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13D5A75A" w14:textId="0B76A164" w:rsidR="00BF580D" w:rsidRPr="00B37123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  <w:bookmarkStart w:id="0" w:name="Title"/>
      <w:r w:rsidRPr="00B37123">
        <w:rPr>
          <w:rFonts w:ascii="Angsana New" w:hAnsi="Angsana New"/>
          <w:sz w:val="52"/>
          <w:szCs w:val="52"/>
          <w:cs/>
        </w:rPr>
        <w:tab/>
      </w:r>
      <w:r w:rsidRPr="00B37123">
        <w:rPr>
          <w:rFonts w:ascii="Angsana New" w:hAnsi="Angsana New"/>
          <w:sz w:val="52"/>
          <w:szCs w:val="52"/>
        </w:rPr>
        <w:tab/>
        <w:t xml:space="preserve"> </w:t>
      </w:r>
    </w:p>
    <w:p w14:paraId="0681DB06" w14:textId="77777777" w:rsidR="00BF580D" w:rsidRPr="00B37123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14:paraId="3EBC38EA" w14:textId="77777777" w:rsidR="00BF580D" w:rsidRPr="00B37123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55E04AA3" w14:textId="77777777" w:rsidR="00BF580D" w:rsidRPr="00B37123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189C430F" w14:textId="77777777" w:rsidR="00BF580D" w:rsidRPr="00B37123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3DC542E2" w14:textId="77777777" w:rsidR="00BF580D" w:rsidRPr="00B37123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53A3A6ED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  <w:r w:rsidRPr="00952D1C">
        <w:rPr>
          <w:rFonts w:ascii="Angsana New" w:hAnsi="Angsana New"/>
          <w:b/>
          <w:bCs/>
          <w:sz w:val="52"/>
          <w:szCs w:val="52"/>
          <w:cs/>
        </w:rPr>
        <w:t xml:space="preserve">บริษัท </w:t>
      </w:r>
      <w:bookmarkStart w:id="1" w:name="SubTitle"/>
      <w:r w:rsidRPr="00952D1C">
        <w:rPr>
          <w:rFonts w:ascii="Angsana New" w:hAnsi="Angsana New" w:hint="cs"/>
          <w:b/>
          <w:bCs/>
          <w:sz w:val="52"/>
          <w:szCs w:val="52"/>
          <w:cs/>
        </w:rPr>
        <w:t>แกรนด์ คาแนล แลนด์</w:t>
      </w:r>
      <w:r w:rsidRPr="00952D1C">
        <w:rPr>
          <w:rFonts w:ascii="Angsana New" w:hAnsi="Angsana New"/>
          <w:b/>
          <w:bCs/>
          <w:sz w:val="52"/>
          <w:szCs w:val="52"/>
          <w:cs/>
        </w:rPr>
        <w:t xml:space="preserve"> จำกัด</w:t>
      </w:r>
      <w:bookmarkEnd w:id="0"/>
      <w:r w:rsidRPr="00952D1C">
        <w:rPr>
          <w:rFonts w:ascii="Angsana New" w:hAnsi="Angsana New"/>
          <w:b/>
          <w:bCs/>
          <w:sz w:val="52"/>
          <w:szCs w:val="52"/>
        </w:rPr>
        <w:t xml:space="preserve"> </w:t>
      </w:r>
      <w:r w:rsidRPr="00952D1C">
        <w:rPr>
          <w:rFonts w:ascii="Angsana New" w:hAnsi="Angsana New"/>
          <w:b/>
          <w:bCs/>
          <w:sz w:val="52"/>
          <w:szCs w:val="52"/>
          <w:cs/>
        </w:rPr>
        <w:t>(มหาชน)</w:t>
      </w:r>
    </w:p>
    <w:p w14:paraId="4847AF3C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952D1C">
        <w:rPr>
          <w:rFonts w:ascii="Angsana New" w:hAnsi="Angsana New"/>
          <w:b/>
          <w:bCs/>
          <w:sz w:val="52"/>
          <w:szCs w:val="52"/>
          <w:cs/>
        </w:rPr>
        <w:t>และบริษัทย่อย</w:t>
      </w:r>
    </w:p>
    <w:p w14:paraId="011A622C" w14:textId="77777777" w:rsidR="00BF580D" w:rsidRPr="00952D1C" w:rsidRDefault="00BF580D" w:rsidP="00BF580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sz w:val="28"/>
          <w:szCs w:val="28"/>
        </w:rPr>
      </w:pPr>
    </w:p>
    <w:p w14:paraId="6C34EF80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bookmarkStart w:id="2" w:name="ExtraText"/>
      <w:bookmarkEnd w:id="1"/>
      <w:bookmarkEnd w:id="2"/>
      <w:r w:rsidRPr="00952D1C">
        <w:rPr>
          <w:rFonts w:ascii="Angsana New" w:hAnsi="Angsana New"/>
          <w:sz w:val="32"/>
          <w:szCs w:val="32"/>
          <w:cs/>
        </w:rPr>
        <w:t>งบการเงินระหว่างกาล</w:t>
      </w:r>
      <w:r w:rsidRPr="00952D1C">
        <w:rPr>
          <w:rFonts w:ascii="Angsana New" w:hAnsi="Angsana New" w:hint="cs"/>
          <w:sz w:val="32"/>
          <w:szCs w:val="32"/>
          <w:cs/>
        </w:rPr>
        <w:t>แบบย่อ</w:t>
      </w:r>
    </w:p>
    <w:p w14:paraId="45D4E036" w14:textId="3558748E" w:rsidR="00BF580D" w:rsidRPr="00952D1C" w:rsidRDefault="0034004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="Angsana New" w:hAnsi="Angsana New"/>
          <w:sz w:val="32"/>
          <w:szCs w:val="32"/>
        </w:rPr>
      </w:pPr>
      <w:r w:rsidRPr="00952D1C">
        <w:rPr>
          <w:rFonts w:ascii="Angsana New" w:hAnsi="Angsana New"/>
          <w:sz w:val="32"/>
          <w:szCs w:val="32"/>
          <w:cs/>
        </w:rPr>
        <w:t>สำหรับงวด</w:t>
      </w:r>
      <w:r w:rsidRPr="00952D1C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926309" w:rsidRPr="00952D1C">
        <w:rPr>
          <w:rFonts w:ascii="Angsana New" w:hAnsi="Angsana New" w:hint="cs"/>
          <w:sz w:val="32"/>
          <w:szCs w:val="32"/>
          <w:cs/>
        </w:rPr>
        <w:t>เ</w:t>
      </w:r>
      <w:r w:rsidRPr="00952D1C">
        <w:rPr>
          <w:rFonts w:ascii="Angsana New" w:hAnsi="Angsana New" w:hint="cs"/>
          <w:sz w:val="32"/>
          <w:szCs w:val="32"/>
          <w:cs/>
        </w:rPr>
        <w:t>ก</w:t>
      </w:r>
      <w:r w:rsidR="00926309" w:rsidRPr="00952D1C">
        <w:rPr>
          <w:rFonts w:ascii="Angsana New" w:hAnsi="Angsana New" w:hint="cs"/>
          <w:sz w:val="32"/>
          <w:szCs w:val="32"/>
          <w:cs/>
        </w:rPr>
        <w:t>้า</w:t>
      </w:r>
      <w:r w:rsidRPr="00952D1C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Pr="00952D1C">
        <w:rPr>
          <w:rFonts w:ascii="Angsana New" w:hAnsi="Angsana New"/>
          <w:sz w:val="32"/>
          <w:szCs w:val="32"/>
        </w:rPr>
        <w:t>3</w:t>
      </w:r>
      <w:r w:rsidRPr="00952D1C">
        <w:rPr>
          <w:rFonts w:ascii="Angsana New" w:hAnsi="Angsana New" w:hint="cs"/>
          <w:sz w:val="32"/>
          <w:szCs w:val="32"/>
        </w:rPr>
        <w:t>0</w:t>
      </w:r>
      <w:r w:rsidRPr="00952D1C">
        <w:rPr>
          <w:rFonts w:ascii="Angsana New" w:hAnsi="Angsana New"/>
          <w:sz w:val="32"/>
          <w:szCs w:val="32"/>
          <w:cs/>
        </w:rPr>
        <w:t xml:space="preserve"> </w:t>
      </w:r>
      <w:r w:rsidR="00926309" w:rsidRPr="00952D1C">
        <w:rPr>
          <w:rFonts w:ascii="Angsana New" w:hAnsi="Angsana New" w:hint="cs"/>
          <w:sz w:val="32"/>
          <w:szCs w:val="32"/>
          <w:cs/>
        </w:rPr>
        <w:t>กันยา</w:t>
      </w:r>
      <w:r w:rsidRPr="00952D1C">
        <w:rPr>
          <w:rFonts w:ascii="Angsana New" w:hAnsi="Angsana New" w:hint="cs"/>
          <w:sz w:val="32"/>
          <w:szCs w:val="32"/>
          <w:cs/>
        </w:rPr>
        <w:t>ยน</w:t>
      </w:r>
      <w:r w:rsidRPr="00952D1C">
        <w:rPr>
          <w:rFonts w:ascii="Angsana New" w:hAnsi="Angsana New"/>
          <w:sz w:val="32"/>
          <w:szCs w:val="32"/>
          <w:cs/>
        </w:rPr>
        <w:t xml:space="preserve"> </w:t>
      </w:r>
      <w:r w:rsidR="00BF580D" w:rsidRPr="00952D1C">
        <w:rPr>
          <w:rFonts w:ascii="Angsana New" w:hAnsi="Angsana New"/>
          <w:sz w:val="32"/>
          <w:szCs w:val="32"/>
        </w:rPr>
        <w:t>256</w:t>
      </w:r>
      <w:r w:rsidR="00061AD7" w:rsidRPr="00952D1C">
        <w:rPr>
          <w:rFonts w:ascii="Angsana New" w:hAnsi="Angsana New"/>
          <w:sz w:val="32"/>
          <w:szCs w:val="32"/>
        </w:rPr>
        <w:t>4</w:t>
      </w:r>
    </w:p>
    <w:p w14:paraId="12AA4D6A" w14:textId="77777777" w:rsidR="00BF580D" w:rsidRPr="00952D1C" w:rsidRDefault="00BF580D" w:rsidP="00BF580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952D1C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2A688E29" w14:textId="77777777" w:rsidR="00BF580D" w:rsidRPr="00952D1C" w:rsidRDefault="00BF580D" w:rsidP="00BF580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bookmarkStart w:id="3" w:name="_Hlk40204001"/>
      <w:r w:rsidRPr="00952D1C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3"/>
    <w:p w14:paraId="08228CA5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  <w:sectPr w:rsidR="00BF580D" w:rsidRPr="00952D1C" w:rsidSect="00563A3B">
          <w:footerReference w:type="even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307A4FF0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5F59744A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05CF2D61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780C8454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133D7D29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38F73E13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001530E1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800D046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242F189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  <w:r w:rsidRPr="00952D1C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D38EFA8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C4EE688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952D1C">
        <w:rPr>
          <w:rFonts w:ascii="Angsana New" w:hAnsi="Angsana New"/>
          <w:b/>
          <w:bCs/>
          <w:sz w:val="30"/>
          <w:szCs w:val="30"/>
          <w:cs/>
        </w:rPr>
        <w:t xml:space="preserve">เสนอ คณะกรรมการบริษัท </w:t>
      </w:r>
      <w:r w:rsidRPr="00952D1C">
        <w:rPr>
          <w:rFonts w:ascii="Angsana New" w:hAnsi="Angsana New" w:hint="cs"/>
          <w:b/>
          <w:bCs/>
          <w:sz w:val="30"/>
          <w:szCs w:val="30"/>
          <w:cs/>
        </w:rPr>
        <w:t>แกรนด์ คาแนล แลนด์</w:t>
      </w:r>
      <w:r w:rsidRPr="00952D1C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</w:p>
    <w:p w14:paraId="09EEDBD5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B74277D" w14:textId="76D80AA2" w:rsidR="00BF580D" w:rsidRPr="00952D1C" w:rsidRDefault="00F34EA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952D1C">
        <w:rPr>
          <w:rFonts w:ascii="Angsana New" w:hAnsi="Angsana New"/>
          <w:spacing w:val="-2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  <w:cs/>
        </w:rPr>
        <w:t>ณ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  <w:cs/>
        </w:rPr>
        <w:t>วันที่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3</w:t>
      </w:r>
      <w:r w:rsidRPr="00952D1C">
        <w:rPr>
          <w:rFonts w:ascii="Angsana New" w:hAnsi="Angsana New" w:hint="cs"/>
          <w:spacing w:val="-2"/>
          <w:sz w:val="30"/>
          <w:szCs w:val="30"/>
        </w:rPr>
        <w:t>0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="00926309" w:rsidRPr="00952D1C">
        <w:rPr>
          <w:rFonts w:ascii="Angsana New" w:hAnsi="Angsana New" w:hint="cs"/>
          <w:spacing w:val="-2"/>
          <w:sz w:val="30"/>
          <w:szCs w:val="30"/>
          <w:cs/>
        </w:rPr>
        <w:t>กันยา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>ยน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256</w:t>
      </w:r>
      <w:r w:rsidR="00061AD7" w:rsidRPr="00952D1C">
        <w:rPr>
          <w:rFonts w:ascii="Angsana New" w:hAnsi="Angsana New"/>
          <w:spacing w:val="-2"/>
          <w:sz w:val="30"/>
          <w:szCs w:val="30"/>
        </w:rPr>
        <w:t>4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>สำหรับงวดสามเดือนและ</w:t>
      </w:r>
      <w:r w:rsidR="00926309" w:rsidRPr="00952D1C">
        <w:rPr>
          <w:rFonts w:ascii="Angsana New" w:hAnsi="Angsana New" w:hint="cs"/>
          <w:spacing w:val="-2"/>
          <w:sz w:val="30"/>
          <w:szCs w:val="30"/>
          <w:cs/>
        </w:rPr>
        <w:t>เ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>ก</w:t>
      </w:r>
      <w:r w:rsidR="00926309" w:rsidRPr="00952D1C">
        <w:rPr>
          <w:rFonts w:ascii="Angsana New" w:hAnsi="Angsana New" w:hint="cs"/>
          <w:spacing w:val="-2"/>
          <w:sz w:val="30"/>
          <w:szCs w:val="30"/>
          <w:cs/>
        </w:rPr>
        <w:t>้า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 xml:space="preserve">เดือนสิ้นสุดวันที่ 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30 </w:t>
      </w:r>
      <w:r w:rsidR="00926309" w:rsidRPr="00952D1C">
        <w:rPr>
          <w:rFonts w:ascii="Angsana New" w:hAnsi="Angsana New" w:hint="cs"/>
          <w:spacing w:val="-2"/>
          <w:sz w:val="30"/>
          <w:szCs w:val="30"/>
          <w:cs/>
        </w:rPr>
        <w:t>กันยา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 xml:space="preserve">ยน </w:t>
      </w:r>
      <w:r w:rsidRPr="00952D1C">
        <w:rPr>
          <w:rFonts w:ascii="Angsana New" w:hAnsi="Angsana New"/>
          <w:spacing w:val="-2"/>
          <w:sz w:val="30"/>
          <w:szCs w:val="30"/>
        </w:rPr>
        <w:t>256</w:t>
      </w:r>
      <w:r w:rsidR="00061AD7" w:rsidRPr="00952D1C">
        <w:rPr>
          <w:rFonts w:ascii="Angsana New" w:hAnsi="Angsana New"/>
          <w:spacing w:val="-2"/>
          <w:sz w:val="30"/>
          <w:szCs w:val="30"/>
        </w:rPr>
        <w:t>4</w:t>
      </w:r>
      <w:r w:rsidRPr="00952D1C">
        <w:rPr>
          <w:rFonts w:ascii="Angsana New" w:hAnsi="Angsana New"/>
          <w:spacing w:val="-2"/>
          <w:sz w:val="30"/>
          <w:szCs w:val="30"/>
          <w:cs/>
        </w:rPr>
        <w:t xml:space="preserve"> 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  <w:cs/>
        </w:rPr>
        <w:t>และ</w:t>
      </w:r>
      <w:r w:rsidR="00926309" w:rsidRPr="00952D1C">
        <w:rPr>
          <w:rFonts w:ascii="Angsana New" w:hAnsi="Angsana New"/>
          <w:spacing w:val="-2"/>
          <w:sz w:val="30"/>
          <w:szCs w:val="30"/>
          <w:cs/>
        </w:rPr>
        <w:br/>
      </w:r>
      <w:r w:rsidRPr="00952D1C">
        <w:rPr>
          <w:rFonts w:ascii="Angsana New" w:hAnsi="Angsana New"/>
          <w:spacing w:val="-2"/>
          <w:sz w:val="30"/>
          <w:szCs w:val="30"/>
          <w:cs/>
        </w:rPr>
        <w:t>งบกระแสเงินสดรวมและงบกระแสเงินสดเฉพาะกิจการสำหรับงวด</w:t>
      </w:r>
      <w:r w:rsidR="00926309" w:rsidRPr="00952D1C">
        <w:rPr>
          <w:rFonts w:ascii="Angsana New" w:hAnsi="Angsana New" w:hint="cs"/>
          <w:spacing w:val="-2"/>
          <w:sz w:val="30"/>
          <w:szCs w:val="30"/>
          <w:cs/>
        </w:rPr>
        <w:t>เ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>ก</w:t>
      </w:r>
      <w:r w:rsidR="00926309" w:rsidRPr="00952D1C">
        <w:rPr>
          <w:rFonts w:ascii="Angsana New" w:hAnsi="Angsana New" w:hint="cs"/>
          <w:spacing w:val="-2"/>
          <w:sz w:val="30"/>
          <w:szCs w:val="30"/>
          <w:cs/>
        </w:rPr>
        <w:t>้า</w:t>
      </w:r>
      <w:r w:rsidRPr="00952D1C">
        <w:rPr>
          <w:rFonts w:ascii="Angsana New" w:hAnsi="Angsana New"/>
          <w:spacing w:val="-2"/>
          <w:sz w:val="30"/>
          <w:szCs w:val="30"/>
          <w:cs/>
        </w:rPr>
        <w:t xml:space="preserve">เดือนสิ้นสุดวันที่ </w:t>
      </w:r>
      <w:r w:rsidRPr="00952D1C">
        <w:rPr>
          <w:rFonts w:ascii="Angsana New" w:hAnsi="Angsana New"/>
          <w:spacing w:val="-2"/>
          <w:sz w:val="30"/>
          <w:szCs w:val="30"/>
        </w:rPr>
        <w:t>3</w:t>
      </w:r>
      <w:r w:rsidRPr="00952D1C">
        <w:rPr>
          <w:rFonts w:ascii="Angsana New" w:hAnsi="Angsana New" w:hint="cs"/>
          <w:spacing w:val="-2"/>
          <w:sz w:val="30"/>
          <w:szCs w:val="30"/>
        </w:rPr>
        <w:t>0</w:t>
      </w:r>
      <w:r w:rsidRPr="00952D1C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926309" w:rsidRPr="00952D1C">
        <w:rPr>
          <w:rFonts w:ascii="Angsana New" w:hAnsi="Angsana New" w:hint="cs"/>
          <w:spacing w:val="-2"/>
          <w:sz w:val="30"/>
          <w:szCs w:val="30"/>
          <w:cs/>
        </w:rPr>
        <w:t>กันยา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>ยน</w:t>
      </w:r>
      <w:r w:rsidRPr="00952D1C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</w:rPr>
        <w:t>256</w:t>
      </w:r>
      <w:r w:rsidR="00061AD7" w:rsidRPr="00952D1C">
        <w:rPr>
          <w:rFonts w:ascii="Angsana New" w:hAnsi="Angsana New"/>
          <w:spacing w:val="-2"/>
          <w:sz w:val="30"/>
          <w:szCs w:val="30"/>
        </w:rPr>
        <w:t>4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952D1C">
        <w:rPr>
          <w:rFonts w:ascii="Angsana New" w:hAnsi="Angsana New"/>
          <w:spacing w:val="-2"/>
          <w:sz w:val="30"/>
          <w:szCs w:val="30"/>
        </w:rPr>
        <w:t>(</w:t>
      </w:r>
      <w:r w:rsidRPr="00952D1C">
        <w:rPr>
          <w:rFonts w:ascii="Angsana New" w:hAnsi="Angsana New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>แกรนด์ คาแนล แลนด์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  <w:cs/>
        </w:rPr>
        <w:t>จำกัด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  <w:cs/>
        </w:rPr>
        <w:t xml:space="preserve">(มหาชน) และบริษัทย่อย และของเฉพาะบริษัท 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>แกรนด์ คาแนล แลนด์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  <w:cs/>
        </w:rPr>
        <w:t>จำกัด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  <w:cs/>
        </w:rPr>
        <w:t>(มหาชน) ตามลำดับ</w:t>
      </w:r>
      <w:r w:rsidR="00284FA6"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952D1C">
        <w:rPr>
          <w:rFonts w:ascii="Angsana New" w:hAnsi="Angsana New"/>
          <w:spacing w:val="-2"/>
          <w:sz w:val="30"/>
          <w:szCs w:val="30"/>
        </w:rPr>
        <w:t xml:space="preserve">34 </w:t>
      </w:r>
      <w:r w:rsidRPr="00952D1C">
        <w:rPr>
          <w:rFonts w:ascii="Angsana New" w:hAnsi="Angsana New"/>
          <w:spacing w:val="-2"/>
          <w:sz w:val="30"/>
          <w:szCs w:val="30"/>
          <w:cs/>
        </w:rPr>
        <w:t xml:space="preserve">เรื่อง 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>การรายงานทาง</w:t>
      </w:r>
      <w:r w:rsidRPr="00952D1C">
        <w:rPr>
          <w:rFonts w:ascii="Angsana New" w:hAnsi="Angsana New"/>
          <w:spacing w:val="-2"/>
          <w:sz w:val="30"/>
          <w:szCs w:val="30"/>
          <w:cs/>
        </w:rPr>
        <w:t>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</w:t>
      </w:r>
      <w:r w:rsidRPr="00952D1C">
        <w:rPr>
          <w:rFonts w:ascii="Angsana New" w:hAnsi="Angsana New"/>
          <w:spacing w:val="-2"/>
          <w:sz w:val="30"/>
          <w:szCs w:val="30"/>
        </w:rPr>
        <w:br/>
      </w:r>
      <w:r w:rsidRPr="00952D1C">
        <w:rPr>
          <w:rFonts w:ascii="Angsana New" w:hAnsi="Angsana New"/>
          <w:spacing w:val="-2"/>
          <w:sz w:val="30"/>
          <w:szCs w:val="30"/>
          <w:cs/>
        </w:rPr>
        <w:t>สอบทานของข้าพเจ้า</w:t>
      </w:r>
    </w:p>
    <w:p w14:paraId="221BA73A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19EB141F" w14:textId="77777777" w:rsidR="00BF580D" w:rsidRPr="00952D1C" w:rsidRDefault="00BF580D" w:rsidP="00BF580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952D1C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6A6F97A4" w14:textId="77777777" w:rsidR="00BF580D" w:rsidRPr="00952D1C" w:rsidRDefault="00BF580D" w:rsidP="00BF580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56195920" w14:textId="77777777" w:rsidR="00BF580D" w:rsidRPr="00952D1C" w:rsidRDefault="00BF580D" w:rsidP="00BF580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Pr="00952D1C">
        <w:rPr>
          <w:rFonts w:ascii="Angsana New" w:hAnsi="Angsana New"/>
          <w:sz w:val="30"/>
          <w:szCs w:val="30"/>
        </w:rPr>
        <w:t xml:space="preserve"> 2410 “</w:t>
      </w:r>
      <w:r w:rsidRPr="00952D1C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52D1C">
        <w:rPr>
          <w:rFonts w:ascii="Angsana New" w:hAnsi="Angsana New"/>
          <w:sz w:val="30"/>
          <w:szCs w:val="30"/>
        </w:rPr>
        <w:t>”</w:t>
      </w:r>
      <w:r w:rsidRPr="00952D1C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952D1C">
        <w:rPr>
          <w:rFonts w:ascii="Angsana New" w:hAnsi="Angsana New" w:hint="cs"/>
          <w:sz w:val="30"/>
          <w:szCs w:val="30"/>
          <w:cs/>
        </w:rPr>
        <w:t xml:space="preserve"> </w:t>
      </w:r>
      <w:r w:rsidRPr="00952D1C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952D1C">
        <w:rPr>
          <w:rFonts w:ascii="Angsana New" w:hAnsi="Angsana New" w:hint="cs"/>
          <w:sz w:val="30"/>
          <w:szCs w:val="30"/>
          <w:cs/>
        </w:rPr>
        <w:t xml:space="preserve"> </w:t>
      </w:r>
      <w:r w:rsidRPr="00952D1C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952D1C">
        <w:rPr>
          <w:rFonts w:ascii="Angsana New" w:hAnsi="Angsana New" w:hint="cs"/>
          <w:sz w:val="30"/>
          <w:szCs w:val="30"/>
          <w:cs/>
        </w:rPr>
        <w:t xml:space="preserve"> </w:t>
      </w:r>
      <w:r w:rsidRPr="00952D1C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257D05B5" w14:textId="77777777" w:rsidR="00BF580D" w:rsidRPr="00952D1C" w:rsidRDefault="00BF580D" w:rsidP="00BF580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825EFA0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  <w:sectPr w:rsidR="00BF580D" w:rsidRPr="00952D1C" w:rsidSect="00BF580D">
          <w:headerReference w:type="default" r:id="rId10"/>
          <w:footerReference w:type="default" r:id="rId11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28171657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18C0DC34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952D1C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14:paraId="39CC6D24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283C508" w14:textId="35085566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952D1C">
        <w:rPr>
          <w:rFonts w:ascii="Angsana New" w:hAnsi="Angsana New"/>
          <w:spacing w:val="-2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952D1C">
        <w:rPr>
          <w:rFonts w:ascii="Angsana New" w:hAnsi="Angsana New"/>
          <w:spacing w:val="-2"/>
          <w:sz w:val="30"/>
          <w:szCs w:val="30"/>
        </w:rPr>
        <w:t>34</w:t>
      </w:r>
      <w:r w:rsidRPr="00952D1C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 w:rsidR="00EB57C7" w:rsidRPr="00952D1C">
        <w:rPr>
          <w:rFonts w:ascii="Angsana New" w:hAnsi="Angsana New"/>
          <w:spacing w:val="-2"/>
          <w:sz w:val="30"/>
          <w:szCs w:val="30"/>
        </w:rPr>
        <w:t xml:space="preserve"> </w:t>
      </w:r>
      <w:r w:rsidRPr="00952D1C">
        <w:rPr>
          <w:rFonts w:ascii="Angsana New" w:hAnsi="Angsana New"/>
          <w:spacing w:val="-2"/>
          <w:sz w:val="30"/>
          <w:szCs w:val="30"/>
          <w:cs/>
        </w:rPr>
        <w:t>ในสาระสำคัญจากการสอบทานของข้าพเจ้า</w:t>
      </w:r>
    </w:p>
    <w:p w14:paraId="442AC4A2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</w:p>
    <w:p w14:paraId="62A4318B" w14:textId="65BCA0FC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2"/>
          <w:sz w:val="30"/>
          <w:szCs w:val="30"/>
          <w:cs/>
        </w:rPr>
      </w:pPr>
    </w:p>
    <w:p w14:paraId="1078D01F" w14:textId="05D4F04F" w:rsidR="00450397" w:rsidRPr="00952D1C" w:rsidRDefault="00450397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</w:p>
    <w:p w14:paraId="5513BF45" w14:textId="77777777" w:rsidR="00450397" w:rsidRPr="00952D1C" w:rsidRDefault="00450397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500D9602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440B5E0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18E2279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4CD5C77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Times New Roman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>(</w:t>
      </w:r>
      <w:r w:rsidRPr="00952D1C">
        <w:rPr>
          <w:rFonts w:ascii="Angsana New" w:hAnsi="Angsana New" w:hint="cs"/>
          <w:sz w:val="30"/>
          <w:szCs w:val="30"/>
          <w:cs/>
        </w:rPr>
        <w:t>วรรณาพร จงพีรเดชานนท์</w:t>
      </w:r>
      <w:r w:rsidRPr="00952D1C">
        <w:rPr>
          <w:rFonts w:ascii="Angsana New" w:hAnsi="Angsana New"/>
          <w:sz w:val="30"/>
          <w:szCs w:val="30"/>
          <w:cs/>
        </w:rPr>
        <w:t>)</w:t>
      </w:r>
    </w:p>
    <w:p w14:paraId="45611945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39135651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Pr="00952D1C">
        <w:rPr>
          <w:rFonts w:ascii="Angsana New" w:hAnsi="Angsana New"/>
          <w:sz w:val="30"/>
          <w:szCs w:val="30"/>
        </w:rPr>
        <w:t>4098</w:t>
      </w:r>
    </w:p>
    <w:p w14:paraId="35E32AA2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="Angsana New" w:hAnsi="Angsana New"/>
          <w:sz w:val="30"/>
          <w:szCs w:val="30"/>
        </w:rPr>
      </w:pPr>
    </w:p>
    <w:p w14:paraId="66E74E15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52AB7589" w14:textId="77777777" w:rsidR="00BF580D" w:rsidRPr="00952D1C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6C8F6EB" w14:textId="65234B74" w:rsidR="00BF580D" w:rsidRPr="00952D1C" w:rsidRDefault="006A441A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952D1C">
        <w:rPr>
          <w:rFonts w:ascii="Angsana New" w:hAnsi="Angsana New"/>
          <w:sz w:val="30"/>
          <w:szCs w:val="30"/>
        </w:rPr>
        <w:t>10</w:t>
      </w:r>
      <w:r w:rsidR="00F07F02" w:rsidRPr="00952D1C">
        <w:rPr>
          <w:rFonts w:ascii="Angsana New" w:hAnsi="Angsana New"/>
          <w:sz w:val="30"/>
          <w:szCs w:val="30"/>
        </w:rPr>
        <w:t xml:space="preserve"> </w:t>
      </w:r>
      <w:r w:rsidR="00F07F02" w:rsidRPr="00952D1C">
        <w:rPr>
          <w:rFonts w:ascii="Angsana New" w:hAnsi="Angsana New" w:hint="cs"/>
          <w:sz w:val="30"/>
          <w:szCs w:val="30"/>
          <w:cs/>
        </w:rPr>
        <w:t>พฤศจิกายน</w:t>
      </w:r>
      <w:r w:rsidR="00BF580D" w:rsidRPr="00952D1C">
        <w:rPr>
          <w:rFonts w:ascii="Angsana New" w:hAnsi="Angsana New" w:hint="cs"/>
          <w:sz w:val="30"/>
          <w:szCs w:val="30"/>
          <w:cs/>
        </w:rPr>
        <w:t xml:space="preserve"> </w:t>
      </w:r>
      <w:r w:rsidR="00BF580D" w:rsidRPr="00952D1C">
        <w:rPr>
          <w:rFonts w:ascii="Angsana New" w:hAnsi="Angsana New"/>
          <w:sz w:val="30"/>
          <w:szCs w:val="30"/>
        </w:rPr>
        <w:t>256</w:t>
      </w:r>
      <w:r w:rsidR="009B1C96" w:rsidRPr="00952D1C">
        <w:rPr>
          <w:rFonts w:ascii="Angsana New" w:hAnsi="Angsana New"/>
          <w:sz w:val="30"/>
          <w:szCs w:val="30"/>
        </w:rPr>
        <w:t>4</w:t>
      </w:r>
    </w:p>
    <w:sectPr w:rsidR="00BF580D" w:rsidRPr="00952D1C" w:rsidSect="00DE1C25">
      <w:headerReference w:type="default" r:id="rId12"/>
      <w:footerReference w:type="default" r:id="rId13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E0330" w14:textId="77777777" w:rsidR="00906CED" w:rsidRDefault="00906CED">
      <w:r>
        <w:separator/>
      </w:r>
    </w:p>
  </w:endnote>
  <w:endnote w:type="continuationSeparator" w:id="0">
    <w:p w14:paraId="7CD99875" w14:textId="77777777" w:rsidR="00906CED" w:rsidRDefault="0090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5494C" w14:textId="77777777" w:rsidR="00BA6B4F" w:rsidRDefault="00BA6B4F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63C9BDBA" w14:textId="77777777" w:rsidR="00BA6B4F" w:rsidRDefault="00BA6B4F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6110E" w14:textId="77777777" w:rsidR="00BA6B4F" w:rsidRDefault="00BA6B4F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9275F" w14:textId="77777777" w:rsidR="00BA6B4F" w:rsidRPr="0070026C" w:rsidRDefault="00BA6B4F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E0EA6" w14:textId="77777777" w:rsidR="00BA6B4F" w:rsidRPr="00926309" w:rsidRDefault="00BA6B4F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926309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926309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35</w: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1934B852" w14:textId="77777777" w:rsidR="00BA6B4F" w:rsidRPr="0070026C" w:rsidRDefault="00BA6B4F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89935" w14:textId="77777777" w:rsidR="00906CED" w:rsidRDefault="00906CED">
      <w:r>
        <w:separator/>
      </w:r>
    </w:p>
  </w:footnote>
  <w:footnote w:type="continuationSeparator" w:id="0">
    <w:p w14:paraId="518B26FD" w14:textId="77777777" w:rsidR="00906CED" w:rsidRDefault="00906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BB5E2" w14:textId="77777777" w:rsidR="00BA6B4F" w:rsidRPr="00803194" w:rsidRDefault="00BA6B4F" w:rsidP="00803194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F43EB" w14:textId="61EB46B9" w:rsidR="00BA6B4F" w:rsidRDefault="00BA6B4F" w:rsidP="00803194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  <w:p w14:paraId="1A0510DC" w14:textId="4F647FBE" w:rsidR="00DE1C25" w:rsidRDefault="00DE1C25" w:rsidP="00803194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  <w:p w14:paraId="5D858239" w14:textId="65E1BB9E" w:rsidR="00DE1C25" w:rsidRDefault="00DE1C25" w:rsidP="00803194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  <w:p w14:paraId="1FE7805B" w14:textId="77777777" w:rsidR="00DE1C25" w:rsidRPr="00C42B15" w:rsidRDefault="00DE1C25" w:rsidP="00803194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4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8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4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5" w15:restartNumberingAfterBreak="0">
    <w:nsid w:val="4257366C"/>
    <w:multiLevelType w:val="hybridMultilevel"/>
    <w:tmpl w:val="87C02FA8"/>
    <w:lvl w:ilvl="0" w:tplc="87428CF2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7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0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2"/>
  </w:num>
  <w:num w:numId="12">
    <w:abstractNumId w:val="17"/>
  </w:num>
  <w:num w:numId="13">
    <w:abstractNumId w:val="36"/>
  </w:num>
  <w:num w:numId="14">
    <w:abstractNumId w:val="19"/>
  </w:num>
  <w:num w:numId="15">
    <w:abstractNumId w:val="23"/>
  </w:num>
  <w:num w:numId="16">
    <w:abstractNumId w:val="15"/>
  </w:num>
  <w:num w:numId="1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0"/>
  </w:num>
  <w:num w:numId="22">
    <w:abstractNumId w:val="25"/>
  </w:num>
  <w:num w:numId="23">
    <w:abstractNumId w:val="30"/>
  </w:num>
  <w:num w:numId="24">
    <w:abstractNumId w:val="18"/>
  </w:num>
  <w:num w:numId="25">
    <w:abstractNumId w:val="21"/>
  </w:num>
  <w:num w:numId="26">
    <w:abstractNumId w:val="32"/>
  </w:num>
  <w:num w:numId="27">
    <w:abstractNumId w:val="12"/>
  </w:num>
  <w:num w:numId="28">
    <w:abstractNumId w:val="20"/>
  </w:num>
  <w:num w:numId="29">
    <w:abstractNumId w:val="26"/>
  </w:num>
  <w:num w:numId="30">
    <w:abstractNumId w:val="13"/>
  </w:num>
  <w:num w:numId="31">
    <w:abstractNumId w:val="34"/>
  </w:num>
  <w:num w:numId="32">
    <w:abstractNumId w:val="38"/>
  </w:num>
  <w:num w:numId="33">
    <w:abstractNumId w:val="31"/>
  </w:num>
  <w:num w:numId="34">
    <w:abstractNumId w:val="33"/>
  </w:num>
  <w:num w:numId="35">
    <w:abstractNumId w:val="29"/>
  </w:num>
  <w:num w:numId="36">
    <w:abstractNumId w:val="37"/>
  </w:num>
  <w:num w:numId="37">
    <w:abstractNumId w:val="10"/>
  </w:num>
  <w:num w:numId="38">
    <w:abstractNumId w:val="35"/>
  </w:num>
  <w:num w:numId="39">
    <w:abstractNumId w:val="41"/>
  </w:num>
  <w:num w:numId="40">
    <w:abstractNumId w:val="28"/>
  </w:num>
  <w:num w:numId="41">
    <w:abstractNumId w:val="16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3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9D5"/>
    <w:rsid w:val="00012BED"/>
    <w:rsid w:val="0001338A"/>
    <w:rsid w:val="00013A69"/>
    <w:rsid w:val="00013A79"/>
    <w:rsid w:val="00013B2C"/>
    <w:rsid w:val="00014327"/>
    <w:rsid w:val="00014D29"/>
    <w:rsid w:val="0001529B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060"/>
    <w:rsid w:val="000271D6"/>
    <w:rsid w:val="00027593"/>
    <w:rsid w:val="000279DC"/>
    <w:rsid w:val="0003027D"/>
    <w:rsid w:val="000308CB"/>
    <w:rsid w:val="00030D88"/>
    <w:rsid w:val="000317D2"/>
    <w:rsid w:val="00031AA2"/>
    <w:rsid w:val="000321B6"/>
    <w:rsid w:val="0003239B"/>
    <w:rsid w:val="00032461"/>
    <w:rsid w:val="000325FE"/>
    <w:rsid w:val="000328B5"/>
    <w:rsid w:val="00032CEC"/>
    <w:rsid w:val="00032F7C"/>
    <w:rsid w:val="0003324D"/>
    <w:rsid w:val="00033310"/>
    <w:rsid w:val="000333A8"/>
    <w:rsid w:val="000334D5"/>
    <w:rsid w:val="0003489F"/>
    <w:rsid w:val="00034C56"/>
    <w:rsid w:val="000354A4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0F7"/>
    <w:rsid w:val="0004030D"/>
    <w:rsid w:val="00040937"/>
    <w:rsid w:val="000410BE"/>
    <w:rsid w:val="0004162C"/>
    <w:rsid w:val="00041CA4"/>
    <w:rsid w:val="000422E8"/>
    <w:rsid w:val="000422F0"/>
    <w:rsid w:val="00042A8D"/>
    <w:rsid w:val="0004314C"/>
    <w:rsid w:val="0004317E"/>
    <w:rsid w:val="000432B1"/>
    <w:rsid w:val="00043694"/>
    <w:rsid w:val="00043826"/>
    <w:rsid w:val="0004384B"/>
    <w:rsid w:val="00043D01"/>
    <w:rsid w:val="000448B1"/>
    <w:rsid w:val="00045407"/>
    <w:rsid w:val="000455D5"/>
    <w:rsid w:val="00045E50"/>
    <w:rsid w:val="00046739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AD7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1F5"/>
    <w:rsid w:val="0006663F"/>
    <w:rsid w:val="00066745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BF5"/>
    <w:rsid w:val="00077F57"/>
    <w:rsid w:val="00080383"/>
    <w:rsid w:val="00080899"/>
    <w:rsid w:val="00080D61"/>
    <w:rsid w:val="00080E2F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3CC9"/>
    <w:rsid w:val="00094B1C"/>
    <w:rsid w:val="00094CDE"/>
    <w:rsid w:val="00094E81"/>
    <w:rsid w:val="00095313"/>
    <w:rsid w:val="000958D6"/>
    <w:rsid w:val="00096515"/>
    <w:rsid w:val="00096516"/>
    <w:rsid w:val="00096B0B"/>
    <w:rsid w:val="00096C6F"/>
    <w:rsid w:val="00096FC0"/>
    <w:rsid w:val="00097CEE"/>
    <w:rsid w:val="000A03E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6B6"/>
    <w:rsid w:val="000A6C9B"/>
    <w:rsid w:val="000A6D7A"/>
    <w:rsid w:val="000A7007"/>
    <w:rsid w:val="000A75D8"/>
    <w:rsid w:val="000A7FC4"/>
    <w:rsid w:val="000B0BB3"/>
    <w:rsid w:val="000B11B0"/>
    <w:rsid w:val="000B1352"/>
    <w:rsid w:val="000B13E8"/>
    <w:rsid w:val="000B21C7"/>
    <w:rsid w:val="000B23A8"/>
    <w:rsid w:val="000B26B9"/>
    <w:rsid w:val="000B2B32"/>
    <w:rsid w:val="000B2B8F"/>
    <w:rsid w:val="000B2C3A"/>
    <w:rsid w:val="000B2DFB"/>
    <w:rsid w:val="000B2E0D"/>
    <w:rsid w:val="000B32D7"/>
    <w:rsid w:val="000B3AC0"/>
    <w:rsid w:val="000B3CFD"/>
    <w:rsid w:val="000B451D"/>
    <w:rsid w:val="000B4C3E"/>
    <w:rsid w:val="000B5037"/>
    <w:rsid w:val="000B5312"/>
    <w:rsid w:val="000B5EE0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EA6"/>
    <w:rsid w:val="000C1504"/>
    <w:rsid w:val="000C16DF"/>
    <w:rsid w:val="000C2024"/>
    <w:rsid w:val="000C257F"/>
    <w:rsid w:val="000C2FD2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1D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3C9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B66"/>
    <w:rsid w:val="000D3F7F"/>
    <w:rsid w:val="000D5A11"/>
    <w:rsid w:val="000D5B36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9B"/>
    <w:rsid w:val="000E32C6"/>
    <w:rsid w:val="000E358F"/>
    <w:rsid w:val="000E3746"/>
    <w:rsid w:val="000E3923"/>
    <w:rsid w:val="000E42F3"/>
    <w:rsid w:val="000E44F5"/>
    <w:rsid w:val="000E4631"/>
    <w:rsid w:val="000E464E"/>
    <w:rsid w:val="000E4A82"/>
    <w:rsid w:val="000E4E5D"/>
    <w:rsid w:val="000E51CD"/>
    <w:rsid w:val="000E5372"/>
    <w:rsid w:val="000E543A"/>
    <w:rsid w:val="000E5738"/>
    <w:rsid w:val="000E5CC2"/>
    <w:rsid w:val="000E7129"/>
    <w:rsid w:val="000E7264"/>
    <w:rsid w:val="000E7353"/>
    <w:rsid w:val="000E774B"/>
    <w:rsid w:val="000E786C"/>
    <w:rsid w:val="000E7D0A"/>
    <w:rsid w:val="000E7E94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3B1"/>
    <w:rsid w:val="000F4682"/>
    <w:rsid w:val="000F5578"/>
    <w:rsid w:val="000F585F"/>
    <w:rsid w:val="000F5FD8"/>
    <w:rsid w:val="000F663F"/>
    <w:rsid w:val="000F67C1"/>
    <w:rsid w:val="000F67E1"/>
    <w:rsid w:val="000F6DA2"/>
    <w:rsid w:val="000F7C3B"/>
    <w:rsid w:val="000F7DE5"/>
    <w:rsid w:val="001000D2"/>
    <w:rsid w:val="001000E5"/>
    <w:rsid w:val="001002AC"/>
    <w:rsid w:val="001004DA"/>
    <w:rsid w:val="001008B1"/>
    <w:rsid w:val="00100B68"/>
    <w:rsid w:val="00100BB4"/>
    <w:rsid w:val="00100C24"/>
    <w:rsid w:val="00100EBE"/>
    <w:rsid w:val="00100F1D"/>
    <w:rsid w:val="0010187B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A59"/>
    <w:rsid w:val="00107CA9"/>
    <w:rsid w:val="00107EF4"/>
    <w:rsid w:val="00111372"/>
    <w:rsid w:val="0011194A"/>
    <w:rsid w:val="00112212"/>
    <w:rsid w:val="001122D1"/>
    <w:rsid w:val="00112724"/>
    <w:rsid w:val="00112C30"/>
    <w:rsid w:val="00112C43"/>
    <w:rsid w:val="001137A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344"/>
    <w:rsid w:val="001207E8"/>
    <w:rsid w:val="00121667"/>
    <w:rsid w:val="0012325A"/>
    <w:rsid w:val="0012333F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0D84"/>
    <w:rsid w:val="001310A1"/>
    <w:rsid w:val="00131230"/>
    <w:rsid w:val="0013138A"/>
    <w:rsid w:val="00131619"/>
    <w:rsid w:val="00131957"/>
    <w:rsid w:val="00131A54"/>
    <w:rsid w:val="001327A3"/>
    <w:rsid w:val="00132B0E"/>
    <w:rsid w:val="00132CD8"/>
    <w:rsid w:val="0013338B"/>
    <w:rsid w:val="0013338D"/>
    <w:rsid w:val="001335BC"/>
    <w:rsid w:val="00133CE8"/>
    <w:rsid w:val="00134171"/>
    <w:rsid w:val="00134981"/>
    <w:rsid w:val="00134B72"/>
    <w:rsid w:val="00134C65"/>
    <w:rsid w:val="00134D17"/>
    <w:rsid w:val="00135068"/>
    <w:rsid w:val="00135802"/>
    <w:rsid w:val="00135D23"/>
    <w:rsid w:val="00135FAD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557"/>
    <w:rsid w:val="0014297A"/>
    <w:rsid w:val="00142AA2"/>
    <w:rsid w:val="00142B6C"/>
    <w:rsid w:val="0014334B"/>
    <w:rsid w:val="001438A4"/>
    <w:rsid w:val="00143969"/>
    <w:rsid w:val="001442D1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4E90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0F53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55B"/>
    <w:rsid w:val="00173808"/>
    <w:rsid w:val="00173E41"/>
    <w:rsid w:val="00173FDC"/>
    <w:rsid w:val="001740F2"/>
    <w:rsid w:val="00174484"/>
    <w:rsid w:val="001746F8"/>
    <w:rsid w:val="00174958"/>
    <w:rsid w:val="00174B5A"/>
    <w:rsid w:val="00174CC9"/>
    <w:rsid w:val="00175035"/>
    <w:rsid w:val="00175283"/>
    <w:rsid w:val="001753E9"/>
    <w:rsid w:val="00175420"/>
    <w:rsid w:val="001759AA"/>
    <w:rsid w:val="00175B0B"/>
    <w:rsid w:val="00175E09"/>
    <w:rsid w:val="0017629F"/>
    <w:rsid w:val="00176968"/>
    <w:rsid w:val="00176D89"/>
    <w:rsid w:val="00176E6B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492D"/>
    <w:rsid w:val="001853D1"/>
    <w:rsid w:val="00185A52"/>
    <w:rsid w:val="00185BAF"/>
    <w:rsid w:val="00185F21"/>
    <w:rsid w:val="00185F57"/>
    <w:rsid w:val="00186343"/>
    <w:rsid w:val="00186F96"/>
    <w:rsid w:val="0018754C"/>
    <w:rsid w:val="00187D5D"/>
    <w:rsid w:val="001900B6"/>
    <w:rsid w:val="00190103"/>
    <w:rsid w:val="00190106"/>
    <w:rsid w:val="00190167"/>
    <w:rsid w:val="00190AAC"/>
    <w:rsid w:val="00191466"/>
    <w:rsid w:val="001917BF"/>
    <w:rsid w:val="00191A80"/>
    <w:rsid w:val="001925F2"/>
    <w:rsid w:val="001926B7"/>
    <w:rsid w:val="001929B0"/>
    <w:rsid w:val="00192A14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C1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5A4"/>
    <w:rsid w:val="001A4AFB"/>
    <w:rsid w:val="001A4BEA"/>
    <w:rsid w:val="001A4EFF"/>
    <w:rsid w:val="001A50A3"/>
    <w:rsid w:val="001A5180"/>
    <w:rsid w:val="001A5273"/>
    <w:rsid w:val="001A5723"/>
    <w:rsid w:val="001A5894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A78"/>
    <w:rsid w:val="001B0E07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4F"/>
    <w:rsid w:val="001B4CBB"/>
    <w:rsid w:val="001B4D8B"/>
    <w:rsid w:val="001B4DD5"/>
    <w:rsid w:val="001B4F15"/>
    <w:rsid w:val="001B5206"/>
    <w:rsid w:val="001B5A79"/>
    <w:rsid w:val="001B5BFB"/>
    <w:rsid w:val="001B5ED8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E2A"/>
    <w:rsid w:val="001C1007"/>
    <w:rsid w:val="001C196F"/>
    <w:rsid w:val="001C205F"/>
    <w:rsid w:val="001C2085"/>
    <w:rsid w:val="001C230C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BEB"/>
    <w:rsid w:val="001C4C4D"/>
    <w:rsid w:val="001C5972"/>
    <w:rsid w:val="001C5C30"/>
    <w:rsid w:val="001C5C74"/>
    <w:rsid w:val="001C5E26"/>
    <w:rsid w:val="001C6215"/>
    <w:rsid w:val="001C62F9"/>
    <w:rsid w:val="001C6898"/>
    <w:rsid w:val="001C7384"/>
    <w:rsid w:val="001C7B38"/>
    <w:rsid w:val="001C7BD0"/>
    <w:rsid w:val="001C7D41"/>
    <w:rsid w:val="001D0667"/>
    <w:rsid w:val="001D0F75"/>
    <w:rsid w:val="001D0FA5"/>
    <w:rsid w:val="001D122B"/>
    <w:rsid w:val="001D15AF"/>
    <w:rsid w:val="001D1A50"/>
    <w:rsid w:val="001D20F9"/>
    <w:rsid w:val="001D2470"/>
    <w:rsid w:val="001D28B8"/>
    <w:rsid w:val="001D2CFA"/>
    <w:rsid w:val="001D2E10"/>
    <w:rsid w:val="001D32FF"/>
    <w:rsid w:val="001D34B8"/>
    <w:rsid w:val="001D380E"/>
    <w:rsid w:val="001D40D4"/>
    <w:rsid w:val="001D4151"/>
    <w:rsid w:val="001D45DC"/>
    <w:rsid w:val="001D46B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586"/>
    <w:rsid w:val="001E0FC4"/>
    <w:rsid w:val="001E1276"/>
    <w:rsid w:val="001E13B6"/>
    <w:rsid w:val="001E13CD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5C93"/>
    <w:rsid w:val="001E6E43"/>
    <w:rsid w:val="001E7450"/>
    <w:rsid w:val="001E75C6"/>
    <w:rsid w:val="001E7E7C"/>
    <w:rsid w:val="001F01CA"/>
    <w:rsid w:val="001F0631"/>
    <w:rsid w:val="001F0B66"/>
    <w:rsid w:val="001F0D30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F1E"/>
    <w:rsid w:val="001F47DC"/>
    <w:rsid w:val="001F4AE2"/>
    <w:rsid w:val="001F4BD9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57A"/>
    <w:rsid w:val="00206707"/>
    <w:rsid w:val="00206FB5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7B0F"/>
    <w:rsid w:val="00217E33"/>
    <w:rsid w:val="00217EE6"/>
    <w:rsid w:val="002200D5"/>
    <w:rsid w:val="00220320"/>
    <w:rsid w:val="00220443"/>
    <w:rsid w:val="002205C6"/>
    <w:rsid w:val="00220DB8"/>
    <w:rsid w:val="00220F44"/>
    <w:rsid w:val="0022131C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600"/>
    <w:rsid w:val="002339B1"/>
    <w:rsid w:val="00233B5C"/>
    <w:rsid w:val="00234034"/>
    <w:rsid w:val="002344FB"/>
    <w:rsid w:val="00234D6B"/>
    <w:rsid w:val="0023539C"/>
    <w:rsid w:val="002355AD"/>
    <w:rsid w:val="00235793"/>
    <w:rsid w:val="00235EB4"/>
    <w:rsid w:val="00235F34"/>
    <w:rsid w:val="00236749"/>
    <w:rsid w:val="00236832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F3F"/>
    <w:rsid w:val="002441C0"/>
    <w:rsid w:val="00244255"/>
    <w:rsid w:val="00244FFC"/>
    <w:rsid w:val="0024517B"/>
    <w:rsid w:val="00245221"/>
    <w:rsid w:val="002452A8"/>
    <w:rsid w:val="002455E6"/>
    <w:rsid w:val="00245607"/>
    <w:rsid w:val="00245BE4"/>
    <w:rsid w:val="00245D92"/>
    <w:rsid w:val="00246572"/>
    <w:rsid w:val="002465A4"/>
    <w:rsid w:val="00246CD3"/>
    <w:rsid w:val="002500CB"/>
    <w:rsid w:val="00250AD4"/>
    <w:rsid w:val="00250B90"/>
    <w:rsid w:val="0025143D"/>
    <w:rsid w:val="00251557"/>
    <w:rsid w:val="00251D42"/>
    <w:rsid w:val="002522C4"/>
    <w:rsid w:val="00252A5D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56A95"/>
    <w:rsid w:val="00257FFA"/>
    <w:rsid w:val="00260050"/>
    <w:rsid w:val="0026071A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AA9"/>
    <w:rsid w:val="00267CD2"/>
    <w:rsid w:val="00270B26"/>
    <w:rsid w:val="00270F5F"/>
    <w:rsid w:val="00271164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4FA6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8DC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071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7BB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505"/>
    <w:rsid w:val="002A65D0"/>
    <w:rsid w:val="002A67CA"/>
    <w:rsid w:val="002A6909"/>
    <w:rsid w:val="002A6DE2"/>
    <w:rsid w:val="002A79C8"/>
    <w:rsid w:val="002A7B1A"/>
    <w:rsid w:val="002A7F29"/>
    <w:rsid w:val="002B03CC"/>
    <w:rsid w:val="002B0737"/>
    <w:rsid w:val="002B0EFF"/>
    <w:rsid w:val="002B2215"/>
    <w:rsid w:val="002B256B"/>
    <w:rsid w:val="002B2BB8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2E7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581"/>
    <w:rsid w:val="002C6817"/>
    <w:rsid w:val="002C692F"/>
    <w:rsid w:val="002C6E5B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0C2"/>
    <w:rsid w:val="002D44F2"/>
    <w:rsid w:val="002D45B2"/>
    <w:rsid w:val="002D4685"/>
    <w:rsid w:val="002D4A05"/>
    <w:rsid w:val="002D4FFA"/>
    <w:rsid w:val="002D51F6"/>
    <w:rsid w:val="002D53C7"/>
    <w:rsid w:val="002D550B"/>
    <w:rsid w:val="002D553B"/>
    <w:rsid w:val="002D5BF0"/>
    <w:rsid w:val="002D6C2D"/>
    <w:rsid w:val="002D7198"/>
    <w:rsid w:val="002D724C"/>
    <w:rsid w:val="002D7483"/>
    <w:rsid w:val="002D7773"/>
    <w:rsid w:val="002E00D7"/>
    <w:rsid w:val="002E07F0"/>
    <w:rsid w:val="002E14DC"/>
    <w:rsid w:val="002E15D2"/>
    <w:rsid w:val="002E18EF"/>
    <w:rsid w:val="002E263D"/>
    <w:rsid w:val="002E2783"/>
    <w:rsid w:val="002E28AE"/>
    <w:rsid w:val="002E2FD7"/>
    <w:rsid w:val="002E349B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9E6"/>
    <w:rsid w:val="002F0FB9"/>
    <w:rsid w:val="002F1182"/>
    <w:rsid w:val="002F136B"/>
    <w:rsid w:val="002F13DC"/>
    <w:rsid w:val="002F1879"/>
    <w:rsid w:val="002F1985"/>
    <w:rsid w:val="002F19C4"/>
    <w:rsid w:val="002F2969"/>
    <w:rsid w:val="002F2B1F"/>
    <w:rsid w:val="002F3224"/>
    <w:rsid w:val="002F3435"/>
    <w:rsid w:val="002F3E8F"/>
    <w:rsid w:val="002F4112"/>
    <w:rsid w:val="002F496B"/>
    <w:rsid w:val="002F534C"/>
    <w:rsid w:val="002F5503"/>
    <w:rsid w:val="002F583B"/>
    <w:rsid w:val="002F5A50"/>
    <w:rsid w:val="002F60A8"/>
    <w:rsid w:val="002F664D"/>
    <w:rsid w:val="002F6881"/>
    <w:rsid w:val="002F6D4B"/>
    <w:rsid w:val="002F72DC"/>
    <w:rsid w:val="002F73C7"/>
    <w:rsid w:val="002F747D"/>
    <w:rsid w:val="002F78E8"/>
    <w:rsid w:val="003000DE"/>
    <w:rsid w:val="0030097D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01DA"/>
    <w:rsid w:val="0031076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234"/>
    <w:rsid w:val="0031439A"/>
    <w:rsid w:val="0031456A"/>
    <w:rsid w:val="00314673"/>
    <w:rsid w:val="00314D2E"/>
    <w:rsid w:val="00315231"/>
    <w:rsid w:val="0031581C"/>
    <w:rsid w:val="003161EE"/>
    <w:rsid w:val="00316862"/>
    <w:rsid w:val="00316A18"/>
    <w:rsid w:val="00316E16"/>
    <w:rsid w:val="00316E76"/>
    <w:rsid w:val="00316E82"/>
    <w:rsid w:val="00316E9F"/>
    <w:rsid w:val="0031758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11C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98F"/>
    <w:rsid w:val="00327C17"/>
    <w:rsid w:val="00327DEA"/>
    <w:rsid w:val="00327E1B"/>
    <w:rsid w:val="00327EE4"/>
    <w:rsid w:val="0033002F"/>
    <w:rsid w:val="00330084"/>
    <w:rsid w:val="00330181"/>
    <w:rsid w:val="00330D6A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95"/>
    <w:rsid w:val="003341F4"/>
    <w:rsid w:val="0033441C"/>
    <w:rsid w:val="0033455E"/>
    <w:rsid w:val="00334580"/>
    <w:rsid w:val="00334884"/>
    <w:rsid w:val="00334BBF"/>
    <w:rsid w:val="00334CDC"/>
    <w:rsid w:val="0033540D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9C9"/>
    <w:rsid w:val="00340C65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5C7E"/>
    <w:rsid w:val="003465A7"/>
    <w:rsid w:val="00346C98"/>
    <w:rsid w:val="003471C6"/>
    <w:rsid w:val="003479F2"/>
    <w:rsid w:val="0035014B"/>
    <w:rsid w:val="003505C3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746"/>
    <w:rsid w:val="00356C4B"/>
    <w:rsid w:val="003575FA"/>
    <w:rsid w:val="0036006D"/>
    <w:rsid w:val="00360233"/>
    <w:rsid w:val="0036027F"/>
    <w:rsid w:val="00360BB0"/>
    <w:rsid w:val="00360E49"/>
    <w:rsid w:val="00360E6D"/>
    <w:rsid w:val="00361237"/>
    <w:rsid w:val="00361C40"/>
    <w:rsid w:val="00361FFD"/>
    <w:rsid w:val="0036224C"/>
    <w:rsid w:val="003628C3"/>
    <w:rsid w:val="00362916"/>
    <w:rsid w:val="003630BF"/>
    <w:rsid w:val="00363501"/>
    <w:rsid w:val="0036352B"/>
    <w:rsid w:val="00363FE9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1A8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592D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0E5A"/>
    <w:rsid w:val="003818E3"/>
    <w:rsid w:val="00381B5D"/>
    <w:rsid w:val="00381B70"/>
    <w:rsid w:val="00381E73"/>
    <w:rsid w:val="00381FF2"/>
    <w:rsid w:val="0038201F"/>
    <w:rsid w:val="00382BD6"/>
    <w:rsid w:val="00382EC3"/>
    <w:rsid w:val="00382F08"/>
    <w:rsid w:val="00383248"/>
    <w:rsid w:val="0038426E"/>
    <w:rsid w:val="00385505"/>
    <w:rsid w:val="00385574"/>
    <w:rsid w:val="00385A50"/>
    <w:rsid w:val="00386016"/>
    <w:rsid w:val="0038601A"/>
    <w:rsid w:val="00386A4D"/>
    <w:rsid w:val="00386A8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B6"/>
    <w:rsid w:val="00396136"/>
    <w:rsid w:val="00396494"/>
    <w:rsid w:val="0039670C"/>
    <w:rsid w:val="0039693C"/>
    <w:rsid w:val="00396940"/>
    <w:rsid w:val="00396CB8"/>
    <w:rsid w:val="00396E84"/>
    <w:rsid w:val="00397148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1978"/>
    <w:rsid w:val="003B2926"/>
    <w:rsid w:val="003B2ABA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52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0FE8"/>
    <w:rsid w:val="003D1532"/>
    <w:rsid w:val="003D194C"/>
    <w:rsid w:val="003D1A55"/>
    <w:rsid w:val="003D1D0F"/>
    <w:rsid w:val="003D216D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A54"/>
    <w:rsid w:val="003D6912"/>
    <w:rsid w:val="003D6DCB"/>
    <w:rsid w:val="003D7255"/>
    <w:rsid w:val="003D7C44"/>
    <w:rsid w:val="003D7C7A"/>
    <w:rsid w:val="003E055B"/>
    <w:rsid w:val="003E11F4"/>
    <w:rsid w:val="003E126A"/>
    <w:rsid w:val="003E144F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7C0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36BF"/>
    <w:rsid w:val="003F3EDD"/>
    <w:rsid w:val="003F41DB"/>
    <w:rsid w:val="003F4593"/>
    <w:rsid w:val="003F4677"/>
    <w:rsid w:val="003F59C3"/>
    <w:rsid w:val="003F64A5"/>
    <w:rsid w:val="003F6A95"/>
    <w:rsid w:val="003F6D9A"/>
    <w:rsid w:val="003F75FB"/>
    <w:rsid w:val="003F79C8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DF8"/>
    <w:rsid w:val="00404EC5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EC0"/>
    <w:rsid w:val="0041289C"/>
    <w:rsid w:val="00412E38"/>
    <w:rsid w:val="004137F4"/>
    <w:rsid w:val="00413A7B"/>
    <w:rsid w:val="00413B16"/>
    <w:rsid w:val="00413D6C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4FB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5FB"/>
    <w:rsid w:val="004346CB"/>
    <w:rsid w:val="0043494C"/>
    <w:rsid w:val="00434FB6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09C2"/>
    <w:rsid w:val="004409EA"/>
    <w:rsid w:val="004410F1"/>
    <w:rsid w:val="0044143A"/>
    <w:rsid w:val="004415FF"/>
    <w:rsid w:val="00442BD8"/>
    <w:rsid w:val="00442ECD"/>
    <w:rsid w:val="00442F37"/>
    <w:rsid w:val="00443386"/>
    <w:rsid w:val="004433AD"/>
    <w:rsid w:val="00443A17"/>
    <w:rsid w:val="004440D7"/>
    <w:rsid w:val="00444168"/>
    <w:rsid w:val="0044445D"/>
    <w:rsid w:val="004451D8"/>
    <w:rsid w:val="00445C91"/>
    <w:rsid w:val="00445CB5"/>
    <w:rsid w:val="0044605E"/>
    <w:rsid w:val="0044629E"/>
    <w:rsid w:val="00446783"/>
    <w:rsid w:val="004471A8"/>
    <w:rsid w:val="00447A20"/>
    <w:rsid w:val="00447DD9"/>
    <w:rsid w:val="00447ED4"/>
    <w:rsid w:val="00450043"/>
    <w:rsid w:val="00450102"/>
    <w:rsid w:val="00450397"/>
    <w:rsid w:val="00450778"/>
    <w:rsid w:val="00450A05"/>
    <w:rsid w:val="00450CF7"/>
    <w:rsid w:val="00450EF2"/>
    <w:rsid w:val="0045149F"/>
    <w:rsid w:val="00452340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76B"/>
    <w:rsid w:val="00462E26"/>
    <w:rsid w:val="00462F06"/>
    <w:rsid w:val="00462F11"/>
    <w:rsid w:val="0046320C"/>
    <w:rsid w:val="00463371"/>
    <w:rsid w:val="00463576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D9B"/>
    <w:rsid w:val="00472FB3"/>
    <w:rsid w:val="00473044"/>
    <w:rsid w:val="00473707"/>
    <w:rsid w:val="00473AF1"/>
    <w:rsid w:val="00473E4D"/>
    <w:rsid w:val="00473FAF"/>
    <w:rsid w:val="00474252"/>
    <w:rsid w:val="0047468E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746"/>
    <w:rsid w:val="00476C5F"/>
    <w:rsid w:val="00476DE4"/>
    <w:rsid w:val="004771F4"/>
    <w:rsid w:val="00477387"/>
    <w:rsid w:val="00477CDE"/>
    <w:rsid w:val="0048013A"/>
    <w:rsid w:val="0048090C"/>
    <w:rsid w:val="004809ED"/>
    <w:rsid w:val="00480B04"/>
    <w:rsid w:val="004812AB"/>
    <w:rsid w:val="00481492"/>
    <w:rsid w:val="00481D5C"/>
    <w:rsid w:val="00482AAA"/>
    <w:rsid w:val="00482ACF"/>
    <w:rsid w:val="00482C01"/>
    <w:rsid w:val="00482CBF"/>
    <w:rsid w:val="00483340"/>
    <w:rsid w:val="004836E1"/>
    <w:rsid w:val="00483B23"/>
    <w:rsid w:val="00483E91"/>
    <w:rsid w:val="00483F13"/>
    <w:rsid w:val="00484035"/>
    <w:rsid w:val="004847FD"/>
    <w:rsid w:val="0048494F"/>
    <w:rsid w:val="004857DE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0D9"/>
    <w:rsid w:val="00494BB4"/>
    <w:rsid w:val="00494C64"/>
    <w:rsid w:val="00494D39"/>
    <w:rsid w:val="00494EA4"/>
    <w:rsid w:val="004958EF"/>
    <w:rsid w:val="004958FC"/>
    <w:rsid w:val="00496418"/>
    <w:rsid w:val="00496CF7"/>
    <w:rsid w:val="0049733D"/>
    <w:rsid w:val="00497D5A"/>
    <w:rsid w:val="00497F62"/>
    <w:rsid w:val="004A0341"/>
    <w:rsid w:val="004A099C"/>
    <w:rsid w:val="004A0C48"/>
    <w:rsid w:val="004A121A"/>
    <w:rsid w:val="004A187A"/>
    <w:rsid w:val="004A18B9"/>
    <w:rsid w:val="004A1FBD"/>
    <w:rsid w:val="004A20AD"/>
    <w:rsid w:val="004A2136"/>
    <w:rsid w:val="004A253C"/>
    <w:rsid w:val="004A2808"/>
    <w:rsid w:val="004A2BA6"/>
    <w:rsid w:val="004A3361"/>
    <w:rsid w:val="004A3580"/>
    <w:rsid w:val="004A3859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FCF"/>
    <w:rsid w:val="004A7199"/>
    <w:rsid w:val="004A7585"/>
    <w:rsid w:val="004A784F"/>
    <w:rsid w:val="004B079D"/>
    <w:rsid w:val="004B0899"/>
    <w:rsid w:val="004B0A13"/>
    <w:rsid w:val="004B0DA7"/>
    <w:rsid w:val="004B1D20"/>
    <w:rsid w:val="004B1E95"/>
    <w:rsid w:val="004B1FBE"/>
    <w:rsid w:val="004B20FF"/>
    <w:rsid w:val="004B2183"/>
    <w:rsid w:val="004B31C2"/>
    <w:rsid w:val="004B3393"/>
    <w:rsid w:val="004B38A6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4C1B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13E"/>
    <w:rsid w:val="004C0B55"/>
    <w:rsid w:val="004C0FC8"/>
    <w:rsid w:val="004C167C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625F"/>
    <w:rsid w:val="004C6581"/>
    <w:rsid w:val="004C7334"/>
    <w:rsid w:val="004C7450"/>
    <w:rsid w:val="004C74DF"/>
    <w:rsid w:val="004C75FE"/>
    <w:rsid w:val="004C76AF"/>
    <w:rsid w:val="004C7B5A"/>
    <w:rsid w:val="004C7BBC"/>
    <w:rsid w:val="004C7C01"/>
    <w:rsid w:val="004D00C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E93"/>
    <w:rsid w:val="004D2FA2"/>
    <w:rsid w:val="004D34E0"/>
    <w:rsid w:val="004D37D7"/>
    <w:rsid w:val="004D38D8"/>
    <w:rsid w:val="004D4B11"/>
    <w:rsid w:val="004D4BEA"/>
    <w:rsid w:val="004D5332"/>
    <w:rsid w:val="004D552B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02B"/>
    <w:rsid w:val="004E629A"/>
    <w:rsid w:val="004E6375"/>
    <w:rsid w:val="004E63A6"/>
    <w:rsid w:val="004E64B8"/>
    <w:rsid w:val="004E6BDE"/>
    <w:rsid w:val="004E7281"/>
    <w:rsid w:val="004E797C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B29"/>
    <w:rsid w:val="004F7D31"/>
    <w:rsid w:val="00500857"/>
    <w:rsid w:val="0050161C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50C"/>
    <w:rsid w:val="00505806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2BD"/>
    <w:rsid w:val="00510831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1E6"/>
    <w:rsid w:val="005141ED"/>
    <w:rsid w:val="00514CA1"/>
    <w:rsid w:val="00514D4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D8"/>
    <w:rsid w:val="005244AB"/>
    <w:rsid w:val="00524621"/>
    <w:rsid w:val="005249E6"/>
    <w:rsid w:val="00525942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EE3"/>
    <w:rsid w:val="005340C7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189C"/>
    <w:rsid w:val="005420EA"/>
    <w:rsid w:val="00542150"/>
    <w:rsid w:val="00542609"/>
    <w:rsid w:val="005427ED"/>
    <w:rsid w:val="0054288F"/>
    <w:rsid w:val="00543E2D"/>
    <w:rsid w:val="005440C7"/>
    <w:rsid w:val="0054422B"/>
    <w:rsid w:val="005443E4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267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CBB"/>
    <w:rsid w:val="00560694"/>
    <w:rsid w:val="0056075E"/>
    <w:rsid w:val="005615C8"/>
    <w:rsid w:val="0056171D"/>
    <w:rsid w:val="00561C9A"/>
    <w:rsid w:val="005624E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986"/>
    <w:rsid w:val="00567D95"/>
    <w:rsid w:val="00567EEE"/>
    <w:rsid w:val="00567F64"/>
    <w:rsid w:val="00570BE4"/>
    <w:rsid w:val="00571629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4CCC"/>
    <w:rsid w:val="00575152"/>
    <w:rsid w:val="0057544C"/>
    <w:rsid w:val="0057637D"/>
    <w:rsid w:val="00576B42"/>
    <w:rsid w:val="00576EC6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950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10F5"/>
    <w:rsid w:val="00591305"/>
    <w:rsid w:val="00591656"/>
    <w:rsid w:val="00591E1F"/>
    <w:rsid w:val="00592017"/>
    <w:rsid w:val="00592292"/>
    <w:rsid w:val="00592A50"/>
    <w:rsid w:val="00592B66"/>
    <w:rsid w:val="00592DBB"/>
    <w:rsid w:val="00592DC2"/>
    <w:rsid w:val="00592E6A"/>
    <w:rsid w:val="0059371D"/>
    <w:rsid w:val="005937A4"/>
    <w:rsid w:val="00593A79"/>
    <w:rsid w:val="00593A98"/>
    <w:rsid w:val="00593DAA"/>
    <w:rsid w:val="0059453D"/>
    <w:rsid w:val="00594F7B"/>
    <w:rsid w:val="005952BD"/>
    <w:rsid w:val="00595351"/>
    <w:rsid w:val="0059548C"/>
    <w:rsid w:val="0059555D"/>
    <w:rsid w:val="0059555E"/>
    <w:rsid w:val="005957DE"/>
    <w:rsid w:val="00595895"/>
    <w:rsid w:val="0059596A"/>
    <w:rsid w:val="00595D75"/>
    <w:rsid w:val="005961B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C0F"/>
    <w:rsid w:val="005A2438"/>
    <w:rsid w:val="005A244A"/>
    <w:rsid w:val="005A24D9"/>
    <w:rsid w:val="005A33DD"/>
    <w:rsid w:val="005A35A5"/>
    <w:rsid w:val="005A35F7"/>
    <w:rsid w:val="005A3B6A"/>
    <w:rsid w:val="005A3B91"/>
    <w:rsid w:val="005A3CCF"/>
    <w:rsid w:val="005A3D84"/>
    <w:rsid w:val="005A3EB7"/>
    <w:rsid w:val="005A4A63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A6B7F"/>
    <w:rsid w:val="005A79C9"/>
    <w:rsid w:val="005B0D02"/>
    <w:rsid w:val="005B121B"/>
    <w:rsid w:val="005B132D"/>
    <w:rsid w:val="005B311E"/>
    <w:rsid w:val="005B3611"/>
    <w:rsid w:val="005B3996"/>
    <w:rsid w:val="005B3BC8"/>
    <w:rsid w:val="005B3E06"/>
    <w:rsid w:val="005B3EF5"/>
    <w:rsid w:val="005B3F9C"/>
    <w:rsid w:val="005B4977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35A"/>
    <w:rsid w:val="005C7CDE"/>
    <w:rsid w:val="005C7F23"/>
    <w:rsid w:val="005C7F67"/>
    <w:rsid w:val="005D017C"/>
    <w:rsid w:val="005D023E"/>
    <w:rsid w:val="005D05F7"/>
    <w:rsid w:val="005D0E77"/>
    <w:rsid w:val="005D1270"/>
    <w:rsid w:val="005D1DF0"/>
    <w:rsid w:val="005D1E96"/>
    <w:rsid w:val="005D2231"/>
    <w:rsid w:val="005D2464"/>
    <w:rsid w:val="005D254B"/>
    <w:rsid w:val="005D2961"/>
    <w:rsid w:val="005D29A4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7"/>
    <w:rsid w:val="005D5C2C"/>
    <w:rsid w:val="005D61F8"/>
    <w:rsid w:val="005D626D"/>
    <w:rsid w:val="005D660D"/>
    <w:rsid w:val="005D662F"/>
    <w:rsid w:val="005E003F"/>
    <w:rsid w:val="005E0885"/>
    <w:rsid w:val="005E1362"/>
    <w:rsid w:val="005E1618"/>
    <w:rsid w:val="005E1807"/>
    <w:rsid w:val="005E1847"/>
    <w:rsid w:val="005E23A7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9FA"/>
    <w:rsid w:val="005E6DC0"/>
    <w:rsid w:val="005E6E58"/>
    <w:rsid w:val="005E7644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496"/>
    <w:rsid w:val="005F3775"/>
    <w:rsid w:val="005F3A0D"/>
    <w:rsid w:val="005F45CE"/>
    <w:rsid w:val="005F45FE"/>
    <w:rsid w:val="005F4768"/>
    <w:rsid w:val="005F4BF8"/>
    <w:rsid w:val="005F5715"/>
    <w:rsid w:val="005F5742"/>
    <w:rsid w:val="005F5D24"/>
    <w:rsid w:val="005F5E71"/>
    <w:rsid w:val="005F5E98"/>
    <w:rsid w:val="005F64C3"/>
    <w:rsid w:val="005F7997"/>
    <w:rsid w:val="005F79AD"/>
    <w:rsid w:val="005F7AF1"/>
    <w:rsid w:val="005F7BA0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6F4"/>
    <w:rsid w:val="00607D49"/>
    <w:rsid w:val="00607E90"/>
    <w:rsid w:val="0061004A"/>
    <w:rsid w:val="00610099"/>
    <w:rsid w:val="006107A6"/>
    <w:rsid w:val="00610950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17C5A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3E67"/>
    <w:rsid w:val="0062404B"/>
    <w:rsid w:val="006242E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2B73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06F"/>
    <w:rsid w:val="00635338"/>
    <w:rsid w:val="006360E3"/>
    <w:rsid w:val="006362F0"/>
    <w:rsid w:val="006364EC"/>
    <w:rsid w:val="006370AB"/>
    <w:rsid w:val="00637898"/>
    <w:rsid w:val="00637B0A"/>
    <w:rsid w:val="00637D0B"/>
    <w:rsid w:val="0064005F"/>
    <w:rsid w:val="00640385"/>
    <w:rsid w:val="006408CC"/>
    <w:rsid w:val="00640BF8"/>
    <w:rsid w:val="00640EBC"/>
    <w:rsid w:val="006412D3"/>
    <w:rsid w:val="00641E7D"/>
    <w:rsid w:val="00642226"/>
    <w:rsid w:val="006427E3"/>
    <w:rsid w:val="00642A94"/>
    <w:rsid w:val="00643113"/>
    <w:rsid w:val="00643AD8"/>
    <w:rsid w:val="00644277"/>
    <w:rsid w:val="006444E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7FB"/>
    <w:rsid w:val="006509CC"/>
    <w:rsid w:val="00650F20"/>
    <w:rsid w:val="0065124D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279"/>
    <w:rsid w:val="00655312"/>
    <w:rsid w:val="006556F3"/>
    <w:rsid w:val="00655F96"/>
    <w:rsid w:val="00655FA6"/>
    <w:rsid w:val="00656362"/>
    <w:rsid w:val="006563AD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4DCB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85"/>
    <w:rsid w:val="00674F76"/>
    <w:rsid w:val="006750CE"/>
    <w:rsid w:val="006753F5"/>
    <w:rsid w:val="006756DA"/>
    <w:rsid w:val="00675F08"/>
    <w:rsid w:val="006760B7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53C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099"/>
    <w:rsid w:val="00684334"/>
    <w:rsid w:val="00684995"/>
    <w:rsid w:val="00684A9E"/>
    <w:rsid w:val="00684C9A"/>
    <w:rsid w:val="006850A8"/>
    <w:rsid w:val="00685444"/>
    <w:rsid w:val="00685840"/>
    <w:rsid w:val="00685A56"/>
    <w:rsid w:val="00685C3D"/>
    <w:rsid w:val="0068662E"/>
    <w:rsid w:val="00686EC6"/>
    <w:rsid w:val="006874F7"/>
    <w:rsid w:val="00687C4D"/>
    <w:rsid w:val="00687C77"/>
    <w:rsid w:val="006904EB"/>
    <w:rsid w:val="00690D2B"/>
    <w:rsid w:val="00690E98"/>
    <w:rsid w:val="00691527"/>
    <w:rsid w:val="006917DB"/>
    <w:rsid w:val="006922DC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ACE"/>
    <w:rsid w:val="006A07B1"/>
    <w:rsid w:val="006A09AF"/>
    <w:rsid w:val="006A09F6"/>
    <w:rsid w:val="006A0A34"/>
    <w:rsid w:val="006A0E9B"/>
    <w:rsid w:val="006A18A5"/>
    <w:rsid w:val="006A1A34"/>
    <w:rsid w:val="006A2568"/>
    <w:rsid w:val="006A2BCA"/>
    <w:rsid w:val="006A2C73"/>
    <w:rsid w:val="006A2C89"/>
    <w:rsid w:val="006A3073"/>
    <w:rsid w:val="006A3868"/>
    <w:rsid w:val="006A441A"/>
    <w:rsid w:val="006A4948"/>
    <w:rsid w:val="006A4DF5"/>
    <w:rsid w:val="006A5563"/>
    <w:rsid w:val="006A55DC"/>
    <w:rsid w:val="006A5D9B"/>
    <w:rsid w:val="006A6440"/>
    <w:rsid w:val="006A6C1A"/>
    <w:rsid w:val="006A6D5A"/>
    <w:rsid w:val="006A7050"/>
    <w:rsid w:val="006A7A26"/>
    <w:rsid w:val="006A7D94"/>
    <w:rsid w:val="006A7E80"/>
    <w:rsid w:val="006B05F3"/>
    <w:rsid w:val="006B0F8B"/>
    <w:rsid w:val="006B0F9D"/>
    <w:rsid w:val="006B1026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6260"/>
    <w:rsid w:val="006B633A"/>
    <w:rsid w:val="006B68FD"/>
    <w:rsid w:val="006B7034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59A2"/>
    <w:rsid w:val="006C6510"/>
    <w:rsid w:val="006C75FC"/>
    <w:rsid w:val="006C7D94"/>
    <w:rsid w:val="006D0494"/>
    <w:rsid w:val="006D05B1"/>
    <w:rsid w:val="006D1D16"/>
    <w:rsid w:val="006D20B3"/>
    <w:rsid w:val="006D24D3"/>
    <w:rsid w:val="006D2836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045"/>
    <w:rsid w:val="006E5484"/>
    <w:rsid w:val="006E5A7F"/>
    <w:rsid w:val="006E5C5F"/>
    <w:rsid w:val="006E5F40"/>
    <w:rsid w:val="006E65A6"/>
    <w:rsid w:val="006E664E"/>
    <w:rsid w:val="006E6926"/>
    <w:rsid w:val="006E6947"/>
    <w:rsid w:val="006E6E1E"/>
    <w:rsid w:val="006E6E23"/>
    <w:rsid w:val="006E6F32"/>
    <w:rsid w:val="006E7785"/>
    <w:rsid w:val="006E79F0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1DC7"/>
    <w:rsid w:val="006F2788"/>
    <w:rsid w:val="006F3B2F"/>
    <w:rsid w:val="006F3E33"/>
    <w:rsid w:val="006F40D7"/>
    <w:rsid w:val="006F4182"/>
    <w:rsid w:val="006F4761"/>
    <w:rsid w:val="006F48A9"/>
    <w:rsid w:val="006F48EC"/>
    <w:rsid w:val="006F49F0"/>
    <w:rsid w:val="006F5166"/>
    <w:rsid w:val="006F594E"/>
    <w:rsid w:val="006F5BEC"/>
    <w:rsid w:val="006F5E5F"/>
    <w:rsid w:val="006F5F01"/>
    <w:rsid w:val="006F6751"/>
    <w:rsid w:val="006F6A7F"/>
    <w:rsid w:val="006F710A"/>
    <w:rsid w:val="006F73EB"/>
    <w:rsid w:val="006F7654"/>
    <w:rsid w:val="006F7C20"/>
    <w:rsid w:val="006F7D49"/>
    <w:rsid w:val="0070026C"/>
    <w:rsid w:val="00700A95"/>
    <w:rsid w:val="00700D8C"/>
    <w:rsid w:val="007010AD"/>
    <w:rsid w:val="00701101"/>
    <w:rsid w:val="007016CF"/>
    <w:rsid w:val="007021A9"/>
    <w:rsid w:val="00702961"/>
    <w:rsid w:val="00702EB8"/>
    <w:rsid w:val="0070317A"/>
    <w:rsid w:val="00703876"/>
    <w:rsid w:val="00704D53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138E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5236"/>
    <w:rsid w:val="007159D8"/>
    <w:rsid w:val="00716E9E"/>
    <w:rsid w:val="00716F5A"/>
    <w:rsid w:val="00717094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3AB"/>
    <w:rsid w:val="007337BE"/>
    <w:rsid w:val="00733DAB"/>
    <w:rsid w:val="007341C5"/>
    <w:rsid w:val="0073435C"/>
    <w:rsid w:val="00734740"/>
    <w:rsid w:val="00734F49"/>
    <w:rsid w:val="00735780"/>
    <w:rsid w:val="00735A37"/>
    <w:rsid w:val="00735B10"/>
    <w:rsid w:val="0073605C"/>
    <w:rsid w:val="0073667F"/>
    <w:rsid w:val="00736A1B"/>
    <w:rsid w:val="00736A97"/>
    <w:rsid w:val="00736CD9"/>
    <w:rsid w:val="00737D02"/>
    <w:rsid w:val="00737D18"/>
    <w:rsid w:val="00737D79"/>
    <w:rsid w:val="007400EB"/>
    <w:rsid w:val="007404CA"/>
    <w:rsid w:val="00741136"/>
    <w:rsid w:val="00741B1D"/>
    <w:rsid w:val="007420B3"/>
    <w:rsid w:val="00742204"/>
    <w:rsid w:val="007425E9"/>
    <w:rsid w:val="00742752"/>
    <w:rsid w:val="00743EA0"/>
    <w:rsid w:val="0074416A"/>
    <w:rsid w:val="0074444E"/>
    <w:rsid w:val="00744A5E"/>
    <w:rsid w:val="00744A69"/>
    <w:rsid w:val="00744BA6"/>
    <w:rsid w:val="00744D05"/>
    <w:rsid w:val="00745432"/>
    <w:rsid w:val="00745B51"/>
    <w:rsid w:val="00745F94"/>
    <w:rsid w:val="0074639F"/>
    <w:rsid w:val="00746A35"/>
    <w:rsid w:val="00746CCB"/>
    <w:rsid w:val="007476DB"/>
    <w:rsid w:val="0074773C"/>
    <w:rsid w:val="0074797B"/>
    <w:rsid w:val="00747C80"/>
    <w:rsid w:val="0075006F"/>
    <w:rsid w:val="00750705"/>
    <w:rsid w:val="00750DD5"/>
    <w:rsid w:val="007512A0"/>
    <w:rsid w:val="00751E23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6D1"/>
    <w:rsid w:val="00761B92"/>
    <w:rsid w:val="00761F5A"/>
    <w:rsid w:val="00761F79"/>
    <w:rsid w:val="00761FC4"/>
    <w:rsid w:val="00762A37"/>
    <w:rsid w:val="00762AF6"/>
    <w:rsid w:val="00763387"/>
    <w:rsid w:val="0076343F"/>
    <w:rsid w:val="00763831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3C8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A13"/>
    <w:rsid w:val="00775F87"/>
    <w:rsid w:val="00775FFB"/>
    <w:rsid w:val="00776EE2"/>
    <w:rsid w:val="00777014"/>
    <w:rsid w:val="00777253"/>
    <w:rsid w:val="00777B45"/>
    <w:rsid w:val="00777EA7"/>
    <w:rsid w:val="00780BFF"/>
    <w:rsid w:val="00780D7C"/>
    <w:rsid w:val="0078184A"/>
    <w:rsid w:val="00781B33"/>
    <w:rsid w:val="00781BF8"/>
    <w:rsid w:val="00781C03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37EA"/>
    <w:rsid w:val="00784386"/>
    <w:rsid w:val="00784496"/>
    <w:rsid w:val="00784613"/>
    <w:rsid w:val="00784970"/>
    <w:rsid w:val="007854DD"/>
    <w:rsid w:val="00785CAC"/>
    <w:rsid w:val="00786F9B"/>
    <w:rsid w:val="0078727C"/>
    <w:rsid w:val="007872F3"/>
    <w:rsid w:val="007873C7"/>
    <w:rsid w:val="007873CB"/>
    <w:rsid w:val="007874E5"/>
    <w:rsid w:val="0078762B"/>
    <w:rsid w:val="00790681"/>
    <w:rsid w:val="00790E74"/>
    <w:rsid w:val="00791234"/>
    <w:rsid w:val="00791C0D"/>
    <w:rsid w:val="00791FC6"/>
    <w:rsid w:val="007927B5"/>
    <w:rsid w:val="00792A64"/>
    <w:rsid w:val="00792A8E"/>
    <w:rsid w:val="00792C30"/>
    <w:rsid w:val="0079314B"/>
    <w:rsid w:val="00793870"/>
    <w:rsid w:val="00793FAA"/>
    <w:rsid w:val="00794043"/>
    <w:rsid w:val="0079433F"/>
    <w:rsid w:val="00794CEA"/>
    <w:rsid w:val="00795E93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C2"/>
    <w:rsid w:val="007A21F1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65C8"/>
    <w:rsid w:val="007A70EA"/>
    <w:rsid w:val="007A71AC"/>
    <w:rsid w:val="007A74C2"/>
    <w:rsid w:val="007A7903"/>
    <w:rsid w:val="007B007F"/>
    <w:rsid w:val="007B0576"/>
    <w:rsid w:val="007B0DAC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F91"/>
    <w:rsid w:val="007B5021"/>
    <w:rsid w:val="007B57C8"/>
    <w:rsid w:val="007B6086"/>
    <w:rsid w:val="007B6690"/>
    <w:rsid w:val="007B6F23"/>
    <w:rsid w:val="007B72FE"/>
    <w:rsid w:val="007C02DA"/>
    <w:rsid w:val="007C02EF"/>
    <w:rsid w:val="007C033A"/>
    <w:rsid w:val="007C0357"/>
    <w:rsid w:val="007C05B9"/>
    <w:rsid w:val="007C090A"/>
    <w:rsid w:val="007C0DF4"/>
    <w:rsid w:val="007C13F3"/>
    <w:rsid w:val="007C1AF8"/>
    <w:rsid w:val="007C205E"/>
    <w:rsid w:val="007C237D"/>
    <w:rsid w:val="007C2529"/>
    <w:rsid w:val="007C276B"/>
    <w:rsid w:val="007C2F38"/>
    <w:rsid w:val="007C317E"/>
    <w:rsid w:val="007C31AF"/>
    <w:rsid w:val="007C3807"/>
    <w:rsid w:val="007C3DBE"/>
    <w:rsid w:val="007C3FDD"/>
    <w:rsid w:val="007C4208"/>
    <w:rsid w:val="007C4567"/>
    <w:rsid w:val="007C4AB3"/>
    <w:rsid w:val="007C4BB6"/>
    <w:rsid w:val="007C53B6"/>
    <w:rsid w:val="007C58CA"/>
    <w:rsid w:val="007C615F"/>
    <w:rsid w:val="007C6A24"/>
    <w:rsid w:val="007C71F9"/>
    <w:rsid w:val="007C7469"/>
    <w:rsid w:val="007C7520"/>
    <w:rsid w:val="007C7752"/>
    <w:rsid w:val="007C7811"/>
    <w:rsid w:val="007C7B64"/>
    <w:rsid w:val="007C7DFB"/>
    <w:rsid w:val="007D0415"/>
    <w:rsid w:val="007D0619"/>
    <w:rsid w:val="007D065A"/>
    <w:rsid w:val="007D16C7"/>
    <w:rsid w:val="007D17A4"/>
    <w:rsid w:val="007D1A10"/>
    <w:rsid w:val="007D252C"/>
    <w:rsid w:val="007D262D"/>
    <w:rsid w:val="007D29AC"/>
    <w:rsid w:val="007D2D10"/>
    <w:rsid w:val="007D3359"/>
    <w:rsid w:val="007D36AD"/>
    <w:rsid w:val="007D44B9"/>
    <w:rsid w:val="007D489B"/>
    <w:rsid w:val="007D48C4"/>
    <w:rsid w:val="007D508D"/>
    <w:rsid w:val="007D5CC1"/>
    <w:rsid w:val="007D635A"/>
    <w:rsid w:val="007D7322"/>
    <w:rsid w:val="007D750A"/>
    <w:rsid w:val="007D7788"/>
    <w:rsid w:val="007D7ABE"/>
    <w:rsid w:val="007D7D37"/>
    <w:rsid w:val="007E15AE"/>
    <w:rsid w:val="007E187E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5D3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9CE"/>
    <w:rsid w:val="00800A70"/>
    <w:rsid w:val="00800C13"/>
    <w:rsid w:val="008015F2"/>
    <w:rsid w:val="00801CA7"/>
    <w:rsid w:val="00801CB9"/>
    <w:rsid w:val="00802034"/>
    <w:rsid w:val="0080261E"/>
    <w:rsid w:val="00803194"/>
    <w:rsid w:val="00803371"/>
    <w:rsid w:val="00803569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6315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3366"/>
    <w:rsid w:val="008139F0"/>
    <w:rsid w:val="00813A45"/>
    <w:rsid w:val="00814143"/>
    <w:rsid w:val="00814785"/>
    <w:rsid w:val="00814BE0"/>
    <w:rsid w:val="00814F89"/>
    <w:rsid w:val="00815287"/>
    <w:rsid w:val="00815B65"/>
    <w:rsid w:val="00815D55"/>
    <w:rsid w:val="008162C1"/>
    <w:rsid w:val="008162C7"/>
    <w:rsid w:val="0081645A"/>
    <w:rsid w:val="008165BB"/>
    <w:rsid w:val="008168AD"/>
    <w:rsid w:val="008168E2"/>
    <w:rsid w:val="00817007"/>
    <w:rsid w:val="00817085"/>
    <w:rsid w:val="00817110"/>
    <w:rsid w:val="008173F2"/>
    <w:rsid w:val="00820006"/>
    <w:rsid w:val="008202F5"/>
    <w:rsid w:val="0082034D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8D"/>
    <w:rsid w:val="00824AF0"/>
    <w:rsid w:val="00824F9E"/>
    <w:rsid w:val="00825883"/>
    <w:rsid w:val="00826834"/>
    <w:rsid w:val="0082742E"/>
    <w:rsid w:val="00827466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3F97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1CAB"/>
    <w:rsid w:val="00852371"/>
    <w:rsid w:val="0085262E"/>
    <w:rsid w:val="00852B6C"/>
    <w:rsid w:val="008533FD"/>
    <w:rsid w:val="00853EAC"/>
    <w:rsid w:val="008542D1"/>
    <w:rsid w:val="00854CE8"/>
    <w:rsid w:val="0085534E"/>
    <w:rsid w:val="008553B7"/>
    <w:rsid w:val="00855E2E"/>
    <w:rsid w:val="00855F21"/>
    <w:rsid w:val="008561FB"/>
    <w:rsid w:val="008563E8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46B"/>
    <w:rsid w:val="00873544"/>
    <w:rsid w:val="008737CE"/>
    <w:rsid w:val="00873EAC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74D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47F"/>
    <w:rsid w:val="008905BC"/>
    <w:rsid w:val="008910DD"/>
    <w:rsid w:val="008910E4"/>
    <w:rsid w:val="00891CFD"/>
    <w:rsid w:val="00891E44"/>
    <w:rsid w:val="00892545"/>
    <w:rsid w:val="00892DDC"/>
    <w:rsid w:val="00893276"/>
    <w:rsid w:val="008933A5"/>
    <w:rsid w:val="00893BC3"/>
    <w:rsid w:val="00895194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DBC"/>
    <w:rsid w:val="008A1469"/>
    <w:rsid w:val="008A14FD"/>
    <w:rsid w:val="008A17E5"/>
    <w:rsid w:val="008A1CD6"/>
    <w:rsid w:val="008A2295"/>
    <w:rsid w:val="008A2789"/>
    <w:rsid w:val="008A28F6"/>
    <w:rsid w:val="008A31D0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56C"/>
    <w:rsid w:val="008B16B3"/>
    <w:rsid w:val="008B186C"/>
    <w:rsid w:val="008B23EE"/>
    <w:rsid w:val="008B2DD5"/>
    <w:rsid w:val="008B2E3D"/>
    <w:rsid w:val="008B322F"/>
    <w:rsid w:val="008B3393"/>
    <w:rsid w:val="008B4560"/>
    <w:rsid w:val="008B4E3B"/>
    <w:rsid w:val="008B4FE9"/>
    <w:rsid w:val="008B5729"/>
    <w:rsid w:val="008B5913"/>
    <w:rsid w:val="008B5CD3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070"/>
    <w:rsid w:val="008C114A"/>
    <w:rsid w:val="008C1514"/>
    <w:rsid w:val="008C1593"/>
    <w:rsid w:val="008C182F"/>
    <w:rsid w:val="008C1CB1"/>
    <w:rsid w:val="008C1DC3"/>
    <w:rsid w:val="008C2001"/>
    <w:rsid w:val="008C23BA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931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43C"/>
    <w:rsid w:val="008C785F"/>
    <w:rsid w:val="008C78EF"/>
    <w:rsid w:val="008C7928"/>
    <w:rsid w:val="008D0011"/>
    <w:rsid w:val="008D02B9"/>
    <w:rsid w:val="008D110C"/>
    <w:rsid w:val="008D1264"/>
    <w:rsid w:val="008D14BF"/>
    <w:rsid w:val="008D1BB4"/>
    <w:rsid w:val="008D1C8A"/>
    <w:rsid w:val="008D1F3D"/>
    <w:rsid w:val="008D217D"/>
    <w:rsid w:val="008D26CD"/>
    <w:rsid w:val="008D3352"/>
    <w:rsid w:val="008D35D5"/>
    <w:rsid w:val="008D3C8E"/>
    <w:rsid w:val="008D3D11"/>
    <w:rsid w:val="008D4725"/>
    <w:rsid w:val="008D4A98"/>
    <w:rsid w:val="008D4C68"/>
    <w:rsid w:val="008D5331"/>
    <w:rsid w:val="008D6193"/>
    <w:rsid w:val="008D61BE"/>
    <w:rsid w:val="008D68D9"/>
    <w:rsid w:val="008D6DA8"/>
    <w:rsid w:val="008D7045"/>
    <w:rsid w:val="008D759B"/>
    <w:rsid w:val="008D7BC5"/>
    <w:rsid w:val="008D7D18"/>
    <w:rsid w:val="008D7EF0"/>
    <w:rsid w:val="008D7FAD"/>
    <w:rsid w:val="008E0088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37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E3"/>
    <w:rsid w:val="008E6552"/>
    <w:rsid w:val="008E6EFD"/>
    <w:rsid w:val="008E74CD"/>
    <w:rsid w:val="008E79F7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A0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4C92"/>
    <w:rsid w:val="008F5212"/>
    <w:rsid w:val="008F5326"/>
    <w:rsid w:val="008F5453"/>
    <w:rsid w:val="008F546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AE3"/>
    <w:rsid w:val="00905EEA"/>
    <w:rsid w:val="009068BA"/>
    <w:rsid w:val="0090691C"/>
    <w:rsid w:val="00906CA5"/>
    <w:rsid w:val="00906CED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3F58"/>
    <w:rsid w:val="00914243"/>
    <w:rsid w:val="00914ABD"/>
    <w:rsid w:val="00914B39"/>
    <w:rsid w:val="00915C76"/>
    <w:rsid w:val="00915E8A"/>
    <w:rsid w:val="00916A7F"/>
    <w:rsid w:val="00917529"/>
    <w:rsid w:val="00917E21"/>
    <w:rsid w:val="009200C3"/>
    <w:rsid w:val="009201FF"/>
    <w:rsid w:val="009203C4"/>
    <w:rsid w:val="009206E5"/>
    <w:rsid w:val="009207CD"/>
    <w:rsid w:val="00920854"/>
    <w:rsid w:val="0092190C"/>
    <w:rsid w:val="009219D5"/>
    <w:rsid w:val="009220D5"/>
    <w:rsid w:val="00922137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4F6D"/>
    <w:rsid w:val="00924F7D"/>
    <w:rsid w:val="0092533D"/>
    <w:rsid w:val="00925349"/>
    <w:rsid w:val="00925543"/>
    <w:rsid w:val="00925C2E"/>
    <w:rsid w:val="00926309"/>
    <w:rsid w:val="00926B5D"/>
    <w:rsid w:val="00926F48"/>
    <w:rsid w:val="009278D6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CFE"/>
    <w:rsid w:val="009328FE"/>
    <w:rsid w:val="00933032"/>
    <w:rsid w:val="00933140"/>
    <w:rsid w:val="0093366A"/>
    <w:rsid w:val="009341DA"/>
    <w:rsid w:val="0093439B"/>
    <w:rsid w:val="00934D68"/>
    <w:rsid w:val="00936123"/>
    <w:rsid w:val="0093640D"/>
    <w:rsid w:val="00937111"/>
    <w:rsid w:val="009372FF"/>
    <w:rsid w:val="009375E9"/>
    <w:rsid w:val="00941211"/>
    <w:rsid w:val="00942346"/>
    <w:rsid w:val="0094274B"/>
    <w:rsid w:val="0094307F"/>
    <w:rsid w:val="00943344"/>
    <w:rsid w:val="0094346B"/>
    <w:rsid w:val="00943900"/>
    <w:rsid w:val="00943F02"/>
    <w:rsid w:val="00944500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93"/>
    <w:rsid w:val="00946324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2D1C"/>
    <w:rsid w:val="009535F7"/>
    <w:rsid w:val="00953698"/>
    <w:rsid w:val="009537D6"/>
    <w:rsid w:val="00953F59"/>
    <w:rsid w:val="009541C6"/>
    <w:rsid w:val="00954579"/>
    <w:rsid w:val="00954EDD"/>
    <w:rsid w:val="0095509A"/>
    <w:rsid w:val="009556C7"/>
    <w:rsid w:val="00955EE3"/>
    <w:rsid w:val="00955FD3"/>
    <w:rsid w:val="00956085"/>
    <w:rsid w:val="00956F6E"/>
    <w:rsid w:val="009575D0"/>
    <w:rsid w:val="00957872"/>
    <w:rsid w:val="00957C4D"/>
    <w:rsid w:val="00957D10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968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6F04"/>
    <w:rsid w:val="00967D5F"/>
    <w:rsid w:val="00967FD3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DC"/>
    <w:rsid w:val="009735EB"/>
    <w:rsid w:val="00973A76"/>
    <w:rsid w:val="00973EBE"/>
    <w:rsid w:val="00974195"/>
    <w:rsid w:val="009743DF"/>
    <w:rsid w:val="009744B9"/>
    <w:rsid w:val="00974795"/>
    <w:rsid w:val="00974886"/>
    <w:rsid w:val="00974D24"/>
    <w:rsid w:val="0097505B"/>
    <w:rsid w:val="009758CD"/>
    <w:rsid w:val="0097598F"/>
    <w:rsid w:val="00975B6D"/>
    <w:rsid w:val="0097699B"/>
    <w:rsid w:val="009769FB"/>
    <w:rsid w:val="009777D2"/>
    <w:rsid w:val="009778F1"/>
    <w:rsid w:val="00977CA3"/>
    <w:rsid w:val="00977D02"/>
    <w:rsid w:val="00977D78"/>
    <w:rsid w:val="009801E8"/>
    <w:rsid w:val="00980349"/>
    <w:rsid w:val="00980624"/>
    <w:rsid w:val="0098065C"/>
    <w:rsid w:val="009806CB"/>
    <w:rsid w:val="00980E2A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00"/>
    <w:rsid w:val="00985D3B"/>
    <w:rsid w:val="0098646F"/>
    <w:rsid w:val="009866A6"/>
    <w:rsid w:val="00986B4A"/>
    <w:rsid w:val="009879A7"/>
    <w:rsid w:val="00987F94"/>
    <w:rsid w:val="0099011E"/>
    <w:rsid w:val="00990466"/>
    <w:rsid w:val="00990938"/>
    <w:rsid w:val="00990BE3"/>
    <w:rsid w:val="00990C70"/>
    <w:rsid w:val="00990DBB"/>
    <w:rsid w:val="00991433"/>
    <w:rsid w:val="0099172E"/>
    <w:rsid w:val="009919C2"/>
    <w:rsid w:val="00992725"/>
    <w:rsid w:val="00992B3B"/>
    <w:rsid w:val="009931DB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49F"/>
    <w:rsid w:val="00997BEF"/>
    <w:rsid w:val="00997CF9"/>
    <w:rsid w:val="009A07AC"/>
    <w:rsid w:val="009A09A5"/>
    <w:rsid w:val="009A0AED"/>
    <w:rsid w:val="009A0DED"/>
    <w:rsid w:val="009A12D2"/>
    <w:rsid w:val="009A1A0F"/>
    <w:rsid w:val="009A26F5"/>
    <w:rsid w:val="009A2843"/>
    <w:rsid w:val="009A2B5B"/>
    <w:rsid w:val="009A3673"/>
    <w:rsid w:val="009A3B9E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6F9D"/>
    <w:rsid w:val="009A7239"/>
    <w:rsid w:val="009A76D7"/>
    <w:rsid w:val="009B00E5"/>
    <w:rsid w:val="009B0D52"/>
    <w:rsid w:val="009B0F54"/>
    <w:rsid w:val="009B0F6A"/>
    <w:rsid w:val="009B16BD"/>
    <w:rsid w:val="009B1A81"/>
    <w:rsid w:val="009B1AF3"/>
    <w:rsid w:val="009B1C96"/>
    <w:rsid w:val="009B2EE2"/>
    <w:rsid w:val="009B30BE"/>
    <w:rsid w:val="009B3390"/>
    <w:rsid w:val="009B365A"/>
    <w:rsid w:val="009B3CE3"/>
    <w:rsid w:val="009B41A3"/>
    <w:rsid w:val="009B4309"/>
    <w:rsid w:val="009B43C1"/>
    <w:rsid w:val="009B47F3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675"/>
    <w:rsid w:val="009C298E"/>
    <w:rsid w:val="009C2ADD"/>
    <w:rsid w:val="009C2DA0"/>
    <w:rsid w:val="009C2DAA"/>
    <w:rsid w:val="009C2DC7"/>
    <w:rsid w:val="009C2EF2"/>
    <w:rsid w:val="009C3D27"/>
    <w:rsid w:val="009C4418"/>
    <w:rsid w:val="009C47BF"/>
    <w:rsid w:val="009C4BAB"/>
    <w:rsid w:val="009C5D2B"/>
    <w:rsid w:val="009C5E2C"/>
    <w:rsid w:val="009C5ECA"/>
    <w:rsid w:val="009C61A6"/>
    <w:rsid w:val="009C669C"/>
    <w:rsid w:val="009C6D52"/>
    <w:rsid w:val="009C73F7"/>
    <w:rsid w:val="009C745D"/>
    <w:rsid w:val="009C749B"/>
    <w:rsid w:val="009C7611"/>
    <w:rsid w:val="009C76E6"/>
    <w:rsid w:val="009C772E"/>
    <w:rsid w:val="009C77B4"/>
    <w:rsid w:val="009C78A7"/>
    <w:rsid w:val="009C78AA"/>
    <w:rsid w:val="009C7E18"/>
    <w:rsid w:val="009D06EA"/>
    <w:rsid w:val="009D08D8"/>
    <w:rsid w:val="009D0FF7"/>
    <w:rsid w:val="009D1396"/>
    <w:rsid w:val="009D148A"/>
    <w:rsid w:val="009D18AB"/>
    <w:rsid w:val="009D1976"/>
    <w:rsid w:val="009D1CFA"/>
    <w:rsid w:val="009D1E47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D0"/>
    <w:rsid w:val="009D5502"/>
    <w:rsid w:val="009D58C2"/>
    <w:rsid w:val="009D5ED2"/>
    <w:rsid w:val="009D5F07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1FA5"/>
    <w:rsid w:val="009E2966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C90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F029E"/>
    <w:rsid w:val="009F02B7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1D5"/>
    <w:rsid w:val="009F5200"/>
    <w:rsid w:val="009F5C4B"/>
    <w:rsid w:val="009F5F83"/>
    <w:rsid w:val="009F617B"/>
    <w:rsid w:val="009F6A08"/>
    <w:rsid w:val="009F6C87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AA0"/>
    <w:rsid w:val="00A12D9F"/>
    <w:rsid w:val="00A1323C"/>
    <w:rsid w:val="00A134FE"/>
    <w:rsid w:val="00A13532"/>
    <w:rsid w:val="00A136B3"/>
    <w:rsid w:val="00A13708"/>
    <w:rsid w:val="00A1396C"/>
    <w:rsid w:val="00A13977"/>
    <w:rsid w:val="00A14D7C"/>
    <w:rsid w:val="00A15824"/>
    <w:rsid w:val="00A15AC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454"/>
    <w:rsid w:val="00A217FE"/>
    <w:rsid w:val="00A2198E"/>
    <w:rsid w:val="00A21DB9"/>
    <w:rsid w:val="00A227FE"/>
    <w:rsid w:val="00A22C1C"/>
    <w:rsid w:val="00A232FF"/>
    <w:rsid w:val="00A2361B"/>
    <w:rsid w:val="00A23888"/>
    <w:rsid w:val="00A23D2C"/>
    <w:rsid w:val="00A2411F"/>
    <w:rsid w:val="00A24156"/>
    <w:rsid w:val="00A243A2"/>
    <w:rsid w:val="00A247EF"/>
    <w:rsid w:val="00A24A3E"/>
    <w:rsid w:val="00A24A59"/>
    <w:rsid w:val="00A24AAD"/>
    <w:rsid w:val="00A24E16"/>
    <w:rsid w:val="00A24EE9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929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B59"/>
    <w:rsid w:val="00A36C44"/>
    <w:rsid w:val="00A36D16"/>
    <w:rsid w:val="00A37086"/>
    <w:rsid w:val="00A37565"/>
    <w:rsid w:val="00A377B4"/>
    <w:rsid w:val="00A37A06"/>
    <w:rsid w:val="00A37A6E"/>
    <w:rsid w:val="00A37C0B"/>
    <w:rsid w:val="00A404F0"/>
    <w:rsid w:val="00A40575"/>
    <w:rsid w:val="00A40A32"/>
    <w:rsid w:val="00A40AC2"/>
    <w:rsid w:val="00A40AC8"/>
    <w:rsid w:val="00A415CA"/>
    <w:rsid w:val="00A41694"/>
    <w:rsid w:val="00A4230F"/>
    <w:rsid w:val="00A4271F"/>
    <w:rsid w:val="00A429C7"/>
    <w:rsid w:val="00A4300B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AE"/>
    <w:rsid w:val="00A4791A"/>
    <w:rsid w:val="00A502AC"/>
    <w:rsid w:val="00A50A3C"/>
    <w:rsid w:val="00A514C8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39B"/>
    <w:rsid w:val="00A55753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C10"/>
    <w:rsid w:val="00A644A8"/>
    <w:rsid w:val="00A648E6"/>
    <w:rsid w:val="00A64BE8"/>
    <w:rsid w:val="00A64C89"/>
    <w:rsid w:val="00A64CA0"/>
    <w:rsid w:val="00A65458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4FE9"/>
    <w:rsid w:val="00A75730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2DE2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92F"/>
    <w:rsid w:val="00A90B01"/>
    <w:rsid w:val="00A90FA0"/>
    <w:rsid w:val="00A91AE5"/>
    <w:rsid w:val="00A9240E"/>
    <w:rsid w:val="00A9265E"/>
    <w:rsid w:val="00A92C6F"/>
    <w:rsid w:val="00A92D12"/>
    <w:rsid w:val="00A92ED4"/>
    <w:rsid w:val="00A93293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8AD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71B"/>
    <w:rsid w:val="00AA2986"/>
    <w:rsid w:val="00AA2998"/>
    <w:rsid w:val="00AA31DD"/>
    <w:rsid w:val="00AA35BF"/>
    <w:rsid w:val="00AA398F"/>
    <w:rsid w:val="00AA39C4"/>
    <w:rsid w:val="00AA3BD3"/>
    <w:rsid w:val="00AA3C07"/>
    <w:rsid w:val="00AA3E9F"/>
    <w:rsid w:val="00AA410C"/>
    <w:rsid w:val="00AA447D"/>
    <w:rsid w:val="00AA50F5"/>
    <w:rsid w:val="00AA5DF3"/>
    <w:rsid w:val="00AA6028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D5"/>
    <w:rsid w:val="00AB11F9"/>
    <w:rsid w:val="00AB1D1B"/>
    <w:rsid w:val="00AB1EE7"/>
    <w:rsid w:val="00AB208D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26B"/>
    <w:rsid w:val="00AB5C5B"/>
    <w:rsid w:val="00AB62F0"/>
    <w:rsid w:val="00AB63B5"/>
    <w:rsid w:val="00AB645E"/>
    <w:rsid w:val="00AB6B30"/>
    <w:rsid w:val="00AB7FD7"/>
    <w:rsid w:val="00AC0319"/>
    <w:rsid w:val="00AC0CD1"/>
    <w:rsid w:val="00AC0CE9"/>
    <w:rsid w:val="00AC1B44"/>
    <w:rsid w:val="00AC2081"/>
    <w:rsid w:val="00AC279D"/>
    <w:rsid w:val="00AC2807"/>
    <w:rsid w:val="00AC2BD4"/>
    <w:rsid w:val="00AC2D67"/>
    <w:rsid w:val="00AC307D"/>
    <w:rsid w:val="00AC319C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825"/>
    <w:rsid w:val="00AC5C38"/>
    <w:rsid w:val="00AC5D43"/>
    <w:rsid w:val="00AC7EB7"/>
    <w:rsid w:val="00AC7ED0"/>
    <w:rsid w:val="00AD0052"/>
    <w:rsid w:val="00AD02A4"/>
    <w:rsid w:val="00AD0847"/>
    <w:rsid w:val="00AD10B9"/>
    <w:rsid w:val="00AD1116"/>
    <w:rsid w:val="00AD11E2"/>
    <w:rsid w:val="00AD1B96"/>
    <w:rsid w:val="00AD1BB4"/>
    <w:rsid w:val="00AD1FF4"/>
    <w:rsid w:val="00AD24F1"/>
    <w:rsid w:val="00AD2950"/>
    <w:rsid w:val="00AD296A"/>
    <w:rsid w:val="00AD2A50"/>
    <w:rsid w:val="00AD2CF6"/>
    <w:rsid w:val="00AD2E79"/>
    <w:rsid w:val="00AD3EE4"/>
    <w:rsid w:val="00AD4962"/>
    <w:rsid w:val="00AD4B26"/>
    <w:rsid w:val="00AD52D9"/>
    <w:rsid w:val="00AD56DE"/>
    <w:rsid w:val="00AD57E4"/>
    <w:rsid w:val="00AD618F"/>
    <w:rsid w:val="00AD662F"/>
    <w:rsid w:val="00AD66A4"/>
    <w:rsid w:val="00AD6FC6"/>
    <w:rsid w:val="00AD718E"/>
    <w:rsid w:val="00AD77AB"/>
    <w:rsid w:val="00AD77D5"/>
    <w:rsid w:val="00AE0055"/>
    <w:rsid w:val="00AE0B4D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6F3"/>
    <w:rsid w:val="00AF7707"/>
    <w:rsid w:val="00AF7A8F"/>
    <w:rsid w:val="00AF7E71"/>
    <w:rsid w:val="00B0043A"/>
    <w:rsid w:val="00B00E34"/>
    <w:rsid w:val="00B00F6F"/>
    <w:rsid w:val="00B01B92"/>
    <w:rsid w:val="00B01C66"/>
    <w:rsid w:val="00B01CFE"/>
    <w:rsid w:val="00B021F7"/>
    <w:rsid w:val="00B02463"/>
    <w:rsid w:val="00B02662"/>
    <w:rsid w:val="00B02E6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6FFD"/>
    <w:rsid w:val="00B07329"/>
    <w:rsid w:val="00B076F2"/>
    <w:rsid w:val="00B07C26"/>
    <w:rsid w:val="00B07D83"/>
    <w:rsid w:val="00B103C9"/>
    <w:rsid w:val="00B107D6"/>
    <w:rsid w:val="00B10945"/>
    <w:rsid w:val="00B10A0B"/>
    <w:rsid w:val="00B120C8"/>
    <w:rsid w:val="00B127C5"/>
    <w:rsid w:val="00B12FCD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2CF"/>
    <w:rsid w:val="00B16BB1"/>
    <w:rsid w:val="00B16EA1"/>
    <w:rsid w:val="00B17070"/>
    <w:rsid w:val="00B1722D"/>
    <w:rsid w:val="00B1767D"/>
    <w:rsid w:val="00B17939"/>
    <w:rsid w:val="00B17CAB"/>
    <w:rsid w:val="00B2028C"/>
    <w:rsid w:val="00B2087E"/>
    <w:rsid w:val="00B20E06"/>
    <w:rsid w:val="00B2137C"/>
    <w:rsid w:val="00B215B0"/>
    <w:rsid w:val="00B216A3"/>
    <w:rsid w:val="00B21803"/>
    <w:rsid w:val="00B219B0"/>
    <w:rsid w:val="00B21E4D"/>
    <w:rsid w:val="00B222CB"/>
    <w:rsid w:val="00B22F1C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654B"/>
    <w:rsid w:val="00B265AC"/>
    <w:rsid w:val="00B278DA"/>
    <w:rsid w:val="00B300B7"/>
    <w:rsid w:val="00B30CD5"/>
    <w:rsid w:val="00B30F5A"/>
    <w:rsid w:val="00B30FCE"/>
    <w:rsid w:val="00B31324"/>
    <w:rsid w:val="00B32AC4"/>
    <w:rsid w:val="00B32C06"/>
    <w:rsid w:val="00B3329F"/>
    <w:rsid w:val="00B334A9"/>
    <w:rsid w:val="00B34247"/>
    <w:rsid w:val="00B34418"/>
    <w:rsid w:val="00B348DB"/>
    <w:rsid w:val="00B34DA2"/>
    <w:rsid w:val="00B34E0B"/>
    <w:rsid w:val="00B35241"/>
    <w:rsid w:val="00B357A8"/>
    <w:rsid w:val="00B35A0F"/>
    <w:rsid w:val="00B35BB6"/>
    <w:rsid w:val="00B365E6"/>
    <w:rsid w:val="00B369DA"/>
    <w:rsid w:val="00B37123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600DC"/>
    <w:rsid w:val="00B60531"/>
    <w:rsid w:val="00B60649"/>
    <w:rsid w:val="00B6064F"/>
    <w:rsid w:val="00B60DC9"/>
    <w:rsid w:val="00B616CB"/>
    <w:rsid w:val="00B6235E"/>
    <w:rsid w:val="00B62440"/>
    <w:rsid w:val="00B62C4D"/>
    <w:rsid w:val="00B63F6B"/>
    <w:rsid w:val="00B64390"/>
    <w:rsid w:val="00B654EE"/>
    <w:rsid w:val="00B657D9"/>
    <w:rsid w:val="00B6642B"/>
    <w:rsid w:val="00B66E95"/>
    <w:rsid w:val="00B677CE"/>
    <w:rsid w:val="00B70443"/>
    <w:rsid w:val="00B70BD2"/>
    <w:rsid w:val="00B70CC4"/>
    <w:rsid w:val="00B715C3"/>
    <w:rsid w:val="00B7209F"/>
    <w:rsid w:val="00B722DC"/>
    <w:rsid w:val="00B73179"/>
    <w:rsid w:val="00B7328B"/>
    <w:rsid w:val="00B73D4B"/>
    <w:rsid w:val="00B73D8E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5F"/>
    <w:rsid w:val="00B816DB"/>
    <w:rsid w:val="00B819DC"/>
    <w:rsid w:val="00B82036"/>
    <w:rsid w:val="00B8212F"/>
    <w:rsid w:val="00B82646"/>
    <w:rsid w:val="00B82909"/>
    <w:rsid w:val="00B82CC1"/>
    <w:rsid w:val="00B82D66"/>
    <w:rsid w:val="00B82D7E"/>
    <w:rsid w:val="00B82D94"/>
    <w:rsid w:val="00B832BC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6F1E"/>
    <w:rsid w:val="00B87E52"/>
    <w:rsid w:val="00B90C5E"/>
    <w:rsid w:val="00B90D1C"/>
    <w:rsid w:val="00B90D41"/>
    <w:rsid w:val="00B90DA5"/>
    <w:rsid w:val="00B90DC3"/>
    <w:rsid w:val="00B91191"/>
    <w:rsid w:val="00B91786"/>
    <w:rsid w:val="00B91C38"/>
    <w:rsid w:val="00B91D17"/>
    <w:rsid w:val="00B91D9F"/>
    <w:rsid w:val="00B92277"/>
    <w:rsid w:val="00B928C7"/>
    <w:rsid w:val="00B92E4A"/>
    <w:rsid w:val="00B92F36"/>
    <w:rsid w:val="00B932CD"/>
    <w:rsid w:val="00B934BA"/>
    <w:rsid w:val="00B93719"/>
    <w:rsid w:val="00B93D6F"/>
    <w:rsid w:val="00B9439C"/>
    <w:rsid w:val="00B94582"/>
    <w:rsid w:val="00B95308"/>
    <w:rsid w:val="00B958C6"/>
    <w:rsid w:val="00B9689B"/>
    <w:rsid w:val="00B96B45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A5F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6B4F"/>
    <w:rsid w:val="00BA7EDD"/>
    <w:rsid w:val="00BB00A4"/>
    <w:rsid w:val="00BB02CE"/>
    <w:rsid w:val="00BB0458"/>
    <w:rsid w:val="00BB0466"/>
    <w:rsid w:val="00BB0F85"/>
    <w:rsid w:val="00BB10CB"/>
    <w:rsid w:val="00BB11D6"/>
    <w:rsid w:val="00BB226C"/>
    <w:rsid w:val="00BB227E"/>
    <w:rsid w:val="00BB24CD"/>
    <w:rsid w:val="00BB2730"/>
    <w:rsid w:val="00BB28CD"/>
    <w:rsid w:val="00BB2A94"/>
    <w:rsid w:val="00BB3D89"/>
    <w:rsid w:val="00BB40CF"/>
    <w:rsid w:val="00BB49D9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6C5"/>
    <w:rsid w:val="00BC188A"/>
    <w:rsid w:val="00BC198F"/>
    <w:rsid w:val="00BC19BD"/>
    <w:rsid w:val="00BC2009"/>
    <w:rsid w:val="00BC2166"/>
    <w:rsid w:val="00BC233D"/>
    <w:rsid w:val="00BC2AF7"/>
    <w:rsid w:val="00BC2F75"/>
    <w:rsid w:val="00BC3143"/>
    <w:rsid w:val="00BC328C"/>
    <w:rsid w:val="00BC379E"/>
    <w:rsid w:val="00BC3AE1"/>
    <w:rsid w:val="00BC46D5"/>
    <w:rsid w:val="00BC4737"/>
    <w:rsid w:val="00BC4749"/>
    <w:rsid w:val="00BC4775"/>
    <w:rsid w:val="00BC4DE7"/>
    <w:rsid w:val="00BC54ED"/>
    <w:rsid w:val="00BC560E"/>
    <w:rsid w:val="00BC5A5B"/>
    <w:rsid w:val="00BC5C03"/>
    <w:rsid w:val="00BC5C8F"/>
    <w:rsid w:val="00BC5CF6"/>
    <w:rsid w:val="00BC6031"/>
    <w:rsid w:val="00BC6E01"/>
    <w:rsid w:val="00BC74EB"/>
    <w:rsid w:val="00BC788E"/>
    <w:rsid w:val="00BD0269"/>
    <w:rsid w:val="00BD08FA"/>
    <w:rsid w:val="00BD098E"/>
    <w:rsid w:val="00BD1451"/>
    <w:rsid w:val="00BD1D43"/>
    <w:rsid w:val="00BD1ECB"/>
    <w:rsid w:val="00BD1EED"/>
    <w:rsid w:val="00BD20EC"/>
    <w:rsid w:val="00BD2186"/>
    <w:rsid w:val="00BD2DD0"/>
    <w:rsid w:val="00BD2FC8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2C7"/>
    <w:rsid w:val="00BE35D5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732"/>
    <w:rsid w:val="00BE792A"/>
    <w:rsid w:val="00BE79DF"/>
    <w:rsid w:val="00BE7A4F"/>
    <w:rsid w:val="00BE7CB1"/>
    <w:rsid w:val="00BF003E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4DFF"/>
    <w:rsid w:val="00BF5063"/>
    <w:rsid w:val="00BF50C6"/>
    <w:rsid w:val="00BF5349"/>
    <w:rsid w:val="00BF5434"/>
    <w:rsid w:val="00BF56BB"/>
    <w:rsid w:val="00BF580D"/>
    <w:rsid w:val="00BF5B84"/>
    <w:rsid w:val="00BF5BA7"/>
    <w:rsid w:val="00BF6A0A"/>
    <w:rsid w:val="00BF6B7E"/>
    <w:rsid w:val="00BF75C8"/>
    <w:rsid w:val="00BF7698"/>
    <w:rsid w:val="00BF7738"/>
    <w:rsid w:val="00BF780E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265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B27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36A6"/>
    <w:rsid w:val="00C33EEF"/>
    <w:rsid w:val="00C33F2F"/>
    <w:rsid w:val="00C33F69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2B15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665"/>
    <w:rsid w:val="00C46764"/>
    <w:rsid w:val="00C46E56"/>
    <w:rsid w:val="00C472C8"/>
    <w:rsid w:val="00C4749B"/>
    <w:rsid w:val="00C47562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072E"/>
    <w:rsid w:val="00C61461"/>
    <w:rsid w:val="00C61B47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432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0B16"/>
    <w:rsid w:val="00C71515"/>
    <w:rsid w:val="00C71535"/>
    <w:rsid w:val="00C71CE8"/>
    <w:rsid w:val="00C720E4"/>
    <w:rsid w:val="00C723BB"/>
    <w:rsid w:val="00C728E9"/>
    <w:rsid w:val="00C729FD"/>
    <w:rsid w:val="00C72C20"/>
    <w:rsid w:val="00C7318E"/>
    <w:rsid w:val="00C732DC"/>
    <w:rsid w:val="00C73358"/>
    <w:rsid w:val="00C734AA"/>
    <w:rsid w:val="00C73502"/>
    <w:rsid w:val="00C73B30"/>
    <w:rsid w:val="00C73C93"/>
    <w:rsid w:val="00C7455D"/>
    <w:rsid w:val="00C751F9"/>
    <w:rsid w:val="00C761DD"/>
    <w:rsid w:val="00C76206"/>
    <w:rsid w:val="00C76736"/>
    <w:rsid w:val="00C76A94"/>
    <w:rsid w:val="00C76CF0"/>
    <w:rsid w:val="00C76DAB"/>
    <w:rsid w:val="00C76E7A"/>
    <w:rsid w:val="00C76FEC"/>
    <w:rsid w:val="00C7715B"/>
    <w:rsid w:val="00C77A3B"/>
    <w:rsid w:val="00C77FA8"/>
    <w:rsid w:val="00C801D8"/>
    <w:rsid w:val="00C80642"/>
    <w:rsid w:val="00C80CF7"/>
    <w:rsid w:val="00C80D39"/>
    <w:rsid w:val="00C8134E"/>
    <w:rsid w:val="00C81398"/>
    <w:rsid w:val="00C81450"/>
    <w:rsid w:val="00C81489"/>
    <w:rsid w:val="00C8155F"/>
    <w:rsid w:val="00C815A9"/>
    <w:rsid w:val="00C816AF"/>
    <w:rsid w:val="00C819A1"/>
    <w:rsid w:val="00C82052"/>
    <w:rsid w:val="00C82857"/>
    <w:rsid w:val="00C82F2C"/>
    <w:rsid w:val="00C82F78"/>
    <w:rsid w:val="00C8345A"/>
    <w:rsid w:val="00C8365C"/>
    <w:rsid w:val="00C83716"/>
    <w:rsid w:val="00C842FB"/>
    <w:rsid w:val="00C845C1"/>
    <w:rsid w:val="00C8471E"/>
    <w:rsid w:val="00C85D37"/>
    <w:rsid w:val="00C85FC1"/>
    <w:rsid w:val="00C86591"/>
    <w:rsid w:val="00C86E9B"/>
    <w:rsid w:val="00C87583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724"/>
    <w:rsid w:val="00C9694B"/>
    <w:rsid w:val="00C96A18"/>
    <w:rsid w:val="00C9750B"/>
    <w:rsid w:val="00C97889"/>
    <w:rsid w:val="00CA06E3"/>
    <w:rsid w:val="00CA06E4"/>
    <w:rsid w:val="00CA0BE7"/>
    <w:rsid w:val="00CA0D71"/>
    <w:rsid w:val="00CA0E9E"/>
    <w:rsid w:val="00CA203E"/>
    <w:rsid w:val="00CA2143"/>
    <w:rsid w:val="00CA2177"/>
    <w:rsid w:val="00CA21A6"/>
    <w:rsid w:val="00CA2B1C"/>
    <w:rsid w:val="00CA3072"/>
    <w:rsid w:val="00CA3364"/>
    <w:rsid w:val="00CA3381"/>
    <w:rsid w:val="00CA3614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322"/>
    <w:rsid w:val="00CA5331"/>
    <w:rsid w:val="00CA54B8"/>
    <w:rsid w:val="00CA550C"/>
    <w:rsid w:val="00CA5698"/>
    <w:rsid w:val="00CA5773"/>
    <w:rsid w:val="00CA6A5C"/>
    <w:rsid w:val="00CA6A77"/>
    <w:rsid w:val="00CA6AAB"/>
    <w:rsid w:val="00CA71A2"/>
    <w:rsid w:val="00CA7243"/>
    <w:rsid w:val="00CB0518"/>
    <w:rsid w:val="00CB132A"/>
    <w:rsid w:val="00CB1987"/>
    <w:rsid w:val="00CB20A7"/>
    <w:rsid w:val="00CB215C"/>
    <w:rsid w:val="00CB264A"/>
    <w:rsid w:val="00CB2AB5"/>
    <w:rsid w:val="00CB2B16"/>
    <w:rsid w:val="00CB3394"/>
    <w:rsid w:val="00CB3464"/>
    <w:rsid w:val="00CB3558"/>
    <w:rsid w:val="00CB36B5"/>
    <w:rsid w:val="00CB460A"/>
    <w:rsid w:val="00CB4706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C2A"/>
    <w:rsid w:val="00CC2E45"/>
    <w:rsid w:val="00CC32F1"/>
    <w:rsid w:val="00CC341B"/>
    <w:rsid w:val="00CC35C6"/>
    <w:rsid w:val="00CC3F63"/>
    <w:rsid w:val="00CC3FF0"/>
    <w:rsid w:val="00CC417E"/>
    <w:rsid w:val="00CC4ADB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0DA2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38A8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E74"/>
    <w:rsid w:val="00CE2693"/>
    <w:rsid w:val="00CE2823"/>
    <w:rsid w:val="00CE2D0B"/>
    <w:rsid w:val="00CE311D"/>
    <w:rsid w:val="00CE34CC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AB1"/>
    <w:rsid w:val="00CF0E81"/>
    <w:rsid w:val="00CF0ECB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8A"/>
    <w:rsid w:val="00CF24CD"/>
    <w:rsid w:val="00CF27BA"/>
    <w:rsid w:val="00CF29CF"/>
    <w:rsid w:val="00CF344A"/>
    <w:rsid w:val="00CF3593"/>
    <w:rsid w:val="00CF3EAA"/>
    <w:rsid w:val="00CF3F75"/>
    <w:rsid w:val="00CF4CE4"/>
    <w:rsid w:val="00CF5053"/>
    <w:rsid w:val="00CF5D69"/>
    <w:rsid w:val="00CF5F98"/>
    <w:rsid w:val="00CF61CA"/>
    <w:rsid w:val="00CF64AE"/>
    <w:rsid w:val="00CF6AD8"/>
    <w:rsid w:val="00CF6E5C"/>
    <w:rsid w:val="00CF6F85"/>
    <w:rsid w:val="00CF7173"/>
    <w:rsid w:val="00CF7210"/>
    <w:rsid w:val="00CF784A"/>
    <w:rsid w:val="00CF7B6A"/>
    <w:rsid w:val="00CF7D18"/>
    <w:rsid w:val="00D00721"/>
    <w:rsid w:val="00D008A0"/>
    <w:rsid w:val="00D00B66"/>
    <w:rsid w:val="00D01079"/>
    <w:rsid w:val="00D01ACA"/>
    <w:rsid w:val="00D01CAD"/>
    <w:rsid w:val="00D04AC9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0C40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130"/>
    <w:rsid w:val="00D14366"/>
    <w:rsid w:val="00D14497"/>
    <w:rsid w:val="00D149B2"/>
    <w:rsid w:val="00D149FA"/>
    <w:rsid w:val="00D15494"/>
    <w:rsid w:val="00D15556"/>
    <w:rsid w:val="00D15AEE"/>
    <w:rsid w:val="00D15C14"/>
    <w:rsid w:val="00D1645B"/>
    <w:rsid w:val="00D1679D"/>
    <w:rsid w:val="00D167AF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7E"/>
    <w:rsid w:val="00D219A6"/>
    <w:rsid w:val="00D21A10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49F7"/>
    <w:rsid w:val="00D2531B"/>
    <w:rsid w:val="00D25ACE"/>
    <w:rsid w:val="00D25E2C"/>
    <w:rsid w:val="00D25ECF"/>
    <w:rsid w:val="00D26402"/>
    <w:rsid w:val="00D26881"/>
    <w:rsid w:val="00D26D92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370"/>
    <w:rsid w:val="00D3156C"/>
    <w:rsid w:val="00D31D9B"/>
    <w:rsid w:val="00D31DCE"/>
    <w:rsid w:val="00D323CD"/>
    <w:rsid w:val="00D32F7D"/>
    <w:rsid w:val="00D33342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082"/>
    <w:rsid w:val="00D361F9"/>
    <w:rsid w:val="00D36938"/>
    <w:rsid w:val="00D36A05"/>
    <w:rsid w:val="00D36ECB"/>
    <w:rsid w:val="00D37286"/>
    <w:rsid w:val="00D373B9"/>
    <w:rsid w:val="00D375B9"/>
    <w:rsid w:val="00D377CC"/>
    <w:rsid w:val="00D37C8C"/>
    <w:rsid w:val="00D37E56"/>
    <w:rsid w:val="00D40474"/>
    <w:rsid w:val="00D40B59"/>
    <w:rsid w:val="00D40EC5"/>
    <w:rsid w:val="00D41207"/>
    <w:rsid w:val="00D41A7D"/>
    <w:rsid w:val="00D421C4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F8"/>
    <w:rsid w:val="00D44113"/>
    <w:rsid w:val="00D44462"/>
    <w:rsid w:val="00D4462F"/>
    <w:rsid w:val="00D44701"/>
    <w:rsid w:val="00D44957"/>
    <w:rsid w:val="00D449BE"/>
    <w:rsid w:val="00D44ACB"/>
    <w:rsid w:val="00D452F2"/>
    <w:rsid w:val="00D45354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330B"/>
    <w:rsid w:val="00D53B6C"/>
    <w:rsid w:val="00D54D39"/>
    <w:rsid w:val="00D54E85"/>
    <w:rsid w:val="00D54F24"/>
    <w:rsid w:val="00D54F80"/>
    <w:rsid w:val="00D5524B"/>
    <w:rsid w:val="00D552CB"/>
    <w:rsid w:val="00D556E0"/>
    <w:rsid w:val="00D557E3"/>
    <w:rsid w:val="00D56762"/>
    <w:rsid w:val="00D5682C"/>
    <w:rsid w:val="00D56D3A"/>
    <w:rsid w:val="00D56EB2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4F6"/>
    <w:rsid w:val="00D637E3"/>
    <w:rsid w:val="00D638AE"/>
    <w:rsid w:val="00D63AE1"/>
    <w:rsid w:val="00D63F81"/>
    <w:rsid w:val="00D6409A"/>
    <w:rsid w:val="00D64499"/>
    <w:rsid w:val="00D646E6"/>
    <w:rsid w:val="00D64DF8"/>
    <w:rsid w:val="00D64FA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2E"/>
    <w:rsid w:val="00D70020"/>
    <w:rsid w:val="00D70113"/>
    <w:rsid w:val="00D70433"/>
    <w:rsid w:val="00D70609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4B7"/>
    <w:rsid w:val="00D73A69"/>
    <w:rsid w:val="00D73E0D"/>
    <w:rsid w:val="00D74CC5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0F02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F4E"/>
    <w:rsid w:val="00D9211D"/>
    <w:rsid w:val="00D9277E"/>
    <w:rsid w:val="00D929C1"/>
    <w:rsid w:val="00D92E84"/>
    <w:rsid w:val="00D9330C"/>
    <w:rsid w:val="00D935CA"/>
    <w:rsid w:val="00D938E0"/>
    <w:rsid w:val="00D9394F"/>
    <w:rsid w:val="00D93D2C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1F9D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563"/>
    <w:rsid w:val="00DA6952"/>
    <w:rsid w:val="00DA69F2"/>
    <w:rsid w:val="00DA7022"/>
    <w:rsid w:val="00DA7467"/>
    <w:rsid w:val="00DA760A"/>
    <w:rsid w:val="00DA7C74"/>
    <w:rsid w:val="00DA7EF1"/>
    <w:rsid w:val="00DB0398"/>
    <w:rsid w:val="00DB09BF"/>
    <w:rsid w:val="00DB1021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9C4"/>
    <w:rsid w:val="00DB4B5A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5B2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881"/>
    <w:rsid w:val="00DC5C58"/>
    <w:rsid w:val="00DC5CBD"/>
    <w:rsid w:val="00DC673B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943"/>
    <w:rsid w:val="00DD1E31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76D"/>
    <w:rsid w:val="00DD4B8F"/>
    <w:rsid w:val="00DD4DEC"/>
    <w:rsid w:val="00DD4ED3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C25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70E"/>
    <w:rsid w:val="00DF0A91"/>
    <w:rsid w:val="00DF0D82"/>
    <w:rsid w:val="00DF0FF2"/>
    <w:rsid w:val="00DF1492"/>
    <w:rsid w:val="00DF1BCC"/>
    <w:rsid w:val="00DF1F68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4E7B"/>
    <w:rsid w:val="00DF5966"/>
    <w:rsid w:val="00DF5E74"/>
    <w:rsid w:val="00DF5E7B"/>
    <w:rsid w:val="00DF6158"/>
    <w:rsid w:val="00DF62D0"/>
    <w:rsid w:val="00DF64A6"/>
    <w:rsid w:val="00DF66DD"/>
    <w:rsid w:val="00DF67C8"/>
    <w:rsid w:val="00DF7180"/>
    <w:rsid w:val="00DF7394"/>
    <w:rsid w:val="00DF7824"/>
    <w:rsid w:val="00DF7DAC"/>
    <w:rsid w:val="00DF7E6E"/>
    <w:rsid w:val="00DF7E85"/>
    <w:rsid w:val="00E00509"/>
    <w:rsid w:val="00E00C7A"/>
    <w:rsid w:val="00E01130"/>
    <w:rsid w:val="00E011F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7D7"/>
    <w:rsid w:val="00E05D7E"/>
    <w:rsid w:val="00E05FD2"/>
    <w:rsid w:val="00E06E3F"/>
    <w:rsid w:val="00E06E7F"/>
    <w:rsid w:val="00E06EE9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30CD"/>
    <w:rsid w:val="00E1327A"/>
    <w:rsid w:val="00E13368"/>
    <w:rsid w:val="00E13690"/>
    <w:rsid w:val="00E13808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033"/>
    <w:rsid w:val="00E1647B"/>
    <w:rsid w:val="00E16EA6"/>
    <w:rsid w:val="00E16F84"/>
    <w:rsid w:val="00E17AAF"/>
    <w:rsid w:val="00E17B7B"/>
    <w:rsid w:val="00E17CC9"/>
    <w:rsid w:val="00E17F00"/>
    <w:rsid w:val="00E17FF0"/>
    <w:rsid w:val="00E20440"/>
    <w:rsid w:val="00E207CB"/>
    <w:rsid w:val="00E21A7E"/>
    <w:rsid w:val="00E2291E"/>
    <w:rsid w:val="00E22E79"/>
    <w:rsid w:val="00E22F0F"/>
    <w:rsid w:val="00E2357F"/>
    <w:rsid w:val="00E23584"/>
    <w:rsid w:val="00E23A48"/>
    <w:rsid w:val="00E23AF0"/>
    <w:rsid w:val="00E23F98"/>
    <w:rsid w:val="00E23FED"/>
    <w:rsid w:val="00E240E1"/>
    <w:rsid w:val="00E2450E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C57"/>
    <w:rsid w:val="00E30E83"/>
    <w:rsid w:val="00E30FC7"/>
    <w:rsid w:val="00E3128D"/>
    <w:rsid w:val="00E313DE"/>
    <w:rsid w:val="00E314AB"/>
    <w:rsid w:val="00E316B0"/>
    <w:rsid w:val="00E316E0"/>
    <w:rsid w:val="00E322FC"/>
    <w:rsid w:val="00E325D4"/>
    <w:rsid w:val="00E32730"/>
    <w:rsid w:val="00E32E1F"/>
    <w:rsid w:val="00E33131"/>
    <w:rsid w:val="00E34160"/>
    <w:rsid w:val="00E3419C"/>
    <w:rsid w:val="00E343A9"/>
    <w:rsid w:val="00E3454B"/>
    <w:rsid w:val="00E3513D"/>
    <w:rsid w:val="00E359E8"/>
    <w:rsid w:val="00E36A1D"/>
    <w:rsid w:val="00E36DAC"/>
    <w:rsid w:val="00E370A0"/>
    <w:rsid w:val="00E3723F"/>
    <w:rsid w:val="00E37BD9"/>
    <w:rsid w:val="00E40214"/>
    <w:rsid w:val="00E40EE9"/>
    <w:rsid w:val="00E40F40"/>
    <w:rsid w:val="00E4131E"/>
    <w:rsid w:val="00E41335"/>
    <w:rsid w:val="00E4146E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CE1"/>
    <w:rsid w:val="00E44D2B"/>
    <w:rsid w:val="00E44F74"/>
    <w:rsid w:val="00E454C5"/>
    <w:rsid w:val="00E454CC"/>
    <w:rsid w:val="00E457E8"/>
    <w:rsid w:val="00E458E8"/>
    <w:rsid w:val="00E4613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542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126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69DA"/>
    <w:rsid w:val="00E66BD9"/>
    <w:rsid w:val="00E67078"/>
    <w:rsid w:val="00E6760D"/>
    <w:rsid w:val="00E6799E"/>
    <w:rsid w:val="00E67C1E"/>
    <w:rsid w:val="00E7064F"/>
    <w:rsid w:val="00E707E2"/>
    <w:rsid w:val="00E7108B"/>
    <w:rsid w:val="00E7126E"/>
    <w:rsid w:val="00E71F10"/>
    <w:rsid w:val="00E725A1"/>
    <w:rsid w:val="00E72AB3"/>
    <w:rsid w:val="00E72D07"/>
    <w:rsid w:val="00E72F93"/>
    <w:rsid w:val="00E7337B"/>
    <w:rsid w:val="00E7392E"/>
    <w:rsid w:val="00E739B4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5F8"/>
    <w:rsid w:val="00E806F4"/>
    <w:rsid w:val="00E807EC"/>
    <w:rsid w:val="00E80B97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6FF5"/>
    <w:rsid w:val="00E876C5"/>
    <w:rsid w:val="00E87914"/>
    <w:rsid w:val="00E87E31"/>
    <w:rsid w:val="00E908B2"/>
    <w:rsid w:val="00E90C4B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FB3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3D58"/>
    <w:rsid w:val="00EB46F7"/>
    <w:rsid w:val="00EB4922"/>
    <w:rsid w:val="00EB4EBF"/>
    <w:rsid w:val="00EB4F46"/>
    <w:rsid w:val="00EB57C7"/>
    <w:rsid w:val="00EB64FD"/>
    <w:rsid w:val="00EB668B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3B"/>
    <w:rsid w:val="00EC0F50"/>
    <w:rsid w:val="00EC1121"/>
    <w:rsid w:val="00EC2539"/>
    <w:rsid w:val="00EC2BE8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07F7"/>
    <w:rsid w:val="00ED105D"/>
    <w:rsid w:val="00ED111B"/>
    <w:rsid w:val="00ED17F3"/>
    <w:rsid w:val="00ED2040"/>
    <w:rsid w:val="00ED27D7"/>
    <w:rsid w:val="00ED2E98"/>
    <w:rsid w:val="00ED3063"/>
    <w:rsid w:val="00ED3A65"/>
    <w:rsid w:val="00ED3C05"/>
    <w:rsid w:val="00ED4A81"/>
    <w:rsid w:val="00ED4B66"/>
    <w:rsid w:val="00ED5F76"/>
    <w:rsid w:val="00ED654F"/>
    <w:rsid w:val="00ED665D"/>
    <w:rsid w:val="00ED6748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2A56"/>
    <w:rsid w:val="00EE3AF4"/>
    <w:rsid w:val="00EE4B10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B9A"/>
    <w:rsid w:val="00EF6C05"/>
    <w:rsid w:val="00EF72AF"/>
    <w:rsid w:val="00EF736D"/>
    <w:rsid w:val="00EF752A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906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9FC"/>
    <w:rsid w:val="00F03F01"/>
    <w:rsid w:val="00F04142"/>
    <w:rsid w:val="00F044D1"/>
    <w:rsid w:val="00F04EA0"/>
    <w:rsid w:val="00F05211"/>
    <w:rsid w:val="00F0564C"/>
    <w:rsid w:val="00F05652"/>
    <w:rsid w:val="00F061CB"/>
    <w:rsid w:val="00F06883"/>
    <w:rsid w:val="00F07631"/>
    <w:rsid w:val="00F0787E"/>
    <w:rsid w:val="00F07C61"/>
    <w:rsid w:val="00F07F02"/>
    <w:rsid w:val="00F1024D"/>
    <w:rsid w:val="00F10830"/>
    <w:rsid w:val="00F10E15"/>
    <w:rsid w:val="00F11097"/>
    <w:rsid w:val="00F1128E"/>
    <w:rsid w:val="00F11675"/>
    <w:rsid w:val="00F11CDD"/>
    <w:rsid w:val="00F11F06"/>
    <w:rsid w:val="00F12135"/>
    <w:rsid w:val="00F12E8B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5DD"/>
    <w:rsid w:val="00F21E34"/>
    <w:rsid w:val="00F21E46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5B8"/>
    <w:rsid w:val="00F27614"/>
    <w:rsid w:val="00F276C8"/>
    <w:rsid w:val="00F27848"/>
    <w:rsid w:val="00F27FF3"/>
    <w:rsid w:val="00F3030E"/>
    <w:rsid w:val="00F307CC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4EAD"/>
    <w:rsid w:val="00F364F6"/>
    <w:rsid w:val="00F36572"/>
    <w:rsid w:val="00F366AD"/>
    <w:rsid w:val="00F367B2"/>
    <w:rsid w:val="00F36864"/>
    <w:rsid w:val="00F36BF7"/>
    <w:rsid w:val="00F37166"/>
    <w:rsid w:val="00F3747B"/>
    <w:rsid w:val="00F3769B"/>
    <w:rsid w:val="00F377A1"/>
    <w:rsid w:val="00F37994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158"/>
    <w:rsid w:val="00F47AE2"/>
    <w:rsid w:val="00F47B7A"/>
    <w:rsid w:val="00F47CCC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C25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B39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502"/>
    <w:rsid w:val="00F6186A"/>
    <w:rsid w:val="00F61DBA"/>
    <w:rsid w:val="00F624BE"/>
    <w:rsid w:val="00F62975"/>
    <w:rsid w:val="00F62AD8"/>
    <w:rsid w:val="00F631D7"/>
    <w:rsid w:val="00F6360C"/>
    <w:rsid w:val="00F63685"/>
    <w:rsid w:val="00F63DC6"/>
    <w:rsid w:val="00F63DDE"/>
    <w:rsid w:val="00F640E1"/>
    <w:rsid w:val="00F645D8"/>
    <w:rsid w:val="00F6477A"/>
    <w:rsid w:val="00F652F2"/>
    <w:rsid w:val="00F6595F"/>
    <w:rsid w:val="00F65B85"/>
    <w:rsid w:val="00F65FD5"/>
    <w:rsid w:val="00F66120"/>
    <w:rsid w:val="00F6630E"/>
    <w:rsid w:val="00F666B7"/>
    <w:rsid w:val="00F666F3"/>
    <w:rsid w:val="00F66B97"/>
    <w:rsid w:val="00F66BF4"/>
    <w:rsid w:val="00F66E6B"/>
    <w:rsid w:val="00F676F7"/>
    <w:rsid w:val="00F677EB"/>
    <w:rsid w:val="00F67F27"/>
    <w:rsid w:val="00F70DB4"/>
    <w:rsid w:val="00F711DC"/>
    <w:rsid w:val="00F7130E"/>
    <w:rsid w:val="00F713ED"/>
    <w:rsid w:val="00F713F3"/>
    <w:rsid w:val="00F71679"/>
    <w:rsid w:val="00F71817"/>
    <w:rsid w:val="00F71E5D"/>
    <w:rsid w:val="00F7278B"/>
    <w:rsid w:val="00F732B6"/>
    <w:rsid w:val="00F7345C"/>
    <w:rsid w:val="00F7345F"/>
    <w:rsid w:val="00F73734"/>
    <w:rsid w:val="00F73C39"/>
    <w:rsid w:val="00F7418B"/>
    <w:rsid w:val="00F749E1"/>
    <w:rsid w:val="00F75369"/>
    <w:rsid w:val="00F753FE"/>
    <w:rsid w:val="00F7660D"/>
    <w:rsid w:val="00F76BDB"/>
    <w:rsid w:val="00F773F8"/>
    <w:rsid w:val="00F77D1C"/>
    <w:rsid w:val="00F77E01"/>
    <w:rsid w:val="00F80D66"/>
    <w:rsid w:val="00F811F6"/>
    <w:rsid w:val="00F8146B"/>
    <w:rsid w:val="00F81975"/>
    <w:rsid w:val="00F819C7"/>
    <w:rsid w:val="00F81E6B"/>
    <w:rsid w:val="00F822DE"/>
    <w:rsid w:val="00F8282A"/>
    <w:rsid w:val="00F82B47"/>
    <w:rsid w:val="00F83940"/>
    <w:rsid w:val="00F83D82"/>
    <w:rsid w:val="00F84308"/>
    <w:rsid w:val="00F8461D"/>
    <w:rsid w:val="00F84EF3"/>
    <w:rsid w:val="00F85870"/>
    <w:rsid w:val="00F86259"/>
    <w:rsid w:val="00F868D5"/>
    <w:rsid w:val="00F8699B"/>
    <w:rsid w:val="00F86E04"/>
    <w:rsid w:val="00F87071"/>
    <w:rsid w:val="00F87077"/>
    <w:rsid w:val="00F874A0"/>
    <w:rsid w:val="00F876A9"/>
    <w:rsid w:val="00F87A71"/>
    <w:rsid w:val="00F90181"/>
    <w:rsid w:val="00F9056F"/>
    <w:rsid w:val="00F90F98"/>
    <w:rsid w:val="00F9134E"/>
    <w:rsid w:val="00F91741"/>
    <w:rsid w:val="00F91FC7"/>
    <w:rsid w:val="00F92590"/>
    <w:rsid w:val="00F92891"/>
    <w:rsid w:val="00F928D2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97FCB"/>
    <w:rsid w:val="00FA05C0"/>
    <w:rsid w:val="00FA067C"/>
    <w:rsid w:val="00FA08E0"/>
    <w:rsid w:val="00FA0A53"/>
    <w:rsid w:val="00FA0CBC"/>
    <w:rsid w:val="00FA135F"/>
    <w:rsid w:val="00FA19CC"/>
    <w:rsid w:val="00FA218E"/>
    <w:rsid w:val="00FA21C0"/>
    <w:rsid w:val="00FA2431"/>
    <w:rsid w:val="00FA294D"/>
    <w:rsid w:val="00FA296B"/>
    <w:rsid w:val="00FA2B73"/>
    <w:rsid w:val="00FA2DC0"/>
    <w:rsid w:val="00FA32DA"/>
    <w:rsid w:val="00FA4571"/>
    <w:rsid w:val="00FA4968"/>
    <w:rsid w:val="00FA50D8"/>
    <w:rsid w:val="00FA55A3"/>
    <w:rsid w:val="00FA5D74"/>
    <w:rsid w:val="00FA5E9E"/>
    <w:rsid w:val="00FA61B3"/>
    <w:rsid w:val="00FA71D7"/>
    <w:rsid w:val="00FA7644"/>
    <w:rsid w:val="00FA7747"/>
    <w:rsid w:val="00FA79EF"/>
    <w:rsid w:val="00FB01D4"/>
    <w:rsid w:val="00FB0394"/>
    <w:rsid w:val="00FB06DD"/>
    <w:rsid w:val="00FB0748"/>
    <w:rsid w:val="00FB0ED1"/>
    <w:rsid w:val="00FB1824"/>
    <w:rsid w:val="00FB1955"/>
    <w:rsid w:val="00FB19A8"/>
    <w:rsid w:val="00FB244E"/>
    <w:rsid w:val="00FB24FA"/>
    <w:rsid w:val="00FB28E6"/>
    <w:rsid w:val="00FB2B7A"/>
    <w:rsid w:val="00FB2C98"/>
    <w:rsid w:val="00FB2FB2"/>
    <w:rsid w:val="00FB3430"/>
    <w:rsid w:val="00FB378B"/>
    <w:rsid w:val="00FB3C85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77B0"/>
    <w:rsid w:val="00FB796E"/>
    <w:rsid w:val="00FB7C64"/>
    <w:rsid w:val="00FB7C97"/>
    <w:rsid w:val="00FB7D77"/>
    <w:rsid w:val="00FC0222"/>
    <w:rsid w:val="00FC096F"/>
    <w:rsid w:val="00FC1174"/>
    <w:rsid w:val="00FC1A34"/>
    <w:rsid w:val="00FC1AF0"/>
    <w:rsid w:val="00FC1DE7"/>
    <w:rsid w:val="00FC1EE6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0BCE"/>
    <w:rsid w:val="00FD153C"/>
    <w:rsid w:val="00FD1811"/>
    <w:rsid w:val="00FD1AED"/>
    <w:rsid w:val="00FD1C96"/>
    <w:rsid w:val="00FD2582"/>
    <w:rsid w:val="00FD352A"/>
    <w:rsid w:val="00FD3DB1"/>
    <w:rsid w:val="00FD42A2"/>
    <w:rsid w:val="00FD432A"/>
    <w:rsid w:val="00FD4AA1"/>
    <w:rsid w:val="00FD4C29"/>
    <w:rsid w:val="00FD4C44"/>
    <w:rsid w:val="00FD516A"/>
    <w:rsid w:val="00FD5BF1"/>
    <w:rsid w:val="00FD5C05"/>
    <w:rsid w:val="00FD5FD1"/>
    <w:rsid w:val="00FD62B4"/>
    <w:rsid w:val="00FD6BEB"/>
    <w:rsid w:val="00FE038A"/>
    <w:rsid w:val="00FE050A"/>
    <w:rsid w:val="00FE1091"/>
    <w:rsid w:val="00FE1093"/>
    <w:rsid w:val="00FE1C90"/>
    <w:rsid w:val="00FE25A4"/>
    <w:rsid w:val="00FE29F2"/>
    <w:rsid w:val="00FE3248"/>
    <w:rsid w:val="00FE357F"/>
    <w:rsid w:val="00FE3DB8"/>
    <w:rsid w:val="00FE40E2"/>
    <w:rsid w:val="00FE44BF"/>
    <w:rsid w:val="00FE4C21"/>
    <w:rsid w:val="00FE4C9A"/>
    <w:rsid w:val="00FE4DBE"/>
    <w:rsid w:val="00FE506C"/>
    <w:rsid w:val="00FE5851"/>
    <w:rsid w:val="00FE5D81"/>
    <w:rsid w:val="00FE64B0"/>
    <w:rsid w:val="00FE66EC"/>
    <w:rsid w:val="00FE6CBF"/>
    <w:rsid w:val="00FE71D3"/>
    <w:rsid w:val="00FE7540"/>
    <w:rsid w:val="00FE7597"/>
    <w:rsid w:val="00FE7A85"/>
    <w:rsid w:val="00FE7BA6"/>
    <w:rsid w:val="00FE7BE3"/>
    <w:rsid w:val="00FE7CD1"/>
    <w:rsid w:val="00FE7EF7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B2CEF"/>
  <w15:docId w15:val="{126583C9-061B-4D56-9801-B7F04F9B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DB933-E536-4297-AA44-63A96D838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291</TotalTime>
  <Pages>3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Chutikarn, U-thasoonthorn</cp:lastModifiedBy>
  <cp:revision>30</cp:revision>
  <cp:lastPrinted>2021-11-03T11:01:00Z</cp:lastPrinted>
  <dcterms:created xsi:type="dcterms:W3CDTF">2021-10-26T13:31:00Z</dcterms:created>
  <dcterms:modified xsi:type="dcterms:W3CDTF">2021-11-09T06:23:00Z</dcterms:modified>
</cp:coreProperties>
</file>