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F12A19" w14:paraId="63F20C59" w14:textId="77777777" w:rsidTr="006673C6">
        <w:tc>
          <w:tcPr>
            <w:tcW w:w="1458" w:type="dxa"/>
          </w:tcPr>
          <w:p w14:paraId="0CCBC069" w14:textId="7F7E153E" w:rsidR="00A45E3C" w:rsidRPr="00F12A1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F12A1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F12A19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F12A1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F12A1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45E3C" w:rsidRPr="00F12A19" w14:paraId="1D338A2F" w14:textId="77777777" w:rsidTr="006673C6">
        <w:tc>
          <w:tcPr>
            <w:tcW w:w="1458" w:type="dxa"/>
          </w:tcPr>
          <w:p w14:paraId="141B8FB1" w14:textId="77777777" w:rsidR="00A45E3C" w:rsidRPr="00F12A19" w:rsidRDefault="007D2D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F12A19" w:rsidRDefault="001A087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F12A19" w14:paraId="5B065F2E" w14:textId="77777777" w:rsidTr="006673C6">
        <w:tc>
          <w:tcPr>
            <w:tcW w:w="1458" w:type="dxa"/>
          </w:tcPr>
          <w:p w14:paraId="5D48F2C2" w14:textId="77777777" w:rsidR="001475F5" w:rsidRPr="00F12A19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Pr="00F12A19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5736D" w:rsidRPr="00F12A19" w14:paraId="3F39E2F7" w14:textId="77777777" w:rsidTr="00A63913">
        <w:tc>
          <w:tcPr>
            <w:tcW w:w="1458" w:type="dxa"/>
          </w:tcPr>
          <w:p w14:paraId="0851037F" w14:textId="6C2A72CB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26FFD277" w14:textId="7777777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2019 (Covid-19)</w:t>
            </w:r>
          </w:p>
        </w:tc>
      </w:tr>
      <w:tr w:rsidR="0035736D" w:rsidRPr="00F12A19" w14:paraId="57415F23" w14:textId="77777777" w:rsidTr="006673C6">
        <w:tc>
          <w:tcPr>
            <w:tcW w:w="1458" w:type="dxa"/>
          </w:tcPr>
          <w:p w14:paraId="5958E395" w14:textId="3382BD39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EC617E9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</w:tr>
      <w:tr w:rsidR="0035736D" w:rsidRPr="00F12A19" w14:paraId="0304B54E" w14:textId="77777777" w:rsidTr="006673C6">
        <w:tc>
          <w:tcPr>
            <w:tcW w:w="1458" w:type="dxa"/>
          </w:tcPr>
          <w:p w14:paraId="34B65C2D" w14:textId="39A207B4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52FB053C" w14:textId="0EDC42CC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/>
                <w:sz w:val="30"/>
                <w:szCs w:val="30"/>
                <w:cs/>
              </w:rPr>
              <w:t>ลูกหนี้การค้า</w:t>
            </w:r>
            <w:r w:rsidR="00AE3ABB">
              <w:rPr>
                <w:rFonts w:asciiTheme="majorBidi" w:hAnsiTheme="majorBidi" w:hint="cs"/>
                <w:sz w:val="30"/>
                <w:szCs w:val="30"/>
                <w:cs/>
              </w:rPr>
              <w:t>และลูกหนี้อื่น</w:t>
            </w:r>
          </w:p>
        </w:tc>
      </w:tr>
      <w:tr w:rsidR="0035736D" w:rsidRPr="00F12A19" w14:paraId="7AE8E2E8" w14:textId="77777777" w:rsidTr="006673C6">
        <w:tc>
          <w:tcPr>
            <w:tcW w:w="1458" w:type="dxa"/>
          </w:tcPr>
          <w:p w14:paraId="4772726F" w14:textId="180E4F9F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0E5BAC4B" w:rsidR="0035736D" w:rsidRPr="00F12A19" w:rsidRDefault="004737B6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737B6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  <w:r w:rsidRPr="004737B6">
              <w:rPr>
                <w:rFonts w:asciiTheme="majorBidi" w:hAnsiTheme="majorBidi"/>
                <w:sz w:val="30"/>
                <w:szCs w:val="30"/>
                <w:cs/>
              </w:rPr>
              <w:t xml:space="preserve"> - </w:t>
            </w:r>
            <w:r w:rsidRPr="004737B6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เงินลงทุนระยะยาว</w:t>
            </w:r>
          </w:p>
        </w:tc>
      </w:tr>
      <w:tr w:rsidR="0035736D" w:rsidRPr="00F12A19" w14:paraId="723E25BC" w14:textId="77777777" w:rsidTr="006673C6">
        <w:tc>
          <w:tcPr>
            <w:tcW w:w="1458" w:type="dxa"/>
          </w:tcPr>
          <w:p w14:paraId="5355EB12" w14:textId="78114852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4D5EFD81" w:rsidR="0035736D" w:rsidRPr="00F12A19" w:rsidRDefault="00395F86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="003A6BAB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F12A19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5736D" w:rsidRPr="00F12A19" w14:paraId="51459D53" w14:textId="77777777" w:rsidTr="006673C6">
        <w:tc>
          <w:tcPr>
            <w:tcW w:w="1458" w:type="dxa"/>
          </w:tcPr>
          <w:p w14:paraId="553A7FFA" w14:textId="4A106F85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0A81CCB2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35736D" w:rsidRPr="00F12A19" w14:paraId="7687A2E2" w14:textId="77777777" w:rsidTr="006673C6">
        <w:tc>
          <w:tcPr>
            <w:tcW w:w="1458" w:type="dxa"/>
          </w:tcPr>
          <w:p w14:paraId="76B14919" w14:textId="7393135C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30968535" w:rsidR="0035736D" w:rsidRPr="00F12A19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35736D" w:rsidRPr="00F12A19" w14:paraId="110032A7" w14:textId="77777777" w:rsidTr="006673C6">
        <w:tc>
          <w:tcPr>
            <w:tcW w:w="1458" w:type="dxa"/>
          </w:tcPr>
          <w:p w14:paraId="4C80AF89" w14:textId="6C5AACA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1981131B" w:rsidR="0035736D" w:rsidRPr="00F12A19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35736D" w:rsidRPr="00F12A19" w14:paraId="1DF5CBAF" w14:textId="77777777" w:rsidTr="006673C6">
        <w:tc>
          <w:tcPr>
            <w:tcW w:w="1458" w:type="dxa"/>
          </w:tcPr>
          <w:p w14:paraId="4FA3F155" w14:textId="6D9E62CC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07C6A5EA" w:rsidR="0035736D" w:rsidRPr="00F12A19" w:rsidRDefault="0035736D" w:rsidP="0035736D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35736D" w:rsidRPr="00F12A19" w14:paraId="301556DE" w14:textId="77777777" w:rsidTr="006673C6">
        <w:tc>
          <w:tcPr>
            <w:tcW w:w="1458" w:type="dxa"/>
          </w:tcPr>
          <w:p w14:paraId="7993BC02" w14:textId="70412E1B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AD7B0D6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35736D" w:rsidRPr="00F12A19" w14:paraId="5BA3C450" w14:textId="77777777" w:rsidTr="006673C6">
        <w:tc>
          <w:tcPr>
            <w:tcW w:w="1458" w:type="dxa"/>
          </w:tcPr>
          <w:p w14:paraId="3DB25AEA" w14:textId="0F92C7B5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7E569BCB" w14:textId="6FA7EFBC" w:rsidR="0035736D" w:rsidRPr="00F12A19" w:rsidRDefault="0035736D" w:rsidP="0035736D">
            <w:pPr>
              <w:pStyle w:val="index"/>
              <w:tabs>
                <w:tab w:val="clear" w:pos="11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สัญญาเช่า</w:t>
            </w:r>
          </w:p>
        </w:tc>
      </w:tr>
      <w:tr w:rsidR="0035736D" w:rsidRPr="00F12A19" w14:paraId="20F9E3B2" w14:textId="77777777" w:rsidTr="006673C6">
        <w:tc>
          <w:tcPr>
            <w:tcW w:w="1458" w:type="dxa"/>
          </w:tcPr>
          <w:p w14:paraId="34AF1DC9" w14:textId="0D043503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3D167100" w14:textId="18A4F204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</w:tr>
      <w:tr w:rsidR="0035736D" w:rsidRPr="00F12A19" w14:paraId="04168D4A" w14:textId="77777777" w:rsidTr="006673C6">
        <w:tc>
          <w:tcPr>
            <w:tcW w:w="1458" w:type="dxa"/>
          </w:tcPr>
          <w:p w14:paraId="2DA0DD36" w14:textId="757267CA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F532747" w14:textId="0AE53A8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กำไรต่อหุ้น</w:t>
            </w:r>
          </w:p>
        </w:tc>
      </w:tr>
      <w:tr w:rsidR="0035736D" w:rsidRPr="00F12A19" w14:paraId="12DEDFF0" w14:textId="77777777" w:rsidTr="006673C6">
        <w:tc>
          <w:tcPr>
            <w:tcW w:w="1458" w:type="dxa"/>
          </w:tcPr>
          <w:p w14:paraId="6722D5CD" w14:textId="410496F6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3E71127B" w14:textId="170313EE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35736D" w:rsidRPr="00F12A19" w14:paraId="0014BCC2" w14:textId="77777777" w:rsidTr="006673C6">
        <w:tc>
          <w:tcPr>
            <w:tcW w:w="1458" w:type="dxa"/>
          </w:tcPr>
          <w:p w14:paraId="7036EFBA" w14:textId="6820287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9793FB" w14:textId="6C203E7E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35736D" w:rsidRPr="00F12A19" w14:paraId="32A13554" w14:textId="77777777" w:rsidTr="006673C6">
        <w:tc>
          <w:tcPr>
            <w:tcW w:w="1458" w:type="dxa"/>
          </w:tcPr>
          <w:p w14:paraId="369A1746" w14:textId="34BD59EA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14:paraId="507BA622" w14:textId="2C0A47FC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35736D" w:rsidRPr="00F12A19" w14:paraId="23A35728" w14:textId="77777777" w:rsidTr="006673C6">
        <w:tc>
          <w:tcPr>
            <w:tcW w:w="1458" w:type="dxa"/>
          </w:tcPr>
          <w:p w14:paraId="6D879C39" w14:textId="160B1D14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06812634" w14:textId="16CEC93E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F12A19" w14:paraId="506E46A2" w14:textId="77777777" w:rsidTr="006673C6">
        <w:tc>
          <w:tcPr>
            <w:tcW w:w="1458" w:type="dxa"/>
          </w:tcPr>
          <w:p w14:paraId="4C537132" w14:textId="17691D2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75" w:type="dxa"/>
          </w:tcPr>
          <w:p w14:paraId="382A78EF" w14:textId="76B1E290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736D" w:rsidRPr="00F12A19" w14:paraId="2553F3AB" w14:textId="77777777" w:rsidTr="006673C6">
        <w:tc>
          <w:tcPr>
            <w:tcW w:w="1458" w:type="dxa"/>
          </w:tcPr>
          <w:p w14:paraId="31989E94" w14:textId="6A77731E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78816282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736D" w:rsidRPr="00F12A19" w14:paraId="325F7309" w14:textId="77777777" w:rsidTr="006673C6">
        <w:tc>
          <w:tcPr>
            <w:tcW w:w="1458" w:type="dxa"/>
          </w:tcPr>
          <w:p w14:paraId="20B7B80C" w14:textId="03883EE9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F12A19" w14:paraId="0ED926E2" w14:textId="77777777" w:rsidTr="006673C6">
        <w:tc>
          <w:tcPr>
            <w:tcW w:w="1458" w:type="dxa"/>
          </w:tcPr>
          <w:p w14:paraId="12CCE847" w14:textId="528ACCA5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F12A19" w14:paraId="655A0C26" w14:textId="77777777" w:rsidTr="006673C6">
        <w:tc>
          <w:tcPr>
            <w:tcW w:w="1458" w:type="dxa"/>
          </w:tcPr>
          <w:p w14:paraId="604F9038" w14:textId="46EE625F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36D" w:rsidRPr="00F12A19" w14:paraId="578433E3" w14:textId="77777777" w:rsidTr="00FD0547">
        <w:tc>
          <w:tcPr>
            <w:tcW w:w="1458" w:type="dxa"/>
          </w:tcPr>
          <w:p w14:paraId="4A90FB33" w14:textId="7777777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35736D" w:rsidRPr="00F12A19" w:rsidRDefault="0035736D" w:rsidP="003573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5C76EC0" w14:textId="449CAF3D" w:rsidR="00E54E7D" w:rsidRPr="00F12A19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br w:type="page"/>
      </w:r>
      <w:r w:rsidR="00E54E7D" w:rsidRPr="00F12A19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EF062B6" w14:textId="77777777" w:rsidR="00A45E3C" w:rsidRPr="00F12A19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2"/>
          <w:szCs w:val="22"/>
        </w:rPr>
      </w:pPr>
    </w:p>
    <w:p w14:paraId="270F47D6" w14:textId="4EFD75B9" w:rsidR="00953AB8" w:rsidRPr="00F12A19" w:rsidRDefault="00A45E3C" w:rsidP="00953AB8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12A19">
        <w:rPr>
          <w:rFonts w:ascii="Angsana New" w:hAnsi="Angsana New"/>
          <w:sz w:val="30"/>
          <w:szCs w:val="30"/>
          <w:cs/>
          <w:lang w:val="en-US"/>
        </w:rPr>
        <w:t>งบการเงิน</w:t>
      </w:r>
      <w:r w:rsidRPr="00F12A19">
        <w:rPr>
          <w:rFonts w:ascii="Angsana New" w:hAnsi="Angsana New"/>
          <w:sz w:val="30"/>
          <w:szCs w:val="30"/>
          <w:cs/>
        </w:rPr>
        <w:t>ระหว่าง</w:t>
      </w:r>
      <w:r w:rsidRPr="00F12A19">
        <w:rPr>
          <w:rFonts w:ascii="Angsana New" w:hAnsi="Angsana New"/>
          <w:sz w:val="30"/>
          <w:szCs w:val="30"/>
          <w:cs/>
          <w:lang w:val="en-US"/>
        </w:rPr>
        <w:t>กาลนี้ได้รับอนุมัติให้ออกงบการเงินจาก</w:t>
      </w:r>
      <w:r w:rsidR="00AF522D" w:rsidRPr="00F12A19">
        <w:rPr>
          <w:rFonts w:ascii="Angsana New" w:hAnsi="Angsana New"/>
          <w:sz w:val="30"/>
          <w:szCs w:val="30"/>
          <w:cs/>
          <w:lang w:val="en-US"/>
        </w:rPr>
        <w:t>คณะกรรมการเมื่อวันที</w:t>
      </w:r>
      <w:r w:rsidR="00F7345F" w:rsidRPr="00F12A19">
        <w:rPr>
          <w:rFonts w:ascii="Angsana New" w:hAnsi="Angsana New"/>
          <w:sz w:val="30"/>
          <w:szCs w:val="30"/>
          <w:cs/>
          <w:lang w:val="en-US"/>
        </w:rPr>
        <w:t>่</w:t>
      </w:r>
      <w:r w:rsidR="00E2291E" w:rsidRPr="00F12A19">
        <w:rPr>
          <w:rFonts w:ascii="Angsana New" w:hAnsi="Angsana New"/>
          <w:sz w:val="30"/>
          <w:szCs w:val="30"/>
          <w:lang w:val="en-US"/>
        </w:rPr>
        <w:t xml:space="preserve"> </w:t>
      </w:r>
      <w:r w:rsidR="00444B83" w:rsidRPr="00F12A19">
        <w:rPr>
          <w:rFonts w:ascii="Angsana New" w:hAnsi="Angsana New"/>
          <w:sz w:val="30"/>
          <w:szCs w:val="30"/>
          <w:lang w:val="en-US"/>
        </w:rPr>
        <w:t>7</w:t>
      </w:r>
      <w:r w:rsidR="00953AB8" w:rsidRPr="00F12A19">
        <w:rPr>
          <w:rFonts w:ascii="Angsana New" w:hAnsi="Angsana New"/>
          <w:sz w:val="30"/>
          <w:szCs w:val="30"/>
        </w:rPr>
        <w:t xml:space="preserve"> </w:t>
      </w:r>
      <w:r w:rsidR="00953AB8" w:rsidRPr="00F12A19">
        <w:rPr>
          <w:rFonts w:ascii="Angsana New" w:hAnsi="Angsana New"/>
          <w:sz w:val="30"/>
          <w:szCs w:val="30"/>
          <w:cs/>
        </w:rPr>
        <w:t xml:space="preserve">พฤษภาคม </w:t>
      </w:r>
      <w:r w:rsidR="00953AB8" w:rsidRPr="00F12A19">
        <w:rPr>
          <w:rFonts w:ascii="Angsana New" w:hAnsi="Angsana New"/>
          <w:sz w:val="30"/>
          <w:szCs w:val="30"/>
        </w:rPr>
        <w:t>2564</w:t>
      </w:r>
    </w:p>
    <w:p w14:paraId="01109FAD" w14:textId="1043B17D" w:rsidR="00A45E3C" w:rsidRPr="00F12A19" w:rsidRDefault="00A45E3C" w:rsidP="00953AB8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Cs w:val="22"/>
          <w:lang w:val="en-US"/>
        </w:rPr>
      </w:pPr>
    </w:p>
    <w:p w14:paraId="75CA6605" w14:textId="77777777" w:rsidR="00A45E3C" w:rsidRPr="00F12A19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F12A19">
        <w:rPr>
          <w:rFonts w:ascii="Angsana New" w:hAnsi="Angsana New" w:cs="Angsana New"/>
          <w:b/>
          <w:bCs/>
          <w:lang w:val="en-US"/>
        </w:rPr>
        <w:t>1</w:t>
      </w:r>
      <w:r w:rsidR="00A45E3C" w:rsidRPr="00F12A19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F12A19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sz w:val="22"/>
          <w:szCs w:val="22"/>
          <w:cs/>
        </w:rPr>
      </w:pPr>
      <w:r w:rsidRPr="00F12A19">
        <w:rPr>
          <w:rFonts w:ascii="Angsana New" w:hAnsi="Angsana New" w:cs="Angsana New"/>
          <w:sz w:val="22"/>
          <w:szCs w:val="22"/>
          <w:cs/>
        </w:rPr>
        <w:tab/>
      </w:r>
    </w:p>
    <w:p w14:paraId="5962A6DA" w14:textId="2E8B8B47" w:rsidR="00A45E3C" w:rsidRPr="00F12A19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F12A19">
        <w:rPr>
          <w:rFonts w:ascii="Angsana New" w:hAnsi="Angsana New" w:cs="Angsana New"/>
          <w:cs/>
        </w:rPr>
        <w:t>กลุ่ม</w:t>
      </w:r>
      <w:r w:rsidR="00A45E3C" w:rsidRPr="00F12A19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F12A19">
        <w:rPr>
          <w:rFonts w:ascii="Angsana New" w:hAnsi="Angsana New" w:cs="Angsana New"/>
          <w:cs/>
          <w:lang w:val="en-US"/>
        </w:rPr>
        <w:t>พัฒนา</w:t>
      </w:r>
      <w:r w:rsidR="00A45E3C" w:rsidRPr="00F12A19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F12A19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sz w:val="22"/>
          <w:szCs w:val="22"/>
          <w:cs/>
        </w:rPr>
      </w:pPr>
    </w:p>
    <w:p w14:paraId="18AB59B4" w14:textId="77777777" w:rsidR="00A45E3C" w:rsidRPr="00F12A19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F12A19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F12A19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F12A19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22"/>
          <w:szCs w:val="22"/>
        </w:rPr>
      </w:pPr>
    </w:p>
    <w:p w14:paraId="24DB969D" w14:textId="77777777" w:rsidR="007D252C" w:rsidRPr="00F12A19" w:rsidRDefault="007D252C" w:rsidP="00CE58AD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F12A19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14:paraId="172DBDE9" w14:textId="77777777" w:rsidR="007D252C" w:rsidRPr="00F12A19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14:paraId="50DB4D73" w14:textId="6631FAB0" w:rsidR="007D252C" w:rsidRPr="00F12A19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12A19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F12A19">
        <w:rPr>
          <w:rFonts w:ascii="Angsana New" w:hAnsi="Angsana New"/>
          <w:sz w:val="30"/>
          <w:szCs w:val="30"/>
          <w:cs/>
        </w:rPr>
        <w:t>แบบย่อ</w:t>
      </w:r>
      <w:r w:rsidRPr="00F12A19">
        <w:rPr>
          <w:rFonts w:ascii="Angsana New" w:hAnsi="Angsana New"/>
          <w:sz w:val="30"/>
          <w:szCs w:val="30"/>
          <w:cs/>
        </w:rPr>
        <w:t>นี้</w:t>
      </w:r>
      <w:r w:rsidR="000A4BE1" w:rsidRPr="00F12A19">
        <w:rPr>
          <w:rFonts w:ascii="Angsana New" w:hAnsi="Angsana New"/>
          <w:sz w:val="30"/>
          <w:szCs w:val="30"/>
          <w:cs/>
        </w:rPr>
        <w:t>นำเสนอราย</w:t>
      </w:r>
      <w:r w:rsidR="00105DB7" w:rsidRPr="00F12A19">
        <w:rPr>
          <w:rFonts w:ascii="Angsana New" w:hAnsi="Angsana New"/>
          <w:sz w:val="30"/>
          <w:szCs w:val="30"/>
          <w:cs/>
        </w:rPr>
        <w:t>การ</w:t>
      </w:r>
      <w:r w:rsidR="000A4BE1" w:rsidRPr="00F12A19">
        <w:rPr>
          <w:rFonts w:ascii="Angsana New" w:hAnsi="Angsana New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 w:rsidRPr="00F12A19">
        <w:rPr>
          <w:rFonts w:ascii="Angsana New" w:hAnsi="Angsana New"/>
          <w:sz w:val="30"/>
          <w:szCs w:val="30"/>
          <w:cs/>
        </w:rPr>
        <w:t xml:space="preserve">   </w:t>
      </w:r>
      <w:r w:rsidR="000A4BE1" w:rsidRPr="00F12A19">
        <w:rPr>
          <w:rFonts w:ascii="Angsana New" w:hAnsi="Angsana New"/>
          <w:sz w:val="30"/>
          <w:szCs w:val="30"/>
          <w:cs/>
        </w:rPr>
        <w:t>หมายเหตุประกอบงบการเงินระว่างกาลในรูปแบบย่อ</w:t>
      </w:r>
      <w:r w:rsidR="000A4BE1" w:rsidRPr="00F12A19">
        <w:rPr>
          <w:rFonts w:ascii="Angsana New" w:hAnsi="Angsana New"/>
          <w:sz w:val="30"/>
          <w:szCs w:val="30"/>
        </w:rPr>
        <w:t xml:space="preserve"> (“</w:t>
      </w:r>
      <w:r w:rsidR="000A4BE1" w:rsidRPr="00F12A19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F12A19">
        <w:rPr>
          <w:rFonts w:ascii="Angsana New" w:hAnsi="Angsana New"/>
          <w:sz w:val="30"/>
          <w:szCs w:val="30"/>
        </w:rPr>
        <w:t xml:space="preserve">”) </w:t>
      </w:r>
      <w:r w:rsidR="000A4BE1" w:rsidRPr="00F12A19">
        <w:rPr>
          <w:rFonts w:ascii="Angsana New" w:hAnsi="Angsana New"/>
          <w:sz w:val="30"/>
          <w:szCs w:val="30"/>
          <w:cs/>
        </w:rPr>
        <w:t xml:space="preserve">ตามมาตรฐานการบัญชี </w:t>
      </w:r>
      <w:r w:rsidRPr="00F12A19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F12A19">
        <w:rPr>
          <w:rFonts w:ascii="Angsana New" w:hAnsi="Angsana New"/>
          <w:sz w:val="30"/>
          <w:szCs w:val="30"/>
        </w:rPr>
        <w:t xml:space="preserve">34 </w:t>
      </w:r>
      <w:r w:rsidR="00342F80" w:rsidRPr="00F12A19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F12A19">
        <w:rPr>
          <w:rFonts w:ascii="Angsana New" w:hAnsi="Angsana New"/>
          <w:sz w:val="30"/>
          <w:szCs w:val="30"/>
          <w:cs/>
        </w:rPr>
        <w:t>ก</w:t>
      </w:r>
      <w:r w:rsidR="00365B83" w:rsidRPr="00F12A19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F12A19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F12A19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</w:t>
      </w:r>
      <w:r w:rsidR="00A27AC7" w:rsidRPr="00F12A19">
        <w:rPr>
          <w:rFonts w:ascii="Angsana New" w:hAnsi="Angsana New"/>
          <w:sz w:val="30"/>
          <w:szCs w:val="30"/>
          <w:cs/>
        </w:rPr>
        <w:t>ฯ</w:t>
      </w:r>
      <w:r w:rsidRPr="00F12A19">
        <w:rPr>
          <w:rFonts w:ascii="Angsana New" w:hAnsi="Angsana New"/>
          <w:sz w:val="30"/>
          <w:szCs w:val="30"/>
          <w:cs/>
        </w:rPr>
        <w:t xml:space="preserve"> </w:t>
      </w:r>
      <w:r w:rsidR="00704D53" w:rsidRPr="00F12A19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456588" w:rsidRPr="00F12A19">
        <w:rPr>
          <w:rFonts w:ascii="Angsana New" w:hAnsi="Angsana New"/>
          <w:sz w:val="30"/>
          <w:szCs w:val="30"/>
          <w:cs/>
        </w:rPr>
        <w:t xml:space="preserve"> </w:t>
      </w:r>
    </w:p>
    <w:p w14:paraId="08372702" w14:textId="77777777" w:rsidR="00B23DAE" w:rsidRPr="00F12A19" w:rsidRDefault="00B23DA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14:paraId="3237A063" w14:textId="07B72BA3" w:rsidR="004017E2" w:rsidRPr="00F12A19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F12A19">
        <w:rPr>
          <w:rFonts w:ascii="Angsana New" w:hAnsi="Angsana New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F12A19">
        <w:rPr>
          <w:rFonts w:ascii="Angsana New" w:hAnsi="Angsana New"/>
          <w:sz w:val="30"/>
          <w:szCs w:val="30"/>
        </w:rPr>
        <w:t xml:space="preserve"> 31 </w:t>
      </w:r>
      <w:r w:rsidRPr="00F12A19">
        <w:rPr>
          <w:rFonts w:ascii="Angsana New" w:hAnsi="Angsana New"/>
          <w:sz w:val="30"/>
          <w:szCs w:val="30"/>
          <w:cs/>
        </w:rPr>
        <w:t>ธันวาคม</w:t>
      </w:r>
      <w:r w:rsidRPr="00F12A19">
        <w:rPr>
          <w:rFonts w:ascii="Angsana New" w:hAnsi="Angsana New"/>
          <w:sz w:val="30"/>
          <w:szCs w:val="30"/>
        </w:rPr>
        <w:t xml:space="preserve"> 256</w:t>
      </w:r>
      <w:r w:rsidR="00A27AC7" w:rsidRPr="00F12A19">
        <w:rPr>
          <w:rFonts w:ascii="Angsana New" w:hAnsi="Angsana New"/>
          <w:sz w:val="30"/>
          <w:szCs w:val="30"/>
        </w:rPr>
        <w:t>3</w:t>
      </w:r>
      <w:r w:rsidRPr="00F12A19">
        <w:rPr>
          <w:rFonts w:ascii="Angsana New" w:hAnsi="Angsana New"/>
          <w:sz w:val="30"/>
          <w:szCs w:val="30"/>
        </w:rPr>
        <w:t xml:space="preserve"> </w:t>
      </w:r>
    </w:p>
    <w:p w14:paraId="6C016609" w14:textId="77777777" w:rsidR="004017E2" w:rsidRPr="00F12A19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0AF57DE0" w14:textId="42C0CE6D" w:rsidR="00186F96" w:rsidRPr="00F12A19" w:rsidRDefault="00A6391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F12A19">
        <w:rPr>
          <w:rFonts w:ascii="Angsana New" w:hAnsi="Angsana New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 </w:t>
      </w:r>
      <w:r w:rsidRPr="00F12A19">
        <w:rPr>
          <w:rFonts w:ascii="Angsana New" w:hAnsi="Angsana New"/>
          <w:sz w:val="30"/>
          <w:szCs w:val="30"/>
        </w:rPr>
        <w:t>1</w:t>
      </w:r>
      <w:r w:rsidRPr="00F12A19">
        <w:rPr>
          <w:rFonts w:ascii="Angsana New" w:hAnsi="Angsana New"/>
          <w:sz w:val="30"/>
          <w:szCs w:val="30"/>
          <w:cs/>
        </w:rPr>
        <w:t xml:space="preserve"> มกราคม </w:t>
      </w:r>
      <w:r w:rsidRPr="00F12A19">
        <w:rPr>
          <w:rFonts w:ascii="Angsana New" w:hAnsi="Angsana New"/>
          <w:sz w:val="30"/>
          <w:szCs w:val="30"/>
        </w:rPr>
        <w:t>2564</w:t>
      </w:r>
      <w:r w:rsidRPr="00F12A19">
        <w:rPr>
          <w:rFonts w:ascii="Angsana New" w:hAnsi="Angsana New"/>
          <w:sz w:val="30"/>
          <w:szCs w:val="30"/>
          <w:cs/>
        </w:rPr>
        <w:t xml:space="preserve"> </w:t>
      </w:r>
      <w:r w:rsidR="00A27AC7" w:rsidRPr="00F12A19">
        <w:rPr>
          <w:rFonts w:ascii="Angsana New" w:hAnsi="Angsana New"/>
          <w:sz w:val="30"/>
          <w:szCs w:val="30"/>
          <w:cs/>
        </w:rPr>
        <w:t>และไม่ได้นำมาตรฐานการรายงานทางการเงินที่ยังไม่มีผลบังคับใช้มาถือปฏิบัติก่อนวันที่มีผลบังคับใช้ ทั้งนี้ การถือปฏิบัติดังกล่าวไม่มีผลกระทบอย่างมีสาระสำคัญต่องบการเงิน</w:t>
      </w:r>
    </w:p>
    <w:p w14:paraId="2151F0B3" w14:textId="77777777" w:rsidR="00A63913" w:rsidRPr="00F12A19" w:rsidRDefault="00A6391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22"/>
          <w:szCs w:val="22"/>
        </w:rPr>
      </w:pPr>
    </w:p>
    <w:p w14:paraId="1F9123A2" w14:textId="1F813FA3" w:rsidR="00397F23" w:rsidRPr="00F12A19" w:rsidRDefault="00397F23" w:rsidP="00CE58AD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F12A19">
        <w:rPr>
          <w:rFonts w:ascii="Angsana New" w:hAnsi="Angsana New"/>
          <w:i/>
          <w:iCs/>
          <w:sz w:val="30"/>
          <w:szCs w:val="30"/>
          <w:cs/>
        </w:rPr>
        <w:t>การใช้วิจารณญาณ</w:t>
      </w:r>
      <w:r w:rsidR="003E1618">
        <w:rPr>
          <w:rFonts w:ascii="Angsana New" w:hAnsi="Angsana New"/>
          <w:i/>
          <w:iCs/>
          <w:sz w:val="30"/>
          <w:szCs w:val="30"/>
        </w:rPr>
        <w:t xml:space="preserve"> </w:t>
      </w:r>
      <w:r w:rsidRPr="00F12A19">
        <w:rPr>
          <w:rFonts w:ascii="Angsana New" w:hAnsi="Angsana New"/>
          <w:i/>
          <w:iCs/>
          <w:sz w:val="30"/>
          <w:szCs w:val="30"/>
          <w:cs/>
        </w:rPr>
        <w:t>การประมาณการ</w:t>
      </w:r>
      <w:r w:rsidR="00B25CFA" w:rsidRPr="00F12A19">
        <w:rPr>
          <w:rFonts w:ascii="Angsana New" w:hAnsi="Angsana New"/>
          <w:i/>
          <w:iCs/>
          <w:sz w:val="30"/>
          <w:szCs w:val="30"/>
          <w:cs/>
        </w:rPr>
        <w:t>และนโยบายการบัญชี</w:t>
      </w:r>
    </w:p>
    <w:p w14:paraId="1E10CE67" w14:textId="77777777" w:rsidR="00B84A7D" w:rsidRPr="00F12A19" w:rsidRDefault="00B84A7D" w:rsidP="002077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14:paraId="2211DC2B" w14:textId="26945277" w:rsidR="007A4609" w:rsidRPr="00F12A19" w:rsidRDefault="005564A6" w:rsidP="0020779F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F12A19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F12A19">
        <w:rPr>
          <w:rFonts w:ascii="Angsana New" w:hAnsi="Angsana New"/>
          <w:sz w:val="30"/>
          <w:szCs w:val="30"/>
          <w:lang w:bidi="th-TH"/>
        </w:rPr>
        <w:t xml:space="preserve"> </w:t>
      </w:r>
      <w:r w:rsidRPr="00F12A19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F12A19">
        <w:rPr>
          <w:rFonts w:ascii="Angsana New" w:hAnsi="Angsana New"/>
          <w:sz w:val="30"/>
          <w:szCs w:val="30"/>
          <w:lang w:bidi="th-TH"/>
        </w:rPr>
        <w:t>31</w:t>
      </w:r>
      <w:r w:rsidRPr="00F12A19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F12A19">
        <w:rPr>
          <w:rFonts w:ascii="Angsana New" w:hAnsi="Angsana New"/>
          <w:sz w:val="30"/>
          <w:szCs w:val="30"/>
          <w:lang w:bidi="th-TH"/>
        </w:rPr>
        <w:t>256</w:t>
      </w:r>
      <w:r w:rsidR="007D5F81" w:rsidRPr="00F12A19">
        <w:rPr>
          <w:rFonts w:ascii="Angsana New" w:hAnsi="Angsana New"/>
          <w:sz w:val="30"/>
          <w:szCs w:val="30"/>
          <w:lang w:val="en-US" w:bidi="th-TH"/>
        </w:rPr>
        <w:t>3</w:t>
      </w:r>
      <w:r w:rsidRPr="00F12A19">
        <w:rPr>
          <w:rFonts w:ascii="Angsana New" w:hAnsi="Angsana New"/>
          <w:sz w:val="30"/>
          <w:szCs w:val="30"/>
          <w:cs/>
          <w:lang w:bidi="th-TH"/>
        </w:rPr>
        <w:t xml:space="preserve"> เว้นแต่</w:t>
      </w:r>
      <w:r w:rsidR="006D33D2" w:rsidRPr="00F12A19">
        <w:rPr>
          <w:rFonts w:ascii="Angsana New" w:hAnsi="Angsana New"/>
          <w:sz w:val="30"/>
          <w:szCs w:val="30"/>
          <w:cs/>
          <w:lang w:bidi="th-TH"/>
        </w:rPr>
        <w:t xml:space="preserve">ที่ได้อธิบายไว้ในหมายเหตุข้อ </w:t>
      </w:r>
      <w:r w:rsidR="006D33D2" w:rsidRPr="00F12A19">
        <w:rPr>
          <w:rFonts w:ascii="Angsana New" w:hAnsi="Angsana New"/>
          <w:sz w:val="30"/>
          <w:szCs w:val="30"/>
          <w:lang w:bidi="th-TH"/>
        </w:rPr>
        <w:t>3</w:t>
      </w:r>
      <w:r w:rsidR="006D33D2" w:rsidRPr="00F12A1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A4609" w:rsidRPr="00F12A19">
        <w:rPr>
          <w:rFonts w:ascii="Angsana New" w:hAnsi="Angsana New"/>
          <w:sz w:val="30"/>
          <w:szCs w:val="30"/>
          <w:cs/>
          <w:lang w:bidi="th-TH"/>
        </w:rPr>
        <w:br w:type="page"/>
      </w:r>
    </w:p>
    <w:p w14:paraId="58515213" w14:textId="4D2A5CE2" w:rsidR="00A63913" w:rsidRPr="00F12A19" w:rsidRDefault="0035736D" w:rsidP="00A63913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F12A19">
        <w:rPr>
          <w:rFonts w:ascii="Angsana New" w:hAnsi="Angsana New" w:cs="Angsana New"/>
          <w:sz w:val="30"/>
          <w:szCs w:val="30"/>
          <w:lang w:val="en-US"/>
        </w:rPr>
        <w:lastRenderedPageBreak/>
        <w:t>3</w:t>
      </w:r>
      <w:r w:rsidR="00A63913" w:rsidRPr="00F12A19">
        <w:rPr>
          <w:rFonts w:ascii="Angsana New" w:hAnsi="Angsana New" w:cs="Angsana New"/>
          <w:sz w:val="30"/>
          <w:szCs w:val="30"/>
          <w:lang w:val="en-US"/>
        </w:rPr>
        <w:tab/>
      </w:r>
      <w:r w:rsidR="00A63913" w:rsidRPr="00F12A19">
        <w:rPr>
          <w:rFonts w:ascii="Angsana New" w:hAnsi="Angsana New" w:cs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ผลกระทบจากการแพร่ระบาดของโรคติดเชื้อไวรัสโคโรนา </w:t>
      </w:r>
      <w:r w:rsidR="00365EC3" w:rsidRPr="00F12A19">
        <w:rPr>
          <w:rFonts w:ascii="Angsana New" w:hAnsi="Angsana New" w:cs="Angsana New"/>
          <w:sz w:val="30"/>
          <w:szCs w:val="30"/>
          <w:lang w:val="en-US"/>
        </w:rPr>
        <w:t>2019</w:t>
      </w:r>
      <w:r w:rsidR="00A63913" w:rsidRPr="00F12A19">
        <w:rPr>
          <w:rFonts w:ascii="Angsana New" w:hAnsi="Angsana New" w:cs="Angsana New"/>
          <w:sz w:val="30"/>
          <w:szCs w:val="30"/>
          <w:cs/>
        </w:rPr>
        <w:t xml:space="preserve"> (</w:t>
      </w:r>
      <w:r w:rsidR="00A63913" w:rsidRPr="00F12A19">
        <w:rPr>
          <w:rFonts w:ascii="Angsana New" w:hAnsi="Angsana New" w:cs="Angsana New"/>
          <w:sz w:val="30"/>
          <w:szCs w:val="30"/>
        </w:rPr>
        <w:t>COVID-</w:t>
      </w:r>
      <w:r w:rsidR="00365EC3" w:rsidRPr="00F12A19">
        <w:rPr>
          <w:rFonts w:ascii="Angsana New" w:hAnsi="Angsana New" w:cs="Angsana New"/>
          <w:sz w:val="30"/>
          <w:szCs w:val="30"/>
          <w:lang w:val="en-US"/>
        </w:rPr>
        <w:t>19</w:t>
      </w:r>
      <w:r w:rsidR="00A63913" w:rsidRPr="00F12A19">
        <w:rPr>
          <w:rFonts w:ascii="Angsana New" w:hAnsi="Angsana New" w:cs="Angsana New"/>
          <w:sz w:val="30"/>
          <w:szCs w:val="30"/>
          <w:cs/>
        </w:rPr>
        <w:t>)</w:t>
      </w:r>
    </w:p>
    <w:p w14:paraId="4B7D37DE" w14:textId="77777777" w:rsidR="00A63913" w:rsidRPr="00F12A19" w:rsidRDefault="00A63913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51C36C97" w14:textId="2B18D951" w:rsidR="00A63913" w:rsidRPr="00F12A19" w:rsidRDefault="00A63913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สถานการณ์การแพร่ระบาดของ </w:t>
      </w:r>
      <w:r w:rsidRPr="00F12A19">
        <w:rPr>
          <w:rFonts w:asciiTheme="majorBidi" w:hAnsiTheme="majorBidi" w:cstheme="majorBidi"/>
          <w:sz w:val="30"/>
          <w:szCs w:val="30"/>
        </w:rPr>
        <w:t xml:space="preserve">COVID-19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ยังคงเกิดขึ้นอย่างต่อเนื่อง โดยเริ่มมีการแจกจ่ายวัคซีนในระหว่างปี </w:t>
      </w:r>
      <w:r w:rsidRPr="00F12A19">
        <w:rPr>
          <w:rFonts w:asciiTheme="majorBidi" w:hAnsiTheme="majorBidi" w:cstheme="majorBidi"/>
          <w:sz w:val="30"/>
          <w:szCs w:val="30"/>
        </w:rPr>
        <w:t xml:space="preserve">2564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จากความไม่แน่นอนของสถานการณ์ในปี </w:t>
      </w:r>
      <w:r w:rsidR="006A1D33" w:rsidRPr="00F12A19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กลุ่มบริษัทจึงจัดทำงบการเงินสำหรับปีสิ้นสุดวันที่ </w:t>
      </w:r>
      <w:r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F12A19">
        <w:rPr>
          <w:rFonts w:asciiTheme="majorBidi" w:hAnsiTheme="majorBidi" w:cstheme="majorBidi"/>
          <w:sz w:val="30"/>
          <w:szCs w:val="30"/>
        </w:rPr>
        <w:t xml:space="preserve">2563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โดยถือปฏิบัติตามแนวปฏิบัติทางการบัญชี เรื่อง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>2019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ในเรื่องการไม่นำสถานการณ์ </w:t>
      </w:r>
      <w:r w:rsidRPr="00F12A19">
        <w:rPr>
          <w:rFonts w:asciiTheme="majorBidi" w:hAnsiTheme="majorBidi" w:cstheme="majorBidi"/>
          <w:sz w:val="30"/>
          <w:szCs w:val="30"/>
        </w:rPr>
        <w:t xml:space="preserve">COVID-19 </w:t>
      </w:r>
      <w:r w:rsidRPr="00F12A19">
        <w:rPr>
          <w:rFonts w:asciiTheme="majorBidi" w:hAnsiTheme="majorBidi" w:cstheme="majorBidi"/>
          <w:sz w:val="30"/>
          <w:szCs w:val="30"/>
          <w:cs/>
        </w:rPr>
        <w:t>มาพิจารณา</w:t>
      </w:r>
      <w:r w:rsidR="00751888" w:rsidRPr="00F12A19">
        <w:rPr>
          <w:rFonts w:asciiTheme="majorBidi" w:hAnsiTheme="majorBidi"/>
          <w:sz w:val="30"/>
          <w:szCs w:val="30"/>
          <w:cs/>
        </w:rPr>
        <w:t>การด้อยค่าของลูกหนี้การค้าตามวิธีการอย่างง่าย (</w:t>
      </w:r>
      <w:r w:rsidR="00751888" w:rsidRPr="00F12A19">
        <w:rPr>
          <w:rFonts w:asciiTheme="majorBidi" w:hAnsiTheme="majorBidi" w:cstheme="majorBidi"/>
          <w:sz w:val="30"/>
          <w:szCs w:val="30"/>
        </w:rPr>
        <w:t xml:space="preserve">Simplified approach) </w:t>
      </w:r>
      <w:r w:rsidR="00751888" w:rsidRPr="00F12A19">
        <w:rPr>
          <w:rFonts w:asciiTheme="majorBidi" w:hAnsiTheme="majorBidi"/>
          <w:sz w:val="30"/>
          <w:szCs w:val="30"/>
          <w:cs/>
        </w:rPr>
        <w:t>โดยใช้ข้อมูลผลขาดทุนด้านเครดิตในอดีตมาพิจารณาอัตราการสูญเสีย (</w:t>
      </w:r>
      <w:r w:rsidR="00751888" w:rsidRPr="00F12A19">
        <w:rPr>
          <w:rFonts w:asciiTheme="majorBidi" w:hAnsiTheme="majorBidi" w:cstheme="majorBidi"/>
          <w:sz w:val="30"/>
          <w:szCs w:val="30"/>
        </w:rPr>
        <w:t xml:space="preserve">loss rate) </w:t>
      </w:r>
      <w:r w:rsidR="00751888" w:rsidRPr="00F12A19">
        <w:rPr>
          <w:rFonts w:asciiTheme="majorBidi" w:hAnsiTheme="majorBidi"/>
          <w:sz w:val="30"/>
          <w:szCs w:val="30"/>
          <w:cs/>
        </w:rPr>
        <w:t>และไม่นำข้อมูลที่มีการคาดการณ์ในอนาคต (</w:t>
      </w:r>
      <w:r w:rsidR="00751888" w:rsidRPr="00F12A19">
        <w:rPr>
          <w:rFonts w:asciiTheme="majorBidi" w:hAnsiTheme="majorBidi" w:cstheme="majorBidi"/>
          <w:sz w:val="30"/>
          <w:szCs w:val="30"/>
        </w:rPr>
        <w:t xml:space="preserve">Forward-looking information) </w:t>
      </w:r>
      <w:r w:rsidR="00751888" w:rsidRPr="00F12A19">
        <w:rPr>
          <w:rFonts w:asciiTheme="majorBidi" w:hAnsiTheme="majorBidi"/>
          <w:sz w:val="30"/>
          <w:szCs w:val="30"/>
          <w:cs/>
        </w:rPr>
        <w:t xml:space="preserve">มาพิจารณา และในเรื่องมูลค่ายุติธรรมตาม </w:t>
      </w:r>
      <w:r w:rsidR="00751888" w:rsidRPr="00F12A19">
        <w:rPr>
          <w:rFonts w:asciiTheme="majorBidi" w:hAnsiTheme="majorBidi" w:cstheme="majorBidi"/>
          <w:sz w:val="30"/>
          <w:szCs w:val="30"/>
        </w:rPr>
        <w:t>TFRS</w:t>
      </w:r>
      <w:r w:rsidR="00751888" w:rsidRPr="00F12A19">
        <w:rPr>
          <w:rFonts w:asciiTheme="majorBidi" w:hAnsiTheme="majorBidi" w:cstheme="majorBidi"/>
          <w:sz w:val="30"/>
          <w:szCs w:val="30"/>
          <w:lang w:val="en-US"/>
        </w:rPr>
        <w:t xml:space="preserve"> 13</w:t>
      </w:r>
      <w:r w:rsidR="00751888" w:rsidRPr="00F12A19">
        <w:rPr>
          <w:rFonts w:asciiTheme="majorBidi" w:hAnsiTheme="majorBidi"/>
          <w:sz w:val="30"/>
          <w:szCs w:val="30"/>
          <w:cs/>
        </w:rPr>
        <w:t xml:space="preserve"> สำหรับสินทรัพย์ที่ไม่ใช่สินทรัพย์ทางการเงิน ตราสารทุนที่ไม่อยู่ในความต้องการของตลาด กลุ่มบริษัทเลือกไม่นำสถานการณ์ </w:t>
      </w:r>
      <w:r w:rsidR="00751888" w:rsidRPr="00F12A19">
        <w:rPr>
          <w:rFonts w:asciiTheme="majorBidi" w:hAnsiTheme="majorBidi" w:cstheme="majorBidi"/>
          <w:sz w:val="30"/>
          <w:szCs w:val="30"/>
        </w:rPr>
        <w:t>COVID-</w:t>
      </w:r>
      <w:r w:rsidR="00751888" w:rsidRPr="00F12A19">
        <w:rPr>
          <w:rFonts w:asciiTheme="majorBidi" w:hAnsiTheme="majorBidi"/>
          <w:sz w:val="30"/>
          <w:szCs w:val="30"/>
          <w:lang w:val="en-US"/>
        </w:rPr>
        <w:t>19</w:t>
      </w:r>
      <w:r w:rsidR="00751888" w:rsidRPr="00F12A19">
        <w:rPr>
          <w:rFonts w:asciiTheme="majorBidi" w:hAnsiTheme="majorBidi"/>
          <w:sz w:val="30"/>
          <w:szCs w:val="30"/>
          <w:cs/>
        </w:rPr>
        <w:t xml:space="preserve"> ที่อาจจะกระทบต่อการพยากรณ์ทางการเงินในอนาคตมาใช้ประกอบเทคนิคการวัดมูลค่ายุติธรรม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เนื่องด้วยแนวปฏิบัติดังกล่าวสิ้นสุดการมีผลบังคับใช้ ณ วันที่ </w:t>
      </w:r>
      <w:r w:rsidR="00751888" w:rsidRPr="00F12A19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751888" w:rsidRPr="00F12A19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กลุ่มบริษัทจึงปรับปรุงมูลค่าสินทรัพย์ดังกล่าวในปี </w:t>
      </w:r>
      <w:r w:rsidRPr="00F12A19">
        <w:rPr>
          <w:rFonts w:asciiTheme="majorBidi" w:hAnsiTheme="majorBidi" w:cstheme="majorBidi"/>
          <w:sz w:val="30"/>
          <w:szCs w:val="30"/>
        </w:rPr>
        <w:t xml:space="preserve">2564 </w:t>
      </w:r>
      <w:r w:rsidR="00382DE3" w:rsidRPr="00F12A19">
        <w:rPr>
          <w:rFonts w:asciiTheme="majorBidi" w:hAnsiTheme="majorBidi" w:cstheme="majorBidi" w:hint="cs"/>
          <w:sz w:val="30"/>
          <w:szCs w:val="30"/>
          <w:cs/>
          <w:lang w:val="en-US"/>
        </w:rPr>
        <w:t>(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ดูหมายเหตุข้อ </w:t>
      </w:r>
      <w:r w:rsidR="00382DE3" w:rsidRPr="00F12A19">
        <w:rPr>
          <w:rFonts w:asciiTheme="majorBidi" w:hAnsiTheme="majorBidi" w:cstheme="majorBidi"/>
          <w:sz w:val="30"/>
          <w:szCs w:val="30"/>
          <w:lang w:val="en-US"/>
        </w:rPr>
        <w:t>16</w:t>
      </w:r>
      <w:r w:rsidR="00751888" w:rsidRPr="00F12A19">
        <w:rPr>
          <w:rFonts w:asciiTheme="majorBidi" w:hAnsiTheme="majorBidi" w:cstheme="majorBidi"/>
          <w:sz w:val="30"/>
          <w:szCs w:val="30"/>
          <w:lang w:val="en-US"/>
        </w:rPr>
        <w:t>)</w:t>
      </w:r>
    </w:p>
    <w:p w14:paraId="30FA96A6" w14:textId="7C6407C2" w:rsidR="0035736D" w:rsidRPr="00F12A19" w:rsidRDefault="0035736D" w:rsidP="00A639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9C9BB76" w14:textId="55BE34BF" w:rsidR="00B90DC3" w:rsidRPr="00F12A19" w:rsidRDefault="0035736D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lang w:val="en-US"/>
        </w:rPr>
        <w:t>4</w:t>
      </w:r>
      <w:r w:rsidR="0066392B" w:rsidRPr="00F12A19">
        <w:rPr>
          <w:rFonts w:asciiTheme="majorBidi" w:hAnsiTheme="majorBidi" w:cstheme="majorBidi"/>
          <w:sz w:val="30"/>
          <w:szCs w:val="30"/>
          <w:lang w:val="en-US"/>
        </w:rPr>
        <w:tab/>
      </w:r>
      <w:r w:rsidR="00B90DC3" w:rsidRPr="00F12A19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0FE2840" w:rsidR="00B90DC3" w:rsidRPr="00F12A19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0AFAB" w14:textId="75DC5AA9" w:rsidR="00B90DC3" w:rsidRPr="00F12A19" w:rsidRDefault="00BF6B7E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="00D929C1" w:rsidRPr="00F12A19">
        <w:rPr>
          <w:rFonts w:asciiTheme="majorBidi" w:hAnsiTheme="majorBidi" w:cstheme="majorBidi"/>
          <w:sz w:val="30"/>
          <w:szCs w:val="30"/>
          <w:lang w:val="en-US"/>
        </w:rPr>
        <w:t>8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D929C1" w:rsidRPr="00F12A19">
        <w:rPr>
          <w:rFonts w:asciiTheme="majorBidi" w:hAnsiTheme="majorBidi" w:cstheme="majorBidi"/>
          <w:sz w:val="30"/>
          <w:szCs w:val="30"/>
          <w:lang w:val="en-US"/>
        </w:rPr>
        <w:t>9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E188EF2" w14:textId="0F5DF771" w:rsidR="00C57E98" w:rsidRPr="00F12A19" w:rsidRDefault="00C57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x-none" w:eastAsia="x-none"/>
        </w:rPr>
      </w:pPr>
    </w:p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3"/>
        <w:gridCol w:w="1078"/>
        <w:gridCol w:w="275"/>
        <w:gridCol w:w="1078"/>
        <w:gridCol w:w="271"/>
        <w:gridCol w:w="1074"/>
        <w:gridCol w:w="266"/>
        <w:gridCol w:w="1084"/>
      </w:tblGrid>
      <w:tr w:rsidR="00052BEC" w:rsidRPr="00F12A19" w14:paraId="26624E65" w14:textId="77777777" w:rsidTr="00B71EEB">
        <w:trPr>
          <w:tblHeader/>
        </w:trPr>
        <w:tc>
          <w:tcPr>
            <w:tcW w:w="2261" w:type="pct"/>
          </w:tcPr>
          <w:p w14:paraId="7CE90D6A" w14:textId="54EC028E" w:rsidR="00052BEC" w:rsidRPr="00F12A19" w:rsidRDefault="00751888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9" w:type="pct"/>
            <w:gridSpan w:val="3"/>
          </w:tcPr>
          <w:p w14:paraId="13B4871C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" w:type="pct"/>
          </w:tcPr>
          <w:p w14:paraId="0FAFEA5B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5" w:type="pct"/>
            <w:gridSpan w:val="3"/>
          </w:tcPr>
          <w:p w14:paraId="6ABE6CD6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51888" w:rsidRPr="00F12A19" w14:paraId="5272DEB1" w14:textId="77777777" w:rsidTr="00B71EEB">
        <w:trPr>
          <w:tblHeader/>
        </w:trPr>
        <w:tc>
          <w:tcPr>
            <w:tcW w:w="2261" w:type="pct"/>
          </w:tcPr>
          <w:p w14:paraId="24664DD0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576" w:type="pct"/>
            <w:vAlign w:val="center"/>
          </w:tcPr>
          <w:p w14:paraId="03C3E53B" w14:textId="75579E1C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30E6C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47" w:type="pct"/>
            <w:vAlign w:val="center"/>
          </w:tcPr>
          <w:p w14:paraId="0D3DB28C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12F75B7C" w14:textId="546A24CB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30E6C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367D677C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vAlign w:val="center"/>
          </w:tcPr>
          <w:p w14:paraId="03F7C5CF" w14:textId="5E0C58E4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30E6C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42" w:type="pct"/>
            <w:vAlign w:val="center"/>
          </w:tcPr>
          <w:p w14:paraId="536C4DCC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  <w:vAlign w:val="center"/>
          </w:tcPr>
          <w:p w14:paraId="7CF15C67" w14:textId="16B4CD2B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30E6C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052BEC" w:rsidRPr="00F12A19" w14:paraId="2D459605" w14:textId="77777777" w:rsidTr="00B71EEB">
        <w:trPr>
          <w:tblHeader/>
        </w:trPr>
        <w:tc>
          <w:tcPr>
            <w:tcW w:w="2261" w:type="pct"/>
          </w:tcPr>
          <w:p w14:paraId="1BD60F22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9" w:type="pct"/>
            <w:gridSpan w:val="7"/>
          </w:tcPr>
          <w:p w14:paraId="7E0F553A" w14:textId="77777777" w:rsidR="00052BEC" w:rsidRPr="00F12A19" w:rsidRDefault="00052BE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545BF" w:rsidRPr="00F12A19" w14:paraId="6728448D" w14:textId="77777777" w:rsidTr="00B71EEB">
        <w:tc>
          <w:tcPr>
            <w:tcW w:w="2261" w:type="pct"/>
          </w:tcPr>
          <w:p w14:paraId="70213C62" w14:textId="2B240EA8" w:rsidR="00E545BF" w:rsidRPr="00F12A19" w:rsidRDefault="00E545B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2739" w:type="pct"/>
            <w:gridSpan w:val="7"/>
          </w:tcPr>
          <w:p w14:paraId="461678E2" w14:textId="77777777" w:rsidR="00E545BF" w:rsidRPr="00F12A19" w:rsidRDefault="00E545B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751888" w:rsidRPr="00F12A19" w14:paraId="12ED726B" w14:textId="77777777" w:rsidTr="00B71EEB">
        <w:tc>
          <w:tcPr>
            <w:tcW w:w="2261" w:type="pct"/>
          </w:tcPr>
          <w:p w14:paraId="02FA9A19" w14:textId="23521CD2" w:rsidR="003971F9" w:rsidRPr="00F12A19" w:rsidRDefault="00966B80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76" w:type="pct"/>
          </w:tcPr>
          <w:p w14:paraId="62F661A2" w14:textId="14CB6807" w:rsidR="003971F9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565</w:t>
            </w:r>
          </w:p>
        </w:tc>
        <w:tc>
          <w:tcPr>
            <w:tcW w:w="147" w:type="pct"/>
          </w:tcPr>
          <w:p w14:paraId="210C78AB" w14:textId="77777777" w:rsidR="00652690" w:rsidRPr="00F12A19" w:rsidRDefault="0065269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767E096A" w14:textId="191E61D0" w:rsidR="00FB6B65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C3C2AC8" w14:textId="77777777" w:rsidR="00652690" w:rsidRPr="00F12A19" w:rsidRDefault="0065269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4" w:type="pct"/>
          </w:tcPr>
          <w:p w14:paraId="0B421D7D" w14:textId="307A67C2" w:rsidR="003971F9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565</w:t>
            </w:r>
          </w:p>
        </w:tc>
        <w:tc>
          <w:tcPr>
            <w:tcW w:w="142" w:type="pct"/>
          </w:tcPr>
          <w:p w14:paraId="02720E4B" w14:textId="77777777" w:rsidR="00652690" w:rsidRPr="00F12A19" w:rsidRDefault="0065269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9" w:type="pct"/>
          </w:tcPr>
          <w:p w14:paraId="6C9B0A77" w14:textId="7D3FB57E" w:rsidR="00FB6B65" w:rsidRPr="00F12A19" w:rsidRDefault="00966B80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1888" w:rsidRPr="00F12A19" w14:paraId="0CA4C6AA" w14:textId="77777777" w:rsidTr="00B71EEB">
        <w:tc>
          <w:tcPr>
            <w:tcW w:w="2261" w:type="pct"/>
          </w:tcPr>
          <w:p w14:paraId="3A4B2EBD" w14:textId="7CFA5CB5" w:rsidR="003971F9" w:rsidRPr="00F12A19" w:rsidRDefault="00966B80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/>
                <w:sz w:val="30"/>
                <w:szCs w:val="30"/>
                <w:cs/>
              </w:rPr>
              <w:t>ค่าบริหารก่อสร้าง</w:t>
            </w:r>
          </w:p>
        </w:tc>
        <w:tc>
          <w:tcPr>
            <w:tcW w:w="576" w:type="pct"/>
          </w:tcPr>
          <w:p w14:paraId="714CE784" w14:textId="620520BC" w:rsidR="003971F9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1,113</w:t>
            </w:r>
          </w:p>
        </w:tc>
        <w:tc>
          <w:tcPr>
            <w:tcW w:w="147" w:type="pct"/>
          </w:tcPr>
          <w:p w14:paraId="2E5AB182" w14:textId="77777777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68589A1F" w14:textId="3D9B2541" w:rsidR="00C30E6C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A1D858F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499980D0" w14:textId="79C5B33F" w:rsidR="00C30E6C" w:rsidRPr="00F12A19" w:rsidRDefault="00966B80" w:rsidP="00397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1,113</w:t>
            </w:r>
          </w:p>
        </w:tc>
        <w:tc>
          <w:tcPr>
            <w:tcW w:w="142" w:type="pct"/>
          </w:tcPr>
          <w:p w14:paraId="20EF787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1DEC4877" w14:textId="102290EC" w:rsidR="00C30E6C" w:rsidRPr="00F12A19" w:rsidRDefault="00966B80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66B80" w:rsidRPr="00F12A19" w14:paraId="39348962" w14:textId="77777777" w:rsidTr="00B71EEB">
        <w:tc>
          <w:tcPr>
            <w:tcW w:w="2261" w:type="pct"/>
          </w:tcPr>
          <w:p w14:paraId="49E3B363" w14:textId="74DB85A3" w:rsidR="00966B80" w:rsidRPr="00F12A19" w:rsidRDefault="00966B80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ค่าใช้จ่ายในการบริหารงาน</w:t>
            </w:r>
          </w:p>
        </w:tc>
        <w:tc>
          <w:tcPr>
            <w:tcW w:w="576" w:type="pct"/>
          </w:tcPr>
          <w:p w14:paraId="3F65BD8C" w14:textId="03F10D67" w:rsidR="00966B80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14,893</w:t>
            </w:r>
          </w:p>
        </w:tc>
        <w:tc>
          <w:tcPr>
            <w:tcW w:w="147" w:type="pct"/>
          </w:tcPr>
          <w:p w14:paraId="3D2582DE" w14:textId="77777777" w:rsidR="00966B80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631A64C6" w14:textId="72CD416E" w:rsidR="00966B80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18,527</w:t>
            </w:r>
          </w:p>
        </w:tc>
        <w:tc>
          <w:tcPr>
            <w:tcW w:w="145" w:type="pct"/>
          </w:tcPr>
          <w:p w14:paraId="0698EFE0" w14:textId="77777777" w:rsidR="00966B80" w:rsidRPr="00F12A19" w:rsidRDefault="00966B80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34372617" w14:textId="519BD347" w:rsidR="00966B80" w:rsidRPr="00F12A19" w:rsidRDefault="00966B80" w:rsidP="00397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14,563</w:t>
            </w:r>
          </w:p>
        </w:tc>
        <w:tc>
          <w:tcPr>
            <w:tcW w:w="142" w:type="pct"/>
          </w:tcPr>
          <w:p w14:paraId="42BCFF4C" w14:textId="77777777" w:rsidR="00966B80" w:rsidRPr="00F12A19" w:rsidRDefault="00966B80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79AD043" w14:textId="4754048F" w:rsidR="00966B80" w:rsidRPr="00F12A19" w:rsidRDefault="00966B80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18,167</w:t>
            </w:r>
          </w:p>
        </w:tc>
      </w:tr>
      <w:tr w:rsidR="00141EDA" w:rsidRPr="00F12A19" w14:paraId="2119D57E" w14:textId="77777777" w:rsidTr="00B71EEB">
        <w:tc>
          <w:tcPr>
            <w:tcW w:w="2261" w:type="pct"/>
          </w:tcPr>
          <w:p w14:paraId="37E76B54" w14:textId="77777777" w:rsidR="00141EDA" w:rsidRPr="00F12A19" w:rsidRDefault="00141ED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440D5593" w14:textId="77777777" w:rsidR="00141EDA" w:rsidRPr="00F12A19" w:rsidRDefault="00141EDA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E98BCFF" w14:textId="77777777" w:rsidR="00141EDA" w:rsidRPr="00F12A19" w:rsidRDefault="00141ED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54975F3F" w14:textId="77777777" w:rsidR="00141EDA" w:rsidRPr="00F12A19" w:rsidRDefault="00141ED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" w:type="pct"/>
          </w:tcPr>
          <w:p w14:paraId="4E2DE135" w14:textId="77777777" w:rsidR="00141EDA" w:rsidRPr="00F12A19" w:rsidRDefault="00141ED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4" w:type="pct"/>
          </w:tcPr>
          <w:p w14:paraId="5125889E" w14:textId="77777777" w:rsidR="00141EDA" w:rsidRPr="00F12A19" w:rsidRDefault="00141ED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pct"/>
          </w:tcPr>
          <w:p w14:paraId="27F6F17D" w14:textId="77777777" w:rsidR="00141EDA" w:rsidRPr="00F12A19" w:rsidRDefault="00141ED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9" w:type="pct"/>
          </w:tcPr>
          <w:p w14:paraId="479B04F4" w14:textId="77777777" w:rsidR="00141EDA" w:rsidRPr="00F12A19" w:rsidRDefault="00141ED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51888" w:rsidRPr="00F12A19" w14:paraId="56335B33" w14:textId="77777777" w:rsidTr="00B71EEB">
        <w:tc>
          <w:tcPr>
            <w:tcW w:w="2261" w:type="pct"/>
          </w:tcPr>
          <w:p w14:paraId="01EC6CD0" w14:textId="5CF36DD3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76" w:type="pct"/>
          </w:tcPr>
          <w:p w14:paraId="661728F9" w14:textId="77777777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218BC84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0A8E306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BE350CF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2A9FDEEE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2" w:type="pct"/>
          </w:tcPr>
          <w:p w14:paraId="5238201C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4E34AF3B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51888" w:rsidRPr="00F12A19" w14:paraId="0CCD48F5" w14:textId="77777777" w:rsidTr="00B71EEB">
        <w:tc>
          <w:tcPr>
            <w:tcW w:w="2261" w:type="pct"/>
          </w:tcPr>
          <w:p w14:paraId="0FFB2B18" w14:textId="104A6692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6" w:type="pct"/>
          </w:tcPr>
          <w:p w14:paraId="31B0EA26" w14:textId="1B68C581" w:rsidR="00C30E6C" w:rsidRPr="00F12A19" w:rsidRDefault="003971F9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9,342</w:t>
            </w:r>
          </w:p>
        </w:tc>
        <w:tc>
          <w:tcPr>
            <w:tcW w:w="147" w:type="pct"/>
          </w:tcPr>
          <w:p w14:paraId="6B1370A5" w14:textId="77777777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6" w:type="pct"/>
          </w:tcPr>
          <w:p w14:paraId="63D556A9" w14:textId="670DECE9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195</w:t>
            </w:r>
          </w:p>
        </w:tc>
        <w:tc>
          <w:tcPr>
            <w:tcW w:w="145" w:type="pct"/>
          </w:tcPr>
          <w:p w14:paraId="0A6A80D1" w14:textId="77777777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4" w:type="pct"/>
          </w:tcPr>
          <w:p w14:paraId="32DC8939" w14:textId="1D6DB990" w:rsidR="00C30E6C" w:rsidRPr="00F12A19" w:rsidRDefault="003971F9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9,342</w:t>
            </w:r>
          </w:p>
        </w:tc>
        <w:tc>
          <w:tcPr>
            <w:tcW w:w="142" w:type="pct"/>
          </w:tcPr>
          <w:p w14:paraId="51892B7E" w14:textId="77777777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9" w:type="pct"/>
          </w:tcPr>
          <w:p w14:paraId="16566E2C" w14:textId="749593A6" w:rsidR="00C30E6C" w:rsidRPr="00F12A19" w:rsidRDefault="00C30E6C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195</w:t>
            </w:r>
          </w:p>
        </w:tc>
      </w:tr>
      <w:tr w:rsidR="00751888" w:rsidRPr="00F12A19" w14:paraId="18AFF331" w14:textId="77777777" w:rsidTr="00B71EEB">
        <w:tc>
          <w:tcPr>
            <w:tcW w:w="2261" w:type="pct"/>
          </w:tcPr>
          <w:p w14:paraId="4E0490AC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576" w:type="pct"/>
          </w:tcPr>
          <w:p w14:paraId="202EF678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7" w:type="pct"/>
          </w:tcPr>
          <w:p w14:paraId="44B22738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576" w:type="pct"/>
          </w:tcPr>
          <w:p w14:paraId="01977015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5" w:type="pct"/>
          </w:tcPr>
          <w:p w14:paraId="29B375DA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574" w:type="pct"/>
          </w:tcPr>
          <w:p w14:paraId="64BCE3B7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pct"/>
          </w:tcPr>
          <w:p w14:paraId="3D78DFAD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579" w:type="pct"/>
          </w:tcPr>
          <w:p w14:paraId="6129B920" w14:textId="77777777" w:rsidR="00C30E6C" w:rsidRPr="00F12A19" w:rsidRDefault="00C30E6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751888" w:rsidRPr="00F12A19" w14:paraId="51FED529" w14:textId="77777777" w:rsidTr="00B71EEB">
        <w:tc>
          <w:tcPr>
            <w:tcW w:w="2261" w:type="pct"/>
          </w:tcPr>
          <w:p w14:paraId="619912B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</w:tcPr>
          <w:p w14:paraId="486FA23D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DAFDAFE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E71447F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3A5DB0A7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374EBB74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627A213D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025A01AC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71F9" w:rsidRPr="00F12A19" w14:paraId="76B43D83" w14:textId="77777777" w:rsidTr="00B71EEB">
        <w:tc>
          <w:tcPr>
            <w:tcW w:w="2261" w:type="pct"/>
          </w:tcPr>
          <w:p w14:paraId="38447025" w14:textId="77777777" w:rsidR="003971F9" w:rsidRPr="00F12A19" w:rsidRDefault="003971F9" w:rsidP="0020779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76" w:type="pct"/>
          </w:tcPr>
          <w:p w14:paraId="348F1BA6" w14:textId="17BC383E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12491D5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2FB931D" w14:textId="5987D206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8478765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5B21E895" w14:textId="7C20E189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11,517</w:t>
            </w:r>
          </w:p>
        </w:tc>
        <w:tc>
          <w:tcPr>
            <w:tcW w:w="142" w:type="pct"/>
          </w:tcPr>
          <w:p w14:paraId="3EE4937D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1FB09CF" w14:textId="39BE47B3" w:rsidR="003971F9" w:rsidRPr="00F12A19" w:rsidRDefault="003971F9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25,875</w:t>
            </w:r>
          </w:p>
        </w:tc>
      </w:tr>
      <w:tr w:rsidR="003971F9" w:rsidRPr="00F12A19" w14:paraId="25C937F0" w14:textId="77777777" w:rsidTr="00B71EEB">
        <w:tc>
          <w:tcPr>
            <w:tcW w:w="2261" w:type="pct"/>
          </w:tcPr>
          <w:p w14:paraId="7BA8B955" w14:textId="77777777" w:rsidR="003971F9" w:rsidRPr="00F12A19" w:rsidRDefault="003971F9" w:rsidP="0020779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576" w:type="pct"/>
          </w:tcPr>
          <w:p w14:paraId="12DADDB4" w14:textId="15EC6F07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178048D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4537DF9" w14:textId="3DD4BE77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21490E6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5A07A06B" w14:textId="4EE89630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1,466</w:t>
            </w:r>
          </w:p>
        </w:tc>
        <w:tc>
          <w:tcPr>
            <w:tcW w:w="142" w:type="pct"/>
          </w:tcPr>
          <w:p w14:paraId="71A2130B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71C17598" w14:textId="22331C63" w:rsidR="003971F9" w:rsidRPr="00F12A19" w:rsidRDefault="003971F9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4,673</w:t>
            </w:r>
          </w:p>
        </w:tc>
      </w:tr>
      <w:tr w:rsidR="003971F9" w:rsidRPr="00F12A19" w14:paraId="1BFB5E55" w14:textId="77777777" w:rsidTr="00B71EEB">
        <w:tc>
          <w:tcPr>
            <w:tcW w:w="2261" w:type="pct"/>
          </w:tcPr>
          <w:p w14:paraId="23C44338" w14:textId="7088D768" w:rsidR="003971F9" w:rsidRPr="00F12A19" w:rsidRDefault="003971F9" w:rsidP="0020779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รายได้ค่าบริหารงานก่อสร้าง</w:t>
            </w:r>
          </w:p>
        </w:tc>
        <w:tc>
          <w:tcPr>
            <w:tcW w:w="576" w:type="pct"/>
          </w:tcPr>
          <w:p w14:paraId="3B5379D6" w14:textId="2A6C2454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C75CCF4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1E4467B0" w14:textId="612DC8D5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14A8382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62A3F162" w14:textId="4BD67DE3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402</w:t>
            </w:r>
          </w:p>
        </w:tc>
        <w:tc>
          <w:tcPr>
            <w:tcW w:w="142" w:type="pct"/>
          </w:tcPr>
          <w:p w14:paraId="467030AA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5907D175" w14:textId="089FAF6B" w:rsidR="003971F9" w:rsidRPr="00F12A19" w:rsidRDefault="003971F9" w:rsidP="00C4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617</w:t>
            </w:r>
          </w:p>
        </w:tc>
      </w:tr>
      <w:tr w:rsidR="003971F9" w:rsidRPr="00F12A19" w14:paraId="2DEA4187" w14:textId="77777777" w:rsidTr="00B71EEB">
        <w:tc>
          <w:tcPr>
            <w:tcW w:w="2261" w:type="pct"/>
          </w:tcPr>
          <w:p w14:paraId="3373C56F" w14:textId="77777777" w:rsidR="003971F9" w:rsidRPr="00F12A19" w:rsidRDefault="003971F9" w:rsidP="0020779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6" w:type="pct"/>
          </w:tcPr>
          <w:p w14:paraId="7B6A0598" w14:textId="11BA7A9E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D6582FE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A5F1DF8" w14:textId="712B0F46" w:rsidR="003971F9" w:rsidRPr="00F12A19" w:rsidRDefault="003971F9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E0D88D0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0846659D" w14:textId="7EA84E1E" w:rsidR="003971F9" w:rsidRPr="00F12A19" w:rsidRDefault="003971F9" w:rsidP="00C4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46,409</w:t>
            </w:r>
          </w:p>
        </w:tc>
        <w:tc>
          <w:tcPr>
            <w:tcW w:w="142" w:type="pct"/>
          </w:tcPr>
          <w:p w14:paraId="0FB4E78B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2A23791E" w14:textId="742DEDAE" w:rsidR="003971F9" w:rsidRPr="00F12A19" w:rsidRDefault="003971F9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54,540</w:t>
            </w:r>
          </w:p>
        </w:tc>
      </w:tr>
      <w:tr w:rsidR="003971F9" w:rsidRPr="00F12A19" w14:paraId="1FE6A0AD" w14:textId="77777777" w:rsidTr="00B71EEB">
        <w:trPr>
          <w:trHeight w:val="427"/>
        </w:trPr>
        <w:tc>
          <w:tcPr>
            <w:tcW w:w="2261" w:type="pct"/>
          </w:tcPr>
          <w:p w14:paraId="0EE0926A" w14:textId="68C6BCAB" w:rsidR="003971F9" w:rsidRPr="00F12A19" w:rsidRDefault="00966B80" w:rsidP="003971F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6" w:type="pct"/>
          </w:tcPr>
          <w:p w14:paraId="585DB317" w14:textId="4FD0BA47" w:rsidR="00FB6B65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DAC573E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79BAFD9" w14:textId="2B40E38F" w:rsidR="00FB6B65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2AB61F3B" w14:textId="77777777" w:rsidR="00FB6B65" w:rsidRPr="00F12A19" w:rsidRDefault="00FB6B65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4" w:type="pct"/>
          </w:tcPr>
          <w:p w14:paraId="27D8D69A" w14:textId="32B11DCB" w:rsidR="00FB6B65" w:rsidRPr="00F12A19" w:rsidRDefault="00966B80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5,997</w:t>
            </w:r>
          </w:p>
        </w:tc>
        <w:tc>
          <w:tcPr>
            <w:tcW w:w="142" w:type="pct"/>
          </w:tcPr>
          <w:p w14:paraId="44ADA651" w14:textId="77777777" w:rsidR="003971F9" w:rsidRPr="00F12A19" w:rsidRDefault="003971F9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54D23922" w14:textId="119B0980" w:rsidR="00FB6B65" w:rsidRPr="00F12A19" w:rsidRDefault="00966B80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9,273</w:t>
            </w:r>
          </w:p>
        </w:tc>
      </w:tr>
      <w:tr w:rsidR="00F42311" w:rsidRPr="00F12A19" w14:paraId="4209D116" w14:textId="77777777" w:rsidTr="00B71EEB">
        <w:trPr>
          <w:trHeight w:val="427"/>
        </w:trPr>
        <w:tc>
          <w:tcPr>
            <w:tcW w:w="2261" w:type="pct"/>
          </w:tcPr>
          <w:p w14:paraId="6E38A847" w14:textId="5CF7ADA5" w:rsidR="00F42311" w:rsidRPr="00F12A19" w:rsidRDefault="00F42311" w:rsidP="003971F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576" w:type="pct"/>
          </w:tcPr>
          <w:p w14:paraId="0E9C96CB" w14:textId="24CD7EB1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2851ABE9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03CCC08" w14:textId="7A82076A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176C2633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4" w:type="pct"/>
          </w:tcPr>
          <w:p w14:paraId="2B023D75" w14:textId="696379C5" w:rsidR="00F42311" w:rsidRPr="00F12A19" w:rsidRDefault="00F42311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989</w:t>
            </w:r>
          </w:p>
        </w:tc>
        <w:tc>
          <w:tcPr>
            <w:tcW w:w="142" w:type="pct"/>
          </w:tcPr>
          <w:p w14:paraId="0FFC7D8F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469986F" w14:textId="28437BF8" w:rsidR="00F42311" w:rsidRPr="00F12A19" w:rsidRDefault="00F42311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B6B65" w:rsidRPr="00F12A19" w14:paraId="4F09C6C0" w14:textId="77777777" w:rsidTr="00B71EEB">
        <w:tc>
          <w:tcPr>
            <w:tcW w:w="2261" w:type="pct"/>
          </w:tcPr>
          <w:p w14:paraId="099C319F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482856DC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" w:type="pct"/>
          </w:tcPr>
          <w:p w14:paraId="4E9920CE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" w:type="pct"/>
          </w:tcPr>
          <w:p w14:paraId="638C7020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" w:type="pct"/>
          </w:tcPr>
          <w:p w14:paraId="1DB66E0B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4" w:type="pct"/>
          </w:tcPr>
          <w:p w14:paraId="7AA85D7B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pct"/>
          </w:tcPr>
          <w:p w14:paraId="28172E72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9" w:type="pct"/>
          </w:tcPr>
          <w:p w14:paraId="1C5DA182" w14:textId="77777777" w:rsidR="00FB6B65" w:rsidRPr="00F12A19" w:rsidRDefault="00FB6B65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1888" w:rsidRPr="00F12A19" w14:paraId="27D293F2" w14:textId="77777777" w:rsidTr="00B71EEB">
        <w:tc>
          <w:tcPr>
            <w:tcW w:w="2261" w:type="pct"/>
          </w:tcPr>
          <w:p w14:paraId="2F0A5E2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6" w:type="pct"/>
          </w:tcPr>
          <w:p w14:paraId="3BCA788D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17F7B28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2A4A7BD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31C3E15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42A7AA6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35402FCB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7A764F71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1888" w:rsidRPr="00F12A19" w14:paraId="152DA78F" w14:textId="77777777" w:rsidTr="00B71EEB">
        <w:tc>
          <w:tcPr>
            <w:tcW w:w="2261" w:type="pct"/>
          </w:tcPr>
          <w:p w14:paraId="548261FC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6" w:type="pct"/>
          </w:tcPr>
          <w:p w14:paraId="28F5EDCB" w14:textId="28398AF2" w:rsidR="00C30E6C" w:rsidRPr="00F12A19" w:rsidRDefault="00FB6B65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7DB05823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1323D49" w14:textId="202615EE" w:rsidR="00C30E6C" w:rsidRPr="00F12A19" w:rsidRDefault="00C30E6C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36,764</w:t>
            </w:r>
          </w:p>
        </w:tc>
        <w:tc>
          <w:tcPr>
            <w:tcW w:w="145" w:type="pct"/>
          </w:tcPr>
          <w:p w14:paraId="2F65FC0D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7683532A" w14:textId="48938593" w:rsidR="00C30E6C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71A674C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3AF99DF6" w14:textId="42456BDB" w:rsidR="00C30E6C" w:rsidRPr="00F12A19" w:rsidRDefault="00C30E6C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24,445</w:t>
            </w:r>
          </w:p>
        </w:tc>
      </w:tr>
      <w:tr w:rsidR="00751888" w:rsidRPr="00F12A19" w14:paraId="1988210E" w14:textId="77777777" w:rsidTr="00B71EEB">
        <w:tc>
          <w:tcPr>
            <w:tcW w:w="2261" w:type="pct"/>
          </w:tcPr>
          <w:p w14:paraId="1381CD7A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76" w:type="pct"/>
          </w:tcPr>
          <w:p w14:paraId="75B48175" w14:textId="42943796" w:rsidR="00C30E6C" w:rsidRPr="00F12A19" w:rsidRDefault="00FB6B65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28D751ED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76EC4A4" w14:textId="3084E886" w:rsidR="00C30E6C" w:rsidRPr="00F12A19" w:rsidRDefault="00C30E6C" w:rsidP="00C4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5,484</w:t>
            </w:r>
          </w:p>
        </w:tc>
        <w:tc>
          <w:tcPr>
            <w:tcW w:w="145" w:type="pct"/>
          </w:tcPr>
          <w:p w14:paraId="1F7AB5BA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419A547F" w14:textId="5E78334A" w:rsidR="00C30E6C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58A8614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4EA7E1A4" w14:textId="6055D40F" w:rsidR="00C30E6C" w:rsidRPr="00F12A19" w:rsidRDefault="00C30E6C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3,744</w:t>
            </w:r>
          </w:p>
        </w:tc>
      </w:tr>
      <w:tr w:rsidR="00751888" w:rsidRPr="00F12A19" w14:paraId="7250C6FF" w14:textId="77777777" w:rsidTr="00B71EEB">
        <w:tc>
          <w:tcPr>
            <w:tcW w:w="2261" w:type="pct"/>
          </w:tcPr>
          <w:p w14:paraId="1668CCB6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76" w:type="pct"/>
          </w:tcPr>
          <w:p w14:paraId="4D82258D" w14:textId="25761C45" w:rsidR="00FB6B65" w:rsidRPr="00F12A19" w:rsidRDefault="00FB6B65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14E77E59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FE6D3EF" w14:textId="277AF019" w:rsidR="00C30E6C" w:rsidRPr="00F12A19" w:rsidRDefault="00C30E6C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2,886</w:t>
            </w:r>
          </w:p>
        </w:tc>
        <w:tc>
          <w:tcPr>
            <w:tcW w:w="145" w:type="pct"/>
          </w:tcPr>
          <w:p w14:paraId="255D22C3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010B4964" w14:textId="44548463" w:rsidR="00C30E6C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90B3DCC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2F4E84FE" w14:textId="5EC07D0C" w:rsidR="00C30E6C" w:rsidRPr="00F12A19" w:rsidRDefault="00C30E6C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1888" w:rsidRPr="00F12A19" w14:paraId="6BD099C8" w14:textId="77777777" w:rsidTr="00B71EEB">
        <w:tc>
          <w:tcPr>
            <w:tcW w:w="2261" w:type="pct"/>
          </w:tcPr>
          <w:p w14:paraId="1FEF081B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14:paraId="3016BF6A" w14:textId="3F274F1E" w:rsidR="00C30E6C" w:rsidRPr="00F12A19" w:rsidRDefault="00FB6B65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73BA038C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4226FAFC" w14:textId="1E86B502" w:rsidR="00C30E6C" w:rsidRPr="00F12A19" w:rsidRDefault="00183E7A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C776964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3C1304FC" w14:textId="79679005" w:rsidR="00C30E6C" w:rsidRPr="00F12A19" w:rsidRDefault="00966B80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0B30180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2E4D700E" w14:textId="629DD05E" w:rsidR="00C30E6C" w:rsidRPr="00F12A19" w:rsidRDefault="00C30E6C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308,242</w:t>
            </w:r>
          </w:p>
        </w:tc>
      </w:tr>
      <w:tr w:rsidR="00F42311" w:rsidRPr="00F12A19" w14:paraId="33E79510" w14:textId="77777777" w:rsidTr="00B71EEB">
        <w:tc>
          <w:tcPr>
            <w:tcW w:w="2261" w:type="pct"/>
          </w:tcPr>
          <w:p w14:paraId="544056EC" w14:textId="3E33F106" w:rsidR="00F42311" w:rsidRPr="00F12A19" w:rsidRDefault="00F42311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ค่าเช่าและค่าบริการระยะสั้น</w:t>
            </w:r>
          </w:p>
        </w:tc>
        <w:tc>
          <w:tcPr>
            <w:tcW w:w="576" w:type="pct"/>
          </w:tcPr>
          <w:p w14:paraId="43537772" w14:textId="69B1E235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741A36D7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CB6BB8F" w14:textId="30989062" w:rsidR="00F42311" w:rsidRPr="00F12A19" w:rsidRDefault="00F42311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5" w:type="pct"/>
          </w:tcPr>
          <w:p w14:paraId="794634B0" w14:textId="77777777" w:rsidR="00F42311" w:rsidRPr="00F12A19" w:rsidRDefault="00F42311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14:paraId="156038AE" w14:textId="62C45DDC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76B1EB0" w14:textId="77777777" w:rsidR="00F42311" w:rsidRPr="00F12A19" w:rsidRDefault="00F42311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</w:tcPr>
          <w:p w14:paraId="5385179C" w14:textId="4168B9EF" w:rsidR="00F42311" w:rsidRPr="00F12A19" w:rsidRDefault="00F42311" w:rsidP="00F42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2,170</w:t>
            </w:r>
          </w:p>
        </w:tc>
      </w:tr>
      <w:tr w:rsidR="00F42311" w:rsidRPr="00F12A19" w14:paraId="73DF38E3" w14:textId="77777777" w:rsidTr="00B71EEB">
        <w:tc>
          <w:tcPr>
            <w:tcW w:w="2261" w:type="pct"/>
          </w:tcPr>
          <w:p w14:paraId="77D238C6" w14:textId="559662F6" w:rsidR="00F42311" w:rsidRPr="00F12A19" w:rsidRDefault="00F42311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6" w:type="pct"/>
          </w:tcPr>
          <w:p w14:paraId="56D903C2" w14:textId="055F5302" w:rsidR="00F42311" w:rsidRPr="00F12A19" w:rsidRDefault="00F42311" w:rsidP="00C4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21,874</w:t>
            </w:r>
          </w:p>
        </w:tc>
        <w:tc>
          <w:tcPr>
            <w:tcW w:w="147" w:type="pct"/>
          </w:tcPr>
          <w:p w14:paraId="5E71FED1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64993DB" w14:textId="35002CD3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FBA2308" w14:textId="77777777" w:rsidR="00F42311" w:rsidRPr="00F12A19" w:rsidRDefault="00F42311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14:paraId="02DEC805" w14:textId="2251BE81" w:rsidR="00F42311" w:rsidRPr="00F12A19" w:rsidRDefault="00F42311" w:rsidP="00183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7AC20B0" w14:textId="77777777" w:rsidR="00F42311" w:rsidRPr="00F12A19" w:rsidRDefault="00F42311" w:rsidP="00966B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</w:tcPr>
          <w:p w14:paraId="616ED49B" w14:textId="35061ED3" w:rsidR="00F42311" w:rsidRPr="00F12A19" w:rsidRDefault="00F42311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1888" w:rsidRPr="00F12A19" w14:paraId="1E662086" w14:textId="77777777" w:rsidTr="00B71EEB">
        <w:tc>
          <w:tcPr>
            <w:tcW w:w="2261" w:type="pct"/>
          </w:tcPr>
          <w:p w14:paraId="3BF3046B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74FD6205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" w:type="pct"/>
          </w:tcPr>
          <w:p w14:paraId="37A66243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" w:type="pct"/>
          </w:tcPr>
          <w:p w14:paraId="05147557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" w:type="pct"/>
          </w:tcPr>
          <w:p w14:paraId="7CE64BA4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4" w:type="pct"/>
          </w:tcPr>
          <w:p w14:paraId="29F0C5E5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pct"/>
          </w:tcPr>
          <w:p w14:paraId="14E4AAA6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9" w:type="pct"/>
          </w:tcPr>
          <w:p w14:paraId="23736E95" w14:textId="77777777" w:rsidR="00C30E6C" w:rsidRPr="00F12A19" w:rsidRDefault="00C30E6C" w:rsidP="000846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1888" w:rsidRPr="00F12A19" w14:paraId="560C1E09" w14:textId="77777777" w:rsidTr="00B71EEB">
        <w:trPr>
          <w:trHeight w:val="190"/>
        </w:trPr>
        <w:tc>
          <w:tcPr>
            <w:tcW w:w="2261" w:type="pct"/>
          </w:tcPr>
          <w:p w14:paraId="2FED9517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576" w:type="pct"/>
          </w:tcPr>
          <w:p w14:paraId="487D6F7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2924F6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87B9BDA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7916D3A8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7BC2CF96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7BA29B8F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2836B6B6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1888" w:rsidRPr="00F12A19" w14:paraId="10D1B0BE" w14:textId="77777777" w:rsidTr="00B71EEB">
        <w:tc>
          <w:tcPr>
            <w:tcW w:w="2261" w:type="pct"/>
          </w:tcPr>
          <w:p w14:paraId="29E928C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6" w:type="pct"/>
          </w:tcPr>
          <w:p w14:paraId="70CDDDD0" w14:textId="2DD4CEB4" w:rsidR="00C30E6C" w:rsidRPr="00F12A19" w:rsidRDefault="00F42311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4C36302" w14:textId="77777777" w:rsidR="00C30E6C" w:rsidRPr="00F12A19" w:rsidRDefault="00C30E6C" w:rsidP="00F42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6BA13AC" w14:textId="204EBCE6" w:rsidR="00C30E6C" w:rsidRPr="00F12A19" w:rsidRDefault="00C30E6C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25,653</w:t>
            </w:r>
          </w:p>
        </w:tc>
        <w:tc>
          <w:tcPr>
            <w:tcW w:w="145" w:type="pct"/>
          </w:tcPr>
          <w:p w14:paraId="5B91A66B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7DAA374D" w14:textId="580A8C88" w:rsidR="00C30E6C" w:rsidRPr="00F12A19" w:rsidRDefault="00F42311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6187C6A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7469904C" w14:textId="79B1A941" w:rsidR="00C30E6C" w:rsidRPr="00F12A19" w:rsidRDefault="00C30E6C" w:rsidP="006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1888" w:rsidRPr="00F12A19" w14:paraId="76695A23" w14:textId="77777777" w:rsidTr="00B71EEB">
        <w:tc>
          <w:tcPr>
            <w:tcW w:w="2261" w:type="pct"/>
          </w:tcPr>
          <w:p w14:paraId="577629AF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6B2A1568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" w:type="pct"/>
          </w:tcPr>
          <w:p w14:paraId="48843A21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" w:type="pct"/>
          </w:tcPr>
          <w:p w14:paraId="13B6EDDD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" w:type="pct"/>
          </w:tcPr>
          <w:p w14:paraId="6BD00402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4" w:type="pct"/>
          </w:tcPr>
          <w:p w14:paraId="2636C0EE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pct"/>
          </w:tcPr>
          <w:p w14:paraId="1D943C36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9" w:type="pct"/>
          </w:tcPr>
          <w:p w14:paraId="5AD69D9C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right="-19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1888" w:rsidRPr="00F12A19" w14:paraId="00CC0AF6" w14:textId="77777777" w:rsidTr="00B71EEB">
        <w:tc>
          <w:tcPr>
            <w:tcW w:w="2261" w:type="pct"/>
          </w:tcPr>
          <w:p w14:paraId="42B3E33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76" w:type="pct"/>
          </w:tcPr>
          <w:p w14:paraId="0A2030B7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F98266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20C3315" w14:textId="77777777" w:rsidR="00C30E6C" w:rsidRPr="00F12A19" w:rsidRDefault="00C30E6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59109707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6C7EBEAF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56622EE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9" w:type="pct"/>
          </w:tcPr>
          <w:p w14:paraId="4A56D8E8" w14:textId="77777777" w:rsidR="00C30E6C" w:rsidRPr="00F12A19" w:rsidRDefault="00C30E6C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1888" w:rsidRPr="00F12A19" w14:paraId="6025E6C9" w14:textId="77777777" w:rsidTr="00B71EEB">
        <w:tc>
          <w:tcPr>
            <w:tcW w:w="2261" w:type="pct"/>
          </w:tcPr>
          <w:p w14:paraId="2ECD2834" w14:textId="6D7DF1D4" w:rsidR="00F829BA" w:rsidRPr="00F12A19" w:rsidRDefault="00F829B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6" w:type="pct"/>
            <w:shd w:val="clear" w:color="auto" w:fill="auto"/>
          </w:tcPr>
          <w:p w14:paraId="0F8C2C82" w14:textId="330DA418" w:rsidR="00F829BA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71,176</w:t>
            </w:r>
          </w:p>
        </w:tc>
        <w:tc>
          <w:tcPr>
            <w:tcW w:w="147" w:type="pct"/>
          </w:tcPr>
          <w:p w14:paraId="0F943F80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554B92D" w14:textId="004B7BA3" w:rsidR="00F829BA" w:rsidRPr="00F12A19" w:rsidRDefault="00F829B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26,112</w:t>
            </w:r>
          </w:p>
        </w:tc>
        <w:tc>
          <w:tcPr>
            <w:tcW w:w="145" w:type="pct"/>
          </w:tcPr>
          <w:p w14:paraId="5E50C0DC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5B03A16B" w14:textId="2D5CFE8B" w:rsidR="00F829BA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37,460</w:t>
            </w:r>
          </w:p>
        </w:tc>
        <w:tc>
          <w:tcPr>
            <w:tcW w:w="142" w:type="pct"/>
          </w:tcPr>
          <w:p w14:paraId="35547C7C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05386922" w14:textId="055B82EA" w:rsidR="00F829BA" w:rsidRPr="00F12A19" w:rsidRDefault="00F829B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12,630</w:t>
            </w:r>
          </w:p>
        </w:tc>
      </w:tr>
      <w:tr w:rsidR="00F42311" w:rsidRPr="00F12A19" w14:paraId="2AB5CFAF" w14:textId="77777777" w:rsidTr="00B71EEB">
        <w:tc>
          <w:tcPr>
            <w:tcW w:w="2261" w:type="pct"/>
          </w:tcPr>
          <w:p w14:paraId="1DF5F9A2" w14:textId="6DB2D249" w:rsidR="00F42311" w:rsidRPr="00F12A19" w:rsidRDefault="00F42311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76" w:type="pct"/>
            <w:shd w:val="clear" w:color="auto" w:fill="auto"/>
          </w:tcPr>
          <w:p w14:paraId="007684D6" w14:textId="003A27B2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8,423</w:t>
            </w:r>
          </w:p>
        </w:tc>
        <w:tc>
          <w:tcPr>
            <w:tcW w:w="147" w:type="pct"/>
          </w:tcPr>
          <w:p w14:paraId="5DD2B612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79FB072" w14:textId="103ACDFE" w:rsidR="00F42311" w:rsidRPr="00F12A19" w:rsidRDefault="00F42311" w:rsidP="00533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440FDE6" w14:textId="77777777" w:rsidR="00F42311" w:rsidRPr="00F12A19" w:rsidRDefault="00F42311" w:rsidP="005337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14:paraId="0C593D65" w14:textId="52117DCD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5,396</w:t>
            </w:r>
          </w:p>
        </w:tc>
        <w:tc>
          <w:tcPr>
            <w:tcW w:w="142" w:type="pct"/>
          </w:tcPr>
          <w:p w14:paraId="56950130" w14:textId="77777777" w:rsidR="00F42311" w:rsidRPr="00F12A19" w:rsidRDefault="00F42311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2D5B82CD" w14:textId="04140CC7" w:rsidR="00F42311" w:rsidRPr="00F12A19" w:rsidRDefault="00F42311" w:rsidP="00533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1888" w:rsidRPr="00F12A19" w14:paraId="1F7E4A4D" w14:textId="77777777" w:rsidTr="00B71EEB">
        <w:tc>
          <w:tcPr>
            <w:tcW w:w="2261" w:type="pct"/>
          </w:tcPr>
          <w:p w14:paraId="29139805" w14:textId="4C8DAA59" w:rsidR="00F829BA" w:rsidRPr="00F12A19" w:rsidRDefault="00F829B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14:paraId="6FBBB9FA" w14:textId="3AFD3662" w:rsidR="00F829BA" w:rsidRPr="00F12A19" w:rsidRDefault="00F42311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FDA9493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F827C7B" w14:textId="341D6EFC" w:rsidR="00F829BA" w:rsidRPr="00F12A19" w:rsidRDefault="00F829BA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167</w:t>
            </w:r>
          </w:p>
        </w:tc>
        <w:tc>
          <w:tcPr>
            <w:tcW w:w="145" w:type="pct"/>
          </w:tcPr>
          <w:p w14:paraId="5BEE538C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61080C08" w14:textId="1F1C0E6B" w:rsidR="00F829BA" w:rsidRPr="00F12A19" w:rsidRDefault="00F42311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CC27782" w14:textId="77777777" w:rsidR="00F829BA" w:rsidRPr="00F12A19" w:rsidRDefault="00F829BA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1B6F7F95" w14:textId="5239E5AE" w:rsidR="00F829BA" w:rsidRPr="00F12A19" w:rsidRDefault="00F829BA" w:rsidP="00533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F0F9E" w:rsidRPr="00F12A19" w14:paraId="0A08D890" w14:textId="77777777" w:rsidTr="00B71EEB">
        <w:tc>
          <w:tcPr>
            <w:tcW w:w="2261" w:type="pct"/>
          </w:tcPr>
          <w:p w14:paraId="0E3BAE2D" w14:textId="1F8C634C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76" w:type="pct"/>
          </w:tcPr>
          <w:p w14:paraId="2295A607" w14:textId="75F20579" w:rsidR="00EF0F9E" w:rsidRPr="00F12A19" w:rsidRDefault="00EF0F9E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20F1E6D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90F2B2A" w14:textId="1C17FE29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1,019</w:t>
            </w:r>
          </w:p>
        </w:tc>
        <w:tc>
          <w:tcPr>
            <w:tcW w:w="145" w:type="pct"/>
          </w:tcPr>
          <w:p w14:paraId="55F7D5DB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1FD4061B" w14:textId="1CF8B516" w:rsidR="00EF0F9E" w:rsidRPr="00F12A19" w:rsidRDefault="00EF0F9E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3FB0198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F78D824" w14:textId="0C47C02C" w:rsidR="00EF0F9E" w:rsidRPr="00F12A19" w:rsidRDefault="00EF0F9E" w:rsidP="00C322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1,019</w:t>
            </w:r>
          </w:p>
        </w:tc>
      </w:tr>
      <w:tr w:rsidR="00EF0F9E" w:rsidRPr="00F12A19" w14:paraId="762B47FF" w14:textId="77777777" w:rsidTr="00B71EEB">
        <w:tc>
          <w:tcPr>
            <w:tcW w:w="2261" w:type="pct"/>
          </w:tcPr>
          <w:p w14:paraId="66862E2F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44A6BBA8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" w:type="pct"/>
          </w:tcPr>
          <w:p w14:paraId="4B79FC2A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" w:type="pct"/>
          </w:tcPr>
          <w:p w14:paraId="21CBB2D3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" w:type="pct"/>
          </w:tcPr>
          <w:p w14:paraId="1E97FAC8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4" w:type="pct"/>
          </w:tcPr>
          <w:p w14:paraId="477C91FD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pct"/>
          </w:tcPr>
          <w:p w14:paraId="10F96DC1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9" w:type="pct"/>
          </w:tcPr>
          <w:p w14:paraId="4BF44C98" w14:textId="77777777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F0F9E" w:rsidRPr="00F12A19" w14:paraId="56AF2007" w14:textId="77777777" w:rsidTr="00B71EEB">
        <w:tc>
          <w:tcPr>
            <w:tcW w:w="2261" w:type="pct"/>
          </w:tcPr>
          <w:p w14:paraId="182E7A5D" w14:textId="2E2E8B89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76" w:type="pct"/>
          </w:tcPr>
          <w:p w14:paraId="4A18F5DC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75"/>
              </w:tabs>
              <w:spacing w:after="0" w:line="240" w:lineRule="auto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A9CDBFA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EAFE49B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16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CE1DF88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70493A59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44504F49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57FE6D2C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0F9E" w:rsidRPr="00F12A19" w14:paraId="244FF03F" w14:textId="77777777" w:rsidTr="00B71EEB">
        <w:tc>
          <w:tcPr>
            <w:tcW w:w="2261" w:type="pct"/>
            <w:shd w:val="clear" w:color="auto" w:fill="auto"/>
          </w:tcPr>
          <w:p w14:paraId="176C8DBA" w14:textId="7BE043A5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76" w:type="pct"/>
          </w:tcPr>
          <w:p w14:paraId="3A85E29A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75"/>
              </w:tabs>
              <w:spacing w:after="0" w:line="240" w:lineRule="auto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D52F31B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2451F63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16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20D1E4DF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2F45F290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97756F4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24FA3E8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F0F9E" w:rsidRPr="00F12A19" w14:paraId="6B07F0E9" w14:textId="77777777" w:rsidTr="00B71EEB">
        <w:tc>
          <w:tcPr>
            <w:tcW w:w="2261" w:type="pct"/>
          </w:tcPr>
          <w:p w14:paraId="29C0691F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ผลประโยชน์ระยะสั้นของพนักงาน</w:t>
            </w:r>
          </w:p>
        </w:tc>
        <w:tc>
          <w:tcPr>
            <w:tcW w:w="576" w:type="pct"/>
          </w:tcPr>
          <w:p w14:paraId="558D81A2" w14:textId="44F681BA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9,957</w:t>
            </w:r>
          </w:p>
        </w:tc>
        <w:tc>
          <w:tcPr>
            <w:tcW w:w="147" w:type="pct"/>
          </w:tcPr>
          <w:p w14:paraId="30B3069C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F115195" w14:textId="355DA2D0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10,313</w:t>
            </w:r>
          </w:p>
        </w:tc>
        <w:tc>
          <w:tcPr>
            <w:tcW w:w="145" w:type="pct"/>
          </w:tcPr>
          <w:p w14:paraId="3673A2D6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0D3AC031" w14:textId="675C7DD9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9,957</w:t>
            </w:r>
          </w:p>
        </w:tc>
        <w:tc>
          <w:tcPr>
            <w:tcW w:w="142" w:type="pct"/>
          </w:tcPr>
          <w:p w14:paraId="21EBC01D" w14:textId="77777777" w:rsidR="00EF0F9E" w:rsidRPr="00F12A19" w:rsidRDefault="00EF0F9E" w:rsidP="00EF0F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C35E7BB" w14:textId="664B9CE3" w:rsidR="00EF0F9E" w:rsidRPr="00F12A19" w:rsidRDefault="00EF0F9E" w:rsidP="00EF0F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10,128</w:t>
            </w:r>
          </w:p>
        </w:tc>
      </w:tr>
    </w:tbl>
    <w:p w14:paraId="21125794" w14:textId="77777777" w:rsidR="00791F20" w:rsidRPr="00F12A19" w:rsidRDefault="00791F2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1E3E1308" w14:textId="77777777" w:rsidR="009A19F2" w:rsidRPr="00F12A19" w:rsidRDefault="009A19F2" w:rsidP="0079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8806CD" w14:textId="77777777" w:rsidR="009A19F2" w:rsidRPr="00F12A19" w:rsidRDefault="009A19F2" w:rsidP="0079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5F2C7F37" w14:textId="77777777" w:rsidR="009A19F2" w:rsidRPr="00F12A19" w:rsidRDefault="009A19F2" w:rsidP="0079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1A5F7C" w14:textId="77777777" w:rsidR="000846DF" w:rsidRPr="00F12A19" w:rsidRDefault="000846DF" w:rsidP="0079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7E57E40" w14:textId="139E8328" w:rsidR="00B90DC3" w:rsidRPr="00F12A19" w:rsidRDefault="00B90DC3" w:rsidP="0079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="00052BEC"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="00052BEC" w:rsidRPr="00F12A19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052BEC" w:rsidRPr="00F12A19">
        <w:rPr>
          <w:rFonts w:asciiTheme="majorBidi" w:hAnsiTheme="majorBidi" w:cstheme="majorBidi"/>
          <w:sz w:val="30"/>
          <w:szCs w:val="30"/>
        </w:rPr>
        <w:t>256</w:t>
      </w:r>
      <w:r w:rsidR="00F829BA" w:rsidRPr="00F12A19">
        <w:rPr>
          <w:rFonts w:asciiTheme="majorBidi" w:hAnsiTheme="majorBidi" w:cstheme="majorBidi"/>
          <w:sz w:val="30"/>
          <w:szCs w:val="30"/>
        </w:rPr>
        <w:t>4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F12A19">
        <w:rPr>
          <w:rFonts w:asciiTheme="majorBidi" w:hAnsiTheme="majorBidi" w:cstheme="majorBidi"/>
          <w:sz w:val="30"/>
          <w:szCs w:val="30"/>
        </w:rPr>
        <w:t>256</w:t>
      </w:r>
      <w:r w:rsidR="00F829BA" w:rsidRPr="00F12A19">
        <w:rPr>
          <w:rFonts w:asciiTheme="majorBidi" w:hAnsiTheme="majorBidi" w:cstheme="majorBidi"/>
          <w:sz w:val="30"/>
          <w:szCs w:val="30"/>
        </w:rPr>
        <w:t>3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9CCCB38" w14:textId="735E3596" w:rsidR="00052BEC" w:rsidRPr="00F12A19" w:rsidRDefault="00052BEC" w:rsidP="00E707E2">
      <w:pPr>
        <w:ind w:firstLine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56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18"/>
        <w:gridCol w:w="1260"/>
        <w:gridCol w:w="266"/>
        <w:gridCol w:w="1337"/>
        <w:gridCol w:w="266"/>
        <w:gridCol w:w="1299"/>
        <w:gridCol w:w="266"/>
        <w:gridCol w:w="1251"/>
      </w:tblGrid>
      <w:tr w:rsidR="00796A24" w:rsidRPr="00F12A19" w14:paraId="5DDEF7E1" w14:textId="77777777" w:rsidTr="0020779F">
        <w:trPr>
          <w:tblHeader/>
        </w:trPr>
        <w:tc>
          <w:tcPr>
            <w:tcW w:w="1892" w:type="pct"/>
          </w:tcPr>
          <w:p w14:paraId="1925B2F1" w14:textId="77777777" w:rsidR="00796A24" w:rsidRPr="00F12A19" w:rsidRDefault="00796A24" w:rsidP="003D68A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97" w:type="pct"/>
            <w:gridSpan w:val="3"/>
          </w:tcPr>
          <w:p w14:paraId="564E740F" w14:textId="77777777" w:rsidR="00796A24" w:rsidRPr="00F12A19" w:rsidRDefault="00796A24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1AC7393F" w14:textId="77777777" w:rsidR="00796A24" w:rsidRPr="00F12A19" w:rsidRDefault="00796A24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2" w:type="pct"/>
            <w:gridSpan w:val="3"/>
          </w:tcPr>
          <w:p w14:paraId="67EBD889" w14:textId="77777777" w:rsidR="00796A24" w:rsidRPr="00F12A19" w:rsidRDefault="00796A24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45608" w:rsidRPr="00F12A19" w14:paraId="027178A6" w14:textId="77777777" w:rsidTr="0020779F">
        <w:trPr>
          <w:tblHeader/>
        </w:trPr>
        <w:tc>
          <w:tcPr>
            <w:tcW w:w="1892" w:type="pct"/>
          </w:tcPr>
          <w:p w14:paraId="4EBF3475" w14:textId="77777777" w:rsidR="003D68A8" w:rsidRPr="00F12A19" w:rsidRDefault="003D68A8" w:rsidP="003D68A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9" w:type="pct"/>
          </w:tcPr>
          <w:p w14:paraId="184C3988" w14:textId="6356AB01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39" w:type="pct"/>
            <w:vAlign w:val="center"/>
          </w:tcPr>
          <w:p w14:paraId="3F47E5C1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</w:tcPr>
          <w:p w14:paraId="444604AA" w14:textId="60BF2CA0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9" w:type="pct"/>
          </w:tcPr>
          <w:p w14:paraId="4D2DC8A5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70774871" w14:textId="49CAA4D1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39" w:type="pct"/>
            <w:vAlign w:val="center"/>
          </w:tcPr>
          <w:p w14:paraId="2B230379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79490C80" w14:textId="7E21CE5F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45608" w:rsidRPr="00F12A19" w14:paraId="36B5FCEB" w14:textId="77777777" w:rsidTr="0020779F">
        <w:trPr>
          <w:tblHeader/>
        </w:trPr>
        <w:tc>
          <w:tcPr>
            <w:tcW w:w="1892" w:type="pct"/>
          </w:tcPr>
          <w:p w14:paraId="4DD85318" w14:textId="77777777" w:rsidR="003D68A8" w:rsidRPr="00F12A19" w:rsidRDefault="003D68A8" w:rsidP="003D68A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9" w:type="pct"/>
          </w:tcPr>
          <w:p w14:paraId="7EF8B02F" w14:textId="70E473D9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9" w:type="pct"/>
            <w:vAlign w:val="center"/>
          </w:tcPr>
          <w:p w14:paraId="258BED91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</w:tcPr>
          <w:p w14:paraId="04259C23" w14:textId="5D575E71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9" w:type="pct"/>
          </w:tcPr>
          <w:p w14:paraId="31E390A1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023046E2" w14:textId="2FC67A85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9" w:type="pct"/>
            <w:vAlign w:val="center"/>
          </w:tcPr>
          <w:p w14:paraId="111C1024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7CA3E5DB" w14:textId="6357106D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3D68A8" w:rsidRPr="00F12A19" w14:paraId="71A29B7B" w14:textId="77777777" w:rsidTr="0020779F">
        <w:trPr>
          <w:tblHeader/>
        </w:trPr>
        <w:tc>
          <w:tcPr>
            <w:tcW w:w="1892" w:type="pct"/>
          </w:tcPr>
          <w:p w14:paraId="7EB48EAC" w14:textId="77777777" w:rsidR="003D68A8" w:rsidRPr="00F12A19" w:rsidRDefault="003D68A8" w:rsidP="003D68A8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08" w:type="pct"/>
            <w:gridSpan w:val="7"/>
          </w:tcPr>
          <w:p w14:paraId="6FD24B60" w14:textId="77777777" w:rsidR="003D68A8" w:rsidRPr="00F12A19" w:rsidRDefault="003D68A8" w:rsidP="003D68A8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45608" w:rsidRPr="00F12A19" w14:paraId="4B1E78D8" w14:textId="77777777" w:rsidTr="00F06DD2">
        <w:tc>
          <w:tcPr>
            <w:tcW w:w="1892" w:type="pct"/>
          </w:tcPr>
          <w:p w14:paraId="0633B666" w14:textId="77777777" w:rsidR="003D68A8" w:rsidRPr="00F12A19" w:rsidRDefault="003D68A8" w:rsidP="003D68A8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59" w:type="pct"/>
          </w:tcPr>
          <w:p w14:paraId="08E90C26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6F83BDE8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</w:tcPr>
          <w:p w14:paraId="2C195EA6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6450D966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0CB108C2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7EA9A0C3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4C895213" w14:textId="77777777" w:rsidR="003D68A8" w:rsidRPr="00F12A19" w:rsidRDefault="003D68A8" w:rsidP="00D219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06DD2" w:rsidRPr="00F12A19" w14:paraId="612B5061" w14:textId="77777777" w:rsidTr="00F06DD2">
        <w:tc>
          <w:tcPr>
            <w:tcW w:w="1892" w:type="pct"/>
          </w:tcPr>
          <w:p w14:paraId="6B0EDD6B" w14:textId="77777777" w:rsidR="00F06DD2" w:rsidRPr="00F12A19" w:rsidRDefault="00F06DD2" w:rsidP="00F06DD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9" w:type="pct"/>
          </w:tcPr>
          <w:p w14:paraId="345141BD" w14:textId="41993546" w:rsidR="00F06DD2" w:rsidRPr="00F12A19" w:rsidRDefault="0053372F" w:rsidP="00F06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2C53D0D8" w14:textId="77777777" w:rsidR="00F06DD2" w:rsidRPr="00F12A19" w:rsidRDefault="00F06DD2" w:rsidP="00F06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</w:tcPr>
          <w:p w14:paraId="267FB880" w14:textId="711B6750" w:rsidR="00F06DD2" w:rsidRPr="00F12A19" w:rsidRDefault="00F06DD2" w:rsidP="00F06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0CD5CBAA" w14:textId="77777777" w:rsidR="00F06DD2" w:rsidRPr="00F12A19" w:rsidRDefault="00F06DD2" w:rsidP="00F06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00F2DEFA" w14:textId="2D9D8A2F" w:rsidR="00F06DD2" w:rsidRPr="00F12A19" w:rsidRDefault="0053372F" w:rsidP="00F06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7,112</w:t>
            </w:r>
          </w:p>
        </w:tc>
        <w:tc>
          <w:tcPr>
            <w:tcW w:w="139" w:type="pct"/>
          </w:tcPr>
          <w:p w14:paraId="0060C25D" w14:textId="77777777" w:rsidR="00F06DD2" w:rsidRPr="00F12A19" w:rsidRDefault="00F06DD2" w:rsidP="00F06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1B0D1D57" w14:textId="53FDD841" w:rsidR="00F06DD2" w:rsidRPr="00F12A19" w:rsidRDefault="00F06DD2" w:rsidP="00F06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14,904</w:t>
            </w:r>
          </w:p>
        </w:tc>
      </w:tr>
      <w:tr w:rsidR="00FA4853" w:rsidRPr="00F12A19" w14:paraId="11D45F19" w14:textId="77777777" w:rsidTr="00183E7A">
        <w:tc>
          <w:tcPr>
            <w:tcW w:w="1892" w:type="pct"/>
          </w:tcPr>
          <w:p w14:paraId="3E019098" w14:textId="77777777" w:rsidR="00FA4853" w:rsidRPr="00F12A19" w:rsidRDefault="00FA4853" w:rsidP="00FA485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5D14E3F2" w14:textId="1D891B41" w:rsidR="00FA4853" w:rsidRPr="00F12A19" w:rsidRDefault="00FA4853" w:rsidP="00FA4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52,097</w:t>
            </w:r>
          </w:p>
        </w:tc>
        <w:tc>
          <w:tcPr>
            <w:tcW w:w="139" w:type="pct"/>
          </w:tcPr>
          <w:p w14:paraId="057994C2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244C81CA" w14:textId="6B2F7317" w:rsidR="00FA4853" w:rsidRPr="00F12A19" w:rsidRDefault="00FA4853" w:rsidP="00FA4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20,464</w:t>
            </w:r>
          </w:p>
        </w:tc>
        <w:tc>
          <w:tcPr>
            <w:tcW w:w="139" w:type="pct"/>
          </w:tcPr>
          <w:p w14:paraId="261BD569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14D6EB5F" w14:textId="7D65FDD3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33,611</w:t>
            </w:r>
          </w:p>
        </w:tc>
        <w:tc>
          <w:tcPr>
            <w:tcW w:w="139" w:type="pct"/>
          </w:tcPr>
          <w:p w14:paraId="14106744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545667AE" w14:textId="5452F5DC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8,680</w:t>
            </w:r>
          </w:p>
        </w:tc>
      </w:tr>
      <w:tr w:rsidR="00FA4853" w:rsidRPr="00F12A19" w14:paraId="5FB9F73B" w14:textId="77777777" w:rsidTr="00183E7A">
        <w:tc>
          <w:tcPr>
            <w:tcW w:w="1892" w:type="pct"/>
          </w:tcPr>
          <w:p w14:paraId="1B50F03E" w14:textId="2AD27769" w:rsidR="00FA4853" w:rsidRPr="00F12A19" w:rsidRDefault="00C46D5D" w:rsidP="00FA485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0B1D29CF" w14:textId="564A7BC0" w:rsidR="00FA4853" w:rsidRPr="00F12A19" w:rsidRDefault="00FA4853" w:rsidP="00FA4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52,097</w:t>
            </w:r>
          </w:p>
        </w:tc>
        <w:tc>
          <w:tcPr>
            <w:tcW w:w="139" w:type="pct"/>
          </w:tcPr>
          <w:p w14:paraId="78D98EE9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</w:tcPr>
          <w:p w14:paraId="4D4C80FF" w14:textId="599849AA" w:rsidR="00FA4853" w:rsidRPr="00F12A19" w:rsidRDefault="00FA4853" w:rsidP="00FA48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20,464</w:t>
            </w:r>
          </w:p>
        </w:tc>
        <w:tc>
          <w:tcPr>
            <w:tcW w:w="139" w:type="pct"/>
          </w:tcPr>
          <w:p w14:paraId="0AFD9653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3D7C9FE8" w14:textId="5FA6810D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40,723</w:t>
            </w:r>
          </w:p>
        </w:tc>
        <w:tc>
          <w:tcPr>
            <w:tcW w:w="139" w:type="pct"/>
          </w:tcPr>
          <w:p w14:paraId="710F5222" w14:textId="77777777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73CECDCC" w14:textId="09C0D305" w:rsidR="00FA4853" w:rsidRPr="00F12A19" w:rsidRDefault="00FA4853" w:rsidP="00FA48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23,584</w:t>
            </w:r>
          </w:p>
        </w:tc>
      </w:tr>
      <w:tr w:rsidR="00720A78" w:rsidRPr="00F12A19" w14:paraId="6E0D214F" w14:textId="77777777" w:rsidTr="00183E7A">
        <w:tc>
          <w:tcPr>
            <w:tcW w:w="1892" w:type="pct"/>
          </w:tcPr>
          <w:p w14:paraId="57D19E32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1FAED47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111A573E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14:paraId="3A918FD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7D48B672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698C3736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432EFFF0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7D1D748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720A78" w:rsidRPr="00F12A19" w14:paraId="17C2CD97" w14:textId="77777777" w:rsidTr="00F06DD2">
        <w:tc>
          <w:tcPr>
            <w:tcW w:w="1892" w:type="pct"/>
          </w:tcPr>
          <w:p w14:paraId="66ECC128" w14:textId="34673094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59" w:type="pct"/>
          </w:tcPr>
          <w:p w14:paraId="23BAFBD1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575B440F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</w:tcPr>
          <w:p w14:paraId="634EEA0F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65762FE4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021833FF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758F5BE8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17C5BBD0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0A78" w:rsidRPr="00F12A19" w14:paraId="01B2DDFE" w14:textId="77777777" w:rsidTr="00F06DD2">
        <w:tc>
          <w:tcPr>
            <w:tcW w:w="1892" w:type="pct"/>
          </w:tcPr>
          <w:p w14:paraId="0399DB3E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59" w:type="pct"/>
          </w:tcPr>
          <w:p w14:paraId="407C82E2" w14:textId="3415C8D1" w:rsidR="00720A78" w:rsidRPr="00F12A19" w:rsidRDefault="00347482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39" w:type="pct"/>
          </w:tcPr>
          <w:p w14:paraId="03B5FC23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9" w:type="pct"/>
          </w:tcPr>
          <w:p w14:paraId="77966AA2" w14:textId="1A61C0AA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39" w:type="pct"/>
          </w:tcPr>
          <w:p w14:paraId="6085B13A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03ECD8F6" w14:textId="42C5C6E1" w:rsidR="00720A78" w:rsidRPr="00F12A19" w:rsidRDefault="00347482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739</w:t>
            </w:r>
          </w:p>
        </w:tc>
        <w:tc>
          <w:tcPr>
            <w:tcW w:w="139" w:type="pct"/>
          </w:tcPr>
          <w:p w14:paraId="304C1582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</w:tcPr>
          <w:p w14:paraId="71E1E248" w14:textId="602DD5EC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</w:tr>
      <w:tr w:rsidR="00720A78" w:rsidRPr="00F12A19" w14:paraId="3444A392" w14:textId="77777777" w:rsidTr="00F06DD2">
        <w:tc>
          <w:tcPr>
            <w:tcW w:w="1892" w:type="pct"/>
          </w:tcPr>
          <w:p w14:paraId="45FB1A3C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9" w:type="pct"/>
          </w:tcPr>
          <w:p w14:paraId="4D2A5C25" w14:textId="386B6E1F" w:rsidR="00720A78" w:rsidRPr="00F12A19" w:rsidRDefault="00347482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6D1DDAF2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</w:tcPr>
          <w:p w14:paraId="2D655826" w14:textId="487A566B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23F36261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4B11DC09" w14:textId="0C6C6093" w:rsidR="00720A78" w:rsidRPr="00F12A19" w:rsidRDefault="00347482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12,549</w:t>
            </w:r>
          </w:p>
        </w:tc>
        <w:tc>
          <w:tcPr>
            <w:tcW w:w="139" w:type="pct"/>
          </w:tcPr>
          <w:p w14:paraId="073312F9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4D6B9BCB" w14:textId="6DFBF84C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51,642</w:t>
            </w:r>
          </w:p>
        </w:tc>
      </w:tr>
      <w:tr w:rsidR="00C621DF" w:rsidRPr="00F12A19" w14:paraId="55D59206" w14:textId="77777777" w:rsidTr="00751888">
        <w:tc>
          <w:tcPr>
            <w:tcW w:w="1892" w:type="pct"/>
          </w:tcPr>
          <w:p w14:paraId="727F453C" w14:textId="77777777" w:rsidR="00C621DF" w:rsidRPr="00F12A19" w:rsidRDefault="00C621DF" w:rsidP="00C621D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179015AC" w14:textId="30B16649" w:rsidR="00C621DF" w:rsidRPr="00F12A19" w:rsidRDefault="00C621DF" w:rsidP="00C62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451</w:t>
            </w:r>
          </w:p>
        </w:tc>
        <w:tc>
          <w:tcPr>
            <w:tcW w:w="139" w:type="pct"/>
          </w:tcPr>
          <w:p w14:paraId="0D9C192A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14:paraId="387E2425" w14:textId="50BD8AAD" w:rsidR="00C621DF" w:rsidRPr="00F12A19" w:rsidRDefault="00022262" w:rsidP="00C62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2,604</w:t>
            </w:r>
          </w:p>
        </w:tc>
        <w:tc>
          <w:tcPr>
            <w:tcW w:w="139" w:type="pct"/>
          </w:tcPr>
          <w:p w14:paraId="5A3D68A5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00E46D8B" w14:textId="6E6A659A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504</w:t>
            </w:r>
          </w:p>
        </w:tc>
        <w:tc>
          <w:tcPr>
            <w:tcW w:w="139" w:type="pct"/>
          </w:tcPr>
          <w:p w14:paraId="564B1AAD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1A4B4CFF" w14:textId="6D398E5C" w:rsidR="00C621DF" w:rsidRPr="00F12A19" w:rsidRDefault="00022262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1,644</w:t>
            </w:r>
          </w:p>
        </w:tc>
      </w:tr>
      <w:tr w:rsidR="00C621DF" w:rsidRPr="00F12A19" w14:paraId="3AEB4B55" w14:textId="77777777" w:rsidTr="00751888">
        <w:tc>
          <w:tcPr>
            <w:tcW w:w="1892" w:type="pct"/>
          </w:tcPr>
          <w:p w14:paraId="7D4FE3A4" w14:textId="673BD40E" w:rsidR="00C621DF" w:rsidRPr="00F12A19" w:rsidRDefault="00C46D5D" w:rsidP="00C621DF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9" w:type="pct"/>
            <w:tcBorders>
              <w:top w:val="single" w:sz="4" w:space="0" w:color="auto"/>
            </w:tcBorders>
          </w:tcPr>
          <w:p w14:paraId="7CDD0741" w14:textId="45AE917C" w:rsidR="00C621DF" w:rsidRPr="00F12A19" w:rsidRDefault="00C621DF" w:rsidP="00C62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1,190</w:t>
            </w:r>
          </w:p>
        </w:tc>
        <w:tc>
          <w:tcPr>
            <w:tcW w:w="139" w:type="pct"/>
          </w:tcPr>
          <w:p w14:paraId="466C5268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</w:tcPr>
          <w:p w14:paraId="44A23B1E" w14:textId="1E322220" w:rsidR="00C621DF" w:rsidRPr="00F12A19" w:rsidRDefault="0077528C" w:rsidP="00C62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3,343</w:t>
            </w:r>
          </w:p>
        </w:tc>
        <w:tc>
          <w:tcPr>
            <w:tcW w:w="139" w:type="pct"/>
          </w:tcPr>
          <w:p w14:paraId="1EC2D7D9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33DF7387" w14:textId="688B53CB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13,792</w:t>
            </w:r>
          </w:p>
        </w:tc>
        <w:tc>
          <w:tcPr>
            <w:tcW w:w="139" w:type="pct"/>
          </w:tcPr>
          <w:p w14:paraId="1E5FD7C3" w14:textId="77777777" w:rsidR="00C621DF" w:rsidRPr="00F12A19" w:rsidRDefault="00C621DF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single" w:sz="4" w:space="0" w:color="auto"/>
            </w:tcBorders>
          </w:tcPr>
          <w:p w14:paraId="5DE525E3" w14:textId="3E94A1AD" w:rsidR="00C621DF" w:rsidRPr="00F12A19" w:rsidRDefault="0077528C" w:rsidP="00C621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54,025</w:t>
            </w:r>
          </w:p>
        </w:tc>
      </w:tr>
      <w:tr w:rsidR="00720A78" w:rsidRPr="00F12A19" w14:paraId="7BF2C455" w14:textId="77777777" w:rsidTr="003971F9">
        <w:tc>
          <w:tcPr>
            <w:tcW w:w="1892" w:type="pct"/>
          </w:tcPr>
          <w:p w14:paraId="0FD2087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079C315A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0E1DF4EF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14:paraId="2E4A20E2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6CDC5072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5B071727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3A10292E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1908A6C6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720A78" w:rsidRPr="00F12A19" w14:paraId="2D0AD8C9" w14:textId="77777777" w:rsidTr="00F06DD2">
        <w:tc>
          <w:tcPr>
            <w:tcW w:w="1892" w:type="pct"/>
          </w:tcPr>
          <w:p w14:paraId="2466F8BA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ที่ดิน อาคาร อุปกรณ์</w:t>
            </w:r>
          </w:p>
        </w:tc>
        <w:tc>
          <w:tcPr>
            <w:tcW w:w="659" w:type="pct"/>
          </w:tcPr>
          <w:p w14:paraId="1D60C400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</w:tcPr>
          <w:p w14:paraId="244BF1F8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9" w:type="pct"/>
          </w:tcPr>
          <w:p w14:paraId="108E72E4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</w:tcPr>
          <w:p w14:paraId="43DA465B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9" w:type="pct"/>
          </w:tcPr>
          <w:p w14:paraId="27C9ED5F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</w:tcPr>
          <w:p w14:paraId="08A426F6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4" w:type="pct"/>
          </w:tcPr>
          <w:p w14:paraId="1C776FDB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720A78" w:rsidRPr="00F12A19" w14:paraId="41AE8FB7" w14:textId="77777777" w:rsidTr="00F06DD2">
        <w:tc>
          <w:tcPr>
            <w:tcW w:w="1892" w:type="pct"/>
          </w:tcPr>
          <w:p w14:paraId="142B61A7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9" w:type="pct"/>
            <w:tcBorders>
              <w:bottom w:val="double" w:sz="4" w:space="0" w:color="auto"/>
            </w:tcBorders>
          </w:tcPr>
          <w:p w14:paraId="5F4DF3D8" w14:textId="3181B714" w:rsidR="00720A78" w:rsidRPr="00F12A19" w:rsidRDefault="00815321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9" w:type="pct"/>
          </w:tcPr>
          <w:p w14:paraId="4C909DCE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  <w:tcBorders>
              <w:bottom w:val="double" w:sz="4" w:space="0" w:color="auto"/>
            </w:tcBorders>
          </w:tcPr>
          <w:p w14:paraId="6302B6BC" w14:textId="0FB960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7A292E66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double" w:sz="4" w:space="0" w:color="auto"/>
            </w:tcBorders>
          </w:tcPr>
          <w:p w14:paraId="18E5F2AC" w14:textId="76C6D465" w:rsidR="00720A78" w:rsidRPr="00F12A19" w:rsidRDefault="007B4DD3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8,300</w:t>
            </w:r>
          </w:p>
        </w:tc>
        <w:tc>
          <w:tcPr>
            <w:tcW w:w="139" w:type="pct"/>
          </w:tcPr>
          <w:p w14:paraId="489B6E73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0DE913F0" w14:textId="2769060F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9,368</w:t>
            </w:r>
          </w:p>
        </w:tc>
      </w:tr>
      <w:tr w:rsidR="00720A78" w:rsidRPr="00F12A19" w14:paraId="4275D366" w14:textId="77777777" w:rsidTr="00751888">
        <w:tc>
          <w:tcPr>
            <w:tcW w:w="1892" w:type="pct"/>
          </w:tcPr>
          <w:p w14:paraId="676FDFF4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659" w:type="pct"/>
          </w:tcPr>
          <w:p w14:paraId="49EF86A8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050DADE8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99" w:type="pct"/>
          </w:tcPr>
          <w:p w14:paraId="78D54CB5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29ECBB22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79" w:type="pct"/>
          </w:tcPr>
          <w:p w14:paraId="79D3D918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4F3C7470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4" w:type="pct"/>
          </w:tcPr>
          <w:p w14:paraId="5D4BDD4E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720A78" w:rsidRPr="00F12A19" w14:paraId="238CEF22" w14:textId="77777777" w:rsidTr="00F06DD2">
        <w:tc>
          <w:tcPr>
            <w:tcW w:w="1892" w:type="pct"/>
          </w:tcPr>
          <w:p w14:paraId="093A5D68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59" w:type="pct"/>
          </w:tcPr>
          <w:p w14:paraId="1F1E1CAD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613ECDAC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</w:tcPr>
          <w:p w14:paraId="41651B7F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5EDCB312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53CEB4DF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BFDA81A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0D26C62A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0A78" w:rsidRPr="00F12A19" w14:paraId="421FDBD7" w14:textId="77777777" w:rsidTr="00F06DD2">
        <w:tc>
          <w:tcPr>
            <w:tcW w:w="1892" w:type="pct"/>
          </w:tcPr>
          <w:p w14:paraId="70BEB5D4" w14:textId="77777777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9" w:type="pct"/>
          </w:tcPr>
          <w:p w14:paraId="5F5274FC" w14:textId="1A7AD192" w:rsidR="00720A78" w:rsidRPr="00F12A19" w:rsidRDefault="00D45E8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232,339</w:t>
            </w:r>
          </w:p>
        </w:tc>
        <w:tc>
          <w:tcPr>
            <w:tcW w:w="139" w:type="pct"/>
          </w:tcPr>
          <w:p w14:paraId="795EC1D5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</w:tcPr>
          <w:p w14:paraId="433F03DC" w14:textId="5012ADFD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231,607</w:t>
            </w:r>
          </w:p>
        </w:tc>
        <w:tc>
          <w:tcPr>
            <w:tcW w:w="139" w:type="pct"/>
          </w:tcPr>
          <w:p w14:paraId="6383F5F2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587F3BC0" w14:textId="1E27AD28" w:rsidR="00720A78" w:rsidRPr="00F12A19" w:rsidRDefault="007632DD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9" w:type="pct"/>
          </w:tcPr>
          <w:p w14:paraId="242411BD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16C94319" w14:textId="1DE964B3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6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20A78" w:rsidRPr="00F12A19" w14:paraId="2F79C9AA" w14:textId="77777777" w:rsidTr="00791F20">
        <w:tc>
          <w:tcPr>
            <w:tcW w:w="1892" w:type="pct"/>
          </w:tcPr>
          <w:p w14:paraId="5B41A510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659" w:type="pct"/>
            <w:tcBorders>
              <w:top w:val="double" w:sz="4" w:space="0" w:color="auto"/>
            </w:tcBorders>
          </w:tcPr>
          <w:p w14:paraId="00664E7A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6FDD54DE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14:paraId="190DAB7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3C786606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71EED3EF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pct"/>
          </w:tcPr>
          <w:p w14:paraId="72457D45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6EE3AD3C" w14:textId="77777777" w:rsidR="00720A78" w:rsidRPr="00F12A19" w:rsidRDefault="00720A78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720A78" w:rsidRPr="00F12A19" w14:paraId="06D96339" w14:textId="77777777" w:rsidTr="00791F20">
        <w:tc>
          <w:tcPr>
            <w:tcW w:w="1892" w:type="pct"/>
          </w:tcPr>
          <w:p w14:paraId="4C469B35" w14:textId="77619C73" w:rsidR="00720A78" w:rsidRPr="00F12A19" w:rsidRDefault="00720A78" w:rsidP="00720A7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59" w:type="pct"/>
          </w:tcPr>
          <w:p w14:paraId="4BBD1466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2FC46638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</w:tcPr>
          <w:p w14:paraId="1C925208" w14:textId="77777777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461AEA9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22765440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08AE056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</w:tcPr>
          <w:p w14:paraId="5ACD08D9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0A78" w:rsidRPr="00F12A19" w14:paraId="5D5F455C" w14:textId="77777777" w:rsidTr="00791F20">
        <w:tc>
          <w:tcPr>
            <w:tcW w:w="1892" w:type="pct"/>
          </w:tcPr>
          <w:p w14:paraId="39F4B9F8" w14:textId="5F090F57" w:rsidR="00720A78" w:rsidRPr="00F12A19" w:rsidRDefault="00791F20" w:rsidP="00720A78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9" w:type="pct"/>
            <w:tcBorders>
              <w:bottom w:val="double" w:sz="4" w:space="0" w:color="auto"/>
            </w:tcBorders>
          </w:tcPr>
          <w:p w14:paraId="7C8F2838" w14:textId="7B9E936A" w:rsidR="00720A78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1B06F757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9" w:type="pct"/>
            <w:tcBorders>
              <w:bottom w:val="double" w:sz="4" w:space="0" w:color="auto"/>
            </w:tcBorders>
          </w:tcPr>
          <w:p w14:paraId="754B75FB" w14:textId="684688AE" w:rsidR="00720A78" w:rsidRPr="00F12A19" w:rsidRDefault="00720A78" w:rsidP="00720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39" w:type="pct"/>
          </w:tcPr>
          <w:p w14:paraId="6AFA12EB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double" w:sz="4" w:space="0" w:color="auto"/>
            </w:tcBorders>
          </w:tcPr>
          <w:p w14:paraId="16B4C194" w14:textId="0A663D75" w:rsidR="00720A78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9" w:type="pct"/>
          </w:tcPr>
          <w:p w14:paraId="2F72F627" w14:textId="77777777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2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6859F029" w14:textId="3DB573FB" w:rsidR="00720A78" w:rsidRPr="00F12A19" w:rsidRDefault="00720A78" w:rsidP="00720A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after="0"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2A0E61CF" w14:textId="076BCC1D" w:rsidR="000846DF" w:rsidRPr="00F12A19" w:rsidRDefault="000846DF" w:rsidP="00CD2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5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74"/>
        <w:gridCol w:w="1038"/>
        <w:gridCol w:w="288"/>
        <w:gridCol w:w="1003"/>
        <w:gridCol w:w="6"/>
        <w:gridCol w:w="283"/>
        <w:gridCol w:w="6"/>
        <w:gridCol w:w="1006"/>
        <w:gridCol w:w="289"/>
        <w:gridCol w:w="899"/>
        <w:gridCol w:w="288"/>
        <w:gridCol w:w="895"/>
        <w:gridCol w:w="289"/>
        <w:gridCol w:w="958"/>
        <w:gridCol w:w="17"/>
      </w:tblGrid>
      <w:tr w:rsidR="00321F2F" w:rsidRPr="00F12A19" w14:paraId="0BEBECF3" w14:textId="77777777" w:rsidTr="00C46D5D">
        <w:trPr>
          <w:gridAfter w:val="1"/>
          <w:wAfter w:w="17" w:type="dxa"/>
          <w:tblHeader/>
        </w:trPr>
        <w:tc>
          <w:tcPr>
            <w:tcW w:w="2274" w:type="dxa"/>
            <w:shd w:val="clear" w:color="auto" w:fill="auto"/>
          </w:tcPr>
          <w:p w14:paraId="057909ED" w14:textId="4ADD49A0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gridSpan w:val="3"/>
          </w:tcPr>
          <w:p w14:paraId="0F7E6AF9" w14:textId="271560B1" w:rsidR="00321F2F" w:rsidRPr="00F12A19" w:rsidRDefault="00321F2F" w:rsidP="001D160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9" w:type="dxa"/>
            <w:gridSpan w:val="2"/>
            <w:shd w:val="clear" w:color="auto" w:fill="auto"/>
          </w:tcPr>
          <w:p w14:paraId="7FDA7A75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30" w:type="dxa"/>
            <w:gridSpan w:val="8"/>
            <w:shd w:val="clear" w:color="auto" w:fill="auto"/>
          </w:tcPr>
          <w:p w14:paraId="05B500CA" w14:textId="52BB616A" w:rsidR="00321F2F" w:rsidRPr="00F12A19" w:rsidRDefault="00321F2F" w:rsidP="00246E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="00246E6E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เงินรวม</w:t>
            </w:r>
          </w:p>
        </w:tc>
      </w:tr>
      <w:tr w:rsidR="005E279A" w:rsidRPr="00F12A19" w14:paraId="0DF4F48B" w14:textId="77777777" w:rsidTr="00C46D5D">
        <w:trPr>
          <w:tblHeader/>
        </w:trPr>
        <w:tc>
          <w:tcPr>
            <w:tcW w:w="2274" w:type="dxa"/>
            <w:shd w:val="clear" w:color="auto" w:fill="auto"/>
          </w:tcPr>
          <w:p w14:paraId="3FDFB922" w14:textId="77777777" w:rsidR="000F0A17" w:rsidRPr="00F12A19" w:rsidRDefault="000F0A17" w:rsidP="006A7CC9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</w:tcPr>
          <w:p w14:paraId="04CE1630" w14:textId="36CAA7B6" w:rsidR="000F0A17" w:rsidRPr="00F12A19" w:rsidRDefault="00C46D5D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84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ณ วันที่</w:t>
            </w: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="00365EC3"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31</w:t>
            </w:r>
            <w:r w:rsidR="000F0A17" w:rsidRPr="00F12A1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88" w:type="dxa"/>
          </w:tcPr>
          <w:p w14:paraId="43B286B4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7135D1D4" w14:textId="6EAE7BA7" w:rsidR="000F0A17" w:rsidRPr="00F12A19" w:rsidRDefault="00C46D5D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ณ วันที่</w:t>
            </w: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="00365EC3"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31</w:t>
            </w:r>
            <w:r w:rsidR="000F0A17" w:rsidRPr="00F12A1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89" w:type="dxa"/>
            <w:gridSpan w:val="2"/>
            <w:shd w:val="clear" w:color="auto" w:fill="auto"/>
          </w:tcPr>
          <w:p w14:paraId="38BF9A2B" w14:textId="77777777" w:rsidR="000F0A17" w:rsidRPr="00F12A19" w:rsidRDefault="000F0A17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298A2988" w14:textId="2AEC4ACA" w:rsidR="000F0A17" w:rsidRPr="00F12A19" w:rsidRDefault="00C46D5D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365EC3" w:rsidRPr="00F12A1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21F2F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89" w:type="dxa"/>
            <w:shd w:val="clear" w:color="auto" w:fill="auto"/>
          </w:tcPr>
          <w:p w14:paraId="34680BF1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169EE59C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  <w:shd w:val="clear" w:color="auto" w:fill="auto"/>
          </w:tcPr>
          <w:p w14:paraId="68DB48F7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3F8B2DE2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596BFE22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14:paraId="1F013FB0" w14:textId="20EEA782" w:rsidR="000F0A17" w:rsidRPr="00F12A19" w:rsidRDefault="00C46D5D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365EC3" w:rsidRPr="00F12A1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21F2F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</w:tr>
      <w:tr w:rsidR="005E279A" w:rsidRPr="00F12A19" w14:paraId="3094E94C" w14:textId="77777777" w:rsidTr="00C46D5D">
        <w:trPr>
          <w:tblHeader/>
        </w:trPr>
        <w:tc>
          <w:tcPr>
            <w:tcW w:w="2274" w:type="dxa"/>
            <w:shd w:val="clear" w:color="auto" w:fill="auto"/>
          </w:tcPr>
          <w:p w14:paraId="74EDD627" w14:textId="265E69E6" w:rsidR="000F0A17" w:rsidRPr="00F12A19" w:rsidRDefault="000F0A17" w:rsidP="006A7CC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14:paraId="6BF5F5AF" w14:textId="47F70B46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8" w:type="dxa"/>
          </w:tcPr>
          <w:p w14:paraId="5231AC80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633D98FE" w14:textId="32E69011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9" w:type="dxa"/>
            <w:gridSpan w:val="2"/>
            <w:shd w:val="clear" w:color="auto" w:fill="auto"/>
          </w:tcPr>
          <w:p w14:paraId="4D2327CE" w14:textId="77777777" w:rsidR="000F0A17" w:rsidRPr="00F12A19" w:rsidRDefault="000F0A17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58BAFA61" w14:textId="0352FE14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9" w:type="dxa"/>
            <w:shd w:val="clear" w:color="auto" w:fill="auto"/>
          </w:tcPr>
          <w:p w14:paraId="18242E56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3F125D94" w14:textId="2C82B863" w:rsidR="000F0A17" w:rsidRPr="00F12A19" w:rsidRDefault="000F0A17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</w:t>
            </w:r>
            <w:r w:rsidR="001D160A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ิ่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มขึ้น</w:t>
            </w:r>
          </w:p>
        </w:tc>
        <w:tc>
          <w:tcPr>
            <w:tcW w:w="288" w:type="dxa"/>
            <w:shd w:val="clear" w:color="auto" w:fill="auto"/>
          </w:tcPr>
          <w:p w14:paraId="3E9CC36B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1F01B2BE" w14:textId="32E8F048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89" w:type="dxa"/>
            <w:shd w:val="clear" w:color="auto" w:fill="auto"/>
          </w:tcPr>
          <w:p w14:paraId="1F32F8D2" w14:textId="77777777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14:paraId="018042F2" w14:textId="22E2CEF1" w:rsidR="000F0A17" w:rsidRPr="00F12A19" w:rsidRDefault="000F0A17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21F2F" w:rsidRPr="00F12A19" w14:paraId="1B92BF87" w14:textId="77777777" w:rsidTr="00C46D5D">
        <w:trPr>
          <w:gridAfter w:val="1"/>
          <w:wAfter w:w="17" w:type="dxa"/>
          <w:tblHeader/>
        </w:trPr>
        <w:tc>
          <w:tcPr>
            <w:tcW w:w="2274" w:type="dxa"/>
            <w:shd w:val="clear" w:color="auto" w:fill="auto"/>
          </w:tcPr>
          <w:p w14:paraId="1D4529EC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29" w:type="dxa"/>
            <w:gridSpan w:val="3"/>
          </w:tcPr>
          <w:p w14:paraId="542838E7" w14:textId="6665B506" w:rsidR="00321F2F" w:rsidRPr="00F12A19" w:rsidRDefault="00321F2F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9" w:type="dxa"/>
            <w:gridSpan w:val="2"/>
            <w:shd w:val="clear" w:color="auto" w:fill="auto"/>
          </w:tcPr>
          <w:p w14:paraId="261BE82F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30" w:type="dxa"/>
            <w:gridSpan w:val="8"/>
            <w:shd w:val="clear" w:color="auto" w:fill="auto"/>
          </w:tcPr>
          <w:p w14:paraId="184B4B41" w14:textId="0B79F355" w:rsidR="00321F2F" w:rsidRPr="00F12A19" w:rsidRDefault="00321F2F" w:rsidP="00321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E279A" w:rsidRPr="00F12A19" w14:paraId="6DCA8A92" w14:textId="77777777" w:rsidTr="00C46D5D">
        <w:tc>
          <w:tcPr>
            <w:tcW w:w="2274" w:type="dxa"/>
            <w:shd w:val="clear" w:color="auto" w:fill="auto"/>
          </w:tcPr>
          <w:p w14:paraId="65430D75" w14:textId="7D8FAB86" w:rsidR="000F0A17" w:rsidRPr="00F12A19" w:rsidRDefault="000F0A17" w:rsidP="008A3EBD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038" w:type="dxa"/>
          </w:tcPr>
          <w:p w14:paraId="58683B90" w14:textId="77777777" w:rsidR="000F0A17" w:rsidRPr="00F12A19" w:rsidRDefault="000F0A17" w:rsidP="008F61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13DAAC1B" w14:textId="77777777" w:rsidR="000F0A17" w:rsidRPr="00F12A19" w:rsidRDefault="000F0A17" w:rsidP="008F61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31C1D908" w14:textId="59C91FED" w:rsidR="000F0A17" w:rsidRPr="00F12A19" w:rsidRDefault="000F0A17" w:rsidP="008F61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74AFD9F3" w14:textId="77777777" w:rsidR="000F0A17" w:rsidRPr="00F12A19" w:rsidRDefault="000F0A17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19493B83" w14:textId="77777777" w:rsidR="000F0A17" w:rsidRPr="00F12A19" w:rsidRDefault="000F0A17" w:rsidP="00E62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</w:tcPr>
          <w:p w14:paraId="297CCA36" w14:textId="77777777" w:rsidR="000F0A17" w:rsidRPr="00F12A19" w:rsidRDefault="000F0A17" w:rsidP="00E62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3366473E" w14:textId="77777777" w:rsidR="000F0A17" w:rsidRPr="00F12A19" w:rsidRDefault="000F0A17" w:rsidP="00E62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75C7F641" w14:textId="77777777" w:rsidR="000F0A17" w:rsidRPr="00F12A19" w:rsidRDefault="000F0A17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133F0890" w14:textId="77777777" w:rsidR="000F0A17" w:rsidRPr="00F12A19" w:rsidRDefault="000F0A17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</w:tcPr>
          <w:p w14:paraId="743833D5" w14:textId="77777777" w:rsidR="000F0A17" w:rsidRPr="00F12A19" w:rsidRDefault="000F0A17" w:rsidP="00763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14:paraId="2B296313" w14:textId="77777777" w:rsidR="000F0A17" w:rsidRPr="00F12A19" w:rsidRDefault="000F0A17" w:rsidP="007632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79A" w:rsidRPr="00F12A19" w14:paraId="63EFC7D9" w14:textId="77777777" w:rsidTr="00C46D5D">
        <w:tc>
          <w:tcPr>
            <w:tcW w:w="2274" w:type="dxa"/>
            <w:shd w:val="clear" w:color="auto" w:fill="auto"/>
          </w:tcPr>
          <w:p w14:paraId="7773EE13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38" w:type="dxa"/>
          </w:tcPr>
          <w:p w14:paraId="393EFB65" w14:textId="3D075DE3" w:rsidR="00321F2F" w:rsidRPr="00F12A19" w:rsidRDefault="00321F2F" w:rsidP="002E0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  4.03</w:t>
            </w:r>
          </w:p>
        </w:tc>
        <w:tc>
          <w:tcPr>
            <w:tcW w:w="288" w:type="dxa"/>
          </w:tcPr>
          <w:p w14:paraId="2EC95346" w14:textId="77777777" w:rsidR="00321F2F" w:rsidRPr="00F12A19" w:rsidRDefault="00321F2F" w:rsidP="002E0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35814DE8" w14:textId="06A2CE19" w:rsidR="00321F2F" w:rsidRPr="00F12A19" w:rsidRDefault="00321F2F" w:rsidP="002E0D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F12A19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   3.86</w:t>
            </w:r>
          </w:p>
        </w:tc>
        <w:tc>
          <w:tcPr>
            <w:tcW w:w="289" w:type="dxa"/>
            <w:gridSpan w:val="2"/>
            <w:shd w:val="clear" w:color="auto" w:fill="auto"/>
          </w:tcPr>
          <w:p w14:paraId="3C9692A0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</w:tcPr>
          <w:p w14:paraId="7783D9B1" w14:textId="5C0D8FCE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89" w:type="dxa"/>
            <w:shd w:val="clear" w:color="auto" w:fill="auto"/>
          </w:tcPr>
          <w:p w14:paraId="184345C7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67D89B1D" w14:textId="73C3FC3F" w:rsidR="00321F2F" w:rsidRPr="00F12A19" w:rsidRDefault="00321F2F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43,749</w:t>
            </w:r>
          </w:p>
        </w:tc>
        <w:tc>
          <w:tcPr>
            <w:tcW w:w="288" w:type="dxa"/>
            <w:shd w:val="clear" w:color="auto" w:fill="auto"/>
          </w:tcPr>
          <w:p w14:paraId="7BC38DBC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18215C36" w14:textId="76AACF99" w:rsidR="00321F2F" w:rsidRPr="00F12A19" w:rsidRDefault="00321F2F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52DB4148" w14:textId="77777777" w:rsidR="00321F2F" w:rsidRPr="00F12A19" w:rsidRDefault="00321F2F" w:rsidP="006A7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14:paraId="406453CD" w14:textId="0047DF88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5,242,057</w:t>
            </w:r>
          </w:p>
        </w:tc>
      </w:tr>
      <w:tr w:rsidR="005E279A" w:rsidRPr="00F12A19" w14:paraId="0E9D2168" w14:textId="77777777" w:rsidTr="00C46D5D">
        <w:tc>
          <w:tcPr>
            <w:tcW w:w="2274" w:type="dxa"/>
            <w:shd w:val="clear" w:color="auto" w:fill="auto"/>
          </w:tcPr>
          <w:p w14:paraId="00D2AAA6" w14:textId="77777777" w:rsidR="00321F2F" w:rsidRPr="00F12A19" w:rsidRDefault="00321F2F" w:rsidP="006A7CC9">
            <w:pPr>
              <w:spacing w:line="240" w:lineRule="auto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ส่วนแบ่งขาดทุนจากเงินลงทุนในบริษัทร่วมสะสมที่เกินกว่ามูลค่าของเงินลงทุน</w:t>
            </w:r>
          </w:p>
        </w:tc>
        <w:tc>
          <w:tcPr>
            <w:tcW w:w="1038" w:type="dxa"/>
          </w:tcPr>
          <w:p w14:paraId="508D2810" w14:textId="77777777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33763E84" w14:textId="77777777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2CE95B7A" w14:textId="7C8C7520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0F672181" w14:textId="77777777" w:rsidR="00321F2F" w:rsidRPr="00F12A19" w:rsidRDefault="00321F2F" w:rsidP="006A7CC9">
            <w:pPr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027D0A1A" w14:textId="04347386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(409,780)</w:t>
            </w:r>
          </w:p>
        </w:tc>
        <w:tc>
          <w:tcPr>
            <w:tcW w:w="289" w:type="dxa"/>
            <w:shd w:val="clear" w:color="auto" w:fill="auto"/>
          </w:tcPr>
          <w:p w14:paraId="11F93411" w14:textId="77777777" w:rsidR="00321F2F" w:rsidRPr="00F12A19" w:rsidRDefault="00321F2F" w:rsidP="006A7CC9">
            <w:pPr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204F3D3E" w14:textId="1CC84B5E" w:rsidR="00321F2F" w:rsidRPr="00F12A19" w:rsidRDefault="00321F2F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F64A6" w:rsidRPr="00F12A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E5271" w:rsidRPr="00F12A19">
              <w:rPr>
                <w:rFonts w:asciiTheme="majorBidi" w:hAnsiTheme="majorBidi" w:cstheme="majorBidi"/>
                <w:sz w:val="30"/>
                <w:szCs w:val="30"/>
              </w:rPr>
              <w:t>242</w:t>
            </w:r>
            <w:r w:rsidR="007F64A6"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8" w:type="dxa"/>
            <w:shd w:val="clear" w:color="auto" w:fill="auto"/>
            <w:vAlign w:val="bottom"/>
          </w:tcPr>
          <w:p w14:paraId="1AED4A2E" w14:textId="77777777" w:rsidR="00321F2F" w:rsidRPr="00F12A19" w:rsidRDefault="00321F2F" w:rsidP="006A7CC9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1C438FF5" w14:textId="14DF835E" w:rsidR="00321F2F" w:rsidRPr="00F12A19" w:rsidRDefault="007F64A6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66F65F8A" w14:textId="77777777" w:rsidR="00321F2F" w:rsidRPr="00F12A19" w:rsidRDefault="00321F2F" w:rsidP="006A7CC9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bottom"/>
          </w:tcPr>
          <w:p w14:paraId="14BC15CD" w14:textId="5DBF62B8" w:rsidR="00321F2F" w:rsidRPr="00F12A19" w:rsidRDefault="00321F2F" w:rsidP="00777425">
            <w:pPr>
              <w:tabs>
                <w:tab w:val="clear" w:pos="680"/>
                <w:tab w:val="decimal" w:pos="703"/>
              </w:tabs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="007F64A6"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(410,022)</w:t>
            </w:r>
          </w:p>
        </w:tc>
      </w:tr>
      <w:tr w:rsidR="005E279A" w:rsidRPr="00F12A19" w14:paraId="3861059B" w14:textId="77777777" w:rsidTr="00C46D5D">
        <w:tc>
          <w:tcPr>
            <w:tcW w:w="2274" w:type="dxa"/>
            <w:shd w:val="clear" w:color="auto" w:fill="auto"/>
          </w:tcPr>
          <w:p w14:paraId="3D1754A5" w14:textId="77777777" w:rsidR="00321F2F" w:rsidRPr="00F12A19" w:rsidRDefault="00321F2F" w:rsidP="003E1618">
            <w:pPr>
              <w:tabs>
                <w:tab w:val="clear" w:pos="227"/>
                <w:tab w:val="left" w:pos="320"/>
              </w:tabs>
              <w:spacing w:line="240" w:lineRule="auto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ตัดรายการดอกเบี้ยระหว่างกัน</w:t>
            </w:r>
          </w:p>
        </w:tc>
        <w:tc>
          <w:tcPr>
            <w:tcW w:w="1038" w:type="dxa"/>
          </w:tcPr>
          <w:p w14:paraId="01D612CA" w14:textId="77777777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" w:type="dxa"/>
          </w:tcPr>
          <w:p w14:paraId="44126236" w14:textId="77777777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43170AD1" w14:textId="5A492B63" w:rsidR="00321F2F" w:rsidRPr="00F12A19" w:rsidRDefault="00321F2F" w:rsidP="006A7CC9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6606DBB3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302751D2" w14:textId="15572C36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(235,924)</w:t>
            </w:r>
          </w:p>
        </w:tc>
        <w:tc>
          <w:tcPr>
            <w:tcW w:w="289" w:type="dxa"/>
            <w:shd w:val="clear" w:color="auto" w:fill="auto"/>
          </w:tcPr>
          <w:p w14:paraId="6F7ABF6D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530EA624" w14:textId="372275FD" w:rsidR="00321F2F" w:rsidRPr="00F12A19" w:rsidRDefault="00321F2F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9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EE5271" w:rsidRPr="00F12A19">
              <w:rPr>
                <w:rFonts w:asciiTheme="majorBidi" w:hAnsiTheme="majorBidi" w:cstheme="majorBidi"/>
                <w:sz w:val="30"/>
                <w:szCs w:val="30"/>
              </w:rPr>
              <w:t>(21,875</w:t>
            </w:r>
            <w:r w:rsidR="007F64A6"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8" w:type="dxa"/>
            <w:shd w:val="clear" w:color="auto" w:fill="auto"/>
            <w:vAlign w:val="bottom"/>
          </w:tcPr>
          <w:p w14:paraId="7408A27E" w14:textId="77777777" w:rsidR="00321F2F" w:rsidRPr="00F12A19" w:rsidRDefault="00321F2F" w:rsidP="006A7CC9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A4EBFCD" w14:textId="4757772D" w:rsidR="00321F2F" w:rsidRPr="00F12A19" w:rsidRDefault="00321F2F" w:rsidP="008A3E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0A20D10D" w14:textId="77777777" w:rsidR="00321F2F" w:rsidRPr="00F12A19" w:rsidRDefault="00321F2F" w:rsidP="006A7CC9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bottom"/>
          </w:tcPr>
          <w:p w14:paraId="28008E54" w14:textId="5EF9EE03" w:rsidR="00321F2F" w:rsidRPr="00F12A19" w:rsidRDefault="00321F2F" w:rsidP="00777425">
            <w:pPr>
              <w:tabs>
                <w:tab w:val="clear" w:pos="680"/>
                <w:tab w:val="decimal" w:pos="703"/>
              </w:tabs>
              <w:spacing w:line="240" w:lineRule="auto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="007F64A6"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(257,799)</w:t>
            </w:r>
          </w:p>
        </w:tc>
      </w:tr>
      <w:tr w:rsidR="005E279A" w:rsidRPr="00F12A19" w14:paraId="5003DB45" w14:textId="77777777" w:rsidTr="00C46D5D">
        <w:tc>
          <w:tcPr>
            <w:tcW w:w="2274" w:type="dxa"/>
            <w:shd w:val="clear" w:color="auto" w:fill="auto"/>
          </w:tcPr>
          <w:p w14:paraId="7D20E405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38" w:type="dxa"/>
          </w:tcPr>
          <w:p w14:paraId="5496FEEB" w14:textId="77777777" w:rsidR="00321F2F" w:rsidRPr="00F12A19" w:rsidRDefault="00321F2F" w:rsidP="006A7CC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8" w:type="dxa"/>
          </w:tcPr>
          <w:p w14:paraId="56756B72" w14:textId="77777777" w:rsidR="00321F2F" w:rsidRPr="00F12A19" w:rsidRDefault="00321F2F" w:rsidP="006A7CC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14:paraId="71D8966A" w14:textId="6A18DA23" w:rsidR="00321F2F" w:rsidRPr="00F12A19" w:rsidRDefault="00321F2F" w:rsidP="006A7CC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9" w:type="dxa"/>
            <w:gridSpan w:val="2"/>
            <w:shd w:val="clear" w:color="auto" w:fill="auto"/>
          </w:tcPr>
          <w:p w14:paraId="1D0F516D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B3923E" w14:textId="0B5E465F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left="-108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4,552,604</w:t>
            </w:r>
          </w:p>
        </w:tc>
        <w:tc>
          <w:tcPr>
            <w:tcW w:w="289" w:type="dxa"/>
            <w:shd w:val="clear" w:color="auto" w:fill="auto"/>
          </w:tcPr>
          <w:p w14:paraId="56FE57F2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</w:tcPr>
          <w:p w14:paraId="7680CFD4" w14:textId="7AB0F942" w:rsidR="00321F2F" w:rsidRPr="00F12A19" w:rsidRDefault="00321F2F" w:rsidP="006A7CC9">
            <w:pPr>
              <w:tabs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" w:type="dxa"/>
            <w:shd w:val="clear" w:color="auto" w:fill="auto"/>
          </w:tcPr>
          <w:p w14:paraId="46B1EDF4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5" w:type="dxa"/>
            <w:shd w:val="clear" w:color="auto" w:fill="auto"/>
          </w:tcPr>
          <w:p w14:paraId="33027FE2" w14:textId="7257435F" w:rsidR="00321F2F" w:rsidRPr="00F12A19" w:rsidRDefault="00321F2F" w:rsidP="006A7CC9">
            <w:pPr>
              <w:tabs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9" w:type="dxa"/>
            <w:shd w:val="clear" w:color="auto" w:fill="auto"/>
          </w:tcPr>
          <w:p w14:paraId="01F0DD91" w14:textId="77777777" w:rsidR="00321F2F" w:rsidRPr="00F12A19" w:rsidRDefault="00321F2F" w:rsidP="006A7CC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70BCB3" w14:textId="2AC1A67F" w:rsidR="00321F2F" w:rsidRPr="00F12A19" w:rsidRDefault="00321F2F" w:rsidP="007774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4,574,236</w:t>
            </w:r>
          </w:p>
        </w:tc>
      </w:tr>
    </w:tbl>
    <w:p w14:paraId="3D0B180F" w14:textId="49193E91" w:rsidR="006A1D33" w:rsidRPr="00F12A19" w:rsidRDefault="006A1D3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82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160"/>
        <w:gridCol w:w="992"/>
        <w:gridCol w:w="283"/>
        <w:gridCol w:w="993"/>
        <w:gridCol w:w="283"/>
        <w:gridCol w:w="1154"/>
        <w:gridCol w:w="270"/>
        <w:gridCol w:w="993"/>
        <w:gridCol w:w="283"/>
        <w:gridCol w:w="974"/>
        <w:gridCol w:w="284"/>
        <w:gridCol w:w="1156"/>
      </w:tblGrid>
      <w:tr w:rsidR="00CD2869" w:rsidRPr="00F12A19" w14:paraId="4779440A" w14:textId="77777777" w:rsidTr="006A1D33">
        <w:trPr>
          <w:trHeight w:val="419"/>
          <w:tblHeader/>
        </w:trPr>
        <w:tc>
          <w:tcPr>
            <w:tcW w:w="2160" w:type="dxa"/>
            <w:shd w:val="clear" w:color="auto" w:fill="auto"/>
            <w:vAlign w:val="bottom"/>
          </w:tcPr>
          <w:p w14:paraId="39040970" w14:textId="77777777" w:rsidR="00CD2869" w:rsidRPr="00F12A19" w:rsidRDefault="00CD2869" w:rsidP="00D41C73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</w:tcPr>
          <w:p w14:paraId="6AEAE5A7" w14:textId="1FC9BB04" w:rsidR="00CD2869" w:rsidRPr="00F12A19" w:rsidRDefault="00CD2869" w:rsidP="00CD286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0791AF3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14" w:type="dxa"/>
            <w:gridSpan w:val="7"/>
            <w:shd w:val="clear" w:color="auto" w:fill="auto"/>
            <w:vAlign w:val="bottom"/>
          </w:tcPr>
          <w:p w14:paraId="510BA9AD" w14:textId="77777777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2869" w:rsidRPr="00F12A19" w14:paraId="44455AFD" w14:textId="77777777" w:rsidTr="006A1D33">
        <w:trPr>
          <w:trHeight w:val="804"/>
          <w:tblHeader/>
        </w:trPr>
        <w:tc>
          <w:tcPr>
            <w:tcW w:w="2160" w:type="dxa"/>
            <w:shd w:val="clear" w:color="auto" w:fill="auto"/>
            <w:vAlign w:val="bottom"/>
          </w:tcPr>
          <w:p w14:paraId="12340695" w14:textId="77777777" w:rsidR="00CD2869" w:rsidRPr="00F12A19" w:rsidRDefault="00CD2869" w:rsidP="00D41C7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8783BFA" w14:textId="77777777" w:rsidR="00CD2869" w:rsidRPr="00F12A19" w:rsidRDefault="00CD2869" w:rsidP="00AA3CF3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320014D" w14:textId="57A1A895" w:rsidR="00CD2869" w:rsidRPr="00F12A19" w:rsidRDefault="00CD2869" w:rsidP="00AA3CF3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83" w:type="dxa"/>
            <w:vAlign w:val="bottom"/>
          </w:tcPr>
          <w:p w14:paraId="56DF0971" w14:textId="191852B6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5EF11BA" w14:textId="77777777" w:rsidR="00CD2869" w:rsidRPr="00F12A19" w:rsidRDefault="00CD2869" w:rsidP="00AA3CF3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79E67F0" w14:textId="084582FF" w:rsidR="00CD2869" w:rsidRPr="00F12A19" w:rsidRDefault="00CD2869" w:rsidP="008F615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64894"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3063462" w14:textId="77777777" w:rsidR="00CD2869" w:rsidRPr="00F12A19" w:rsidRDefault="00CD2869" w:rsidP="008F615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50147768" w14:textId="77777777" w:rsidR="00CD2869" w:rsidRPr="00F12A19" w:rsidRDefault="00CD2869" w:rsidP="00D41C73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C35A886" w14:textId="1E2E4E96" w:rsidR="00CD2869" w:rsidRPr="00F12A19" w:rsidRDefault="00CD2869" w:rsidP="00D41C73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8EEB0D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2DC51C7" w14:textId="0C817EE3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93A031B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195E50C" w14:textId="61C3BECD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80C6B6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14:paraId="0D542DA7" w14:textId="77777777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1682AF8" w14:textId="77777777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CD2869" w:rsidRPr="00F12A19" w14:paraId="36A0F56B" w14:textId="77777777" w:rsidTr="006A1D33">
        <w:trPr>
          <w:trHeight w:val="435"/>
          <w:tblHeader/>
        </w:trPr>
        <w:tc>
          <w:tcPr>
            <w:tcW w:w="2160" w:type="dxa"/>
            <w:shd w:val="clear" w:color="auto" w:fill="auto"/>
            <w:vAlign w:val="bottom"/>
          </w:tcPr>
          <w:p w14:paraId="33C06F28" w14:textId="77777777" w:rsidR="00CD2869" w:rsidRPr="00F12A19" w:rsidRDefault="00CD2869" w:rsidP="00D41C73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53EA13F" w14:textId="6FCD2FE5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3" w:type="dxa"/>
            <w:vAlign w:val="bottom"/>
          </w:tcPr>
          <w:p w14:paraId="75E6DBD5" w14:textId="5529C3D1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87523CD" w14:textId="57D0BABF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EB5A3F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1FF1F695" w14:textId="6F944A90" w:rsidR="00CD2869" w:rsidRPr="00F12A19" w:rsidRDefault="00CD2869" w:rsidP="00D41C73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8D87D9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0A161E0" w14:textId="072924A9" w:rsidR="00CD2869" w:rsidRPr="00F12A19" w:rsidRDefault="00AA3CF3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34CA9A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64D7C71" w14:textId="5413D269" w:rsidR="00CD2869" w:rsidRPr="00F12A19" w:rsidRDefault="00AA3CF3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5ABD6AF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14:paraId="5C57FD65" w14:textId="77777777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D2869" w:rsidRPr="00F12A19" w14:paraId="17FFBC14" w14:textId="77777777" w:rsidTr="006A1D33">
        <w:trPr>
          <w:trHeight w:val="402"/>
        </w:trPr>
        <w:tc>
          <w:tcPr>
            <w:tcW w:w="2160" w:type="dxa"/>
            <w:shd w:val="clear" w:color="auto" w:fill="auto"/>
          </w:tcPr>
          <w:p w14:paraId="57F3C8A9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gridSpan w:val="3"/>
          </w:tcPr>
          <w:p w14:paraId="3E65DD7A" w14:textId="1EBCADA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3" w:type="dxa"/>
            <w:shd w:val="clear" w:color="auto" w:fill="auto"/>
          </w:tcPr>
          <w:p w14:paraId="64EE623E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14" w:type="dxa"/>
            <w:gridSpan w:val="7"/>
            <w:shd w:val="clear" w:color="auto" w:fill="auto"/>
          </w:tcPr>
          <w:p w14:paraId="283BC4F5" w14:textId="77777777" w:rsidR="00CD2869" w:rsidRPr="00F12A19" w:rsidRDefault="00CD2869" w:rsidP="00D41C73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2869" w:rsidRPr="00F12A19" w14:paraId="7A64E3C5" w14:textId="77777777" w:rsidTr="00E50C25">
        <w:trPr>
          <w:trHeight w:val="419"/>
        </w:trPr>
        <w:tc>
          <w:tcPr>
            <w:tcW w:w="2160" w:type="dxa"/>
            <w:shd w:val="clear" w:color="auto" w:fill="auto"/>
            <w:vAlign w:val="bottom"/>
          </w:tcPr>
          <w:p w14:paraId="48DF1346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992" w:type="dxa"/>
          </w:tcPr>
          <w:p w14:paraId="46776BAC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4AF372AB" w14:textId="158FBDF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30F32D43" w14:textId="3E4728C2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C1C2C18" w14:textId="77777777" w:rsidR="00CD2869" w:rsidRPr="00F12A19" w:rsidRDefault="00CD2869" w:rsidP="00D41C73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5FD47CD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5C73D11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777EAF02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20CC70D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4F3D2A25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7886A0E9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</w:tcPr>
          <w:p w14:paraId="5FD7F1D2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D2869" w:rsidRPr="00F12A19" w14:paraId="2747A7CB" w14:textId="77777777" w:rsidTr="00E50C25">
        <w:trPr>
          <w:trHeight w:val="402"/>
        </w:trPr>
        <w:tc>
          <w:tcPr>
            <w:tcW w:w="2160" w:type="dxa"/>
            <w:shd w:val="clear" w:color="auto" w:fill="auto"/>
          </w:tcPr>
          <w:p w14:paraId="0B82FEA5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14:paraId="043680C3" w14:textId="042F42E8" w:rsidR="00CD2869" w:rsidRPr="00F12A19" w:rsidRDefault="00364894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4.03</w:t>
            </w:r>
          </w:p>
        </w:tc>
        <w:tc>
          <w:tcPr>
            <w:tcW w:w="283" w:type="dxa"/>
          </w:tcPr>
          <w:p w14:paraId="4F3C93E0" w14:textId="6E6A6F23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3B6FC001" w14:textId="367609DC" w:rsidR="00CD2869" w:rsidRPr="00F12A19" w:rsidRDefault="00AA3CF3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3.86</w:t>
            </w:r>
          </w:p>
        </w:tc>
        <w:tc>
          <w:tcPr>
            <w:tcW w:w="283" w:type="dxa"/>
            <w:shd w:val="clear" w:color="auto" w:fill="auto"/>
          </w:tcPr>
          <w:p w14:paraId="4925CBD1" w14:textId="77777777" w:rsidR="00CD2869" w:rsidRPr="00F12A19" w:rsidRDefault="00CD2869" w:rsidP="00D41C73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auto"/>
          </w:tcPr>
          <w:p w14:paraId="4A08E884" w14:textId="4EDDD06B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1,630,067</w:t>
            </w:r>
          </w:p>
        </w:tc>
        <w:tc>
          <w:tcPr>
            <w:tcW w:w="270" w:type="dxa"/>
            <w:shd w:val="clear" w:color="auto" w:fill="auto"/>
          </w:tcPr>
          <w:p w14:paraId="52CCF6C1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1C232C0C" w14:textId="071C3A48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66,533</w:t>
            </w:r>
          </w:p>
        </w:tc>
        <w:tc>
          <w:tcPr>
            <w:tcW w:w="283" w:type="dxa"/>
            <w:shd w:val="clear" w:color="auto" w:fill="auto"/>
          </w:tcPr>
          <w:p w14:paraId="0C5D8B59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7BB797A4" w14:textId="63889CC5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(16,598)</w:t>
            </w:r>
          </w:p>
        </w:tc>
        <w:tc>
          <w:tcPr>
            <w:tcW w:w="284" w:type="dxa"/>
            <w:shd w:val="clear" w:color="auto" w:fill="auto"/>
          </w:tcPr>
          <w:p w14:paraId="4D416544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  <w:tcBorders>
              <w:bottom w:val="double" w:sz="4" w:space="0" w:color="auto"/>
            </w:tcBorders>
            <w:shd w:val="clear" w:color="auto" w:fill="auto"/>
          </w:tcPr>
          <w:p w14:paraId="60D6B0C0" w14:textId="02C70FCF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1,680,002</w:t>
            </w:r>
          </w:p>
        </w:tc>
      </w:tr>
      <w:tr w:rsidR="00CD2869" w:rsidRPr="00F12A19" w14:paraId="33DA120C" w14:textId="77777777" w:rsidTr="00E50C25">
        <w:trPr>
          <w:trHeight w:val="419"/>
        </w:trPr>
        <w:tc>
          <w:tcPr>
            <w:tcW w:w="2160" w:type="dxa"/>
            <w:shd w:val="clear" w:color="auto" w:fill="auto"/>
          </w:tcPr>
          <w:p w14:paraId="02FCDBC2" w14:textId="77777777" w:rsidR="00CD2869" w:rsidRPr="00F12A19" w:rsidRDefault="00CD2869" w:rsidP="00D41C7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14:paraId="3EBFE46D" w14:textId="77777777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7DB33993" w14:textId="39F673A9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3987601E" w14:textId="6201E4CB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197F330C" w14:textId="77777777" w:rsidR="00CD2869" w:rsidRPr="00F12A19" w:rsidRDefault="00CD2869" w:rsidP="00D41C73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  <w:shd w:val="clear" w:color="auto" w:fill="auto"/>
          </w:tcPr>
          <w:p w14:paraId="3FD61D2A" w14:textId="77777777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429AAE1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1D8D2C51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4BE9EA34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67CAB15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6603533D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double" w:sz="4" w:space="0" w:color="auto"/>
            </w:tcBorders>
            <w:shd w:val="clear" w:color="auto" w:fill="auto"/>
          </w:tcPr>
          <w:p w14:paraId="289D412D" w14:textId="77777777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D2869" w:rsidRPr="00F12A19" w14:paraId="096529B2" w14:textId="77777777" w:rsidTr="00E50C25">
        <w:trPr>
          <w:trHeight w:val="435"/>
        </w:trPr>
        <w:tc>
          <w:tcPr>
            <w:tcW w:w="2160" w:type="dxa"/>
            <w:shd w:val="clear" w:color="auto" w:fill="auto"/>
          </w:tcPr>
          <w:p w14:paraId="4FF320C3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992" w:type="dxa"/>
          </w:tcPr>
          <w:p w14:paraId="5296550D" w14:textId="77777777" w:rsidR="00CD2869" w:rsidRPr="00F12A19" w:rsidRDefault="00CD2869" w:rsidP="00D41C7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14:paraId="35B40109" w14:textId="62AAEEC1" w:rsidR="00CD2869" w:rsidRPr="00F12A19" w:rsidRDefault="00CD2869" w:rsidP="00D41C7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3D3CC0D7" w14:textId="5FB4C9F1" w:rsidR="00CD2869" w:rsidRPr="00F12A19" w:rsidRDefault="00CD2869" w:rsidP="00D41C7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EBED670" w14:textId="77777777" w:rsidR="00CD2869" w:rsidRPr="00F12A19" w:rsidRDefault="00CD2869" w:rsidP="00D41C73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5A357AD3" w14:textId="77777777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0B5DF52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6C45317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35888D69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52A5B881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4" w:type="dxa"/>
            <w:shd w:val="clear" w:color="auto" w:fill="auto"/>
          </w:tcPr>
          <w:p w14:paraId="3AA41204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</w:tcPr>
          <w:p w14:paraId="43540589" w14:textId="77777777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D2869" w:rsidRPr="00F12A19" w14:paraId="033C1812" w14:textId="77777777" w:rsidTr="00E50C25">
        <w:trPr>
          <w:trHeight w:val="402"/>
        </w:trPr>
        <w:tc>
          <w:tcPr>
            <w:tcW w:w="2160" w:type="dxa"/>
            <w:shd w:val="clear" w:color="auto" w:fill="auto"/>
          </w:tcPr>
          <w:p w14:paraId="08FD4BBD" w14:textId="77777777" w:rsidR="00CD2869" w:rsidRPr="00F12A19" w:rsidRDefault="00CD2869" w:rsidP="00D41C7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2" w:type="dxa"/>
          </w:tcPr>
          <w:p w14:paraId="653D54D2" w14:textId="242664F2" w:rsidR="00CD2869" w:rsidRPr="00F12A19" w:rsidRDefault="00364894" w:rsidP="00D41C73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4.03</w:t>
            </w:r>
          </w:p>
        </w:tc>
        <w:tc>
          <w:tcPr>
            <w:tcW w:w="283" w:type="dxa"/>
          </w:tcPr>
          <w:p w14:paraId="5925309C" w14:textId="6C49C5FC" w:rsidR="00CD2869" w:rsidRPr="00F12A19" w:rsidRDefault="00CD2869" w:rsidP="00D41C73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784F3C5E" w14:textId="6964FC4F" w:rsidR="00CD2869" w:rsidRPr="00F12A19" w:rsidRDefault="00AA3CF3" w:rsidP="00D41C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3.86</w:t>
            </w:r>
          </w:p>
        </w:tc>
        <w:tc>
          <w:tcPr>
            <w:tcW w:w="283" w:type="dxa"/>
            <w:shd w:val="clear" w:color="auto" w:fill="auto"/>
          </w:tcPr>
          <w:p w14:paraId="12CBD085" w14:textId="77777777" w:rsidR="00CD2869" w:rsidRPr="00F12A19" w:rsidRDefault="00CD2869" w:rsidP="00D41C73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auto"/>
          </w:tcPr>
          <w:p w14:paraId="300B4739" w14:textId="2E916DC4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5,213,673</w:t>
            </w:r>
          </w:p>
        </w:tc>
        <w:tc>
          <w:tcPr>
            <w:tcW w:w="270" w:type="dxa"/>
            <w:shd w:val="clear" w:color="auto" w:fill="auto"/>
          </w:tcPr>
          <w:p w14:paraId="3BB8256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</w:tcPr>
          <w:p w14:paraId="2280D0FE" w14:textId="49BC9FCB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46,470</w:t>
            </w:r>
          </w:p>
        </w:tc>
        <w:tc>
          <w:tcPr>
            <w:tcW w:w="283" w:type="dxa"/>
            <w:shd w:val="clear" w:color="auto" w:fill="auto"/>
          </w:tcPr>
          <w:p w14:paraId="42DE668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4" w:type="dxa"/>
            <w:shd w:val="clear" w:color="auto" w:fill="auto"/>
          </w:tcPr>
          <w:p w14:paraId="69113DF5" w14:textId="2DE5B08B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284" w:type="dxa"/>
            <w:shd w:val="clear" w:color="auto" w:fill="auto"/>
          </w:tcPr>
          <w:p w14:paraId="5582E12E" w14:textId="77777777" w:rsidR="00CD2869" w:rsidRPr="00F12A19" w:rsidRDefault="00CD2869" w:rsidP="008D6D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  <w:tcBorders>
              <w:bottom w:val="double" w:sz="4" w:space="0" w:color="auto"/>
            </w:tcBorders>
            <w:shd w:val="clear" w:color="auto" w:fill="auto"/>
          </w:tcPr>
          <w:p w14:paraId="1905813F" w14:textId="5FB29D96" w:rsidR="00CD2869" w:rsidRPr="00F12A19" w:rsidRDefault="00CD2869" w:rsidP="00C96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5,260,136</w:t>
            </w:r>
          </w:p>
        </w:tc>
      </w:tr>
    </w:tbl>
    <w:p w14:paraId="65C5DECA" w14:textId="617F744A" w:rsidR="009A19F2" w:rsidRPr="00F12A19" w:rsidRDefault="009A19F2" w:rsidP="007149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thaiDistribute"/>
        <w:rPr>
          <w:rFonts w:ascii="Angsana New" w:hAnsi="Angsana New"/>
          <w:sz w:val="28"/>
          <w:szCs w:val="28"/>
          <w:cs/>
        </w:rPr>
      </w:pPr>
      <w:r w:rsidRPr="00F12A19">
        <w:rPr>
          <w:rFonts w:ascii="Angsana New" w:hAnsi="Angsana New"/>
          <w:sz w:val="28"/>
          <w:szCs w:val="28"/>
          <w:cs/>
        </w:rPr>
        <w:br w:type="page"/>
      </w:r>
    </w:p>
    <w:tbl>
      <w:tblPr>
        <w:tblW w:w="920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473"/>
        <w:gridCol w:w="1245"/>
        <w:gridCol w:w="269"/>
        <w:gridCol w:w="1234"/>
        <w:gridCol w:w="269"/>
        <w:gridCol w:w="1206"/>
        <w:gridCol w:w="269"/>
        <w:gridCol w:w="1243"/>
      </w:tblGrid>
      <w:tr w:rsidR="008325E3" w:rsidRPr="00F12A19" w14:paraId="7C1A56A6" w14:textId="77777777" w:rsidTr="0071494F">
        <w:trPr>
          <w:tblHeader/>
        </w:trPr>
        <w:tc>
          <w:tcPr>
            <w:tcW w:w="3473" w:type="dxa"/>
          </w:tcPr>
          <w:p w14:paraId="366E5B60" w14:textId="4BD32DFF" w:rsidR="008D6D56" w:rsidRPr="00F12A19" w:rsidRDefault="008D6D56" w:rsidP="008325E3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748" w:type="dxa"/>
            <w:gridSpan w:val="3"/>
          </w:tcPr>
          <w:p w14:paraId="42B44306" w14:textId="77777777" w:rsidR="008D6D56" w:rsidRPr="00F12A19" w:rsidRDefault="008D6D56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14:paraId="187C0C28" w14:textId="77777777" w:rsidR="008D6D56" w:rsidRPr="00F12A19" w:rsidRDefault="008D6D56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</w:tcPr>
          <w:p w14:paraId="69EB1F3D" w14:textId="77777777" w:rsidR="008D6D56" w:rsidRPr="00F12A19" w:rsidRDefault="008D6D56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25E3" w:rsidRPr="00F12A19" w14:paraId="1CFFFDE3" w14:textId="77777777" w:rsidTr="0071494F">
        <w:trPr>
          <w:tblHeader/>
        </w:trPr>
        <w:tc>
          <w:tcPr>
            <w:tcW w:w="3473" w:type="dxa"/>
          </w:tcPr>
          <w:p w14:paraId="197B294D" w14:textId="77777777" w:rsidR="008325E3" w:rsidRPr="00F12A19" w:rsidRDefault="008325E3" w:rsidP="008325E3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5" w:type="dxa"/>
          </w:tcPr>
          <w:p w14:paraId="24EC205A" w14:textId="380112C6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69" w:type="dxa"/>
            <w:vAlign w:val="center"/>
          </w:tcPr>
          <w:p w14:paraId="11A1EB13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BC3EB3B" w14:textId="77E3C81C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9" w:type="dxa"/>
          </w:tcPr>
          <w:p w14:paraId="7623FA2A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5D412540" w14:textId="012413C3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69" w:type="dxa"/>
            <w:vAlign w:val="center"/>
          </w:tcPr>
          <w:p w14:paraId="273EFC2A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365CB106" w14:textId="67E08EA6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325E3" w:rsidRPr="00F12A19" w14:paraId="7DE426E2" w14:textId="77777777" w:rsidTr="0071494F">
        <w:trPr>
          <w:tblHeader/>
        </w:trPr>
        <w:tc>
          <w:tcPr>
            <w:tcW w:w="3473" w:type="dxa"/>
          </w:tcPr>
          <w:p w14:paraId="5BF5CE0A" w14:textId="77777777" w:rsidR="008325E3" w:rsidRPr="00F12A19" w:rsidRDefault="008325E3" w:rsidP="008325E3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5" w:type="dxa"/>
          </w:tcPr>
          <w:p w14:paraId="7FEE2F65" w14:textId="2CCD5491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6F9D26C1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7AE4BE0F" w14:textId="5C32057B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9" w:type="dxa"/>
          </w:tcPr>
          <w:p w14:paraId="345C40B5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522B31F3" w14:textId="0609327A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9" w:type="dxa"/>
            <w:vAlign w:val="center"/>
          </w:tcPr>
          <w:p w14:paraId="5E281B15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43A3CC5F" w14:textId="29E2304A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8325E3" w:rsidRPr="00F12A19" w14:paraId="4E411BBD" w14:textId="77777777" w:rsidTr="0071494F">
        <w:trPr>
          <w:tblHeader/>
        </w:trPr>
        <w:tc>
          <w:tcPr>
            <w:tcW w:w="3473" w:type="dxa"/>
          </w:tcPr>
          <w:p w14:paraId="23BBA49D" w14:textId="77777777" w:rsidR="008325E3" w:rsidRPr="00F12A19" w:rsidRDefault="008325E3" w:rsidP="008325E3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5" w:type="dxa"/>
            <w:gridSpan w:val="7"/>
          </w:tcPr>
          <w:p w14:paraId="70A6E8E2" w14:textId="77777777" w:rsidR="008325E3" w:rsidRPr="00F12A19" w:rsidRDefault="008325E3" w:rsidP="008325E3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25E3" w:rsidRPr="00F12A19" w14:paraId="41308553" w14:textId="77777777" w:rsidTr="0071494F">
        <w:tc>
          <w:tcPr>
            <w:tcW w:w="3473" w:type="dxa"/>
          </w:tcPr>
          <w:p w14:paraId="32D20265" w14:textId="77777777" w:rsidR="008325E3" w:rsidRPr="00F12A19" w:rsidRDefault="008325E3" w:rsidP="008325E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1245" w:type="dxa"/>
          </w:tcPr>
          <w:p w14:paraId="3DB2A346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092E9252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5AAFF7C1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2BC08826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1433D5E6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23A1A5F5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B6873D6" w14:textId="77777777" w:rsidR="008325E3" w:rsidRPr="00F12A19" w:rsidRDefault="008325E3" w:rsidP="00832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0AAA" w:rsidRPr="00F12A19" w14:paraId="5EF99357" w14:textId="77777777" w:rsidTr="0071494F">
        <w:tc>
          <w:tcPr>
            <w:tcW w:w="3473" w:type="dxa"/>
          </w:tcPr>
          <w:p w14:paraId="7D779DE9" w14:textId="77777777" w:rsidR="00CF0AAA" w:rsidRPr="00F12A19" w:rsidRDefault="00CF0AAA" w:rsidP="00CF0AA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245" w:type="dxa"/>
          </w:tcPr>
          <w:p w14:paraId="70F1EEE6" w14:textId="1E40640D" w:rsidR="00CF0AAA" w:rsidRPr="00F12A19" w:rsidRDefault="00B81B53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725</w:t>
            </w:r>
          </w:p>
        </w:tc>
        <w:tc>
          <w:tcPr>
            <w:tcW w:w="269" w:type="dxa"/>
          </w:tcPr>
          <w:p w14:paraId="0C66E61E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6296CA6A" w14:textId="31617893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4,557</w:t>
            </w:r>
          </w:p>
        </w:tc>
        <w:tc>
          <w:tcPr>
            <w:tcW w:w="269" w:type="dxa"/>
          </w:tcPr>
          <w:p w14:paraId="4DE02337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AB3E599" w14:textId="0BB43BFA" w:rsidR="00CF0AAA" w:rsidRPr="00F12A19" w:rsidRDefault="00B81B53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134</w:t>
            </w:r>
          </w:p>
        </w:tc>
        <w:tc>
          <w:tcPr>
            <w:tcW w:w="269" w:type="dxa"/>
          </w:tcPr>
          <w:p w14:paraId="527BF8A5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78FEB884" w14:textId="1554970A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4,439</w:t>
            </w:r>
          </w:p>
        </w:tc>
      </w:tr>
      <w:tr w:rsidR="00CF0AAA" w:rsidRPr="00F12A19" w14:paraId="38FFB2EA" w14:textId="77777777" w:rsidTr="0071494F">
        <w:tc>
          <w:tcPr>
            <w:tcW w:w="3473" w:type="dxa"/>
            <w:vAlign w:val="bottom"/>
          </w:tcPr>
          <w:p w14:paraId="27966652" w14:textId="77777777" w:rsidR="00CF0AAA" w:rsidRPr="00F12A19" w:rsidRDefault="00CF0AAA" w:rsidP="00CF0AA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45" w:type="dxa"/>
          </w:tcPr>
          <w:p w14:paraId="4FE018FA" w14:textId="28446141" w:rsidR="00CF0AAA" w:rsidRPr="00F12A19" w:rsidRDefault="00B81B53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</w:tcPr>
          <w:p w14:paraId="632B09B5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5204B42" w14:textId="66E275B8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42F3E909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23FD1BE" w14:textId="6780BC39" w:rsidR="00CF0AAA" w:rsidRPr="00F12A19" w:rsidRDefault="00B81B53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135,781</w:t>
            </w:r>
          </w:p>
        </w:tc>
        <w:tc>
          <w:tcPr>
            <w:tcW w:w="269" w:type="dxa"/>
          </w:tcPr>
          <w:p w14:paraId="055E26D7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0804BE28" w14:textId="68FB7F76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135,799</w:t>
            </w:r>
          </w:p>
        </w:tc>
      </w:tr>
      <w:tr w:rsidR="00D535E3" w:rsidRPr="00F12A19" w14:paraId="4FE376FD" w14:textId="77777777" w:rsidTr="0071494F">
        <w:tc>
          <w:tcPr>
            <w:tcW w:w="3473" w:type="dxa"/>
            <w:vAlign w:val="bottom"/>
          </w:tcPr>
          <w:p w14:paraId="4F702C46" w14:textId="77777777" w:rsidR="00D535E3" w:rsidRPr="00F12A19" w:rsidRDefault="00D535E3" w:rsidP="00D535E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D5F5A50" w14:textId="6D063283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  <w:tc>
          <w:tcPr>
            <w:tcW w:w="269" w:type="dxa"/>
          </w:tcPr>
          <w:p w14:paraId="6E188394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3D7CC0C6" w14:textId="5241A5FA" w:rsidR="00D535E3" w:rsidRPr="00F12A19" w:rsidRDefault="00557075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2,807</w:t>
            </w:r>
          </w:p>
        </w:tc>
        <w:tc>
          <w:tcPr>
            <w:tcW w:w="269" w:type="dxa"/>
          </w:tcPr>
          <w:p w14:paraId="75FC3714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67DA0196" w14:textId="372A283D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890C75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</w:t>
            </w:r>
          </w:p>
        </w:tc>
        <w:tc>
          <w:tcPr>
            <w:tcW w:w="269" w:type="dxa"/>
          </w:tcPr>
          <w:p w14:paraId="317BB321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7193D872" w14:textId="4A6BEB62" w:rsidR="00D535E3" w:rsidRPr="00F12A19" w:rsidRDefault="00557075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2,422</w:t>
            </w:r>
          </w:p>
        </w:tc>
      </w:tr>
      <w:tr w:rsidR="00D535E3" w:rsidRPr="00F12A19" w14:paraId="03419304" w14:textId="77777777" w:rsidTr="0071494F">
        <w:tc>
          <w:tcPr>
            <w:tcW w:w="3473" w:type="dxa"/>
          </w:tcPr>
          <w:p w14:paraId="64589F33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</w:tcPr>
          <w:p w14:paraId="36E058D2" w14:textId="59A7CC35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1,515</w:t>
            </w:r>
          </w:p>
        </w:tc>
        <w:tc>
          <w:tcPr>
            <w:tcW w:w="269" w:type="dxa"/>
          </w:tcPr>
          <w:p w14:paraId="57BC3C57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6B63BD74" w14:textId="2D859C3E" w:rsidR="00D535E3" w:rsidRPr="00F12A19" w:rsidRDefault="00557075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7,364</w:t>
            </w:r>
          </w:p>
        </w:tc>
        <w:tc>
          <w:tcPr>
            <w:tcW w:w="269" w:type="dxa"/>
          </w:tcPr>
          <w:p w14:paraId="6C6801E6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6D1DD102" w14:textId="1A811C55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136,4</w:t>
            </w:r>
            <w:r w:rsidR="00890C75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69" w:type="dxa"/>
          </w:tcPr>
          <w:p w14:paraId="2BE82EB1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4049C" w14:textId="4D0FF44A" w:rsidR="00D535E3" w:rsidRPr="00557075" w:rsidRDefault="00557075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142,660</w:t>
            </w:r>
          </w:p>
        </w:tc>
      </w:tr>
      <w:tr w:rsidR="00CF0AAA" w:rsidRPr="00F12A19" w14:paraId="4749C782" w14:textId="77777777" w:rsidTr="0071494F">
        <w:tc>
          <w:tcPr>
            <w:tcW w:w="3473" w:type="dxa"/>
          </w:tcPr>
          <w:p w14:paraId="3C2FA2FD" w14:textId="77777777" w:rsidR="00CF0AAA" w:rsidRPr="00F12A19" w:rsidRDefault="00CF0AAA" w:rsidP="00CF0AA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245" w:type="dxa"/>
          </w:tcPr>
          <w:p w14:paraId="0A8C9609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4E648DBE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</w:tcPr>
          <w:p w14:paraId="029E8DE4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17B60B78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06" w:type="dxa"/>
          </w:tcPr>
          <w:p w14:paraId="3DE2B172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269" w:type="dxa"/>
          </w:tcPr>
          <w:p w14:paraId="3CBE2B65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</w:tcPr>
          <w:p w14:paraId="66939862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</w:tr>
      <w:tr w:rsidR="00CF0AAA" w:rsidRPr="00F12A19" w14:paraId="244D13AC" w14:textId="77777777" w:rsidTr="0071494F">
        <w:tc>
          <w:tcPr>
            <w:tcW w:w="3473" w:type="dxa"/>
          </w:tcPr>
          <w:p w14:paraId="7477B33F" w14:textId="77777777" w:rsidR="00CF0AAA" w:rsidRPr="00F12A19" w:rsidRDefault="00CF0AAA" w:rsidP="00CF0AA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245" w:type="dxa"/>
          </w:tcPr>
          <w:p w14:paraId="2F245CBE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106AB62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17E99796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76905D1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13112933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14665030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341EFFEE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F0AAA" w:rsidRPr="00F12A19" w14:paraId="59DCD015" w14:textId="77777777" w:rsidTr="0071494F">
        <w:tc>
          <w:tcPr>
            <w:tcW w:w="3473" w:type="dxa"/>
          </w:tcPr>
          <w:p w14:paraId="3BF86887" w14:textId="77777777" w:rsidR="00CF0AAA" w:rsidRPr="00F12A19" w:rsidRDefault="00CF0AAA" w:rsidP="00CF0AA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1245" w:type="dxa"/>
          </w:tcPr>
          <w:p w14:paraId="43CEE1FA" w14:textId="4B3DCD48" w:rsidR="00CF0AAA" w:rsidRPr="00F12A19" w:rsidRDefault="00815321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19,395</w:t>
            </w:r>
          </w:p>
        </w:tc>
        <w:tc>
          <w:tcPr>
            <w:tcW w:w="269" w:type="dxa"/>
          </w:tcPr>
          <w:p w14:paraId="72C012FA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4DA4F4E2" w14:textId="171ACCBD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FA4853" w:rsidRPr="00F12A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94FBA">
              <w:rPr>
                <w:rFonts w:asciiTheme="majorBidi" w:hAnsiTheme="majorBidi" w:cstheme="majorBidi"/>
                <w:sz w:val="30"/>
                <w:szCs w:val="30"/>
              </w:rPr>
              <w:t>653</w:t>
            </w:r>
          </w:p>
        </w:tc>
        <w:tc>
          <w:tcPr>
            <w:tcW w:w="269" w:type="dxa"/>
          </w:tcPr>
          <w:p w14:paraId="4C5369E0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3711A62B" w14:textId="1CF923E4" w:rsidR="00CF0AAA" w:rsidRPr="00F12A19" w:rsidRDefault="00815321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18,991</w:t>
            </w:r>
          </w:p>
        </w:tc>
        <w:tc>
          <w:tcPr>
            <w:tcW w:w="269" w:type="dxa"/>
          </w:tcPr>
          <w:p w14:paraId="3B2099C3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CB79505" w14:textId="3161CFBA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8,4</w:t>
            </w:r>
            <w:r w:rsidR="00A94F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</w:t>
            </w:r>
          </w:p>
        </w:tc>
      </w:tr>
      <w:tr w:rsidR="00CF0AAA" w:rsidRPr="00F12A19" w14:paraId="30DF6E58" w14:textId="77777777" w:rsidTr="0071494F">
        <w:tc>
          <w:tcPr>
            <w:tcW w:w="3473" w:type="dxa"/>
          </w:tcPr>
          <w:p w14:paraId="0727ABCB" w14:textId="77777777" w:rsidR="00CF0AAA" w:rsidRPr="00F12A19" w:rsidRDefault="00CF0AAA" w:rsidP="00CF0AA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45" w:type="dxa"/>
          </w:tcPr>
          <w:p w14:paraId="17F64F62" w14:textId="1CE2A86A" w:rsidR="00CF0AAA" w:rsidRPr="00F12A19" w:rsidRDefault="00815321" w:rsidP="0075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5F5024C3" w14:textId="77777777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209F3598" w14:textId="5CF03535" w:rsidR="00CF0AAA" w:rsidRPr="00F12A19" w:rsidRDefault="00CF0AAA" w:rsidP="00756B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16D7B926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6CE6B1BB" w14:textId="3E63A208" w:rsidR="00CF0AAA" w:rsidRPr="00F12A19" w:rsidRDefault="00815321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269" w:type="dxa"/>
          </w:tcPr>
          <w:p w14:paraId="693D4559" w14:textId="77777777" w:rsidR="00CF0AAA" w:rsidRPr="00F12A19" w:rsidRDefault="00CF0AAA" w:rsidP="00CF0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6E9A4F41" w14:textId="450DFE1F" w:rsidR="00CF0AAA" w:rsidRPr="00F12A19" w:rsidRDefault="00CF0AAA" w:rsidP="00CF0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</w:tr>
      <w:tr w:rsidR="00D535E3" w:rsidRPr="00F12A19" w14:paraId="15317A62" w14:textId="77777777" w:rsidTr="0071494F">
        <w:tc>
          <w:tcPr>
            <w:tcW w:w="3473" w:type="dxa"/>
            <w:vAlign w:val="bottom"/>
          </w:tcPr>
          <w:p w14:paraId="1D90134F" w14:textId="77777777" w:rsidR="00D535E3" w:rsidRPr="00F12A19" w:rsidRDefault="00D535E3" w:rsidP="00D535E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</w:tcPr>
          <w:p w14:paraId="3B418B1A" w14:textId="3B87EB35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138</w:t>
            </w:r>
          </w:p>
        </w:tc>
        <w:tc>
          <w:tcPr>
            <w:tcW w:w="269" w:type="dxa"/>
          </w:tcPr>
          <w:p w14:paraId="5C823045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982C061" w14:textId="3FF82B70" w:rsidR="00D535E3" w:rsidRPr="00F12A19" w:rsidRDefault="007B1480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</w:p>
        </w:tc>
        <w:tc>
          <w:tcPr>
            <w:tcW w:w="269" w:type="dxa"/>
          </w:tcPr>
          <w:p w14:paraId="781AFFA2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06" w:type="dxa"/>
          </w:tcPr>
          <w:p w14:paraId="3ECDE51C" w14:textId="2C67FD13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</w:p>
        </w:tc>
        <w:tc>
          <w:tcPr>
            <w:tcW w:w="269" w:type="dxa"/>
          </w:tcPr>
          <w:p w14:paraId="7BDB355D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43" w:type="dxa"/>
            <w:shd w:val="clear" w:color="auto" w:fill="auto"/>
          </w:tcPr>
          <w:p w14:paraId="239B3AF4" w14:textId="03E2C230" w:rsidR="00D535E3" w:rsidRPr="007B1480" w:rsidRDefault="007B1480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</w:p>
        </w:tc>
      </w:tr>
      <w:tr w:rsidR="00D535E3" w:rsidRPr="00F12A19" w14:paraId="1C4867D5" w14:textId="77777777" w:rsidTr="0071494F">
        <w:tc>
          <w:tcPr>
            <w:tcW w:w="3473" w:type="dxa"/>
          </w:tcPr>
          <w:p w14:paraId="2630CFFA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</w:tcPr>
          <w:p w14:paraId="39A78383" w14:textId="44E3695A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19,533</w:t>
            </w:r>
          </w:p>
        </w:tc>
        <w:tc>
          <w:tcPr>
            <w:tcW w:w="269" w:type="dxa"/>
          </w:tcPr>
          <w:p w14:paraId="6A6CFC53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7218DDC8" w14:textId="598116E9" w:rsidR="00D535E3" w:rsidRPr="00F12A19" w:rsidRDefault="007B1480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8,7</w:t>
            </w:r>
            <w:r w:rsidR="00A94F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269" w:type="dxa"/>
          </w:tcPr>
          <w:p w14:paraId="3F01357F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2C6E1C15" w14:textId="3D2BB7D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19,061</w:t>
            </w:r>
          </w:p>
        </w:tc>
        <w:tc>
          <w:tcPr>
            <w:tcW w:w="269" w:type="dxa"/>
          </w:tcPr>
          <w:p w14:paraId="17382E65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588738" w14:textId="6B9010BA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8,5</w:t>
            </w:r>
            <w:r w:rsidR="00A94FB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49</w:t>
            </w:r>
          </w:p>
        </w:tc>
      </w:tr>
      <w:tr w:rsidR="00CF0AAA" w:rsidRPr="00F12A19" w14:paraId="0ED97ADA" w14:textId="77777777" w:rsidTr="00D535E3">
        <w:tc>
          <w:tcPr>
            <w:tcW w:w="3473" w:type="dxa"/>
          </w:tcPr>
          <w:p w14:paraId="20C40CDB" w14:textId="77777777" w:rsidR="00CF0AAA" w:rsidRPr="00F12A19" w:rsidRDefault="00CF0AAA" w:rsidP="00CF0AA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1C2DE30F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276C8474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</w:tcPr>
          <w:p w14:paraId="09220CFE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7A591E3F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47EA5D02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04FEF4F7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44085609" w14:textId="77777777" w:rsidR="00CF0AAA" w:rsidRPr="00F12A19" w:rsidRDefault="00CF0AAA" w:rsidP="006A1D3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D535E3" w:rsidRPr="00F12A19" w14:paraId="13EC6E8F" w14:textId="77777777" w:rsidTr="00D535E3">
        <w:tc>
          <w:tcPr>
            <w:tcW w:w="3473" w:type="dxa"/>
            <w:vAlign w:val="bottom"/>
          </w:tcPr>
          <w:p w14:paraId="2734522C" w14:textId="400B5F9D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1245" w:type="dxa"/>
          </w:tcPr>
          <w:p w14:paraId="1D41354F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69A6CA93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</w:tcPr>
          <w:p w14:paraId="3EB6500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7329FD14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</w:tcPr>
          <w:p w14:paraId="2CDED9DC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7C588E7B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43" w:type="dxa"/>
            <w:shd w:val="clear" w:color="auto" w:fill="auto"/>
          </w:tcPr>
          <w:p w14:paraId="6C5F0269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D535E3" w:rsidRPr="00F12A19" w14:paraId="3BD0DC2A" w14:textId="77777777" w:rsidTr="00D535E3">
        <w:tc>
          <w:tcPr>
            <w:tcW w:w="3473" w:type="dxa"/>
            <w:vAlign w:val="bottom"/>
          </w:tcPr>
          <w:p w14:paraId="0B07F876" w14:textId="0F5FE7A0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4BD378D8" w14:textId="6D459394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9" w:type="dxa"/>
          </w:tcPr>
          <w:p w14:paraId="0ACFD63B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625A4E27" w14:textId="213B8649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1,296</w:t>
            </w:r>
          </w:p>
        </w:tc>
        <w:tc>
          <w:tcPr>
            <w:tcW w:w="269" w:type="dxa"/>
          </w:tcPr>
          <w:p w14:paraId="3D751B44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50A3C529" w14:textId="039B5931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35CF9E58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  <w:shd w:val="clear" w:color="auto" w:fill="auto"/>
          </w:tcPr>
          <w:p w14:paraId="78FA77BF" w14:textId="79B968E4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D535E3" w:rsidRPr="00F12A19" w14:paraId="0D7B093B" w14:textId="77777777" w:rsidTr="00D535E3">
        <w:tc>
          <w:tcPr>
            <w:tcW w:w="3473" w:type="dxa"/>
          </w:tcPr>
          <w:p w14:paraId="1783B599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32DA6222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7EF38AFD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028078A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7AB62E3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3A18FD0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6BB0D7BA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shd w:val="clear" w:color="auto" w:fill="auto"/>
          </w:tcPr>
          <w:p w14:paraId="7A50EC02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D535E3" w:rsidRPr="00F12A19" w14:paraId="1708F26D" w14:textId="77777777" w:rsidTr="004E66BA">
        <w:tc>
          <w:tcPr>
            <w:tcW w:w="3473" w:type="dxa"/>
          </w:tcPr>
          <w:p w14:paraId="731777D7" w14:textId="073E5FC5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245" w:type="dxa"/>
          </w:tcPr>
          <w:p w14:paraId="665D79C0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B14A453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</w:tcPr>
          <w:p w14:paraId="51F0DB5E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201C8F79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02B8E522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0A3B0A78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shd w:val="clear" w:color="auto" w:fill="auto"/>
          </w:tcPr>
          <w:p w14:paraId="160D4B28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535E3" w:rsidRPr="00F12A19" w14:paraId="71D513C4" w14:textId="77777777" w:rsidTr="004E66BA">
        <w:tc>
          <w:tcPr>
            <w:tcW w:w="3473" w:type="dxa"/>
            <w:vAlign w:val="bottom"/>
          </w:tcPr>
          <w:p w14:paraId="669EB21E" w14:textId="2B40B7AC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7124220E" w14:textId="506C4EF2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134,44</w:t>
            </w:r>
            <w:r w:rsidR="003A6BA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69" w:type="dxa"/>
          </w:tcPr>
          <w:p w14:paraId="123B6847" w14:textId="77777777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0C1C2292" w14:textId="2580999B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134,080</w:t>
            </w:r>
          </w:p>
        </w:tc>
        <w:tc>
          <w:tcPr>
            <w:tcW w:w="269" w:type="dxa"/>
          </w:tcPr>
          <w:p w14:paraId="2E66E60D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3C943E3D" w14:textId="5A5DFC22" w:rsidR="00D535E3" w:rsidRPr="00F12A19" w:rsidRDefault="00D535E3" w:rsidP="00F02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1E2488DF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7AA39D43" w14:textId="772D9A85" w:rsidR="00D535E3" w:rsidRPr="00F12A19" w:rsidRDefault="00D535E3" w:rsidP="00F02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D535E3" w:rsidRPr="00F12A19" w14:paraId="446233FD" w14:textId="77777777" w:rsidTr="004E66BA">
        <w:tc>
          <w:tcPr>
            <w:tcW w:w="3473" w:type="dxa"/>
          </w:tcPr>
          <w:p w14:paraId="1E92CE0D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00F788B7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33448C9A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7D2CBA8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1CDBDDF6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39DEF425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" w:type="dxa"/>
          </w:tcPr>
          <w:p w14:paraId="3948F7BF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shd w:val="clear" w:color="auto" w:fill="auto"/>
          </w:tcPr>
          <w:p w14:paraId="3F553F17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D535E3" w:rsidRPr="00F12A19" w14:paraId="05C4B185" w14:textId="77777777" w:rsidTr="0071494F">
        <w:tc>
          <w:tcPr>
            <w:tcW w:w="3473" w:type="dxa"/>
            <w:vAlign w:val="bottom"/>
          </w:tcPr>
          <w:p w14:paraId="20B96BF3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1245" w:type="dxa"/>
          </w:tcPr>
          <w:p w14:paraId="046F0A65" w14:textId="77777777" w:rsidR="00D535E3" w:rsidRPr="00F12A19" w:rsidRDefault="00D535E3" w:rsidP="00D535E3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2EE7240" w14:textId="77777777" w:rsidR="00D535E3" w:rsidRPr="00F12A19" w:rsidRDefault="00D535E3" w:rsidP="00D535E3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00A1C584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5922F846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2D9B6C6D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3E9B4C1E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66C3EF6A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535E3" w:rsidRPr="00F12A19" w14:paraId="5E6A6198" w14:textId="77777777" w:rsidTr="0071494F">
        <w:tc>
          <w:tcPr>
            <w:tcW w:w="3473" w:type="dxa"/>
            <w:vAlign w:val="bottom"/>
          </w:tcPr>
          <w:p w14:paraId="6CF1B4DE" w14:textId="7B001511" w:rsidR="00D535E3" w:rsidRPr="00F12A19" w:rsidRDefault="00D535E3" w:rsidP="00D535E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0FB4A987" w14:textId="5DC219E3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4,893,505</w:t>
            </w:r>
          </w:p>
        </w:tc>
        <w:tc>
          <w:tcPr>
            <w:tcW w:w="269" w:type="dxa"/>
          </w:tcPr>
          <w:p w14:paraId="20D863B5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2875CB0E" w14:textId="144E75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4,948,650</w:t>
            </w:r>
          </w:p>
        </w:tc>
        <w:tc>
          <w:tcPr>
            <w:tcW w:w="269" w:type="dxa"/>
          </w:tcPr>
          <w:p w14:paraId="49FBA9AF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56A970FF" w14:textId="7A67F02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3,871,881</w:t>
            </w:r>
          </w:p>
        </w:tc>
        <w:tc>
          <w:tcPr>
            <w:tcW w:w="269" w:type="dxa"/>
          </w:tcPr>
          <w:p w14:paraId="3D60B8FC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42A566ED" w14:textId="74C03891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3,908,548</w:t>
            </w:r>
          </w:p>
        </w:tc>
      </w:tr>
      <w:tr w:rsidR="00D535E3" w:rsidRPr="00F12A19" w14:paraId="2AFF4F42" w14:textId="77777777" w:rsidTr="0071494F">
        <w:tc>
          <w:tcPr>
            <w:tcW w:w="3473" w:type="dxa"/>
            <w:vAlign w:val="bottom"/>
          </w:tcPr>
          <w:p w14:paraId="322EF9B5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</w:tcPr>
          <w:p w14:paraId="4F2E6766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9" w:type="dxa"/>
          </w:tcPr>
          <w:p w14:paraId="42419B4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4" w:type="dxa"/>
            <w:tcBorders>
              <w:top w:val="double" w:sz="4" w:space="0" w:color="auto"/>
            </w:tcBorders>
          </w:tcPr>
          <w:p w14:paraId="69EFE4B6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9" w:type="dxa"/>
          </w:tcPr>
          <w:p w14:paraId="3326111B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</w:tcPr>
          <w:p w14:paraId="566AFD5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9" w:type="dxa"/>
          </w:tcPr>
          <w:p w14:paraId="6186E0B4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</w:tcPr>
          <w:p w14:paraId="0E674644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535E3" w:rsidRPr="00F12A19" w14:paraId="3108118B" w14:textId="77777777" w:rsidTr="0071494F">
        <w:tc>
          <w:tcPr>
            <w:tcW w:w="3473" w:type="dxa"/>
            <w:vAlign w:val="bottom"/>
          </w:tcPr>
          <w:p w14:paraId="1F90656E" w14:textId="77777777" w:rsidR="00D535E3" w:rsidRPr="00F12A19" w:rsidRDefault="00D535E3" w:rsidP="00D535E3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1245" w:type="dxa"/>
          </w:tcPr>
          <w:p w14:paraId="018FE742" w14:textId="77777777" w:rsidR="00D535E3" w:rsidRPr="00F12A19" w:rsidRDefault="00D535E3" w:rsidP="00D535E3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08A78E98" w14:textId="77777777" w:rsidR="00D535E3" w:rsidRPr="00F12A19" w:rsidRDefault="00D535E3" w:rsidP="00D535E3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4" w:type="dxa"/>
          </w:tcPr>
          <w:p w14:paraId="1F1618DD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2DC4ABBE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</w:tcPr>
          <w:p w14:paraId="6CFD64DC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14:paraId="50134365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E0D587B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535E3" w:rsidRPr="00F12A19" w14:paraId="32619806" w14:textId="77777777" w:rsidTr="0071494F">
        <w:tc>
          <w:tcPr>
            <w:tcW w:w="3473" w:type="dxa"/>
            <w:vAlign w:val="bottom"/>
          </w:tcPr>
          <w:p w14:paraId="1D95D771" w14:textId="77777777" w:rsidR="00D535E3" w:rsidRPr="00F12A19" w:rsidRDefault="00D535E3" w:rsidP="00D535E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45" w:type="dxa"/>
            <w:tcBorders>
              <w:bottom w:val="double" w:sz="4" w:space="0" w:color="auto"/>
            </w:tcBorders>
          </w:tcPr>
          <w:p w14:paraId="1876CAA4" w14:textId="170EC39D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6,109</w:t>
            </w:r>
          </w:p>
        </w:tc>
        <w:tc>
          <w:tcPr>
            <w:tcW w:w="269" w:type="dxa"/>
          </w:tcPr>
          <w:p w14:paraId="2048BF16" w14:textId="77777777" w:rsidR="00D535E3" w:rsidRPr="00F12A19" w:rsidRDefault="00D535E3" w:rsidP="00D535E3">
            <w:pPr>
              <w:tabs>
                <w:tab w:val="clear" w:pos="907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21D769BD" w14:textId="25C93DAB" w:rsidR="00D535E3" w:rsidRPr="00F12A19" w:rsidRDefault="00D535E3" w:rsidP="00D535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6,109</w:t>
            </w:r>
          </w:p>
        </w:tc>
        <w:tc>
          <w:tcPr>
            <w:tcW w:w="269" w:type="dxa"/>
          </w:tcPr>
          <w:p w14:paraId="60003AB8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03D9947E" w14:textId="2C730962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14:paraId="4D224B9D" w14:textId="77777777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37BB9576" w14:textId="7681A363" w:rsidR="00D535E3" w:rsidRPr="00F12A19" w:rsidRDefault="00D535E3" w:rsidP="00D535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6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73D617A7" w14:textId="77777777" w:rsidR="00E50C25" w:rsidRPr="00F12A19" w:rsidRDefault="00E50C25" w:rsidP="006A7CC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909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18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2A5118" w:rsidRPr="00F12A19" w14:paraId="41F36711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556B337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</w:rPr>
              <w:lastRenderedPageBreak/>
              <w:br w:type="page"/>
            </w:r>
          </w:p>
        </w:tc>
        <w:tc>
          <w:tcPr>
            <w:tcW w:w="2718" w:type="dxa"/>
            <w:gridSpan w:val="3"/>
            <w:shd w:val="clear" w:color="auto" w:fill="auto"/>
            <w:vAlign w:val="bottom"/>
          </w:tcPr>
          <w:p w14:paraId="0CA3391A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24321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9663B07" w14:textId="03D4241B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A5118" w:rsidRPr="00F12A19" w14:paraId="1B4952A9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31C5C3C1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F38F05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CC2665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DDFCCB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737A6A7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D012345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D64B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D3FF58" w14:textId="77777777" w:rsidR="002A5118" w:rsidRPr="00F12A19" w:rsidRDefault="002A5118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1F7B5CC" w14:textId="77777777" w:rsidR="002A5118" w:rsidRPr="00F12A19" w:rsidRDefault="002A5118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18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706435A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652B16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6DABB8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6174C1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8F1D2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F1D9BD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03ACFF8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2A5118" w:rsidRPr="00F12A19" w14:paraId="2F2CD666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66F4D0B8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F80CF1" w14:textId="4F970399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55B2F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157E78D" w14:textId="7D85DFC4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5ADF05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2A91A3" w14:textId="05DBDE3E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21DB6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8DAC6ED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5CF2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E108A81" w14:textId="37E72DF7" w:rsidR="002A5118" w:rsidRPr="00F12A19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A5118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E417F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35551" w14:textId="445F4482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2A5118" w:rsidRPr="00F12A19" w14:paraId="216918A8" w14:textId="77777777" w:rsidTr="006A1D33">
        <w:trPr>
          <w:tblHeader/>
        </w:trPr>
        <w:tc>
          <w:tcPr>
            <w:tcW w:w="1333" w:type="dxa"/>
            <w:shd w:val="clear" w:color="auto" w:fill="auto"/>
          </w:tcPr>
          <w:p w14:paraId="6629D5F4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  <w:shd w:val="clear" w:color="auto" w:fill="auto"/>
          </w:tcPr>
          <w:p w14:paraId="6E01D5B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771CDA3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3EACA8B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5118" w:rsidRPr="00F12A19" w14:paraId="522AA0DE" w14:textId="77777777" w:rsidTr="006A1D33">
        <w:trPr>
          <w:tblHeader/>
        </w:trPr>
        <w:tc>
          <w:tcPr>
            <w:tcW w:w="4051" w:type="dxa"/>
            <w:gridSpan w:val="4"/>
            <w:shd w:val="clear" w:color="auto" w:fill="auto"/>
            <w:vAlign w:val="bottom"/>
          </w:tcPr>
          <w:p w14:paraId="57E3968F" w14:textId="1C1DF9C8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70" w:type="dxa"/>
            <w:shd w:val="clear" w:color="auto" w:fill="auto"/>
          </w:tcPr>
          <w:p w14:paraId="5113C843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EF683C9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2A5118" w:rsidRPr="00F12A19" w14:paraId="74D3CEBA" w14:textId="77777777" w:rsidTr="006A1D33">
        <w:tc>
          <w:tcPr>
            <w:tcW w:w="1333" w:type="dxa"/>
            <w:shd w:val="clear" w:color="auto" w:fill="auto"/>
          </w:tcPr>
          <w:p w14:paraId="486A3F63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2F0E9188" w14:textId="738DF252" w:rsidR="002A5118" w:rsidRPr="00F12A19" w:rsidRDefault="00C96FF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5CF1DCB4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45ACDE7A" w14:textId="2B6623E7" w:rsidR="002A5118" w:rsidRPr="00F12A19" w:rsidRDefault="00C96FF1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13DFB62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5CBD9C" w14:textId="79597937" w:rsidR="002A5118" w:rsidRPr="00F12A19" w:rsidRDefault="007A3C1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40" w:type="dxa"/>
            <w:shd w:val="clear" w:color="auto" w:fill="auto"/>
          </w:tcPr>
          <w:p w14:paraId="68E2B44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C2BFBBC" w14:textId="71556355" w:rsidR="002A5118" w:rsidRPr="00F12A19" w:rsidRDefault="007A3C1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54E9D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85A56B" w14:textId="73D0A2EB" w:rsidR="002A5118" w:rsidRPr="00F12A19" w:rsidRDefault="007A3C13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(92,522)</w:t>
            </w:r>
          </w:p>
        </w:tc>
        <w:tc>
          <w:tcPr>
            <w:tcW w:w="270" w:type="dxa"/>
            <w:shd w:val="clear" w:color="auto" w:fill="auto"/>
          </w:tcPr>
          <w:p w14:paraId="3527BF2E" w14:textId="77777777" w:rsidR="002A5118" w:rsidRPr="00F12A19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DE2239" w14:textId="335E65EC" w:rsidR="002A5118" w:rsidRPr="00F12A19" w:rsidRDefault="00A4786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1,343,186</w:t>
            </w:r>
          </w:p>
        </w:tc>
      </w:tr>
    </w:tbl>
    <w:p w14:paraId="47850705" w14:textId="49E5B36E" w:rsidR="00E05C00" w:rsidRPr="00F12A19" w:rsidRDefault="00E05C00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909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18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19468E" w:rsidRPr="00F12A19" w14:paraId="21AC8F9C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3B98F1F8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2718" w:type="dxa"/>
            <w:gridSpan w:val="3"/>
            <w:shd w:val="clear" w:color="auto" w:fill="auto"/>
            <w:vAlign w:val="bottom"/>
          </w:tcPr>
          <w:p w14:paraId="758787CA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714246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730854DD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468E" w:rsidRPr="00F12A19" w14:paraId="64862078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740E07BF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94C0D71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5AC86FC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C350B4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DFBFD75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673732D7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A64AEE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956AB9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02C0204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3561FE2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A11DF12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A77155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4B3A1C5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51DEE1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E02F2F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07F08EC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19468E" w:rsidRPr="00F12A19" w14:paraId="2E28C490" w14:textId="77777777" w:rsidTr="006A1D33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08989A87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16CD4FA" w14:textId="44D3F62C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373E8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7BF25322" w14:textId="67657F4C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6C46F9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EB8F9B" w14:textId="6C289988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5F0FC48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0B413B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D23D90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F90A1F2" w14:textId="04878AB6" w:rsidR="0019468E" w:rsidRPr="00F12A19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9468E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A17238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A795BF" w14:textId="734F3525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6A7CC9"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19468E" w:rsidRPr="00F12A19" w14:paraId="1DDFD29F" w14:textId="77777777" w:rsidTr="006A1D33">
        <w:trPr>
          <w:tblHeader/>
        </w:trPr>
        <w:tc>
          <w:tcPr>
            <w:tcW w:w="1333" w:type="dxa"/>
            <w:shd w:val="clear" w:color="auto" w:fill="auto"/>
          </w:tcPr>
          <w:p w14:paraId="6D098BAC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8" w:type="dxa"/>
            <w:gridSpan w:val="3"/>
            <w:shd w:val="clear" w:color="auto" w:fill="auto"/>
          </w:tcPr>
          <w:p w14:paraId="22402AA4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2B09173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1AC8A147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468E" w:rsidRPr="00F12A19" w14:paraId="23C5DBEA" w14:textId="77777777" w:rsidTr="006A1D33">
        <w:trPr>
          <w:tblHeader/>
        </w:trPr>
        <w:tc>
          <w:tcPr>
            <w:tcW w:w="4051" w:type="dxa"/>
            <w:gridSpan w:val="4"/>
            <w:shd w:val="clear" w:color="auto" w:fill="auto"/>
            <w:vAlign w:val="bottom"/>
          </w:tcPr>
          <w:p w14:paraId="2E9FEF96" w14:textId="450436F0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70" w:type="dxa"/>
            <w:shd w:val="clear" w:color="auto" w:fill="auto"/>
          </w:tcPr>
          <w:p w14:paraId="48B70E74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31B2647D" w14:textId="77777777" w:rsidR="0019468E" w:rsidRPr="00F12A19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245E0" w:rsidRPr="00F12A19" w14:paraId="778E0793" w14:textId="77777777" w:rsidTr="006A1D33">
        <w:tc>
          <w:tcPr>
            <w:tcW w:w="1333" w:type="dxa"/>
            <w:shd w:val="clear" w:color="auto" w:fill="auto"/>
          </w:tcPr>
          <w:p w14:paraId="789264F0" w14:textId="1DB31AB1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23374F96" w14:textId="2A482C65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1BF505D6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21ED9C24" w14:textId="2E820B7C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338BC9CD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C98435" w14:textId="6B074E75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1,426,366</w:t>
            </w:r>
          </w:p>
        </w:tc>
        <w:tc>
          <w:tcPr>
            <w:tcW w:w="240" w:type="dxa"/>
            <w:shd w:val="clear" w:color="auto" w:fill="auto"/>
          </w:tcPr>
          <w:p w14:paraId="11E1AAB7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5EF092" w14:textId="1259D3D8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3FCC74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C937FEB" w14:textId="1B20CA55" w:rsidR="00A245E0" w:rsidRPr="00F12A19" w:rsidRDefault="00A245E0" w:rsidP="00A245E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(92,522)</w:t>
            </w:r>
          </w:p>
        </w:tc>
        <w:tc>
          <w:tcPr>
            <w:tcW w:w="270" w:type="dxa"/>
            <w:shd w:val="clear" w:color="auto" w:fill="auto"/>
          </w:tcPr>
          <w:p w14:paraId="319F24ED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5867AC" w14:textId="53FECF95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1,343,186</w:t>
            </w:r>
          </w:p>
        </w:tc>
      </w:tr>
      <w:tr w:rsidR="00A245E0" w:rsidRPr="00F12A19" w14:paraId="1EB0FF83" w14:textId="77777777" w:rsidTr="006A1D33">
        <w:tc>
          <w:tcPr>
            <w:tcW w:w="1333" w:type="dxa"/>
            <w:shd w:val="clear" w:color="auto" w:fill="auto"/>
          </w:tcPr>
          <w:p w14:paraId="6CA5492C" w14:textId="46B6FD2B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1BF51971" w14:textId="10DD84A6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70" w:type="dxa"/>
            <w:shd w:val="clear" w:color="auto" w:fill="auto"/>
          </w:tcPr>
          <w:p w14:paraId="24DDD2A7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6CE718E5" w14:textId="496B56B2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Fixed deposit rate 6M + 2, + 0.25</w:t>
            </w:r>
          </w:p>
        </w:tc>
        <w:tc>
          <w:tcPr>
            <w:tcW w:w="270" w:type="dxa"/>
            <w:shd w:val="clear" w:color="auto" w:fill="auto"/>
          </w:tcPr>
          <w:p w14:paraId="78B30D49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11B2B8" w14:textId="2A47F62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3,421,539</w:t>
            </w:r>
          </w:p>
        </w:tc>
        <w:tc>
          <w:tcPr>
            <w:tcW w:w="240" w:type="dxa"/>
            <w:shd w:val="clear" w:color="auto" w:fill="auto"/>
          </w:tcPr>
          <w:p w14:paraId="2A01E070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50BE6E1" w14:textId="25BAFFFA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267,330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A5166F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5A9237" w14:textId="11FAD594" w:rsidR="00A245E0" w:rsidRPr="00F12A19" w:rsidRDefault="00A245E0" w:rsidP="00A245E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(140,398)</w:t>
            </w:r>
          </w:p>
        </w:tc>
        <w:tc>
          <w:tcPr>
            <w:tcW w:w="270" w:type="dxa"/>
            <w:shd w:val="clear" w:color="auto" w:fill="auto"/>
          </w:tcPr>
          <w:p w14:paraId="19A8256B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B040C0" w14:textId="5EE04FFD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3,548,471</w:t>
            </w:r>
          </w:p>
        </w:tc>
      </w:tr>
      <w:tr w:rsidR="00A245E0" w:rsidRPr="00F12A19" w14:paraId="055892A0" w14:textId="77777777" w:rsidTr="006A1D33">
        <w:tc>
          <w:tcPr>
            <w:tcW w:w="1333" w:type="dxa"/>
            <w:shd w:val="clear" w:color="auto" w:fill="auto"/>
          </w:tcPr>
          <w:p w14:paraId="1EC5874B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1AE40983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94DA215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724FE202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D9E5385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F70BA1" w14:textId="51874BCD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4,847,905</w:t>
            </w:r>
          </w:p>
        </w:tc>
        <w:tc>
          <w:tcPr>
            <w:tcW w:w="240" w:type="dxa"/>
            <w:shd w:val="clear" w:color="auto" w:fill="auto"/>
          </w:tcPr>
          <w:p w14:paraId="4985F222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2A6E99B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5C9E53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2432A6C7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34E4DA" w14:textId="7777777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C60C0" w14:textId="4F2C5357" w:rsidR="00A245E0" w:rsidRPr="00F12A19" w:rsidRDefault="00A245E0" w:rsidP="00A245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4,891,657</w:t>
            </w:r>
          </w:p>
        </w:tc>
      </w:tr>
    </w:tbl>
    <w:p w14:paraId="019EB2D2" w14:textId="39DA4A23" w:rsidR="009A19F2" w:rsidRDefault="009A19F2" w:rsidP="00720A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3BE9F67" w14:textId="326E400C" w:rsidR="000E321C" w:rsidRP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E321C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47516360" w14:textId="77777777" w:rsidR="000E321C" w:rsidRP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3BEB28E" w14:textId="77777777" w:rsidR="000E321C" w:rsidRPr="001E2349" w:rsidRDefault="000E321C" w:rsidP="000E321C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0DEE7240" w14:textId="77777777" w:rsid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773D77C" w14:textId="43A07687" w:rsid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84B9F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ได้</w:t>
      </w:r>
      <w:r w:rsidRPr="00384B9F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>
        <w:rPr>
          <w:rFonts w:ascii="Angsana New" w:hAnsi="Angsana New" w:hint="cs"/>
          <w:sz w:val="30"/>
          <w:szCs w:val="30"/>
          <w:cs/>
        </w:rPr>
        <w:t>ำ</w:t>
      </w:r>
      <w:r w:rsidRPr="00384B9F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r w:rsidR="00963B75">
        <w:rPr>
          <w:rFonts w:ascii="Angsana New" w:hAnsi="Angsana New" w:hint="cs"/>
          <w:sz w:val="30"/>
          <w:szCs w:val="30"/>
          <w:cs/>
        </w:rPr>
        <w:t>ในลำดับสูงสุด</w:t>
      </w:r>
      <w:r w:rsidRPr="00384B9F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>
        <w:rPr>
          <w:rFonts w:ascii="Angsana New" w:hAnsi="Angsana New" w:hint="cs"/>
          <w:sz w:val="30"/>
          <w:szCs w:val="30"/>
          <w:cs/>
        </w:rPr>
        <w:t>และแนวทาง</w:t>
      </w:r>
      <w:r w:rsidRPr="00384B9F">
        <w:rPr>
          <w:rFonts w:ascii="Angsana New" w:hAnsi="Angsana New"/>
          <w:sz w:val="30"/>
          <w:szCs w:val="30"/>
          <w:cs/>
        </w:rPr>
        <w:t>ในการด</w:t>
      </w:r>
      <w:r>
        <w:rPr>
          <w:rFonts w:ascii="Angsana New" w:hAnsi="Angsana New" w:hint="cs"/>
          <w:sz w:val="30"/>
          <w:szCs w:val="30"/>
          <w:cs/>
        </w:rPr>
        <w:t>ำ</w:t>
      </w:r>
      <w:r w:rsidRPr="00384B9F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384B9F">
        <w:rPr>
          <w:rFonts w:ascii="Angsana New" w:hAnsi="Angsana New"/>
          <w:sz w:val="30"/>
          <w:szCs w:val="30"/>
        </w:rPr>
        <w:t xml:space="preserve">2 </w:t>
      </w:r>
      <w:r w:rsidRPr="00384B9F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384B9F">
        <w:rPr>
          <w:rFonts w:ascii="Angsana New" w:hAnsi="Angsana New"/>
          <w:sz w:val="30"/>
          <w:szCs w:val="30"/>
        </w:rPr>
        <w:t xml:space="preserve">1 </w:t>
      </w:r>
      <w:r w:rsidRPr="00384B9F">
        <w:rPr>
          <w:rFonts w:ascii="Angsana New" w:hAnsi="Angsana New"/>
          <w:sz w:val="30"/>
          <w:szCs w:val="30"/>
          <w:cs/>
        </w:rPr>
        <w:t xml:space="preserve">มกราคม </w:t>
      </w:r>
      <w:r w:rsidRPr="00384B9F">
        <w:rPr>
          <w:rFonts w:ascii="Angsana New" w:hAnsi="Angsana New"/>
          <w:sz w:val="30"/>
          <w:szCs w:val="30"/>
        </w:rPr>
        <w:t xml:space="preserve">2564 </w:t>
      </w:r>
      <w:r>
        <w:rPr>
          <w:rFonts w:ascii="Angsana New" w:hAnsi="Angsana New"/>
          <w:sz w:val="30"/>
          <w:szCs w:val="30"/>
        </w:rPr>
        <w:t>-</w:t>
      </w:r>
      <w:r w:rsidRPr="00384B9F">
        <w:rPr>
          <w:rFonts w:ascii="Angsana New" w:hAnsi="Angsana New"/>
          <w:sz w:val="30"/>
          <w:szCs w:val="30"/>
        </w:rPr>
        <w:t xml:space="preserve"> 31 </w:t>
      </w:r>
      <w:r w:rsidRPr="00384B9F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384B9F">
        <w:rPr>
          <w:rFonts w:ascii="Angsana New" w:hAnsi="Angsana New"/>
          <w:sz w:val="30"/>
          <w:szCs w:val="30"/>
        </w:rPr>
        <w:t>2565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E321C">
        <w:rPr>
          <w:rFonts w:ascii="Angsana New" w:hAnsi="Angsana New" w:hint="cs"/>
          <w:sz w:val="30"/>
          <w:szCs w:val="30"/>
          <w:cs/>
        </w:rPr>
        <w:t>โดยมีค่าบริการในอัตราร้อยละ</w:t>
      </w:r>
      <w:r w:rsidRPr="000E321C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3</w:t>
      </w:r>
      <w:r w:rsidRPr="000E321C">
        <w:rPr>
          <w:rFonts w:ascii="Angsana New" w:hAnsi="Angsana New"/>
          <w:sz w:val="30"/>
          <w:szCs w:val="30"/>
          <w:cs/>
        </w:rPr>
        <w:t xml:space="preserve"> </w:t>
      </w:r>
      <w:r w:rsidRPr="000E321C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</w:p>
    <w:p w14:paraId="5EA7E1E2" w14:textId="22452B9F" w:rsid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C8D3CDD" w14:textId="77777777" w:rsidR="000E321C" w:rsidRDefault="000E32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br w:type="page"/>
      </w:r>
    </w:p>
    <w:p w14:paraId="7452A2B9" w14:textId="3DBAA65E" w:rsidR="000E321C" w:rsidRPr="001E2349" w:rsidRDefault="000E321C" w:rsidP="000E321C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1E234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lastRenderedPageBreak/>
        <w:t>สัญญาแต่งตั้งผู้บริหารโครงการ</w:t>
      </w:r>
    </w:p>
    <w:p w14:paraId="21397FC8" w14:textId="77777777" w:rsidR="000E321C" w:rsidRPr="001E2349" w:rsidRDefault="000E321C" w:rsidP="000E321C">
      <w:pPr>
        <w:tabs>
          <w:tab w:val="clear" w:pos="454"/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5E7D6C7" w14:textId="77777777" w:rsidR="000E321C" w:rsidRPr="001E2349" w:rsidRDefault="000E321C" w:rsidP="000E321C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1E2349">
        <w:rPr>
          <w:rFonts w:asciiTheme="majorBidi" w:hAnsiTheme="majorBidi" w:cstheme="majorBidi"/>
          <w:sz w:val="30"/>
          <w:szCs w:val="30"/>
        </w:rPr>
        <w:t>1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2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ของความคืบหน้าในการก่อสร้างและรายได้จากผลการดำเนินงานในอัตราร้อยละ </w:t>
      </w:r>
      <w:r w:rsidRPr="001E2349">
        <w:rPr>
          <w:rFonts w:asciiTheme="majorBidi" w:hAnsiTheme="majorBidi" w:cstheme="majorBidi"/>
          <w:sz w:val="30"/>
          <w:szCs w:val="30"/>
        </w:rPr>
        <w:t>5</w:t>
      </w:r>
      <w:r w:rsidRPr="001E2349">
        <w:rPr>
          <w:rFonts w:asciiTheme="majorBidi" w:hAnsiTheme="majorBidi" w:cstheme="majorBidi"/>
          <w:sz w:val="30"/>
          <w:szCs w:val="30"/>
          <w:cs/>
        </w:rPr>
        <w:t xml:space="preserve"> ของรายได้จากการดำเนินงาน</w:t>
      </w:r>
    </w:p>
    <w:p w14:paraId="52A7396B" w14:textId="77777777" w:rsidR="000E321C" w:rsidRDefault="000E321C" w:rsidP="000E321C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B2BFD87" w14:textId="62D30EC4" w:rsidR="00720A78" w:rsidRPr="00F12A19" w:rsidRDefault="00365EC3" w:rsidP="00720A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eastAsia="ja-JP"/>
        </w:rPr>
      </w:pPr>
      <w:r w:rsidRPr="00F12A19">
        <w:rPr>
          <w:rFonts w:asciiTheme="majorBidi" w:hAnsiTheme="majorBidi" w:cstheme="majorBidi" w:hint="cs"/>
          <w:b/>
          <w:bCs/>
          <w:sz w:val="30"/>
          <w:szCs w:val="30"/>
        </w:rPr>
        <w:t>5</w:t>
      </w:r>
      <w:r w:rsidR="00720A78" w:rsidRPr="00F12A1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ab/>
      </w:r>
      <w:r w:rsidR="00720A78" w:rsidRPr="00F12A19">
        <w:rPr>
          <w:rFonts w:asciiTheme="majorBidi" w:hAnsiTheme="majorBidi"/>
          <w:b/>
          <w:bCs/>
          <w:sz w:val="30"/>
          <w:szCs w:val="30"/>
          <w:cs/>
          <w:lang w:val="th-TH"/>
        </w:rPr>
        <w:t>ลูกหนี้การค้า</w:t>
      </w:r>
      <w:r w:rsidR="00C46D5D" w:rsidRPr="00F12A19">
        <w:rPr>
          <w:rFonts w:asciiTheme="majorBidi" w:hAnsiTheme="majorBidi" w:hint="cs"/>
          <w:b/>
          <w:bCs/>
          <w:sz w:val="30"/>
          <w:szCs w:val="30"/>
          <w:cs/>
          <w:lang w:eastAsia="ja-JP"/>
        </w:rPr>
        <w:t>และลูกหนี้อื่น</w:t>
      </w:r>
      <w:r w:rsidR="005F4B15" w:rsidRPr="00F12A19">
        <w:rPr>
          <w:rFonts w:asciiTheme="majorBidi" w:hAnsiTheme="majorBidi"/>
          <w:b/>
          <w:bCs/>
          <w:sz w:val="30"/>
          <w:szCs w:val="30"/>
          <w:cs/>
          <w:lang w:eastAsia="ja-JP"/>
        </w:rPr>
        <w:tab/>
      </w:r>
    </w:p>
    <w:p w14:paraId="7126F15A" w14:textId="1259869B" w:rsidR="00720A78" w:rsidRPr="00F12A19" w:rsidRDefault="00720A7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/>
          <w:b/>
          <w:bCs/>
          <w:sz w:val="30"/>
          <w:szCs w:val="30"/>
          <w:cs/>
          <w:lang w:val="th-TH"/>
        </w:rPr>
      </w:pPr>
    </w:p>
    <w:tbl>
      <w:tblPr>
        <w:tblW w:w="9003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720A78" w:rsidRPr="00F12A19" w14:paraId="43C33DE1" w14:textId="77777777" w:rsidTr="003971F9">
        <w:trPr>
          <w:cantSplit/>
          <w:tblHeader/>
        </w:trPr>
        <w:tc>
          <w:tcPr>
            <w:tcW w:w="3330" w:type="dxa"/>
            <w:vAlign w:val="bottom"/>
            <w:hideMark/>
          </w:tcPr>
          <w:p w14:paraId="490B23C2" w14:textId="4F7FFA33" w:rsidR="00720A78" w:rsidRPr="00F12A19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4B679B13" w14:textId="7C6911AB" w:rsidR="00720A78" w:rsidRPr="00F12A19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4FA52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19F41480" w14:textId="6DE22071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20A78" w:rsidRPr="00F12A19" w14:paraId="19161B68" w14:textId="77777777" w:rsidTr="003971F9">
        <w:trPr>
          <w:cantSplit/>
          <w:tblHeader/>
        </w:trPr>
        <w:tc>
          <w:tcPr>
            <w:tcW w:w="3330" w:type="dxa"/>
            <w:vAlign w:val="bottom"/>
          </w:tcPr>
          <w:p w14:paraId="3429B03D" w14:textId="160CA9C8" w:rsidR="00720A78" w:rsidRPr="00F12A19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3E5AE349" w14:textId="063F6DBD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 xml:space="preserve">31 </w:t>
            </w:r>
            <w:r w:rsidRPr="00F12A19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 xml:space="preserve">มีนาคม 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3FCE3A2A" w14:textId="77777777" w:rsidR="00720A78" w:rsidRPr="00F12A19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9A4482" w14:textId="77777777" w:rsidR="00720A78" w:rsidRPr="00F12A19" w:rsidRDefault="00720A78" w:rsidP="003971F9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6A43149A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A7A4EEF" w14:textId="5C878292" w:rsidR="00720A78" w:rsidRPr="00F12A19" w:rsidRDefault="00720A78" w:rsidP="003971F9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 xml:space="preserve">มีนาคม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3132EB63" w14:textId="77777777" w:rsidR="00720A78" w:rsidRPr="00F12A19" w:rsidRDefault="00720A78" w:rsidP="003971F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097CF029" w14:textId="77777777" w:rsidR="00720A78" w:rsidRPr="00F12A19" w:rsidRDefault="00720A78" w:rsidP="003971F9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ธันวาคม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2563</w:t>
            </w:r>
          </w:p>
        </w:tc>
      </w:tr>
      <w:tr w:rsidR="00720A78" w:rsidRPr="00F12A19" w14:paraId="2A2A30F6" w14:textId="77777777" w:rsidTr="003971F9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00261557" w14:textId="77777777" w:rsidR="00720A78" w:rsidRPr="00F12A19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500D52B1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720A78" w:rsidRPr="00F12A19" w14:paraId="097A939C" w14:textId="77777777" w:rsidTr="0054166D">
        <w:trPr>
          <w:cantSplit/>
        </w:trPr>
        <w:tc>
          <w:tcPr>
            <w:tcW w:w="3330" w:type="dxa"/>
            <w:hideMark/>
          </w:tcPr>
          <w:p w14:paraId="2FA51B5E" w14:textId="77777777" w:rsidR="00720A78" w:rsidRPr="00F12A19" w:rsidRDefault="00720A78" w:rsidP="003971F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C17C25B" w14:textId="0F62D141" w:rsidR="00720A78" w:rsidRPr="00944325" w:rsidRDefault="00970D97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9443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5.82</w:t>
            </w:r>
          </w:p>
        </w:tc>
        <w:tc>
          <w:tcPr>
            <w:tcW w:w="180" w:type="dxa"/>
          </w:tcPr>
          <w:p w14:paraId="66881BC3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9DE7AD" w14:textId="6DBC7BBA" w:rsidR="00720A78" w:rsidRPr="00F12A19" w:rsidRDefault="00EC58AB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="00944325">
              <w:rPr>
                <w:rFonts w:asciiTheme="majorBidi" w:hAnsiTheme="majorBidi" w:cstheme="majorBidi"/>
                <w:sz w:val="30"/>
                <w:szCs w:val="30"/>
              </w:rPr>
              <w:t>.55</w:t>
            </w:r>
          </w:p>
        </w:tc>
        <w:tc>
          <w:tcPr>
            <w:tcW w:w="178" w:type="dxa"/>
          </w:tcPr>
          <w:p w14:paraId="5ACD9789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C3B4BBF" w14:textId="646DB245" w:rsidR="00720A78" w:rsidRPr="00F12A19" w:rsidRDefault="00944325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53.91</w:t>
            </w:r>
          </w:p>
        </w:tc>
        <w:tc>
          <w:tcPr>
            <w:tcW w:w="180" w:type="dxa"/>
          </w:tcPr>
          <w:p w14:paraId="29D5A439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409DD47" w14:textId="7BF6B001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37.02</w:t>
            </w:r>
          </w:p>
        </w:tc>
      </w:tr>
      <w:tr w:rsidR="00720A78" w:rsidRPr="00F12A19" w14:paraId="3817FC80" w14:textId="77777777" w:rsidTr="003971F9">
        <w:trPr>
          <w:cantSplit/>
        </w:trPr>
        <w:tc>
          <w:tcPr>
            <w:tcW w:w="3330" w:type="dxa"/>
            <w:hideMark/>
          </w:tcPr>
          <w:p w14:paraId="3E7D7E98" w14:textId="77777777" w:rsidR="00720A78" w:rsidRPr="00F12A19" w:rsidRDefault="00720A78" w:rsidP="003971F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F6E6C86" w14:textId="77777777" w:rsidR="00720A78" w:rsidRPr="00F12A19" w:rsidRDefault="00720A78" w:rsidP="00970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4652AD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6DEBCBE" w14:textId="77777777" w:rsidR="00720A78" w:rsidRPr="00F12A19" w:rsidRDefault="00720A78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9FBB5A4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8742EB8" w14:textId="77777777" w:rsidR="00720A78" w:rsidRPr="00F12A19" w:rsidRDefault="00720A78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311007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5140A573" w14:textId="77777777" w:rsidR="00720A78" w:rsidRPr="00F12A19" w:rsidRDefault="00720A78" w:rsidP="00A23CBE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0A78" w:rsidRPr="00F12A19" w14:paraId="228ECE8D" w14:textId="77777777" w:rsidTr="0054166D">
        <w:trPr>
          <w:cantSplit/>
        </w:trPr>
        <w:tc>
          <w:tcPr>
            <w:tcW w:w="3330" w:type="dxa"/>
            <w:hideMark/>
          </w:tcPr>
          <w:p w14:paraId="0B3E9E88" w14:textId="72463B8B" w:rsidR="00720A78" w:rsidRPr="00F12A19" w:rsidRDefault="00720A78" w:rsidP="0054166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54166D"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="0054166D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4166D"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C548DB0" w14:textId="57FEEB76" w:rsidR="00720A78" w:rsidRPr="00F12A19" w:rsidRDefault="00EC58AB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44325">
              <w:rPr>
                <w:rFonts w:asciiTheme="majorBidi" w:hAnsiTheme="majorBidi" w:cstheme="majorBidi"/>
                <w:sz w:val="30"/>
                <w:szCs w:val="30"/>
              </w:rPr>
              <w:t>3.56</w:t>
            </w:r>
          </w:p>
        </w:tc>
        <w:tc>
          <w:tcPr>
            <w:tcW w:w="180" w:type="dxa"/>
          </w:tcPr>
          <w:p w14:paraId="52CC8150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89B4F4" w14:textId="4A1D4AC7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ja-JP"/>
              </w:rPr>
              <w:t>25.80</w:t>
            </w:r>
          </w:p>
        </w:tc>
        <w:tc>
          <w:tcPr>
            <w:tcW w:w="178" w:type="dxa"/>
          </w:tcPr>
          <w:p w14:paraId="5FEFB4C7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9F722B8" w14:textId="7F6DA470" w:rsidR="00720A78" w:rsidRPr="008D7EC7" w:rsidRDefault="00944325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7EC7">
              <w:rPr>
                <w:rFonts w:ascii="Angsana New" w:hAnsi="Angsana New"/>
                <w:sz w:val="30"/>
                <w:szCs w:val="30"/>
              </w:rPr>
              <w:t>1.79</w:t>
            </w:r>
          </w:p>
        </w:tc>
        <w:tc>
          <w:tcPr>
            <w:tcW w:w="180" w:type="dxa"/>
          </w:tcPr>
          <w:p w14:paraId="68FB99F3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74DE675" w14:textId="1C0D64C8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0.91</w:t>
            </w:r>
          </w:p>
        </w:tc>
      </w:tr>
      <w:tr w:rsidR="00720A78" w:rsidRPr="00F12A19" w14:paraId="4AB98904" w14:textId="77777777" w:rsidTr="0054166D">
        <w:trPr>
          <w:cantSplit/>
        </w:trPr>
        <w:tc>
          <w:tcPr>
            <w:tcW w:w="3330" w:type="dxa"/>
            <w:hideMark/>
          </w:tcPr>
          <w:p w14:paraId="5B96CBF7" w14:textId="010D5A5A" w:rsidR="00720A78" w:rsidRPr="00F12A19" w:rsidRDefault="00720A78" w:rsidP="0054166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54166D"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="00A23CBE"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54166D"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6</w:t>
            </w:r>
            <w:r w:rsidR="0054166D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431BAD47" w14:textId="24B6D9D6" w:rsidR="00720A78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0.4</w:t>
            </w:r>
            <w:r w:rsidR="005F35B2"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180" w:type="dxa"/>
          </w:tcPr>
          <w:p w14:paraId="17D361E0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35E8320" w14:textId="372AF880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4.20</w:t>
            </w:r>
          </w:p>
        </w:tc>
        <w:tc>
          <w:tcPr>
            <w:tcW w:w="178" w:type="dxa"/>
          </w:tcPr>
          <w:p w14:paraId="7BD937AA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7397B2E" w14:textId="5F0E239B" w:rsidR="00720A78" w:rsidRPr="008D7EC7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8D7EC7">
              <w:rPr>
                <w:rFonts w:ascii="Angsana New" w:hAnsi="Angsana New"/>
                <w:sz w:val="30"/>
                <w:szCs w:val="30"/>
                <w:lang w:val="en-GB"/>
              </w:rPr>
              <w:t>0.09</w:t>
            </w:r>
          </w:p>
        </w:tc>
        <w:tc>
          <w:tcPr>
            <w:tcW w:w="180" w:type="dxa"/>
          </w:tcPr>
          <w:p w14:paraId="53376874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FAF14B1" w14:textId="7BE74410" w:rsidR="00720A78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0.09</w:t>
            </w:r>
          </w:p>
        </w:tc>
      </w:tr>
      <w:tr w:rsidR="00944325" w:rsidRPr="00F12A19" w14:paraId="0D060425" w14:textId="77777777" w:rsidTr="00590922">
        <w:trPr>
          <w:cantSplit/>
        </w:trPr>
        <w:tc>
          <w:tcPr>
            <w:tcW w:w="3330" w:type="dxa"/>
          </w:tcPr>
          <w:p w14:paraId="618377A8" w14:textId="13D33F23" w:rsidR="00944325" w:rsidRPr="00F12A19" w:rsidRDefault="00944325" w:rsidP="0054166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6 - 12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0B925DF9" w14:textId="21E18B54" w:rsidR="00944325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0.06</w:t>
            </w:r>
          </w:p>
        </w:tc>
        <w:tc>
          <w:tcPr>
            <w:tcW w:w="180" w:type="dxa"/>
          </w:tcPr>
          <w:p w14:paraId="092BC931" w14:textId="77777777" w:rsidR="00944325" w:rsidRPr="00F12A19" w:rsidRDefault="00944325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D204F6" w14:textId="74C78BB5" w:rsidR="00944325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0.12</w:t>
            </w:r>
          </w:p>
        </w:tc>
        <w:tc>
          <w:tcPr>
            <w:tcW w:w="178" w:type="dxa"/>
          </w:tcPr>
          <w:p w14:paraId="671538FE" w14:textId="77777777" w:rsidR="00944325" w:rsidRPr="00F12A19" w:rsidRDefault="00944325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34384A35" w14:textId="7DFFE5A9" w:rsidR="00944325" w:rsidRPr="008D7EC7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8D7EC7">
              <w:rPr>
                <w:rFonts w:ascii="Angsana New" w:hAnsi="Angsana New"/>
                <w:sz w:val="30"/>
                <w:szCs w:val="30"/>
                <w:cs/>
              </w:rPr>
              <w:t>0.06</w:t>
            </w:r>
          </w:p>
        </w:tc>
        <w:tc>
          <w:tcPr>
            <w:tcW w:w="180" w:type="dxa"/>
          </w:tcPr>
          <w:p w14:paraId="6E83963D" w14:textId="77777777" w:rsidR="00944325" w:rsidRPr="00F12A19" w:rsidRDefault="00944325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49278AD6" w14:textId="520E0DFC" w:rsidR="00944325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0.11</w:t>
            </w:r>
          </w:p>
        </w:tc>
      </w:tr>
      <w:tr w:rsidR="00944325" w:rsidRPr="00F12A19" w14:paraId="64960222" w14:textId="77777777" w:rsidTr="0054166D">
        <w:trPr>
          <w:cantSplit/>
        </w:trPr>
        <w:tc>
          <w:tcPr>
            <w:tcW w:w="3330" w:type="dxa"/>
          </w:tcPr>
          <w:p w14:paraId="076A506F" w14:textId="1E8ED347" w:rsidR="00944325" w:rsidRPr="00F12A19" w:rsidRDefault="00944325" w:rsidP="0054166D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149C74B7" w14:textId="3D7F3C5E" w:rsidR="00944325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0.18</w:t>
            </w:r>
          </w:p>
        </w:tc>
        <w:tc>
          <w:tcPr>
            <w:tcW w:w="180" w:type="dxa"/>
          </w:tcPr>
          <w:p w14:paraId="51364168" w14:textId="77777777" w:rsidR="00944325" w:rsidRPr="00F12A19" w:rsidRDefault="00944325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9782413" w14:textId="2B7A5379" w:rsidR="00944325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178" w:type="dxa"/>
          </w:tcPr>
          <w:p w14:paraId="010CB8F5" w14:textId="77777777" w:rsidR="00944325" w:rsidRPr="00F12A19" w:rsidRDefault="00944325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020507D" w14:textId="4604295F" w:rsidR="00944325" w:rsidRPr="008D7EC7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8D7EC7">
              <w:rPr>
                <w:rFonts w:ascii="Angsana New" w:hAnsi="Angsana New"/>
                <w:sz w:val="30"/>
                <w:szCs w:val="30"/>
                <w:cs/>
              </w:rPr>
              <w:t>0.03</w:t>
            </w:r>
          </w:p>
        </w:tc>
        <w:tc>
          <w:tcPr>
            <w:tcW w:w="180" w:type="dxa"/>
          </w:tcPr>
          <w:p w14:paraId="52BCC22C" w14:textId="77777777" w:rsidR="00944325" w:rsidRPr="00F12A19" w:rsidRDefault="00944325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E71F378" w14:textId="46474006" w:rsidR="00944325" w:rsidRPr="00F12A19" w:rsidRDefault="00944325" w:rsidP="00C96F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20A78" w:rsidRPr="00F12A19" w14:paraId="7B6FAED6" w14:textId="77777777" w:rsidTr="0054166D">
        <w:trPr>
          <w:cantSplit/>
        </w:trPr>
        <w:tc>
          <w:tcPr>
            <w:tcW w:w="3330" w:type="dxa"/>
            <w:hideMark/>
          </w:tcPr>
          <w:p w14:paraId="77E435F0" w14:textId="77777777" w:rsidR="00720A78" w:rsidRPr="00F12A19" w:rsidRDefault="00720A78" w:rsidP="003971F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6432F" w14:textId="5CF992DC" w:rsidR="00720A78" w:rsidRPr="00F12A19" w:rsidRDefault="00EC58AB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</w:t>
            </w:r>
            <w:r w:rsidR="009443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.0</w:t>
            </w:r>
            <w:r w:rsidR="005F35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6A7C1373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31784" w14:textId="247F75F4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64.82</w:t>
            </w:r>
          </w:p>
        </w:tc>
        <w:tc>
          <w:tcPr>
            <w:tcW w:w="178" w:type="dxa"/>
          </w:tcPr>
          <w:p w14:paraId="52A9FCA4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E09AD" w14:textId="34C94045" w:rsidR="00720A78" w:rsidRPr="001575EC" w:rsidRDefault="00944325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1575EC">
              <w:rPr>
                <w:rFonts w:ascii="Angsana New" w:hAnsi="Angsana New"/>
                <w:b/>
                <w:bCs/>
                <w:sz w:val="30"/>
                <w:szCs w:val="30"/>
              </w:rPr>
              <w:t>55.</w:t>
            </w:r>
            <w:r w:rsidR="008D7EC7">
              <w:rPr>
                <w:rFonts w:ascii="Angsana New" w:hAnsi="Angsana New"/>
                <w:b/>
                <w:bCs/>
                <w:sz w:val="30"/>
                <w:szCs w:val="30"/>
              </w:rPr>
              <w:t>88</w:t>
            </w:r>
          </w:p>
        </w:tc>
        <w:tc>
          <w:tcPr>
            <w:tcW w:w="180" w:type="dxa"/>
          </w:tcPr>
          <w:p w14:paraId="72D6137A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9B6232A" w14:textId="4DC8022C" w:rsidR="00720A78" w:rsidRPr="00F12A19" w:rsidRDefault="003D5FEB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</w:t>
            </w:r>
            <w:r w:rsidR="009443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.13</w:t>
            </w:r>
          </w:p>
        </w:tc>
      </w:tr>
      <w:tr w:rsidR="00720A78" w:rsidRPr="00F12A19" w14:paraId="79686719" w14:textId="77777777" w:rsidTr="00590922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06934ADF" w14:textId="77777777" w:rsidR="00720A78" w:rsidRPr="00F12A19" w:rsidRDefault="00720A78" w:rsidP="00E05C00">
            <w:pPr>
              <w:spacing w:line="240" w:lineRule="auto"/>
              <w:ind w:left="270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BFBB1" w14:textId="7B63C207" w:rsidR="00720A78" w:rsidRPr="00F12A19" w:rsidRDefault="00944325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(1.9</w:t>
            </w:r>
            <w:r w:rsidR="005F35B2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FE3955B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E5BF05" w14:textId="67F58507" w:rsidR="00720A78" w:rsidRPr="00F12A19" w:rsidRDefault="00944325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(1.99)</w:t>
            </w:r>
          </w:p>
        </w:tc>
        <w:tc>
          <w:tcPr>
            <w:tcW w:w="178" w:type="dxa"/>
            <w:vAlign w:val="bottom"/>
          </w:tcPr>
          <w:p w14:paraId="70DDD923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00802" w14:textId="7A8A0FF6" w:rsidR="00720A78" w:rsidRPr="001575EC" w:rsidRDefault="00944325" w:rsidP="009F3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1575EC">
              <w:rPr>
                <w:rFonts w:ascii="Angsana New" w:hAnsi="Angsana New"/>
                <w:sz w:val="30"/>
                <w:szCs w:val="30"/>
                <w:lang w:val="en-GB"/>
              </w:rPr>
              <w:t>(0.1</w:t>
            </w:r>
            <w:r w:rsidR="008D7EC7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 w:rsidRPr="001575EC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180" w:type="dxa"/>
            <w:vAlign w:val="bottom"/>
          </w:tcPr>
          <w:p w14:paraId="729FE49A" w14:textId="77777777" w:rsidR="00720A78" w:rsidRPr="00F12A19" w:rsidRDefault="00720A78" w:rsidP="003971F9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11EAC4" w14:textId="4730A6E7" w:rsidR="00720A78" w:rsidRPr="00F12A19" w:rsidRDefault="00944325" w:rsidP="009F3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(0.21)</w:t>
            </w:r>
          </w:p>
        </w:tc>
      </w:tr>
      <w:tr w:rsidR="00720A78" w:rsidRPr="00F12A19" w14:paraId="5E10EB62" w14:textId="77777777" w:rsidTr="00590922">
        <w:trPr>
          <w:cantSplit/>
        </w:trPr>
        <w:tc>
          <w:tcPr>
            <w:tcW w:w="3330" w:type="dxa"/>
            <w:hideMark/>
          </w:tcPr>
          <w:p w14:paraId="35481AB3" w14:textId="389A3D88" w:rsidR="00720A78" w:rsidRPr="00F12A19" w:rsidRDefault="00590922" w:rsidP="003971F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="005F2C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351F2B" w14:textId="3C4C757D" w:rsidR="00720A78" w:rsidRPr="00F12A19" w:rsidRDefault="00944325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88.</w:t>
            </w:r>
            <w:r w:rsidR="005F35B2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180" w:type="dxa"/>
          </w:tcPr>
          <w:p w14:paraId="52F97BCD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F56BE" w14:textId="3A3816EB" w:rsidR="00720A78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62.8</w:t>
            </w:r>
            <w:r w:rsidR="005F35B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78" w:type="dxa"/>
          </w:tcPr>
          <w:p w14:paraId="0F7F86C0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1316B" w14:textId="6483AC71" w:rsidR="00720A78" w:rsidRPr="001575EC" w:rsidRDefault="001575EC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575EC">
              <w:rPr>
                <w:rFonts w:ascii="Angsana New" w:hAnsi="Angsana New"/>
                <w:b/>
                <w:bCs/>
                <w:sz w:val="30"/>
                <w:szCs w:val="30"/>
              </w:rPr>
              <w:t>55.75</w:t>
            </w:r>
          </w:p>
        </w:tc>
        <w:tc>
          <w:tcPr>
            <w:tcW w:w="180" w:type="dxa"/>
          </w:tcPr>
          <w:p w14:paraId="6DB19C27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C06C8B" w14:textId="0B9B0AD6" w:rsidR="00720A78" w:rsidRPr="00F12A19" w:rsidRDefault="00944325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37.92</w:t>
            </w:r>
          </w:p>
        </w:tc>
      </w:tr>
      <w:tr w:rsidR="0056581B" w:rsidRPr="00F12A19" w14:paraId="65BE51E8" w14:textId="77777777" w:rsidTr="00590922">
        <w:trPr>
          <w:cantSplit/>
        </w:trPr>
        <w:tc>
          <w:tcPr>
            <w:tcW w:w="3330" w:type="dxa"/>
          </w:tcPr>
          <w:p w14:paraId="047A7AB7" w14:textId="77777777" w:rsidR="0056581B" w:rsidRPr="00F12A19" w:rsidRDefault="0056581B" w:rsidP="003971F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9C273E7" w14:textId="77777777" w:rsidR="0056581B" w:rsidRPr="00F12A19" w:rsidRDefault="0056581B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3E55250" w14:textId="77777777" w:rsidR="0056581B" w:rsidRPr="00F12A19" w:rsidRDefault="0056581B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F93A864" w14:textId="77777777" w:rsidR="0056581B" w:rsidRPr="00F12A19" w:rsidRDefault="0056581B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0EB002A9" w14:textId="77777777" w:rsidR="0056581B" w:rsidRPr="00F12A19" w:rsidRDefault="0056581B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1162CA77" w14:textId="77777777" w:rsidR="0056581B" w:rsidRPr="001575EC" w:rsidRDefault="0056581B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5FDEC22" w14:textId="77777777" w:rsidR="0056581B" w:rsidRPr="00F12A19" w:rsidRDefault="0056581B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14:paraId="495890F8" w14:textId="77777777" w:rsidR="0056581B" w:rsidRPr="00F12A19" w:rsidRDefault="0056581B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6581B" w:rsidRPr="00F12A19" w14:paraId="6B0EE79E" w14:textId="77777777" w:rsidTr="00590922">
        <w:trPr>
          <w:cantSplit/>
        </w:trPr>
        <w:tc>
          <w:tcPr>
            <w:tcW w:w="3330" w:type="dxa"/>
          </w:tcPr>
          <w:p w14:paraId="614F83E8" w14:textId="4EBEBB66" w:rsidR="0056581B" w:rsidRPr="00F12A19" w:rsidRDefault="0056581B" w:rsidP="003971F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2844767" w14:textId="4A9409B1" w:rsidR="0056581B" w:rsidRPr="00F12A19" w:rsidRDefault="00944325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93.41</w:t>
            </w:r>
          </w:p>
        </w:tc>
        <w:tc>
          <w:tcPr>
            <w:tcW w:w="180" w:type="dxa"/>
          </w:tcPr>
          <w:p w14:paraId="67B41860" w14:textId="77777777" w:rsidR="0056581B" w:rsidRPr="00F12A19" w:rsidRDefault="0056581B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318128A" w14:textId="0E4938D5" w:rsidR="0056581B" w:rsidRPr="00F12A19" w:rsidRDefault="00944325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101.73</w:t>
            </w:r>
          </w:p>
        </w:tc>
        <w:tc>
          <w:tcPr>
            <w:tcW w:w="178" w:type="dxa"/>
          </w:tcPr>
          <w:p w14:paraId="4D8BEEAE" w14:textId="77777777" w:rsidR="0056581B" w:rsidRPr="00F12A19" w:rsidRDefault="0056581B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left w:val="nil"/>
              <w:bottom w:val="single" w:sz="4" w:space="0" w:color="auto"/>
              <w:right w:val="nil"/>
            </w:tcBorders>
          </w:tcPr>
          <w:p w14:paraId="0C506C0C" w14:textId="18D76023" w:rsidR="0056581B" w:rsidRPr="001575EC" w:rsidRDefault="00944325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75EC">
              <w:rPr>
                <w:rFonts w:ascii="Angsana New" w:hAnsi="Angsana New"/>
                <w:b/>
                <w:bCs/>
                <w:sz w:val="30"/>
                <w:szCs w:val="30"/>
              </w:rPr>
              <w:t>32.16</w:t>
            </w:r>
          </w:p>
        </w:tc>
        <w:tc>
          <w:tcPr>
            <w:tcW w:w="180" w:type="dxa"/>
          </w:tcPr>
          <w:p w14:paraId="044DC2E2" w14:textId="77777777" w:rsidR="0056581B" w:rsidRPr="00F12A19" w:rsidRDefault="0056581B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14:paraId="363A0642" w14:textId="5F1244F6" w:rsidR="0056581B" w:rsidRPr="00F12A19" w:rsidRDefault="00944325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75.82</w:t>
            </w:r>
          </w:p>
        </w:tc>
      </w:tr>
      <w:tr w:rsidR="00590922" w:rsidRPr="00F12A19" w14:paraId="35932EAF" w14:textId="77777777" w:rsidTr="00590922">
        <w:trPr>
          <w:cantSplit/>
        </w:trPr>
        <w:tc>
          <w:tcPr>
            <w:tcW w:w="3330" w:type="dxa"/>
          </w:tcPr>
          <w:p w14:paraId="28BB79B8" w14:textId="3507DDE2" w:rsidR="00590922" w:rsidRPr="00F12A19" w:rsidRDefault="00CA0B52" w:rsidP="003971F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95BEA" w14:textId="3B5E43B0" w:rsidR="00590922" w:rsidRPr="00590922" w:rsidRDefault="00590922" w:rsidP="00970D9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181.5</w:t>
            </w:r>
            <w:r w:rsidR="005F35B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287F235" w14:textId="77777777" w:rsidR="00590922" w:rsidRPr="00F12A19" w:rsidRDefault="00590922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6398B2" w14:textId="7E177FEA" w:rsidR="00590922" w:rsidRDefault="00590922" w:rsidP="00A23CB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164.5</w:t>
            </w:r>
            <w:r w:rsidR="005F35B2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0BE5BC69" w14:textId="77777777" w:rsidR="00590922" w:rsidRPr="00F12A19" w:rsidRDefault="00590922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79B029" w14:textId="78AA603F" w:rsidR="00590922" w:rsidRPr="001575EC" w:rsidRDefault="00590922" w:rsidP="003971F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575EC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1575EC" w:rsidRPr="001575E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7.91</w:t>
            </w:r>
          </w:p>
        </w:tc>
        <w:tc>
          <w:tcPr>
            <w:tcW w:w="180" w:type="dxa"/>
          </w:tcPr>
          <w:p w14:paraId="6267C838" w14:textId="77777777" w:rsidR="00590922" w:rsidRPr="00F12A19" w:rsidRDefault="00590922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278F671" w14:textId="15FFC38C" w:rsidR="00590922" w:rsidRDefault="00590922" w:rsidP="00A23CBE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113.74</w:t>
            </w:r>
          </w:p>
        </w:tc>
      </w:tr>
    </w:tbl>
    <w:p w14:paraId="4A22F51A" w14:textId="39DBEAE2" w:rsidR="00720A78" w:rsidRPr="00F12A19" w:rsidRDefault="00720A78" w:rsidP="00720A78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sz w:val="24"/>
          <w:szCs w:val="24"/>
          <w:lang w:bidi="th-TH"/>
        </w:rPr>
      </w:pPr>
    </w:p>
    <w:tbl>
      <w:tblPr>
        <w:tblW w:w="900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900"/>
        <w:gridCol w:w="180"/>
        <w:gridCol w:w="810"/>
        <w:gridCol w:w="178"/>
        <w:gridCol w:w="902"/>
        <w:gridCol w:w="180"/>
        <w:gridCol w:w="900"/>
      </w:tblGrid>
      <w:tr w:rsidR="00720A78" w:rsidRPr="00F12A19" w14:paraId="1BB04CCF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3A21D2DE" w14:textId="268AD3F7" w:rsidR="00720A78" w:rsidRPr="00F12A19" w:rsidRDefault="00720A78" w:rsidP="003971F9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890" w:type="dxa"/>
            <w:gridSpan w:val="3"/>
            <w:shd w:val="clear" w:color="auto" w:fill="auto"/>
            <w:vAlign w:val="bottom"/>
          </w:tcPr>
          <w:p w14:paraId="3EA3621E" w14:textId="46133F5A" w:rsidR="00720A78" w:rsidRPr="00F12A19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  <w:shd w:val="clear" w:color="auto" w:fill="auto"/>
          </w:tcPr>
          <w:p w14:paraId="1CF80014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shd w:val="clear" w:color="auto" w:fill="auto"/>
            <w:vAlign w:val="bottom"/>
          </w:tcPr>
          <w:p w14:paraId="7127B74F" w14:textId="6B724C90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20A78" w:rsidRPr="00F12A19" w14:paraId="56FF0FF0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</w:tcPr>
          <w:p w14:paraId="557F6575" w14:textId="1EC245AB" w:rsidR="00720A78" w:rsidRPr="003E1618" w:rsidRDefault="003E161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E161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ส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364258E" w14:textId="37DF2210" w:rsidR="00720A78" w:rsidRPr="00F12A19" w:rsidRDefault="00365EC3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016938" w14:textId="77777777" w:rsidR="00720A78" w:rsidRPr="00F12A19" w:rsidRDefault="00720A78" w:rsidP="003971F9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2E3866" w14:textId="2A895686" w:rsidR="00720A78" w:rsidRPr="00F12A19" w:rsidRDefault="00365EC3" w:rsidP="003971F9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78" w:type="dxa"/>
            <w:shd w:val="clear" w:color="auto" w:fill="auto"/>
          </w:tcPr>
          <w:p w14:paraId="19367D98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5A7CF035" w14:textId="4B877577" w:rsidR="00720A78" w:rsidRPr="00F12A19" w:rsidRDefault="00365EC3" w:rsidP="003971F9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17FFBE" w14:textId="77777777" w:rsidR="00720A78" w:rsidRPr="00F12A19" w:rsidRDefault="00720A78" w:rsidP="003971F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1BAD15F" w14:textId="1DCB2A20" w:rsidR="00720A78" w:rsidRPr="00F12A19" w:rsidRDefault="00365EC3" w:rsidP="003971F9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</w:tr>
      <w:tr w:rsidR="00720A78" w:rsidRPr="00F12A19" w14:paraId="69093E6C" w14:textId="77777777" w:rsidTr="00395F86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12134FA5" w14:textId="2F4D4B68" w:rsidR="00720A78" w:rsidRPr="00F12A19" w:rsidRDefault="00720A78" w:rsidP="003971F9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bottom"/>
            <w:hideMark/>
          </w:tcPr>
          <w:p w14:paraId="09E31E2C" w14:textId="77777777" w:rsidR="00720A78" w:rsidRPr="00F12A19" w:rsidRDefault="00720A78" w:rsidP="003971F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720A78" w:rsidRPr="00F12A19" w14:paraId="71D94CEC" w14:textId="77777777" w:rsidTr="00395F86">
        <w:trPr>
          <w:cantSplit/>
        </w:trPr>
        <w:tc>
          <w:tcPr>
            <w:tcW w:w="4950" w:type="dxa"/>
            <w:shd w:val="clear" w:color="auto" w:fill="auto"/>
          </w:tcPr>
          <w:p w14:paraId="611EBC4C" w14:textId="77777777" w:rsidR="00720A78" w:rsidRPr="00F12A19" w:rsidRDefault="00720A78" w:rsidP="00CE58AD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900" w:type="dxa"/>
            <w:shd w:val="clear" w:color="auto" w:fill="auto"/>
          </w:tcPr>
          <w:p w14:paraId="732A8F4A" w14:textId="235CB887" w:rsidR="00720A78" w:rsidRPr="00F12A19" w:rsidRDefault="006B7F11" w:rsidP="00395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2C8085D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0EF5A2A4" w14:textId="30154814" w:rsidR="00720A78" w:rsidRPr="00F12A19" w:rsidRDefault="008F5473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78" w:type="dxa"/>
            <w:shd w:val="clear" w:color="auto" w:fill="auto"/>
          </w:tcPr>
          <w:p w14:paraId="006D32AB" w14:textId="77777777" w:rsidR="00720A78" w:rsidRPr="00F12A19" w:rsidRDefault="00720A78" w:rsidP="003971F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783D695D" w14:textId="59FB6362" w:rsidR="00720A78" w:rsidRPr="00F12A19" w:rsidRDefault="006B7F11" w:rsidP="00395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after="0" w:line="240" w:lineRule="auto"/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7000B2C" w14:textId="77777777" w:rsidR="00720A78" w:rsidRPr="00F12A19" w:rsidRDefault="00720A78" w:rsidP="00397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07B97C11" w14:textId="04478CAB" w:rsidR="00720A78" w:rsidRPr="00F12A19" w:rsidRDefault="008F5473" w:rsidP="003971F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</w:tr>
    </w:tbl>
    <w:p w14:paraId="3868F524" w14:textId="77777777" w:rsidR="00720A78" w:rsidRPr="00F12A19" w:rsidRDefault="00720A78" w:rsidP="00720A7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81560F3" w14:textId="77777777" w:rsidR="00944325" w:rsidRDefault="009443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3EA42F28" w14:textId="43B1539E" w:rsidR="008A51AB" w:rsidRPr="00F12A19" w:rsidRDefault="00365E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F12A19">
        <w:rPr>
          <w:rFonts w:asciiTheme="majorBidi" w:hAnsiTheme="majorBidi" w:cstheme="majorBidi" w:hint="cs"/>
          <w:b/>
          <w:bCs/>
          <w:sz w:val="30"/>
          <w:szCs w:val="30"/>
        </w:rPr>
        <w:lastRenderedPageBreak/>
        <w:t>6</w:t>
      </w:r>
      <w:r w:rsidR="005564A6" w:rsidRPr="00F12A1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ab/>
      </w:r>
      <w:r w:rsidR="004737B6" w:rsidRPr="004737B6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สินทรัพย์ทางการเงินไม่หมุนเวียนอื่น</w:t>
      </w:r>
      <w:r w:rsidR="004737B6" w:rsidRPr="004737B6">
        <w:rPr>
          <w:rFonts w:asciiTheme="majorBidi" w:hAnsiTheme="majorBidi"/>
          <w:b/>
          <w:bCs/>
          <w:sz w:val="30"/>
          <w:szCs w:val="30"/>
          <w:cs/>
          <w:lang w:val="th-TH"/>
        </w:rPr>
        <w:t xml:space="preserve"> - </w:t>
      </w:r>
      <w:r w:rsidR="004737B6" w:rsidRPr="004737B6">
        <w:rPr>
          <w:rFonts w:asciiTheme="majorBidi" w:hAnsiTheme="majorBidi" w:hint="cs"/>
          <w:b/>
          <w:bCs/>
          <w:sz w:val="30"/>
          <w:szCs w:val="30"/>
          <w:cs/>
          <w:lang w:val="th-TH"/>
        </w:rPr>
        <w:t>เงินลงทุนระยะยาว</w:t>
      </w:r>
    </w:p>
    <w:p w14:paraId="3BB1E84C" w14:textId="77777777" w:rsidR="008A51AB" w:rsidRPr="00F12A19" w:rsidRDefault="008A51AB" w:rsidP="00E707E2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  <w:lang w:bidi="th-TH"/>
        </w:rPr>
      </w:pPr>
    </w:p>
    <w:p w14:paraId="3329927D" w14:textId="55CB126A" w:rsidR="008A51AB" w:rsidRDefault="008A51A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เงินลงทุนระยะยาวเป็นเงินลงทุนในหุ้นสามัญของบริษัท เซ็นทรัลพัฒนา ไนน์ สแควร์ จำกัด โดยบริษัท พระราม </w:t>
      </w:r>
      <w:r w:rsidRPr="00F12A19">
        <w:rPr>
          <w:rFonts w:asciiTheme="majorBidi" w:hAnsiTheme="majorBidi" w:cstheme="majorBidi"/>
          <w:sz w:val="30"/>
          <w:szCs w:val="30"/>
        </w:rPr>
        <w:t>9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F12A19">
        <w:rPr>
          <w:rFonts w:asciiTheme="majorBidi" w:hAnsiTheme="majorBidi" w:cstheme="majorBidi"/>
          <w:sz w:val="30"/>
          <w:szCs w:val="30"/>
        </w:rPr>
        <w:t>3.27</w:t>
      </w:r>
    </w:p>
    <w:p w14:paraId="057C37DC" w14:textId="77777777" w:rsidR="00944325" w:rsidRPr="00F12A19" w:rsidRDefault="0094432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93F1EC" w14:textId="4355F11B" w:rsidR="00DC727B" w:rsidRPr="00F12A19" w:rsidRDefault="00395F8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7</w:t>
      </w:r>
      <w:r w:rsidR="00927FD4"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F12A19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</w:t>
      </w:r>
      <w:r w:rsidR="00576F91">
        <w:rPr>
          <w:rFonts w:asciiTheme="majorBidi" w:hAnsiTheme="majorBidi" w:hint="cs"/>
          <w:b/>
          <w:bCs/>
          <w:sz w:val="30"/>
          <w:szCs w:val="30"/>
          <w:cs/>
        </w:rPr>
        <w:t>พัฒนา</w:t>
      </w:r>
      <w:r w:rsidRPr="00F12A19">
        <w:rPr>
          <w:rFonts w:asciiTheme="majorBidi" w:hAnsiTheme="majorBidi"/>
          <w:b/>
          <w:bCs/>
          <w:sz w:val="30"/>
          <w:szCs w:val="30"/>
          <w:cs/>
        </w:rPr>
        <w:t>เพื่อขาย</w:t>
      </w:r>
    </w:p>
    <w:p w14:paraId="5DB492F8" w14:textId="29C87AEB" w:rsidR="00AA6563" w:rsidRPr="00F12A19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W w:w="9306" w:type="dxa"/>
        <w:tblInd w:w="450" w:type="dxa"/>
        <w:tblLook w:val="01E0" w:firstRow="1" w:lastRow="1" w:firstColumn="1" w:lastColumn="1" w:noHBand="0" w:noVBand="0"/>
      </w:tblPr>
      <w:tblGrid>
        <w:gridCol w:w="4316"/>
        <w:gridCol w:w="1035"/>
        <w:gridCol w:w="270"/>
        <w:gridCol w:w="996"/>
        <w:gridCol w:w="265"/>
        <w:gridCol w:w="1085"/>
        <w:gridCol w:w="270"/>
        <w:gridCol w:w="1069"/>
      </w:tblGrid>
      <w:tr w:rsidR="00D73D60" w:rsidRPr="00F12A19" w14:paraId="273FB66C" w14:textId="77777777" w:rsidTr="00216C74">
        <w:trPr>
          <w:trHeight w:val="455"/>
          <w:tblHeader/>
        </w:trPr>
        <w:tc>
          <w:tcPr>
            <w:tcW w:w="4316" w:type="dxa"/>
            <w:vMerge w:val="restart"/>
          </w:tcPr>
          <w:p w14:paraId="722DB0AF" w14:textId="77777777" w:rsidR="00D73D60" w:rsidRPr="00F12A19" w:rsidRDefault="00D73D60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01" w:type="dxa"/>
            <w:gridSpan w:val="3"/>
            <w:hideMark/>
          </w:tcPr>
          <w:p w14:paraId="7AC6B396" w14:textId="77777777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24" w:type="dxa"/>
            <w:gridSpan w:val="3"/>
            <w:hideMark/>
          </w:tcPr>
          <w:p w14:paraId="609DF7FE" w14:textId="77777777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73D60" w:rsidRPr="00F12A19" w14:paraId="5849B193" w14:textId="77777777" w:rsidTr="00216C74">
        <w:trPr>
          <w:trHeight w:val="455"/>
          <w:tblHeader/>
        </w:trPr>
        <w:tc>
          <w:tcPr>
            <w:tcW w:w="4316" w:type="dxa"/>
            <w:vMerge/>
          </w:tcPr>
          <w:p w14:paraId="20F7C9BE" w14:textId="77777777" w:rsidR="00D73D60" w:rsidRPr="00F12A19" w:rsidRDefault="00D73D60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60355A29" w14:textId="537AED98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79D0B84C" w14:textId="77777777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573B40E8" w14:textId="39DC6922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096613A0" w14:textId="2DF9B710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2C0B9E58" w14:textId="77777777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54C658CE" w14:textId="1746D96D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73D60" w:rsidRPr="00F12A19" w14:paraId="0305DB27" w14:textId="77777777" w:rsidTr="00216C74">
        <w:trPr>
          <w:trHeight w:val="455"/>
          <w:tblHeader/>
        </w:trPr>
        <w:tc>
          <w:tcPr>
            <w:tcW w:w="4316" w:type="dxa"/>
            <w:vMerge/>
          </w:tcPr>
          <w:p w14:paraId="52461D55" w14:textId="77777777" w:rsidR="00D73D60" w:rsidRPr="00F12A19" w:rsidRDefault="00D73D60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402D7C02" w14:textId="26A1A389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vAlign w:val="center"/>
          </w:tcPr>
          <w:p w14:paraId="2BFB1C9D" w14:textId="77777777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5B857C3D" w14:textId="30637BEF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65" w:type="dxa"/>
          </w:tcPr>
          <w:p w14:paraId="2AFC1BC2" w14:textId="77777777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4C1B506" w14:textId="67AA7B12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vAlign w:val="center"/>
          </w:tcPr>
          <w:p w14:paraId="364A6EF6" w14:textId="77777777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608FADA7" w14:textId="45DF4227" w:rsidR="00D73D60" w:rsidRPr="00F12A19" w:rsidRDefault="00D73D6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D73D60" w:rsidRPr="00F12A19" w14:paraId="2A7044CF" w14:textId="77777777" w:rsidTr="00216C74">
        <w:trPr>
          <w:trHeight w:val="429"/>
          <w:tblHeader/>
        </w:trPr>
        <w:tc>
          <w:tcPr>
            <w:tcW w:w="4316" w:type="dxa"/>
          </w:tcPr>
          <w:p w14:paraId="12B527D6" w14:textId="77777777" w:rsidR="00D73D60" w:rsidRPr="00F12A19" w:rsidRDefault="00D73D60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90" w:type="dxa"/>
            <w:gridSpan w:val="7"/>
            <w:hideMark/>
          </w:tcPr>
          <w:p w14:paraId="25362D30" w14:textId="553D3386" w:rsidR="00D73D60" w:rsidRPr="00F12A19" w:rsidRDefault="00D73D60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4726E8" w:rsidRPr="00F12A19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ล้า</w:t>
            </w: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F84610" w:rsidRPr="00F12A19" w14:paraId="7C17791D" w14:textId="77777777" w:rsidTr="00216C74">
        <w:trPr>
          <w:trHeight w:val="429"/>
        </w:trPr>
        <w:tc>
          <w:tcPr>
            <w:tcW w:w="4316" w:type="dxa"/>
          </w:tcPr>
          <w:p w14:paraId="300C7FC8" w14:textId="0F8CCE89" w:rsidR="00F84610" w:rsidRPr="00F12A19" w:rsidRDefault="00527272" w:rsidP="00F8461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7272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อสังหาริมทรัพย์ระหว่างการพัฒนา</w:t>
            </w:r>
          </w:p>
        </w:tc>
        <w:tc>
          <w:tcPr>
            <w:tcW w:w="1035" w:type="dxa"/>
            <w:vAlign w:val="bottom"/>
          </w:tcPr>
          <w:p w14:paraId="0A0813D4" w14:textId="059EFAB3" w:rsidR="00F84610" w:rsidRPr="00F12A19" w:rsidRDefault="00F84610" w:rsidP="00F84610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="000E7223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08</w:t>
            </w:r>
          </w:p>
        </w:tc>
        <w:tc>
          <w:tcPr>
            <w:tcW w:w="270" w:type="dxa"/>
          </w:tcPr>
          <w:p w14:paraId="72ED66AF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18892A08" w14:textId="0206C9D6" w:rsidR="00F84610" w:rsidRPr="00F12A19" w:rsidRDefault="00F84610" w:rsidP="00F84610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878</w:t>
            </w:r>
          </w:p>
        </w:tc>
        <w:tc>
          <w:tcPr>
            <w:tcW w:w="265" w:type="dxa"/>
          </w:tcPr>
          <w:p w14:paraId="611E4275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60E85C44" w14:textId="33586155" w:rsidR="00F84610" w:rsidRPr="00F12A19" w:rsidRDefault="00F84610" w:rsidP="00F84610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4D288DC5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27D39C14" w14:textId="129CAFA3" w:rsidR="00F84610" w:rsidRPr="00F12A19" w:rsidRDefault="00F84610" w:rsidP="00F84610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F84610" w:rsidRPr="00F12A19" w14:paraId="1B4BAE87" w14:textId="77777777" w:rsidTr="00216C74">
        <w:trPr>
          <w:trHeight w:val="362"/>
        </w:trPr>
        <w:tc>
          <w:tcPr>
            <w:tcW w:w="4316" w:type="dxa"/>
          </w:tcPr>
          <w:p w14:paraId="2B8E432D" w14:textId="15B850AD" w:rsidR="00F84610" w:rsidRPr="00F12A19" w:rsidRDefault="00527272" w:rsidP="00F8461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27272">
              <w:rPr>
                <w:rFonts w:asciiTheme="majorBidi" w:hAnsiTheme="majorBidi" w:hint="cs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035" w:type="dxa"/>
            <w:vAlign w:val="bottom"/>
          </w:tcPr>
          <w:p w14:paraId="0C348C6E" w14:textId="7862BFB9" w:rsidR="00F84610" w:rsidRPr="00F12A19" w:rsidRDefault="00F84610" w:rsidP="00F84610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70" w:type="dxa"/>
          </w:tcPr>
          <w:p w14:paraId="56FC0F7B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1EEAD261" w14:textId="41632FEF" w:rsidR="00F84610" w:rsidRPr="00F12A19" w:rsidRDefault="00F84610" w:rsidP="00F84610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65" w:type="dxa"/>
          </w:tcPr>
          <w:p w14:paraId="31958DE9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171DFBC" w14:textId="27F91AD5" w:rsidR="00F84610" w:rsidRPr="00F12A19" w:rsidRDefault="00F84610" w:rsidP="00F84610">
            <w:pPr>
              <w:pStyle w:val="acctfourfigures"/>
              <w:tabs>
                <w:tab w:val="clear" w:pos="765"/>
                <w:tab w:val="decimal" w:pos="58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A12310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78CAE8A3" w14:textId="54BF08EE" w:rsidR="00F84610" w:rsidRPr="00F12A19" w:rsidRDefault="00F84610" w:rsidP="00F84610">
            <w:pPr>
              <w:pStyle w:val="acctfourfigures"/>
              <w:tabs>
                <w:tab w:val="clear" w:pos="765"/>
                <w:tab w:val="decimal" w:pos="58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84610" w:rsidRPr="00F12A19" w14:paraId="28E9D4CA" w14:textId="77777777" w:rsidTr="00216C74">
        <w:trPr>
          <w:trHeight w:val="429"/>
        </w:trPr>
        <w:tc>
          <w:tcPr>
            <w:tcW w:w="4316" w:type="dxa"/>
            <w:hideMark/>
          </w:tcPr>
          <w:p w14:paraId="41732784" w14:textId="77777777" w:rsidR="00F84610" w:rsidRPr="00F12A19" w:rsidRDefault="00F84610" w:rsidP="00F8461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77160DC1" w:rsidR="00F84610" w:rsidRPr="00F12A19" w:rsidRDefault="000E7223" w:rsidP="00F84610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929</w:t>
            </w:r>
          </w:p>
        </w:tc>
        <w:tc>
          <w:tcPr>
            <w:tcW w:w="270" w:type="dxa"/>
          </w:tcPr>
          <w:p w14:paraId="6B806262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30E2316C" w:rsidR="00F84610" w:rsidRPr="00F12A19" w:rsidRDefault="00F84610" w:rsidP="00F84610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65" w:type="dxa"/>
          </w:tcPr>
          <w:p w14:paraId="596D4E48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2E968D12" w:rsidR="00F84610" w:rsidRPr="00F12A19" w:rsidRDefault="00F84610" w:rsidP="00F84610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113B139D" w14:textId="77777777" w:rsidR="00F84610" w:rsidRPr="00F12A19" w:rsidRDefault="00F84610" w:rsidP="00F8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79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3BB3E672" w:rsidR="00F84610" w:rsidRPr="00F12A19" w:rsidRDefault="00F84610" w:rsidP="00F84610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left="-79" w:right="-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624</w:t>
            </w:r>
          </w:p>
        </w:tc>
      </w:tr>
    </w:tbl>
    <w:p w14:paraId="6E16260A" w14:textId="77777777" w:rsidR="00824569" w:rsidRPr="00F12A19" w:rsidRDefault="0082456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75BA1F66" w14:textId="71A78E60" w:rsidR="00DC727B" w:rsidRPr="00F12A19" w:rsidRDefault="00395F8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8</w:t>
      </w:r>
      <w:r w:rsidR="00DC727B"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bookmarkStart w:id="0" w:name="_Hlk6560673"/>
      <w:r w:rsidR="00DC727B"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0"/>
      <w:r w:rsidR="00DC727B" w:rsidRPr="00F12A1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00538452" w14:textId="5D7403E6" w:rsidR="00DC727B" w:rsidRPr="00F12A19" w:rsidRDefault="00DC727B" w:rsidP="00E707E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2A3CEF" w:rsidRPr="00F12A19" w14:paraId="44069447" w14:textId="77777777" w:rsidTr="00C83508">
        <w:trPr>
          <w:trHeight w:val="307"/>
          <w:tblHeader/>
        </w:trPr>
        <w:tc>
          <w:tcPr>
            <w:tcW w:w="2199" w:type="pct"/>
          </w:tcPr>
          <w:p w14:paraId="48AA9C74" w14:textId="77777777" w:rsidR="002A3CEF" w:rsidRPr="00F12A19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5440FCF5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5C3535A5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0057D157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3CEF" w:rsidRPr="00F12A19" w14:paraId="6EEB1BD2" w14:textId="77777777" w:rsidTr="00C83508">
        <w:trPr>
          <w:trHeight w:val="154"/>
          <w:tblHeader/>
        </w:trPr>
        <w:tc>
          <w:tcPr>
            <w:tcW w:w="2199" w:type="pct"/>
          </w:tcPr>
          <w:p w14:paraId="4B733EF0" w14:textId="77777777" w:rsidR="002A3CEF" w:rsidRPr="00F12A19" w:rsidRDefault="002A3CE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31 </w:t>
            </w: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623" w:type="pct"/>
          </w:tcPr>
          <w:p w14:paraId="1F424891" w14:textId="1B81D572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44" w:type="pct"/>
          </w:tcPr>
          <w:p w14:paraId="4CE6B22D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" w:type="pct"/>
          </w:tcPr>
          <w:p w14:paraId="494E3779" w14:textId="41CA6001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39" w:type="pct"/>
          </w:tcPr>
          <w:p w14:paraId="58B2EF9A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39ECE32" w14:textId="0E875193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45" w:type="pct"/>
          </w:tcPr>
          <w:p w14:paraId="5E59398A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0015A1F" w14:textId="5BA1DDD9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2A3CEF" w:rsidRPr="00F12A19" w14:paraId="46EC4743" w14:textId="77777777" w:rsidTr="00C83508">
        <w:trPr>
          <w:trHeight w:val="408"/>
          <w:tblHeader/>
        </w:trPr>
        <w:tc>
          <w:tcPr>
            <w:tcW w:w="2199" w:type="pct"/>
          </w:tcPr>
          <w:p w14:paraId="4C9728D8" w14:textId="77777777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5E06D37D" w14:textId="0DB13FBD" w:rsidR="002A3CEF" w:rsidRPr="00F12A19" w:rsidRDefault="002A3CE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4257B"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0779F" w:rsidRPr="00F12A19" w14:paraId="6226B5B9" w14:textId="77777777" w:rsidTr="00C83508">
        <w:trPr>
          <w:trHeight w:val="293"/>
        </w:trPr>
        <w:tc>
          <w:tcPr>
            <w:tcW w:w="2199" w:type="pct"/>
          </w:tcPr>
          <w:p w14:paraId="13731605" w14:textId="3231506B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41206980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37C295F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1D4BDB22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022274FB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7EEE7B8D" w14:textId="77777777" w:rsidR="0020779F" w:rsidRPr="00F12A19" w:rsidRDefault="0020779F" w:rsidP="0020779F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1E06BD2C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03940F97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0779F" w:rsidRPr="00F12A19" w14:paraId="346B5DFC" w14:textId="77777777" w:rsidTr="00C83508">
        <w:trPr>
          <w:trHeight w:val="293"/>
        </w:trPr>
        <w:tc>
          <w:tcPr>
            <w:tcW w:w="2199" w:type="pct"/>
          </w:tcPr>
          <w:p w14:paraId="09CAEA45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488A075F" w14:textId="35BBBD40" w:rsidR="0020779F" w:rsidRPr="00F12A19" w:rsidRDefault="008D164F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92E67" w:rsidRPr="00F12A19">
              <w:rPr>
                <w:rFonts w:asciiTheme="majorBidi" w:hAnsiTheme="majorBidi" w:cstheme="majorBidi" w:hint="eastAsia"/>
                <w:sz w:val="30"/>
                <w:szCs w:val="30"/>
                <w:lang w:eastAsia="ja-JP"/>
              </w:rPr>
              <w:t>.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11</w:t>
            </w:r>
          </w:p>
        </w:tc>
        <w:tc>
          <w:tcPr>
            <w:tcW w:w="144" w:type="pct"/>
          </w:tcPr>
          <w:p w14:paraId="7249AB17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F357A8F" w14:textId="5AA29BB5" w:rsidR="0020779F" w:rsidRPr="00F12A19" w:rsidRDefault="0020779F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791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9" w:type="pct"/>
          </w:tcPr>
          <w:p w14:paraId="11AB7454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799A6CB7" w14:textId="0C84E2CF" w:rsidR="0020779F" w:rsidRPr="00F12A19" w:rsidRDefault="008D164F" w:rsidP="00292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0.09</w:t>
            </w:r>
          </w:p>
        </w:tc>
        <w:tc>
          <w:tcPr>
            <w:tcW w:w="145" w:type="pct"/>
          </w:tcPr>
          <w:p w14:paraId="34499D25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071E673E" w14:textId="683A4AAC" w:rsidR="0020779F" w:rsidRPr="00F12A19" w:rsidRDefault="0020779F" w:rsidP="000E72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683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</w:tr>
      <w:tr w:rsidR="0020779F" w:rsidRPr="00F12A19" w14:paraId="3C043FBC" w14:textId="77777777" w:rsidTr="00C83508">
        <w:trPr>
          <w:trHeight w:val="403"/>
        </w:trPr>
        <w:tc>
          <w:tcPr>
            <w:tcW w:w="2199" w:type="pct"/>
          </w:tcPr>
          <w:p w14:paraId="160169B0" w14:textId="7468FDF2" w:rsidR="0020779F" w:rsidRPr="00F12A19" w:rsidRDefault="00DD560C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4F402FF2" w14:textId="026C9E69" w:rsidR="0020779F" w:rsidRPr="00F12A19" w:rsidRDefault="008D164F" w:rsidP="00CA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C7C3ACB" w14:textId="77777777" w:rsidR="0020779F" w:rsidRPr="00F12A19" w:rsidRDefault="0020779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" w:type="pct"/>
          </w:tcPr>
          <w:p w14:paraId="74E85C74" w14:textId="647C2F2B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(683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68)</w:t>
            </w:r>
          </w:p>
        </w:tc>
        <w:tc>
          <w:tcPr>
            <w:tcW w:w="139" w:type="pct"/>
          </w:tcPr>
          <w:p w14:paraId="112FBEC3" w14:textId="77777777" w:rsidR="0020779F" w:rsidRPr="00F12A19" w:rsidRDefault="0020779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</w:tcPr>
          <w:p w14:paraId="6FB5F29D" w14:textId="7C2E712F" w:rsidR="0020779F" w:rsidRPr="00F12A19" w:rsidRDefault="008D164F" w:rsidP="008D16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32295E95" w14:textId="77777777" w:rsidR="0020779F" w:rsidRPr="00F12A19" w:rsidRDefault="0020779F" w:rsidP="008D16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</w:tcPr>
          <w:p w14:paraId="781E432E" w14:textId="2A0A729A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(683</w:t>
            </w:r>
            <w:r w:rsidR="00292E67" w:rsidRPr="00F12A1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68)</w:t>
            </w:r>
          </w:p>
        </w:tc>
      </w:tr>
      <w:tr w:rsidR="0020779F" w:rsidRPr="00F12A19" w14:paraId="71D40DC6" w14:textId="77777777" w:rsidTr="00C83508">
        <w:trPr>
          <w:trHeight w:val="403"/>
        </w:trPr>
        <w:tc>
          <w:tcPr>
            <w:tcW w:w="2199" w:type="pct"/>
          </w:tcPr>
          <w:p w14:paraId="0A0DEB3D" w14:textId="14C6F414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</w:t>
            </w:r>
            <w:r w:rsidR="00EE5271"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สุทธิจากเงินลงทุนใน</w:t>
            </w:r>
          </w:p>
        </w:tc>
        <w:tc>
          <w:tcPr>
            <w:tcW w:w="623" w:type="pct"/>
          </w:tcPr>
          <w:p w14:paraId="530631C4" w14:textId="0E1A8166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</w:tcPr>
          <w:p w14:paraId="2FB0054B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EC7E6F7" w14:textId="54D86F42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25F4479B" w14:textId="77777777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276BCFCA" w14:textId="3135CF82" w:rsidR="0020779F" w:rsidRPr="00F12A19" w:rsidRDefault="0020779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E0F40FC" w14:textId="77777777" w:rsidR="0020779F" w:rsidRPr="00F12A19" w:rsidRDefault="0020779F" w:rsidP="002077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A3D041F" w14:textId="2488DA92" w:rsidR="0020779F" w:rsidRPr="00F12A19" w:rsidRDefault="0020779F" w:rsidP="002077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560C" w:rsidRPr="00F12A19" w14:paraId="6CE2C70F" w14:textId="77777777" w:rsidTr="00C83508">
        <w:trPr>
          <w:trHeight w:val="403"/>
        </w:trPr>
        <w:tc>
          <w:tcPr>
            <w:tcW w:w="2199" w:type="pct"/>
          </w:tcPr>
          <w:p w14:paraId="5A0C4DAC" w14:textId="4711F33A" w:rsidR="00DD560C" w:rsidRPr="00F12A19" w:rsidRDefault="00DD560C" w:rsidP="00DD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250C97FA" w14:textId="49A85C01" w:rsidR="00DD560C" w:rsidRPr="00F12A19" w:rsidRDefault="00CA71CC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D560C" w:rsidRPr="00F12A19">
              <w:rPr>
                <w:rFonts w:asciiTheme="majorBidi" w:hAnsiTheme="majorBidi" w:cstheme="majorBidi"/>
                <w:sz w:val="30"/>
                <w:szCs w:val="30"/>
              </w:rPr>
              <w:t>0.24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6F2F1926" w14:textId="77777777" w:rsidR="00DD560C" w:rsidRPr="00F12A19" w:rsidRDefault="00DD560C" w:rsidP="00DD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7CE4C402" w14:textId="69C2A46C" w:rsidR="00DD560C" w:rsidRPr="00F12A19" w:rsidRDefault="00DD560C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201.57</w:t>
            </w:r>
          </w:p>
        </w:tc>
        <w:tc>
          <w:tcPr>
            <w:tcW w:w="139" w:type="pct"/>
          </w:tcPr>
          <w:p w14:paraId="6F406EA5" w14:textId="77777777" w:rsidR="00DD560C" w:rsidRPr="00F12A19" w:rsidRDefault="00DD560C" w:rsidP="00DD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15E19BC4" w14:textId="18C2DAAC" w:rsidR="00DD560C" w:rsidRPr="00F12A19" w:rsidRDefault="00DD560C" w:rsidP="00DD56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0B21705E" w14:textId="77777777" w:rsidR="00DD560C" w:rsidRPr="00F12A19" w:rsidRDefault="00DD560C" w:rsidP="00DD56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CE0888A" w14:textId="064BC9C9" w:rsidR="00DD560C" w:rsidRPr="00F12A19" w:rsidRDefault="00DD560C" w:rsidP="00DD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5652" w:rsidRPr="00F12A19" w14:paraId="5402FCE2" w14:textId="77777777" w:rsidTr="00C83508">
        <w:trPr>
          <w:trHeight w:val="403"/>
        </w:trPr>
        <w:tc>
          <w:tcPr>
            <w:tcW w:w="2199" w:type="pct"/>
          </w:tcPr>
          <w:p w14:paraId="2D216B36" w14:textId="44342A65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กลับรายการส่วนแบ่งขาดทุนสุทธิจากเงินลงทุน</w:t>
            </w:r>
          </w:p>
        </w:tc>
        <w:tc>
          <w:tcPr>
            <w:tcW w:w="623" w:type="pct"/>
          </w:tcPr>
          <w:p w14:paraId="761AB58E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9B3F89A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8551B11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</w:tcPr>
          <w:p w14:paraId="43FC1D0A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39F2D583" w14:textId="77777777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3F5C401" w14:textId="77777777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66D23CA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F5652" w:rsidRPr="00F12A19" w14:paraId="6F0B497C" w14:textId="77777777" w:rsidTr="00C83508">
        <w:trPr>
          <w:trHeight w:val="403"/>
        </w:trPr>
        <w:tc>
          <w:tcPr>
            <w:tcW w:w="2199" w:type="pct"/>
          </w:tcPr>
          <w:p w14:paraId="46CEFFDE" w14:textId="43709326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ใน</w:t>
            </w: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ร่วมที่เกินกว่ามูลค่าของเงินลงทุน</w:t>
            </w:r>
          </w:p>
        </w:tc>
        <w:tc>
          <w:tcPr>
            <w:tcW w:w="623" w:type="pct"/>
          </w:tcPr>
          <w:p w14:paraId="0E3ABD25" w14:textId="4D77B8C7" w:rsidR="00BF5652" w:rsidRPr="00F12A19" w:rsidRDefault="00BF5652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F12A19">
              <w:rPr>
                <w:rFonts w:asciiTheme="majorBidi" w:hAnsiTheme="majorBidi" w:cstheme="majorBidi" w:hint="eastAsia"/>
                <w:sz w:val="30"/>
                <w:szCs w:val="30"/>
                <w:lang w:eastAsia="ja-JP"/>
              </w:rPr>
              <w:t>0</w:t>
            </w:r>
            <w:r w:rsidRPr="00F12A19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.24</w:t>
            </w:r>
          </w:p>
        </w:tc>
        <w:tc>
          <w:tcPr>
            <w:tcW w:w="144" w:type="pct"/>
          </w:tcPr>
          <w:p w14:paraId="7E76F194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41EC35C" w14:textId="77F34D78" w:rsidR="00BF5652" w:rsidRPr="00F12A19" w:rsidRDefault="00DD560C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1B397F5C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07D7A539" w14:textId="6C7E7CC5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76EA230B" w14:textId="77777777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F4F44B3" w14:textId="4B85942B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5652" w:rsidRPr="00F12A19" w14:paraId="61D42E86" w14:textId="77777777" w:rsidTr="00C83508">
        <w:trPr>
          <w:trHeight w:val="403"/>
        </w:trPr>
        <w:tc>
          <w:tcPr>
            <w:tcW w:w="2199" w:type="pct"/>
          </w:tcPr>
          <w:p w14:paraId="6F215013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6C09DF83" w14:textId="5396ED6F" w:rsidR="00BF5652" w:rsidRPr="00F12A19" w:rsidRDefault="00BF5652" w:rsidP="00CA71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1D0931C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49A87003" w14:textId="331B5482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(308.24)</w:t>
            </w:r>
          </w:p>
        </w:tc>
        <w:tc>
          <w:tcPr>
            <w:tcW w:w="139" w:type="pct"/>
          </w:tcPr>
          <w:p w14:paraId="5DDE10EF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2B3C859B" w14:textId="601FAE90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4BDE4A8C" w14:textId="77777777" w:rsidR="00BF5652" w:rsidRPr="00F12A19" w:rsidRDefault="00BF5652" w:rsidP="00BF56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9DEC264" w14:textId="1744B1AA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5652" w:rsidRPr="00F12A19" w14:paraId="53885F27" w14:textId="77777777" w:rsidTr="00C83508">
        <w:trPr>
          <w:trHeight w:val="403"/>
        </w:trPr>
        <w:tc>
          <w:tcPr>
            <w:tcW w:w="2199" w:type="pct"/>
          </w:tcPr>
          <w:p w14:paraId="2409AD5D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224C84BB" w14:textId="5D279998" w:rsidR="00BF5652" w:rsidRPr="00F12A19" w:rsidRDefault="00BF5652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44" w:type="pct"/>
          </w:tcPr>
          <w:p w14:paraId="6C8CB965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DB1521F" w14:textId="5017DE3B" w:rsidR="00BF5652" w:rsidRPr="00F12A19" w:rsidRDefault="00BF5652" w:rsidP="00CA7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1.11</w:t>
            </w:r>
          </w:p>
        </w:tc>
        <w:tc>
          <w:tcPr>
            <w:tcW w:w="139" w:type="pct"/>
          </w:tcPr>
          <w:p w14:paraId="46A867F9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45A986E9" w14:textId="4B81B04F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0.09</w:t>
            </w:r>
          </w:p>
        </w:tc>
        <w:tc>
          <w:tcPr>
            <w:tcW w:w="145" w:type="pct"/>
          </w:tcPr>
          <w:p w14:paraId="13A96F1D" w14:textId="77777777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66187689" w14:textId="1F796E96" w:rsidR="00BF5652" w:rsidRPr="00F12A19" w:rsidRDefault="00BF5652" w:rsidP="00BF56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0.09</w:t>
            </w:r>
          </w:p>
        </w:tc>
      </w:tr>
    </w:tbl>
    <w:p w14:paraId="1D2441EA" w14:textId="77777777" w:rsidR="00443B37" w:rsidRPr="00944325" w:rsidRDefault="00443B37" w:rsidP="00E707E2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"/>
          <w:szCs w:val="2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839"/>
        <w:gridCol w:w="1081"/>
        <w:gridCol w:w="271"/>
        <w:gridCol w:w="1079"/>
      </w:tblGrid>
      <w:tr w:rsidR="00443B37" w:rsidRPr="00F12A19" w14:paraId="3C4FA8B5" w14:textId="77777777" w:rsidTr="00FE4F66">
        <w:trPr>
          <w:trHeight w:val="311"/>
          <w:tblHeader/>
        </w:trPr>
        <w:tc>
          <w:tcPr>
            <w:tcW w:w="3689" w:type="pct"/>
          </w:tcPr>
          <w:p w14:paraId="66CFD472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pct"/>
            <w:gridSpan w:val="3"/>
          </w:tcPr>
          <w:p w14:paraId="4E15FB1F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43B37" w:rsidRPr="00F12A19" w14:paraId="49E469D0" w14:textId="77777777" w:rsidTr="00FE4F66">
        <w:trPr>
          <w:trHeight w:val="156"/>
          <w:tblHeader/>
        </w:trPr>
        <w:tc>
          <w:tcPr>
            <w:tcW w:w="3689" w:type="pct"/>
          </w:tcPr>
          <w:p w14:paraId="5707F66D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31 </w:t>
            </w: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3" w:type="pct"/>
          </w:tcPr>
          <w:p w14:paraId="6785A928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6" w:type="pct"/>
          </w:tcPr>
          <w:p w14:paraId="0DB76383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4F71555B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</w:tr>
      <w:tr w:rsidR="00443B37" w:rsidRPr="00F12A19" w14:paraId="69F69154" w14:textId="77777777" w:rsidTr="00FE4F66">
        <w:trPr>
          <w:trHeight w:val="413"/>
          <w:tblHeader/>
        </w:trPr>
        <w:tc>
          <w:tcPr>
            <w:tcW w:w="3689" w:type="pct"/>
          </w:tcPr>
          <w:p w14:paraId="5ABC1DAA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1" w:type="pct"/>
            <w:gridSpan w:val="3"/>
          </w:tcPr>
          <w:p w14:paraId="7DCAD912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43B37" w:rsidRPr="00F12A19" w14:paraId="3D2D734C" w14:textId="77777777" w:rsidTr="00FE4F66">
        <w:trPr>
          <w:trHeight w:val="297"/>
        </w:trPr>
        <w:tc>
          <w:tcPr>
            <w:tcW w:w="3689" w:type="pct"/>
          </w:tcPr>
          <w:p w14:paraId="33324538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583" w:type="pct"/>
          </w:tcPr>
          <w:p w14:paraId="2A9638EE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012D627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2" w:type="pct"/>
          </w:tcPr>
          <w:p w14:paraId="4DAE9240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43B37" w:rsidRPr="00F12A19" w14:paraId="7DF29F06" w14:textId="77777777" w:rsidTr="00FE4F66">
        <w:trPr>
          <w:trHeight w:val="297"/>
        </w:trPr>
        <w:tc>
          <w:tcPr>
            <w:tcW w:w="3689" w:type="pct"/>
          </w:tcPr>
          <w:p w14:paraId="13AD007B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3" w:type="pct"/>
          </w:tcPr>
          <w:p w14:paraId="6EF8284D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12F05F6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2" w:type="pct"/>
          </w:tcPr>
          <w:p w14:paraId="44048F1A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3B37" w:rsidRPr="00F12A19" w14:paraId="3D39C3E9" w14:textId="77777777" w:rsidTr="00FE4F66">
        <w:trPr>
          <w:trHeight w:val="408"/>
        </w:trPr>
        <w:tc>
          <w:tcPr>
            <w:tcW w:w="3689" w:type="pct"/>
          </w:tcPr>
          <w:p w14:paraId="5FCBAD6D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ส่วนแบ่งขาดทุนสุทธิจากเงินลงทุนในการร่วมค้า</w:t>
            </w:r>
          </w:p>
        </w:tc>
        <w:tc>
          <w:tcPr>
            <w:tcW w:w="583" w:type="pct"/>
            <w:shd w:val="clear" w:color="auto" w:fill="auto"/>
          </w:tcPr>
          <w:p w14:paraId="23C91F5E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5C51AC8" w14:textId="77777777" w:rsidR="00443B37" w:rsidRPr="00F12A19" w:rsidRDefault="00443B37" w:rsidP="00FE4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25A16F5B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0.79</w:t>
            </w:r>
          </w:p>
        </w:tc>
      </w:tr>
      <w:tr w:rsidR="00443B37" w:rsidRPr="00F12A19" w14:paraId="633EEDCB" w14:textId="77777777" w:rsidTr="00FE4F66">
        <w:trPr>
          <w:trHeight w:val="408"/>
        </w:trPr>
        <w:tc>
          <w:tcPr>
            <w:tcW w:w="3689" w:type="pct"/>
          </w:tcPr>
          <w:p w14:paraId="6C1D90EB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กลับรายการส่วนแบ่งขาดทุนสุทธิจากเงินลงทุน</w:t>
            </w:r>
          </w:p>
        </w:tc>
        <w:tc>
          <w:tcPr>
            <w:tcW w:w="583" w:type="pct"/>
          </w:tcPr>
          <w:p w14:paraId="454D67F4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4599DABA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2" w:type="pct"/>
          </w:tcPr>
          <w:p w14:paraId="3A68D84E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43B37" w:rsidRPr="00F12A19" w14:paraId="0160D549" w14:textId="77777777" w:rsidTr="00FE4F66">
        <w:trPr>
          <w:trHeight w:val="408"/>
        </w:trPr>
        <w:tc>
          <w:tcPr>
            <w:tcW w:w="3689" w:type="pct"/>
          </w:tcPr>
          <w:p w14:paraId="00356D33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14:paraId="1CAAF8F3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61D3753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09E06A76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(0.79)</w:t>
            </w:r>
          </w:p>
        </w:tc>
      </w:tr>
      <w:tr w:rsidR="00443B37" w:rsidRPr="00F12A19" w14:paraId="55A40550" w14:textId="77777777" w:rsidTr="00FE4F66">
        <w:trPr>
          <w:trHeight w:val="408"/>
        </w:trPr>
        <w:tc>
          <w:tcPr>
            <w:tcW w:w="3689" w:type="pct"/>
          </w:tcPr>
          <w:p w14:paraId="7AE30FA2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73DBA9F1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D13841A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00BFB589" w14:textId="77777777" w:rsidR="00443B37" w:rsidRPr="00F12A19" w:rsidRDefault="00443B37" w:rsidP="00FE4F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37DF2859" w14:textId="77777777" w:rsidR="00F624BE" w:rsidRPr="00F12A19" w:rsidRDefault="00F624B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</w:p>
    <w:p w14:paraId="362E4E08" w14:textId="77777777" w:rsidR="00443B37" w:rsidRPr="00F12A19" w:rsidRDefault="00443B37" w:rsidP="00443B3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12A19">
        <w:rPr>
          <w:rFonts w:ascii="Angsana New" w:hAnsi="Angsana New" w:hint="cs"/>
          <w:i/>
          <w:iCs/>
          <w:sz w:val="30"/>
          <w:szCs w:val="30"/>
          <w:cs/>
        </w:rPr>
        <w:t>การจัดประเภทจากเงินลงทุนในการร่วมค้าเป็นเงินลงทุนในบริษัทร่วม</w:t>
      </w:r>
    </w:p>
    <w:p w14:paraId="2974648C" w14:textId="77777777" w:rsidR="00443B37" w:rsidRPr="00F12A19" w:rsidRDefault="00443B37" w:rsidP="00443B3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9D6817" w14:textId="714207F4" w:rsidR="00443B37" w:rsidRPr="00F12A19" w:rsidRDefault="00443B37" w:rsidP="00443B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F12A19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F12A19">
        <w:rPr>
          <w:rFonts w:ascii="Angsana New" w:hAnsi="Angsana New"/>
          <w:sz w:val="30"/>
          <w:szCs w:val="30"/>
        </w:rPr>
        <w:t xml:space="preserve">2563 </w:t>
      </w:r>
      <w:r w:rsidRPr="00F12A19">
        <w:rPr>
          <w:rFonts w:ascii="Angsana New" w:hAnsi="Angsana New" w:hint="cs"/>
          <w:sz w:val="30"/>
          <w:szCs w:val="30"/>
          <w:cs/>
        </w:rPr>
        <w:t>บริษัท เซ็นทรัลพัฒนา จำกัด (มหาชน) ได้อำนาจในการควบคุมบริษัท เบย์วอเตอร์ จำกัด จาก</w:t>
      </w:r>
      <w:r w:rsidRPr="00F12A19">
        <w:rPr>
          <w:rFonts w:ascii="Angsana New" w:hAnsi="Angsana New"/>
          <w:sz w:val="30"/>
          <w:szCs w:val="30"/>
          <w:cs/>
        </w:rPr>
        <w:br/>
      </w:r>
      <w:r w:rsidRPr="00F12A19">
        <w:rPr>
          <w:rFonts w:ascii="Angsana New" w:hAnsi="Angsana New" w:hint="cs"/>
          <w:sz w:val="30"/>
          <w:szCs w:val="30"/>
          <w:cs/>
        </w:rPr>
        <w:t>การซื้อหุ้นจากบริษัท บีทีเอส กรุ๊ป โฮลดิ้งส์ จำกัด (มหาชน)</w:t>
      </w:r>
      <w:r w:rsidRPr="00F12A19">
        <w:rPr>
          <w:rFonts w:ascii="Angsana New" w:hAnsi="Angsana New"/>
          <w:sz w:val="30"/>
          <w:szCs w:val="30"/>
        </w:rPr>
        <w:t xml:space="preserve"> </w:t>
      </w:r>
      <w:r w:rsidRPr="00F12A19">
        <w:rPr>
          <w:rFonts w:ascii="Angsana New" w:hAnsi="Angsana New" w:hint="cs"/>
          <w:sz w:val="30"/>
          <w:szCs w:val="30"/>
          <w:cs/>
        </w:rPr>
        <w:t>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เป็นเงินลงทุนในบริษัทร่วมทางอ้อม</w:t>
      </w:r>
    </w:p>
    <w:p w14:paraId="3C3C0D1D" w14:textId="77777777" w:rsidR="00443B37" w:rsidRPr="00F12A19" w:rsidRDefault="00443B3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</w:p>
    <w:p w14:paraId="01AB803C" w14:textId="34AF1817" w:rsidR="00443B37" w:rsidRPr="00F12A19" w:rsidRDefault="00443B3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sectPr w:rsidR="00443B37" w:rsidRPr="00F12A19" w:rsidSect="00CA0E9E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4"/>
          <w:cols w:space="720"/>
          <w:docGrid w:linePitch="245"/>
        </w:sectPr>
      </w:pPr>
    </w:p>
    <w:tbl>
      <w:tblPr>
        <w:tblW w:w="1498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39"/>
        <w:gridCol w:w="1619"/>
        <w:gridCol w:w="497"/>
        <w:gridCol w:w="10"/>
        <w:gridCol w:w="1005"/>
        <w:gridCol w:w="360"/>
        <w:gridCol w:w="203"/>
        <w:gridCol w:w="193"/>
        <w:gridCol w:w="443"/>
        <w:gridCol w:w="197"/>
        <w:gridCol w:w="50"/>
        <w:gridCol w:w="193"/>
        <w:gridCol w:w="583"/>
        <w:gridCol w:w="197"/>
        <w:gridCol w:w="108"/>
        <w:gridCol w:w="189"/>
        <w:gridCol w:w="461"/>
        <w:gridCol w:w="200"/>
        <w:gridCol w:w="140"/>
        <w:gridCol w:w="193"/>
        <w:gridCol w:w="430"/>
        <w:gridCol w:w="200"/>
        <w:gridCol w:w="212"/>
        <w:gridCol w:w="197"/>
        <w:gridCol w:w="489"/>
        <w:gridCol w:w="200"/>
        <w:gridCol w:w="160"/>
        <w:gridCol w:w="190"/>
        <w:gridCol w:w="440"/>
        <w:gridCol w:w="181"/>
        <w:gridCol w:w="25"/>
        <w:gridCol w:w="193"/>
        <w:gridCol w:w="594"/>
        <w:gridCol w:w="155"/>
        <w:gridCol w:w="48"/>
        <w:gridCol w:w="148"/>
        <w:gridCol w:w="850"/>
        <w:gridCol w:w="106"/>
        <w:gridCol w:w="83"/>
        <w:gridCol w:w="98"/>
        <w:gridCol w:w="737"/>
        <w:gridCol w:w="22"/>
        <w:gridCol w:w="175"/>
        <w:gridCol w:w="14"/>
        <w:gridCol w:w="661"/>
        <w:gridCol w:w="120"/>
        <w:gridCol w:w="87"/>
        <w:gridCol w:w="785"/>
      </w:tblGrid>
      <w:tr w:rsidR="00D73D60" w:rsidRPr="00F12A19" w14:paraId="4F1D2E96" w14:textId="77777777" w:rsidTr="0012370B">
        <w:trPr>
          <w:cantSplit/>
        </w:trPr>
        <w:tc>
          <w:tcPr>
            <w:tcW w:w="2160" w:type="dxa"/>
            <w:gridSpan w:val="2"/>
          </w:tcPr>
          <w:p w14:paraId="7EFABD65" w14:textId="77777777" w:rsidR="00D73D60" w:rsidRPr="00F12A19" w:rsidRDefault="00D73D60" w:rsidP="00CE7DFF">
            <w:pPr>
              <w:pStyle w:val="acctmergecolhdg"/>
              <w:tabs>
                <w:tab w:val="left" w:pos="121"/>
                <w:tab w:val="left" w:pos="720"/>
              </w:tabs>
              <w:spacing w:line="360" w:lineRule="exact"/>
              <w:ind w:right="-68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gridSpan w:val="3"/>
          </w:tcPr>
          <w:p w14:paraId="7440CDFD" w14:textId="77777777" w:rsidR="00D73D60" w:rsidRPr="00F12A19" w:rsidRDefault="00D73D60" w:rsidP="00CE7DFF">
            <w:pPr>
              <w:pStyle w:val="acctmergecolhdg"/>
              <w:tabs>
                <w:tab w:val="left" w:pos="121"/>
                <w:tab w:val="left" w:pos="720"/>
              </w:tabs>
              <w:spacing w:line="360" w:lineRule="exact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639" w:type="dxa"/>
            <w:gridSpan w:val="7"/>
          </w:tcPr>
          <w:p w14:paraId="752B5E50" w14:textId="77777777" w:rsidR="00D73D60" w:rsidRPr="00F12A19" w:rsidRDefault="00D73D60" w:rsidP="00CE7DFF">
            <w:pPr>
              <w:pStyle w:val="acctmergecolhdg"/>
              <w:tabs>
                <w:tab w:val="left" w:pos="121"/>
                <w:tab w:val="left" w:pos="720"/>
              </w:tabs>
              <w:spacing w:line="360" w:lineRule="exact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669" w:type="dxa"/>
            <w:gridSpan w:val="36"/>
          </w:tcPr>
          <w:p w14:paraId="1BCE2990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  <w:rtl/>
                <w:cs/>
              </w:rPr>
              <w:t xml:space="preserve"> </w:t>
            </w:r>
          </w:p>
        </w:tc>
      </w:tr>
      <w:tr w:rsidR="00E12DF5" w:rsidRPr="00F12A19" w14:paraId="7E7B5BC9" w14:textId="77777777" w:rsidTr="0012370B">
        <w:trPr>
          <w:cantSplit/>
        </w:trPr>
        <w:tc>
          <w:tcPr>
            <w:tcW w:w="2160" w:type="dxa"/>
            <w:gridSpan w:val="2"/>
          </w:tcPr>
          <w:p w14:paraId="0B30A178" w14:textId="77777777" w:rsidR="00E12DF5" w:rsidRPr="00F12A19" w:rsidRDefault="00E12DF5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63AF355C" w14:textId="77777777" w:rsidR="00E12DF5" w:rsidRPr="00F12A19" w:rsidRDefault="00E12DF5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6" w:type="dxa"/>
            <w:gridSpan w:val="6"/>
          </w:tcPr>
          <w:p w14:paraId="539EF02C" w14:textId="77777777" w:rsidR="00E12DF5" w:rsidRPr="00F12A19" w:rsidRDefault="00E12DF5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3" w:type="dxa"/>
          </w:tcPr>
          <w:p w14:paraId="1370BB74" w14:textId="77777777" w:rsidR="00E12DF5" w:rsidRPr="00F12A19" w:rsidRDefault="00E12DF5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78" w:type="dxa"/>
            <w:gridSpan w:val="7"/>
          </w:tcPr>
          <w:p w14:paraId="66D40118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6E3AD925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7"/>
          </w:tcPr>
          <w:p w14:paraId="62A96211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1724094F" w14:textId="77777777" w:rsidR="00E12DF5" w:rsidRPr="00F12A19" w:rsidRDefault="00E12DF5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588" w:type="dxa"/>
            <w:gridSpan w:val="6"/>
          </w:tcPr>
          <w:p w14:paraId="5C85DB16" w14:textId="77777777" w:rsidR="00E12DF5" w:rsidRPr="00F12A19" w:rsidRDefault="00E12DF5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1632CE76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96" w:type="dxa"/>
            <w:gridSpan w:val="6"/>
          </w:tcPr>
          <w:p w14:paraId="362734D2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ind w:left="-116" w:right="-126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19223FB9" w14:textId="77777777" w:rsidR="00E12DF5" w:rsidRPr="00F12A19" w:rsidRDefault="00E12DF5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651" w:type="dxa"/>
            <w:gridSpan w:val="4"/>
          </w:tcPr>
          <w:p w14:paraId="51F3511B" w14:textId="08F0B47A" w:rsidR="00E12DF5" w:rsidRPr="00F12A19" w:rsidRDefault="00E12DF5" w:rsidP="00E12DF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  <w:r w:rsidRPr="00F12A1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สำหรับ</w:t>
            </w:r>
          </w:p>
        </w:tc>
      </w:tr>
      <w:tr w:rsidR="00D73D60" w:rsidRPr="00F12A19" w14:paraId="1EBBD7F3" w14:textId="77777777" w:rsidTr="0012370B">
        <w:trPr>
          <w:cantSplit/>
        </w:trPr>
        <w:tc>
          <w:tcPr>
            <w:tcW w:w="2160" w:type="dxa"/>
            <w:gridSpan w:val="2"/>
          </w:tcPr>
          <w:p w14:paraId="2D910FF4" w14:textId="77777777" w:rsidR="00D73D60" w:rsidRPr="00F12A19" w:rsidRDefault="00D73D60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5E627069" w14:textId="77777777" w:rsidR="00D73D60" w:rsidRPr="00F12A19" w:rsidRDefault="00D73D60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17F5679" w14:textId="77777777" w:rsidR="00D73D60" w:rsidRPr="00F12A19" w:rsidRDefault="00D73D60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446" w:type="dxa"/>
            <w:gridSpan w:val="6"/>
          </w:tcPr>
          <w:p w14:paraId="60F48BAE" w14:textId="77777777" w:rsidR="00D73D60" w:rsidRPr="00F12A19" w:rsidRDefault="00D73D60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สัดส่วนความเป็นเจ้าของ</w:t>
            </w:r>
          </w:p>
        </w:tc>
        <w:tc>
          <w:tcPr>
            <w:tcW w:w="193" w:type="dxa"/>
          </w:tcPr>
          <w:p w14:paraId="209F71A2" w14:textId="77777777" w:rsidR="00D73D60" w:rsidRPr="00F12A19" w:rsidRDefault="00D73D60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78" w:type="dxa"/>
            <w:gridSpan w:val="7"/>
          </w:tcPr>
          <w:p w14:paraId="1BF55D01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EFDA204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3" w:type="dxa"/>
          </w:tcPr>
          <w:p w14:paraId="533D4533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7"/>
          </w:tcPr>
          <w:p w14:paraId="0F46EF92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F61803E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90" w:type="dxa"/>
          </w:tcPr>
          <w:p w14:paraId="4A8199F2" w14:textId="77777777" w:rsidR="00D73D60" w:rsidRPr="00F12A19" w:rsidRDefault="00D73D60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588" w:type="dxa"/>
            <w:gridSpan w:val="6"/>
          </w:tcPr>
          <w:p w14:paraId="68FBC76E" w14:textId="77777777" w:rsidR="00D73D60" w:rsidRPr="00F12A19" w:rsidRDefault="00D73D60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1E1EC418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6" w:type="dxa"/>
            <w:gridSpan w:val="2"/>
          </w:tcPr>
          <w:p w14:paraId="1D558D3C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96" w:type="dxa"/>
            <w:gridSpan w:val="6"/>
          </w:tcPr>
          <w:p w14:paraId="7617F955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ind w:left="-116" w:right="-126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มูลค่ายุติธรรมสำหรับหลักทรัพย์จดทะเบียน ฯ</w:t>
            </w:r>
          </w:p>
        </w:tc>
        <w:tc>
          <w:tcPr>
            <w:tcW w:w="189" w:type="dxa"/>
            <w:gridSpan w:val="2"/>
          </w:tcPr>
          <w:p w14:paraId="10C5171C" w14:textId="77777777" w:rsidR="00D73D60" w:rsidRPr="00F12A19" w:rsidRDefault="00D73D60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651" w:type="dxa"/>
            <w:gridSpan w:val="4"/>
          </w:tcPr>
          <w:p w14:paraId="476C3F0E" w14:textId="1E7EBF61" w:rsidR="00D73D60" w:rsidRPr="00F12A19" w:rsidRDefault="00E12DF5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CE7DFF" w:rsidRPr="00F12A19" w14:paraId="01393CBB" w14:textId="77777777" w:rsidTr="0012370B">
        <w:trPr>
          <w:cantSplit/>
        </w:trPr>
        <w:tc>
          <w:tcPr>
            <w:tcW w:w="2160" w:type="dxa"/>
            <w:gridSpan w:val="2"/>
          </w:tcPr>
          <w:p w14:paraId="18AE638D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ind w:right="-6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752DE2C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7EEDD75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7C61BBDD" w14:textId="3487E712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93" w:type="dxa"/>
            <w:vAlign w:val="center"/>
          </w:tcPr>
          <w:p w14:paraId="4C7109E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27954C5E" w14:textId="621257B8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93" w:type="dxa"/>
          </w:tcPr>
          <w:p w14:paraId="259F7224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  <w:vAlign w:val="center"/>
          </w:tcPr>
          <w:p w14:paraId="084A863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70EA8732" w14:textId="2E0ABA41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89" w:type="dxa"/>
            <w:vAlign w:val="center"/>
          </w:tcPr>
          <w:p w14:paraId="70518B3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  <w:vAlign w:val="center"/>
          </w:tcPr>
          <w:p w14:paraId="03578997" w14:textId="6C9808C8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93" w:type="dxa"/>
          </w:tcPr>
          <w:p w14:paraId="50462505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  <w:vAlign w:val="center"/>
          </w:tcPr>
          <w:p w14:paraId="3210F6C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2E070F61" w14:textId="4FD7EC89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97" w:type="dxa"/>
            <w:vAlign w:val="center"/>
          </w:tcPr>
          <w:p w14:paraId="5FE5B88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vAlign w:val="center"/>
          </w:tcPr>
          <w:p w14:paraId="0AE601E5" w14:textId="299A1F1C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90" w:type="dxa"/>
          </w:tcPr>
          <w:p w14:paraId="34E36DA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46" w:type="dxa"/>
            <w:gridSpan w:val="3"/>
            <w:vAlign w:val="center"/>
          </w:tcPr>
          <w:p w14:paraId="7219CD3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13F29A1B" w14:textId="62E3C825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93" w:type="dxa"/>
            <w:vAlign w:val="center"/>
          </w:tcPr>
          <w:p w14:paraId="5D0EA9A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vAlign w:val="center"/>
          </w:tcPr>
          <w:p w14:paraId="168EDC63" w14:textId="578220C3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96" w:type="dxa"/>
            <w:gridSpan w:val="2"/>
          </w:tcPr>
          <w:p w14:paraId="01A97359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BD53C7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5CBAC558" w14:textId="5E7C7AF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89" w:type="dxa"/>
            <w:gridSpan w:val="2"/>
            <w:vAlign w:val="center"/>
          </w:tcPr>
          <w:p w14:paraId="04319AA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7E071497" w14:textId="68862D3F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9" w:type="dxa"/>
            <w:gridSpan w:val="2"/>
          </w:tcPr>
          <w:p w14:paraId="70ADE4D5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1" w:type="dxa"/>
            <w:vAlign w:val="center"/>
          </w:tcPr>
          <w:p w14:paraId="059A3F85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5A30A282" w14:textId="0983966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207" w:type="dxa"/>
            <w:gridSpan w:val="2"/>
            <w:vAlign w:val="center"/>
          </w:tcPr>
          <w:p w14:paraId="16D73B0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  <w:vAlign w:val="center"/>
          </w:tcPr>
          <w:p w14:paraId="5A015C27" w14:textId="3DD90E86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="00E12DF5"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</w:tr>
      <w:tr w:rsidR="00CE7DFF" w:rsidRPr="00F12A19" w14:paraId="05B5B012" w14:textId="77777777" w:rsidTr="0012370B">
        <w:trPr>
          <w:cantSplit/>
        </w:trPr>
        <w:tc>
          <w:tcPr>
            <w:tcW w:w="2160" w:type="dxa"/>
            <w:gridSpan w:val="2"/>
          </w:tcPr>
          <w:p w14:paraId="27585348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ind w:right="-6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027FA80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765D06B3" w14:textId="2C2D3163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93" w:type="dxa"/>
            <w:vAlign w:val="center"/>
          </w:tcPr>
          <w:p w14:paraId="69D7072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dxa"/>
            <w:gridSpan w:val="3"/>
            <w:vAlign w:val="center"/>
          </w:tcPr>
          <w:p w14:paraId="793A32F7" w14:textId="276D4F98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93" w:type="dxa"/>
          </w:tcPr>
          <w:p w14:paraId="48C218BA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  <w:vAlign w:val="center"/>
          </w:tcPr>
          <w:p w14:paraId="593B8018" w14:textId="518764C6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9" w:type="dxa"/>
            <w:vAlign w:val="center"/>
          </w:tcPr>
          <w:p w14:paraId="5AAE017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  <w:vAlign w:val="center"/>
          </w:tcPr>
          <w:p w14:paraId="607B2FE2" w14:textId="5C59D94C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93" w:type="dxa"/>
          </w:tcPr>
          <w:p w14:paraId="70E8E264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  <w:vAlign w:val="center"/>
          </w:tcPr>
          <w:p w14:paraId="314208BF" w14:textId="08963E2D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97" w:type="dxa"/>
            <w:vAlign w:val="center"/>
          </w:tcPr>
          <w:p w14:paraId="4D5648F3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vAlign w:val="center"/>
          </w:tcPr>
          <w:p w14:paraId="023969A6" w14:textId="3F211270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90" w:type="dxa"/>
          </w:tcPr>
          <w:p w14:paraId="6F96B0D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46" w:type="dxa"/>
            <w:gridSpan w:val="3"/>
            <w:vAlign w:val="center"/>
          </w:tcPr>
          <w:p w14:paraId="030AF00B" w14:textId="5EFAADFA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93" w:type="dxa"/>
            <w:vAlign w:val="center"/>
          </w:tcPr>
          <w:p w14:paraId="55A7889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vAlign w:val="center"/>
          </w:tcPr>
          <w:p w14:paraId="172F3A30" w14:textId="2D33DA6B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96" w:type="dxa"/>
            <w:gridSpan w:val="2"/>
          </w:tcPr>
          <w:p w14:paraId="09D7F232" w14:textId="77777777" w:rsidR="00CE7DFF" w:rsidRPr="00F12A19" w:rsidRDefault="00CE7DFF" w:rsidP="00CE7DFF">
            <w:pPr>
              <w:pStyle w:val="acctmergecolhdg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C7328D4" w14:textId="75B5DDE5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9" w:type="dxa"/>
            <w:gridSpan w:val="2"/>
            <w:vAlign w:val="center"/>
          </w:tcPr>
          <w:p w14:paraId="28F21D7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6B622165" w14:textId="10D08E46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9" w:type="dxa"/>
            <w:gridSpan w:val="2"/>
          </w:tcPr>
          <w:p w14:paraId="2EA8097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1" w:type="dxa"/>
            <w:vAlign w:val="center"/>
          </w:tcPr>
          <w:p w14:paraId="7F80EC87" w14:textId="43DC0B3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207" w:type="dxa"/>
            <w:gridSpan w:val="2"/>
            <w:vAlign w:val="center"/>
          </w:tcPr>
          <w:p w14:paraId="0FFEFB5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  <w:vAlign w:val="center"/>
          </w:tcPr>
          <w:p w14:paraId="43FE1698" w14:textId="047C63F5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</w:tr>
      <w:tr w:rsidR="00CE7DFF" w:rsidRPr="00F12A19" w14:paraId="05FD23C7" w14:textId="77777777" w:rsidTr="0012370B">
        <w:trPr>
          <w:cantSplit/>
        </w:trPr>
        <w:tc>
          <w:tcPr>
            <w:tcW w:w="2160" w:type="dxa"/>
            <w:gridSpan w:val="2"/>
          </w:tcPr>
          <w:p w14:paraId="263056C4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12" w:type="dxa"/>
            <w:gridSpan w:val="3"/>
          </w:tcPr>
          <w:p w14:paraId="277D67D5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46" w:type="dxa"/>
            <w:gridSpan w:val="6"/>
          </w:tcPr>
          <w:p w14:paraId="11052CED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93" w:type="dxa"/>
          </w:tcPr>
          <w:p w14:paraId="0E992BB6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669" w:type="dxa"/>
            <w:gridSpan w:val="36"/>
          </w:tcPr>
          <w:p w14:paraId="252E8DA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E7DFF" w:rsidRPr="00F12A19" w14:paraId="3A4CFED8" w14:textId="77777777" w:rsidTr="0012370B">
        <w:trPr>
          <w:cantSplit/>
        </w:trPr>
        <w:tc>
          <w:tcPr>
            <w:tcW w:w="2160" w:type="dxa"/>
            <w:gridSpan w:val="2"/>
          </w:tcPr>
          <w:p w14:paraId="5B52302E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512" w:type="dxa"/>
            <w:gridSpan w:val="3"/>
          </w:tcPr>
          <w:p w14:paraId="7B0F38F6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63" w:type="dxa"/>
            <w:gridSpan w:val="2"/>
          </w:tcPr>
          <w:p w14:paraId="120936EC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3" w:type="dxa"/>
          </w:tcPr>
          <w:p w14:paraId="068CB176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5E80B868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3" w:type="dxa"/>
          </w:tcPr>
          <w:p w14:paraId="0B2F64FF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34423DB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9" w:type="dxa"/>
          </w:tcPr>
          <w:p w14:paraId="6C4750DA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06F5A93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19688928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5A627A8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" w:type="dxa"/>
          </w:tcPr>
          <w:p w14:paraId="0F037353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126BE84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0" w:type="dxa"/>
          </w:tcPr>
          <w:p w14:paraId="50BBD82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46" w:type="dxa"/>
            <w:gridSpan w:val="3"/>
          </w:tcPr>
          <w:p w14:paraId="5160CFA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0A0BE276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04FB8EB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6" w:type="dxa"/>
            <w:gridSpan w:val="2"/>
          </w:tcPr>
          <w:p w14:paraId="419E4DF5" w14:textId="77777777" w:rsidR="00CE7DFF" w:rsidRPr="00F12A19" w:rsidRDefault="00CE7DFF" w:rsidP="00CE7DFF">
            <w:pPr>
              <w:pStyle w:val="acctfourfigures"/>
              <w:tabs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0" w:type="dxa"/>
          </w:tcPr>
          <w:p w14:paraId="71217D2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9" w:type="dxa"/>
            <w:gridSpan w:val="2"/>
          </w:tcPr>
          <w:p w14:paraId="2CCC2B0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2F9A580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9" w:type="dxa"/>
            <w:gridSpan w:val="2"/>
          </w:tcPr>
          <w:p w14:paraId="4F2F9A6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1" w:type="dxa"/>
          </w:tcPr>
          <w:p w14:paraId="7043FC9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" w:type="dxa"/>
            <w:gridSpan w:val="2"/>
          </w:tcPr>
          <w:p w14:paraId="7B3D56F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</w:tcPr>
          <w:p w14:paraId="7B3EFBC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E7DFF" w:rsidRPr="00F12A19" w14:paraId="279E6FBA" w14:textId="77777777" w:rsidTr="0012370B">
        <w:trPr>
          <w:cantSplit/>
        </w:trPr>
        <w:tc>
          <w:tcPr>
            <w:tcW w:w="2160" w:type="dxa"/>
            <w:gridSpan w:val="2"/>
          </w:tcPr>
          <w:p w14:paraId="36D97551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ทรัสต์เพื่อการลงทุน</w:t>
            </w:r>
          </w:p>
        </w:tc>
        <w:tc>
          <w:tcPr>
            <w:tcW w:w="1512" w:type="dxa"/>
            <w:gridSpan w:val="3"/>
          </w:tcPr>
          <w:p w14:paraId="4F767DE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563" w:type="dxa"/>
            <w:gridSpan w:val="2"/>
          </w:tcPr>
          <w:p w14:paraId="0FC8690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1671D2D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27B141E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563A8B5E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1F017B6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16E8DC1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7E51245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09ED1034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66935DA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3E7CA370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4E96DC6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0C911CC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360ABAB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54A9DAF1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13412EF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46B2696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0" w:type="dxa"/>
          </w:tcPr>
          <w:p w14:paraId="45837C4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6044598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392C96A5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7E9C0DA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43C4DE7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72966AF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</w:tcPr>
          <w:p w14:paraId="0F93793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CE7DFF" w:rsidRPr="00F12A19" w14:paraId="1901C642" w14:textId="77777777" w:rsidTr="0012370B">
        <w:trPr>
          <w:cantSplit/>
        </w:trPr>
        <w:tc>
          <w:tcPr>
            <w:tcW w:w="2160" w:type="dxa"/>
            <w:gridSpan w:val="2"/>
          </w:tcPr>
          <w:p w14:paraId="0430FB41" w14:textId="77777777" w:rsidR="00CE7DFF" w:rsidRPr="00F12A19" w:rsidRDefault="00CE7DFF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ในสิทธิการเช่า</w:t>
            </w:r>
          </w:p>
        </w:tc>
        <w:tc>
          <w:tcPr>
            <w:tcW w:w="1512" w:type="dxa"/>
            <w:gridSpan w:val="3"/>
          </w:tcPr>
          <w:p w14:paraId="6623A76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563" w:type="dxa"/>
            <w:gridSpan w:val="2"/>
          </w:tcPr>
          <w:p w14:paraId="00DB175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701BC33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741D07E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18C5C02E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756A5749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0BA37CAA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19F2440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7E2871D8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70A4593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6C00570B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641831C3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0F39EDE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3C690F5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257D39B8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501C108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5FB2C5DC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0" w:type="dxa"/>
          </w:tcPr>
          <w:p w14:paraId="685D795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6503DD95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6058901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409BCE7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344B9EF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541E425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</w:tcPr>
          <w:p w14:paraId="27E50BC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CE7DFF" w:rsidRPr="00F12A19" w14:paraId="1593B902" w14:textId="77777777" w:rsidTr="0012370B">
        <w:trPr>
          <w:cantSplit/>
        </w:trPr>
        <w:tc>
          <w:tcPr>
            <w:tcW w:w="2160" w:type="dxa"/>
            <w:gridSpan w:val="2"/>
          </w:tcPr>
          <w:p w14:paraId="741F9A34" w14:textId="77777777" w:rsidR="00CE7DFF" w:rsidRPr="00F12A19" w:rsidRDefault="00CE7DFF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อสังหาริมทรัพย์ </w:t>
            </w:r>
          </w:p>
        </w:tc>
        <w:tc>
          <w:tcPr>
            <w:tcW w:w="1512" w:type="dxa"/>
            <w:gridSpan w:val="3"/>
          </w:tcPr>
          <w:p w14:paraId="7B6BC0FC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3" w:type="dxa"/>
            <w:gridSpan w:val="2"/>
          </w:tcPr>
          <w:p w14:paraId="6FD78CBD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3B3F1EFA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7F944172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759FB071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0A40CCF9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730431EA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02FBC676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0FF95870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6BC283A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20425D2A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2CFCDB8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7B7E26D3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31A45E9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09CEB7E2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5A70FC7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3B92573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829C295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751ABEE5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1E1A3F45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6FF9F91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63D56B4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0D80612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111CB68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CE7DFF" w:rsidRPr="00F12A19" w14:paraId="22A4F7CE" w14:textId="77777777" w:rsidTr="0012370B">
        <w:trPr>
          <w:cantSplit/>
        </w:trPr>
        <w:tc>
          <w:tcPr>
            <w:tcW w:w="2160" w:type="dxa"/>
            <w:gridSpan w:val="2"/>
          </w:tcPr>
          <w:p w14:paraId="5F2D3247" w14:textId="77777777" w:rsidR="00CE7DFF" w:rsidRPr="00F12A19" w:rsidRDefault="00CE7DFF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อาคารสำนักงานจีแลนด์</w:t>
            </w:r>
          </w:p>
        </w:tc>
        <w:tc>
          <w:tcPr>
            <w:tcW w:w="1512" w:type="dxa"/>
            <w:gridSpan w:val="3"/>
          </w:tcPr>
          <w:p w14:paraId="63EEC29B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</w:t>
            </w:r>
          </w:p>
        </w:tc>
        <w:tc>
          <w:tcPr>
            <w:tcW w:w="563" w:type="dxa"/>
            <w:gridSpan w:val="2"/>
          </w:tcPr>
          <w:p w14:paraId="59AC94F7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4CDBADB5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22A3DAC3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030C34CC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0652344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1AAD3EAD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034A2F0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4FFA24D9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4A64751C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0AED84EC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55110BB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09FBCF0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1C427EC3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3E05C74C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7EBB7AE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79662CDB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FD3B80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5847E917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59C5FD8E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1B9D278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7701171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7FDFB30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43E4267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CE7DFF" w:rsidRPr="00F12A19" w14:paraId="4F48AD61" w14:textId="77777777" w:rsidTr="0012370B">
        <w:trPr>
          <w:cantSplit/>
        </w:trPr>
        <w:tc>
          <w:tcPr>
            <w:tcW w:w="2160" w:type="dxa"/>
            <w:gridSpan w:val="2"/>
          </w:tcPr>
          <w:p w14:paraId="2DC35960" w14:textId="77777777" w:rsidR="00CE7DFF" w:rsidRPr="00F12A19" w:rsidRDefault="00CE7DFF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(อยู่ระหว่างชำระบัญชี)</w:t>
            </w:r>
          </w:p>
        </w:tc>
        <w:tc>
          <w:tcPr>
            <w:tcW w:w="1512" w:type="dxa"/>
            <w:gridSpan w:val="3"/>
          </w:tcPr>
          <w:p w14:paraId="3A4892EA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563" w:type="dxa"/>
            <w:gridSpan w:val="2"/>
          </w:tcPr>
          <w:p w14:paraId="0D38E916" w14:textId="11D2A315" w:rsidR="00CE7DFF" w:rsidRPr="00F12A19" w:rsidRDefault="00703B37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93" w:type="dxa"/>
          </w:tcPr>
          <w:p w14:paraId="5B52AECF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0E090F6C" w14:textId="45406045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93" w:type="dxa"/>
          </w:tcPr>
          <w:p w14:paraId="0CA15C02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25536DED" w14:textId="506DE6CE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</w:p>
        </w:tc>
        <w:tc>
          <w:tcPr>
            <w:tcW w:w="189" w:type="dxa"/>
          </w:tcPr>
          <w:p w14:paraId="0CACF597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6256692F" w14:textId="3531CE48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93" w:type="dxa"/>
          </w:tcPr>
          <w:p w14:paraId="280E2D48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42EBEAA3" w14:textId="3D4B54A5" w:rsidR="00CE7DFF" w:rsidRPr="00F12A19" w:rsidRDefault="00703B37" w:rsidP="00CE7DFF">
            <w:pPr>
              <w:pStyle w:val="acctfourfigures"/>
              <w:tabs>
                <w:tab w:val="clear" w:pos="765"/>
                <w:tab w:val="decimal" w:pos="560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0.</w:t>
            </w:r>
            <w:r w:rsidR="00632DEC"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09</w:t>
            </w:r>
          </w:p>
        </w:tc>
        <w:tc>
          <w:tcPr>
            <w:tcW w:w="197" w:type="dxa"/>
          </w:tcPr>
          <w:p w14:paraId="6F9553F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4EC41CE0" w14:textId="05FABCD5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0.</w:t>
            </w:r>
            <w:r w:rsidR="00632DEC"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09</w:t>
            </w:r>
          </w:p>
        </w:tc>
        <w:tc>
          <w:tcPr>
            <w:tcW w:w="190" w:type="dxa"/>
          </w:tcPr>
          <w:p w14:paraId="5494A2E7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653A567A" w14:textId="12511868" w:rsidR="00CE7DFF" w:rsidRPr="00F12A19" w:rsidRDefault="00703B37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632DEC"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.11</w:t>
            </w:r>
          </w:p>
        </w:tc>
        <w:tc>
          <w:tcPr>
            <w:tcW w:w="193" w:type="dxa"/>
          </w:tcPr>
          <w:p w14:paraId="0A146901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4C0D074E" w14:textId="346E7CAF" w:rsidR="00CE7DFF" w:rsidRPr="00F12A19" w:rsidRDefault="00CE7DFF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632DEC"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.11</w:t>
            </w:r>
          </w:p>
        </w:tc>
        <w:tc>
          <w:tcPr>
            <w:tcW w:w="196" w:type="dxa"/>
            <w:gridSpan w:val="2"/>
          </w:tcPr>
          <w:p w14:paraId="2ADE212A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6AB1C54" w14:textId="1294A505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9" w:type="dxa"/>
            <w:gridSpan w:val="2"/>
          </w:tcPr>
          <w:p w14:paraId="0D6A94B7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4CD7EDEC" w14:textId="571C35A9" w:rsidR="00CE7DFF" w:rsidRPr="00F12A19" w:rsidRDefault="00CE7DFF" w:rsidP="00CE7DFF">
            <w:pPr>
              <w:pStyle w:val="acctfourfigures"/>
              <w:tabs>
                <w:tab w:val="clear" w:pos="765"/>
                <w:tab w:val="decimal" w:pos="514"/>
              </w:tabs>
              <w:spacing w:line="360" w:lineRule="exact"/>
              <w:ind w:left="-79" w:right="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9" w:type="dxa"/>
            <w:gridSpan w:val="2"/>
          </w:tcPr>
          <w:p w14:paraId="12CF4E7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36026CB2" w14:textId="24A8DEB7" w:rsidR="00CE7DFF" w:rsidRPr="00F12A19" w:rsidRDefault="00703B37" w:rsidP="00703B37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7" w:type="dxa"/>
            <w:gridSpan w:val="2"/>
          </w:tcPr>
          <w:p w14:paraId="1610C25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1BFCE0CC" w14:textId="19167948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308</w:t>
            </w:r>
          </w:p>
        </w:tc>
      </w:tr>
      <w:tr w:rsidR="00643A8D" w:rsidRPr="00F12A19" w14:paraId="3C203615" w14:textId="77777777" w:rsidTr="0012370B">
        <w:trPr>
          <w:cantSplit/>
        </w:trPr>
        <w:tc>
          <w:tcPr>
            <w:tcW w:w="2160" w:type="dxa"/>
            <w:gridSpan w:val="2"/>
          </w:tcPr>
          <w:p w14:paraId="7A2017A6" w14:textId="77777777" w:rsidR="00643A8D" w:rsidRPr="00F12A19" w:rsidRDefault="00643A8D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12" w:type="dxa"/>
            <w:gridSpan w:val="3"/>
          </w:tcPr>
          <w:p w14:paraId="3C383823" w14:textId="77777777" w:rsidR="00643A8D" w:rsidRPr="00F12A19" w:rsidRDefault="00643A8D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63" w:type="dxa"/>
            <w:gridSpan w:val="2"/>
          </w:tcPr>
          <w:p w14:paraId="53CE61DE" w14:textId="77777777" w:rsidR="00643A8D" w:rsidRPr="00F12A19" w:rsidRDefault="00643A8D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2F8D629B" w14:textId="77777777" w:rsidR="00643A8D" w:rsidRPr="00F12A19" w:rsidRDefault="00643A8D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5E0CAFCB" w14:textId="77777777" w:rsidR="00643A8D" w:rsidRPr="00F12A19" w:rsidRDefault="00643A8D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27C0F6A2" w14:textId="77777777" w:rsidR="00643A8D" w:rsidRPr="00F12A19" w:rsidRDefault="00643A8D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30C2704E" w14:textId="77777777" w:rsidR="00643A8D" w:rsidRPr="00F12A19" w:rsidRDefault="00643A8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2E5B36CE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7C5247D6" w14:textId="77777777" w:rsidR="00643A8D" w:rsidRPr="00F12A19" w:rsidRDefault="00643A8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7B9AD61F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7E156D5A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560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7" w:type="dxa"/>
          </w:tcPr>
          <w:p w14:paraId="17110CE9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0428F9D3" w14:textId="77777777" w:rsidR="00643A8D" w:rsidRPr="00F12A19" w:rsidRDefault="00643A8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</w:tcPr>
          <w:p w14:paraId="3304C974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59B12AA6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7CBE1564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23479D88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" w:type="dxa"/>
            <w:gridSpan w:val="2"/>
          </w:tcPr>
          <w:p w14:paraId="0D733C28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8D78487" w14:textId="77777777" w:rsidR="00643A8D" w:rsidRPr="00F12A19" w:rsidRDefault="00643A8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1F03F926" w14:textId="77777777" w:rsidR="00643A8D" w:rsidRPr="00F12A19" w:rsidRDefault="00643A8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7679F2EE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514"/>
              </w:tabs>
              <w:spacing w:line="360" w:lineRule="exact"/>
              <w:ind w:left="-79" w:right="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3F698348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4DDE2D82" w14:textId="77777777" w:rsidR="00643A8D" w:rsidRPr="00F12A19" w:rsidRDefault="00643A8D" w:rsidP="00703B37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5F84B196" w14:textId="77777777" w:rsidR="00643A8D" w:rsidRPr="00F12A19" w:rsidRDefault="00643A8D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009DADC6" w14:textId="77777777" w:rsidR="00643A8D" w:rsidRPr="00F12A19" w:rsidRDefault="00643A8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643A8D" w:rsidRPr="00F12A19" w14:paraId="421340E7" w14:textId="77777777" w:rsidTr="0012370B">
        <w:trPr>
          <w:cantSplit/>
        </w:trPr>
        <w:tc>
          <w:tcPr>
            <w:tcW w:w="3672" w:type="dxa"/>
            <w:gridSpan w:val="5"/>
          </w:tcPr>
          <w:p w14:paraId="4E28AD0F" w14:textId="77777777" w:rsidR="00643A8D" w:rsidRPr="00F12A19" w:rsidRDefault="00643A8D" w:rsidP="00FE4F66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บริษัทร่วม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(ถือหุ้นโดยบริษัทย่อย)</w:t>
            </w:r>
          </w:p>
        </w:tc>
        <w:tc>
          <w:tcPr>
            <w:tcW w:w="563" w:type="dxa"/>
            <w:gridSpan w:val="2"/>
          </w:tcPr>
          <w:p w14:paraId="0983F98F" w14:textId="77777777" w:rsidR="00643A8D" w:rsidRPr="00F12A19" w:rsidRDefault="00643A8D" w:rsidP="00FE4F66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3" w:type="dxa"/>
          </w:tcPr>
          <w:p w14:paraId="2709A603" w14:textId="77777777" w:rsidR="00643A8D" w:rsidRPr="00F12A19" w:rsidRDefault="00643A8D" w:rsidP="00FE4F66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38328A5F" w14:textId="77777777" w:rsidR="00643A8D" w:rsidRPr="00F12A19" w:rsidRDefault="00643A8D" w:rsidP="00FE4F66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3" w:type="dxa"/>
          </w:tcPr>
          <w:p w14:paraId="05F32AB8" w14:textId="77777777" w:rsidR="00643A8D" w:rsidRPr="00F12A19" w:rsidRDefault="00643A8D" w:rsidP="00FE4F66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5CBA7DE7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797CF56F" w14:textId="77777777" w:rsidR="00643A8D" w:rsidRPr="00F12A19" w:rsidRDefault="00643A8D" w:rsidP="00FE4F66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49E0A074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4978692B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42" w:type="dxa"/>
            <w:gridSpan w:val="3"/>
          </w:tcPr>
          <w:p w14:paraId="2B676718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38EAE0B5" w14:textId="77777777" w:rsidR="00643A8D" w:rsidRPr="00F12A19" w:rsidRDefault="00643A8D" w:rsidP="00FE4F66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25BB4331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0" w:type="dxa"/>
          </w:tcPr>
          <w:p w14:paraId="1C0D7490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4B3D6FE9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0EFB0EF2" w14:textId="77777777" w:rsidR="00643A8D" w:rsidRPr="00F12A19" w:rsidRDefault="00643A8D" w:rsidP="00FE4F66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50791076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gridSpan w:val="2"/>
          </w:tcPr>
          <w:p w14:paraId="4F7961B2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50" w:type="dxa"/>
          </w:tcPr>
          <w:p w14:paraId="7EA5D9E7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3BA576DE" w14:textId="77777777" w:rsidR="00643A8D" w:rsidRPr="00F12A19" w:rsidRDefault="00643A8D" w:rsidP="00FE4F66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55CDF78B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599E619E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661" w:type="dxa"/>
          </w:tcPr>
          <w:p w14:paraId="2C13C73C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0DCF24AA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83" w:type="dxa"/>
          </w:tcPr>
          <w:p w14:paraId="5EBE3565" w14:textId="77777777" w:rsidR="00643A8D" w:rsidRPr="00F12A19" w:rsidRDefault="00643A8D" w:rsidP="00FE4F6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CE7DFF" w:rsidRPr="00F12A19" w14:paraId="6B330791" w14:textId="77777777" w:rsidTr="0012370B">
        <w:trPr>
          <w:cantSplit/>
        </w:trPr>
        <w:tc>
          <w:tcPr>
            <w:tcW w:w="2160" w:type="dxa"/>
            <w:gridSpan w:val="2"/>
          </w:tcPr>
          <w:p w14:paraId="32302FB7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right="-6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F12A19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เบย์วอเตอร์</w:t>
            </w:r>
            <w:r w:rsidRPr="00F12A19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F12A19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จำกัด</w:t>
            </w:r>
          </w:p>
        </w:tc>
        <w:tc>
          <w:tcPr>
            <w:tcW w:w="1512" w:type="dxa"/>
            <w:gridSpan w:val="3"/>
          </w:tcPr>
          <w:p w14:paraId="7DA35246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พัฒนา</w:t>
            </w:r>
          </w:p>
        </w:tc>
        <w:tc>
          <w:tcPr>
            <w:tcW w:w="563" w:type="dxa"/>
            <w:gridSpan w:val="2"/>
          </w:tcPr>
          <w:p w14:paraId="7D983C9D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545A5689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28B69738" w14:textId="77777777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</w:tcPr>
          <w:p w14:paraId="7FD403D3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03A3B69C" w14:textId="77777777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89" w:type="dxa"/>
          </w:tcPr>
          <w:p w14:paraId="3AA12303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52C90799" w14:textId="77777777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05356CCD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6D9B9D6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7" w:type="dxa"/>
          </w:tcPr>
          <w:p w14:paraId="05F19930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208E7F29" w14:textId="77777777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</w:tcPr>
          <w:p w14:paraId="15B10EA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448AFBF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22F05B5E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79EDE090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" w:type="dxa"/>
            <w:gridSpan w:val="2"/>
          </w:tcPr>
          <w:p w14:paraId="35CCF617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3099AE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7288AC37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0043B671" w14:textId="77777777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79" w:right="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40BAB54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55C9A01D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331064A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16F25EFF" w14:textId="77777777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CE7DFF" w:rsidRPr="00F12A19" w14:paraId="08B2AEAD" w14:textId="77777777" w:rsidTr="0012370B">
        <w:trPr>
          <w:cantSplit/>
        </w:trPr>
        <w:tc>
          <w:tcPr>
            <w:tcW w:w="2160" w:type="dxa"/>
            <w:gridSpan w:val="2"/>
          </w:tcPr>
          <w:p w14:paraId="1FB648F4" w14:textId="77ADB641" w:rsidR="00CE7DFF" w:rsidRPr="00F12A19" w:rsidRDefault="00CE7DFF" w:rsidP="006A1D33">
            <w:pPr>
              <w:tabs>
                <w:tab w:val="clear" w:pos="227"/>
                <w:tab w:val="clear" w:pos="454"/>
                <w:tab w:val="left" w:pos="186"/>
                <w:tab w:val="left" w:pos="461"/>
              </w:tabs>
              <w:spacing w:line="360" w:lineRule="exact"/>
              <w:ind w:left="191" w:right="-68" w:hanging="5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12" w:type="dxa"/>
            <w:gridSpan w:val="3"/>
          </w:tcPr>
          <w:p w14:paraId="2F19751C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563" w:type="dxa"/>
            <w:gridSpan w:val="2"/>
          </w:tcPr>
          <w:p w14:paraId="7EAE7D0C" w14:textId="58C72A54" w:rsidR="00CE7DFF" w:rsidRPr="00F12A19" w:rsidRDefault="00703B37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193" w:type="dxa"/>
          </w:tcPr>
          <w:p w14:paraId="07003950" w14:textId="77777777" w:rsidR="00CE7DFF" w:rsidRPr="00F12A19" w:rsidRDefault="00CE7DFF" w:rsidP="00CE7DFF">
            <w:pPr>
              <w:tabs>
                <w:tab w:val="clear" w:pos="454"/>
                <w:tab w:val="decimal" w:pos="461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2EA36098" w14:textId="681F1D5C" w:rsidR="00CE7DFF" w:rsidRPr="00F12A19" w:rsidRDefault="00CE7DFF" w:rsidP="00CE7DFF">
            <w:pPr>
              <w:tabs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193" w:type="dxa"/>
          </w:tcPr>
          <w:p w14:paraId="4CBD7957" w14:textId="77777777" w:rsidR="00CE7DFF" w:rsidRPr="00F12A19" w:rsidRDefault="00CE7DFF" w:rsidP="00CE7DFF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1BE4DB72" w14:textId="233C4B2C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177" w:right="-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89" w:type="dxa"/>
          </w:tcPr>
          <w:p w14:paraId="35C359EA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225D3403" w14:textId="2C0A2CE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69"/>
              </w:tabs>
              <w:spacing w:line="360" w:lineRule="exact"/>
              <w:ind w:left="-203" w:right="-41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93" w:type="dxa"/>
          </w:tcPr>
          <w:p w14:paraId="6CA10DEF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  <w:tcBorders>
              <w:bottom w:val="single" w:sz="4" w:space="0" w:color="auto"/>
            </w:tcBorders>
          </w:tcPr>
          <w:p w14:paraId="79A08886" w14:textId="400B9125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</w:tcPr>
          <w:p w14:paraId="1EA282E1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</w:tcPr>
          <w:p w14:paraId="5B83B180" w14:textId="13BDFD09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0" w:type="dxa"/>
          </w:tcPr>
          <w:p w14:paraId="663D6B71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  <w:tcBorders>
              <w:bottom w:val="single" w:sz="4" w:space="0" w:color="auto"/>
            </w:tcBorders>
          </w:tcPr>
          <w:p w14:paraId="5D4FB620" w14:textId="2D800B19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3" w:type="dxa"/>
          </w:tcPr>
          <w:p w14:paraId="560ACEED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14:paraId="77B14A1D" w14:textId="795C42E1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6" w:type="dxa"/>
            <w:gridSpan w:val="2"/>
          </w:tcPr>
          <w:p w14:paraId="67752994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14C8F41A" w14:textId="6B8B668A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9" w:type="dxa"/>
            <w:gridSpan w:val="2"/>
          </w:tcPr>
          <w:p w14:paraId="7C493B0B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206B1EA4" w14:textId="673ED614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9" w:type="dxa"/>
            <w:gridSpan w:val="2"/>
          </w:tcPr>
          <w:p w14:paraId="488346F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</w:tcPr>
          <w:p w14:paraId="6F46D702" w14:textId="67032F25" w:rsidR="00CE7DFF" w:rsidRPr="00F12A19" w:rsidRDefault="00703B37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7" w:type="dxa"/>
            <w:gridSpan w:val="2"/>
          </w:tcPr>
          <w:p w14:paraId="0BB3610A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7B9E731A" w14:textId="034BFEF6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CE7DFF" w:rsidRPr="00F12A19" w14:paraId="5E1A4334" w14:textId="77777777" w:rsidTr="0012370B">
        <w:trPr>
          <w:cantSplit/>
        </w:trPr>
        <w:tc>
          <w:tcPr>
            <w:tcW w:w="2160" w:type="dxa"/>
            <w:gridSpan w:val="2"/>
          </w:tcPr>
          <w:p w14:paraId="62C35206" w14:textId="77777777" w:rsidR="00CE7DFF" w:rsidRPr="00F12A19" w:rsidRDefault="00CE7DFF" w:rsidP="00CE7DFF">
            <w:pPr>
              <w:spacing w:line="360" w:lineRule="exact"/>
              <w:ind w:right="-6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12" w:type="dxa"/>
            <w:gridSpan w:val="3"/>
          </w:tcPr>
          <w:p w14:paraId="7A2EA97C" w14:textId="77777777" w:rsidR="00CE7DFF" w:rsidRPr="00F12A19" w:rsidRDefault="00CE7DFF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3" w:type="dxa"/>
            <w:gridSpan w:val="2"/>
          </w:tcPr>
          <w:p w14:paraId="6B28FD2B" w14:textId="77777777" w:rsidR="00CE7DFF" w:rsidRPr="00F12A19" w:rsidRDefault="00CE7DFF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1E855608" w14:textId="77777777" w:rsidR="00CE7DFF" w:rsidRPr="00F12A19" w:rsidRDefault="00CE7DFF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7C422AAC" w14:textId="77777777" w:rsidR="00CE7DFF" w:rsidRPr="00F12A19" w:rsidRDefault="00CE7DFF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116C0A6A" w14:textId="77777777" w:rsidR="00CE7DFF" w:rsidRPr="00F12A19" w:rsidRDefault="00CE7DFF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78D836C8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19BA924A" w14:textId="77777777" w:rsidR="00CE7DFF" w:rsidRPr="00F12A19" w:rsidRDefault="00CE7DFF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258AEFA2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5E17F005" w14:textId="77777777" w:rsidR="00CE7DFF" w:rsidRPr="00F12A19" w:rsidRDefault="00CE7DFF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  <w:tcBorders>
              <w:bottom w:val="double" w:sz="4" w:space="0" w:color="auto"/>
            </w:tcBorders>
          </w:tcPr>
          <w:p w14:paraId="575FC54F" w14:textId="05CED089" w:rsidR="00CE7DFF" w:rsidRPr="00F12A19" w:rsidRDefault="00703B37" w:rsidP="00CE7DFF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0.</w:t>
            </w:r>
            <w:r w:rsidR="00632DEC"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09</w:t>
            </w:r>
          </w:p>
        </w:tc>
        <w:tc>
          <w:tcPr>
            <w:tcW w:w="197" w:type="dxa"/>
          </w:tcPr>
          <w:p w14:paraId="10214B35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bottom w:val="double" w:sz="4" w:space="0" w:color="auto"/>
            </w:tcBorders>
          </w:tcPr>
          <w:p w14:paraId="684EEC1F" w14:textId="670B27C5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0.</w:t>
            </w:r>
            <w:r w:rsidR="00632DEC"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09</w:t>
            </w:r>
          </w:p>
        </w:tc>
        <w:tc>
          <w:tcPr>
            <w:tcW w:w="190" w:type="dxa"/>
          </w:tcPr>
          <w:p w14:paraId="36C5401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  <w:tcBorders>
              <w:bottom w:val="double" w:sz="4" w:space="0" w:color="auto"/>
            </w:tcBorders>
          </w:tcPr>
          <w:p w14:paraId="4839BD74" w14:textId="7E751D84" w:rsidR="00CE7DFF" w:rsidRPr="00F12A19" w:rsidRDefault="00703B37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="00632DEC"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.11</w:t>
            </w:r>
          </w:p>
        </w:tc>
        <w:tc>
          <w:tcPr>
            <w:tcW w:w="193" w:type="dxa"/>
          </w:tcPr>
          <w:p w14:paraId="6A25DCF6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14:paraId="499AB0B1" w14:textId="45FFA633" w:rsidR="00CE7DFF" w:rsidRPr="00F12A19" w:rsidRDefault="00CE7DFF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="00632DEC"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.11</w:t>
            </w:r>
          </w:p>
        </w:tc>
        <w:tc>
          <w:tcPr>
            <w:tcW w:w="196" w:type="dxa"/>
            <w:gridSpan w:val="2"/>
          </w:tcPr>
          <w:p w14:paraId="4E7962A6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1CA46CF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680B3822" w14:textId="77777777" w:rsidR="00CE7DFF" w:rsidRPr="00F12A19" w:rsidRDefault="00CE7DFF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11754E64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5C4D043B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  <w:tcBorders>
              <w:bottom w:val="double" w:sz="4" w:space="0" w:color="auto"/>
            </w:tcBorders>
          </w:tcPr>
          <w:p w14:paraId="11A8243A" w14:textId="4524CA9D" w:rsidR="00CE7DFF" w:rsidRPr="00F12A19" w:rsidRDefault="008B60EB" w:rsidP="008B60EB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07" w:type="dxa"/>
            <w:gridSpan w:val="2"/>
          </w:tcPr>
          <w:p w14:paraId="7A8281E9" w14:textId="77777777" w:rsidR="00CE7DFF" w:rsidRPr="00F12A19" w:rsidRDefault="00CE7DFF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7BBEB45D" w14:textId="5B7660DE" w:rsidR="00CE7DFF" w:rsidRPr="00F12A19" w:rsidRDefault="00CE7DFF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308</w:t>
            </w:r>
          </w:p>
        </w:tc>
      </w:tr>
      <w:tr w:rsidR="000C0CDD" w:rsidRPr="00F12A19" w14:paraId="3C87799B" w14:textId="77777777" w:rsidTr="0012370B">
        <w:trPr>
          <w:cantSplit/>
        </w:trPr>
        <w:tc>
          <w:tcPr>
            <w:tcW w:w="2160" w:type="dxa"/>
            <w:gridSpan w:val="2"/>
          </w:tcPr>
          <w:p w14:paraId="5A49DB73" w14:textId="77777777" w:rsidR="000C0CDD" w:rsidRPr="00F12A19" w:rsidRDefault="000C0CDD" w:rsidP="00CE7DFF">
            <w:pPr>
              <w:spacing w:line="360" w:lineRule="exact"/>
              <w:ind w:right="-6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12" w:type="dxa"/>
            <w:gridSpan w:val="3"/>
          </w:tcPr>
          <w:p w14:paraId="5E74A00B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3" w:type="dxa"/>
            <w:gridSpan w:val="2"/>
          </w:tcPr>
          <w:p w14:paraId="3B2CBAF6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3E0D3799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1C1AC652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4A36F42E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394271FC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451BB241" w14:textId="77777777" w:rsidR="000C0CDD" w:rsidRPr="00F12A19" w:rsidRDefault="000C0CDD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52923C0F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4F16DA20" w14:textId="77777777" w:rsidR="000C0CDD" w:rsidRPr="00F12A19" w:rsidRDefault="000C0CDD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3ABACCD3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7" w:type="dxa"/>
          </w:tcPr>
          <w:p w14:paraId="2B509445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4D54D7D5" w14:textId="77777777" w:rsidR="000C0CDD" w:rsidRPr="00F12A19" w:rsidRDefault="000C0CD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</w:tcPr>
          <w:p w14:paraId="4AE8EC22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64B7A173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73B9B575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36732CEF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6" w:type="dxa"/>
            <w:gridSpan w:val="2"/>
          </w:tcPr>
          <w:p w14:paraId="7B8FA829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13316D8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30003051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124A50B8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48076CA6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5FDFF2EC" w14:textId="77777777" w:rsidR="000C0CDD" w:rsidRPr="00F12A19" w:rsidRDefault="000C0CDD" w:rsidP="008B60EB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2D7720AD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4E2D57A0" w14:textId="77777777" w:rsidR="000C0CDD" w:rsidRPr="00F12A19" w:rsidRDefault="000C0CD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C0CDD" w:rsidRPr="00F12A19" w14:paraId="42E230A9" w14:textId="77777777" w:rsidTr="0012370B">
        <w:trPr>
          <w:cantSplit/>
        </w:trPr>
        <w:tc>
          <w:tcPr>
            <w:tcW w:w="2160" w:type="dxa"/>
            <w:gridSpan w:val="2"/>
          </w:tcPr>
          <w:p w14:paraId="429F507F" w14:textId="77777777" w:rsidR="000C0CDD" w:rsidRPr="00F12A19" w:rsidRDefault="000C0CDD" w:rsidP="00CE7DFF">
            <w:pPr>
              <w:spacing w:line="360" w:lineRule="exact"/>
              <w:ind w:right="-6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12" w:type="dxa"/>
            <w:gridSpan w:val="3"/>
          </w:tcPr>
          <w:p w14:paraId="74DFE95B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3" w:type="dxa"/>
            <w:gridSpan w:val="2"/>
          </w:tcPr>
          <w:p w14:paraId="4D08445D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51338AD0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14:paraId="41611E09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</w:tcPr>
          <w:p w14:paraId="45CA1C41" w14:textId="77777777" w:rsidR="000C0CDD" w:rsidRPr="00F12A19" w:rsidRDefault="000C0CDD" w:rsidP="00CE7DFF">
            <w:pPr>
              <w:tabs>
                <w:tab w:val="clear" w:pos="454"/>
                <w:tab w:val="decimal" w:pos="46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gridSpan w:val="3"/>
          </w:tcPr>
          <w:p w14:paraId="75AAD369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</w:tcPr>
          <w:p w14:paraId="357D4F44" w14:textId="77777777" w:rsidR="000C0CDD" w:rsidRPr="00F12A19" w:rsidRDefault="000C0CDD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14:paraId="2356C1BD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</w:tabs>
              <w:spacing w:line="36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3" w:type="dxa"/>
          </w:tcPr>
          <w:p w14:paraId="525347ED" w14:textId="77777777" w:rsidR="000C0CDD" w:rsidRPr="00F12A19" w:rsidRDefault="000C0CDD" w:rsidP="00CE7DFF">
            <w:pPr>
              <w:pStyle w:val="acctfourfigures"/>
              <w:tabs>
                <w:tab w:val="decimal" w:pos="551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14:paraId="5FFB27E3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7" w:type="dxa"/>
          </w:tcPr>
          <w:p w14:paraId="413612AC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gridSpan w:val="3"/>
          </w:tcPr>
          <w:p w14:paraId="527716D7" w14:textId="77777777" w:rsidR="000C0CDD" w:rsidRPr="00F12A19" w:rsidRDefault="000C0CD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0" w:type="dxa"/>
          </w:tcPr>
          <w:p w14:paraId="3DB42573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46" w:type="dxa"/>
            <w:gridSpan w:val="3"/>
          </w:tcPr>
          <w:p w14:paraId="430D8378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318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3" w:type="dxa"/>
          </w:tcPr>
          <w:p w14:paraId="78797280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9" w:type="dxa"/>
            <w:gridSpan w:val="2"/>
          </w:tcPr>
          <w:p w14:paraId="662A8585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500"/>
              </w:tabs>
              <w:spacing w:line="360" w:lineRule="exac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96" w:type="dxa"/>
            <w:gridSpan w:val="2"/>
          </w:tcPr>
          <w:p w14:paraId="08512440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BE85210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0AA10D1A" w14:textId="77777777" w:rsidR="000C0CDD" w:rsidRPr="00F12A19" w:rsidRDefault="000C0CDD" w:rsidP="00CE7DFF">
            <w:pPr>
              <w:pStyle w:val="acctfourfigures"/>
              <w:tabs>
                <w:tab w:val="decimal" w:pos="551"/>
                <w:tab w:val="left" w:pos="720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7" w:type="dxa"/>
            <w:gridSpan w:val="3"/>
          </w:tcPr>
          <w:p w14:paraId="5F805764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gridSpan w:val="2"/>
          </w:tcPr>
          <w:p w14:paraId="59A572F7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6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661" w:type="dxa"/>
          </w:tcPr>
          <w:p w14:paraId="3B384D31" w14:textId="77777777" w:rsidR="000C0CDD" w:rsidRPr="00F12A19" w:rsidRDefault="000C0CDD" w:rsidP="008B60EB">
            <w:pPr>
              <w:pStyle w:val="acctfourfigures"/>
              <w:tabs>
                <w:tab w:val="clear" w:pos="765"/>
              </w:tabs>
              <w:spacing w:line="360" w:lineRule="exac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7" w:type="dxa"/>
            <w:gridSpan w:val="2"/>
          </w:tcPr>
          <w:p w14:paraId="79F61402" w14:textId="77777777" w:rsidR="000C0CDD" w:rsidRPr="00F12A19" w:rsidRDefault="000C0CDD" w:rsidP="00CE7DFF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6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83" w:type="dxa"/>
          </w:tcPr>
          <w:p w14:paraId="706A8E4E" w14:textId="77777777" w:rsidR="000C0CDD" w:rsidRPr="00F12A19" w:rsidRDefault="000C0CDD" w:rsidP="00CE7DFF">
            <w:pPr>
              <w:pStyle w:val="acctfourfigures"/>
              <w:tabs>
                <w:tab w:val="clear" w:pos="765"/>
              </w:tabs>
              <w:spacing w:line="360" w:lineRule="exac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742DB8" w:rsidRPr="00F12A19" w14:paraId="710B0DB1" w14:textId="77777777" w:rsidTr="0012370B">
        <w:trPr>
          <w:gridBefore w:val="1"/>
          <w:gridAfter w:val="2"/>
          <w:wBefore w:w="540" w:type="dxa"/>
          <w:wAfter w:w="870" w:type="dxa"/>
          <w:cantSplit/>
        </w:trPr>
        <w:tc>
          <w:tcPr>
            <w:tcW w:w="2127" w:type="dxa"/>
            <w:gridSpan w:val="3"/>
          </w:tcPr>
          <w:p w14:paraId="7FC71352" w14:textId="77777777" w:rsidR="00D73D60" w:rsidRPr="00F12A19" w:rsidRDefault="00D73D60" w:rsidP="00D41C73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65" w:type="dxa"/>
            <w:gridSpan w:val="2"/>
          </w:tcPr>
          <w:p w14:paraId="133D3231" w14:textId="77777777" w:rsidR="00D73D60" w:rsidRPr="00F12A19" w:rsidRDefault="00D73D60" w:rsidP="00D41C73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59" w:type="dxa"/>
            <w:gridSpan w:val="8"/>
          </w:tcPr>
          <w:p w14:paraId="2DBB4FF4" w14:textId="77777777" w:rsidR="00D73D60" w:rsidRPr="00F12A19" w:rsidRDefault="00D73D60" w:rsidP="00D41C73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019" w:type="dxa"/>
            <w:gridSpan w:val="32"/>
            <w:tcBorders>
              <w:left w:val="nil"/>
            </w:tcBorders>
          </w:tcPr>
          <w:p w14:paraId="05F7086E" w14:textId="77777777" w:rsidR="00D73D60" w:rsidRPr="00F12A19" w:rsidRDefault="00D73D60" w:rsidP="00D41C73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bidi="th-TH"/>
              </w:rPr>
              <w:t>งบการเฉพาะกิจการ</w:t>
            </w: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  <w:rtl/>
                <w:cs/>
              </w:rPr>
              <w:t xml:space="preserve"> </w:t>
            </w:r>
          </w:p>
        </w:tc>
      </w:tr>
      <w:tr w:rsidR="00E12DF5" w:rsidRPr="00F12A19" w14:paraId="2834F554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1E2677CE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14:paraId="4D39E123" w14:textId="69C26053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62" w:type="dxa"/>
            <w:gridSpan w:val="7"/>
          </w:tcPr>
          <w:p w14:paraId="407EE91C" w14:textId="5D2EDC32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" w:type="dxa"/>
          </w:tcPr>
          <w:p w14:paraId="5FC1B881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21" w:type="dxa"/>
            <w:gridSpan w:val="7"/>
          </w:tcPr>
          <w:p w14:paraId="38561C4C" w14:textId="1E5926B6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00" w:type="dxa"/>
          </w:tcPr>
          <w:p w14:paraId="5A885CEF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7"/>
          </w:tcPr>
          <w:p w14:paraId="1CA72B6E" w14:textId="4E689CEE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1" w:type="dxa"/>
          </w:tcPr>
          <w:p w14:paraId="5439D0FC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119" w:type="dxa"/>
            <w:gridSpan w:val="8"/>
          </w:tcPr>
          <w:p w14:paraId="49132BF6" w14:textId="2E56AE4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7F8A6317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27" w:type="dxa"/>
            <w:gridSpan w:val="6"/>
          </w:tcPr>
          <w:p w14:paraId="0CF182D6" w14:textId="3DEA6638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  <w:r w:rsidRPr="00F12A1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สำหรับ</w:t>
            </w:r>
          </w:p>
        </w:tc>
      </w:tr>
      <w:tr w:rsidR="00E12DF5" w:rsidRPr="00F12A19" w14:paraId="2D88BB58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5019462C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14:paraId="74A5DE06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A43766E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862" w:type="dxa"/>
            <w:gridSpan w:val="7"/>
          </w:tcPr>
          <w:p w14:paraId="29232351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สัดส่วนความเป็นเจ้าของ</w:t>
            </w:r>
          </w:p>
        </w:tc>
        <w:tc>
          <w:tcPr>
            <w:tcW w:w="197" w:type="dxa"/>
          </w:tcPr>
          <w:p w14:paraId="440EAD99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21" w:type="dxa"/>
            <w:gridSpan w:val="7"/>
          </w:tcPr>
          <w:p w14:paraId="022691E4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CB779FF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  <w:r w:rsidRPr="00F12A19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0" w:type="dxa"/>
          </w:tcPr>
          <w:p w14:paraId="45CFFEE2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7"/>
          </w:tcPr>
          <w:p w14:paraId="57720D60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4D77FD95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1" w:type="dxa"/>
          </w:tcPr>
          <w:p w14:paraId="5AD70313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119" w:type="dxa"/>
            <w:gridSpan w:val="8"/>
          </w:tcPr>
          <w:p w14:paraId="059DE578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1" w:type="dxa"/>
            <w:gridSpan w:val="2"/>
          </w:tcPr>
          <w:p w14:paraId="1578DFD9" w14:textId="77777777" w:rsidR="00E12DF5" w:rsidRPr="00F12A19" w:rsidRDefault="00E12DF5" w:rsidP="00E12DF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27" w:type="dxa"/>
            <w:gridSpan w:val="6"/>
          </w:tcPr>
          <w:p w14:paraId="247969E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งวดสามเดือน</w:t>
            </w:r>
          </w:p>
          <w:p w14:paraId="2BC48756" w14:textId="2644478B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สิ้นสุดวันที่</w:t>
            </w:r>
          </w:p>
        </w:tc>
      </w:tr>
      <w:tr w:rsidR="005F4B15" w:rsidRPr="00F12A19" w14:paraId="541E556F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410B0307" w14:textId="77777777" w:rsidR="005F4B15" w:rsidRPr="00F12A19" w:rsidRDefault="005F4B15" w:rsidP="005F4B1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14:paraId="5E8005EC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9" w:type="dxa"/>
            <w:gridSpan w:val="3"/>
            <w:vAlign w:val="center"/>
          </w:tcPr>
          <w:p w14:paraId="571F7113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70701B87" w14:textId="6C41CD14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97" w:type="dxa"/>
            <w:vAlign w:val="center"/>
          </w:tcPr>
          <w:p w14:paraId="17DD005C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6" w:type="dxa"/>
            <w:gridSpan w:val="3"/>
            <w:vAlign w:val="center"/>
          </w:tcPr>
          <w:p w14:paraId="146375B5" w14:textId="336556AD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97" w:type="dxa"/>
          </w:tcPr>
          <w:p w14:paraId="46A761A4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  <w:vAlign w:val="center"/>
          </w:tcPr>
          <w:p w14:paraId="19202CDD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1E59B5F5" w14:textId="0265CE4A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200" w:type="dxa"/>
            <w:vAlign w:val="center"/>
          </w:tcPr>
          <w:p w14:paraId="72A648A0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3" w:type="dxa"/>
            <w:gridSpan w:val="3"/>
            <w:vAlign w:val="center"/>
          </w:tcPr>
          <w:p w14:paraId="703D0D0C" w14:textId="16A7A29C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00" w:type="dxa"/>
          </w:tcPr>
          <w:p w14:paraId="712A66FD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center"/>
          </w:tcPr>
          <w:p w14:paraId="40E2A399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02BDEBD4" w14:textId="51AAF4E8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200" w:type="dxa"/>
            <w:vAlign w:val="center"/>
          </w:tcPr>
          <w:p w14:paraId="4B0CD77E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gridSpan w:val="3"/>
            <w:vAlign w:val="center"/>
          </w:tcPr>
          <w:p w14:paraId="46B3CE73" w14:textId="0DB13202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31 </w:t>
            </w:r>
            <w:r w:rsidR="006A1679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ธันว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าคม</w:t>
            </w:r>
          </w:p>
        </w:tc>
        <w:tc>
          <w:tcPr>
            <w:tcW w:w="181" w:type="dxa"/>
          </w:tcPr>
          <w:p w14:paraId="5E14595B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vAlign w:val="center"/>
          </w:tcPr>
          <w:p w14:paraId="1F44FA52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4DB4EB13" w14:textId="3443D9FB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203" w:type="dxa"/>
            <w:gridSpan w:val="2"/>
            <w:vAlign w:val="center"/>
          </w:tcPr>
          <w:p w14:paraId="30AB0AC6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4F271BC3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2CC923B9" w14:textId="2A60E1AE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1" w:type="dxa"/>
            <w:gridSpan w:val="2"/>
          </w:tcPr>
          <w:p w14:paraId="3B6C4939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37" w:type="dxa"/>
            <w:vAlign w:val="center"/>
          </w:tcPr>
          <w:p w14:paraId="77382988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4441E174" w14:textId="409E2E7B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  <w:tc>
          <w:tcPr>
            <w:tcW w:w="197" w:type="dxa"/>
            <w:gridSpan w:val="2"/>
            <w:vAlign w:val="center"/>
          </w:tcPr>
          <w:p w14:paraId="2E72FF80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3" w:type="dxa"/>
            <w:gridSpan w:val="3"/>
            <w:vAlign w:val="center"/>
          </w:tcPr>
          <w:p w14:paraId="73CF4CB7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720"/>
              </w:tabs>
              <w:spacing w:line="360" w:lineRule="exac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31</w:t>
            </w:r>
          </w:p>
          <w:p w14:paraId="0CC09B9C" w14:textId="72BF0575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มีนาคม</w:t>
            </w:r>
          </w:p>
        </w:tc>
      </w:tr>
      <w:tr w:rsidR="005F4B15" w:rsidRPr="00F12A19" w14:paraId="561B9874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7187F549" w14:textId="77777777" w:rsidR="005F4B15" w:rsidRPr="00F12A19" w:rsidRDefault="005F4B15" w:rsidP="005F4B1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14:paraId="07D9D4F4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9" w:type="dxa"/>
            <w:gridSpan w:val="3"/>
            <w:vAlign w:val="center"/>
          </w:tcPr>
          <w:p w14:paraId="4ACB499D" w14:textId="0DEC2E68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97" w:type="dxa"/>
            <w:vAlign w:val="center"/>
          </w:tcPr>
          <w:p w14:paraId="73D3F5FB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6" w:type="dxa"/>
            <w:gridSpan w:val="3"/>
            <w:vAlign w:val="center"/>
          </w:tcPr>
          <w:p w14:paraId="2590983E" w14:textId="47488540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97" w:type="dxa"/>
          </w:tcPr>
          <w:p w14:paraId="372D5851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  <w:vAlign w:val="center"/>
          </w:tcPr>
          <w:p w14:paraId="61A1F470" w14:textId="3DB9E0D5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200" w:type="dxa"/>
            <w:vAlign w:val="center"/>
          </w:tcPr>
          <w:p w14:paraId="1D2B64CD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3" w:type="dxa"/>
            <w:gridSpan w:val="3"/>
            <w:vAlign w:val="center"/>
          </w:tcPr>
          <w:p w14:paraId="24C6C678" w14:textId="6F7D774F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00" w:type="dxa"/>
          </w:tcPr>
          <w:p w14:paraId="78B8B3B2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center"/>
          </w:tcPr>
          <w:p w14:paraId="60D2A627" w14:textId="7300A114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200" w:type="dxa"/>
            <w:vAlign w:val="center"/>
          </w:tcPr>
          <w:p w14:paraId="0C3D14FE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gridSpan w:val="3"/>
            <w:vAlign w:val="center"/>
          </w:tcPr>
          <w:p w14:paraId="1E5AFA31" w14:textId="3154B711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1" w:type="dxa"/>
          </w:tcPr>
          <w:p w14:paraId="707D8469" w14:textId="77777777" w:rsidR="005F4B15" w:rsidRPr="00F12A19" w:rsidRDefault="005F4B15" w:rsidP="005F4B15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vAlign w:val="center"/>
          </w:tcPr>
          <w:p w14:paraId="1A4DADA7" w14:textId="321A34ED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203" w:type="dxa"/>
            <w:gridSpan w:val="2"/>
            <w:vAlign w:val="center"/>
          </w:tcPr>
          <w:p w14:paraId="310B9CBC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2588B390" w14:textId="21B034F8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1" w:type="dxa"/>
            <w:gridSpan w:val="2"/>
          </w:tcPr>
          <w:p w14:paraId="085D57EF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37" w:type="dxa"/>
            <w:vAlign w:val="center"/>
          </w:tcPr>
          <w:p w14:paraId="00031D48" w14:textId="0B4C0540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97" w:type="dxa"/>
            <w:gridSpan w:val="2"/>
            <w:vAlign w:val="center"/>
          </w:tcPr>
          <w:p w14:paraId="12870224" w14:textId="77777777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3" w:type="dxa"/>
            <w:gridSpan w:val="3"/>
            <w:vAlign w:val="center"/>
          </w:tcPr>
          <w:p w14:paraId="6069CE48" w14:textId="465CA242" w:rsidR="005F4B15" w:rsidRPr="00F12A19" w:rsidRDefault="005F4B15" w:rsidP="005F4B1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</w:tr>
      <w:tr w:rsidR="00E12DF5" w:rsidRPr="00F12A19" w14:paraId="4CA86FAF" w14:textId="77777777" w:rsidTr="0012370B">
        <w:trPr>
          <w:gridBefore w:val="1"/>
          <w:gridAfter w:val="2"/>
          <w:wBefore w:w="540" w:type="dxa"/>
          <w:wAfter w:w="870" w:type="dxa"/>
          <w:cantSplit/>
        </w:trPr>
        <w:tc>
          <w:tcPr>
            <w:tcW w:w="2117" w:type="dxa"/>
            <w:gridSpan w:val="2"/>
          </w:tcPr>
          <w:p w14:paraId="7BB478B2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14:paraId="55874DB5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62" w:type="dxa"/>
            <w:gridSpan w:val="7"/>
          </w:tcPr>
          <w:p w14:paraId="42BCFB23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97" w:type="dxa"/>
          </w:tcPr>
          <w:p w14:paraId="66FB3425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019" w:type="dxa"/>
            <w:gridSpan w:val="32"/>
          </w:tcPr>
          <w:p w14:paraId="4E0C65C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E12DF5" w:rsidRPr="00F12A19" w14:paraId="2CB35888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74D16CDB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375" w:type="dxa"/>
            <w:gridSpan w:val="3"/>
          </w:tcPr>
          <w:p w14:paraId="2149F70F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39" w:type="dxa"/>
            <w:gridSpan w:val="3"/>
          </w:tcPr>
          <w:p w14:paraId="2D97CAB3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7" w:type="dxa"/>
          </w:tcPr>
          <w:p w14:paraId="3347FD1C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6BC5EAF8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97" w:type="dxa"/>
          </w:tcPr>
          <w:p w14:paraId="22D41718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3D86B5E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" w:type="dxa"/>
          </w:tcPr>
          <w:p w14:paraId="73FC617C" w14:textId="77777777" w:rsidR="00E12DF5" w:rsidRPr="00F12A19" w:rsidRDefault="00E12DF5" w:rsidP="00E12DF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3434CFB4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" w:type="dxa"/>
          </w:tcPr>
          <w:p w14:paraId="6910F764" w14:textId="77777777" w:rsidR="00E12DF5" w:rsidRPr="00F12A19" w:rsidRDefault="00E12DF5" w:rsidP="00E12DF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4AEFB0B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0" w:type="dxa"/>
          </w:tcPr>
          <w:p w14:paraId="685B19D8" w14:textId="77777777" w:rsidR="00E12DF5" w:rsidRPr="00F12A19" w:rsidRDefault="00E12DF5" w:rsidP="00E12DF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09FB6A9C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5AB44E26" w14:textId="77777777" w:rsidR="00E12DF5" w:rsidRPr="00F12A19" w:rsidRDefault="00E12DF5" w:rsidP="00E12DF5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5226F56D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" w:type="dxa"/>
            <w:gridSpan w:val="2"/>
          </w:tcPr>
          <w:p w14:paraId="3BA2267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56AABB8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gridSpan w:val="2"/>
          </w:tcPr>
          <w:p w14:paraId="6EEA415A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37" w:type="dxa"/>
          </w:tcPr>
          <w:p w14:paraId="2BDA02D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" w:type="dxa"/>
            <w:gridSpan w:val="2"/>
          </w:tcPr>
          <w:p w14:paraId="65AB062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6D172A0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2DF5" w:rsidRPr="00F12A19" w14:paraId="51E9464C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77583018" w14:textId="77777777" w:rsidR="00E12DF5" w:rsidRPr="00F12A19" w:rsidRDefault="00E12DF5" w:rsidP="00E12DF5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ทรัสต์เพื่อการลงทุน</w:t>
            </w:r>
          </w:p>
        </w:tc>
        <w:tc>
          <w:tcPr>
            <w:tcW w:w="1375" w:type="dxa"/>
            <w:gridSpan w:val="3"/>
          </w:tcPr>
          <w:p w14:paraId="0D3A0EFE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39" w:type="dxa"/>
            <w:gridSpan w:val="3"/>
          </w:tcPr>
          <w:p w14:paraId="075DECE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39574B5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  <w:tab w:val="decimal" w:pos="753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64F128A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12B0B043" w14:textId="77777777" w:rsidR="00E12DF5" w:rsidRPr="00F12A19" w:rsidRDefault="00E12DF5" w:rsidP="00E12DF5">
            <w:pPr>
              <w:tabs>
                <w:tab w:val="clear" w:pos="454"/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1F66B2EA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41EA73CE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5A69738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1A823679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1070826C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47482121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352BDC2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</w:tcPr>
          <w:p w14:paraId="059C771F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5E929C2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gridSpan w:val="2"/>
          </w:tcPr>
          <w:p w14:paraId="397C7CD9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77CE6905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49FDD00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</w:tcPr>
          <w:p w14:paraId="43EE3054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23C0CC80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3672170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E12DF5" w:rsidRPr="00F12A19" w14:paraId="21549009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7D3AAFA4" w14:textId="77777777" w:rsidR="00E12DF5" w:rsidRPr="00F12A19" w:rsidRDefault="00E12DF5" w:rsidP="00E12DF5">
            <w:pPr>
              <w:tabs>
                <w:tab w:val="clear" w:pos="454"/>
                <w:tab w:val="left" w:pos="461"/>
                <w:tab w:val="left" w:pos="640"/>
              </w:tabs>
              <w:ind w:left="10" w:firstLine="254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ในสิทธิการเช่า</w:t>
            </w:r>
          </w:p>
        </w:tc>
        <w:tc>
          <w:tcPr>
            <w:tcW w:w="1375" w:type="dxa"/>
            <w:gridSpan w:val="3"/>
          </w:tcPr>
          <w:p w14:paraId="4F712535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39" w:type="dxa"/>
            <w:gridSpan w:val="3"/>
          </w:tcPr>
          <w:p w14:paraId="42AD3B3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0AC4B7F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  <w:tab w:val="decimal" w:pos="753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37D17D08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</w:tcPr>
          <w:p w14:paraId="7AB665A2" w14:textId="77777777" w:rsidR="00E12DF5" w:rsidRPr="00F12A19" w:rsidRDefault="00E12DF5" w:rsidP="00E12DF5">
            <w:pPr>
              <w:tabs>
                <w:tab w:val="clear" w:pos="454"/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4265EDDD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5B63146B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0313449C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153BD231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32FB5A2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6FBE450F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716C47C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</w:tcPr>
          <w:p w14:paraId="76923BD7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630E98B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gridSpan w:val="2"/>
          </w:tcPr>
          <w:p w14:paraId="4204CC97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4D29943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F28209A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</w:tcPr>
          <w:p w14:paraId="5177A23D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7597E66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5F6E30D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E12DF5" w:rsidRPr="00F12A19" w14:paraId="05406F3B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44265A46" w14:textId="77777777" w:rsidR="00E12DF5" w:rsidRPr="00F12A19" w:rsidRDefault="00E12DF5" w:rsidP="00E12DF5">
            <w:pPr>
              <w:tabs>
                <w:tab w:val="clear" w:pos="454"/>
                <w:tab w:val="left" w:pos="461"/>
                <w:tab w:val="left" w:pos="640"/>
              </w:tabs>
              <w:ind w:left="10" w:firstLine="2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อสังหาริมทรัพย์ </w:t>
            </w:r>
          </w:p>
        </w:tc>
        <w:tc>
          <w:tcPr>
            <w:tcW w:w="1375" w:type="dxa"/>
            <w:gridSpan w:val="3"/>
          </w:tcPr>
          <w:p w14:paraId="0E620154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gridSpan w:val="3"/>
          </w:tcPr>
          <w:p w14:paraId="60D9BB72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1BF8ECA4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379B1C75" w14:textId="77777777" w:rsidR="00E12DF5" w:rsidRPr="00F12A19" w:rsidRDefault="00E12DF5" w:rsidP="00E12DF5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549F75EA" w14:textId="77777777" w:rsidR="00E12DF5" w:rsidRPr="00F12A19" w:rsidRDefault="00E12DF5" w:rsidP="00E12DF5">
            <w:pPr>
              <w:tabs>
                <w:tab w:val="clear" w:pos="454"/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047B81CE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112F6F9D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63D9A13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2F0AAA40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473228F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6A5ABC7C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35FDCDB2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</w:tcPr>
          <w:p w14:paraId="0A6CB2AA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070EDCE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gridSpan w:val="2"/>
          </w:tcPr>
          <w:p w14:paraId="603E60A3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540E46AC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2BA1F2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</w:tcPr>
          <w:p w14:paraId="794B1AB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514D247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177BD8F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E12DF5" w:rsidRPr="00F12A19" w14:paraId="3CD4789E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13F7CD94" w14:textId="77777777" w:rsidR="00E12DF5" w:rsidRPr="00F12A19" w:rsidRDefault="00E12DF5" w:rsidP="00E12DF5">
            <w:pPr>
              <w:tabs>
                <w:tab w:val="clear" w:pos="454"/>
                <w:tab w:val="left" w:pos="461"/>
                <w:tab w:val="left" w:pos="640"/>
              </w:tabs>
              <w:ind w:left="10" w:firstLine="25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1375" w:type="dxa"/>
            <w:gridSpan w:val="3"/>
          </w:tcPr>
          <w:p w14:paraId="24966183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gridSpan w:val="3"/>
          </w:tcPr>
          <w:p w14:paraId="3827A1A7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63714CF2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0CA1D27C" w14:textId="77777777" w:rsidR="00E12DF5" w:rsidRPr="00F12A19" w:rsidRDefault="00E12DF5" w:rsidP="00E12DF5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3714881C" w14:textId="77777777" w:rsidR="00E12DF5" w:rsidRPr="00F12A19" w:rsidRDefault="00E12DF5" w:rsidP="00E12DF5">
            <w:pPr>
              <w:tabs>
                <w:tab w:val="clear" w:pos="454"/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29B66254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54E70748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3E0F3C0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697EE7CE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448FAF10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573BE1DC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2F54A81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</w:tcPr>
          <w:p w14:paraId="58136A06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7BD741F1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gridSpan w:val="2"/>
          </w:tcPr>
          <w:p w14:paraId="0C09AB9F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6A09A9FB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0FCAFD5E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</w:tcPr>
          <w:p w14:paraId="7966CA4C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776BCCED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7DA1A218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E12DF5" w:rsidRPr="00F12A19" w14:paraId="5589385E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3E240FA7" w14:textId="77777777" w:rsidR="00E12DF5" w:rsidRPr="00F12A19" w:rsidRDefault="00E12DF5" w:rsidP="00E12DF5">
            <w:pPr>
              <w:tabs>
                <w:tab w:val="clear" w:pos="454"/>
                <w:tab w:val="left" w:pos="461"/>
                <w:tab w:val="left" w:pos="640"/>
              </w:tabs>
              <w:ind w:left="10" w:firstLine="25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จีแลนด์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(อยู่ระหว่าง</w:t>
            </w:r>
          </w:p>
        </w:tc>
        <w:tc>
          <w:tcPr>
            <w:tcW w:w="1375" w:type="dxa"/>
            <w:gridSpan w:val="3"/>
          </w:tcPr>
          <w:p w14:paraId="087953BC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ทรัสต์เพื่อ</w:t>
            </w:r>
          </w:p>
        </w:tc>
        <w:tc>
          <w:tcPr>
            <w:tcW w:w="839" w:type="dxa"/>
            <w:gridSpan w:val="3"/>
          </w:tcPr>
          <w:p w14:paraId="318E1383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328F559E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3FD45DBF" w14:textId="77777777" w:rsidR="00E12DF5" w:rsidRPr="00F12A19" w:rsidRDefault="00E12DF5" w:rsidP="00E12DF5">
            <w:pPr>
              <w:tabs>
                <w:tab w:val="left" w:pos="640"/>
              </w:tabs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7" w:type="dxa"/>
          </w:tcPr>
          <w:p w14:paraId="511D4FF0" w14:textId="77777777" w:rsidR="00E12DF5" w:rsidRPr="00F12A19" w:rsidRDefault="00E12DF5" w:rsidP="00E12DF5">
            <w:pPr>
              <w:tabs>
                <w:tab w:val="clear" w:pos="454"/>
                <w:tab w:val="decimal" w:pos="281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6C908513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7F4E1067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70D82BD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3016AAA7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</w:tcPr>
          <w:p w14:paraId="709D908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0" w:type="dxa"/>
          </w:tcPr>
          <w:p w14:paraId="67BE45EF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14:paraId="098DD95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</w:tcPr>
          <w:p w14:paraId="646B340D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7FB8C63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gridSpan w:val="2"/>
          </w:tcPr>
          <w:p w14:paraId="6E99109B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011F086B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1E9298F6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</w:tcPr>
          <w:p w14:paraId="7902CFA9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7BE577DF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10" w:right="11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3" w:type="dxa"/>
            <w:gridSpan w:val="3"/>
          </w:tcPr>
          <w:p w14:paraId="2D3496C8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E12DF5" w:rsidRPr="00F12A19" w14:paraId="104B0F22" w14:textId="77777777" w:rsidTr="0012370B">
        <w:trPr>
          <w:gridBefore w:val="1"/>
          <w:gridAfter w:val="2"/>
          <w:wBefore w:w="540" w:type="dxa"/>
          <w:wAfter w:w="872" w:type="dxa"/>
          <w:cantSplit/>
        </w:trPr>
        <w:tc>
          <w:tcPr>
            <w:tcW w:w="2117" w:type="dxa"/>
            <w:gridSpan w:val="2"/>
          </w:tcPr>
          <w:p w14:paraId="0C445374" w14:textId="77777777" w:rsidR="00E12DF5" w:rsidRPr="00F12A19" w:rsidRDefault="00E12DF5" w:rsidP="00E12DF5">
            <w:pPr>
              <w:tabs>
                <w:tab w:val="clear" w:pos="454"/>
                <w:tab w:val="left" w:pos="461"/>
                <w:tab w:val="left" w:pos="640"/>
              </w:tabs>
              <w:ind w:left="10" w:firstLine="2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ชำระ</w:t>
            </w: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บัญชี)</w:t>
            </w:r>
          </w:p>
        </w:tc>
        <w:tc>
          <w:tcPr>
            <w:tcW w:w="1375" w:type="dxa"/>
            <w:gridSpan w:val="3"/>
          </w:tcPr>
          <w:p w14:paraId="344252CC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839" w:type="dxa"/>
            <w:gridSpan w:val="3"/>
          </w:tcPr>
          <w:p w14:paraId="6F6F24CA" w14:textId="768FF9FA" w:rsidR="00E12DF5" w:rsidRPr="00F12A19" w:rsidRDefault="00E12DF5" w:rsidP="00E12DF5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97" w:type="dxa"/>
          </w:tcPr>
          <w:p w14:paraId="15E33A91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26" w:type="dxa"/>
            <w:gridSpan w:val="3"/>
          </w:tcPr>
          <w:p w14:paraId="494A96C8" w14:textId="77777777" w:rsidR="00E12DF5" w:rsidRPr="00F12A19" w:rsidRDefault="00E12DF5" w:rsidP="00E12DF5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97" w:type="dxa"/>
          </w:tcPr>
          <w:p w14:paraId="4D8742C8" w14:textId="77777777" w:rsidR="00E12DF5" w:rsidRPr="00F12A19" w:rsidRDefault="00E12DF5" w:rsidP="00E12DF5">
            <w:pPr>
              <w:tabs>
                <w:tab w:val="clear" w:pos="454"/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14:paraId="5919E179" w14:textId="0C75F252" w:rsidR="00E12DF5" w:rsidRPr="00F12A19" w:rsidRDefault="00E12DF5" w:rsidP="00E12DF5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00" w:type="dxa"/>
          </w:tcPr>
          <w:p w14:paraId="50EBD199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63" w:type="dxa"/>
            <w:gridSpan w:val="3"/>
          </w:tcPr>
          <w:p w14:paraId="01D4B0FA" w14:textId="326E0E78" w:rsidR="00E12DF5" w:rsidRPr="00F12A19" w:rsidRDefault="00E12DF5" w:rsidP="00E12DF5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00" w:type="dxa"/>
          </w:tcPr>
          <w:p w14:paraId="57962ADB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tcBorders>
              <w:bottom w:val="double" w:sz="4" w:space="0" w:color="auto"/>
            </w:tcBorders>
          </w:tcPr>
          <w:p w14:paraId="36F6EAB4" w14:textId="1628B0FA" w:rsidR="00E12DF5" w:rsidRPr="00F12A19" w:rsidRDefault="00E12DF5" w:rsidP="00E12DF5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0.09</w:t>
            </w:r>
          </w:p>
        </w:tc>
        <w:tc>
          <w:tcPr>
            <w:tcW w:w="200" w:type="dxa"/>
          </w:tcPr>
          <w:p w14:paraId="3996CF63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gridSpan w:val="3"/>
            <w:tcBorders>
              <w:bottom w:val="double" w:sz="4" w:space="0" w:color="auto"/>
            </w:tcBorders>
          </w:tcPr>
          <w:p w14:paraId="699ED431" w14:textId="419E10E0" w:rsidR="00E12DF5" w:rsidRPr="00F12A19" w:rsidRDefault="00E12DF5" w:rsidP="00E12DF5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0.09</w:t>
            </w:r>
          </w:p>
        </w:tc>
        <w:tc>
          <w:tcPr>
            <w:tcW w:w="181" w:type="dxa"/>
          </w:tcPr>
          <w:p w14:paraId="4F160DF0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gridSpan w:val="3"/>
          </w:tcPr>
          <w:p w14:paraId="1C218216" w14:textId="1342EA46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gridSpan w:val="2"/>
          </w:tcPr>
          <w:p w14:paraId="4C884DEC" w14:textId="77777777" w:rsidR="00E12DF5" w:rsidRPr="00F12A19" w:rsidRDefault="00E12DF5" w:rsidP="00E12DF5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gridSpan w:val="3"/>
          </w:tcPr>
          <w:p w14:paraId="24223EF6" w14:textId="3BCDAF9D" w:rsidR="00E12DF5" w:rsidRPr="00F12A19" w:rsidRDefault="00E12DF5" w:rsidP="00E12DF5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0D6303E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4405A24D" w14:textId="092242A5" w:rsidR="00E12DF5" w:rsidRPr="00F12A19" w:rsidRDefault="00E12DF5" w:rsidP="00E12DF5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</w:tcPr>
          <w:p w14:paraId="27302D67" w14:textId="77777777" w:rsidR="00E12DF5" w:rsidRPr="00F12A19" w:rsidRDefault="00E12DF5" w:rsidP="00E12DF5">
            <w:pPr>
              <w:pStyle w:val="acctfourfigures"/>
              <w:tabs>
                <w:tab w:val="clear" w:pos="765"/>
                <w:tab w:val="decimal" w:pos="500"/>
                <w:tab w:val="decimal" w:pos="551"/>
                <w:tab w:val="left" w:pos="640"/>
              </w:tabs>
              <w:spacing w:line="240" w:lineRule="atLeast"/>
              <w:ind w:left="-79" w:right="-66" w:hanging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3" w:type="dxa"/>
            <w:gridSpan w:val="3"/>
            <w:tcBorders>
              <w:bottom w:val="double" w:sz="4" w:space="0" w:color="auto"/>
            </w:tcBorders>
          </w:tcPr>
          <w:p w14:paraId="7E4AA28E" w14:textId="5510DA5F" w:rsidR="00E12DF5" w:rsidRPr="00F12A19" w:rsidRDefault="00E12DF5" w:rsidP="00E12DF5">
            <w:pPr>
              <w:pStyle w:val="acctfourfigures"/>
              <w:tabs>
                <w:tab w:val="clear" w:pos="765"/>
              </w:tabs>
              <w:spacing w:line="240" w:lineRule="atLeast"/>
              <w:ind w:left="-278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308</w:t>
            </w:r>
          </w:p>
        </w:tc>
      </w:tr>
    </w:tbl>
    <w:p w14:paraId="4F0FF8D1" w14:textId="77777777" w:rsidR="00DB4727" w:rsidRPr="00F12A19" w:rsidRDefault="00DB472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E0C723C" w14:textId="094E76BC" w:rsidR="00742DB8" w:rsidRPr="00F12A19" w:rsidRDefault="00C46E56" w:rsidP="00D73D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บริษัทร่วมทั้งหมด</w:t>
      </w:r>
      <w:r w:rsidR="00584417" w:rsidRPr="00F12A19">
        <w:rPr>
          <w:rFonts w:asciiTheme="majorBidi" w:hAnsiTheme="majorBidi" w:cstheme="majorBidi"/>
          <w:sz w:val="30"/>
          <w:szCs w:val="30"/>
          <w:cs/>
        </w:rPr>
        <w:t>จดทะเบียนจัดตั้งและ</w:t>
      </w:r>
      <w:r w:rsidRPr="00F12A19">
        <w:rPr>
          <w:rFonts w:asciiTheme="majorBidi" w:hAnsiTheme="majorBidi" w:cstheme="majorBidi"/>
          <w:sz w:val="30"/>
          <w:szCs w:val="30"/>
          <w:cs/>
        </w:rPr>
        <w:t>ดำเนินธุรกิจในประเทศไทย</w:t>
      </w:r>
    </w:p>
    <w:p w14:paraId="5AE182DA" w14:textId="77777777" w:rsidR="00742DB8" w:rsidRPr="00F12A19" w:rsidRDefault="00742DB8" w:rsidP="00D73D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DE646F5" w14:textId="6E8762AD" w:rsidR="00304B71" w:rsidRPr="00F12A19" w:rsidRDefault="00CA203E" w:rsidP="00D73D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540" w:right="-43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sectPr w:rsidR="00304B71" w:rsidRPr="00F12A19" w:rsidSect="00304B7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  <w:r w:rsidRPr="00F12A19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tab/>
      </w:r>
    </w:p>
    <w:p w14:paraId="1A504693" w14:textId="7730A0D1" w:rsidR="00A54108" w:rsidRPr="00F12A19" w:rsidRDefault="00C46E56" w:rsidP="008F0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lastRenderedPageBreak/>
        <w:t>กลุ่มบริษัทและบริษัทไม่มีเงินลงทุนใน</w:t>
      </w:r>
      <w:r w:rsidR="004C5C3B" w:rsidRPr="00F12A19">
        <w:rPr>
          <w:rFonts w:asciiTheme="majorBidi" w:hAnsiTheme="majorBidi" w:cstheme="majorBidi" w:hint="cs"/>
          <w:sz w:val="30"/>
          <w:szCs w:val="30"/>
          <w:cs/>
        </w:rPr>
        <w:t>บริษัทร่วมและ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4AD54996" w14:textId="77777777" w:rsidR="00706100" w:rsidRPr="00F12A19" w:rsidRDefault="0070610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9C2BA04" w14:textId="6D60804D" w:rsidR="00C46E56" w:rsidRPr="00F12A19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A54108"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="00A54108" w:rsidRPr="00F12A19">
        <w:rPr>
          <w:rFonts w:asciiTheme="majorBidi" w:hAnsiTheme="majorBidi" w:cstheme="majorBidi"/>
          <w:sz w:val="30"/>
          <w:szCs w:val="30"/>
          <w:cs/>
        </w:rPr>
        <w:t>มีนาคม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</w:rPr>
        <w:t>256</w:t>
      </w:r>
      <w:r w:rsidR="00851FAE" w:rsidRPr="00F12A19">
        <w:rPr>
          <w:rFonts w:asciiTheme="majorBidi" w:hAnsiTheme="majorBidi" w:cstheme="majorBidi"/>
          <w:sz w:val="30"/>
          <w:szCs w:val="30"/>
        </w:rPr>
        <w:t>4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="003913A2" w:rsidRPr="00F12A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6E6E" w:rsidRPr="00F12A19">
        <w:rPr>
          <w:rFonts w:asciiTheme="majorBidi" w:hAnsiTheme="majorBidi" w:cstheme="majorBidi"/>
          <w:sz w:val="30"/>
          <w:szCs w:val="30"/>
        </w:rPr>
        <w:t>667.8</w:t>
      </w:r>
      <w:r w:rsidR="003913A2"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(31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851FAE" w:rsidRPr="00F12A19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697886"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645.7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เป็นรายการหักออกจากเงินให้กู้ยืมระยะยาวแก่</w:t>
      </w:r>
      <w:r w:rsidR="00C25179" w:rsidRPr="00F12A19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F12A19">
        <w:rPr>
          <w:rFonts w:asciiTheme="majorBidi" w:hAnsiTheme="majorBidi" w:cstheme="majorBidi"/>
          <w:sz w:val="30"/>
          <w:szCs w:val="30"/>
          <w:cs/>
        </w:rPr>
        <w:t>ร่วมในงบแสดงฐานะการเงินรวม</w:t>
      </w:r>
    </w:p>
    <w:p w14:paraId="5E66E8D1" w14:textId="77777777" w:rsidR="00C46E56" w:rsidRPr="00F12A19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7627102" w14:textId="4451C495" w:rsidR="00A54108" w:rsidRPr="00F12A19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F12A19">
        <w:rPr>
          <w:rFonts w:asciiTheme="majorBidi" w:hAnsiTheme="majorBidi" w:cstheme="majorBidi"/>
          <w:sz w:val="30"/>
          <w:szCs w:val="30"/>
        </w:rPr>
        <w:t>22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พฤศจิกายน </w:t>
      </w:r>
      <w:r w:rsidRPr="00F12A19">
        <w:rPr>
          <w:rFonts w:asciiTheme="majorBidi" w:hAnsiTheme="majorBidi" w:cstheme="majorBidi"/>
          <w:sz w:val="30"/>
          <w:szCs w:val="30"/>
        </w:rPr>
        <w:t>2562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F12A19">
        <w:rPr>
          <w:rFonts w:asciiTheme="majorBidi" w:hAnsiTheme="majorBidi" w:cstheme="majorBidi"/>
          <w:sz w:val="30"/>
          <w:szCs w:val="30"/>
        </w:rPr>
        <w:t xml:space="preserve">GLANDRT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 </w:t>
      </w:r>
      <w:r w:rsidRPr="00F12A19">
        <w:rPr>
          <w:rFonts w:asciiTheme="majorBidi" w:hAnsiTheme="majorBidi" w:cstheme="majorBidi"/>
          <w:sz w:val="30"/>
          <w:szCs w:val="30"/>
        </w:rPr>
        <w:t xml:space="preserve">CPNREIT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F12A19">
        <w:rPr>
          <w:rFonts w:asciiTheme="majorBidi" w:hAnsiTheme="majorBidi" w:cstheme="majorBidi"/>
          <w:sz w:val="30"/>
          <w:szCs w:val="30"/>
        </w:rPr>
        <w:t xml:space="preserve">GLANDRT </w:t>
      </w:r>
      <w:r w:rsidRPr="00F12A19">
        <w:rPr>
          <w:rFonts w:asciiTheme="majorBidi" w:hAnsiTheme="majorBidi" w:cstheme="majorBidi"/>
          <w:sz w:val="30"/>
          <w:szCs w:val="30"/>
          <w:cs/>
        </w:rPr>
        <w:t>จากการเป็นหลักทรัพย์จดทะเบียนในตลาดหลักทรัพย์แห่งประเทศไทย ทั้งนี้กองทรัสต์ได้มีการเลิก</w:t>
      </w:r>
      <w:r w:rsidR="00CD0D9B" w:rsidRPr="00F12A19">
        <w:rPr>
          <w:rFonts w:asciiTheme="majorBidi" w:hAnsiTheme="majorBidi" w:cstheme="majorBidi"/>
          <w:sz w:val="30"/>
          <w:szCs w:val="30"/>
          <w:cs/>
        </w:rPr>
        <w:t>กองทรัสต์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F12A19">
        <w:rPr>
          <w:rFonts w:asciiTheme="majorBidi" w:hAnsiTheme="majorBidi" w:cstheme="majorBidi"/>
          <w:sz w:val="30"/>
          <w:szCs w:val="30"/>
        </w:rPr>
        <w:t>3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F12A19">
        <w:rPr>
          <w:rFonts w:asciiTheme="majorBidi" w:hAnsiTheme="majorBidi" w:cstheme="majorBidi"/>
          <w:sz w:val="30"/>
          <w:szCs w:val="30"/>
        </w:rPr>
        <w:t>2563</w:t>
      </w:r>
    </w:p>
    <w:p w14:paraId="4B562132" w14:textId="7F1EF04C" w:rsidR="00515285" w:rsidRPr="00F12A19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0D7CD9D" w14:textId="6B8D0F73" w:rsidR="00C46E56" w:rsidRPr="00F12A19" w:rsidRDefault="00675A8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color w:val="FF0000"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9</w:t>
      </w:r>
      <w:r w:rsidR="00C46E56"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="00C46E56" w:rsidRPr="00F12A1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14:paraId="01EE8C57" w14:textId="77777777" w:rsidR="00515285" w:rsidRPr="00F12A19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375" w:type="dxa"/>
        <w:tblInd w:w="558" w:type="dxa"/>
        <w:tblLook w:val="01E0" w:firstRow="1" w:lastRow="1" w:firstColumn="1" w:lastColumn="1" w:noHBand="0" w:noVBand="0"/>
      </w:tblPr>
      <w:tblGrid>
        <w:gridCol w:w="6600"/>
        <w:gridCol w:w="1301"/>
        <w:gridCol w:w="271"/>
        <w:gridCol w:w="1203"/>
      </w:tblGrid>
      <w:tr w:rsidR="00515285" w:rsidRPr="00F12A19" w14:paraId="5AF2FF27" w14:textId="77777777" w:rsidTr="00C83508">
        <w:tc>
          <w:tcPr>
            <w:tcW w:w="6600" w:type="dxa"/>
          </w:tcPr>
          <w:p w14:paraId="378A86BA" w14:textId="77777777" w:rsidR="00515285" w:rsidRPr="00F12A19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85F4BFD" w14:textId="77777777" w:rsidR="00515285" w:rsidRPr="00F12A19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5285" w:rsidRPr="00F12A19" w14:paraId="11ADF540" w14:textId="77777777" w:rsidTr="00C83508">
        <w:tc>
          <w:tcPr>
            <w:tcW w:w="6600" w:type="dxa"/>
          </w:tcPr>
          <w:p w14:paraId="373357A1" w14:textId="77777777" w:rsidR="00515285" w:rsidRPr="00F12A19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301" w:type="dxa"/>
          </w:tcPr>
          <w:p w14:paraId="47B59ADF" w14:textId="6766C704" w:rsidR="00515285" w:rsidRPr="00F12A19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271" w:type="dxa"/>
          </w:tcPr>
          <w:p w14:paraId="1D033F9F" w14:textId="77777777" w:rsidR="00515285" w:rsidRPr="00F12A19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20AC6BBD" w14:textId="7D7E08CC" w:rsidR="00515285" w:rsidRPr="00F12A19" w:rsidRDefault="005152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851FAE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</w:tr>
      <w:tr w:rsidR="00515285" w:rsidRPr="00F12A19" w14:paraId="4E8668E1" w14:textId="77777777" w:rsidTr="00C83508">
        <w:tc>
          <w:tcPr>
            <w:tcW w:w="6600" w:type="dxa"/>
          </w:tcPr>
          <w:p w14:paraId="59A64595" w14:textId="77777777" w:rsidR="00515285" w:rsidRPr="00F12A19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AC83AD8" w14:textId="7BF15770" w:rsidR="00515285" w:rsidRPr="00F12A19" w:rsidRDefault="005152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9F046E"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51FAE" w:rsidRPr="00F12A19" w14:paraId="21ED660C" w14:textId="77777777" w:rsidTr="00C83508">
        <w:tc>
          <w:tcPr>
            <w:tcW w:w="6600" w:type="dxa"/>
          </w:tcPr>
          <w:p w14:paraId="1572559C" w14:textId="77777777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5E4AFB4A" w14:textId="39A93AB6" w:rsidR="00851FAE" w:rsidRPr="00F12A19" w:rsidRDefault="008B60EB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6,80</w:t>
            </w:r>
            <w:r w:rsidR="00C05D0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1" w:type="dxa"/>
          </w:tcPr>
          <w:p w14:paraId="7D9739DE" w14:textId="77777777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2D9400BF" w14:textId="17E9E372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6,817</w:t>
            </w:r>
          </w:p>
        </w:tc>
      </w:tr>
      <w:tr w:rsidR="00851FAE" w:rsidRPr="00F12A19" w14:paraId="6464DFA6" w14:textId="77777777" w:rsidTr="00C83508">
        <w:tc>
          <w:tcPr>
            <w:tcW w:w="6600" w:type="dxa"/>
          </w:tcPr>
          <w:p w14:paraId="2B7098DA" w14:textId="77777777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19A4A968" w14:textId="10BC573A" w:rsidR="00851FAE" w:rsidRPr="00F12A19" w:rsidRDefault="008B60EB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</w:t>
            </w:r>
            <w:r w:rsidR="00C05D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1" w:type="dxa"/>
          </w:tcPr>
          <w:p w14:paraId="5D03B5D3" w14:textId="77777777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72633E95" w14:textId="6D5519CC" w:rsidR="00851FAE" w:rsidRPr="00F12A19" w:rsidRDefault="00851FAE" w:rsidP="00851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6,817</w:t>
            </w:r>
          </w:p>
        </w:tc>
      </w:tr>
    </w:tbl>
    <w:p w14:paraId="22692B23" w14:textId="77777777" w:rsidR="00515285" w:rsidRPr="00F12A19" w:rsidRDefault="00515285" w:rsidP="00E707E2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lang w:val="en-US"/>
        </w:rPr>
      </w:pPr>
    </w:p>
    <w:p w14:paraId="0CAA4F7A" w14:textId="3E92F849" w:rsidR="00C46E56" w:rsidRPr="00F12A19" w:rsidRDefault="00C46E56" w:rsidP="00E707E2">
      <w:pPr>
        <w:pStyle w:val="BodyTextIndent2"/>
        <w:spacing w:line="240" w:lineRule="auto"/>
        <w:ind w:left="547" w:firstLine="0"/>
        <w:jc w:val="thaiDistribute"/>
        <w:rPr>
          <w:rFonts w:asciiTheme="majorBidi" w:hAnsiTheme="majorBidi" w:cstheme="majorBidi"/>
          <w:sz w:val="16"/>
          <w:szCs w:val="16"/>
        </w:rPr>
      </w:pPr>
      <w:r w:rsidRPr="00F12A19">
        <w:rPr>
          <w:rFonts w:asciiTheme="majorBidi" w:hAnsiTheme="majorBidi" w:cstheme="majorBidi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="00A54108" w:rsidRPr="00F12A19">
        <w:rPr>
          <w:rFonts w:asciiTheme="majorBidi" w:hAnsiTheme="majorBidi" w:cstheme="majorBidi"/>
          <w:lang w:val="en-US"/>
        </w:rPr>
        <w:t>31</w:t>
      </w:r>
      <w:r w:rsidR="00515285" w:rsidRPr="00F12A19">
        <w:rPr>
          <w:rFonts w:asciiTheme="majorBidi" w:hAnsiTheme="majorBidi" w:cstheme="majorBidi"/>
          <w:lang w:val="en-US"/>
        </w:rPr>
        <w:t xml:space="preserve"> </w:t>
      </w:r>
      <w:r w:rsidR="00515285" w:rsidRPr="00F12A19">
        <w:rPr>
          <w:rFonts w:asciiTheme="majorBidi" w:hAnsiTheme="majorBidi" w:cstheme="majorBidi"/>
          <w:cs/>
          <w:lang w:val="en-US"/>
        </w:rPr>
        <w:t xml:space="preserve">มีนาคม </w:t>
      </w:r>
      <w:r w:rsidR="00A54108" w:rsidRPr="00F12A19">
        <w:rPr>
          <w:rFonts w:asciiTheme="majorBidi" w:hAnsiTheme="majorBidi" w:cstheme="majorBidi"/>
          <w:lang w:val="en-US"/>
        </w:rPr>
        <w:t>256</w:t>
      </w:r>
      <w:r w:rsidR="00851FAE" w:rsidRPr="00F12A19">
        <w:rPr>
          <w:rFonts w:asciiTheme="majorBidi" w:hAnsiTheme="majorBidi" w:cstheme="majorBidi"/>
          <w:lang w:val="en-US"/>
        </w:rPr>
        <w:t>4</w:t>
      </w:r>
      <w:r w:rsidR="00515285" w:rsidRPr="00F12A19">
        <w:rPr>
          <w:rFonts w:asciiTheme="majorBidi" w:hAnsiTheme="majorBidi" w:cstheme="majorBidi"/>
          <w:lang w:val="en-US"/>
        </w:rPr>
        <w:t xml:space="preserve"> </w:t>
      </w:r>
      <w:r w:rsidR="00515285" w:rsidRPr="00F12A19">
        <w:rPr>
          <w:rFonts w:asciiTheme="majorBidi" w:hAnsiTheme="majorBidi" w:cstheme="majorBidi"/>
          <w:cs/>
          <w:lang w:val="en-US"/>
        </w:rPr>
        <w:t xml:space="preserve">และ </w:t>
      </w:r>
      <w:r w:rsidR="00515285" w:rsidRPr="00F12A19">
        <w:rPr>
          <w:rFonts w:asciiTheme="majorBidi" w:hAnsiTheme="majorBidi" w:cstheme="majorBidi"/>
          <w:lang w:val="en-US"/>
        </w:rPr>
        <w:t>256</w:t>
      </w:r>
      <w:r w:rsidR="00851FAE" w:rsidRPr="00F12A19">
        <w:rPr>
          <w:rFonts w:asciiTheme="majorBidi" w:hAnsiTheme="majorBidi" w:cstheme="majorBidi"/>
          <w:lang w:val="en-US"/>
        </w:rPr>
        <w:t>3</w:t>
      </w:r>
    </w:p>
    <w:p w14:paraId="2607030D" w14:textId="51DD8442" w:rsidR="00675A89" w:rsidRDefault="00675A89" w:rsidP="00675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E989F37" w14:textId="77777777" w:rsidR="00853E83" w:rsidRPr="00853E83" w:rsidRDefault="00853E83" w:rsidP="00853E83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53E83">
        <w:rPr>
          <w:rFonts w:ascii="Angsana New" w:hAnsi="Angsana New"/>
          <w:sz w:val="30"/>
          <w:szCs w:val="30"/>
          <w:cs/>
        </w:rPr>
        <w:t xml:space="preserve">ที่ประชุมสามัญผู้ถือหุ้นของบริษัท จีแลนด์ รีท แมเนจเม้นท์ จำกัด เมื่อวันที่ </w:t>
      </w:r>
      <w:r w:rsidRPr="00853E83">
        <w:rPr>
          <w:rFonts w:ascii="Angsana New" w:hAnsi="Angsana New"/>
          <w:sz w:val="30"/>
          <w:szCs w:val="30"/>
        </w:rPr>
        <w:t xml:space="preserve">24 </w:t>
      </w:r>
      <w:r w:rsidRPr="00853E8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853E83">
        <w:rPr>
          <w:rFonts w:ascii="Angsana New" w:hAnsi="Angsana New"/>
          <w:sz w:val="30"/>
          <w:szCs w:val="30"/>
        </w:rPr>
        <w:t>2563</w:t>
      </w:r>
      <w:r w:rsidRPr="00853E83">
        <w:rPr>
          <w:rFonts w:ascii="Angsana New" w:hAnsi="Angsana New"/>
          <w:sz w:val="30"/>
          <w:szCs w:val="30"/>
          <w:cs/>
        </w:rPr>
        <w:t xml:space="preserve"> มีมติอนุมัติให้เลิกบริษัท โดยบริษัทได้จดทะเบียนเลิกบริษัทกับกระทรวงพาณิชย์เมื่อวันที่ </w:t>
      </w:r>
      <w:r w:rsidRPr="00853E83">
        <w:rPr>
          <w:rFonts w:ascii="Angsana New" w:hAnsi="Angsana New"/>
          <w:sz w:val="30"/>
          <w:szCs w:val="30"/>
        </w:rPr>
        <w:t xml:space="preserve">29 </w:t>
      </w:r>
      <w:r w:rsidRPr="00853E8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853E83">
        <w:rPr>
          <w:rFonts w:ascii="Angsana New" w:hAnsi="Angsana New"/>
          <w:sz w:val="30"/>
          <w:szCs w:val="30"/>
        </w:rPr>
        <w:t xml:space="preserve">2563 </w:t>
      </w:r>
      <w:r w:rsidRPr="00853E83">
        <w:rPr>
          <w:rFonts w:ascii="Angsana New" w:hAnsi="Angsana New"/>
          <w:sz w:val="30"/>
          <w:szCs w:val="30"/>
          <w:cs/>
        </w:rPr>
        <w:t>นอกจากนี้</w:t>
      </w:r>
      <w:r w:rsidRPr="00853E83">
        <w:rPr>
          <w:rFonts w:ascii="Angsana New" w:hAnsi="Angsana New"/>
          <w:sz w:val="30"/>
          <w:szCs w:val="30"/>
        </w:rPr>
        <w:t xml:space="preserve"> </w:t>
      </w:r>
      <w:r w:rsidRPr="00853E83">
        <w:rPr>
          <w:rFonts w:ascii="Angsana New" w:hAnsi="Angsana New"/>
          <w:sz w:val="30"/>
          <w:szCs w:val="30"/>
          <w:cs/>
        </w:rPr>
        <w:t>ที่ประชุมยังมีมติอนุมัติในเรื่องดังต่อไปนี้</w:t>
      </w:r>
    </w:p>
    <w:p w14:paraId="6020B953" w14:textId="77777777" w:rsidR="00853E83" w:rsidRPr="00853E83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53E83">
        <w:rPr>
          <w:rFonts w:ascii="Angsana New" w:hAnsi="Angsana New"/>
          <w:sz w:val="30"/>
          <w:szCs w:val="30"/>
          <w:cs/>
        </w:rPr>
        <w:t xml:space="preserve">เงินปันผลจากผลประกอบการตั้งแต่วันที่ </w:t>
      </w:r>
      <w:r w:rsidRPr="00853E83">
        <w:rPr>
          <w:rFonts w:ascii="Angsana New" w:hAnsi="Angsana New"/>
          <w:sz w:val="30"/>
          <w:szCs w:val="30"/>
        </w:rPr>
        <w:t xml:space="preserve">1 </w:t>
      </w:r>
      <w:r w:rsidRPr="00853E83">
        <w:rPr>
          <w:rFonts w:ascii="Angsana New" w:hAnsi="Angsana New"/>
          <w:sz w:val="30"/>
          <w:szCs w:val="30"/>
          <w:cs/>
        </w:rPr>
        <w:t>มกราคม -</w:t>
      </w:r>
      <w:r w:rsidRPr="00853E83">
        <w:rPr>
          <w:rFonts w:ascii="Angsana New" w:hAnsi="Angsana New"/>
          <w:sz w:val="30"/>
          <w:szCs w:val="30"/>
        </w:rPr>
        <w:t xml:space="preserve"> 29 </w:t>
      </w:r>
      <w:r w:rsidRPr="00853E8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853E83">
        <w:rPr>
          <w:rFonts w:ascii="Angsana New" w:hAnsi="Angsana New"/>
          <w:sz w:val="30"/>
          <w:szCs w:val="30"/>
        </w:rPr>
        <w:t xml:space="preserve">2563 </w:t>
      </w:r>
      <w:r w:rsidRPr="00853E83">
        <w:rPr>
          <w:rFonts w:ascii="Angsana New" w:hAnsi="Angsana New"/>
          <w:sz w:val="30"/>
          <w:szCs w:val="30"/>
          <w:cs/>
        </w:rPr>
        <w:t xml:space="preserve">(วันเลิกกิจการ) และเงินปันผลจากกำไรสะสมของกิจการ เป็นจำนวนเงิน </w:t>
      </w:r>
      <w:r w:rsidRPr="00853E83">
        <w:rPr>
          <w:rFonts w:ascii="Angsana New" w:hAnsi="Angsana New"/>
          <w:sz w:val="30"/>
          <w:szCs w:val="30"/>
        </w:rPr>
        <w:t xml:space="preserve">59.9 </w:t>
      </w:r>
      <w:r w:rsidRPr="00853E83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627295C5" w14:textId="77777777" w:rsidR="00853E83" w:rsidRPr="00853E83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53E83">
        <w:rPr>
          <w:rFonts w:ascii="Angsana New" w:hAnsi="Angsana New"/>
          <w:sz w:val="30"/>
          <w:szCs w:val="30"/>
          <w:cs/>
        </w:rPr>
        <w:t xml:space="preserve">ลดทุนเป็นจำนวนเงิน </w:t>
      </w:r>
      <w:r w:rsidRPr="00853E83">
        <w:rPr>
          <w:rFonts w:ascii="Angsana New" w:hAnsi="Angsana New"/>
          <w:sz w:val="30"/>
          <w:szCs w:val="30"/>
        </w:rPr>
        <w:t xml:space="preserve">9.7 </w:t>
      </w:r>
      <w:r w:rsidRPr="00853E83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60E880A1" w14:textId="77777777" w:rsidR="00853E83" w:rsidRPr="00853E83" w:rsidRDefault="00853E83" w:rsidP="00853E83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53E83">
        <w:rPr>
          <w:rFonts w:ascii="Angsana New" w:hAnsi="Angsana New"/>
          <w:sz w:val="30"/>
          <w:szCs w:val="30"/>
          <w:cs/>
        </w:rPr>
        <w:t xml:space="preserve">จ่ายเงินปันผลและลดทุนดังกล่าวในวันที่ </w:t>
      </w:r>
      <w:r w:rsidRPr="00853E83">
        <w:rPr>
          <w:rFonts w:ascii="Angsana New" w:hAnsi="Angsana New"/>
          <w:sz w:val="30"/>
          <w:szCs w:val="30"/>
        </w:rPr>
        <w:t xml:space="preserve">23 </w:t>
      </w:r>
      <w:r w:rsidRPr="00853E83">
        <w:rPr>
          <w:rFonts w:ascii="Angsana New" w:hAnsi="Angsana New"/>
          <w:sz w:val="30"/>
          <w:szCs w:val="30"/>
          <w:cs/>
        </w:rPr>
        <w:t xml:space="preserve">กรกฏาคม </w:t>
      </w:r>
      <w:r w:rsidRPr="00853E83">
        <w:rPr>
          <w:rFonts w:ascii="Angsana New" w:hAnsi="Angsana New"/>
          <w:sz w:val="30"/>
          <w:szCs w:val="30"/>
        </w:rPr>
        <w:t>2563</w:t>
      </w:r>
    </w:p>
    <w:p w14:paraId="3A27A959" w14:textId="77777777" w:rsidR="00853E83" w:rsidRPr="00F12A19" w:rsidRDefault="00853E83" w:rsidP="00675A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F91632" w14:textId="77777777" w:rsidR="00515285" w:rsidRPr="00F12A19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7BCC54" w14:textId="2E249F1E" w:rsidR="00515285" w:rsidRPr="00F12A19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  <w:sectPr w:rsidR="00515285" w:rsidRPr="00F12A19" w:rsidSect="00CD7F21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440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78"/>
        <w:gridCol w:w="1962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19"/>
        <w:gridCol w:w="17"/>
        <w:gridCol w:w="263"/>
        <w:gridCol w:w="17"/>
        <w:gridCol w:w="824"/>
        <w:gridCol w:w="17"/>
        <w:gridCol w:w="285"/>
        <w:gridCol w:w="17"/>
        <w:gridCol w:w="933"/>
      </w:tblGrid>
      <w:tr w:rsidR="00742DB8" w:rsidRPr="00F12A19" w14:paraId="2CB4D5D4" w14:textId="77777777" w:rsidTr="0053655A">
        <w:tc>
          <w:tcPr>
            <w:tcW w:w="3078" w:type="dxa"/>
          </w:tcPr>
          <w:p w14:paraId="4BAFCF6E" w14:textId="77777777" w:rsidR="00742DB8" w:rsidRPr="00F12A19" w:rsidRDefault="00742DB8" w:rsidP="0053655A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32B58401" w14:textId="77777777" w:rsidR="00742DB8" w:rsidRPr="00F12A19" w:rsidRDefault="00742DB8" w:rsidP="0053655A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9" w:type="dxa"/>
            <w:gridSpan w:val="22"/>
          </w:tcPr>
          <w:p w14:paraId="7895FA6B" w14:textId="77777777" w:rsidR="00742DB8" w:rsidRPr="00F12A19" w:rsidRDefault="00742DB8" w:rsidP="0053655A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C25179" w:rsidRPr="00F12A19" w:rsidDel="00685444" w14:paraId="03AA2A7E" w14:textId="77777777" w:rsidTr="0053655A">
        <w:tc>
          <w:tcPr>
            <w:tcW w:w="3078" w:type="dxa"/>
          </w:tcPr>
          <w:p w14:paraId="307C02B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20808151" w14:textId="06120336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7CEDD6AA" w14:textId="214C4579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80" w:type="dxa"/>
          </w:tcPr>
          <w:p w14:paraId="4B513A95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064145AB" w14:textId="3DE1FA4E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80" w:type="dxa"/>
          </w:tcPr>
          <w:p w14:paraId="111A54F1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151" w:type="dxa"/>
            <w:gridSpan w:val="6"/>
          </w:tcPr>
          <w:p w14:paraId="3A394E49" w14:textId="46BC38F5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80" w:type="dxa"/>
            <w:gridSpan w:val="2"/>
          </w:tcPr>
          <w:p w14:paraId="437D0ADB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76" w:type="dxa"/>
            <w:gridSpan w:val="5"/>
          </w:tcPr>
          <w:p w14:paraId="2F164036" w14:textId="461703E1" w:rsidR="00C25179" w:rsidRPr="00F12A19" w:rsidDel="00685444" w:rsidRDefault="00C25179" w:rsidP="00FB062C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  <w:r w:rsidRPr="00F12A1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สำหรับ</w:t>
            </w: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งวด</w:t>
            </w:r>
          </w:p>
        </w:tc>
      </w:tr>
      <w:tr w:rsidR="00C25179" w:rsidRPr="00F12A19" w:rsidDel="00685444" w14:paraId="6CEAE834" w14:textId="77777777" w:rsidTr="0053655A">
        <w:tc>
          <w:tcPr>
            <w:tcW w:w="3078" w:type="dxa"/>
          </w:tcPr>
          <w:p w14:paraId="3FF1FFF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41F51965" w14:textId="774493BA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72DC04CA" w14:textId="1CE4449A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7DB0B60F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7F45673D" w14:textId="7C288F80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249690DD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151" w:type="dxa"/>
            <w:gridSpan w:val="6"/>
          </w:tcPr>
          <w:p w14:paraId="3F4031F2" w14:textId="3B160D3F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วิธีราคาทุน</w:t>
            </w:r>
          </w:p>
        </w:tc>
        <w:tc>
          <w:tcPr>
            <w:tcW w:w="280" w:type="dxa"/>
            <w:gridSpan w:val="2"/>
          </w:tcPr>
          <w:p w14:paraId="1CC8EB9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76" w:type="dxa"/>
            <w:gridSpan w:val="5"/>
          </w:tcPr>
          <w:p w14:paraId="63025E5C" w14:textId="7BFC9A1D" w:rsidR="00C25179" w:rsidRPr="00F12A19" w:rsidRDefault="00FB062C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สามเดือนสิ้นสุดวันที่</w:t>
            </w:r>
          </w:p>
        </w:tc>
      </w:tr>
      <w:tr w:rsidR="00C25179" w:rsidRPr="00F12A19" w14:paraId="21B7E93E" w14:textId="77777777" w:rsidTr="0053655A">
        <w:tc>
          <w:tcPr>
            <w:tcW w:w="3078" w:type="dxa"/>
          </w:tcPr>
          <w:p w14:paraId="25B02FE8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732A9B50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center"/>
          </w:tcPr>
          <w:p w14:paraId="44954991" w14:textId="53065181" w:rsidR="00C25179" w:rsidRPr="00F12A19" w:rsidRDefault="00C25179" w:rsidP="00C25179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มีนาคม</w:t>
            </w:r>
          </w:p>
        </w:tc>
        <w:tc>
          <w:tcPr>
            <w:tcW w:w="280" w:type="dxa"/>
            <w:vAlign w:val="center"/>
          </w:tcPr>
          <w:p w14:paraId="2E34231B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vAlign w:val="center"/>
          </w:tcPr>
          <w:p w14:paraId="21339E13" w14:textId="34719A48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ธันวาคม</w:t>
            </w:r>
          </w:p>
        </w:tc>
        <w:tc>
          <w:tcPr>
            <w:tcW w:w="280" w:type="dxa"/>
          </w:tcPr>
          <w:p w14:paraId="5443FB85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935" w:type="dxa"/>
            <w:vAlign w:val="center"/>
          </w:tcPr>
          <w:p w14:paraId="4F14F522" w14:textId="630DD547" w:rsidR="00C25179" w:rsidRPr="00F12A19" w:rsidRDefault="00C25179" w:rsidP="00C25179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มีนาคม</w:t>
            </w:r>
          </w:p>
        </w:tc>
        <w:tc>
          <w:tcPr>
            <w:tcW w:w="245" w:type="dxa"/>
            <w:vAlign w:val="center"/>
          </w:tcPr>
          <w:p w14:paraId="720CEEB1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752DF83B" w14:textId="24BBF244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ธันวาคม</w:t>
            </w:r>
          </w:p>
        </w:tc>
        <w:tc>
          <w:tcPr>
            <w:tcW w:w="280" w:type="dxa"/>
          </w:tcPr>
          <w:p w14:paraId="7F98DA0E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919" w:type="dxa"/>
            <w:vAlign w:val="center"/>
          </w:tcPr>
          <w:p w14:paraId="25F23736" w14:textId="01A2536D" w:rsidR="00C25179" w:rsidRPr="00F12A19" w:rsidRDefault="00C25179" w:rsidP="00C25179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มีนาคม</w:t>
            </w:r>
          </w:p>
        </w:tc>
        <w:tc>
          <w:tcPr>
            <w:tcW w:w="280" w:type="dxa"/>
            <w:gridSpan w:val="2"/>
            <w:vAlign w:val="center"/>
          </w:tcPr>
          <w:p w14:paraId="583CCA4A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2F295126" w14:textId="638C8DEE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ธันวาคม</w:t>
            </w:r>
          </w:p>
        </w:tc>
        <w:tc>
          <w:tcPr>
            <w:tcW w:w="280" w:type="dxa"/>
            <w:gridSpan w:val="2"/>
          </w:tcPr>
          <w:p w14:paraId="5F1AF798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2899656D" w14:textId="542DB1D2" w:rsidR="00C25179" w:rsidRPr="00F12A19" w:rsidRDefault="00C25179" w:rsidP="00C25179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มีนาคม</w:t>
            </w:r>
          </w:p>
        </w:tc>
        <w:tc>
          <w:tcPr>
            <w:tcW w:w="302" w:type="dxa"/>
            <w:gridSpan w:val="2"/>
            <w:vAlign w:val="center"/>
          </w:tcPr>
          <w:p w14:paraId="1FD4CCF5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41C79BFC" w14:textId="379ADB79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12A1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31 </w:t>
            </w:r>
            <w:r w:rsidRPr="00F12A19">
              <w:rPr>
                <w:rFonts w:asciiTheme="majorBidi" w:hAnsiTheme="majorBidi" w:cstheme="majorBidi"/>
                <w:sz w:val="27"/>
                <w:szCs w:val="27"/>
                <w:cs/>
              </w:rPr>
              <w:t>มีนาคม</w:t>
            </w:r>
          </w:p>
        </w:tc>
      </w:tr>
      <w:tr w:rsidR="00C25179" w:rsidRPr="00F12A19" w14:paraId="6F096DE7" w14:textId="77777777" w:rsidTr="0053655A">
        <w:tc>
          <w:tcPr>
            <w:tcW w:w="3078" w:type="dxa"/>
          </w:tcPr>
          <w:p w14:paraId="322CD33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7CAF4AE7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center"/>
          </w:tcPr>
          <w:p w14:paraId="6BD97807" w14:textId="50B9AB41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0" w:type="dxa"/>
            <w:vAlign w:val="center"/>
          </w:tcPr>
          <w:p w14:paraId="10DE84FB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14:paraId="43A03BF8" w14:textId="59F0CD36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0" w:type="dxa"/>
          </w:tcPr>
          <w:p w14:paraId="75296811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center"/>
          </w:tcPr>
          <w:p w14:paraId="508A3F3F" w14:textId="7CC6158E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5" w:type="dxa"/>
            <w:vAlign w:val="center"/>
          </w:tcPr>
          <w:p w14:paraId="62A94374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28DA4BE" w14:textId="6E21D444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0" w:type="dxa"/>
          </w:tcPr>
          <w:p w14:paraId="5EF5BA3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9" w:type="dxa"/>
            <w:vAlign w:val="center"/>
          </w:tcPr>
          <w:p w14:paraId="13F54B0A" w14:textId="1F276EA3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0" w:type="dxa"/>
            <w:gridSpan w:val="2"/>
            <w:vAlign w:val="center"/>
          </w:tcPr>
          <w:p w14:paraId="444C728F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43D3AD11" w14:textId="214F964A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0" w:type="dxa"/>
            <w:gridSpan w:val="2"/>
          </w:tcPr>
          <w:p w14:paraId="2AA34C34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55AF375D" w14:textId="2AB76B59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02" w:type="dxa"/>
            <w:gridSpan w:val="2"/>
            <w:vAlign w:val="center"/>
          </w:tcPr>
          <w:p w14:paraId="3DEBC7C6" w14:textId="77777777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195BBA5E" w14:textId="1AF62A7F" w:rsidR="00C25179" w:rsidRPr="00F12A19" w:rsidRDefault="00C25179" w:rsidP="00C25179">
            <w:pPr>
              <w:pStyle w:val="BodyText"/>
              <w:spacing w:after="0" w:line="320" w:lineRule="exact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</w:p>
        </w:tc>
      </w:tr>
      <w:tr w:rsidR="00C25179" w:rsidRPr="00F12A19" w14:paraId="155AAF3F" w14:textId="77777777" w:rsidTr="0053655A">
        <w:tc>
          <w:tcPr>
            <w:tcW w:w="3078" w:type="dxa"/>
          </w:tcPr>
          <w:p w14:paraId="57CA3B3D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962" w:type="dxa"/>
          </w:tcPr>
          <w:p w14:paraId="044F8AF9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7A9336F0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7CAF9623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38" w:type="dxa"/>
            <w:gridSpan w:val="18"/>
          </w:tcPr>
          <w:p w14:paraId="771FADC7" w14:textId="77777777" w:rsidR="00C25179" w:rsidRPr="00F12A19" w:rsidRDefault="00C25179" w:rsidP="00C25179">
            <w:pPr>
              <w:pStyle w:val="block"/>
              <w:spacing w:after="0" w:line="32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ล้านบาท)</w:t>
            </w:r>
          </w:p>
        </w:tc>
      </w:tr>
      <w:tr w:rsidR="00C25179" w:rsidRPr="00F12A19" w14:paraId="4A58060B" w14:textId="77777777" w:rsidTr="0053655A">
        <w:tc>
          <w:tcPr>
            <w:tcW w:w="3078" w:type="dxa"/>
          </w:tcPr>
          <w:p w14:paraId="00182686" w14:textId="7500B859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962" w:type="dxa"/>
          </w:tcPr>
          <w:p w14:paraId="398A9422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1461B1B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02EADCE0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7281D6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28FB8E7F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5596657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05BF2777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vAlign w:val="bottom"/>
          </w:tcPr>
          <w:p w14:paraId="1159B5E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39A354A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49F445D1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3B273C04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6B363E2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1AFBD3DC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49FB697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2" w:type="dxa"/>
            <w:gridSpan w:val="2"/>
            <w:vAlign w:val="bottom"/>
          </w:tcPr>
          <w:p w14:paraId="4D0A3CE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1CCEF349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179" w:rsidRPr="00F12A19" w14:paraId="107135D0" w14:textId="77777777" w:rsidTr="006B1007">
        <w:tc>
          <w:tcPr>
            <w:tcW w:w="3078" w:type="dxa"/>
          </w:tcPr>
          <w:p w14:paraId="068ED201" w14:textId="77777777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เบ็ล ดีเวลลอปเมนท์ จำกัด</w:t>
            </w:r>
          </w:p>
        </w:tc>
        <w:tc>
          <w:tcPr>
            <w:tcW w:w="1962" w:type="dxa"/>
            <w:vAlign w:val="bottom"/>
          </w:tcPr>
          <w:p w14:paraId="301B2471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1C51BFBF" w14:textId="1191BCA6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79.57</w:t>
            </w:r>
          </w:p>
        </w:tc>
        <w:tc>
          <w:tcPr>
            <w:tcW w:w="280" w:type="dxa"/>
            <w:vAlign w:val="bottom"/>
          </w:tcPr>
          <w:p w14:paraId="0735BAD0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334C686C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79.57</w:t>
            </w:r>
          </w:p>
        </w:tc>
        <w:tc>
          <w:tcPr>
            <w:tcW w:w="280" w:type="dxa"/>
            <w:vAlign w:val="bottom"/>
          </w:tcPr>
          <w:p w14:paraId="154ECD2E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0B221E4D" w14:textId="5C1589BC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2,064</w:t>
            </w:r>
          </w:p>
        </w:tc>
        <w:tc>
          <w:tcPr>
            <w:tcW w:w="280" w:type="dxa"/>
            <w:gridSpan w:val="2"/>
            <w:vAlign w:val="bottom"/>
          </w:tcPr>
          <w:p w14:paraId="36F1397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vAlign w:val="bottom"/>
          </w:tcPr>
          <w:p w14:paraId="5F36DE6D" w14:textId="21AD5C4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2,064</w:t>
            </w:r>
          </w:p>
        </w:tc>
        <w:tc>
          <w:tcPr>
            <w:tcW w:w="280" w:type="dxa"/>
            <w:vAlign w:val="bottom"/>
          </w:tcPr>
          <w:p w14:paraId="56FFE50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201E076" w14:textId="4C310F38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0D0CDB1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413D10F7" w14:textId="367D46EC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5EC09BE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1E292A3C" w14:textId="5A4DBE8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2C46005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1486BF9A" w14:textId="711C24E6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68EDC2BE" w14:textId="77777777" w:rsidTr="006B1007">
        <w:tc>
          <w:tcPr>
            <w:tcW w:w="3078" w:type="dxa"/>
          </w:tcPr>
          <w:p w14:paraId="622A2F3F" w14:textId="77777777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พระราม 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9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962" w:type="dxa"/>
            <w:vAlign w:val="bottom"/>
          </w:tcPr>
          <w:p w14:paraId="0763770E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ให้เช่าและพัฒนา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0DDB0E89" w14:textId="1EFEDFC8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93.09</w:t>
            </w:r>
          </w:p>
        </w:tc>
        <w:tc>
          <w:tcPr>
            <w:tcW w:w="280" w:type="dxa"/>
            <w:vAlign w:val="bottom"/>
          </w:tcPr>
          <w:p w14:paraId="27C944F5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F6744C4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93.09</w:t>
            </w:r>
          </w:p>
        </w:tc>
        <w:tc>
          <w:tcPr>
            <w:tcW w:w="280" w:type="dxa"/>
            <w:vAlign w:val="bottom"/>
          </w:tcPr>
          <w:p w14:paraId="67C60445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329EA8A7" w14:textId="4151EA9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1,900</w:t>
            </w:r>
          </w:p>
        </w:tc>
        <w:tc>
          <w:tcPr>
            <w:tcW w:w="280" w:type="dxa"/>
            <w:gridSpan w:val="2"/>
            <w:vAlign w:val="bottom"/>
          </w:tcPr>
          <w:p w14:paraId="0BB8E37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vAlign w:val="bottom"/>
          </w:tcPr>
          <w:p w14:paraId="4EFBFD90" w14:textId="00B7E3DD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1,900</w:t>
            </w:r>
          </w:p>
        </w:tc>
        <w:tc>
          <w:tcPr>
            <w:tcW w:w="280" w:type="dxa"/>
            <w:vAlign w:val="bottom"/>
          </w:tcPr>
          <w:p w14:paraId="343B5E4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49C588D" w14:textId="1121BD53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5CFE111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19E32AA1" w14:textId="218A7935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3AE7129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4DC11C39" w14:textId="73932213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046489B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2004884D" w14:textId="77CA0E4A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6A44DB23" w14:textId="77777777" w:rsidTr="006B1007">
        <w:tc>
          <w:tcPr>
            <w:tcW w:w="3078" w:type="dxa"/>
          </w:tcPr>
          <w:p w14:paraId="0454EBE3" w14:textId="77777777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สเตอร์ลิง อีควิตี้ จำกัด</w:t>
            </w:r>
          </w:p>
        </w:tc>
        <w:tc>
          <w:tcPr>
            <w:tcW w:w="1962" w:type="dxa"/>
            <w:vAlign w:val="bottom"/>
          </w:tcPr>
          <w:p w14:paraId="48EA166A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พัฒนา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576ACE20" w14:textId="61D3DA81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vAlign w:val="bottom"/>
          </w:tcPr>
          <w:p w14:paraId="377297DD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238C4E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vAlign w:val="bottom"/>
          </w:tcPr>
          <w:p w14:paraId="16E61CDF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4EE59C7" w14:textId="7EA21911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1,800</w:t>
            </w:r>
          </w:p>
        </w:tc>
        <w:tc>
          <w:tcPr>
            <w:tcW w:w="280" w:type="dxa"/>
            <w:gridSpan w:val="2"/>
            <w:vAlign w:val="bottom"/>
          </w:tcPr>
          <w:p w14:paraId="16F6D4B4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vAlign w:val="bottom"/>
          </w:tcPr>
          <w:p w14:paraId="164AB3B7" w14:textId="794001D4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1,800</w:t>
            </w:r>
          </w:p>
        </w:tc>
        <w:tc>
          <w:tcPr>
            <w:tcW w:w="280" w:type="dxa"/>
            <w:vAlign w:val="bottom"/>
          </w:tcPr>
          <w:p w14:paraId="4ADD416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25230907" w14:textId="5668D4C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4C1E07A4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3717FDF6" w14:textId="5D44879E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2E76A8F9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vAlign w:val="bottom"/>
          </w:tcPr>
          <w:p w14:paraId="193D33CC" w14:textId="6E8F155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vAlign w:val="bottom"/>
          </w:tcPr>
          <w:p w14:paraId="5BF8DCB1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75376C5B" w14:textId="2F3BB916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2BBEDAA4" w14:textId="77777777" w:rsidTr="006B1007">
        <w:tc>
          <w:tcPr>
            <w:tcW w:w="3078" w:type="dxa"/>
            <w:shd w:val="clear" w:color="auto" w:fill="auto"/>
          </w:tcPr>
          <w:p w14:paraId="6E97C61F" w14:textId="77777777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เบ็ล แอสเซทส์ จำกัด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4F988F7E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พัฒนา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2AC5B4E8" w14:textId="177278F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DBA03D7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4324DF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E59DC5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BE292BE" w14:textId="2BA89C6F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E24466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0AD02C2" w14:textId="4F4EA5C0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4F8831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1E28B717" w14:textId="0EB86011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1B04A76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1C97D1AC" w14:textId="7064EE3E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07537B7F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8B5599B" w14:textId="023337FA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503B581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FAE45F7" w14:textId="08F61B15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75ECADBC" w14:textId="77777777" w:rsidTr="006B1007">
        <w:tc>
          <w:tcPr>
            <w:tcW w:w="3078" w:type="dxa"/>
            <w:shd w:val="clear" w:color="auto" w:fill="auto"/>
          </w:tcPr>
          <w:p w14:paraId="53D68B1C" w14:textId="77777777" w:rsidR="00C25179" w:rsidRPr="00F12A19" w:rsidRDefault="00C25179" w:rsidP="00C25179">
            <w:pPr>
              <w:spacing w:line="320" w:lineRule="exact"/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จี แลนด์ พร็อพเพอร์ตี้ </w:t>
            </w:r>
          </w:p>
          <w:p w14:paraId="68A3A097" w14:textId="77777777" w:rsidR="00C25179" w:rsidRPr="00F12A19" w:rsidRDefault="00C25179" w:rsidP="00C25179">
            <w:pPr>
              <w:spacing w:line="320" w:lineRule="exact"/>
              <w:ind w:left="13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แมเนจเม้นท์ จำกัด 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68549E84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พัฒนา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15209BE" w14:textId="1D98012A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34C850F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9994B6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8EF1FD7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8A5382C" w14:textId="7E862084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568CB3F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04A12DE" w14:textId="18AE8889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4C2A677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A78F893" w14:textId="524A2A5E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DE4F4F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0396B892" w14:textId="12A05A72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83370DC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87D8E1F" w14:textId="01F7254D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03C2322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0BA603" w14:textId="2A1346E8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449E794F" w14:textId="77777777" w:rsidTr="006B1007">
        <w:tc>
          <w:tcPr>
            <w:tcW w:w="3078" w:type="dxa"/>
            <w:shd w:val="clear" w:color="auto" w:fill="auto"/>
          </w:tcPr>
          <w:p w14:paraId="13D1EDAD" w14:textId="77777777" w:rsidR="00C25179" w:rsidRPr="00F12A19" w:rsidRDefault="00C25179" w:rsidP="00C25179">
            <w:pPr>
              <w:spacing w:line="320" w:lineRule="exact"/>
              <w:ind w:left="132" w:right="-37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7797BA5F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2D5B504" w14:textId="6B7162C6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B8E2083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682151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76EC7A0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FED2388" w14:textId="7A9A721E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779138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EE7337" w14:textId="1AA2FF4F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C6CAA9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D59B2BF" w14:textId="024828DA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752B453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180C3F1B" w14:textId="0AF1F885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8DDB1B9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BF7C18D" w14:textId="015EA64A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4AC912A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EDDF8CC" w14:textId="05DC29E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76208D4E" w14:textId="77777777" w:rsidTr="006B1007">
        <w:tc>
          <w:tcPr>
            <w:tcW w:w="3078" w:type="dxa"/>
            <w:shd w:val="clear" w:color="auto" w:fill="auto"/>
          </w:tcPr>
          <w:p w14:paraId="4414BF6B" w14:textId="77777777" w:rsidR="00C25179" w:rsidRPr="00F12A19" w:rsidRDefault="00C25179" w:rsidP="00C25179">
            <w:pPr>
              <w:spacing w:line="320" w:lineRule="exact"/>
              <w:ind w:left="132" w:right="-378" w:hanging="13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จีแลนด์ รีท แมเนจเม้นท์ จำกัด </w:t>
            </w:r>
          </w:p>
          <w:p w14:paraId="0EA0A551" w14:textId="6B0049FB" w:rsidR="00C25179" w:rsidRPr="00F12A19" w:rsidRDefault="00C25179" w:rsidP="00C25179">
            <w:pPr>
              <w:spacing w:line="320" w:lineRule="exact"/>
              <w:ind w:left="132" w:right="-37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(อยู่ระหว่างชำระบัญชี)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43F2D131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55502A8D" w14:textId="77E740CF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F7D56AF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673744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63FC50C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7771243" w14:textId="1218E702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0.3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1E0450F6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6A29ED2" w14:textId="19C51CDE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0.3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7B3B3A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3FF236B" w14:textId="2553D85D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0.3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7DFEAA57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2DD9D015" w14:textId="106D048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0.3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18106E81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96BF92B" w14:textId="271E088C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4E42CA3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353EFB9" w14:textId="0B3AD5A3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0A1B0987" w14:textId="77777777" w:rsidTr="006B1007">
        <w:tc>
          <w:tcPr>
            <w:tcW w:w="3078" w:type="dxa"/>
            <w:shd w:val="clear" w:color="auto" w:fill="auto"/>
          </w:tcPr>
          <w:p w14:paraId="59D9E857" w14:textId="77777777" w:rsidR="00C25179" w:rsidRPr="00F12A19" w:rsidRDefault="00C25179" w:rsidP="00C25179">
            <w:pPr>
              <w:spacing w:line="240" w:lineRule="auto"/>
              <w:ind w:left="132" w:right="-378" w:hanging="13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962" w:type="dxa"/>
            <w:shd w:val="clear" w:color="auto" w:fill="auto"/>
            <w:vAlign w:val="bottom"/>
          </w:tcPr>
          <w:p w14:paraId="17B326F4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10"/>
                <w:szCs w:val="1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4EEA0DD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shd w:val="clear" w:color="auto" w:fill="auto"/>
          </w:tcPr>
          <w:p w14:paraId="042201F2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240" w:lineRule="auto"/>
              <w:ind w:left="-20"/>
              <w:rPr>
                <w:rFonts w:asciiTheme="majorBidi" w:hAnsiTheme="majorBidi" w:cstheme="majorBidi"/>
                <w:sz w:val="10"/>
                <w:szCs w:val="1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7B158A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shd w:val="clear" w:color="auto" w:fill="auto"/>
          </w:tcPr>
          <w:p w14:paraId="59A32AA1" w14:textId="77777777" w:rsidR="00C25179" w:rsidRPr="00F12A19" w:rsidRDefault="00C25179" w:rsidP="00C25179">
            <w:pPr>
              <w:pStyle w:val="block"/>
              <w:spacing w:after="0" w:line="240" w:lineRule="auto"/>
              <w:ind w:left="-20"/>
              <w:rPr>
                <w:rFonts w:asciiTheme="majorBidi" w:hAnsiTheme="majorBidi" w:cstheme="majorBidi"/>
                <w:sz w:val="10"/>
                <w:szCs w:val="1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63A7372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0FBDD1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36" w:type="dxa"/>
            <w:shd w:val="clear" w:color="auto" w:fill="auto"/>
          </w:tcPr>
          <w:p w14:paraId="795E645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shd w:val="clear" w:color="auto" w:fill="auto"/>
          </w:tcPr>
          <w:p w14:paraId="353D6B4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10484EE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1075619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517ECBA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858C0CF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4FE97C9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4B5CCFC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29C880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240" w:lineRule="auto"/>
              <w:ind w:left="-2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C25179" w:rsidRPr="00F12A19" w14:paraId="7F4E019D" w14:textId="77777777" w:rsidTr="006B1007">
        <w:tc>
          <w:tcPr>
            <w:tcW w:w="3078" w:type="dxa"/>
            <w:shd w:val="clear" w:color="auto" w:fill="auto"/>
          </w:tcPr>
          <w:p w14:paraId="4A492E20" w14:textId="77777777" w:rsidR="00C25179" w:rsidRPr="00F12A19" w:rsidRDefault="00C25179" w:rsidP="00C25179">
            <w:pPr>
              <w:spacing w:line="320" w:lineRule="exact"/>
              <w:ind w:left="132" w:right="-37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747B504C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39C4692C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</w:tcPr>
          <w:p w14:paraId="3F0396AD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7B82E96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</w:tcPr>
          <w:p w14:paraId="3FDFEBC3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C646552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28FA73A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5C0F048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</w:tcPr>
          <w:p w14:paraId="472DB28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3F2766DF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5A253D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14:paraId="1F76A530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5ABEC9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</w:tcPr>
          <w:p w14:paraId="4FA13C7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14:paraId="779A9878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00D8269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179" w:rsidRPr="00F12A19" w14:paraId="6A622B7F" w14:textId="77777777" w:rsidTr="006B1007">
        <w:tc>
          <w:tcPr>
            <w:tcW w:w="3078" w:type="dxa"/>
            <w:shd w:val="clear" w:color="auto" w:fill="auto"/>
          </w:tcPr>
          <w:p w14:paraId="6EA0E729" w14:textId="77777777" w:rsidR="00C25179" w:rsidRPr="00F12A19" w:rsidRDefault="00C25179" w:rsidP="00C25179">
            <w:pPr>
              <w:spacing w:line="320" w:lineRule="exact"/>
              <w:ind w:left="132" w:right="-37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พระราม 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9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สแควร์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โฮเต็ล จำกัด</w:t>
            </w:r>
          </w:p>
        </w:tc>
        <w:tc>
          <w:tcPr>
            <w:tcW w:w="1962" w:type="dxa"/>
            <w:shd w:val="clear" w:color="auto" w:fill="auto"/>
            <w:vAlign w:val="bottom"/>
          </w:tcPr>
          <w:p w14:paraId="2DD0F054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3A097AA" w14:textId="7DAE4134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2E723BC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852A801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6041DDD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36FA5644" w14:textId="6062DFD0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3CCC4446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363F58B" w14:textId="7262B889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CCF8D3F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16A62C2" w14:textId="1CA01EDD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95B812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14:paraId="26764C06" w14:textId="372557E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34F450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3178531" w14:textId="463AA064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14:paraId="285D815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638C173" w14:textId="499EDE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179" w:rsidRPr="00F12A19" w14:paraId="49166607" w14:textId="77777777" w:rsidTr="0053655A">
        <w:tc>
          <w:tcPr>
            <w:tcW w:w="3078" w:type="dxa"/>
            <w:shd w:val="clear" w:color="auto" w:fill="auto"/>
          </w:tcPr>
          <w:p w14:paraId="532B955B" w14:textId="77777777" w:rsidR="00C25179" w:rsidRPr="00F12A19" w:rsidRDefault="00C25179" w:rsidP="00C25179">
            <w:pPr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shd w:val="clear" w:color="auto" w:fill="auto"/>
          </w:tcPr>
          <w:p w14:paraId="4A0DA551" w14:textId="77777777" w:rsidR="00C25179" w:rsidRPr="00F12A19" w:rsidRDefault="00C25179" w:rsidP="00C25179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88BE56D" w14:textId="77777777" w:rsidR="00C25179" w:rsidRPr="00F12A19" w:rsidRDefault="00C25179" w:rsidP="00C25179">
            <w:pPr>
              <w:pStyle w:val="acctfourfigures"/>
              <w:tabs>
                <w:tab w:val="clear" w:pos="765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79ED47A2" w14:textId="77777777" w:rsidR="00C25179" w:rsidRPr="00F12A19" w:rsidRDefault="00C25179" w:rsidP="00C25179">
            <w:pPr>
              <w:pStyle w:val="block"/>
              <w:tabs>
                <w:tab w:val="decimal" w:pos="520"/>
              </w:tabs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1EE2052B" w14:textId="77777777" w:rsidR="00C25179" w:rsidRPr="00F12A19" w:rsidRDefault="00C25179" w:rsidP="00C25179">
            <w:pPr>
              <w:pStyle w:val="acctfourfigures"/>
              <w:tabs>
                <w:tab w:val="clear" w:pos="765"/>
                <w:tab w:val="decimal" w:pos="520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5FED0B13" w14:textId="77777777" w:rsidR="00C25179" w:rsidRPr="00F12A19" w:rsidRDefault="00C25179" w:rsidP="00C25179">
            <w:pPr>
              <w:pStyle w:val="block"/>
              <w:spacing w:after="0" w:line="320" w:lineRule="exact"/>
              <w:ind w:left="-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23CECA8B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F3D0CE3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4244ADC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</w:tcPr>
          <w:p w14:paraId="2F58D76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4D5406" w14:textId="45CCBBCF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79D6BCD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3DA0F7" w14:textId="662A1371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055098E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5C8719" w14:textId="5227F711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302" w:type="dxa"/>
            <w:gridSpan w:val="2"/>
            <w:shd w:val="clear" w:color="auto" w:fill="auto"/>
          </w:tcPr>
          <w:p w14:paraId="3DB77CF5" w14:textId="77777777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</w:tabs>
              <w:spacing w:line="320" w:lineRule="exact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41A9A8" w14:textId="5EAAC91B" w:rsidR="00C25179" w:rsidRPr="00F12A19" w:rsidRDefault="00C25179" w:rsidP="00C2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320" w:lineRule="exact"/>
              <w:ind w:left="-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</w:tbl>
    <w:p w14:paraId="4AEA9E6D" w14:textId="25CCA626" w:rsidR="00742DB8" w:rsidRPr="00F12A19" w:rsidRDefault="00742DB8" w:rsidP="005365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10"/>
          <w:szCs w:val="10"/>
        </w:rPr>
      </w:pPr>
    </w:p>
    <w:p w14:paraId="3D95BB75" w14:textId="4694FE86" w:rsidR="00584417" w:rsidRPr="00F12A19" w:rsidRDefault="00584417" w:rsidP="00742D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14:paraId="641A59F2" w14:textId="2E226CA3" w:rsidR="00584417" w:rsidRPr="00F12A19" w:rsidRDefault="00584417" w:rsidP="005365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10"/>
          <w:szCs w:val="10"/>
        </w:rPr>
      </w:pPr>
    </w:p>
    <w:p w14:paraId="4184277A" w14:textId="34455D55" w:rsidR="00CD7F21" w:rsidRPr="00F12A19" w:rsidRDefault="00CD7F21" w:rsidP="00742D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05EB460C" w14:textId="77777777" w:rsidR="00CD7F21" w:rsidRPr="00F12A19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CD7F21" w:rsidRPr="00F12A19" w:rsidSect="00CD7F21">
          <w:footerReference w:type="default" r:id="rId10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DEADBDB" w14:textId="61FC9C9C" w:rsidR="00D41207" w:rsidRPr="00F12A19" w:rsidRDefault="00B25CFA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675A89" w:rsidRPr="00F12A19">
        <w:rPr>
          <w:rFonts w:asciiTheme="majorBidi" w:hAnsiTheme="majorBidi" w:cstheme="majorBidi"/>
          <w:b/>
          <w:bCs/>
          <w:sz w:val="30"/>
          <w:szCs w:val="30"/>
        </w:rPr>
        <w:t>0</w:t>
      </w:r>
      <w:r w:rsidR="00D41207"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="00175035" w:rsidRPr="00F12A19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7A97B077" w14:textId="77777777" w:rsidR="00A87EDF" w:rsidRPr="00F12A19" w:rsidRDefault="00A87EDF" w:rsidP="00A03BC2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633B914" w14:textId="6FD37A73" w:rsidR="00A03BC2" w:rsidRPr="00F12A19" w:rsidRDefault="00A03BC2" w:rsidP="00A03BC2">
      <w:pPr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 w:hint="cs"/>
          <w:sz w:val="30"/>
          <w:szCs w:val="30"/>
          <w:cs/>
        </w:rPr>
        <w:t xml:space="preserve">ในปี </w:t>
      </w:r>
      <w:r w:rsidRPr="00F12A19">
        <w:rPr>
          <w:rFonts w:asciiTheme="majorBidi" w:hAnsiTheme="majorBidi" w:cstheme="majorBidi"/>
          <w:sz w:val="30"/>
          <w:szCs w:val="30"/>
        </w:rPr>
        <w:t xml:space="preserve">2564 </w:t>
      </w:r>
      <w:r w:rsidRPr="00F12A19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F12A1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12A19">
        <w:rPr>
          <w:rFonts w:ascii="Angsana New" w:hAnsi="Angsana New"/>
          <w:sz w:val="30"/>
          <w:szCs w:val="30"/>
          <w:cs/>
        </w:rPr>
        <w:t>บริษัท</w:t>
      </w:r>
      <w:r w:rsidRPr="00F12A19">
        <w:rPr>
          <w:rFonts w:ascii="Angsana New" w:hAnsi="Angsana New" w:hint="cs"/>
          <w:sz w:val="30"/>
          <w:szCs w:val="30"/>
          <w:cs/>
        </w:rPr>
        <w:t>รับรู้</w:t>
      </w:r>
      <w:r w:rsidRPr="00F12A19">
        <w:rPr>
          <w:rFonts w:asciiTheme="majorBidi" w:hAnsiTheme="majorBidi" w:cstheme="majorBidi"/>
          <w:sz w:val="30"/>
          <w:szCs w:val="30"/>
          <w:cs/>
        </w:rPr>
        <w:t>กำไร</w:t>
      </w:r>
      <w:r w:rsidRPr="00F12A19">
        <w:rPr>
          <w:rFonts w:ascii="Angsana New" w:hAnsi="Angsana New" w:hint="cs"/>
          <w:sz w:val="30"/>
          <w:szCs w:val="30"/>
          <w:cs/>
        </w:rPr>
        <w:t>จากการ</w:t>
      </w:r>
      <w:r w:rsidR="00CF7976">
        <w:rPr>
          <w:rFonts w:ascii="Angsana New" w:hAnsi="Angsana New" w:hint="cs"/>
          <w:sz w:val="30"/>
          <w:szCs w:val="30"/>
          <w:cs/>
        </w:rPr>
        <w:t>เปลี่ยนแปลง</w:t>
      </w:r>
      <w:r w:rsidRPr="00F12A19">
        <w:rPr>
          <w:rFonts w:ascii="Angsana New" w:hAnsi="Angsana New" w:hint="cs"/>
          <w:sz w:val="30"/>
          <w:szCs w:val="30"/>
          <w:cs/>
        </w:rPr>
        <w:t xml:space="preserve">มูลค่ายุติธรรมของอสังหาริมทรัพย์เพื่อการลงทุนจำนวน </w:t>
      </w:r>
      <w:r w:rsidR="00984085" w:rsidRPr="00F12A19">
        <w:rPr>
          <w:rFonts w:ascii="Angsana New" w:hAnsi="Angsana New"/>
          <w:sz w:val="30"/>
          <w:szCs w:val="30"/>
        </w:rPr>
        <w:t>35</w:t>
      </w:r>
      <w:r w:rsidRPr="00F12A19">
        <w:rPr>
          <w:rFonts w:ascii="Angsana New" w:hAnsi="Angsana New"/>
          <w:sz w:val="30"/>
          <w:szCs w:val="30"/>
        </w:rPr>
        <w:t xml:space="preserve"> </w:t>
      </w:r>
      <w:r w:rsidRPr="00F12A19">
        <w:rPr>
          <w:rFonts w:ascii="Angsana New" w:hAnsi="Angsana New" w:hint="cs"/>
          <w:sz w:val="30"/>
          <w:szCs w:val="30"/>
          <w:cs/>
        </w:rPr>
        <w:t>ล้านบาท</w:t>
      </w:r>
      <w:r w:rsidR="00984085" w:rsidRPr="00F12A19">
        <w:rPr>
          <w:rFonts w:ascii="Angsana New" w:hAnsi="Angsana New"/>
          <w:sz w:val="30"/>
          <w:szCs w:val="30"/>
        </w:rPr>
        <w:t xml:space="preserve"> </w:t>
      </w:r>
      <w:r w:rsidRPr="00F12A19">
        <w:rPr>
          <w:rFonts w:ascii="Angsana New" w:hAnsi="Angsana New" w:hint="cs"/>
          <w:sz w:val="30"/>
          <w:szCs w:val="30"/>
          <w:cs/>
        </w:rPr>
        <w:t>และ</w:t>
      </w:r>
      <w:r w:rsidR="00984085" w:rsidRPr="00F12A19">
        <w:rPr>
          <w:rFonts w:ascii="Angsana New" w:hAnsi="Angsana New"/>
          <w:sz w:val="30"/>
          <w:szCs w:val="30"/>
        </w:rPr>
        <w:t xml:space="preserve"> 31</w:t>
      </w:r>
      <w:r w:rsidRPr="00F12A19">
        <w:rPr>
          <w:rFonts w:ascii="Angsana New" w:hAnsi="Angsana New" w:hint="cs"/>
          <w:sz w:val="30"/>
          <w:szCs w:val="30"/>
          <w:cs/>
        </w:rPr>
        <w:t xml:space="preserve"> ล้านบาท ตามลำดับ ซึ่ง</w:t>
      </w:r>
      <w:r w:rsidRPr="00F12A19">
        <w:rPr>
          <w:rFonts w:asciiTheme="majorBidi" w:hAnsiTheme="majorBidi" w:cstheme="majorBidi"/>
          <w:sz w:val="30"/>
          <w:szCs w:val="30"/>
          <w:cs/>
        </w:rPr>
        <w:t>มูลค่ายุติธรรมประเมินราคาโดยผู้ประเมินราคาอิสระ</w:t>
      </w:r>
      <w:r w:rsidRPr="00F12A19">
        <w:rPr>
          <w:rFonts w:asciiTheme="majorBidi" w:hAnsiTheme="majorBidi" w:cstheme="majorBidi" w:hint="cs"/>
          <w:sz w:val="30"/>
          <w:szCs w:val="30"/>
          <w:cs/>
        </w:rPr>
        <w:t>ด้วย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วิธีคิดลดกระแสเงินสดโดยใช้อัตราคิดลดที่ปรับค่าความเสี่ยง </w:t>
      </w:r>
      <w:r w:rsidRPr="00F12A19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Pr="00F12A19">
        <w:rPr>
          <w:rFonts w:asciiTheme="majorBidi" w:hAnsiTheme="majorBidi" w:cstheme="majorBidi"/>
          <w:sz w:val="30"/>
          <w:szCs w:val="30"/>
          <w:cs/>
        </w:rPr>
        <w:t>จัดลำดับ</w:t>
      </w:r>
      <w:r w:rsidRPr="00F12A19">
        <w:rPr>
          <w:rFonts w:asciiTheme="majorBidi" w:hAnsiTheme="majorBidi" w:cstheme="majorBidi" w:hint="cs"/>
          <w:sz w:val="30"/>
          <w:szCs w:val="30"/>
          <w:cs/>
        </w:rPr>
        <w:t>มูลค่ายุติธรรมเป็น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ระดับ </w:t>
      </w:r>
      <w:r w:rsidR="00365EC3" w:rsidRPr="00F12A19">
        <w:rPr>
          <w:rFonts w:asciiTheme="majorBidi" w:hAnsiTheme="majorBidi" w:cstheme="majorBidi"/>
          <w:sz w:val="30"/>
          <w:szCs w:val="30"/>
        </w:rPr>
        <w:t>3</w:t>
      </w:r>
    </w:p>
    <w:p w14:paraId="32601862" w14:textId="77777777" w:rsidR="00A03BC2" w:rsidRPr="00F12A19" w:rsidRDefault="00A03BC2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02A3D6CA" w14:textId="4B37596D" w:rsidR="00874333" w:rsidRPr="00F12A19" w:rsidRDefault="00874333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รายการ</w:t>
      </w:r>
      <w:r w:rsidR="00DD7D50" w:rsidRPr="00F12A19">
        <w:rPr>
          <w:rFonts w:asciiTheme="majorBidi" w:hAnsiTheme="majorBidi" w:cstheme="majorBidi"/>
          <w:sz w:val="30"/>
          <w:szCs w:val="30"/>
          <w:cs/>
        </w:rPr>
        <w:t>เคลื่อนไหวของอสังหาริมทรัพย์เพื่อการลงทุนมีดังนี้</w:t>
      </w:r>
    </w:p>
    <w:p w14:paraId="6273A5A0" w14:textId="3500A152" w:rsidR="00874333" w:rsidRPr="00F12A19" w:rsidRDefault="00874333" w:rsidP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3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3852"/>
        <w:gridCol w:w="236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192"/>
      </w:tblGrid>
      <w:tr w:rsidR="00FE4F66" w:rsidRPr="00F12A19" w14:paraId="7DB150E1" w14:textId="77777777" w:rsidTr="002A6C9C">
        <w:trPr>
          <w:tblHeader/>
        </w:trPr>
        <w:tc>
          <w:tcPr>
            <w:tcW w:w="3852" w:type="dxa"/>
          </w:tcPr>
          <w:p w14:paraId="34F22964" w14:textId="77777777" w:rsidR="00FE4F66" w:rsidRPr="00F12A19" w:rsidRDefault="00FE4F66" w:rsidP="00FE4F6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492AB0D4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14:paraId="05CE8425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5EB02BB9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76" w:type="dxa"/>
            <w:gridSpan w:val="6"/>
          </w:tcPr>
          <w:p w14:paraId="278A3F76" w14:textId="77777777" w:rsidR="00FE4F66" w:rsidRPr="00F12A19" w:rsidRDefault="00FE4F66" w:rsidP="00FE4F66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E4F66" w:rsidRPr="00F12A19" w14:paraId="5B9B1F27" w14:textId="77777777" w:rsidTr="002A6C9C">
        <w:trPr>
          <w:tblHeader/>
        </w:trPr>
        <w:tc>
          <w:tcPr>
            <w:tcW w:w="3852" w:type="dxa"/>
          </w:tcPr>
          <w:p w14:paraId="1678BEBA" w14:textId="77777777" w:rsidR="00FE4F66" w:rsidRPr="00F12A19" w:rsidRDefault="00FE4F66" w:rsidP="00FE4F6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3139AA22" w14:textId="77777777" w:rsidR="00FE4F66" w:rsidRPr="00F12A19" w:rsidRDefault="00FE4F66" w:rsidP="00FE4F66">
            <w:pPr>
              <w:ind w:left="-110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C40958C" w14:textId="16406E19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2" w:type="dxa"/>
          </w:tcPr>
          <w:p w14:paraId="24B5E25E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70BA0710" w14:textId="685AABEB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</w:tcPr>
          <w:p w14:paraId="2BADE5A1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494F0BDB" w14:textId="7D750060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1" w:type="dxa"/>
            <w:gridSpan w:val="2"/>
          </w:tcPr>
          <w:p w14:paraId="7886BD80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gridSpan w:val="2"/>
          </w:tcPr>
          <w:p w14:paraId="6420DBBF" w14:textId="666989D2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FE4F66" w:rsidRPr="00F12A19" w14:paraId="4AB6CAF6" w14:textId="77777777" w:rsidTr="002A6C9C">
        <w:trPr>
          <w:tblHeader/>
        </w:trPr>
        <w:tc>
          <w:tcPr>
            <w:tcW w:w="3852" w:type="dxa"/>
          </w:tcPr>
          <w:p w14:paraId="6907032B" w14:textId="77777777" w:rsidR="00FE4F66" w:rsidRPr="00F12A19" w:rsidRDefault="00FE4F66" w:rsidP="00FE4F6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" w:type="dxa"/>
          </w:tcPr>
          <w:p w14:paraId="4D1166F5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242" w:type="dxa"/>
            <w:gridSpan w:val="11"/>
          </w:tcPr>
          <w:p w14:paraId="2FA792C8" w14:textId="77777777" w:rsidR="00FE4F66" w:rsidRPr="00F12A19" w:rsidRDefault="00FE4F66" w:rsidP="00FE4F6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E4F66" w:rsidRPr="00F12A19" w14:paraId="7468EC7D" w14:textId="77777777" w:rsidTr="002A6C9C">
        <w:tc>
          <w:tcPr>
            <w:tcW w:w="3852" w:type="dxa"/>
          </w:tcPr>
          <w:p w14:paraId="61952412" w14:textId="77777777" w:rsidR="00FE4F66" w:rsidRPr="00F12A19" w:rsidRDefault="00FE4F66" w:rsidP="00FE4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</w:tcPr>
          <w:p w14:paraId="3195A52D" w14:textId="77777777" w:rsidR="00FE4F66" w:rsidRPr="00F12A19" w:rsidRDefault="00FE4F66" w:rsidP="00FE4F6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4EE72A2" w14:textId="4C4CF82B" w:rsidR="00FE4F66" w:rsidRPr="00F12A19" w:rsidRDefault="00FE4F66" w:rsidP="00FE4F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5AB08F09" w14:textId="77777777" w:rsidR="00FE4F66" w:rsidRPr="00F12A19" w:rsidRDefault="00FE4F66" w:rsidP="00FE4F66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426C3279" w14:textId="10AA047A" w:rsidR="00FE4F66" w:rsidRPr="00F12A19" w:rsidRDefault="00FE4F66" w:rsidP="00FE4F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22,109</w:t>
            </w:r>
          </w:p>
        </w:tc>
        <w:tc>
          <w:tcPr>
            <w:tcW w:w="270" w:type="dxa"/>
            <w:gridSpan w:val="2"/>
          </w:tcPr>
          <w:p w14:paraId="4BD91C81" w14:textId="77777777" w:rsidR="00FE4F66" w:rsidRPr="00F12A19" w:rsidRDefault="00FE4F66" w:rsidP="00FE4F66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632764D1" w14:textId="239308A1" w:rsidR="00FE4F66" w:rsidRPr="00F12A19" w:rsidRDefault="00FE4F66" w:rsidP="00FE4F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79538B9A" w14:textId="77777777" w:rsidR="00FE4F66" w:rsidRPr="00F12A19" w:rsidRDefault="00FE4F66" w:rsidP="00FE4F66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</w:tcPr>
          <w:p w14:paraId="151F7F72" w14:textId="66E98E9A" w:rsidR="00FE4F66" w:rsidRPr="00F12A19" w:rsidRDefault="00FE4F66" w:rsidP="00FE4F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10,383</w:t>
            </w:r>
          </w:p>
        </w:tc>
      </w:tr>
      <w:tr w:rsidR="001248C2" w:rsidRPr="00F12A19" w14:paraId="5B1884CC" w14:textId="77777777" w:rsidTr="002A6C9C">
        <w:tc>
          <w:tcPr>
            <w:tcW w:w="3852" w:type="dxa"/>
          </w:tcPr>
          <w:p w14:paraId="182A0E28" w14:textId="031A6EEB" w:rsidR="001248C2" w:rsidRPr="00F12A19" w:rsidRDefault="001248C2" w:rsidP="001248C2">
            <w:pPr>
              <w:ind w:left="16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การรับรู้สินทรัพย์สิทธิการใช้จาก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การถือปฏิบัติตาม 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TFRS 16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เป็นครั้งแรก</w:t>
            </w:r>
          </w:p>
        </w:tc>
        <w:tc>
          <w:tcPr>
            <w:tcW w:w="236" w:type="dxa"/>
          </w:tcPr>
          <w:p w14:paraId="206DD8A5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CE9B0" w14:textId="281DEDE3" w:rsidR="001248C2" w:rsidRPr="00F12A19" w:rsidRDefault="001248C2" w:rsidP="001248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3D3DE42C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bottom"/>
          </w:tcPr>
          <w:p w14:paraId="0A6740A8" w14:textId="1F3BE001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270" w:type="dxa"/>
            <w:gridSpan w:val="2"/>
            <w:vAlign w:val="bottom"/>
          </w:tcPr>
          <w:p w14:paraId="36282A40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3DE99C16" w14:textId="570D5C3B" w:rsidR="001248C2" w:rsidRPr="00F12A19" w:rsidRDefault="001248C2" w:rsidP="001248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615D2BB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bottom"/>
          </w:tcPr>
          <w:p w14:paraId="4E422880" w14:textId="3698236B" w:rsidR="001248C2" w:rsidRPr="00F12A19" w:rsidRDefault="001248C2" w:rsidP="001248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248C2" w:rsidRPr="00F12A19" w14:paraId="4BE488A1" w14:textId="77777777" w:rsidTr="002A6C9C">
        <w:tc>
          <w:tcPr>
            <w:tcW w:w="3852" w:type="dxa"/>
          </w:tcPr>
          <w:p w14:paraId="2EA53366" w14:textId="6EDAC0E6" w:rsidR="001248C2" w:rsidRPr="00F12A19" w:rsidRDefault="001248C2" w:rsidP="001248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236" w:type="dxa"/>
          </w:tcPr>
          <w:p w14:paraId="12B1A387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3DB32DB" w14:textId="59271EA8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2" w:type="dxa"/>
          </w:tcPr>
          <w:p w14:paraId="4B3AD9F8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2BC8D3D7" w14:textId="4CCFEA79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22,339</w:t>
            </w:r>
          </w:p>
        </w:tc>
        <w:tc>
          <w:tcPr>
            <w:tcW w:w="270" w:type="dxa"/>
            <w:gridSpan w:val="2"/>
          </w:tcPr>
          <w:p w14:paraId="5273A34A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394C32F6" w14:textId="5F62FCD2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  <w:tc>
          <w:tcPr>
            <w:tcW w:w="270" w:type="dxa"/>
            <w:gridSpan w:val="2"/>
          </w:tcPr>
          <w:p w14:paraId="3B4BE27B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693C5DBA" w14:textId="7389EE76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10,383</w:t>
            </w:r>
          </w:p>
        </w:tc>
      </w:tr>
      <w:tr w:rsidR="001248C2" w:rsidRPr="00F12A19" w14:paraId="7ADC1512" w14:textId="77777777" w:rsidTr="002A6C9C">
        <w:tc>
          <w:tcPr>
            <w:tcW w:w="3852" w:type="dxa"/>
          </w:tcPr>
          <w:p w14:paraId="26A5C188" w14:textId="77777777" w:rsidR="001248C2" w:rsidRPr="00F12A19" w:rsidRDefault="001248C2" w:rsidP="001248C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3FFE4BF5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9B4CFC5" w14:textId="4A456FBA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72" w:type="dxa"/>
          </w:tcPr>
          <w:p w14:paraId="48938345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5E1FCB93" w14:textId="3019F47B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gridSpan w:val="2"/>
          </w:tcPr>
          <w:p w14:paraId="04D1BA9F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7CF10EAB" w14:textId="52025345" w:rsidR="001248C2" w:rsidRPr="00F12A19" w:rsidRDefault="000F7841" w:rsidP="001248C2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270" w:type="dxa"/>
            <w:gridSpan w:val="2"/>
          </w:tcPr>
          <w:p w14:paraId="46CCBD11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</w:tcPr>
          <w:p w14:paraId="377E1443" w14:textId="72F3E93A" w:rsidR="001248C2" w:rsidRPr="00F12A19" w:rsidRDefault="001248C2" w:rsidP="002A6C9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</w:t>
            </w:r>
          </w:p>
        </w:tc>
      </w:tr>
      <w:tr w:rsidR="001248C2" w:rsidRPr="00F12A19" w14:paraId="24FE81D8" w14:textId="77777777" w:rsidTr="002A6C9C">
        <w:tc>
          <w:tcPr>
            <w:tcW w:w="3852" w:type="dxa"/>
          </w:tcPr>
          <w:p w14:paraId="68213F5C" w14:textId="77777777" w:rsidR="001248C2" w:rsidRPr="00F12A19" w:rsidRDefault="001248C2" w:rsidP="001248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</w:tcPr>
          <w:p w14:paraId="5E8894F2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8C6F0AA" w14:textId="5EF4FBB0" w:rsidR="001248C2" w:rsidRPr="00F12A19" w:rsidRDefault="001248C2" w:rsidP="001248C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430B810D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2B629AA7" w14:textId="6EC4D49E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70" w:type="dxa"/>
            <w:gridSpan w:val="2"/>
          </w:tcPr>
          <w:p w14:paraId="00D3C4B9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2EAEB1" w14:textId="31CFA11E" w:rsidR="001248C2" w:rsidRPr="00F12A19" w:rsidRDefault="001248C2" w:rsidP="001248C2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34F0B310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14:paraId="11124E4C" w14:textId="02EA0331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1248C2" w:rsidRPr="00F12A19" w14:paraId="1A62C283" w14:textId="77777777" w:rsidTr="002A6C9C">
        <w:tc>
          <w:tcPr>
            <w:tcW w:w="3852" w:type="dxa"/>
          </w:tcPr>
          <w:p w14:paraId="4780C5FB" w14:textId="77777777" w:rsidR="001248C2" w:rsidRPr="00F12A19" w:rsidRDefault="001248C2" w:rsidP="001248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F12A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236" w:type="dxa"/>
          </w:tcPr>
          <w:p w14:paraId="32381476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C75CA63" w14:textId="3081DC12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</w:t>
            </w:r>
          </w:p>
        </w:tc>
        <w:tc>
          <w:tcPr>
            <w:tcW w:w="272" w:type="dxa"/>
          </w:tcPr>
          <w:p w14:paraId="3DE1F16F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1FF81561" w14:textId="59DD5D47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(91)</w:t>
            </w:r>
          </w:p>
        </w:tc>
        <w:tc>
          <w:tcPr>
            <w:tcW w:w="270" w:type="dxa"/>
            <w:gridSpan w:val="2"/>
          </w:tcPr>
          <w:p w14:paraId="0B58ECDA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D832D07" w14:textId="566124A0" w:rsidR="001248C2" w:rsidRPr="00F12A19" w:rsidRDefault="001248C2" w:rsidP="001248C2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</w:t>
            </w:r>
          </w:p>
        </w:tc>
        <w:tc>
          <w:tcPr>
            <w:tcW w:w="270" w:type="dxa"/>
            <w:gridSpan w:val="2"/>
          </w:tcPr>
          <w:p w14:paraId="5C634A78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682CD135" w14:textId="2B25F0CD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(94)</w:t>
            </w:r>
          </w:p>
        </w:tc>
      </w:tr>
      <w:tr w:rsidR="001248C2" w:rsidRPr="00F12A19" w14:paraId="2300E89C" w14:textId="77777777" w:rsidTr="002A6C9C">
        <w:tc>
          <w:tcPr>
            <w:tcW w:w="3852" w:type="dxa"/>
          </w:tcPr>
          <w:p w14:paraId="59CCD06A" w14:textId="248542CD" w:rsidR="001248C2" w:rsidRPr="00F12A19" w:rsidRDefault="001248C2" w:rsidP="001248C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าคม</w:t>
            </w:r>
          </w:p>
        </w:tc>
        <w:tc>
          <w:tcPr>
            <w:tcW w:w="236" w:type="dxa"/>
          </w:tcPr>
          <w:p w14:paraId="21644E86" w14:textId="77777777" w:rsidR="001248C2" w:rsidRPr="00F12A19" w:rsidRDefault="001248C2" w:rsidP="001248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52041" w14:textId="1487C14B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22,405</w:t>
            </w:r>
          </w:p>
        </w:tc>
        <w:tc>
          <w:tcPr>
            <w:tcW w:w="272" w:type="dxa"/>
          </w:tcPr>
          <w:p w14:paraId="4B533295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1C85738" w14:textId="7942BF8A" w:rsidR="001248C2" w:rsidRPr="00F12A19" w:rsidRDefault="001248C2" w:rsidP="001248C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22,264</w:t>
            </w:r>
          </w:p>
        </w:tc>
        <w:tc>
          <w:tcPr>
            <w:tcW w:w="270" w:type="dxa"/>
            <w:gridSpan w:val="2"/>
          </w:tcPr>
          <w:p w14:paraId="0DC6D810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B93B0" w14:textId="5A641953" w:rsidR="001248C2" w:rsidRPr="00F12A19" w:rsidRDefault="001248C2" w:rsidP="001248C2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10,4</w:t>
            </w:r>
            <w:r w:rsidR="000F7841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09</w:t>
            </w:r>
          </w:p>
        </w:tc>
        <w:tc>
          <w:tcPr>
            <w:tcW w:w="270" w:type="dxa"/>
            <w:gridSpan w:val="2"/>
          </w:tcPr>
          <w:p w14:paraId="743D916A" w14:textId="77777777" w:rsidR="001248C2" w:rsidRPr="00F12A19" w:rsidRDefault="001248C2" w:rsidP="001248C2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</w:tcPr>
          <w:p w14:paraId="79007E79" w14:textId="49CFDED2" w:rsidR="001248C2" w:rsidRPr="00F12A19" w:rsidRDefault="001248C2" w:rsidP="001248C2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10,304</w:t>
            </w:r>
          </w:p>
        </w:tc>
      </w:tr>
    </w:tbl>
    <w:p w14:paraId="4DF5593A" w14:textId="77777777" w:rsidR="00874333" w:rsidRPr="00F12A19" w:rsidRDefault="00874333" w:rsidP="00C63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9F279C5" w14:textId="0BB58AAA" w:rsidR="00A03BC2" w:rsidRPr="00F12A19" w:rsidRDefault="00A03BC2" w:rsidP="00C63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</w:rPr>
        <w:br w:type="page"/>
      </w:r>
    </w:p>
    <w:p w14:paraId="1331C229" w14:textId="5355F272" w:rsidR="00404EC5" w:rsidRPr="00F12A19" w:rsidRDefault="00365E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0C0CDD" w:rsidRPr="00F12A19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404EC5"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="00404EC5" w:rsidRPr="00F12A19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11037755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tblW w:w="91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236"/>
        <w:gridCol w:w="925"/>
        <w:gridCol w:w="236"/>
        <w:gridCol w:w="943"/>
        <w:gridCol w:w="236"/>
        <w:gridCol w:w="912"/>
        <w:gridCol w:w="246"/>
        <w:gridCol w:w="898"/>
        <w:gridCol w:w="236"/>
        <w:gridCol w:w="892"/>
      </w:tblGrid>
      <w:tr w:rsidR="00400A0C" w:rsidRPr="00F12A19" w14:paraId="27431239" w14:textId="77777777" w:rsidTr="00C83508">
        <w:trPr>
          <w:tblHeader/>
        </w:trPr>
        <w:tc>
          <w:tcPr>
            <w:tcW w:w="2430" w:type="dxa"/>
          </w:tcPr>
          <w:p w14:paraId="13B0F97D" w14:textId="77777777" w:rsidR="00400A0C" w:rsidRPr="00F12A19" w:rsidRDefault="00400A0C" w:rsidP="00AD4679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11"/>
          </w:tcPr>
          <w:p w14:paraId="06DB5470" w14:textId="77777777" w:rsidR="00400A0C" w:rsidRPr="00F12A19" w:rsidRDefault="00400A0C" w:rsidP="00AD4679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</w:tr>
      <w:tr w:rsidR="00400A0C" w:rsidRPr="00F12A19" w14:paraId="5DDB1192" w14:textId="77777777" w:rsidTr="00C83508">
        <w:trPr>
          <w:tblHeader/>
        </w:trPr>
        <w:tc>
          <w:tcPr>
            <w:tcW w:w="2430" w:type="dxa"/>
          </w:tcPr>
          <w:p w14:paraId="531EDDC3" w14:textId="77777777" w:rsidR="00400A0C" w:rsidRPr="00F12A19" w:rsidRDefault="00400A0C" w:rsidP="00400A0C">
            <w:pPr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30" w:type="dxa"/>
            <w:gridSpan w:val="5"/>
          </w:tcPr>
          <w:p w14:paraId="28128D4A" w14:textId="34A7F798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F12A19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6AC316EA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84" w:type="dxa"/>
            <w:gridSpan w:val="5"/>
          </w:tcPr>
          <w:p w14:paraId="5952F057" w14:textId="612E539F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12A19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400A0C" w:rsidRPr="00F12A19" w14:paraId="15BA33AB" w14:textId="77777777" w:rsidTr="00C83508">
        <w:trPr>
          <w:tblHeader/>
        </w:trPr>
        <w:tc>
          <w:tcPr>
            <w:tcW w:w="2430" w:type="dxa"/>
          </w:tcPr>
          <w:p w14:paraId="383DF152" w14:textId="77777777" w:rsidR="00400A0C" w:rsidRPr="00F12A19" w:rsidRDefault="00400A0C" w:rsidP="00400A0C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F27D7C2" w14:textId="77777777" w:rsidR="00400A0C" w:rsidRPr="00F12A19" w:rsidRDefault="00400A0C" w:rsidP="00400A0C">
            <w:pPr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68D048C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3AF424E2" w14:textId="77777777" w:rsidR="00400A0C" w:rsidRPr="00F12A19" w:rsidRDefault="00400A0C" w:rsidP="00400A0C">
            <w:pPr>
              <w:ind w:left="-131" w:right="-1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337CA84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4E6110AE" w14:textId="77777777" w:rsidR="00400A0C" w:rsidRPr="00F12A19" w:rsidRDefault="00400A0C" w:rsidP="00400A0C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7CC9BE2C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62918B74" w14:textId="77777777" w:rsidR="00400A0C" w:rsidRPr="00F12A19" w:rsidRDefault="00400A0C" w:rsidP="00400A0C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049FC985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0102A7C5" w14:textId="77777777" w:rsidR="00400A0C" w:rsidRPr="00F12A19" w:rsidRDefault="00400A0C" w:rsidP="00400A0C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5DEAE9BC" w14:textId="77777777" w:rsidR="00400A0C" w:rsidRPr="00F12A19" w:rsidRDefault="00400A0C" w:rsidP="00400A0C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1815C1D8" w14:textId="77777777" w:rsidR="00400A0C" w:rsidRPr="00F12A19" w:rsidRDefault="00400A0C" w:rsidP="00400A0C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400A0C" w:rsidRPr="00F12A19" w14:paraId="6F0D0083" w14:textId="77777777" w:rsidTr="00C83508">
        <w:trPr>
          <w:tblHeader/>
        </w:trPr>
        <w:tc>
          <w:tcPr>
            <w:tcW w:w="2430" w:type="dxa"/>
          </w:tcPr>
          <w:p w14:paraId="235CE371" w14:textId="77777777" w:rsidR="00400A0C" w:rsidRPr="00F12A19" w:rsidRDefault="00400A0C" w:rsidP="00400A0C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11"/>
            <w:vAlign w:val="bottom"/>
          </w:tcPr>
          <w:p w14:paraId="10BAF31B" w14:textId="77777777" w:rsidR="00400A0C" w:rsidRPr="00F12A19" w:rsidRDefault="00400A0C" w:rsidP="00400A0C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F12A19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ล้านบาท)</w:t>
            </w:r>
          </w:p>
        </w:tc>
      </w:tr>
      <w:tr w:rsidR="00400A0C" w:rsidRPr="00F12A19" w14:paraId="5993DEF6" w14:textId="77777777" w:rsidTr="00C83508">
        <w:tc>
          <w:tcPr>
            <w:tcW w:w="2430" w:type="dxa"/>
          </w:tcPr>
          <w:p w14:paraId="60D99A26" w14:textId="77777777" w:rsidR="00400A0C" w:rsidRPr="00F12A19" w:rsidRDefault="00400A0C" w:rsidP="00400A0C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990" w:type="dxa"/>
            <w:vAlign w:val="bottom"/>
          </w:tcPr>
          <w:p w14:paraId="4A912349" w14:textId="3B5CC209" w:rsidR="00400A0C" w:rsidRPr="00F12A19" w:rsidRDefault="009B5AD1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D0371C6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483092FE" w14:textId="510A988A" w:rsidR="00400A0C" w:rsidRPr="00F12A19" w:rsidRDefault="009B5AD1" w:rsidP="00242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</w:t>
            </w:r>
            <w:r w:rsidR="000A64A3" w:rsidRPr="00F12A19">
              <w:rPr>
                <w:rFonts w:ascii="Angsana New" w:hAnsi="Angsana New"/>
                <w:sz w:val="28"/>
                <w:szCs w:val="28"/>
              </w:rPr>
              <w:t>8</w:t>
            </w:r>
            <w:r w:rsidR="00242FCD" w:rsidRPr="00F12A1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bottom"/>
          </w:tcPr>
          <w:p w14:paraId="0A8400DB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0521783A" w14:textId="4FB399EF" w:rsidR="00400A0C" w:rsidRPr="00F12A19" w:rsidRDefault="009B5AD1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</w:t>
            </w:r>
            <w:r w:rsidR="000A64A3" w:rsidRPr="00F12A19">
              <w:rPr>
                <w:rFonts w:ascii="Angsana New" w:hAnsi="Angsana New"/>
                <w:sz w:val="28"/>
                <w:szCs w:val="28"/>
              </w:rPr>
              <w:t>8</w:t>
            </w:r>
            <w:r w:rsidR="00242FCD" w:rsidRPr="00F12A1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bottom"/>
          </w:tcPr>
          <w:p w14:paraId="700DF20E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620BEAA3" w14:textId="1D221CE8" w:rsidR="00400A0C" w:rsidRPr="00F12A19" w:rsidRDefault="00400A0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46" w:type="dxa"/>
            <w:vAlign w:val="bottom"/>
          </w:tcPr>
          <w:p w14:paraId="7E354A40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5D6E6DB0" w14:textId="08A92731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</w:t>
            </w:r>
            <w:r w:rsidR="000A64A3" w:rsidRPr="00F12A19">
              <w:rPr>
                <w:rFonts w:ascii="Angsana New" w:hAnsi="Angsana New"/>
                <w:sz w:val="28"/>
                <w:szCs w:val="28"/>
              </w:rPr>
              <w:t>8</w:t>
            </w:r>
            <w:r w:rsidR="003B3394" w:rsidRPr="00F12A1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bottom"/>
          </w:tcPr>
          <w:p w14:paraId="7072DD44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019F5BDD" w14:textId="3273D54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</w:t>
            </w:r>
            <w:r w:rsidR="000A64A3" w:rsidRPr="00F12A19">
              <w:rPr>
                <w:rFonts w:ascii="Angsana New" w:hAnsi="Angsana New"/>
                <w:sz w:val="28"/>
                <w:szCs w:val="28"/>
              </w:rPr>
              <w:t>8</w:t>
            </w:r>
            <w:r w:rsidRPr="00F12A19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400A0C" w:rsidRPr="00F12A19" w14:paraId="06BD9BC7" w14:textId="77777777" w:rsidTr="00C83508">
        <w:tc>
          <w:tcPr>
            <w:tcW w:w="2430" w:type="dxa"/>
          </w:tcPr>
          <w:p w14:paraId="18DD6D9F" w14:textId="77777777" w:rsidR="00400A0C" w:rsidRPr="00F12A19" w:rsidRDefault="00400A0C" w:rsidP="00400A0C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เงินกู้ยืมระยะสั้นจากสถาบัน</w:t>
            </w:r>
          </w:p>
          <w:p w14:paraId="01C31B12" w14:textId="77777777" w:rsidR="00400A0C" w:rsidRPr="00F12A19" w:rsidRDefault="00400A0C" w:rsidP="00400A0C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    การเงิน</w:t>
            </w:r>
          </w:p>
        </w:tc>
        <w:tc>
          <w:tcPr>
            <w:tcW w:w="990" w:type="dxa"/>
            <w:vAlign w:val="bottom"/>
          </w:tcPr>
          <w:p w14:paraId="4C5E5B51" w14:textId="694E1531" w:rsidR="00400A0C" w:rsidRPr="00F12A19" w:rsidRDefault="009B5AD1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AE1FDCD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2AD29756" w14:textId="3DC197B5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  <w:tc>
          <w:tcPr>
            <w:tcW w:w="236" w:type="dxa"/>
            <w:vAlign w:val="bottom"/>
          </w:tcPr>
          <w:p w14:paraId="6C048D5D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05B021CC" w14:textId="46E5BE90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  <w:tc>
          <w:tcPr>
            <w:tcW w:w="236" w:type="dxa"/>
            <w:vAlign w:val="bottom"/>
          </w:tcPr>
          <w:p w14:paraId="510D5012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06C5AEE4" w14:textId="4BE12BBE" w:rsidR="00400A0C" w:rsidRPr="00F12A19" w:rsidRDefault="00400A0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6" w:type="dxa"/>
            <w:vAlign w:val="bottom"/>
          </w:tcPr>
          <w:p w14:paraId="68D306F7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02BF1D08" w14:textId="01061B8A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  <w:tc>
          <w:tcPr>
            <w:tcW w:w="236" w:type="dxa"/>
            <w:vAlign w:val="bottom"/>
          </w:tcPr>
          <w:p w14:paraId="78C97393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6363CD08" w14:textId="5E480F26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</w:tr>
      <w:tr w:rsidR="00400A0C" w:rsidRPr="00F12A19" w14:paraId="2000EF65" w14:textId="77777777" w:rsidTr="00C83508">
        <w:tc>
          <w:tcPr>
            <w:tcW w:w="2430" w:type="dxa"/>
          </w:tcPr>
          <w:p w14:paraId="330DDC0A" w14:textId="77777777" w:rsidR="00400A0C" w:rsidRPr="00F12A19" w:rsidRDefault="00400A0C" w:rsidP="00400A0C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026F2BF3" w14:textId="738FED03" w:rsidR="00400A0C" w:rsidRPr="00F12A19" w:rsidRDefault="009B5AD1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7DF5AF1D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554BE153" w14:textId="76CC82E9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1,343</w:t>
            </w:r>
          </w:p>
        </w:tc>
        <w:tc>
          <w:tcPr>
            <w:tcW w:w="236" w:type="dxa"/>
            <w:vAlign w:val="bottom"/>
          </w:tcPr>
          <w:p w14:paraId="5B100C63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11B806A3" w14:textId="1EC7145D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1,343</w:t>
            </w:r>
          </w:p>
        </w:tc>
        <w:tc>
          <w:tcPr>
            <w:tcW w:w="236" w:type="dxa"/>
            <w:vAlign w:val="bottom"/>
          </w:tcPr>
          <w:p w14:paraId="5BE3586E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3BC45D29" w14:textId="1BB7D6CA" w:rsidR="00400A0C" w:rsidRPr="00F12A19" w:rsidRDefault="00400A0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6" w:type="dxa"/>
            <w:vAlign w:val="bottom"/>
          </w:tcPr>
          <w:p w14:paraId="7736C8A1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0BBBC76C" w14:textId="029294B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1,426</w:t>
            </w:r>
          </w:p>
        </w:tc>
        <w:tc>
          <w:tcPr>
            <w:tcW w:w="236" w:type="dxa"/>
            <w:vAlign w:val="bottom"/>
          </w:tcPr>
          <w:p w14:paraId="3DDE2252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0DD78473" w14:textId="17796B82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1,426</w:t>
            </w:r>
          </w:p>
        </w:tc>
      </w:tr>
      <w:tr w:rsidR="00400A0C" w:rsidRPr="00F12A19" w14:paraId="21C6C1CA" w14:textId="77777777" w:rsidTr="00C83508">
        <w:tc>
          <w:tcPr>
            <w:tcW w:w="2430" w:type="dxa"/>
          </w:tcPr>
          <w:p w14:paraId="5EECB155" w14:textId="77777777" w:rsidR="00400A0C" w:rsidRPr="00F12A19" w:rsidRDefault="00400A0C" w:rsidP="00400A0C">
            <w:pPr>
              <w:pStyle w:val="ListParagraph"/>
              <w:ind w:left="166" w:right="-2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189A34B8" w14:textId="56650708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2,532</w:t>
            </w:r>
          </w:p>
        </w:tc>
        <w:tc>
          <w:tcPr>
            <w:tcW w:w="236" w:type="dxa"/>
            <w:vAlign w:val="bottom"/>
          </w:tcPr>
          <w:p w14:paraId="6EE5478A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6CF66B05" w14:textId="7CCB902D" w:rsidR="00400A0C" w:rsidRPr="00F12A19" w:rsidRDefault="00242FCD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474A29E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498F4E5B" w14:textId="2866F91F" w:rsidR="00400A0C" w:rsidRPr="00F12A19" w:rsidRDefault="00242FCD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2,532</w:t>
            </w:r>
          </w:p>
        </w:tc>
        <w:tc>
          <w:tcPr>
            <w:tcW w:w="236" w:type="dxa"/>
            <w:vAlign w:val="bottom"/>
          </w:tcPr>
          <w:p w14:paraId="19BDD36D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2264B253" w14:textId="23066F51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2,532</w:t>
            </w:r>
          </w:p>
        </w:tc>
        <w:tc>
          <w:tcPr>
            <w:tcW w:w="246" w:type="dxa"/>
            <w:vAlign w:val="bottom"/>
          </w:tcPr>
          <w:p w14:paraId="0C19D6B3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564E3B83" w14:textId="35E4DE7A" w:rsidR="00400A0C" w:rsidRPr="00F12A19" w:rsidRDefault="00400A0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124DEA0F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5218F047" w14:textId="7CD617C8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2,532</w:t>
            </w:r>
          </w:p>
        </w:tc>
      </w:tr>
      <w:tr w:rsidR="00400A0C" w:rsidRPr="00F12A19" w14:paraId="29F8F840" w14:textId="77777777" w:rsidTr="00C83508">
        <w:tc>
          <w:tcPr>
            <w:tcW w:w="2430" w:type="dxa"/>
          </w:tcPr>
          <w:p w14:paraId="61052EBC" w14:textId="77777777" w:rsidR="00400A0C" w:rsidRPr="00F12A19" w:rsidRDefault="00400A0C" w:rsidP="00400A0C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F12A1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26B764E" w14:textId="35844907" w:rsidR="00400A0C" w:rsidRPr="00F12A19" w:rsidRDefault="00EF3D7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FA68C37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435DF9D0" w14:textId="626E855A" w:rsidR="00400A0C" w:rsidRPr="00F12A19" w:rsidRDefault="00D33475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134</w:t>
            </w:r>
          </w:p>
        </w:tc>
        <w:tc>
          <w:tcPr>
            <w:tcW w:w="236" w:type="dxa"/>
            <w:vAlign w:val="bottom"/>
          </w:tcPr>
          <w:p w14:paraId="0745869E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3" w:type="dxa"/>
            <w:vAlign w:val="bottom"/>
          </w:tcPr>
          <w:p w14:paraId="114A1E03" w14:textId="54E82F9D" w:rsidR="00400A0C" w:rsidRPr="00F12A19" w:rsidRDefault="00D33475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134</w:t>
            </w:r>
          </w:p>
        </w:tc>
        <w:tc>
          <w:tcPr>
            <w:tcW w:w="236" w:type="dxa"/>
            <w:vAlign w:val="bottom"/>
          </w:tcPr>
          <w:p w14:paraId="636E1EEC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2" w:type="dxa"/>
            <w:vAlign w:val="bottom"/>
          </w:tcPr>
          <w:p w14:paraId="12A528AA" w14:textId="164E1504" w:rsidR="00400A0C" w:rsidRPr="00F12A19" w:rsidRDefault="00400A0C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46" w:type="dxa"/>
            <w:vAlign w:val="bottom"/>
          </w:tcPr>
          <w:p w14:paraId="6515CEEF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8" w:type="dxa"/>
            <w:vAlign w:val="bottom"/>
          </w:tcPr>
          <w:p w14:paraId="10B0841D" w14:textId="3B843BFD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134</w:t>
            </w:r>
          </w:p>
        </w:tc>
        <w:tc>
          <w:tcPr>
            <w:tcW w:w="236" w:type="dxa"/>
            <w:vAlign w:val="bottom"/>
          </w:tcPr>
          <w:p w14:paraId="5EC9057B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2" w:type="dxa"/>
            <w:vAlign w:val="bottom"/>
          </w:tcPr>
          <w:p w14:paraId="60E41B52" w14:textId="63193680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134</w:t>
            </w:r>
          </w:p>
        </w:tc>
      </w:tr>
      <w:tr w:rsidR="00400A0C" w:rsidRPr="00F12A19" w14:paraId="33FBB9CD" w14:textId="77777777" w:rsidTr="00C83508">
        <w:tc>
          <w:tcPr>
            <w:tcW w:w="2430" w:type="dxa"/>
          </w:tcPr>
          <w:p w14:paraId="4F587276" w14:textId="77777777" w:rsidR="00400A0C" w:rsidRPr="00F12A19" w:rsidRDefault="00400A0C" w:rsidP="00400A0C">
            <w:pPr>
              <w:pStyle w:val="ListParagraph"/>
              <w:ind w:left="166" w:right="-22" w:hanging="180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A63FF4" w14:textId="4999BC48" w:rsidR="00400A0C" w:rsidRPr="00F12A19" w:rsidRDefault="00EF3D7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2,532</w:t>
            </w:r>
          </w:p>
        </w:tc>
        <w:tc>
          <w:tcPr>
            <w:tcW w:w="236" w:type="dxa"/>
            <w:vAlign w:val="bottom"/>
          </w:tcPr>
          <w:p w14:paraId="3BF043D1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66A0B" w14:textId="78836025" w:rsidR="00400A0C" w:rsidRPr="00F12A19" w:rsidRDefault="00D33475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4,21</w:t>
            </w:r>
            <w:r w:rsidR="000A64A3" w:rsidRPr="00F12A19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bottom"/>
          </w:tcPr>
          <w:p w14:paraId="72FED58D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536CD9" w14:textId="6E11B01E" w:rsidR="00400A0C" w:rsidRPr="00F12A19" w:rsidRDefault="00D33475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6,74</w:t>
            </w:r>
            <w:r w:rsidR="000A64A3" w:rsidRPr="00F12A19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6" w:type="dxa"/>
            <w:vAlign w:val="bottom"/>
          </w:tcPr>
          <w:p w14:paraId="5C838697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CF2CD1" w14:textId="6F73284C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2,532</w:t>
            </w:r>
          </w:p>
        </w:tc>
        <w:tc>
          <w:tcPr>
            <w:tcW w:w="246" w:type="dxa"/>
            <w:vAlign w:val="bottom"/>
          </w:tcPr>
          <w:p w14:paraId="72F71F38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75AA9F" w14:textId="6D595701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4,299</w:t>
            </w:r>
          </w:p>
        </w:tc>
        <w:tc>
          <w:tcPr>
            <w:tcW w:w="236" w:type="dxa"/>
            <w:vAlign w:val="bottom"/>
          </w:tcPr>
          <w:p w14:paraId="761F523A" w14:textId="77777777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A26B51" w14:textId="17787CD8" w:rsidR="00400A0C" w:rsidRPr="00F12A19" w:rsidRDefault="00400A0C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6,831</w:t>
            </w:r>
          </w:p>
        </w:tc>
      </w:tr>
    </w:tbl>
    <w:p w14:paraId="5B13A9DD" w14:textId="77777777" w:rsidR="00400A0C" w:rsidRPr="00F12A19" w:rsidRDefault="00400A0C" w:rsidP="00F8567D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157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1170"/>
        <w:gridCol w:w="270"/>
        <w:gridCol w:w="1260"/>
        <w:gridCol w:w="270"/>
        <w:gridCol w:w="1260"/>
        <w:gridCol w:w="270"/>
        <w:gridCol w:w="1350"/>
      </w:tblGrid>
      <w:tr w:rsidR="00400A0C" w:rsidRPr="00F12A19" w14:paraId="55C09712" w14:textId="77777777" w:rsidTr="002F0672">
        <w:tc>
          <w:tcPr>
            <w:tcW w:w="3307" w:type="dxa"/>
          </w:tcPr>
          <w:p w14:paraId="1C686C90" w14:textId="77777777" w:rsidR="00400A0C" w:rsidRPr="00F12A19" w:rsidRDefault="00400A0C" w:rsidP="00EE2147">
            <w:pPr>
              <w:spacing w:line="240" w:lineRule="auto"/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7"/>
          </w:tcPr>
          <w:p w14:paraId="080F807B" w14:textId="77777777" w:rsidR="00400A0C" w:rsidRPr="00F12A19" w:rsidRDefault="00400A0C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0A0C" w:rsidRPr="00F12A19" w14:paraId="52B21764" w14:textId="77777777" w:rsidTr="002F0672">
        <w:tc>
          <w:tcPr>
            <w:tcW w:w="3307" w:type="dxa"/>
          </w:tcPr>
          <w:p w14:paraId="587063B5" w14:textId="77777777" w:rsidR="00400A0C" w:rsidRPr="00F12A19" w:rsidRDefault="00400A0C" w:rsidP="00EE2147">
            <w:pPr>
              <w:spacing w:line="240" w:lineRule="auto"/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14:paraId="2D4D1065" w14:textId="623EE2DE" w:rsidR="00400A0C" w:rsidRPr="00F12A19" w:rsidRDefault="00400A0C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F12A19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07AAE90" w14:textId="77777777" w:rsidR="00400A0C" w:rsidRPr="00F12A19" w:rsidRDefault="00400A0C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7D8782CE" w14:textId="1F2E9B2C" w:rsidR="00400A0C" w:rsidRPr="00F12A19" w:rsidRDefault="00400A0C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12A19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E74182" w:rsidRPr="00F12A19" w14:paraId="77E33A37" w14:textId="77777777" w:rsidTr="002F0672">
        <w:tc>
          <w:tcPr>
            <w:tcW w:w="3307" w:type="dxa"/>
          </w:tcPr>
          <w:p w14:paraId="153834C4" w14:textId="77777777" w:rsidR="00E74182" w:rsidRPr="00F12A19" w:rsidRDefault="00E74182" w:rsidP="00EE2147">
            <w:pPr>
              <w:spacing w:line="240" w:lineRule="auto"/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E88C164" w14:textId="77777777" w:rsidR="00E74182" w:rsidRPr="00F12A19" w:rsidRDefault="00E74182" w:rsidP="00EE2147">
            <w:pPr>
              <w:spacing w:line="240" w:lineRule="auto"/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4F6FD32C" w14:textId="77777777" w:rsidR="00E74182" w:rsidRPr="00F12A19" w:rsidRDefault="00E74182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0052185" w14:textId="77777777" w:rsidR="00E74182" w:rsidRPr="00F12A19" w:rsidRDefault="00E74182" w:rsidP="00EE2147">
            <w:pPr>
              <w:spacing w:line="240" w:lineRule="auto"/>
              <w:ind w:left="-131" w:right="-1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2FE39953" w14:textId="77777777" w:rsidR="00E74182" w:rsidRPr="00F12A19" w:rsidRDefault="00E74182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E3C0EC4" w14:textId="77777777" w:rsidR="00E74182" w:rsidRPr="00F12A19" w:rsidRDefault="00E74182" w:rsidP="00EE2147">
            <w:pPr>
              <w:spacing w:line="240" w:lineRule="auto"/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310F3591" w14:textId="77777777" w:rsidR="00E74182" w:rsidRPr="00F12A19" w:rsidRDefault="00E74182" w:rsidP="00EE2147">
            <w:pPr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F86D6A4" w14:textId="77777777" w:rsidR="00E74182" w:rsidRPr="00F12A19" w:rsidRDefault="00E74182" w:rsidP="00EE2147">
            <w:pPr>
              <w:spacing w:line="240" w:lineRule="auto"/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</w:tr>
      <w:tr w:rsidR="002F0672" w:rsidRPr="00F12A19" w14:paraId="045B62DE" w14:textId="77777777" w:rsidTr="001575EC">
        <w:tc>
          <w:tcPr>
            <w:tcW w:w="3307" w:type="dxa"/>
          </w:tcPr>
          <w:p w14:paraId="633D59FF" w14:textId="77777777" w:rsidR="002F0672" w:rsidRPr="00F12A19" w:rsidRDefault="002F0672" w:rsidP="00EE2147">
            <w:pPr>
              <w:spacing w:line="240" w:lineRule="auto"/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7"/>
            <w:vAlign w:val="bottom"/>
          </w:tcPr>
          <w:p w14:paraId="1C2ECEAA" w14:textId="55717A35" w:rsidR="002F0672" w:rsidRPr="00F12A19" w:rsidRDefault="002F0672" w:rsidP="00EE2147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F12A19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ล้านบาท)</w:t>
            </w:r>
          </w:p>
        </w:tc>
      </w:tr>
      <w:tr w:rsidR="00E74182" w:rsidRPr="00F12A19" w14:paraId="096BB708" w14:textId="77777777" w:rsidTr="002F0672">
        <w:tc>
          <w:tcPr>
            <w:tcW w:w="3307" w:type="dxa"/>
          </w:tcPr>
          <w:p w14:paraId="40EC83D0" w14:textId="77777777" w:rsidR="00E74182" w:rsidRPr="00F12A19" w:rsidRDefault="00E74182" w:rsidP="00EE2147">
            <w:pPr>
              <w:spacing w:line="240" w:lineRule="auto"/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56CBE6E2" w14:textId="116FEDF6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7653F7F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241CB59" w14:textId="70CF3189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2,189</w:t>
            </w:r>
          </w:p>
        </w:tc>
        <w:tc>
          <w:tcPr>
            <w:tcW w:w="270" w:type="dxa"/>
            <w:vAlign w:val="bottom"/>
          </w:tcPr>
          <w:p w14:paraId="2122D180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DEE372A" w14:textId="133F5486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left="-107" w:right="-15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6C71F80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01031C9" w14:textId="60CC8525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2,189</w:t>
            </w:r>
          </w:p>
        </w:tc>
      </w:tr>
      <w:tr w:rsidR="00E74182" w:rsidRPr="00F12A19" w14:paraId="559B9249" w14:textId="77777777" w:rsidTr="002F0672">
        <w:tc>
          <w:tcPr>
            <w:tcW w:w="3307" w:type="dxa"/>
          </w:tcPr>
          <w:p w14:paraId="72FCC9A7" w14:textId="5FBC3592" w:rsidR="00E74182" w:rsidRPr="00F12A19" w:rsidRDefault="00E74182" w:rsidP="002F0672">
            <w:pPr>
              <w:pStyle w:val="ListParagraph"/>
              <w:spacing w:line="240" w:lineRule="auto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  <w:vAlign w:val="bottom"/>
          </w:tcPr>
          <w:p w14:paraId="798B20BE" w14:textId="0C345A91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974151A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5A7EDB" w14:textId="4F8325C5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  <w:tc>
          <w:tcPr>
            <w:tcW w:w="270" w:type="dxa"/>
            <w:vAlign w:val="bottom"/>
          </w:tcPr>
          <w:p w14:paraId="1BC16D6E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1D187D9" w14:textId="22F4C3C8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left="-107" w:right="-15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E55566A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AE0FE65" w14:textId="7796C376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550</w:t>
            </w:r>
          </w:p>
        </w:tc>
      </w:tr>
      <w:tr w:rsidR="00E74182" w:rsidRPr="00F12A19" w14:paraId="295CC270" w14:textId="77777777" w:rsidTr="002F0672">
        <w:tc>
          <w:tcPr>
            <w:tcW w:w="3307" w:type="dxa"/>
          </w:tcPr>
          <w:p w14:paraId="4C47EE49" w14:textId="77777777" w:rsidR="00E74182" w:rsidRPr="00F12A19" w:rsidRDefault="00E74182" w:rsidP="00EE2147">
            <w:pPr>
              <w:pStyle w:val="ListParagraph"/>
              <w:spacing w:line="240" w:lineRule="auto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1170" w:type="dxa"/>
            <w:vAlign w:val="bottom"/>
          </w:tcPr>
          <w:p w14:paraId="09D15348" w14:textId="213F9C4C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E74A7A1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C4FA75A" w14:textId="7BB57955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4,892</w:t>
            </w:r>
          </w:p>
        </w:tc>
        <w:tc>
          <w:tcPr>
            <w:tcW w:w="270" w:type="dxa"/>
            <w:vAlign w:val="bottom"/>
          </w:tcPr>
          <w:p w14:paraId="36D3F5B2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055CB51" w14:textId="065755C8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left="-107" w:right="-150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665A21D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4091B82" w14:textId="29181C2A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 xml:space="preserve">4,848 </w:t>
            </w:r>
          </w:p>
        </w:tc>
      </w:tr>
      <w:tr w:rsidR="00E74182" w:rsidRPr="00F12A19" w14:paraId="7E672CD4" w14:textId="77777777" w:rsidTr="002F0672">
        <w:tc>
          <w:tcPr>
            <w:tcW w:w="3307" w:type="dxa"/>
          </w:tcPr>
          <w:p w14:paraId="669BF99C" w14:textId="77777777" w:rsidR="00E74182" w:rsidRPr="00F12A19" w:rsidRDefault="00E74182" w:rsidP="00EE2147">
            <w:pPr>
              <w:spacing w:line="240" w:lineRule="auto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F12A1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12A1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5702DCD2" w14:textId="017190A9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3DE43C0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0D9DFF7" w14:textId="01A3E03E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  <w:vAlign w:val="bottom"/>
          </w:tcPr>
          <w:p w14:paraId="6171B795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1F4F8B" w14:textId="6F24F301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left="-107" w:right="-150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613B350D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76F1E59" w14:textId="37708E08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  <w:tr w:rsidR="00E74182" w:rsidRPr="00F12A19" w14:paraId="30E5446A" w14:textId="77777777" w:rsidTr="002F0672">
        <w:tc>
          <w:tcPr>
            <w:tcW w:w="3307" w:type="dxa"/>
          </w:tcPr>
          <w:p w14:paraId="572FC3EA" w14:textId="77777777" w:rsidR="00E74182" w:rsidRPr="00F12A19" w:rsidRDefault="00E74182" w:rsidP="00EE2147">
            <w:pPr>
              <w:pStyle w:val="ListParagraph"/>
              <w:spacing w:line="240" w:lineRule="auto"/>
              <w:ind w:left="166" w:right="-22" w:hanging="180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AB5DC7" w14:textId="61725930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107" w:right="-6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F3972E3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92EE6" w14:textId="048A902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7,639</w:t>
            </w:r>
          </w:p>
        </w:tc>
        <w:tc>
          <w:tcPr>
            <w:tcW w:w="270" w:type="dxa"/>
            <w:vAlign w:val="bottom"/>
          </w:tcPr>
          <w:p w14:paraId="678935D9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F8F02E" w14:textId="73F3F730" w:rsidR="00E74182" w:rsidRPr="00F12A19" w:rsidRDefault="00E74182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left="-107" w:right="-15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122E422" w14:textId="77777777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96DADE" w14:textId="62F0D294" w:rsidR="00E74182" w:rsidRPr="00F12A19" w:rsidRDefault="00E74182" w:rsidP="00EE2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  7,597</w:t>
            </w:r>
          </w:p>
        </w:tc>
      </w:tr>
    </w:tbl>
    <w:p w14:paraId="4D05AA3B" w14:textId="14F8313C" w:rsidR="00C22BB4" w:rsidRDefault="00C22BB4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0858C96" w14:textId="77777777" w:rsidR="00C22BB4" w:rsidRDefault="00C2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tbl>
      <w:tblPr>
        <w:tblW w:w="9204" w:type="dxa"/>
        <w:tblInd w:w="540" w:type="dxa"/>
        <w:tblLook w:val="01E0" w:firstRow="1" w:lastRow="1" w:firstColumn="1" w:lastColumn="1" w:noHBand="0" w:noVBand="0"/>
      </w:tblPr>
      <w:tblGrid>
        <w:gridCol w:w="330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22BB4" w:rsidRPr="00C22BB4" w14:paraId="292689FF" w14:textId="77777777" w:rsidTr="00317667">
        <w:trPr>
          <w:tblHeader/>
        </w:trPr>
        <w:tc>
          <w:tcPr>
            <w:tcW w:w="3309" w:type="dxa"/>
            <w:vMerge w:val="restart"/>
            <w:shd w:val="clear" w:color="auto" w:fill="auto"/>
          </w:tcPr>
          <w:p w14:paraId="3CA2D6A6" w14:textId="77777777" w:rsidR="00C22BB4" w:rsidRPr="00C22BB4" w:rsidRDefault="00C22BB4" w:rsidP="001575EC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สินทรัพย์ที่ใช้เป็นหลักประกันหนี้สิน</w:t>
            </w:r>
          </w:p>
          <w:p w14:paraId="4E1172C0" w14:textId="402BB89C" w:rsidR="00C22BB4" w:rsidRPr="00C22BB4" w:rsidRDefault="00C22BB4" w:rsidP="001575EC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0E6BFE6E" w14:textId="77777777" w:rsidR="00C22BB4" w:rsidRPr="00C22BB4" w:rsidRDefault="00C22BB4" w:rsidP="001575EC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600C6ACC" w14:textId="77777777" w:rsidR="00C22BB4" w:rsidRPr="00C22BB4" w:rsidRDefault="00C22BB4" w:rsidP="001575E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769EDB9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15D1B557" w14:textId="77777777" w:rsidR="00C22BB4" w:rsidRPr="00C22BB4" w:rsidRDefault="00C22BB4" w:rsidP="001575EC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37F1" w:rsidRPr="00C22BB4" w14:paraId="67B85946" w14:textId="77777777" w:rsidTr="00317667">
        <w:trPr>
          <w:tblHeader/>
        </w:trPr>
        <w:tc>
          <w:tcPr>
            <w:tcW w:w="3309" w:type="dxa"/>
            <w:vMerge/>
          </w:tcPr>
          <w:p w14:paraId="4688C8BD" w14:textId="77777777" w:rsidR="00C22BB4" w:rsidRPr="00C22BB4" w:rsidRDefault="00C22BB4" w:rsidP="001575E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0889D0FB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A22EA40" w14:textId="0538E002" w:rsidR="00C22BB4" w:rsidRPr="00C22BB4" w:rsidRDefault="008C37F1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มีนาคม</w:t>
            </w:r>
          </w:p>
          <w:p w14:paraId="18817484" w14:textId="1550EB7F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C37F1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95FA892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5D2C0DB" w14:textId="00E40C60" w:rsidR="00C22BB4" w:rsidRPr="00C22BB4" w:rsidRDefault="008C37F1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C37F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C37F1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213D66E7" w14:textId="7D2A37D9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C37F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BA1817C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3FC45547" w14:textId="77777777" w:rsidR="008C37F1" w:rsidRPr="00C22BB4" w:rsidRDefault="008C37F1" w:rsidP="008C37F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มีนาคม</w:t>
            </w:r>
          </w:p>
          <w:p w14:paraId="7F77386C" w14:textId="6A085052" w:rsidR="00C22BB4" w:rsidRPr="00C22BB4" w:rsidRDefault="008C37F1" w:rsidP="008C37F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BC8CD6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44581A9" w14:textId="77777777" w:rsidR="008C37F1" w:rsidRPr="00C22BB4" w:rsidRDefault="008C37F1" w:rsidP="008C37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C37F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C37F1">
              <w:rPr>
                <w:rFonts w:asciiTheme="majorBidi" w:hAnsiTheme="majorBidi" w:hint="cs"/>
                <w:sz w:val="30"/>
                <w:szCs w:val="30"/>
                <w:cs/>
              </w:rPr>
              <w:t>ธันวาคม</w:t>
            </w:r>
          </w:p>
          <w:p w14:paraId="0D393BD0" w14:textId="498BE285" w:rsidR="00C22BB4" w:rsidRPr="00C22BB4" w:rsidRDefault="008C37F1" w:rsidP="008C37F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C22BB4" w:rsidRPr="00C22BB4" w14:paraId="0DB03C37" w14:textId="77777777" w:rsidTr="00317667">
        <w:trPr>
          <w:tblHeader/>
        </w:trPr>
        <w:tc>
          <w:tcPr>
            <w:tcW w:w="3309" w:type="dxa"/>
          </w:tcPr>
          <w:p w14:paraId="2645D3E8" w14:textId="77777777" w:rsidR="00C22BB4" w:rsidRPr="00C22BB4" w:rsidRDefault="00C22BB4" w:rsidP="001575E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FDF4053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12B39037" w14:textId="77777777" w:rsidR="00C22BB4" w:rsidRPr="00C22BB4" w:rsidRDefault="00C22BB4" w:rsidP="001575E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17667" w:rsidRPr="00C22BB4" w14:paraId="107DDC66" w14:textId="77777777" w:rsidTr="00317667">
        <w:tc>
          <w:tcPr>
            <w:tcW w:w="3309" w:type="dxa"/>
          </w:tcPr>
          <w:p w14:paraId="3D02C03B" w14:textId="01224FCE" w:rsidR="00317667" w:rsidRPr="00C22BB4" w:rsidRDefault="00317667" w:rsidP="00317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  <w:r w:rsidR="00576F91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พัฒนา</w:t>
            </w:r>
            <w:r w:rsidRPr="00C22BB4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376" w:type="dxa"/>
            <w:vAlign w:val="center"/>
          </w:tcPr>
          <w:p w14:paraId="2D955E64" w14:textId="77777777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5652FCB1" w14:textId="2C813E86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66" w:type="dxa"/>
            <w:vAlign w:val="center"/>
          </w:tcPr>
          <w:p w14:paraId="48B4EE63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602A2EDE" w14:textId="7B7EB0FF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4D54F1DC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4ECF5E63" w14:textId="56997514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270" w:type="dxa"/>
          </w:tcPr>
          <w:p w14:paraId="0464D12A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2AB8D987" w14:textId="3FB44E01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</w:tr>
      <w:tr w:rsidR="00317667" w:rsidRPr="00C22BB4" w14:paraId="0EA3B81D" w14:textId="77777777" w:rsidTr="001575EC">
        <w:tc>
          <w:tcPr>
            <w:tcW w:w="3309" w:type="dxa"/>
          </w:tcPr>
          <w:p w14:paraId="477CEC0D" w14:textId="77777777" w:rsidR="00317667" w:rsidRPr="00C22BB4" w:rsidRDefault="00317667" w:rsidP="00317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1E789501" w14:textId="77777777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2F8F885" w14:textId="7548606F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11,240</w:t>
            </w:r>
          </w:p>
        </w:tc>
        <w:tc>
          <w:tcPr>
            <w:tcW w:w="266" w:type="dxa"/>
            <w:vAlign w:val="center"/>
          </w:tcPr>
          <w:p w14:paraId="7462BFC9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B646813" w14:textId="66B22693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11,240</w:t>
            </w:r>
          </w:p>
        </w:tc>
        <w:tc>
          <w:tcPr>
            <w:tcW w:w="270" w:type="dxa"/>
          </w:tcPr>
          <w:p w14:paraId="25F963AA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6B714486" w14:textId="5530E752" w:rsidR="00317667" w:rsidRPr="00C22BB4" w:rsidRDefault="00576F91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4,600</w:t>
            </w:r>
          </w:p>
        </w:tc>
        <w:tc>
          <w:tcPr>
            <w:tcW w:w="270" w:type="dxa"/>
          </w:tcPr>
          <w:p w14:paraId="735ECBBA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16BA92F0" w14:textId="3081DFBD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sz w:val="30"/>
                <w:szCs w:val="30"/>
              </w:rPr>
              <w:t>4,600</w:t>
            </w:r>
          </w:p>
        </w:tc>
      </w:tr>
      <w:tr w:rsidR="00317667" w:rsidRPr="00C22BB4" w14:paraId="3E312763" w14:textId="77777777" w:rsidTr="001575EC">
        <w:tc>
          <w:tcPr>
            <w:tcW w:w="3309" w:type="dxa"/>
          </w:tcPr>
          <w:p w14:paraId="6C994C75" w14:textId="77777777" w:rsidR="00317667" w:rsidRPr="00C22BB4" w:rsidRDefault="00317667" w:rsidP="003176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501726A7" w14:textId="77777777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32C224" w14:textId="74A886A5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2BB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11,864</w:t>
            </w:r>
          </w:p>
        </w:tc>
        <w:tc>
          <w:tcPr>
            <w:tcW w:w="266" w:type="dxa"/>
            <w:vAlign w:val="center"/>
          </w:tcPr>
          <w:p w14:paraId="6D4EA103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C83EA4B" w14:textId="11FF2EB8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11,864</w:t>
            </w:r>
          </w:p>
        </w:tc>
        <w:tc>
          <w:tcPr>
            <w:tcW w:w="270" w:type="dxa"/>
          </w:tcPr>
          <w:p w14:paraId="6BC04956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4ACA5F74" w14:textId="453F21A6" w:rsidR="00317667" w:rsidRPr="00C22BB4" w:rsidRDefault="00576F91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5,224</w:t>
            </w:r>
          </w:p>
        </w:tc>
        <w:tc>
          <w:tcPr>
            <w:tcW w:w="270" w:type="dxa"/>
          </w:tcPr>
          <w:p w14:paraId="50BCBEAE" w14:textId="77777777" w:rsidR="00317667" w:rsidRPr="00C22BB4" w:rsidRDefault="00317667" w:rsidP="00317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3EBF55F" w14:textId="6A1C1981" w:rsidR="00317667" w:rsidRPr="00C22BB4" w:rsidRDefault="00317667" w:rsidP="0031766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2BB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5,224</w:t>
            </w:r>
          </w:p>
        </w:tc>
      </w:tr>
    </w:tbl>
    <w:p w14:paraId="5119ED1E" w14:textId="77777777" w:rsidR="00E74182" w:rsidRPr="00F12A19" w:rsidRDefault="00E7418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64E9A94" w14:textId="77777777" w:rsidR="00C22BB4" w:rsidRPr="001E2349" w:rsidRDefault="00C22BB4" w:rsidP="00C22BB4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2349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1E2349">
        <w:rPr>
          <w:rFonts w:asciiTheme="majorBidi" w:hAnsiTheme="majorBidi" w:cstheme="majorBidi"/>
          <w:sz w:val="30"/>
          <w:szCs w:val="30"/>
        </w:rPr>
        <w:t xml:space="preserve"> </w:t>
      </w:r>
    </w:p>
    <w:p w14:paraId="4F8D2EF0" w14:textId="77777777" w:rsidR="00C22BB4" w:rsidRDefault="00C22BB4" w:rsidP="00E707E2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30C3F108" w14:textId="23849EE1" w:rsidR="00E92160" w:rsidRPr="00F12A19" w:rsidRDefault="00317667" w:rsidP="00E707E2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1" w:name="_Hlk22746948"/>
      <w:r w:rsidRPr="00317667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92160" w:rsidRPr="00F12A19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1"/>
      <w:r w:rsidR="00E92160" w:rsidRPr="00F12A19">
        <w:rPr>
          <w:rFonts w:asciiTheme="majorBidi" w:hAnsiTheme="majorBidi" w:cstheme="majorBidi"/>
          <w:sz w:val="30"/>
          <w:szCs w:val="30"/>
          <w:cs/>
        </w:rPr>
        <w:t xml:space="preserve">เป็นจำนวน </w:t>
      </w:r>
      <w:r w:rsidR="00D33475" w:rsidRPr="00F12A19">
        <w:rPr>
          <w:rFonts w:asciiTheme="majorBidi" w:hAnsiTheme="majorBidi" w:cstheme="majorBidi"/>
          <w:sz w:val="30"/>
          <w:szCs w:val="30"/>
        </w:rPr>
        <w:t xml:space="preserve">40 </w:t>
      </w:r>
      <w:r w:rsidR="00E92160" w:rsidRPr="00F12A19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851FAE" w:rsidRPr="00F12A19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D33475" w:rsidRPr="00F12A19">
        <w:rPr>
          <w:rFonts w:asciiTheme="majorBidi" w:hAnsiTheme="majorBidi" w:cstheme="majorBidi"/>
          <w:i/>
          <w:iCs/>
          <w:sz w:val="30"/>
          <w:szCs w:val="30"/>
        </w:rPr>
        <w:t>940</w:t>
      </w:r>
      <w:r w:rsidR="00E92160"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ล้านบาท)</w:t>
      </w:r>
    </w:p>
    <w:p w14:paraId="0F187DD8" w14:textId="39A07B78" w:rsidR="0035628B" w:rsidRPr="00F12A19" w:rsidRDefault="0035628B" w:rsidP="00E707E2">
      <w:pPr>
        <w:ind w:left="547"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0814A41F" w14:textId="77777777" w:rsidR="0035628B" w:rsidRPr="00F12A19" w:rsidRDefault="0035628B" w:rsidP="00E707E2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1AE8E3C0" w14:textId="77777777" w:rsidR="0035628B" w:rsidRPr="00F12A19" w:rsidRDefault="0035628B" w:rsidP="00E707E2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375EFD9" w14:textId="5A31C767" w:rsidR="0035628B" w:rsidRPr="00F12A19" w:rsidRDefault="0035628B" w:rsidP="00E707E2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F12A19">
        <w:rPr>
          <w:rFonts w:asciiTheme="majorBidi" w:hAnsiTheme="majorBidi" w:cstheme="majorBidi"/>
          <w:sz w:val="30"/>
          <w:szCs w:val="30"/>
        </w:rPr>
        <w:t xml:space="preserve">2553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F12A19">
        <w:rPr>
          <w:rFonts w:asciiTheme="majorBidi" w:hAnsiTheme="majorBidi" w:cstheme="majorBidi"/>
          <w:sz w:val="30"/>
          <w:szCs w:val="30"/>
        </w:rPr>
        <w:t xml:space="preserve">3,100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F12A19">
        <w:rPr>
          <w:rFonts w:asciiTheme="majorBidi" w:hAnsiTheme="majorBidi" w:cstheme="majorBidi"/>
          <w:sz w:val="30"/>
          <w:szCs w:val="30"/>
        </w:rPr>
        <w:t xml:space="preserve">3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F12A19">
        <w:rPr>
          <w:rFonts w:asciiTheme="majorBidi" w:hAnsiTheme="majorBidi" w:cstheme="majorBidi"/>
          <w:sz w:val="30"/>
          <w:szCs w:val="30"/>
        </w:rPr>
        <w:t xml:space="preserve">17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F12A19">
        <w:rPr>
          <w:rFonts w:asciiTheme="majorBidi" w:hAnsiTheme="majorBidi" w:cstheme="majorBidi"/>
          <w:sz w:val="30"/>
          <w:szCs w:val="30"/>
        </w:rPr>
        <w:t xml:space="preserve">2562 </w:t>
      </w:r>
      <w:r w:rsidRPr="00F12A19">
        <w:rPr>
          <w:rFonts w:asciiTheme="majorBidi" w:hAnsiTheme="majorBidi" w:cstheme="majorBidi"/>
          <w:sz w:val="30"/>
          <w:szCs w:val="30"/>
          <w:cs/>
        </w:rPr>
        <w:br/>
        <w:t xml:space="preserve">ณ วันที่ </w:t>
      </w:r>
      <w:r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F12A19">
        <w:rPr>
          <w:rFonts w:asciiTheme="majorBidi" w:hAnsiTheme="majorBidi" w:cstheme="majorBidi"/>
          <w:sz w:val="30"/>
          <w:szCs w:val="30"/>
        </w:rPr>
        <w:t>256</w:t>
      </w:r>
      <w:r w:rsidR="00851FAE" w:rsidRPr="00F12A19">
        <w:rPr>
          <w:rFonts w:asciiTheme="majorBidi" w:hAnsiTheme="majorBidi" w:cstheme="majorBidi"/>
          <w:sz w:val="30"/>
          <w:szCs w:val="30"/>
        </w:rPr>
        <w:t>4</w:t>
      </w:r>
      <w:r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บริษัทได้เบิกใช้เงินกู้ </w:t>
      </w:r>
      <w:r w:rsidR="00707552" w:rsidRPr="00F12A19">
        <w:rPr>
          <w:rFonts w:asciiTheme="majorBidi" w:hAnsiTheme="majorBidi" w:cstheme="majorBidi"/>
          <w:sz w:val="30"/>
          <w:szCs w:val="30"/>
        </w:rPr>
        <w:t xml:space="preserve">2,532 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851FAE" w:rsidRPr="00F12A19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04756" w:rsidRPr="00F12A19">
        <w:rPr>
          <w:rFonts w:asciiTheme="majorBidi" w:hAnsiTheme="majorBidi" w:cstheme="majorBidi"/>
          <w:i/>
          <w:iCs/>
          <w:sz w:val="30"/>
          <w:szCs w:val="30"/>
        </w:rPr>
        <w:t>2,532</w:t>
      </w:r>
      <w:r w:rsidR="00851FAE" w:rsidRPr="00F12A1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D47E421" w14:textId="77777777" w:rsidR="00B221CB" w:rsidRPr="00F12A19" w:rsidRDefault="00B221CB" w:rsidP="00E62449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5568852" w14:textId="7AA81559" w:rsidR="00404EC5" w:rsidRPr="00F12A19" w:rsidRDefault="00404EC5" w:rsidP="00E62449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หุ้นกู้</w:t>
      </w:r>
    </w:p>
    <w:p w14:paraId="3CAD037E" w14:textId="77777777" w:rsidR="00404EC5" w:rsidRPr="00F12A19" w:rsidRDefault="00404EC5" w:rsidP="00E707E2">
      <w:pPr>
        <w:jc w:val="thaiDistribute"/>
        <w:rPr>
          <w:rFonts w:asciiTheme="majorBidi" w:hAnsiTheme="majorBidi" w:cstheme="majorBidi"/>
          <w:sz w:val="24"/>
          <w:szCs w:val="24"/>
        </w:rPr>
      </w:pPr>
    </w:p>
    <w:p w14:paraId="546BD802" w14:textId="31CFD5A3" w:rsidR="00404EC5" w:rsidRPr="00F12A19" w:rsidRDefault="00404EC5" w:rsidP="00E707E2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5C78E4BF" w14:textId="53270A49" w:rsidR="0088384B" w:rsidRPr="00F12A19" w:rsidRDefault="008838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7921E590" w14:textId="178D6516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700B01" w:rsidRPr="00F12A19">
        <w:rPr>
          <w:rFonts w:asciiTheme="majorBidi" w:hAnsiTheme="majorBidi" w:cstheme="majorBidi"/>
          <w:b/>
          <w:bCs/>
          <w:sz w:val="30"/>
          <w:szCs w:val="30"/>
        </w:rPr>
        <w:t>2</w:t>
      </w:r>
      <w:r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</w:t>
      </w:r>
      <w:r w:rsidR="00721330" w:rsidRPr="00F12A19">
        <w:rPr>
          <w:rFonts w:asciiTheme="majorBidi" w:hAnsiTheme="majorBidi" w:cstheme="majorBidi"/>
          <w:b/>
          <w:bCs/>
          <w:sz w:val="30"/>
          <w:szCs w:val="30"/>
          <w:cs/>
        </w:rPr>
        <w:t>จำแนก</w:t>
      </w: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รายได้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    </w:t>
      </w:r>
    </w:p>
    <w:p w14:paraId="2470BCAD" w14:textId="77777777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402F9F7" w14:textId="77777777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95A925" w14:textId="29B0058C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605C09E" w14:textId="080D1197" w:rsidR="00404EC5" w:rsidRPr="00F12A19" w:rsidRDefault="002A6C9C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 w:hint="cs"/>
          <w:sz w:val="30"/>
          <w:szCs w:val="30"/>
          <w:cs/>
          <w:lang w:eastAsia="ja-JP"/>
        </w:rPr>
        <w:t>กลุ่ม</w:t>
      </w:r>
      <w:r w:rsidR="00404EC5" w:rsidRPr="00F12A19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17FF6836" w14:textId="624DBE0C" w:rsidR="004F7D31" w:rsidRPr="00F12A19" w:rsidRDefault="004F7D3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BFF2876" w14:textId="5B3EEC63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ส่วนงานธุรกิจ</w:t>
      </w:r>
    </w:p>
    <w:p w14:paraId="36C01D38" w14:textId="77777777" w:rsidR="00404EC5" w:rsidRPr="00F12A19" w:rsidRDefault="00404EC5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2DCBFB" w14:textId="61B5F53F" w:rsidR="00404EC5" w:rsidRDefault="002547A2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404EC5" w:rsidRPr="00F12A19">
        <w:rPr>
          <w:rFonts w:asciiTheme="majorBidi" w:hAnsiTheme="majorBidi" w:cstheme="majorBidi"/>
          <w:sz w:val="30"/>
          <w:szCs w:val="30"/>
          <w:cs/>
        </w:rPr>
        <w:t xml:space="preserve">บริษัทมีส่วนงานธุรกิจ </w:t>
      </w:r>
      <w:r w:rsidR="00404EC5" w:rsidRPr="00F12A19">
        <w:rPr>
          <w:rFonts w:asciiTheme="majorBidi" w:hAnsiTheme="majorBidi" w:cstheme="majorBidi"/>
          <w:sz w:val="30"/>
          <w:szCs w:val="30"/>
        </w:rPr>
        <w:t>2</w:t>
      </w:r>
      <w:r w:rsidR="00404EC5" w:rsidRPr="00F12A19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50278B76" w14:textId="77777777" w:rsidR="009C2E5F" w:rsidRPr="00F12A19" w:rsidRDefault="009C2E5F" w:rsidP="00E707E2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97F1CC8" w14:textId="77777777" w:rsidR="00404EC5" w:rsidRPr="00F12A19" w:rsidRDefault="00404EC5" w:rsidP="00E707E2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F12A19" w:rsidRDefault="00404EC5" w:rsidP="00E707E2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4E024FC" w14:textId="77777777" w:rsidR="00404EC5" w:rsidRPr="00F12A19" w:rsidRDefault="00404EC5" w:rsidP="00E707E2">
      <w:pPr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ซึ่งส่วนใหญ่เป็นรายได้ที่รับรู้ตลอดช่วงระยะเวลาหนึ่ง</w:t>
      </w:r>
    </w:p>
    <w:p w14:paraId="1F28D43F" w14:textId="77777777" w:rsidR="00F0779D" w:rsidRDefault="00F0779D" w:rsidP="00E707E2">
      <w:pPr>
        <w:ind w:left="540"/>
        <w:rPr>
          <w:rFonts w:asciiTheme="majorBidi" w:hAnsiTheme="majorBidi" w:cstheme="majorBidi"/>
          <w:spacing w:val="-2"/>
          <w:sz w:val="30"/>
          <w:szCs w:val="30"/>
        </w:rPr>
      </w:pPr>
    </w:p>
    <w:p w14:paraId="5640E3F8" w14:textId="44201DED" w:rsidR="00404EC5" w:rsidRPr="00F12A19" w:rsidRDefault="00404EC5" w:rsidP="00E707E2">
      <w:pPr>
        <w:ind w:left="540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68176052" w14:textId="77777777" w:rsidR="00404EC5" w:rsidRPr="00F12A19" w:rsidRDefault="00404EC5" w:rsidP="00E707E2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411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628"/>
        <w:gridCol w:w="900"/>
        <w:gridCol w:w="236"/>
        <w:gridCol w:w="934"/>
        <w:gridCol w:w="270"/>
        <w:gridCol w:w="990"/>
        <w:gridCol w:w="236"/>
        <w:gridCol w:w="934"/>
        <w:gridCol w:w="270"/>
        <w:gridCol w:w="870"/>
        <w:gridCol w:w="300"/>
        <w:gridCol w:w="843"/>
      </w:tblGrid>
      <w:tr w:rsidR="00D5330B" w:rsidRPr="00F12A19" w14:paraId="593DF263" w14:textId="77777777" w:rsidTr="006B05FC">
        <w:trPr>
          <w:trHeight w:val="836"/>
          <w:tblHeader/>
        </w:trPr>
        <w:tc>
          <w:tcPr>
            <w:tcW w:w="2628" w:type="dxa"/>
            <w:tcBorders>
              <w:top w:val="nil"/>
              <w:left w:val="nil"/>
            </w:tcBorders>
            <w:noWrap/>
            <w:vAlign w:val="bottom"/>
          </w:tcPr>
          <w:p w14:paraId="63D70C78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070" w:type="dxa"/>
            <w:gridSpan w:val="3"/>
          </w:tcPr>
          <w:p w14:paraId="25E81262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160DAC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2983" w14:textId="77777777" w:rsidR="0035628B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</w:t>
            </w:r>
          </w:p>
          <w:p w14:paraId="69A56403" w14:textId="6ADA9A3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เพื่อให้เช่าพื้นที่และบริการ</w:t>
            </w:r>
          </w:p>
        </w:tc>
        <w:tc>
          <w:tcPr>
            <w:tcW w:w="270" w:type="dxa"/>
          </w:tcPr>
          <w:p w14:paraId="08FAC533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13" w:type="dxa"/>
            <w:gridSpan w:val="3"/>
          </w:tcPr>
          <w:p w14:paraId="176BDD8B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01ED0D3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D5330B" w:rsidRPr="00F12A19" w14:paraId="1D531E17" w14:textId="77777777" w:rsidTr="006B05FC">
        <w:trPr>
          <w:trHeight w:val="431"/>
          <w:tblHeader/>
        </w:trPr>
        <w:tc>
          <w:tcPr>
            <w:tcW w:w="2628" w:type="dxa"/>
            <w:tcBorders>
              <w:top w:val="nil"/>
              <w:left w:val="nil"/>
            </w:tcBorders>
            <w:noWrap/>
            <w:vAlign w:val="bottom"/>
          </w:tcPr>
          <w:p w14:paraId="3888A199" w14:textId="3188E14A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900" w:type="dxa"/>
          </w:tcPr>
          <w:p w14:paraId="6CAC380E" w14:textId="7421515D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EF6A3F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CCBC1C9" w14:textId="26184DF0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D6201F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9B38E1" w14:textId="078C626B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E1CDA1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E9A74AE" w14:textId="66F4524A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67AECDC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870" w:type="dxa"/>
          </w:tcPr>
          <w:p w14:paraId="44DD8FDC" w14:textId="65F5B013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</w:t>
            </w:r>
          </w:p>
        </w:tc>
        <w:tc>
          <w:tcPr>
            <w:tcW w:w="300" w:type="dxa"/>
          </w:tcPr>
          <w:p w14:paraId="02E4BFE5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</w:tcPr>
          <w:p w14:paraId="1CA266EC" w14:textId="07286D4B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</w:t>
            </w:r>
            <w:r w:rsidR="00851FAE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</w:p>
        </w:tc>
      </w:tr>
      <w:tr w:rsidR="00874333" w:rsidRPr="00F12A19" w14:paraId="27A9510C" w14:textId="77777777" w:rsidTr="006B05FC">
        <w:trPr>
          <w:trHeight w:val="431"/>
          <w:tblHeader/>
        </w:trPr>
        <w:tc>
          <w:tcPr>
            <w:tcW w:w="2628" w:type="dxa"/>
            <w:tcBorders>
              <w:top w:val="nil"/>
              <w:left w:val="nil"/>
            </w:tcBorders>
            <w:noWrap/>
            <w:vAlign w:val="bottom"/>
          </w:tcPr>
          <w:p w14:paraId="18B6253C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83" w:type="dxa"/>
            <w:gridSpan w:val="11"/>
          </w:tcPr>
          <w:p w14:paraId="1EBF3036" w14:textId="7BAFC425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</w:t>
            </w:r>
            <w:r w:rsidR="00C546E6" w:rsidRPr="00F12A19">
              <w:rPr>
                <w:rFonts w:asciiTheme="majorBidi" w:hAnsiTheme="majorBidi" w:cstheme="majorBidi" w:hint="cs"/>
                <w:i/>
                <w:iCs/>
                <w:color w:val="000000"/>
                <w:sz w:val="30"/>
                <w:szCs w:val="30"/>
                <w:cs/>
                <w:lang w:val="en-GB" w:eastAsia="ja-JP"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88384B" w:rsidRPr="00F12A19" w14:paraId="34C5EA71" w14:textId="77777777" w:rsidTr="006B05FC">
        <w:trPr>
          <w:trHeight w:val="40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758A0F71" w14:textId="48DE3EBB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C7F622E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DE6499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16A104C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A40727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557375C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97B130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95364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4F1F2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0A69DB5B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0" w:type="dxa"/>
            <w:vAlign w:val="bottom"/>
          </w:tcPr>
          <w:p w14:paraId="1A10E589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15428A72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384B" w:rsidRPr="00F12A19" w14:paraId="51E6D296" w14:textId="77777777" w:rsidTr="006B05FC">
        <w:trPr>
          <w:trHeight w:val="40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5D5AB468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C7DDCF" w14:textId="51908910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="00BE3BF2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D953AD9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20FF58FF" w14:textId="1905F9FC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F05F105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1FC4A79" w14:textId="61D4F212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6C1CEF5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2D8664" w14:textId="5FDAF50F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="00C546E6"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18967B2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1F5BE870" w14:textId="14CAF85C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323</w:t>
            </w:r>
          </w:p>
        </w:tc>
        <w:tc>
          <w:tcPr>
            <w:tcW w:w="300" w:type="dxa"/>
            <w:vAlign w:val="bottom"/>
          </w:tcPr>
          <w:p w14:paraId="23F0E33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6B485B63" w14:textId="7F27B8D1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452</w:t>
            </w:r>
          </w:p>
        </w:tc>
      </w:tr>
      <w:tr w:rsidR="0088384B" w:rsidRPr="00F12A19" w14:paraId="3046A050" w14:textId="77777777" w:rsidTr="006B05FC">
        <w:trPr>
          <w:trHeight w:val="366"/>
        </w:trPr>
        <w:tc>
          <w:tcPr>
            <w:tcW w:w="2628" w:type="dxa"/>
            <w:tcBorders>
              <w:top w:val="nil"/>
              <w:left w:val="nil"/>
              <w:right w:val="nil"/>
            </w:tcBorders>
          </w:tcPr>
          <w:p w14:paraId="1F29947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93085A0" w14:textId="39DCFBEB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83050B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3E65607F" w14:textId="50530128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33B862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535760C" w14:textId="18554890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546E6"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EFE7A29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A13B87" w14:textId="27E75856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546E6" w:rsidRPr="00F12A19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6B75929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1884AD6E" w14:textId="567158C9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546E6"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300" w:type="dxa"/>
            <w:vAlign w:val="bottom"/>
          </w:tcPr>
          <w:p w14:paraId="34FE060A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103A8680" w14:textId="68E0027D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546E6" w:rsidRPr="00F12A19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88384B" w:rsidRPr="00F12A19" w14:paraId="2F643D9E" w14:textId="77777777" w:rsidTr="006B05FC">
        <w:trPr>
          <w:trHeight w:val="283"/>
        </w:trPr>
        <w:tc>
          <w:tcPr>
            <w:tcW w:w="2628" w:type="dxa"/>
            <w:tcBorders>
              <w:left w:val="nil"/>
              <w:right w:val="nil"/>
            </w:tcBorders>
          </w:tcPr>
          <w:p w14:paraId="2080DF4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035655" w14:textId="2C988A96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</w:t>
            </w:r>
            <w:r w:rsidR="00BE3BF2"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A13A7B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4D63D" w14:textId="63C75A72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D6BD10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3FD956" w14:textId="533A1AD9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</w:t>
            </w:r>
            <w:r w:rsidR="00BE3BF2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8816427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6EBF093" w14:textId="0EA00FA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</w:t>
            </w:r>
            <w:r w:rsidR="00C546E6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4793164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6871B7" w14:textId="6E903AB0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  <w:r w:rsidR="00C546E6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00" w:type="dxa"/>
            <w:vAlign w:val="bottom"/>
          </w:tcPr>
          <w:p w14:paraId="19DF4FA7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F68CD" w14:textId="06FB4D54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</w:t>
            </w:r>
            <w:r w:rsidR="00C546E6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88384B" w:rsidRPr="00F12A19" w14:paraId="3A8E4EA7" w14:textId="77777777" w:rsidTr="006B05FC">
        <w:trPr>
          <w:trHeight w:val="350"/>
        </w:trPr>
        <w:tc>
          <w:tcPr>
            <w:tcW w:w="2628" w:type="dxa"/>
            <w:tcBorders>
              <w:left w:val="nil"/>
              <w:bottom w:val="nil"/>
              <w:right w:val="nil"/>
            </w:tcBorders>
            <w:vAlign w:val="bottom"/>
          </w:tcPr>
          <w:p w14:paraId="4C25CF87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619752E5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55407C4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vAlign w:val="bottom"/>
          </w:tcPr>
          <w:p w14:paraId="03BAA54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A6240D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65D9773" w14:textId="77777777" w:rsidR="0088384B" w:rsidRPr="00F12A19" w:rsidRDefault="0088384B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F87E47B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3B550406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881CA4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nil"/>
            </w:tcBorders>
            <w:vAlign w:val="bottom"/>
          </w:tcPr>
          <w:p w14:paraId="4BBF9DD6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0" w:type="dxa"/>
            <w:vAlign w:val="bottom"/>
          </w:tcPr>
          <w:p w14:paraId="111707EA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nil"/>
            </w:tcBorders>
            <w:vAlign w:val="bottom"/>
          </w:tcPr>
          <w:p w14:paraId="3B97686F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384B" w:rsidRPr="00F12A19" w14:paraId="7FD65A90" w14:textId="77777777" w:rsidTr="006B05FC">
        <w:trPr>
          <w:trHeight w:val="350"/>
        </w:trPr>
        <w:tc>
          <w:tcPr>
            <w:tcW w:w="2628" w:type="dxa"/>
            <w:tcBorders>
              <w:left w:val="nil"/>
              <w:bottom w:val="nil"/>
              <w:right w:val="nil"/>
            </w:tcBorders>
            <w:vAlign w:val="bottom"/>
          </w:tcPr>
          <w:p w14:paraId="0313C003" w14:textId="7F515E15" w:rsidR="0088384B" w:rsidRPr="00F12A19" w:rsidRDefault="0088384B" w:rsidP="006A1D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4" w:hanging="264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="006A1D33" w:rsidRPr="00F12A1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br/>
            </w: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27B9E392" w14:textId="017CA3FA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B104D" w:rsidRPr="00F12A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15C1F86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vAlign w:val="bottom"/>
          </w:tcPr>
          <w:p w14:paraId="66322D19" w14:textId="6E14AEB9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DF8F49F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2CD37C0" w14:textId="1BD4CB0E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B104D" w:rsidRPr="00F12A19"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5E09F3C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25499C83" w14:textId="685D7B25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340</w:t>
            </w:r>
          </w:p>
        </w:tc>
        <w:tc>
          <w:tcPr>
            <w:tcW w:w="270" w:type="dxa"/>
          </w:tcPr>
          <w:p w14:paraId="14060DA8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nil"/>
            </w:tcBorders>
            <w:vAlign w:val="bottom"/>
          </w:tcPr>
          <w:p w14:paraId="4746A51F" w14:textId="427D9ABF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300" w:type="dxa"/>
            <w:vAlign w:val="bottom"/>
          </w:tcPr>
          <w:p w14:paraId="7C396DD9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nil"/>
            </w:tcBorders>
            <w:vAlign w:val="bottom"/>
          </w:tcPr>
          <w:p w14:paraId="42382AFF" w14:textId="231545E0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389</w:t>
            </w:r>
          </w:p>
        </w:tc>
      </w:tr>
      <w:tr w:rsidR="00BD0A46" w:rsidRPr="00F12A19" w14:paraId="5C0FD208" w14:textId="77777777" w:rsidTr="006B05FC">
        <w:trPr>
          <w:trHeight w:val="350"/>
        </w:trPr>
        <w:tc>
          <w:tcPr>
            <w:tcW w:w="2628" w:type="dxa"/>
            <w:tcBorders>
              <w:left w:val="nil"/>
              <w:bottom w:val="nil"/>
              <w:right w:val="nil"/>
            </w:tcBorders>
            <w:vAlign w:val="bottom"/>
          </w:tcPr>
          <w:p w14:paraId="44C99E06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05C01D55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631EE7E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  <w:vAlign w:val="bottom"/>
          </w:tcPr>
          <w:p w14:paraId="34971C7C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42C8A2E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BBDC4FA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A3A827D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51ACBCD1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D47BBC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nil"/>
            </w:tcBorders>
            <w:vAlign w:val="bottom"/>
          </w:tcPr>
          <w:p w14:paraId="749BC505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0" w:type="dxa"/>
            <w:vAlign w:val="bottom"/>
          </w:tcPr>
          <w:p w14:paraId="16E2360C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nil"/>
            </w:tcBorders>
            <w:vAlign w:val="bottom"/>
          </w:tcPr>
          <w:p w14:paraId="7F402D1E" w14:textId="77777777" w:rsidR="00BD0A46" w:rsidRPr="00F12A19" w:rsidRDefault="00BD0A46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384B" w:rsidRPr="00F12A19" w14:paraId="1F46A926" w14:textId="77777777" w:rsidTr="006B05FC">
        <w:trPr>
          <w:trHeight w:val="418"/>
        </w:trPr>
        <w:tc>
          <w:tcPr>
            <w:tcW w:w="2628" w:type="dxa"/>
            <w:tcBorders>
              <w:left w:val="nil"/>
              <w:right w:val="nil"/>
            </w:tcBorders>
            <w:vAlign w:val="bottom"/>
          </w:tcPr>
          <w:p w14:paraId="4354F47E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34599F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5EE60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6FAC70E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3B172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26B3B5C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6D0DCD6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5B4E238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57857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33A706B6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0" w:type="dxa"/>
            <w:vAlign w:val="bottom"/>
          </w:tcPr>
          <w:p w14:paraId="29B9329C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40D750E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384B" w:rsidRPr="00F12A19" w14:paraId="1FBF804D" w14:textId="77777777" w:rsidTr="006B05FC">
        <w:trPr>
          <w:trHeight w:val="406"/>
        </w:trPr>
        <w:tc>
          <w:tcPr>
            <w:tcW w:w="2628" w:type="dxa"/>
            <w:tcBorders>
              <w:left w:val="nil"/>
              <w:right w:val="nil"/>
            </w:tcBorders>
            <w:vAlign w:val="bottom"/>
          </w:tcPr>
          <w:p w14:paraId="74D3CF5F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C77508" w14:textId="4CC58FC9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AE1A820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0DFB7C9D" w14:textId="6598489D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E8543A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2F3E999" w14:textId="1747B880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25552B8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E534944" w14:textId="03762E88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2EA02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vAlign w:val="bottom"/>
          </w:tcPr>
          <w:p w14:paraId="03C3BC89" w14:textId="70997D34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300" w:type="dxa"/>
            <w:vAlign w:val="bottom"/>
          </w:tcPr>
          <w:p w14:paraId="0724939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13F9839" w14:textId="748A62CB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</w:tr>
      <w:tr w:rsidR="0088384B" w:rsidRPr="00F12A19" w14:paraId="5EE837A5" w14:textId="77777777" w:rsidTr="006B05FC">
        <w:trPr>
          <w:trHeight w:val="418"/>
        </w:trPr>
        <w:tc>
          <w:tcPr>
            <w:tcW w:w="2628" w:type="dxa"/>
            <w:tcBorders>
              <w:left w:val="nil"/>
              <w:right w:val="nil"/>
            </w:tcBorders>
            <w:vAlign w:val="bottom"/>
          </w:tcPr>
          <w:p w14:paraId="10A9C94A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C9BE204" w14:textId="35DB4065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33A8DE4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246E2" w14:textId="470532F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D462AE3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E817B1" w14:textId="04FF494C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DE190E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7FEEB1" w14:textId="4C74871C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3F4C5C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bottom"/>
          </w:tcPr>
          <w:p w14:paraId="105550F2" w14:textId="6F36BD14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00" w:type="dxa"/>
            <w:vAlign w:val="bottom"/>
          </w:tcPr>
          <w:p w14:paraId="340F16FA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</w:tcPr>
          <w:p w14:paraId="41F13E1A" w14:textId="7BAC43A2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88384B" w:rsidRPr="00F12A19" w14:paraId="7FDB503E" w14:textId="77777777" w:rsidTr="006B05FC">
        <w:trPr>
          <w:trHeight w:val="418"/>
        </w:trPr>
        <w:tc>
          <w:tcPr>
            <w:tcW w:w="2628" w:type="dxa"/>
            <w:tcBorders>
              <w:left w:val="nil"/>
              <w:bottom w:val="nil"/>
              <w:right w:val="nil"/>
            </w:tcBorders>
            <w:vAlign w:val="bottom"/>
          </w:tcPr>
          <w:p w14:paraId="0DABAABB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C19018" w14:textId="2B6CFE10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BE3BF2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5C1991F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C2122" w14:textId="14C48A1E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530249D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F98043" w14:textId="5DD8A074" w:rsidR="0088384B" w:rsidRPr="00F12A19" w:rsidRDefault="000E5C6D" w:rsidP="00C54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="00BE3BF2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8BA7377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EC7000" w14:textId="5E228902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</w:t>
            </w:r>
            <w:r w:rsidR="00BE3BF2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0918CB1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CF09DD" w14:textId="6347E735" w:rsidR="0088384B" w:rsidRPr="00F12A19" w:rsidRDefault="000E5C6D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323</w:t>
            </w:r>
          </w:p>
        </w:tc>
        <w:tc>
          <w:tcPr>
            <w:tcW w:w="300" w:type="dxa"/>
            <w:vAlign w:val="bottom"/>
          </w:tcPr>
          <w:p w14:paraId="33BA3987" w14:textId="77777777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DCC82" w14:textId="4324D435" w:rsidR="0088384B" w:rsidRPr="00F12A19" w:rsidRDefault="0088384B" w:rsidP="00883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</w:p>
        </w:tc>
      </w:tr>
    </w:tbl>
    <w:p w14:paraId="51ED6417" w14:textId="77777777" w:rsidR="00E62449" w:rsidRPr="00F12A19" w:rsidRDefault="00E624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8"/>
          <w:szCs w:val="8"/>
        </w:rPr>
      </w:pPr>
    </w:p>
    <w:p w14:paraId="0BBD4490" w14:textId="77777777" w:rsidR="00151398" w:rsidRDefault="0015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279884AF" w14:textId="6F8CE86B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การกระทบยอดกำไรหรือขาดทุนของส่วนงานที่รายงาน</w:t>
      </w:r>
    </w:p>
    <w:p w14:paraId="21270697" w14:textId="77777777" w:rsidR="00404EC5" w:rsidRPr="00F12A19" w:rsidRDefault="00404EC5" w:rsidP="00A03B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10"/>
          <w:szCs w:val="10"/>
        </w:rPr>
      </w:pPr>
    </w:p>
    <w:tbl>
      <w:tblPr>
        <w:tblW w:w="9299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1342"/>
        <w:gridCol w:w="247"/>
        <w:gridCol w:w="1302"/>
      </w:tblGrid>
      <w:tr w:rsidR="00404EC5" w:rsidRPr="00F12A19" w14:paraId="6C239DF2" w14:textId="77777777" w:rsidTr="006B05FC">
        <w:trPr>
          <w:tblHeader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134A099" w14:textId="3784420C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874333"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874333" w:rsidRPr="00F12A1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02144F" w14:textId="53EE6D87" w:rsidR="00404EC5" w:rsidRPr="00F12A19" w:rsidRDefault="00874333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D1BE96" w14:textId="77777777" w:rsidR="00404EC5" w:rsidRPr="00F12A19" w:rsidRDefault="00404EC5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E8980EC" w14:textId="1E928BE1" w:rsidR="00404EC5" w:rsidRPr="00F12A19" w:rsidRDefault="00874333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404EC5" w:rsidRPr="00F12A19" w14:paraId="24808421" w14:textId="77777777" w:rsidTr="006B05FC">
        <w:trPr>
          <w:tblHeader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D6F404E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2BFB0" w14:textId="168361BF" w:rsidR="00404EC5" w:rsidRPr="00F12A19" w:rsidRDefault="00404EC5" w:rsidP="00E707E2">
            <w:pPr>
              <w:tabs>
                <w:tab w:val="clear" w:pos="680"/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733A4D"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4EC5" w:rsidRPr="00F12A19" w14:paraId="26654105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1599A83" w14:textId="77777777" w:rsidR="00404EC5" w:rsidRPr="00F12A19" w:rsidRDefault="00404EC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897A18" w14:textId="77777777" w:rsidR="00404EC5" w:rsidRPr="00F12A19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61DB0C7" w14:textId="77777777" w:rsidR="00404EC5" w:rsidRPr="00F12A19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C1395C3" w14:textId="77777777" w:rsidR="00404EC5" w:rsidRPr="00F12A19" w:rsidRDefault="00404EC5" w:rsidP="00E707E2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716" w:rsidRPr="00F12A19" w14:paraId="605F1A6F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57C14DE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93707" w14:textId="0A8600CC" w:rsidR="00AC3716" w:rsidRPr="00F12A19" w:rsidRDefault="000E5C6D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0F218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416E" w14:textId="58795029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389</w:t>
            </w:r>
          </w:p>
        </w:tc>
      </w:tr>
      <w:tr w:rsidR="00AC3716" w:rsidRPr="00F12A19" w14:paraId="7F378A4B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B860FBB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658FE" w14:textId="2E041D5C" w:rsidR="00AC3716" w:rsidRPr="00F12A19" w:rsidRDefault="000E5C6D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63463" w:rsidRPr="00F12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60DCDD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0D43" w14:textId="21643B0D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C3716" w:rsidRPr="00F12A19" w14:paraId="40790493" w14:textId="77777777" w:rsidTr="006B05FC">
        <w:trPr>
          <w:trHeight w:val="307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0C15FFA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BAFB1" w14:textId="5080FF69" w:rsidR="00AC3716" w:rsidRPr="00F12A19" w:rsidRDefault="000E5C6D" w:rsidP="000E5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0F7841" w:rsidRPr="00F12A1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AE00A25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1F60C" w14:textId="3B67CDE0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        416</w:t>
            </w:r>
          </w:p>
        </w:tc>
      </w:tr>
      <w:tr w:rsidR="00AC3716" w:rsidRPr="00F12A19" w14:paraId="00B06E8A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DB1498D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F9160" w14:textId="3DAD88A1" w:rsidR="00AC3716" w:rsidRPr="00F12A19" w:rsidRDefault="000E5C6D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E58B9C3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DB35EB" w14:textId="137E405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C3716" w:rsidRPr="00F12A19" w14:paraId="20854928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B8D427B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C31D1" w14:textId="77777777" w:rsidR="00AC3716" w:rsidRPr="00F12A19" w:rsidRDefault="00AC3716" w:rsidP="002A6C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14FE8B2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19EB4A7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716" w:rsidRPr="00F12A19" w14:paraId="722C0DA1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0EA8595" w14:textId="77777777" w:rsidR="00AC3716" w:rsidRPr="00F12A19" w:rsidRDefault="00AC3716" w:rsidP="00AC3716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กำไร (ขาดทุน) จากการเปลี่ยนแปลงมูลค่ายุติธรรมของอสังหาริมทรัพย์</w:t>
            </w:r>
          </w:p>
          <w:p w14:paraId="345438E2" w14:textId="5324AC15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left" w:pos="346"/>
                <w:tab w:val="left" w:pos="540"/>
              </w:tabs>
              <w:ind w:left="162" w:firstLine="18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6F62B" w14:textId="63D0EA3F" w:rsidR="00AC3716" w:rsidRPr="00F12A19" w:rsidRDefault="000E5C6D" w:rsidP="002A6C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EE8EB5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5B3B5" w14:textId="385257FF" w:rsidR="00AC3716" w:rsidRPr="00F12A19" w:rsidRDefault="00AC3716" w:rsidP="002A6C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(91)</w:t>
            </w:r>
          </w:p>
        </w:tc>
      </w:tr>
      <w:tr w:rsidR="00AC3716" w:rsidRPr="00F12A19" w14:paraId="15599B72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F13C264" w14:textId="77777777" w:rsidR="00AC3716" w:rsidRPr="00F12A19" w:rsidRDefault="00AC3716" w:rsidP="00AC3716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53531" w14:textId="59B20036" w:rsidR="00AC3716" w:rsidRPr="00F12A19" w:rsidRDefault="000E5C6D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(10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A681DA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AD05500" w14:textId="6645F6BC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(12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F12A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C3716" w:rsidRPr="00F12A19" w14:paraId="1C69301F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9AD31F7" w14:textId="129F4E10" w:rsidR="00AC3716" w:rsidRPr="00F12A19" w:rsidRDefault="00AC3716" w:rsidP="00AC3716">
            <w:pPr>
              <w:tabs>
                <w:tab w:val="clear" w:pos="68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2AA7E" w14:textId="549A5DA9" w:rsidR="00AC3716" w:rsidRPr="00F12A19" w:rsidRDefault="00BE3BF2" w:rsidP="00BE3B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3394D8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DE1D9B1" w14:textId="568B052A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BE3BF2"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AC3716" w:rsidRPr="00F12A19" w14:paraId="3D7D149A" w14:textId="77777777" w:rsidTr="006B05F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A67E06B" w14:textId="01A4CA4D" w:rsidR="00AC3716" w:rsidRPr="00F12A19" w:rsidRDefault="006B23B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192377" w14:textId="759761EF" w:rsidR="00AC3716" w:rsidRPr="00F12A19" w:rsidRDefault="000E5C6D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57267B8" w14:textId="77777777" w:rsidR="00AC3716" w:rsidRPr="00F12A19" w:rsidRDefault="00AC3716" w:rsidP="00AC3716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01CF5F" w14:textId="24FE57C5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358</w:t>
            </w:r>
          </w:p>
        </w:tc>
      </w:tr>
    </w:tbl>
    <w:p w14:paraId="09CC29FC" w14:textId="77777777" w:rsidR="0066454F" w:rsidRPr="00F12A19" w:rsidRDefault="0066454F" w:rsidP="0088384B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p w14:paraId="1849350D" w14:textId="7F58A46C" w:rsidR="007B47B2" w:rsidRPr="00F12A19" w:rsidRDefault="00404EC5" w:rsidP="0088384B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  <w:r w:rsidRPr="00F12A19">
        <w:rPr>
          <w:rFonts w:asciiTheme="majorBidi" w:hAnsiTheme="majorBidi" w:cstheme="majorBidi"/>
          <w:sz w:val="30"/>
          <w:szCs w:val="30"/>
          <w:u w:val="none"/>
          <w:lang w:val="en-US" w:eastAsia="en-US"/>
        </w:rPr>
        <w:t>1</w:t>
      </w:r>
      <w:r w:rsidR="0066454F" w:rsidRPr="00F12A19">
        <w:rPr>
          <w:rFonts w:asciiTheme="majorBidi" w:hAnsiTheme="majorBidi" w:cstheme="majorBidi"/>
          <w:sz w:val="30"/>
          <w:szCs w:val="30"/>
          <w:u w:val="none"/>
          <w:lang w:val="en-US" w:eastAsia="en-US"/>
        </w:rPr>
        <w:t>3</w:t>
      </w:r>
      <w:r w:rsidRPr="00F12A19">
        <w:rPr>
          <w:rFonts w:asciiTheme="majorBidi" w:hAnsiTheme="majorBidi" w:cstheme="majorBidi"/>
          <w:sz w:val="30"/>
          <w:szCs w:val="30"/>
          <w:u w:val="none"/>
          <w:cs/>
          <w:lang w:val="en-US" w:eastAsia="en-US"/>
        </w:rPr>
        <w:tab/>
      </w:r>
      <w:r w:rsidR="007B47B2" w:rsidRPr="00F12A19">
        <w:rPr>
          <w:rFonts w:asciiTheme="majorBidi" w:hAnsiTheme="majorBidi" w:cstheme="majorBidi"/>
          <w:sz w:val="30"/>
          <w:szCs w:val="30"/>
          <w:u w:val="none"/>
          <w:cs/>
          <w:lang w:val="en-US" w:eastAsia="en-US"/>
        </w:rPr>
        <w:t>สัญญาเช่า</w:t>
      </w:r>
    </w:p>
    <w:p w14:paraId="3EF94C86" w14:textId="5FE93130" w:rsidR="007B47B2" w:rsidRPr="00F12A19" w:rsidRDefault="007B47B2" w:rsidP="00E05C0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tbl>
      <w:tblPr>
        <w:tblW w:w="945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90"/>
        <w:gridCol w:w="1890"/>
        <w:gridCol w:w="180"/>
        <w:gridCol w:w="1890"/>
      </w:tblGrid>
      <w:tr w:rsidR="007B47B2" w:rsidRPr="00F12A19" w14:paraId="1E09F043" w14:textId="77777777" w:rsidTr="006B05FC">
        <w:trPr>
          <w:cantSplit/>
          <w:trHeight w:val="158"/>
          <w:tblHeader/>
        </w:trPr>
        <w:tc>
          <w:tcPr>
            <w:tcW w:w="5490" w:type="dxa"/>
            <w:shd w:val="clear" w:color="auto" w:fill="auto"/>
            <w:vAlign w:val="bottom"/>
          </w:tcPr>
          <w:p w14:paraId="7CF987AB" w14:textId="77777777" w:rsidR="007B47B2" w:rsidRPr="00F12A19" w:rsidRDefault="007B47B2" w:rsidP="0088384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AF37564" w14:textId="77777777" w:rsidR="007B47B2" w:rsidRPr="00F12A19" w:rsidRDefault="007B47B2" w:rsidP="0088384B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F12A19">
              <w:rPr>
                <w:rFonts w:asciiTheme="majorBidi" w:hAnsiTheme="majorBidi" w:cstheme="majorBidi"/>
                <w:b w:val="0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CDC874" w14:textId="77777777" w:rsidR="007B47B2" w:rsidRPr="00F12A19" w:rsidRDefault="007B47B2" w:rsidP="0088384B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07F1DE0E" w14:textId="19A04A89" w:rsidR="007B47B2" w:rsidRPr="00F12A19" w:rsidRDefault="007B47B2" w:rsidP="0088384B">
            <w:pPr>
              <w:pStyle w:val="acctmergecolhdg"/>
              <w:spacing w:line="240" w:lineRule="auto"/>
              <w:ind w:left="-75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B47B2" w:rsidRPr="00F12A19" w14:paraId="27BD02AA" w14:textId="77777777" w:rsidTr="006B05FC">
        <w:trPr>
          <w:cantSplit/>
          <w:trHeight w:val="158"/>
          <w:tblHeader/>
        </w:trPr>
        <w:tc>
          <w:tcPr>
            <w:tcW w:w="5490" w:type="dxa"/>
            <w:vAlign w:val="bottom"/>
          </w:tcPr>
          <w:p w14:paraId="7E52EFAF" w14:textId="462A2061" w:rsidR="007B47B2" w:rsidRPr="00F12A19" w:rsidRDefault="007B47B2" w:rsidP="0088384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AC3716"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90" w:type="dxa"/>
          </w:tcPr>
          <w:p w14:paraId="0753EA51" w14:textId="205B88AA" w:rsidR="007B47B2" w:rsidRPr="00F12A19" w:rsidRDefault="007B47B2" w:rsidP="0088384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สำหรับงวดสามเดือน</w:t>
            </w:r>
          </w:p>
        </w:tc>
        <w:tc>
          <w:tcPr>
            <w:tcW w:w="180" w:type="dxa"/>
          </w:tcPr>
          <w:p w14:paraId="3950DD9F" w14:textId="77777777" w:rsidR="007B47B2" w:rsidRPr="00F12A19" w:rsidRDefault="007B47B2" w:rsidP="0088384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31AAE978" w14:textId="3F864AB2" w:rsidR="007B47B2" w:rsidRPr="00F12A19" w:rsidRDefault="007B47B2" w:rsidP="0088384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สำหรับงวดสามเดือน</w:t>
            </w:r>
          </w:p>
        </w:tc>
      </w:tr>
      <w:tr w:rsidR="00D46207" w:rsidRPr="00F12A19" w14:paraId="0E74491F" w14:textId="77777777" w:rsidTr="006B05FC">
        <w:trPr>
          <w:cantSplit/>
          <w:trHeight w:val="158"/>
          <w:tblHeader/>
        </w:trPr>
        <w:tc>
          <w:tcPr>
            <w:tcW w:w="5490" w:type="dxa"/>
          </w:tcPr>
          <w:p w14:paraId="191BF7CC" w14:textId="496811D3" w:rsidR="00D46207" w:rsidRPr="00F12A19" w:rsidRDefault="00D46207" w:rsidP="0088384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4D7AB183" w14:textId="06D49426" w:rsidR="00D46207" w:rsidRPr="00F12A19" w:rsidRDefault="00D46207" w:rsidP="0088384B">
            <w:pPr>
              <w:pStyle w:val="acctfourfigures"/>
              <w:spacing w:line="240" w:lineRule="auto"/>
              <w:ind w:hanging="1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733A4D"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7B47B2" w:rsidRPr="00F12A19" w14:paraId="586EDA43" w14:textId="77777777" w:rsidTr="006B05FC">
        <w:trPr>
          <w:cantSplit/>
          <w:trHeight w:val="158"/>
        </w:trPr>
        <w:tc>
          <w:tcPr>
            <w:tcW w:w="5490" w:type="dxa"/>
          </w:tcPr>
          <w:p w14:paraId="1E25D905" w14:textId="77777777" w:rsidR="007B47B2" w:rsidRPr="00F12A19" w:rsidRDefault="007B47B2" w:rsidP="0088384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890" w:type="dxa"/>
          </w:tcPr>
          <w:p w14:paraId="2D03557B" w14:textId="77777777" w:rsidR="007B47B2" w:rsidRPr="00F12A19" w:rsidRDefault="007B47B2" w:rsidP="0088384B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3F32027" w14:textId="77777777" w:rsidR="007B47B2" w:rsidRPr="00F12A19" w:rsidRDefault="007B47B2" w:rsidP="0088384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78F71BD" w14:textId="77777777" w:rsidR="007B47B2" w:rsidRPr="00F12A19" w:rsidRDefault="007B47B2" w:rsidP="0088384B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47B2" w:rsidRPr="00F12A19" w14:paraId="491C9E4C" w14:textId="77777777" w:rsidTr="006B05FC">
        <w:trPr>
          <w:cantSplit/>
          <w:trHeight w:val="210"/>
        </w:trPr>
        <w:tc>
          <w:tcPr>
            <w:tcW w:w="5490" w:type="dxa"/>
          </w:tcPr>
          <w:p w14:paraId="2FB82CCF" w14:textId="77777777" w:rsidR="007B47B2" w:rsidRPr="00F12A19" w:rsidRDefault="007B47B2" w:rsidP="0088384B">
            <w:pPr>
              <w:spacing w:line="240" w:lineRule="auto"/>
              <w:rPr>
                <w:rFonts w:asciiTheme="majorBidi" w:hAnsiTheme="majorBidi" w:cstheme="majorBidi"/>
                <w:color w:val="211E1F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F12A19" w:rsidDel="009A4744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</w:tcPr>
          <w:p w14:paraId="479BCD54" w14:textId="3E0B1B01" w:rsidR="007B47B2" w:rsidRPr="00F12A19" w:rsidRDefault="008B74F0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3F20D7F9" w14:textId="77777777" w:rsidR="007B47B2" w:rsidRPr="00F12A19" w:rsidRDefault="007B47B2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64F93355" w14:textId="1A82DDB3" w:rsidR="007B47B2" w:rsidRPr="00F12A19" w:rsidRDefault="00733A4D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B47B2" w:rsidRPr="00F12A19" w14:paraId="19EDFFC8" w14:textId="77777777" w:rsidTr="006B05FC">
        <w:trPr>
          <w:cantSplit/>
          <w:trHeight w:val="158"/>
        </w:trPr>
        <w:tc>
          <w:tcPr>
            <w:tcW w:w="5490" w:type="dxa"/>
          </w:tcPr>
          <w:p w14:paraId="69F1B0B5" w14:textId="77777777" w:rsidR="007B47B2" w:rsidRPr="00F12A19" w:rsidRDefault="007B47B2" w:rsidP="0088384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  <w:r w:rsidRPr="00F12A19" w:rsidDel="00D924C1"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</w:tcPr>
          <w:p w14:paraId="78150D8E" w14:textId="55EB47AE" w:rsidR="007B47B2" w:rsidRPr="00F12A19" w:rsidRDefault="001375C7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AB5FFD0" w14:textId="77777777" w:rsidR="007B47B2" w:rsidRPr="00F12A19" w:rsidRDefault="007B47B2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C83D0B1" w14:textId="3F641D5F" w:rsidR="007B47B2" w:rsidRPr="00F12A19" w:rsidRDefault="00733A4D" w:rsidP="00137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</w:tbl>
    <w:p w14:paraId="60ABE5CE" w14:textId="77777777" w:rsidR="0035628B" w:rsidRPr="00F12A19" w:rsidRDefault="0035628B" w:rsidP="00E05C0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p w14:paraId="612A2320" w14:textId="12B7B8F0" w:rsidR="00404EC5" w:rsidRPr="00F12A19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66454F" w:rsidRPr="00F12A19">
        <w:rPr>
          <w:rFonts w:asciiTheme="majorBidi" w:hAnsiTheme="majorBidi" w:cstheme="majorBidi"/>
          <w:b/>
          <w:bCs/>
          <w:sz w:val="30"/>
          <w:szCs w:val="30"/>
        </w:rPr>
        <w:t>4</w:t>
      </w:r>
      <w:r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="00404EC5" w:rsidRPr="00F12A19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F12A19" w:rsidRDefault="00404EC5" w:rsidP="00E05C0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p w14:paraId="433AC6BB" w14:textId="76FC0D2B" w:rsidR="006A1D33" w:rsidRPr="00F12A19" w:rsidRDefault="006F3E33" w:rsidP="001513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เงินได้ของงวดระหว่างกาล อัตราภาษีเงินได้ที่แท้จริงของกลุ่มบริษัทในการดำเนินงานต่อเนื่องเป็นระยะเวลาสามเดือนสิ้นสุดวัน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มีนาคม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AC3716" w:rsidRPr="00F12A19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คือ ร้อยละ </w:t>
      </w:r>
      <w:r w:rsidR="00D04756" w:rsidRPr="00F12A19">
        <w:rPr>
          <w:rFonts w:asciiTheme="majorBidi" w:hAnsiTheme="majorBidi" w:cstheme="majorBidi"/>
          <w:spacing w:val="-2"/>
          <w:sz w:val="30"/>
          <w:szCs w:val="30"/>
        </w:rPr>
        <w:t xml:space="preserve">23.16 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="00124E57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31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มีนาคม </w:t>
      </w:r>
      <w:r w:rsidR="00124E57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: ร้อยละ </w:t>
      </w:r>
      <w:r w:rsidR="00124E57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1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7</w:t>
      </w:r>
      <w:r w:rsidR="00124E57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1</w:t>
      </w:r>
      <w:r w:rsidR="00124E57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5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สำหรับงบการเงินรวมและร้อยละ </w:t>
      </w:r>
      <w:r w:rsidR="00D04756" w:rsidRPr="00F12A19">
        <w:rPr>
          <w:rFonts w:asciiTheme="majorBidi" w:hAnsiTheme="majorBidi" w:cstheme="majorBidi"/>
          <w:spacing w:val="-2"/>
          <w:sz w:val="30"/>
          <w:szCs w:val="30"/>
        </w:rPr>
        <w:t>23.</w:t>
      </w:r>
      <w:r w:rsidR="00733A4D" w:rsidRPr="00F12A19">
        <w:rPr>
          <w:rFonts w:asciiTheme="majorBidi" w:hAnsiTheme="majorBidi" w:cstheme="majorBidi"/>
          <w:spacing w:val="-2"/>
          <w:sz w:val="30"/>
          <w:szCs w:val="30"/>
        </w:rPr>
        <w:t>88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31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มีนาคม 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: ร้อยละ 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2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AC3716" w:rsidRPr="00F12A19">
        <w:rPr>
          <w:rFonts w:asciiTheme="majorBidi" w:hAnsiTheme="majorBidi" w:cstheme="majorBidi"/>
          <w:i/>
          <w:iCs/>
          <w:spacing w:val="-2"/>
          <w:sz w:val="30"/>
          <w:szCs w:val="30"/>
        </w:rPr>
        <w:t>04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สำหรับงบการเงินเฉพาะกิจการ </w:t>
      </w:r>
      <w:r w:rsidR="006A1D33" w:rsidRPr="00F12A19">
        <w:rPr>
          <w:rFonts w:asciiTheme="majorBidi" w:hAnsiTheme="majorBidi" w:cstheme="majorBidi"/>
          <w:sz w:val="30"/>
          <w:szCs w:val="30"/>
        </w:rPr>
        <w:br w:type="page"/>
      </w:r>
    </w:p>
    <w:p w14:paraId="14A19FA3" w14:textId="5AD9CF66" w:rsidR="00404EC5" w:rsidRPr="00F12A19" w:rsidRDefault="00404EC5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1166FE" w:rsidRPr="00F12A19">
        <w:rPr>
          <w:rFonts w:asciiTheme="majorBidi" w:hAnsiTheme="majorBidi" w:cstheme="majorBidi"/>
          <w:b/>
          <w:bCs/>
          <w:sz w:val="30"/>
          <w:szCs w:val="30"/>
        </w:rPr>
        <w:t>5</w:t>
      </w:r>
      <w:r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กำไรต่อหุ้น</w:t>
      </w:r>
    </w:p>
    <w:p w14:paraId="1775F441" w14:textId="77777777" w:rsidR="00404EC5" w:rsidRPr="00F12A19" w:rsidRDefault="00404EC5" w:rsidP="00E05C0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p w14:paraId="23281265" w14:textId="57F81F6F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กำไ</w:t>
      </w:r>
      <w:r w:rsidR="00EF196D"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</w:t>
      </w: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ต่อหุ้นขั้นพื้นฐาน</w:t>
      </w:r>
    </w:p>
    <w:p w14:paraId="535669AF" w14:textId="77777777" w:rsidR="00404EC5" w:rsidRPr="00F12A19" w:rsidRDefault="00404EC5" w:rsidP="00E05C0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 w:hanging="540"/>
        <w:jc w:val="thaiDistribute"/>
        <w:rPr>
          <w:rFonts w:asciiTheme="majorBidi" w:hAnsiTheme="majorBidi" w:cstheme="majorBidi"/>
          <w:sz w:val="30"/>
          <w:szCs w:val="30"/>
          <w:u w:val="none"/>
          <w:lang w:val="en-US" w:eastAsia="en-US"/>
        </w:rPr>
      </w:pPr>
    </w:p>
    <w:p w14:paraId="352132DF" w14:textId="5E36B0C0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กำไร</w:t>
      </w:r>
      <w:r w:rsidR="00EF196D" w:rsidRPr="00F12A19">
        <w:rPr>
          <w:rFonts w:asciiTheme="majorBidi" w:hAnsiTheme="majorBidi" w:cstheme="majorBidi"/>
          <w:sz w:val="30"/>
          <w:szCs w:val="30"/>
          <w:cs/>
        </w:rPr>
        <w:t>ต่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อหุ้นขั้นพื้นฐานสำหรับงวดสามเดือนสิ้นสุดวันที่ </w:t>
      </w:r>
      <w:r w:rsidR="00874333" w:rsidRPr="00F12A19">
        <w:rPr>
          <w:rFonts w:asciiTheme="majorBidi" w:hAnsiTheme="majorBidi" w:cstheme="majorBidi"/>
          <w:sz w:val="30"/>
          <w:szCs w:val="30"/>
        </w:rPr>
        <w:t xml:space="preserve">31 </w:t>
      </w:r>
      <w:r w:rsidR="00874333" w:rsidRPr="00F12A19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874333" w:rsidRPr="00F12A19">
        <w:rPr>
          <w:rFonts w:asciiTheme="majorBidi" w:hAnsiTheme="majorBidi" w:cstheme="majorBidi"/>
          <w:sz w:val="30"/>
          <w:szCs w:val="30"/>
        </w:rPr>
        <w:t>256</w:t>
      </w:r>
      <w:r w:rsidR="00AC3716" w:rsidRPr="00F12A19">
        <w:rPr>
          <w:rFonts w:asciiTheme="majorBidi" w:hAnsiTheme="majorBidi" w:cstheme="majorBidi"/>
          <w:sz w:val="30"/>
          <w:szCs w:val="30"/>
        </w:rPr>
        <w:t>4</w:t>
      </w:r>
      <w:r w:rsidR="00874333" w:rsidRPr="00F12A19">
        <w:rPr>
          <w:rFonts w:asciiTheme="majorBidi" w:hAnsiTheme="majorBidi" w:cstheme="majorBidi"/>
          <w:sz w:val="30"/>
          <w:szCs w:val="30"/>
        </w:rPr>
        <w:t xml:space="preserve"> </w:t>
      </w:r>
      <w:r w:rsidR="00874333" w:rsidRPr="00F12A1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874333" w:rsidRPr="00F12A19">
        <w:rPr>
          <w:rFonts w:asciiTheme="majorBidi" w:hAnsiTheme="majorBidi" w:cstheme="majorBidi"/>
          <w:sz w:val="30"/>
          <w:szCs w:val="30"/>
        </w:rPr>
        <w:t>256</w:t>
      </w:r>
      <w:r w:rsidR="00AC3716" w:rsidRPr="00F12A19">
        <w:rPr>
          <w:rFonts w:asciiTheme="majorBidi" w:hAnsiTheme="majorBidi" w:cstheme="majorBidi"/>
          <w:sz w:val="30"/>
          <w:szCs w:val="30"/>
        </w:rPr>
        <w:t>3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 โดยแสดงการคำนวณดังนี้</w:t>
      </w:r>
    </w:p>
    <w:p w14:paraId="26088610" w14:textId="5BAB13BA" w:rsidR="00D651CC" w:rsidRPr="00F12A19" w:rsidRDefault="00D651C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607"/>
        <w:gridCol w:w="992"/>
        <w:gridCol w:w="289"/>
        <w:gridCol w:w="992"/>
        <w:gridCol w:w="274"/>
        <w:gridCol w:w="990"/>
        <w:gridCol w:w="274"/>
        <w:gridCol w:w="960"/>
      </w:tblGrid>
      <w:tr w:rsidR="00874333" w:rsidRPr="00F12A19" w14:paraId="16C6A893" w14:textId="77777777" w:rsidTr="00C83508">
        <w:tc>
          <w:tcPr>
            <w:tcW w:w="2456" w:type="pct"/>
            <w:vAlign w:val="center"/>
          </w:tcPr>
          <w:p w14:paraId="783B5289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12" w:type="pct"/>
            <w:gridSpan w:val="3"/>
          </w:tcPr>
          <w:p w14:paraId="16DA526D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5098CE6D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186" w:type="pct"/>
            <w:gridSpan w:val="3"/>
          </w:tcPr>
          <w:p w14:paraId="11341998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74333" w:rsidRPr="00F12A19" w14:paraId="3A79A2DC" w14:textId="77777777" w:rsidTr="00C83508">
        <w:tc>
          <w:tcPr>
            <w:tcW w:w="2456" w:type="pct"/>
            <w:vAlign w:val="center"/>
          </w:tcPr>
          <w:p w14:paraId="5E3DC666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F12A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Pr="00F12A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529" w:type="pct"/>
          </w:tcPr>
          <w:p w14:paraId="02F11D56" w14:textId="530C5F60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54" w:type="pct"/>
          </w:tcPr>
          <w:p w14:paraId="76FF1D64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</w:tcPr>
          <w:p w14:paraId="34178B87" w14:textId="38894D3D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6" w:type="pct"/>
          </w:tcPr>
          <w:p w14:paraId="065090BD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</w:tcPr>
          <w:p w14:paraId="5BCD5C34" w14:textId="67343166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46" w:type="pct"/>
          </w:tcPr>
          <w:p w14:paraId="705723E9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2" w:type="pct"/>
          </w:tcPr>
          <w:p w14:paraId="5A09867F" w14:textId="43751504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</w:t>
            </w:r>
            <w:r w:rsidR="00AC3716" w:rsidRPr="00F12A19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</w:p>
        </w:tc>
      </w:tr>
      <w:tr w:rsidR="00874333" w:rsidRPr="00F12A19" w14:paraId="15354E95" w14:textId="77777777" w:rsidTr="00C83508">
        <w:tc>
          <w:tcPr>
            <w:tcW w:w="2456" w:type="pct"/>
          </w:tcPr>
          <w:p w14:paraId="67699AE6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544" w:type="pct"/>
            <w:gridSpan w:val="7"/>
          </w:tcPr>
          <w:p w14:paraId="5968669C" w14:textId="77777777" w:rsidR="00874333" w:rsidRPr="00F12A19" w:rsidRDefault="0087433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(พันบาท / พันหุ้น)</w:t>
            </w:r>
          </w:p>
        </w:tc>
      </w:tr>
      <w:tr w:rsidR="00874333" w:rsidRPr="00F12A19" w14:paraId="2F9D3726" w14:textId="77777777" w:rsidTr="00C83508">
        <w:tc>
          <w:tcPr>
            <w:tcW w:w="2456" w:type="pct"/>
          </w:tcPr>
          <w:p w14:paraId="391470C9" w14:textId="77777777" w:rsidR="00874333" w:rsidRPr="00F12A19" w:rsidRDefault="00874333" w:rsidP="00E707E2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</w:t>
            </w:r>
          </w:p>
        </w:tc>
        <w:tc>
          <w:tcPr>
            <w:tcW w:w="529" w:type="pct"/>
          </w:tcPr>
          <w:p w14:paraId="6037B3DF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" w:type="pct"/>
          </w:tcPr>
          <w:p w14:paraId="53FC5E95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9" w:type="pct"/>
          </w:tcPr>
          <w:p w14:paraId="13C55B8A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155575B5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0A91598E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52543ED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" w:type="pct"/>
          </w:tcPr>
          <w:p w14:paraId="01AB9C70" w14:textId="77777777" w:rsidR="00874333" w:rsidRPr="00F12A19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716" w:rsidRPr="00F12A19" w14:paraId="7888DF87" w14:textId="77777777" w:rsidTr="00C83508">
        <w:tc>
          <w:tcPr>
            <w:tcW w:w="2456" w:type="pct"/>
          </w:tcPr>
          <w:p w14:paraId="3D598B11" w14:textId="77777777" w:rsidR="00AC3716" w:rsidRPr="00F12A19" w:rsidRDefault="00AC3716" w:rsidP="00AC3716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(ขั้นพื้นฐาน)</w:t>
            </w:r>
          </w:p>
        </w:tc>
        <w:tc>
          <w:tcPr>
            <w:tcW w:w="529" w:type="pct"/>
            <w:tcBorders>
              <w:bottom w:val="double" w:sz="4" w:space="0" w:color="auto"/>
            </w:tcBorders>
            <w:shd w:val="clear" w:color="auto" w:fill="auto"/>
          </w:tcPr>
          <w:p w14:paraId="2F38E8FD" w14:textId="4197E42D" w:rsidR="00AC3716" w:rsidRPr="00F12A19" w:rsidRDefault="0025264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165,</w:t>
            </w:r>
            <w:r w:rsidR="00F1533E" w:rsidRPr="00F12A19">
              <w:rPr>
                <w:rFonts w:asciiTheme="majorBidi" w:hAnsiTheme="majorBidi" w:cstheme="majorBidi" w:hint="eastAsia"/>
                <w:b/>
                <w:bCs/>
                <w:sz w:val="30"/>
                <w:szCs w:val="30"/>
                <w:lang w:eastAsia="ja-JP"/>
              </w:rPr>
              <w:t>4</w:t>
            </w:r>
            <w:r w:rsidR="00F1533E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7</w:t>
            </w:r>
            <w:r w:rsidR="00C356AE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</w:t>
            </w:r>
          </w:p>
        </w:tc>
        <w:tc>
          <w:tcPr>
            <w:tcW w:w="154" w:type="pct"/>
          </w:tcPr>
          <w:p w14:paraId="354EF546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9" w:type="pct"/>
            <w:tcBorders>
              <w:bottom w:val="double" w:sz="4" w:space="0" w:color="auto"/>
            </w:tcBorders>
          </w:tcPr>
          <w:p w14:paraId="31243D39" w14:textId="3D1E085F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277,8</w:t>
            </w:r>
            <w:r w:rsidR="00D50C2C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146" w:type="pct"/>
          </w:tcPr>
          <w:p w14:paraId="564D6F6D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double" w:sz="4" w:space="0" w:color="auto"/>
            </w:tcBorders>
            <w:shd w:val="clear" w:color="auto" w:fill="auto"/>
          </w:tcPr>
          <w:p w14:paraId="73B87984" w14:textId="2CF787C9" w:rsidR="00AC3716" w:rsidRPr="00F12A19" w:rsidRDefault="0025264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F1533E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1,153</w:t>
            </w:r>
          </w:p>
        </w:tc>
        <w:tc>
          <w:tcPr>
            <w:tcW w:w="146" w:type="pct"/>
          </w:tcPr>
          <w:p w14:paraId="071AC3C1" w14:textId="7777777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2" w:type="pct"/>
            <w:tcBorders>
              <w:bottom w:val="double" w:sz="4" w:space="0" w:color="auto"/>
            </w:tcBorders>
          </w:tcPr>
          <w:p w14:paraId="28D46DE6" w14:textId="7CF6E42C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205</w:t>
            </w:r>
            <w:r w:rsidR="00D50C2C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,091</w:t>
            </w:r>
          </w:p>
        </w:tc>
      </w:tr>
      <w:tr w:rsidR="00AC3716" w:rsidRPr="00F12A19" w14:paraId="191305E0" w14:textId="77777777" w:rsidTr="00C83508">
        <w:tc>
          <w:tcPr>
            <w:tcW w:w="2456" w:type="pct"/>
            <w:vAlign w:val="bottom"/>
          </w:tcPr>
          <w:p w14:paraId="35F4291E" w14:textId="77777777" w:rsidR="00AC3716" w:rsidRPr="00F12A19" w:rsidRDefault="00AC3716" w:rsidP="00AC371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72DA2D1A" w14:textId="4B16BEF3" w:rsidR="00AC3716" w:rsidRPr="00F12A19" w:rsidRDefault="0025264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54" w:type="pct"/>
          </w:tcPr>
          <w:p w14:paraId="37012A0B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42B6BB8B" w14:textId="4EC35161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6" w:type="pct"/>
          </w:tcPr>
          <w:p w14:paraId="77458B46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  <w:tcBorders>
              <w:top w:val="double" w:sz="4" w:space="0" w:color="auto"/>
              <w:bottom w:val="double" w:sz="4" w:space="0" w:color="auto"/>
            </w:tcBorders>
          </w:tcPr>
          <w:p w14:paraId="41FCFD15" w14:textId="42A8507C" w:rsidR="00AC3716" w:rsidRPr="00F12A19" w:rsidRDefault="0025264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6" w:type="pct"/>
          </w:tcPr>
          <w:p w14:paraId="2185E3D3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2" w:type="pct"/>
            <w:tcBorders>
              <w:top w:val="double" w:sz="4" w:space="0" w:color="auto"/>
              <w:bottom w:val="double" w:sz="4" w:space="0" w:color="auto"/>
            </w:tcBorders>
          </w:tcPr>
          <w:p w14:paraId="2881DD49" w14:textId="5DC35F37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6,499,830</w:t>
            </w:r>
          </w:p>
        </w:tc>
      </w:tr>
      <w:tr w:rsidR="00AC3716" w:rsidRPr="00F12A19" w14:paraId="5F55A319" w14:textId="77777777" w:rsidTr="00C83508">
        <w:tc>
          <w:tcPr>
            <w:tcW w:w="2456" w:type="pct"/>
            <w:vAlign w:val="bottom"/>
          </w:tcPr>
          <w:p w14:paraId="09D51960" w14:textId="77777777" w:rsidR="00AC3716" w:rsidRPr="00F12A19" w:rsidRDefault="00AC3716" w:rsidP="00AC371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F3B37CA" w14:textId="32FA5770" w:rsidR="00AC3716" w:rsidRPr="00F12A19" w:rsidRDefault="00093FC8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0.02</w:t>
            </w:r>
            <w:r w:rsidR="00F1533E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54" w:type="pct"/>
          </w:tcPr>
          <w:p w14:paraId="2DD817E7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</w:tcPr>
          <w:p w14:paraId="5619B263" w14:textId="7F85CDCB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0.043</w:t>
            </w:r>
          </w:p>
        </w:tc>
        <w:tc>
          <w:tcPr>
            <w:tcW w:w="146" w:type="pct"/>
          </w:tcPr>
          <w:p w14:paraId="32DD6605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29F906D" w14:textId="14665764" w:rsidR="00AC3716" w:rsidRPr="00F12A19" w:rsidRDefault="00093FC8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380" w:lineRule="exact"/>
              <w:ind w:left="-108"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</w:t>
            </w:r>
            <w:r w:rsidR="00D04756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</w:t>
            </w:r>
          </w:p>
        </w:tc>
        <w:tc>
          <w:tcPr>
            <w:tcW w:w="146" w:type="pct"/>
          </w:tcPr>
          <w:p w14:paraId="6E7491CB" w14:textId="77777777" w:rsidR="00AC3716" w:rsidRPr="00F12A19" w:rsidRDefault="00AC3716" w:rsidP="00AC37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2" w:type="pct"/>
            <w:tcBorders>
              <w:top w:val="double" w:sz="4" w:space="0" w:color="auto"/>
              <w:bottom w:val="double" w:sz="4" w:space="0" w:color="auto"/>
            </w:tcBorders>
          </w:tcPr>
          <w:p w14:paraId="0909FDAE" w14:textId="528B5C25" w:rsidR="00AC3716" w:rsidRPr="00F12A19" w:rsidRDefault="00AC3716" w:rsidP="00AC37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0.032</w:t>
            </w:r>
          </w:p>
        </w:tc>
      </w:tr>
    </w:tbl>
    <w:p w14:paraId="5C2E15EF" w14:textId="77777777" w:rsidR="00D651CC" w:rsidRPr="00F12A19" w:rsidRDefault="00D651CC" w:rsidP="006A1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3FA8A33" w14:textId="3BCA5510" w:rsidR="00404EC5" w:rsidRPr="00F12A19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Theme="majorBidi" w:hAnsiTheme="majorBidi" w:cs="Angsana New"/>
          <w:b/>
          <w:bCs/>
          <w:cs/>
        </w:rPr>
      </w:pPr>
      <w:r w:rsidRPr="00F12A19">
        <w:rPr>
          <w:rFonts w:asciiTheme="majorBidi" w:hAnsiTheme="majorBidi" w:cstheme="majorBidi"/>
          <w:b/>
          <w:bCs/>
          <w:lang w:val="en-US"/>
        </w:rPr>
        <w:t>1</w:t>
      </w:r>
      <w:r w:rsidR="001166FE" w:rsidRPr="00F12A19">
        <w:rPr>
          <w:rFonts w:asciiTheme="majorBidi" w:hAnsiTheme="majorBidi" w:cstheme="majorBidi"/>
          <w:b/>
          <w:bCs/>
          <w:lang w:val="en-US"/>
        </w:rPr>
        <w:t>6</w:t>
      </w:r>
      <w:r w:rsidRPr="00F12A19">
        <w:rPr>
          <w:rFonts w:asciiTheme="majorBidi" w:hAnsiTheme="majorBidi" w:cstheme="majorBidi"/>
          <w:b/>
          <w:bCs/>
          <w:cs/>
        </w:rPr>
        <w:tab/>
        <w:t>เครื่องมือทางการเงิน</w:t>
      </w:r>
    </w:p>
    <w:p w14:paraId="3D94683F" w14:textId="77777777" w:rsidR="00404EC5" w:rsidRPr="00F12A19" w:rsidRDefault="00404EC5" w:rsidP="006A1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17008B1" w14:textId="77777777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20A0C92" w14:textId="77777777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6912591" w14:textId="63426D37" w:rsidR="00404EC5" w:rsidRPr="00F12A19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F12A19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074B34">
        <w:rPr>
          <w:rFonts w:asciiTheme="majorBidi" w:hAnsiTheme="majorBidi" w:cstheme="majorBidi" w:hint="cs"/>
          <w:sz w:val="30"/>
          <w:szCs w:val="30"/>
          <w:cs/>
          <w:lang w:bidi="th-TH"/>
        </w:rPr>
        <w:t>ไม่ได้</w:t>
      </w:r>
      <w:r w:rsidRPr="00F12A19">
        <w:rPr>
          <w:rFonts w:asciiTheme="majorBidi" w:hAnsiTheme="majorBidi" w:cstheme="majorBidi"/>
          <w:sz w:val="30"/>
          <w:szCs w:val="30"/>
          <w:cs/>
          <w:lang w:bidi="th-TH"/>
        </w:rPr>
        <w:t>วัดมูลค่าด้วย</w:t>
      </w:r>
      <w:r w:rsidR="00074B34">
        <w:rPr>
          <w:rFonts w:asciiTheme="majorBidi" w:hAnsiTheme="majorBidi" w:hint="cs"/>
          <w:sz w:val="30"/>
          <w:szCs w:val="30"/>
          <w:cs/>
          <w:lang w:bidi="th-TH"/>
        </w:rPr>
        <w:t>มูลค่ายุติธรรม</w:t>
      </w:r>
      <w:r w:rsidRPr="00F12A19">
        <w:rPr>
          <w:rFonts w:asciiTheme="majorBidi" w:hAnsiTheme="majorBidi" w:cstheme="majorBidi"/>
          <w:sz w:val="30"/>
          <w:szCs w:val="30"/>
          <w:cs/>
          <w:lang w:bidi="th-TH"/>
        </w:rPr>
        <w:t>หากมูลค่าตามบัญชีใกล้เคียงกับมูลค่ายุติธรรมอย่างสมเหตุสมผล</w:t>
      </w:r>
      <w:r w:rsidRPr="00F12A19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</w:p>
    <w:p w14:paraId="62D4EA01" w14:textId="5069B77C" w:rsidR="006A1D33" w:rsidRPr="00F12A19" w:rsidRDefault="006A1D33" w:rsidP="006A1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4875" w:type="pct"/>
        <w:tblInd w:w="558" w:type="dxa"/>
        <w:tblLayout w:type="fixed"/>
        <w:tblLook w:val="04A0" w:firstRow="1" w:lastRow="0" w:firstColumn="1" w:lastColumn="0" w:noHBand="0" w:noVBand="1"/>
      </w:tblPr>
      <w:tblGrid>
        <w:gridCol w:w="2871"/>
        <w:gridCol w:w="1000"/>
        <w:gridCol w:w="236"/>
        <w:gridCol w:w="965"/>
        <w:gridCol w:w="236"/>
        <w:gridCol w:w="946"/>
        <w:gridCol w:w="258"/>
        <w:gridCol w:w="729"/>
        <w:gridCol w:w="236"/>
        <w:gridCol w:w="732"/>
        <w:gridCol w:w="236"/>
        <w:gridCol w:w="920"/>
      </w:tblGrid>
      <w:tr w:rsidR="002340A4" w:rsidRPr="00F12A19" w14:paraId="7CAEF3EC" w14:textId="77777777" w:rsidTr="001B01A5">
        <w:trPr>
          <w:trHeight w:val="259"/>
          <w:tblHeader/>
        </w:trPr>
        <w:tc>
          <w:tcPr>
            <w:tcW w:w="1533" w:type="pct"/>
            <w:shd w:val="clear" w:color="auto" w:fill="auto"/>
            <w:vAlign w:val="bottom"/>
          </w:tcPr>
          <w:p w14:paraId="31A2995D" w14:textId="77777777" w:rsidR="002340A4" w:rsidRPr="00F12A19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467" w:type="pct"/>
            <w:gridSpan w:val="11"/>
            <w:vAlign w:val="bottom"/>
          </w:tcPr>
          <w:p w14:paraId="14B19BB4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340A4" w:rsidRPr="00F12A19" w14:paraId="54BEE8D9" w14:textId="77777777" w:rsidTr="001B01A5">
        <w:trPr>
          <w:trHeight w:val="259"/>
          <w:tblHeader/>
        </w:trPr>
        <w:tc>
          <w:tcPr>
            <w:tcW w:w="1533" w:type="pct"/>
            <w:shd w:val="clear" w:color="auto" w:fill="auto"/>
            <w:vAlign w:val="bottom"/>
          </w:tcPr>
          <w:p w14:paraId="5ED09307" w14:textId="77777777" w:rsidR="002340A4" w:rsidRPr="00F12A19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6" w:type="pct"/>
            <w:gridSpan w:val="5"/>
            <w:tcBorders>
              <w:bottom w:val="single" w:sz="4" w:space="0" w:color="auto"/>
            </w:tcBorders>
            <w:vAlign w:val="bottom"/>
          </w:tcPr>
          <w:p w14:paraId="1CBE6172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EAD13D4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3" w:type="pct"/>
            <w:gridSpan w:val="5"/>
            <w:tcBorders>
              <w:bottom w:val="single" w:sz="4" w:space="0" w:color="auto"/>
            </w:tcBorders>
            <w:vAlign w:val="bottom"/>
          </w:tcPr>
          <w:p w14:paraId="60DE8C72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6B05FC" w:rsidRPr="00F12A19" w14:paraId="7C0D07BE" w14:textId="77777777" w:rsidTr="001B01A5">
        <w:trPr>
          <w:trHeight w:val="259"/>
          <w:tblHeader/>
        </w:trPr>
        <w:tc>
          <w:tcPr>
            <w:tcW w:w="1533" w:type="pct"/>
            <w:shd w:val="clear" w:color="auto" w:fill="auto"/>
            <w:vAlign w:val="bottom"/>
          </w:tcPr>
          <w:p w14:paraId="3AF7BB34" w14:textId="51C900D2" w:rsidR="002340A4" w:rsidRPr="00F12A19" w:rsidRDefault="002340A4" w:rsidP="00AD4679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4" w:space="0" w:color="auto"/>
            </w:tcBorders>
            <w:vAlign w:val="bottom"/>
          </w:tcPr>
          <w:p w14:paraId="4C391839" w14:textId="5F9A66A3" w:rsidR="002340A4" w:rsidRPr="00F12A19" w:rsidRDefault="00626B17" w:rsidP="00626B17">
            <w:pPr>
              <w:pStyle w:val="acctfourfigures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14:paraId="45632EAE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</w:tcPr>
          <w:p w14:paraId="0902993D" w14:textId="4160738D" w:rsidR="002340A4" w:rsidRPr="00F12A19" w:rsidRDefault="00626B17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" w:type="pct"/>
            <w:tcBorders>
              <w:top w:val="single" w:sz="4" w:space="0" w:color="auto"/>
            </w:tcBorders>
            <w:vAlign w:val="bottom"/>
          </w:tcPr>
          <w:p w14:paraId="43BD6C56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1FB67" w14:textId="2C3DB720" w:rsidR="002340A4" w:rsidRPr="00F12A19" w:rsidRDefault="00626B17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6246884A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46E771F9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126" w:type="pct"/>
          </w:tcPr>
          <w:p w14:paraId="380C374C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91" w:type="pct"/>
            <w:vAlign w:val="bottom"/>
          </w:tcPr>
          <w:p w14:paraId="47B23048" w14:textId="77777777" w:rsidR="002340A4" w:rsidRPr="00F12A19" w:rsidRDefault="002340A4" w:rsidP="00AD467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126" w:type="pct"/>
          </w:tcPr>
          <w:p w14:paraId="19F3138C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vAlign w:val="bottom"/>
          </w:tcPr>
          <w:p w14:paraId="1D41B016" w14:textId="77777777" w:rsidR="002340A4" w:rsidRPr="00F12A19" w:rsidRDefault="002340A4" w:rsidP="00AD4679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</w:tr>
      <w:tr w:rsidR="002340A4" w:rsidRPr="00F12A19" w14:paraId="465A7F01" w14:textId="77777777" w:rsidTr="001B01A5">
        <w:trPr>
          <w:trHeight w:val="259"/>
          <w:tblHeader/>
        </w:trPr>
        <w:tc>
          <w:tcPr>
            <w:tcW w:w="1533" w:type="pct"/>
            <w:shd w:val="clear" w:color="auto" w:fill="auto"/>
          </w:tcPr>
          <w:p w14:paraId="1AEEF65E" w14:textId="77777777" w:rsidR="002340A4" w:rsidRPr="00F12A19" w:rsidRDefault="002340A4" w:rsidP="00AD4679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3467" w:type="pct"/>
            <w:gridSpan w:val="11"/>
          </w:tcPr>
          <w:p w14:paraId="0A06EA63" w14:textId="77777777" w:rsidR="002340A4" w:rsidRPr="00F12A19" w:rsidRDefault="002340A4" w:rsidP="00AD467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ล้านบาท)</w:t>
            </w:r>
          </w:p>
        </w:tc>
      </w:tr>
      <w:tr w:rsidR="008E641B" w:rsidRPr="00F12A19" w14:paraId="7693EBC3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18C71532" w14:textId="6D40EDB6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มีนาคม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534" w:type="pct"/>
          </w:tcPr>
          <w:p w14:paraId="09893B27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70AEF5B2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0314A627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A36DCA4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35BB5B72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6FAFE30D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49A6643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0F6004AD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71A02122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27240FB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</w:tcPr>
          <w:p w14:paraId="2D7B846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0DC6B1DC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18D4590C" w14:textId="1EF5A7A9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</w:t>
            </w:r>
          </w:p>
        </w:tc>
        <w:tc>
          <w:tcPr>
            <w:tcW w:w="534" w:type="pct"/>
          </w:tcPr>
          <w:p w14:paraId="2568D9EF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27D5E9F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5EA3C776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C27E191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3105608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3653ECC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4CAEBBA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66619BB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49A0394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22C1A17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</w:tcPr>
          <w:p w14:paraId="795D5D0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76D41F50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23C89173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สินทรัพย์ทางการเงินหมุนเวียนอื่น 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534" w:type="pct"/>
            <w:vAlign w:val="bottom"/>
          </w:tcPr>
          <w:p w14:paraId="45978601" w14:textId="1EE86445" w:rsidR="008E641B" w:rsidRPr="00F12A19" w:rsidRDefault="008E641B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126" w:type="pct"/>
          </w:tcPr>
          <w:p w14:paraId="60FCA3D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5727246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13ACA2CB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60EE06A2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6815A3B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4B6F5A0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09DEB60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3FF94C4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26" w:type="pct"/>
            <w:vAlign w:val="bottom"/>
          </w:tcPr>
          <w:p w14:paraId="59F05307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73AE0A7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E641B" w:rsidRPr="00F12A19" w14:paraId="3FA86481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42C24729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สินทรัพย์ทางการเงินไม่หมุนเวียนอื่น - เงินลงทุนระยะยาว</w:t>
            </w:r>
          </w:p>
        </w:tc>
        <w:tc>
          <w:tcPr>
            <w:tcW w:w="534" w:type="pct"/>
            <w:vAlign w:val="bottom"/>
          </w:tcPr>
          <w:p w14:paraId="11D8241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" w:type="pct"/>
          </w:tcPr>
          <w:p w14:paraId="2BECD97A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385FD85D" w14:textId="07E5D30F" w:rsidR="008E641B" w:rsidRPr="00F12A19" w:rsidRDefault="008E641B" w:rsidP="008E641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594</w:t>
            </w:r>
          </w:p>
        </w:tc>
        <w:tc>
          <w:tcPr>
            <w:tcW w:w="126" w:type="pct"/>
            <w:vAlign w:val="bottom"/>
          </w:tcPr>
          <w:p w14:paraId="4FFC46B8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1C31E00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06B5410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7084D18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3266776A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1FFFFBD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3A6D5B3F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10524832" w14:textId="591F8F7A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594</w:t>
            </w:r>
          </w:p>
        </w:tc>
      </w:tr>
      <w:tr w:rsidR="008E641B" w:rsidRPr="00F12A19" w14:paraId="353EF91D" w14:textId="77777777" w:rsidTr="001B01A5">
        <w:trPr>
          <w:trHeight w:val="245"/>
        </w:trPr>
        <w:tc>
          <w:tcPr>
            <w:tcW w:w="1533" w:type="pct"/>
            <w:shd w:val="clear" w:color="auto" w:fill="auto"/>
          </w:tcPr>
          <w:p w14:paraId="3A248780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534" w:type="pct"/>
            <w:vAlign w:val="bottom"/>
          </w:tcPr>
          <w:p w14:paraId="0AE48935" w14:textId="5043C609" w:rsidR="008E641B" w:rsidRPr="00F12A19" w:rsidRDefault="008E641B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22,405</w:t>
            </w:r>
          </w:p>
        </w:tc>
        <w:tc>
          <w:tcPr>
            <w:tcW w:w="126" w:type="pct"/>
          </w:tcPr>
          <w:p w14:paraId="7C707617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016F474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250DDFB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204CF59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37622A4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261BD70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15157A8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740AED2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" w:type="pct"/>
            <w:vAlign w:val="bottom"/>
          </w:tcPr>
          <w:p w14:paraId="6238D605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39776A8A" w14:textId="6CBCC876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22,405</w:t>
            </w:r>
          </w:p>
        </w:tc>
      </w:tr>
      <w:tr w:rsidR="008E641B" w:rsidRPr="00F12A19" w14:paraId="43117538" w14:textId="77777777" w:rsidTr="001B01A5">
        <w:trPr>
          <w:trHeight w:val="245"/>
        </w:trPr>
        <w:tc>
          <w:tcPr>
            <w:tcW w:w="1533" w:type="pct"/>
            <w:shd w:val="clear" w:color="auto" w:fill="auto"/>
          </w:tcPr>
          <w:p w14:paraId="5D7B573A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34" w:type="pct"/>
            <w:vAlign w:val="bottom"/>
          </w:tcPr>
          <w:p w14:paraId="5FCE3F02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</w:tcPr>
          <w:p w14:paraId="065421FF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64A8E72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3EB9F514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7EFBD58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1E3BB75F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9" w:type="pct"/>
            <w:vAlign w:val="bottom"/>
          </w:tcPr>
          <w:p w14:paraId="73F67FD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" w:type="pct"/>
            <w:vAlign w:val="bottom"/>
          </w:tcPr>
          <w:p w14:paraId="529259A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1" w:type="pct"/>
            <w:vAlign w:val="bottom"/>
          </w:tcPr>
          <w:p w14:paraId="5385541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vAlign w:val="bottom"/>
          </w:tcPr>
          <w:p w14:paraId="3CF912E9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1" w:type="pct"/>
            <w:vAlign w:val="bottom"/>
          </w:tcPr>
          <w:p w14:paraId="3A5752D4" w14:textId="77777777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E641B" w:rsidRPr="00F12A19" w14:paraId="1FE15DEA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19BBED21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534" w:type="pct"/>
          </w:tcPr>
          <w:p w14:paraId="58B05D2E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00F394F7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1BA686B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5E8C1E02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4068292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76FF870B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43ECB4F2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6AE67CC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274EE35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</w:tcPr>
          <w:p w14:paraId="18739DA1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</w:tcPr>
          <w:p w14:paraId="2672DEFD" w14:textId="77777777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E641B" w:rsidRPr="00F12A19" w14:paraId="5F3F66E2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23DC90DB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4" w:type="pct"/>
            <w:vAlign w:val="bottom"/>
          </w:tcPr>
          <w:p w14:paraId="3058CC5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59A2F82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5C169089" w14:textId="6DB651A9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68B3C397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5363604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(550)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672721F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0F90C45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3FC7FB9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760CABF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5F2E458C" w14:textId="77777777" w:rsidR="008E641B" w:rsidRPr="00F12A19" w:rsidRDefault="008E641B" w:rsidP="008E641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91" w:type="pct"/>
            <w:vAlign w:val="bottom"/>
          </w:tcPr>
          <w:p w14:paraId="0D2F00D3" w14:textId="77777777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(548)</w:t>
            </w:r>
          </w:p>
        </w:tc>
      </w:tr>
      <w:tr w:rsidR="008E641B" w:rsidRPr="00F12A19" w14:paraId="7DE528A3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1E5AC9D7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34" w:type="pct"/>
            <w:vAlign w:val="bottom"/>
          </w:tcPr>
          <w:p w14:paraId="7959666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75BAABD9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155F9EA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1055C85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5F314A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(2,532)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196D5312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21896A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5459737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06AE94EA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729386D5" w14:textId="77777777" w:rsidR="008E641B" w:rsidRPr="00F12A19" w:rsidRDefault="008E641B" w:rsidP="008E641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91" w:type="pct"/>
            <w:vAlign w:val="bottom"/>
          </w:tcPr>
          <w:p w14:paraId="20A89191" w14:textId="7727530F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(2,509)</w:t>
            </w:r>
          </w:p>
        </w:tc>
      </w:tr>
      <w:tr w:rsidR="008E641B" w:rsidRPr="00F12A19" w14:paraId="21433EF2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5B54E18F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หุ้นกู้</w:t>
            </w:r>
          </w:p>
        </w:tc>
        <w:tc>
          <w:tcPr>
            <w:tcW w:w="534" w:type="pct"/>
            <w:vAlign w:val="bottom"/>
          </w:tcPr>
          <w:p w14:paraId="4FB05F9A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3C506CBD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746867A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645E2998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B6E8CA8" w14:textId="03AD77A9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(2,189)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B16B3BE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20FA480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3CAA23BD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6629D26A" w14:textId="19A887D3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2,207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" w:type="pct"/>
            <w:vAlign w:val="bottom"/>
          </w:tcPr>
          <w:p w14:paraId="6D7A14A8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7F775D4D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E641B" w:rsidRPr="00B949BF" w14:paraId="009D360D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3C68B696" w14:textId="77777777" w:rsidR="008E641B" w:rsidRPr="00B949BF" w:rsidRDefault="008E641B" w:rsidP="008E641B">
            <w:pPr>
              <w:ind w:left="-14" w:right="-9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34" w:type="pct"/>
            <w:vAlign w:val="bottom"/>
          </w:tcPr>
          <w:p w14:paraId="18316F0A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</w:tcPr>
          <w:p w14:paraId="3B7D7E3E" w14:textId="77777777" w:rsidR="008E641B" w:rsidRPr="00B949BF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5860DF6C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17681657" w14:textId="77777777" w:rsidR="008E641B" w:rsidRPr="00B949BF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F2DD4DC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6C4BB9CF" w14:textId="77777777" w:rsidR="008E641B" w:rsidRPr="00B949BF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30243BC0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" w:type="pct"/>
            <w:vAlign w:val="bottom"/>
          </w:tcPr>
          <w:p w14:paraId="791510D5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391" w:type="pct"/>
            <w:vAlign w:val="bottom"/>
          </w:tcPr>
          <w:p w14:paraId="3833C4A6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" w:type="pct"/>
            <w:vAlign w:val="bottom"/>
          </w:tcPr>
          <w:p w14:paraId="350BE527" w14:textId="77777777" w:rsidR="008E641B" w:rsidRPr="00B949BF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1" w:type="pct"/>
            <w:vAlign w:val="bottom"/>
          </w:tcPr>
          <w:p w14:paraId="2462E2A2" w14:textId="77777777" w:rsidR="008E641B" w:rsidRPr="00B949BF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E641B" w:rsidRPr="00F12A19" w14:paraId="6339DA94" w14:textId="77777777" w:rsidTr="001B01A5">
        <w:trPr>
          <w:trHeight w:val="259"/>
        </w:trPr>
        <w:tc>
          <w:tcPr>
            <w:tcW w:w="1533" w:type="pct"/>
            <w:shd w:val="clear" w:color="auto" w:fill="auto"/>
          </w:tcPr>
          <w:p w14:paraId="6CDA72CA" w14:textId="2CDA7E8C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534" w:type="pct"/>
            <w:vAlign w:val="bottom"/>
          </w:tcPr>
          <w:p w14:paraId="13729D8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2F121E7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652837BD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52EF2C72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3C88E2A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6A6B5D28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33E1AE7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73EF948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4922C65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561F6DF0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0EC97FD5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41D78114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7F2C0912" w14:textId="512DB2B2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</w:t>
            </w:r>
          </w:p>
        </w:tc>
        <w:tc>
          <w:tcPr>
            <w:tcW w:w="534" w:type="pct"/>
            <w:vAlign w:val="bottom"/>
          </w:tcPr>
          <w:p w14:paraId="576500B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58D9F640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3CC8D9C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0058848A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5EE1474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03790C0D" w14:textId="77777777" w:rsidR="008E641B" w:rsidRPr="00F12A19" w:rsidRDefault="008E641B" w:rsidP="008E641B">
            <w:pPr>
              <w:tabs>
                <w:tab w:val="decimal" w:pos="790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55CFFDA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2741D81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240BB29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6FCF023A" w14:textId="77777777" w:rsidR="008E641B" w:rsidRPr="00F12A19" w:rsidRDefault="008E641B" w:rsidP="008E641B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73954DD3" w14:textId="77777777" w:rsidR="008E641B" w:rsidRPr="00F12A19" w:rsidRDefault="008E641B" w:rsidP="008E641B">
            <w:pPr>
              <w:tabs>
                <w:tab w:val="decimal" w:pos="562"/>
              </w:tabs>
              <w:ind w:firstLine="16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E641B" w:rsidRPr="00F12A19" w14:paraId="60EB5893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037FA5A0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สินทรัพย์ทางการเงินหมุนเวียนอื่น </w:t>
            </w:r>
            <w:r w:rsidRPr="00F12A19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-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534" w:type="pct"/>
            <w:vAlign w:val="bottom"/>
          </w:tcPr>
          <w:p w14:paraId="530197EE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126" w:type="pct"/>
          </w:tcPr>
          <w:p w14:paraId="7F2E7720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349CF58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0483C291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DCBE09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1739EE7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6BA3D78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079097E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511F8F5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26" w:type="pct"/>
            <w:vAlign w:val="bottom"/>
          </w:tcPr>
          <w:p w14:paraId="42CAFF6E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00B5FE59" w14:textId="77777777" w:rsidR="008E641B" w:rsidRPr="00F12A19" w:rsidRDefault="008E641B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E641B" w:rsidRPr="00F12A19" w14:paraId="0C4F06D4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3FB1DABE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สินทรัพย์ทางการเงินไม่หมุนเวียนอื่น - เงินลงทุนระยะยาว</w:t>
            </w:r>
          </w:p>
        </w:tc>
        <w:tc>
          <w:tcPr>
            <w:tcW w:w="534" w:type="pct"/>
            <w:vAlign w:val="bottom"/>
          </w:tcPr>
          <w:p w14:paraId="25217A1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1054F69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26847724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572</w:t>
            </w:r>
          </w:p>
        </w:tc>
        <w:tc>
          <w:tcPr>
            <w:tcW w:w="126" w:type="pct"/>
            <w:vAlign w:val="bottom"/>
          </w:tcPr>
          <w:p w14:paraId="42DB5EB8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74CD8CF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0CA69F14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6F317BB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5864C15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2C5A5C75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2199C847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23A5021E" w14:textId="77777777" w:rsidR="008E641B" w:rsidRPr="00F12A19" w:rsidRDefault="008E641B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572</w:t>
            </w:r>
          </w:p>
        </w:tc>
      </w:tr>
      <w:tr w:rsidR="008E641B" w:rsidRPr="00F12A19" w14:paraId="2268839D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4EC5A2E5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534" w:type="pct"/>
            <w:vAlign w:val="bottom"/>
          </w:tcPr>
          <w:p w14:paraId="0F0707A8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22,342</w:t>
            </w:r>
          </w:p>
        </w:tc>
        <w:tc>
          <w:tcPr>
            <w:tcW w:w="126" w:type="pct"/>
          </w:tcPr>
          <w:p w14:paraId="1BBD710E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4DA6E25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16458BDB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513142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7F8A323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28974B6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4F35B35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5A2F1961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5BED7E38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41101E55" w14:textId="77777777" w:rsidR="008E641B" w:rsidRPr="00F12A19" w:rsidRDefault="008E641B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22,342</w:t>
            </w:r>
          </w:p>
        </w:tc>
      </w:tr>
      <w:tr w:rsidR="008E641B" w:rsidRPr="00B949BF" w14:paraId="7E541F0E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1D4BF35B" w14:textId="77777777" w:rsidR="008E641B" w:rsidRPr="00B949BF" w:rsidRDefault="008E641B" w:rsidP="008E641B">
            <w:pPr>
              <w:ind w:left="-14" w:right="-9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34" w:type="pct"/>
            <w:vAlign w:val="bottom"/>
          </w:tcPr>
          <w:p w14:paraId="05C3ABD9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</w:tcPr>
          <w:p w14:paraId="3EA469BE" w14:textId="77777777" w:rsidR="008E641B" w:rsidRPr="00B949BF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4479638F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7FED2E00" w14:textId="77777777" w:rsidR="008E641B" w:rsidRPr="00B949BF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90ABA06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3B8F541E" w14:textId="77777777" w:rsidR="008E641B" w:rsidRPr="00B949BF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049AD7DF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" w:type="pct"/>
            <w:vAlign w:val="bottom"/>
          </w:tcPr>
          <w:p w14:paraId="435838BD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391" w:type="pct"/>
            <w:vAlign w:val="bottom"/>
          </w:tcPr>
          <w:p w14:paraId="2A858360" w14:textId="77777777" w:rsidR="008E641B" w:rsidRPr="00B949BF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" w:type="pct"/>
            <w:vAlign w:val="bottom"/>
          </w:tcPr>
          <w:p w14:paraId="5F0DD61C" w14:textId="77777777" w:rsidR="008E641B" w:rsidRPr="00B949BF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1" w:type="pct"/>
            <w:vAlign w:val="bottom"/>
          </w:tcPr>
          <w:p w14:paraId="30DBE104" w14:textId="77777777" w:rsidR="008E641B" w:rsidRPr="00B949BF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E641B" w:rsidRPr="00F12A19" w14:paraId="7BA6E351" w14:textId="77777777" w:rsidTr="00C46D5D">
        <w:trPr>
          <w:trHeight w:val="259"/>
        </w:trPr>
        <w:tc>
          <w:tcPr>
            <w:tcW w:w="1533" w:type="pct"/>
            <w:shd w:val="clear" w:color="auto" w:fill="auto"/>
          </w:tcPr>
          <w:p w14:paraId="09804EB5" w14:textId="77777777" w:rsidR="008E641B" w:rsidRPr="00F12A19" w:rsidRDefault="008E641B" w:rsidP="00C46D5D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534" w:type="pct"/>
            <w:vAlign w:val="bottom"/>
          </w:tcPr>
          <w:p w14:paraId="1A581E4B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18EE0FD" w14:textId="77777777" w:rsidR="008E641B" w:rsidRPr="00F12A19" w:rsidRDefault="008E641B" w:rsidP="00C46D5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215A172A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18376427" w14:textId="77777777" w:rsidR="008E641B" w:rsidRPr="00F12A19" w:rsidRDefault="008E641B" w:rsidP="00C46D5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2009E0FF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36094C49" w14:textId="77777777" w:rsidR="008E641B" w:rsidRPr="00F12A19" w:rsidRDefault="008E641B" w:rsidP="00C46D5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DC06875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79742578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77CE6C0B" w14:textId="77777777" w:rsidR="008E641B" w:rsidRPr="00F12A19" w:rsidRDefault="008E641B" w:rsidP="00C46D5D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4513E126" w14:textId="77777777" w:rsidR="008E641B" w:rsidRPr="00F12A19" w:rsidRDefault="008E641B" w:rsidP="00C46D5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26B15216" w14:textId="77777777" w:rsidR="008E641B" w:rsidRPr="00F12A19" w:rsidRDefault="008E641B" w:rsidP="00C4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6CED4A8F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6B7941E5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534" w:type="pct"/>
            <w:vAlign w:val="bottom"/>
          </w:tcPr>
          <w:p w14:paraId="25E1D77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6413D203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676C988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  <w:vAlign w:val="bottom"/>
          </w:tcPr>
          <w:p w14:paraId="4C23576B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2DD737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04A2B283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70A6F3C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4FE20B5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2DDB052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  <w:vAlign w:val="bottom"/>
          </w:tcPr>
          <w:p w14:paraId="46620B4D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3A586A28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E641B" w:rsidRPr="00F12A19" w14:paraId="1CC657F3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66523B78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4" w:type="pct"/>
            <w:vAlign w:val="bottom"/>
          </w:tcPr>
          <w:p w14:paraId="7BC05D9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1DD3FC8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688C367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66114DA3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0DC561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(550)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5FDF44BC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35CC9B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69B3877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2761929D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65426075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3E7B5706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(548)</w:t>
            </w:r>
          </w:p>
        </w:tc>
      </w:tr>
      <w:tr w:rsidR="008E641B" w:rsidRPr="00F12A19" w14:paraId="312F6AA4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0028C5CB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534" w:type="pct"/>
            <w:vAlign w:val="bottom"/>
          </w:tcPr>
          <w:p w14:paraId="3738BF4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170F1263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3841310A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380314A4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693BA06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(2,532)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F85A4E7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3513F3B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59792CA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18B33B4B" w14:textId="77777777" w:rsidR="008E641B" w:rsidRPr="00F12A19" w:rsidRDefault="008E641B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2EF6754D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3FFEE8A2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(2,523)</w:t>
            </w:r>
          </w:p>
        </w:tc>
      </w:tr>
      <w:tr w:rsidR="008E641B" w:rsidRPr="00F12A19" w14:paraId="16B2E6F7" w14:textId="77777777" w:rsidTr="00DC566C">
        <w:trPr>
          <w:trHeight w:val="259"/>
        </w:trPr>
        <w:tc>
          <w:tcPr>
            <w:tcW w:w="1533" w:type="pct"/>
            <w:shd w:val="clear" w:color="auto" w:fill="auto"/>
          </w:tcPr>
          <w:p w14:paraId="031ADC9D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หุ้นกู้</w:t>
            </w:r>
          </w:p>
        </w:tc>
        <w:tc>
          <w:tcPr>
            <w:tcW w:w="534" w:type="pct"/>
            <w:vAlign w:val="bottom"/>
          </w:tcPr>
          <w:p w14:paraId="388E2E0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4187B45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0E1DF4CD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  <w:vAlign w:val="bottom"/>
          </w:tcPr>
          <w:p w14:paraId="2E4520B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2D0591FB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(2,189)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9BE212D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E0B90C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pct"/>
            <w:vAlign w:val="bottom"/>
          </w:tcPr>
          <w:p w14:paraId="3CBD8BBD" w14:textId="77777777" w:rsidR="008E641B" w:rsidRPr="00F12A19" w:rsidRDefault="008E641B" w:rsidP="008E641B">
            <w:pPr>
              <w:pStyle w:val="acctfourfigures"/>
              <w:tabs>
                <w:tab w:val="decimal" w:pos="376"/>
                <w:tab w:val="decimal" w:pos="59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4EA6B80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(2,215)</w:t>
            </w:r>
          </w:p>
        </w:tc>
        <w:tc>
          <w:tcPr>
            <w:tcW w:w="126" w:type="pct"/>
            <w:vAlign w:val="bottom"/>
          </w:tcPr>
          <w:p w14:paraId="6CEE2992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1" w:type="pct"/>
            <w:vAlign w:val="bottom"/>
          </w:tcPr>
          <w:p w14:paraId="07BDC81E" w14:textId="77777777" w:rsidR="008E641B" w:rsidRPr="00F12A19" w:rsidRDefault="008E641B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04679143" w14:textId="7CAB775E" w:rsidR="00626B17" w:rsidRPr="00F12A19" w:rsidRDefault="00626B17">
      <w:pPr>
        <w:rPr>
          <w:rFonts w:asciiTheme="majorBidi" w:hAnsiTheme="majorBidi" w:cstheme="majorBidi"/>
        </w:rPr>
      </w:pPr>
    </w:p>
    <w:tbl>
      <w:tblPr>
        <w:tblW w:w="4875" w:type="pct"/>
        <w:tblInd w:w="558" w:type="dxa"/>
        <w:tblLayout w:type="fixed"/>
        <w:tblLook w:val="04A0" w:firstRow="1" w:lastRow="0" w:firstColumn="1" w:lastColumn="0" w:noHBand="0" w:noVBand="1"/>
      </w:tblPr>
      <w:tblGrid>
        <w:gridCol w:w="2873"/>
        <w:gridCol w:w="1000"/>
        <w:gridCol w:w="236"/>
        <w:gridCol w:w="965"/>
        <w:gridCol w:w="238"/>
        <w:gridCol w:w="946"/>
        <w:gridCol w:w="258"/>
        <w:gridCol w:w="729"/>
        <w:gridCol w:w="238"/>
        <w:gridCol w:w="732"/>
        <w:gridCol w:w="238"/>
        <w:gridCol w:w="912"/>
      </w:tblGrid>
      <w:tr w:rsidR="00626B17" w:rsidRPr="00F12A19" w14:paraId="14128F0E" w14:textId="77777777" w:rsidTr="008E641B">
        <w:trPr>
          <w:trHeight w:val="259"/>
          <w:tblHeader/>
        </w:trPr>
        <w:tc>
          <w:tcPr>
            <w:tcW w:w="1534" w:type="pct"/>
            <w:shd w:val="clear" w:color="auto" w:fill="auto"/>
            <w:vAlign w:val="bottom"/>
          </w:tcPr>
          <w:p w14:paraId="0ED334DA" w14:textId="77777777" w:rsidR="00626B17" w:rsidRPr="00F12A19" w:rsidRDefault="00626B17" w:rsidP="00C62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466" w:type="pct"/>
            <w:gridSpan w:val="11"/>
            <w:vAlign w:val="bottom"/>
          </w:tcPr>
          <w:p w14:paraId="579F4478" w14:textId="5BC0EC00" w:rsidR="00626B17" w:rsidRPr="00F12A19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26B17" w:rsidRPr="00F12A19" w14:paraId="5DDA4EBF" w14:textId="77777777" w:rsidTr="006F3745">
        <w:trPr>
          <w:trHeight w:val="259"/>
          <w:tblHeader/>
        </w:trPr>
        <w:tc>
          <w:tcPr>
            <w:tcW w:w="1534" w:type="pct"/>
            <w:shd w:val="clear" w:color="auto" w:fill="auto"/>
            <w:vAlign w:val="bottom"/>
          </w:tcPr>
          <w:p w14:paraId="2706CF4C" w14:textId="77777777" w:rsidR="00626B17" w:rsidRPr="00F12A19" w:rsidRDefault="00626B17" w:rsidP="00C621DF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7" w:type="pct"/>
            <w:gridSpan w:val="5"/>
            <w:tcBorders>
              <w:bottom w:val="single" w:sz="4" w:space="0" w:color="auto"/>
            </w:tcBorders>
            <w:vAlign w:val="bottom"/>
          </w:tcPr>
          <w:p w14:paraId="4B4B6DD3" w14:textId="77777777" w:rsidR="00626B17" w:rsidRPr="00F12A19" w:rsidRDefault="00626B17" w:rsidP="00C621D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7C121FA" w14:textId="77777777" w:rsidR="00626B17" w:rsidRPr="00F12A19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22" w:type="pct"/>
            <w:gridSpan w:val="5"/>
            <w:tcBorders>
              <w:bottom w:val="single" w:sz="4" w:space="0" w:color="auto"/>
            </w:tcBorders>
            <w:vAlign w:val="bottom"/>
          </w:tcPr>
          <w:p w14:paraId="374143FF" w14:textId="77777777" w:rsidR="00626B17" w:rsidRPr="00F12A19" w:rsidRDefault="00626B17" w:rsidP="00C621DF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626B17" w:rsidRPr="00F12A19" w14:paraId="3486D358" w14:textId="77777777" w:rsidTr="008E641B">
        <w:trPr>
          <w:trHeight w:val="259"/>
          <w:tblHeader/>
        </w:trPr>
        <w:tc>
          <w:tcPr>
            <w:tcW w:w="1534" w:type="pct"/>
            <w:shd w:val="clear" w:color="auto" w:fill="auto"/>
            <w:vAlign w:val="bottom"/>
          </w:tcPr>
          <w:p w14:paraId="1B0BEFAC" w14:textId="406BE6F0" w:rsidR="00626B17" w:rsidRPr="00F12A19" w:rsidRDefault="00626B17" w:rsidP="00626B17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4" w:space="0" w:color="auto"/>
            </w:tcBorders>
            <w:vAlign w:val="bottom"/>
          </w:tcPr>
          <w:p w14:paraId="33F65DBF" w14:textId="56A7045D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14:paraId="0D772E13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</w:tcPr>
          <w:p w14:paraId="302F3F88" w14:textId="605F5766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7" w:type="pct"/>
            <w:tcBorders>
              <w:top w:val="single" w:sz="4" w:space="0" w:color="auto"/>
            </w:tcBorders>
            <w:vAlign w:val="bottom"/>
          </w:tcPr>
          <w:p w14:paraId="1FA519D4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C9031" w14:textId="4FF848A6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2A19">
              <w:rPr>
                <w:rFonts w:asciiTheme="majorBidi" w:hAnsiTheme="majorBidi" w:hint="cs"/>
                <w:sz w:val="28"/>
                <w:szCs w:val="28"/>
                <w:cs/>
                <w:lang w:bidi="th-TH"/>
              </w:rPr>
              <w:t>วัดมูลค่าด้วยราคาทุนตัดจำหน่าย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779467C9" w14:textId="77777777" w:rsidR="00626B17" w:rsidRPr="00F12A19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135E8EDF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127" w:type="pct"/>
          </w:tcPr>
          <w:p w14:paraId="2D9BB670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91" w:type="pct"/>
            <w:vAlign w:val="bottom"/>
          </w:tcPr>
          <w:p w14:paraId="49B2ADB8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127" w:type="pct"/>
          </w:tcPr>
          <w:p w14:paraId="66BF4D2C" w14:textId="77777777" w:rsidR="00626B17" w:rsidRPr="00F12A19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14:paraId="54008F50" w14:textId="77777777" w:rsidR="00626B17" w:rsidRPr="00F12A19" w:rsidRDefault="00626B17" w:rsidP="00626B17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ระดับ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</w:tr>
      <w:tr w:rsidR="00626B17" w:rsidRPr="00F12A19" w14:paraId="07801EAA" w14:textId="77777777" w:rsidTr="008E641B">
        <w:trPr>
          <w:trHeight w:val="259"/>
          <w:tblHeader/>
        </w:trPr>
        <w:tc>
          <w:tcPr>
            <w:tcW w:w="1534" w:type="pct"/>
            <w:shd w:val="clear" w:color="auto" w:fill="auto"/>
          </w:tcPr>
          <w:p w14:paraId="3366A44C" w14:textId="77777777" w:rsidR="00626B17" w:rsidRPr="00F12A19" w:rsidRDefault="00626B17" w:rsidP="00626B17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3466" w:type="pct"/>
            <w:gridSpan w:val="11"/>
          </w:tcPr>
          <w:p w14:paraId="03B9BC79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ล้านบาท)</w:t>
            </w:r>
          </w:p>
        </w:tc>
      </w:tr>
      <w:tr w:rsidR="00626B17" w:rsidRPr="00F12A19" w14:paraId="3D83053B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592515C8" w14:textId="068769BF" w:rsidR="00626B17" w:rsidRPr="00F12A19" w:rsidRDefault="008E641B" w:rsidP="00626B17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มีนาคม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534" w:type="pct"/>
          </w:tcPr>
          <w:p w14:paraId="7EC17211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5E420344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258422BE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</w:tcPr>
          <w:p w14:paraId="5935A119" w14:textId="77777777" w:rsidR="00626B17" w:rsidRPr="00F12A19" w:rsidRDefault="00626B17" w:rsidP="00626B17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79722042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2A4C7E90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53A01415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3F2F4531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137E414B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6D9BA193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</w:tcPr>
          <w:p w14:paraId="0692819D" w14:textId="77777777" w:rsidR="00626B17" w:rsidRPr="00F12A19" w:rsidRDefault="00626B17" w:rsidP="00626B17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4DC316BD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77394A58" w14:textId="612D2842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</w:t>
            </w:r>
          </w:p>
        </w:tc>
        <w:tc>
          <w:tcPr>
            <w:tcW w:w="534" w:type="pct"/>
          </w:tcPr>
          <w:p w14:paraId="6BE60DD3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73AD3B3B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57C62FB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</w:tcPr>
          <w:p w14:paraId="69211488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351DA72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4DA380A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148A701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1DF9EBE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17DBF1C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6BD8537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</w:tcPr>
          <w:p w14:paraId="6506B7B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641B" w:rsidRPr="00F12A19" w14:paraId="46E3F3E0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0CAE224A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สินทรัพย์ทางการเงินหมุนเวียนอื่น 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534" w:type="pct"/>
            <w:vAlign w:val="bottom"/>
          </w:tcPr>
          <w:p w14:paraId="0F661CA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126" w:type="pct"/>
          </w:tcPr>
          <w:p w14:paraId="5B659C6A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642E6A5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63B38C83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7A225AC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130242D1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58CA0565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593DD9B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34D7370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27" w:type="pct"/>
            <w:vAlign w:val="bottom"/>
          </w:tcPr>
          <w:p w14:paraId="3F65C0D5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3DA3904F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6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E641B" w:rsidRPr="00F12A19" w14:paraId="0A9BB192" w14:textId="77777777" w:rsidTr="008E641B">
        <w:trPr>
          <w:trHeight w:val="245"/>
        </w:trPr>
        <w:tc>
          <w:tcPr>
            <w:tcW w:w="1534" w:type="pct"/>
            <w:shd w:val="clear" w:color="auto" w:fill="auto"/>
          </w:tcPr>
          <w:p w14:paraId="38343854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534" w:type="pct"/>
            <w:vAlign w:val="bottom"/>
          </w:tcPr>
          <w:p w14:paraId="4661CE46" w14:textId="32DDE1E0" w:rsidR="008E641B" w:rsidRPr="00F12A19" w:rsidRDefault="008E641B" w:rsidP="008E641B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10,409</w:t>
            </w:r>
          </w:p>
        </w:tc>
        <w:tc>
          <w:tcPr>
            <w:tcW w:w="126" w:type="pct"/>
          </w:tcPr>
          <w:p w14:paraId="31333284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1425B8B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062AFD66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3A47F42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756DEADB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89" w:type="pct"/>
            <w:vAlign w:val="bottom"/>
          </w:tcPr>
          <w:p w14:paraId="14D7D55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37200EC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63E477A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4ED04AAB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27CD50A6" w14:textId="2C9DE5D9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10,409</w:t>
            </w:r>
          </w:p>
        </w:tc>
      </w:tr>
      <w:tr w:rsidR="008E641B" w:rsidRPr="00B949BF" w14:paraId="25991984" w14:textId="77777777" w:rsidTr="008E641B">
        <w:trPr>
          <w:trHeight w:val="245"/>
        </w:trPr>
        <w:tc>
          <w:tcPr>
            <w:tcW w:w="1534" w:type="pct"/>
            <w:shd w:val="clear" w:color="auto" w:fill="auto"/>
          </w:tcPr>
          <w:p w14:paraId="11F7E989" w14:textId="77777777" w:rsidR="008E641B" w:rsidRPr="00B949BF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534" w:type="pct"/>
            <w:vAlign w:val="bottom"/>
          </w:tcPr>
          <w:p w14:paraId="6EC6E8C9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</w:tcPr>
          <w:p w14:paraId="5FDD53D0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5" w:type="pct"/>
            <w:vAlign w:val="bottom"/>
          </w:tcPr>
          <w:p w14:paraId="48E548E0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1F298BF3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17EAA333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1F839EAA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9" w:type="pct"/>
            <w:vAlign w:val="bottom"/>
          </w:tcPr>
          <w:p w14:paraId="176AB002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72EF04CE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1" w:type="pct"/>
            <w:vAlign w:val="bottom"/>
          </w:tcPr>
          <w:p w14:paraId="569848FF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2B3549B6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7" w:type="pct"/>
            <w:vAlign w:val="bottom"/>
          </w:tcPr>
          <w:p w14:paraId="36599440" w14:textId="77777777" w:rsidR="008E641B" w:rsidRPr="00B949BF" w:rsidRDefault="008E641B" w:rsidP="00B949BF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E641B" w:rsidRPr="00F12A19" w14:paraId="0F75A788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7D74B49E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534" w:type="pct"/>
          </w:tcPr>
          <w:p w14:paraId="0141FF2C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5BE6F281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45F22F8E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</w:tcPr>
          <w:p w14:paraId="77174714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530ECB11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" w:type="pct"/>
            <w:shd w:val="clear" w:color="auto" w:fill="auto"/>
          </w:tcPr>
          <w:p w14:paraId="79912E4D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9" w:type="pct"/>
          </w:tcPr>
          <w:p w14:paraId="51AA4C1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20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0D35DB9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6636AD90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5AAD4880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</w:tcPr>
          <w:p w14:paraId="44C33283" w14:textId="77777777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E641B" w:rsidRPr="00F12A19" w14:paraId="1D12969D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10C9E283" w14:textId="77777777" w:rsidR="008E641B" w:rsidRPr="00F12A19" w:rsidRDefault="008E641B" w:rsidP="008E641B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4" w:type="pct"/>
            <w:vAlign w:val="bottom"/>
          </w:tcPr>
          <w:p w14:paraId="2C037D7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1CF09805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5504B93A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3142D5DD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6C13596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(550)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3D5A71C8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51CBCEB6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12C5F9C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500C2314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7CAAA3A8" w14:textId="77777777" w:rsidR="008E641B" w:rsidRPr="00F12A19" w:rsidRDefault="008E641B" w:rsidP="008E641B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vAlign w:val="bottom"/>
          </w:tcPr>
          <w:p w14:paraId="39556BBA" w14:textId="77777777" w:rsidR="008E641B" w:rsidRPr="00F12A19" w:rsidRDefault="008E641B" w:rsidP="008E641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(548)</w:t>
            </w:r>
          </w:p>
        </w:tc>
      </w:tr>
      <w:tr w:rsidR="008E641B" w:rsidRPr="00F12A19" w14:paraId="185019E6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16B928F0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หุ้นกู้</w:t>
            </w:r>
          </w:p>
        </w:tc>
        <w:tc>
          <w:tcPr>
            <w:tcW w:w="534" w:type="pct"/>
            <w:vAlign w:val="bottom"/>
          </w:tcPr>
          <w:p w14:paraId="58642E7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16577CAD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3556AC7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9237D90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194F4D3" w14:textId="5C95BCF4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(2,189)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0A8111A1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48E1233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295CF7A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6E95CCA8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2,207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7" w:type="pct"/>
            <w:vAlign w:val="bottom"/>
          </w:tcPr>
          <w:p w14:paraId="03D94711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187F85F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E641B" w:rsidRPr="00F12A19" w14:paraId="1D1DA413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28EBFC00" w14:textId="777777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534" w:type="pct"/>
            <w:vAlign w:val="bottom"/>
          </w:tcPr>
          <w:p w14:paraId="002F61DF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" w:type="pct"/>
          </w:tcPr>
          <w:p w14:paraId="34CA61A2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5" w:type="pct"/>
            <w:vAlign w:val="bottom"/>
          </w:tcPr>
          <w:p w14:paraId="5310517A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3412A471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A3B44D6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5ECCB203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9" w:type="pct"/>
            <w:vAlign w:val="bottom"/>
          </w:tcPr>
          <w:p w14:paraId="6DD608FC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47239AF7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1" w:type="pct"/>
            <w:vAlign w:val="bottom"/>
          </w:tcPr>
          <w:p w14:paraId="3BFCD377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" w:type="pct"/>
            <w:vAlign w:val="bottom"/>
          </w:tcPr>
          <w:p w14:paraId="6D495EFC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7" w:type="pct"/>
            <w:vAlign w:val="bottom"/>
          </w:tcPr>
          <w:p w14:paraId="32CDD2D2" w14:textId="77777777" w:rsidR="008E641B" w:rsidRPr="00F12A19" w:rsidRDefault="008E641B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E641B" w:rsidRPr="00F12A19" w14:paraId="0FAD6F9F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7473DAAA" w14:textId="678AAD77" w:rsidR="008E641B" w:rsidRPr="00F12A19" w:rsidRDefault="008E641B" w:rsidP="008E641B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534" w:type="pct"/>
            <w:vAlign w:val="bottom"/>
          </w:tcPr>
          <w:p w14:paraId="1B989AA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871CBEA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50A8A24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70666890" w14:textId="77777777" w:rsidR="008E641B" w:rsidRPr="00F12A19" w:rsidRDefault="008E641B" w:rsidP="008E641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23C6564C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0AE9705D" w14:textId="77777777" w:rsidR="008E641B" w:rsidRPr="00F12A19" w:rsidRDefault="008E641B" w:rsidP="008E641B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38884F9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  <w:vAlign w:val="bottom"/>
          </w:tcPr>
          <w:p w14:paraId="60622959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30D91ED7" w14:textId="77777777" w:rsidR="008E641B" w:rsidRPr="00F12A19" w:rsidRDefault="008E641B" w:rsidP="008E641B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  <w:vAlign w:val="bottom"/>
          </w:tcPr>
          <w:p w14:paraId="1480D9FA" w14:textId="77777777" w:rsidR="008E641B" w:rsidRPr="00F12A19" w:rsidRDefault="008E641B" w:rsidP="008E64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2E370451" w14:textId="77777777" w:rsidR="008E641B" w:rsidRPr="00F12A19" w:rsidRDefault="008E641B" w:rsidP="008E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F3745" w:rsidRPr="00F12A19" w14:paraId="4BCD2EA2" w14:textId="77777777" w:rsidTr="00EF4509">
        <w:trPr>
          <w:trHeight w:val="259"/>
        </w:trPr>
        <w:tc>
          <w:tcPr>
            <w:tcW w:w="1534" w:type="pct"/>
            <w:shd w:val="clear" w:color="auto" w:fill="auto"/>
          </w:tcPr>
          <w:p w14:paraId="3AE162E3" w14:textId="1C6E64C3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</w:t>
            </w:r>
          </w:p>
        </w:tc>
        <w:tc>
          <w:tcPr>
            <w:tcW w:w="534" w:type="pct"/>
          </w:tcPr>
          <w:p w14:paraId="739B7FF2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2F884CD1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1AF7C8F7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</w:tcPr>
          <w:p w14:paraId="2EE579CF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347EB804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7C6645AB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</w:tcPr>
          <w:p w14:paraId="7A8BB79D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5D100409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4A77ACCE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6C2D2503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</w:tcPr>
          <w:p w14:paraId="1AF1DD8D" w14:textId="77777777" w:rsidR="006F3745" w:rsidRPr="00F12A19" w:rsidRDefault="006F3745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F3745" w:rsidRPr="00F12A19" w14:paraId="3090CAF3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0034E8E7" w14:textId="15AD79B2" w:rsidR="006F3745" w:rsidRPr="00F12A19" w:rsidRDefault="006F3745" w:rsidP="006F3745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สินทรัพย์ทางการเงินหมุนเวียนอื่น </w:t>
            </w:r>
            <w:r w:rsidRPr="00F12A19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534" w:type="pct"/>
            <w:vAlign w:val="bottom"/>
          </w:tcPr>
          <w:p w14:paraId="08D7865E" w14:textId="3B225C2F" w:rsidR="006F3745" w:rsidRPr="00F12A19" w:rsidRDefault="006F3745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</w:p>
        </w:tc>
        <w:tc>
          <w:tcPr>
            <w:tcW w:w="126" w:type="pct"/>
          </w:tcPr>
          <w:p w14:paraId="4F4A6A36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74D98C52" w14:textId="30374B98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8E91A3A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1A00767" w14:textId="545BDBDC" w:rsidR="006F3745" w:rsidRPr="00F12A19" w:rsidRDefault="006F3745" w:rsidP="006F3745">
            <w:pPr>
              <w:pStyle w:val="acctfourfigures"/>
              <w:tabs>
                <w:tab w:val="clear" w:pos="765"/>
                <w:tab w:val="decimal" w:pos="4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7348B635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47830D82" w14:textId="630E785D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09AA1C28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5E06DB88" w14:textId="3D2C61C6" w:rsidR="006F3745" w:rsidRPr="00F12A19" w:rsidRDefault="006F3745" w:rsidP="006F3745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27" w:type="pct"/>
            <w:vAlign w:val="bottom"/>
          </w:tcPr>
          <w:p w14:paraId="4820E8AA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318AB00E" w14:textId="6AAFC889" w:rsidR="006F3745" w:rsidRPr="00F12A19" w:rsidRDefault="006F3745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F3745" w:rsidRPr="00F12A19" w14:paraId="784526F8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7D78397B" w14:textId="74AD2747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534" w:type="pct"/>
            <w:vAlign w:val="bottom"/>
          </w:tcPr>
          <w:p w14:paraId="08422A1C" w14:textId="31C8C422" w:rsidR="006F3745" w:rsidRPr="00F12A19" w:rsidRDefault="006F3745" w:rsidP="006F3745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10,364</w:t>
            </w:r>
          </w:p>
        </w:tc>
        <w:tc>
          <w:tcPr>
            <w:tcW w:w="126" w:type="pct"/>
          </w:tcPr>
          <w:p w14:paraId="6D56228D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1C7865C6" w14:textId="7E191135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1E51BCB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5D6823CB" w14:textId="22B61BB0" w:rsidR="006F3745" w:rsidRPr="00F12A19" w:rsidRDefault="006F3745" w:rsidP="006F3745">
            <w:pPr>
              <w:pStyle w:val="acctfourfigures"/>
              <w:tabs>
                <w:tab w:val="clear" w:pos="765"/>
                <w:tab w:val="decimal" w:pos="4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7F3215E8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3F7F6C74" w14:textId="3F50E51C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16706BB2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71E03F10" w14:textId="1D72498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42E039E1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2F194A53" w14:textId="447B782A" w:rsidR="006F3745" w:rsidRPr="00F12A19" w:rsidRDefault="006F3745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10,364</w:t>
            </w:r>
          </w:p>
        </w:tc>
      </w:tr>
      <w:tr w:rsidR="006F3745" w:rsidRPr="00F12A19" w14:paraId="275CCD2B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7A1B691E" w14:textId="77777777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4" w:type="pct"/>
            <w:vAlign w:val="bottom"/>
          </w:tcPr>
          <w:p w14:paraId="089C974B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6" w:type="pct"/>
          </w:tcPr>
          <w:p w14:paraId="7A64C13B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0655DBFD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26E52D96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0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112A191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  <w:tc>
          <w:tcPr>
            <w:tcW w:w="138" w:type="pct"/>
            <w:shd w:val="clear" w:color="auto" w:fill="auto"/>
            <w:vAlign w:val="bottom"/>
          </w:tcPr>
          <w:p w14:paraId="02CD1BDC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1B274C8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7" w:type="pct"/>
            <w:vAlign w:val="bottom"/>
          </w:tcPr>
          <w:p w14:paraId="0636D66F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391" w:type="pct"/>
            <w:vAlign w:val="bottom"/>
          </w:tcPr>
          <w:p w14:paraId="00CD062B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7" w:type="pct"/>
            <w:vAlign w:val="bottom"/>
          </w:tcPr>
          <w:p w14:paraId="547248AE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7" w:type="pct"/>
            <w:vAlign w:val="bottom"/>
          </w:tcPr>
          <w:p w14:paraId="3F5B29BB" w14:textId="77777777" w:rsidR="006F3745" w:rsidRPr="00F12A19" w:rsidRDefault="006F3745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F3745" w:rsidRPr="00F12A19" w14:paraId="1D00F044" w14:textId="77777777" w:rsidTr="00EF4509">
        <w:trPr>
          <w:trHeight w:val="259"/>
        </w:trPr>
        <w:tc>
          <w:tcPr>
            <w:tcW w:w="1534" w:type="pct"/>
            <w:shd w:val="clear" w:color="auto" w:fill="auto"/>
          </w:tcPr>
          <w:p w14:paraId="096ED90E" w14:textId="4FBDBEF8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534" w:type="pct"/>
          </w:tcPr>
          <w:p w14:paraId="7C899BB7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" w:type="pct"/>
          </w:tcPr>
          <w:p w14:paraId="4627AD12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</w:tcPr>
          <w:p w14:paraId="7B277376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</w:tcPr>
          <w:p w14:paraId="33857399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</w:tcPr>
          <w:p w14:paraId="21B086A1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shd w:val="clear" w:color="auto" w:fill="auto"/>
          </w:tcPr>
          <w:p w14:paraId="0C29A45C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</w:tcPr>
          <w:p w14:paraId="3493170B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09E7CEA0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</w:tcPr>
          <w:p w14:paraId="1CEE8A7F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</w:tcPr>
          <w:p w14:paraId="0643F0B9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</w:tcPr>
          <w:p w14:paraId="7776A0BA" w14:textId="77777777" w:rsidR="006F3745" w:rsidRPr="00F12A19" w:rsidRDefault="006F3745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F3745" w:rsidRPr="00F12A19" w14:paraId="500AC9DE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209C345E" w14:textId="3D541685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34" w:type="pct"/>
            <w:vAlign w:val="bottom"/>
          </w:tcPr>
          <w:p w14:paraId="2391C18F" w14:textId="5DF0D1C5" w:rsidR="006F3745" w:rsidRPr="00F12A19" w:rsidRDefault="006F3745" w:rsidP="006F3745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29BB4266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0FEF066B" w14:textId="7AAC4A28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FD5F5A9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2E3E367A" w14:textId="3EA5C755" w:rsidR="006F3745" w:rsidRPr="00F12A19" w:rsidRDefault="006F3745" w:rsidP="006F374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(550)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3BCB73F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9CEA5F5" w14:textId="78DCE9CF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27C17914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444EBC46" w14:textId="4E02938C" w:rsidR="006F3745" w:rsidRPr="00F12A19" w:rsidRDefault="006F3745" w:rsidP="006F3745">
            <w:pPr>
              <w:pStyle w:val="acctfourfigures"/>
              <w:tabs>
                <w:tab w:val="clear" w:pos="765"/>
                <w:tab w:val="decimal" w:pos="3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1B999243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6D8CDD18" w14:textId="53E34AAF" w:rsidR="006F3745" w:rsidRPr="00F12A19" w:rsidRDefault="006F3745" w:rsidP="006F3745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(548)</w:t>
            </w:r>
          </w:p>
        </w:tc>
      </w:tr>
      <w:tr w:rsidR="006F3745" w:rsidRPr="00F12A19" w14:paraId="14645655" w14:textId="77777777" w:rsidTr="008E641B">
        <w:trPr>
          <w:trHeight w:val="259"/>
        </w:trPr>
        <w:tc>
          <w:tcPr>
            <w:tcW w:w="1534" w:type="pct"/>
            <w:shd w:val="clear" w:color="auto" w:fill="auto"/>
          </w:tcPr>
          <w:p w14:paraId="6D9AC978" w14:textId="51B4F9D5" w:rsidR="006F3745" w:rsidRPr="00F12A19" w:rsidRDefault="006F3745" w:rsidP="006F3745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หุ้นกู้</w:t>
            </w:r>
          </w:p>
        </w:tc>
        <w:tc>
          <w:tcPr>
            <w:tcW w:w="534" w:type="pct"/>
            <w:vAlign w:val="bottom"/>
          </w:tcPr>
          <w:p w14:paraId="662FF029" w14:textId="26E14D8D" w:rsidR="006F3745" w:rsidRPr="00F12A19" w:rsidRDefault="006F3745" w:rsidP="006F3745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" w:type="pct"/>
          </w:tcPr>
          <w:p w14:paraId="581D4091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15" w:type="pct"/>
            <w:vAlign w:val="bottom"/>
          </w:tcPr>
          <w:p w14:paraId="7542D530" w14:textId="2C68E6A7" w:rsidR="006F3745" w:rsidRPr="00F12A19" w:rsidRDefault="006F3745" w:rsidP="006F3745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1FF97C77" w14:textId="77777777" w:rsidR="006F3745" w:rsidRPr="00F12A19" w:rsidRDefault="006F3745" w:rsidP="006F374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4128959B" w14:textId="4F6552A2" w:rsidR="006F3745" w:rsidRPr="00F12A19" w:rsidRDefault="006F3745" w:rsidP="006F374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(2,189)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4D0033E0" w14:textId="77777777" w:rsidR="006F3745" w:rsidRPr="00F12A19" w:rsidRDefault="006F3745" w:rsidP="006F3745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389" w:type="pct"/>
            <w:vAlign w:val="bottom"/>
          </w:tcPr>
          <w:p w14:paraId="1BD2E6AD" w14:textId="7D1FF301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" w:type="pct"/>
            <w:vAlign w:val="bottom"/>
          </w:tcPr>
          <w:p w14:paraId="04E84D93" w14:textId="77777777" w:rsidR="006F3745" w:rsidRPr="00F12A19" w:rsidRDefault="006F3745" w:rsidP="006F3745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1" w:type="pct"/>
            <w:vAlign w:val="bottom"/>
          </w:tcPr>
          <w:p w14:paraId="5EF4A1E5" w14:textId="4DBA6B9E" w:rsidR="006F3745" w:rsidRPr="00F12A19" w:rsidRDefault="006F3745" w:rsidP="006F3745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(2,215)</w:t>
            </w:r>
          </w:p>
        </w:tc>
        <w:tc>
          <w:tcPr>
            <w:tcW w:w="127" w:type="pct"/>
            <w:vAlign w:val="bottom"/>
          </w:tcPr>
          <w:p w14:paraId="69F3AF72" w14:textId="77777777" w:rsidR="006F3745" w:rsidRPr="00F12A19" w:rsidRDefault="006F3745" w:rsidP="006F3745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7" w:type="pct"/>
            <w:vAlign w:val="bottom"/>
          </w:tcPr>
          <w:p w14:paraId="449E9FC6" w14:textId="03BF68CA" w:rsidR="006F3745" w:rsidRPr="00F12A19" w:rsidRDefault="006F3745" w:rsidP="006F3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ind w:left="-43" w:right="-86" w:firstLine="162"/>
              <w:rPr>
                <w:rFonts w:asciiTheme="majorBidi" w:hAnsiTheme="majorBidi" w:cstheme="majorBidi"/>
                <w:sz w:val="28"/>
                <w:szCs w:val="28"/>
              </w:rPr>
            </w:pPr>
            <w:r w:rsidRPr="00F12A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78A0104" w14:textId="77777777" w:rsidR="008E641B" w:rsidRPr="00F12A19" w:rsidRDefault="008E641B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22"/>
          <w:szCs w:val="22"/>
        </w:rPr>
      </w:pPr>
    </w:p>
    <w:p w14:paraId="6C482033" w14:textId="77777777" w:rsidR="00B949BF" w:rsidRDefault="00B949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F4100B6" w14:textId="239A29F3" w:rsidR="00404EC5" w:rsidRPr="00F12A19" w:rsidRDefault="00404EC5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lastRenderedPageBreak/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07BB7556" w14:textId="77777777" w:rsidR="00AC666B" w:rsidRPr="00F12A19" w:rsidRDefault="00AC666B" w:rsidP="00401D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7"/>
        <w:jc w:val="thaiDistribute"/>
        <w:rPr>
          <w:rFonts w:asciiTheme="majorBidi" w:hAnsiTheme="majorBidi" w:cstheme="majorBidi"/>
          <w:sz w:val="22"/>
          <w:szCs w:val="22"/>
        </w:rPr>
      </w:pPr>
    </w:p>
    <w:p w14:paraId="0131C7AC" w14:textId="77777777" w:rsidR="00404EC5" w:rsidRPr="00F12A19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541F85B3" w14:textId="71928861" w:rsidR="00404EC5" w:rsidRPr="00F12A19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D2B6AE6" w14:textId="77777777" w:rsidR="00135068" w:rsidRPr="00F12A19" w:rsidRDefault="00135068" w:rsidP="00E707E2">
      <w:pPr>
        <w:pStyle w:val="ListParagraph"/>
        <w:rPr>
          <w:rFonts w:asciiTheme="majorBidi" w:hAnsiTheme="majorBidi" w:cstheme="majorBidi"/>
          <w:sz w:val="22"/>
          <w:cs/>
        </w:rPr>
      </w:pPr>
    </w:p>
    <w:p w14:paraId="6982FA25" w14:textId="260824F6" w:rsidR="00404EC5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217EC284" w14:textId="77777777" w:rsidR="00B949BF" w:rsidRPr="00F12A19" w:rsidRDefault="00B949BF" w:rsidP="00B949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spacing w:line="240" w:lineRule="auto"/>
        <w:ind w:left="14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07FDDAD" w14:textId="197554EA" w:rsidR="0035635B" w:rsidRPr="00F12A19" w:rsidRDefault="0035635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2A19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483718B6" w14:textId="77777777" w:rsidR="0035635B" w:rsidRPr="00F12A19" w:rsidRDefault="0035635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tblW w:w="913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5"/>
        <w:gridCol w:w="939"/>
        <w:gridCol w:w="246"/>
        <w:gridCol w:w="1000"/>
        <w:gridCol w:w="239"/>
        <w:gridCol w:w="1101"/>
        <w:gridCol w:w="231"/>
        <w:gridCol w:w="1080"/>
        <w:gridCol w:w="231"/>
        <w:gridCol w:w="1117"/>
      </w:tblGrid>
      <w:tr w:rsidR="0035635B" w:rsidRPr="00F12A19" w14:paraId="0BB7DA3B" w14:textId="77777777" w:rsidTr="0035635B">
        <w:trPr>
          <w:tblHeader/>
        </w:trPr>
        <w:tc>
          <w:tcPr>
            <w:tcW w:w="2955" w:type="dxa"/>
          </w:tcPr>
          <w:p w14:paraId="7BE19EDD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4" w:type="dxa"/>
            <w:gridSpan w:val="9"/>
            <w:hideMark/>
          </w:tcPr>
          <w:p w14:paraId="19988876" w14:textId="3440446D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="00195DA3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  <w:t xml:space="preserve">/ </w:t>
            </w:r>
            <w:r w:rsidR="00D51CFA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5635B" w:rsidRPr="00F12A19" w14:paraId="7EE08FDA" w14:textId="77777777" w:rsidTr="0035635B">
        <w:trPr>
          <w:tblHeader/>
        </w:trPr>
        <w:tc>
          <w:tcPr>
            <w:tcW w:w="2955" w:type="dxa"/>
            <w:vAlign w:val="bottom"/>
            <w:hideMark/>
          </w:tcPr>
          <w:p w14:paraId="273BC83A" w14:textId="77777777" w:rsidR="0035635B" w:rsidRPr="00F12A19" w:rsidRDefault="0035635B" w:rsidP="0035635B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939" w:type="dxa"/>
            <w:vAlign w:val="bottom"/>
            <w:hideMark/>
          </w:tcPr>
          <w:p w14:paraId="3B7D14CA" w14:textId="77777777" w:rsidR="0035635B" w:rsidRPr="00F12A19" w:rsidRDefault="0035635B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15F942DA" w14:textId="77777777" w:rsidR="0035635B" w:rsidRDefault="0035635B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48935A4E" w14:textId="5D83EDF7" w:rsidR="00074B34" w:rsidRPr="00F12A19" w:rsidRDefault="00074B34" w:rsidP="0035635B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46" w:type="dxa"/>
            <w:vAlign w:val="bottom"/>
          </w:tcPr>
          <w:p w14:paraId="57FC42C4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00" w:type="dxa"/>
            <w:vAlign w:val="bottom"/>
            <w:hideMark/>
          </w:tcPr>
          <w:p w14:paraId="039A50A5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9" w:type="dxa"/>
            <w:vAlign w:val="bottom"/>
          </w:tcPr>
          <w:p w14:paraId="52146B95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1" w:type="dxa"/>
            <w:vAlign w:val="bottom"/>
            <w:hideMark/>
          </w:tcPr>
          <w:p w14:paraId="74702252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1" w:type="dxa"/>
            <w:vAlign w:val="bottom"/>
          </w:tcPr>
          <w:p w14:paraId="0CE192E9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  <w:hideMark/>
          </w:tcPr>
          <w:p w14:paraId="44CDB682" w14:textId="77777777" w:rsidR="0035635B" w:rsidRPr="00F12A19" w:rsidRDefault="0035635B" w:rsidP="0035635B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1" w:type="dxa"/>
            <w:vAlign w:val="bottom"/>
          </w:tcPr>
          <w:p w14:paraId="22DF661B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7" w:type="dxa"/>
            <w:vAlign w:val="bottom"/>
            <w:hideMark/>
          </w:tcPr>
          <w:p w14:paraId="6F5CDB38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852E323" w14:textId="4DDF8A39" w:rsidR="0035635B" w:rsidRPr="00F12A19" w:rsidRDefault="0035635B" w:rsidP="0012370B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074B3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มีนาคม </w:t>
            </w:r>
            <w:r w:rsidR="00074B34">
              <w:rPr>
                <w:rFonts w:asciiTheme="majorBidi" w:hAnsiTheme="majorBidi" w:cstheme="majorBidi"/>
                <w:sz w:val="30"/>
                <w:szCs w:val="30"/>
              </w:rPr>
              <w:t>2564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35635B" w:rsidRPr="00F12A19" w14:paraId="47F7F9ED" w14:textId="77777777" w:rsidTr="0035635B">
        <w:trPr>
          <w:tblHeader/>
        </w:trPr>
        <w:tc>
          <w:tcPr>
            <w:tcW w:w="2955" w:type="dxa"/>
          </w:tcPr>
          <w:p w14:paraId="07FB8BBF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184" w:type="dxa"/>
            <w:gridSpan w:val="9"/>
            <w:vAlign w:val="bottom"/>
            <w:hideMark/>
          </w:tcPr>
          <w:p w14:paraId="582CC114" w14:textId="77777777" w:rsidR="0035635B" w:rsidRPr="00F12A19" w:rsidRDefault="0035635B" w:rsidP="0035635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5635B" w:rsidRPr="00F12A19" w14:paraId="5D3BCD1F" w14:textId="77777777" w:rsidTr="0035635B">
        <w:tc>
          <w:tcPr>
            <w:tcW w:w="2955" w:type="dxa"/>
            <w:hideMark/>
          </w:tcPr>
          <w:p w14:paraId="63F0854B" w14:textId="127A6868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  <w:r w:rsidR="001B6D8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="001B6D8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B6D82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939" w:type="dxa"/>
          </w:tcPr>
          <w:p w14:paraId="1D3668FD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4B66641D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321B7AD6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3443676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4AEA3B16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16E99C40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1C1440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1F419C4A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33158FD6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F12A19" w14:paraId="48AE7AF6" w14:textId="77777777" w:rsidTr="0035635B">
        <w:tc>
          <w:tcPr>
            <w:tcW w:w="2955" w:type="dxa"/>
          </w:tcPr>
          <w:p w14:paraId="5A3909EF" w14:textId="3CB695A9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939" w:type="dxa"/>
          </w:tcPr>
          <w:p w14:paraId="593EF056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5E96FD44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617EF45D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5E718BBE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450AF0CF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4FC5078B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BF513C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4A9C60A9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6C350284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F12A19" w14:paraId="5026F5AE" w14:textId="77777777" w:rsidTr="0035635B">
        <w:tc>
          <w:tcPr>
            <w:tcW w:w="2955" w:type="dxa"/>
            <w:hideMark/>
          </w:tcPr>
          <w:p w14:paraId="68B016B1" w14:textId="449F49BD" w:rsidR="0035635B" w:rsidRPr="00F12A19" w:rsidRDefault="0035635B" w:rsidP="009A1665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939" w:type="dxa"/>
            <w:tcBorders>
              <w:bottom w:val="double" w:sz="4" w:space="0" w:color="auto"/>
            </w:tcBorders>
            <w:vAlign w:val="bottom"/>
          </w:tcPr>
          <w:p w14:paraId="466370A6" w14:textId="46EF7F7F" w:rsidR="0035635B" w:rsidRPr="00F12A19" w:rsidRDefault="0035635B" w:rsidP="0035635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46" w:type="dxa"/>
            <w:vAlign w:val="bottom"/>
          </w:tcPr>
          <w:p w14:paraId="6FE55CCE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  <w:vAlign w:val="bottom"/>
          </w:tcPr>
          <w:p w14:paraId="4D263622" w14:textId="3C61F2E2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39" w:type="dxa"/>
            <w:vAlign w:val="bottom"/>
          </w:tcPr>
          <w:p w14:paraId="4DF79463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2E04723B" w14:textId="2080559A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(10)</w:t>
            </w:r>
          </w:p>
        </w:tc>
        <w:tc>
          <w:tcPr>
            <w:tcW w:w="231" w:type="dxa"/>
            <w:vAlign w:val="bottom"/>
          </w:tcPr>
          <w:p w14:paraId="7B9F1A38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1BDDFEA" w14:textId="77777777" w:rsidR="0035635B" w:rsidRPr="00F12A19" w:rsidRDefault="0035635B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1" w:type="dxa"/>
            <w:vAlign w:val="bottom"/>
          </w:tcPr>
          <w:p w14:paraId="0C43DA5E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tcBorders>
              <w:bottom w:val="double" w:sz="4" w:space="0" w:color="auto"/>
            </w:tcBorders>
            <w:vAlign w:val="bottom"/>
          </w:tcPr>
          <w:p w14:paraId="221D1121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  <w:tr w:rsidR="00B17A83" w:rsidRPr="00F12A19" w14:paraId="6DFFCD7E" w14:textId="77777777" w:rsidTr="00B17A83">
        <w:tc>
          <w:tcPr>
            <w:tcW w:w="2955" w:type="dxa"/>
          </w:tcPr>
          <w:p w14:paraId="1F24DF9F" w14:textId="77777777" w:rsidR="00B17A83" w:rsidRPr="00F12A19" w:rsidRDefault="00B17A83" w:rsidP="00B17A83">
            <w:pPr>
              <w:pStyle w:val="ListParagraph"/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9" w:type="dxa"/>
            <w:vAlign w:val="bottom"/>
          </w:tcPr>
          <w:p w14:paraId="64A3915B" w14:textId="77777777" w:rsidR="00B17A83" w:rsidRPr="00F12A19" w:rsidRDefault="00B17A83" w:rsidP="0035635B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720C2B8B" w14:textId="77777777" w:rsidR="00B17A83" w:rsidRPr="00F12A19" w:rsidRDefault="00B17A83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57EF6B61" w14:textId="77777777" w:rsidR="00B17A83" w:rsidRPr="00F12A19" w:rsidRDefault="00B17A83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16F75A0F" w14:textId="77777777" w:rsidR="00B17A83" w:rsidRPr="00F12A19" w:rsidRDefault="00B17A83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2A46A18E" w14:textId="77777777" w:rsidR="00B17A83" w:rsidRPr="00F12A19" w:rsidRDefault="00B17A83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72B08F96" w14:textId="77777777" w:rsidR="00B17A83" w:rsidRPr="00F12A19" w:rsidRDefault="00B17A83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A8166DF" w14:textId="77777777" w:rsidR="00B17A83" w:rsidRPr="00F12A19" w:rsidRDefault="00B17A83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5154831B" w14:textId="77777777" w:rsidR="00B17A83" w:rsidRPr="00F12A19" w:rsidRDefault="00B17A83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vAlign w:val="bottom"/>
          </w:tcPr>
          <w:p w14:paraId="323673A8" w14:textId="77777777" w:rsidR="00B17A83" w:rsidRPr="00F12A19" w:rsidRDefault="00B17A83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74B34" w:rsidRPr="00F12A19" w14:paraId="1B58B916" w14:textId="77777777" w:rsidTr="001575EC">
        <w:trPr>
          <w:tblHeader/>
        </w:trPr>
        <w:tc>
          <w:tcPr>
            <w:tcW w:w="2955" w:type="dxa"/>
            <w:vAlign w:val="bottom"/>
            <w:hideMark/>
          </w:tcPr>
          <w:p w14:paraId="785615EE" w14:textId="77777777" w:rsidR="00074B34" w:rsidRPr="00F12A19" w:rsidRDefault="00074B34" w:rsidP="001575EC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939" w:type="dxa"/>
            <w:vAlign w:val="bottom"/>
            <w:hideMark/>
          </w:tcPr>
          <w:p w14:paraId="19944273" w14:textId="77777777" w:rsidR="00074B34" w:rsidRPr="00F12A19" w:rsidRDefault="00074B34" w:rsidP="001575E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67C5FA56" w14:textId="77777777" w:rsidR="00074B34" w:rsidRDefault="00074B34" w:rsidP="001575E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12196CD" w14:textId="11BD573F" w:rsidR="00074B34" w:rsidRPr="00F12A19" w:rsidRDefault="00074B34" w:rsidP="001575E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46" w:type="dxa"/>
            <w:vAlign w:val="bottom"/>
          </w:tcPr>
          <w:p w14:paraId="70A2FCFA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00" w:type="dxa"/>
            <w:vAlign w:val="bottom"/>
            <w:hideMark/>
          </w:tcPr>
          <w:p w14:paraId="37D0001A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9" w:type="dxa"/>
            <w:vAlign w:val="bottom"/>
          </w:tcPr>
          <w:p w14:paraId="41A0B3E5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1" w:type="dxa"/>
            <w:vAlign w:val="bottom"/>
            <w:hideMark/>
          </w:tcPr>
          <w:p w14:paraId="4D2238D9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1" w:type="dxa"/>
            <w:vAlign w:val="bottom"/>
          </w:tcPr>
          <w:p w14:paraId="34EBC2CF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  <w:hideMark/>
          </w:tcPr>
          <w:p w14:paraId="539D6134" w14:textId="77777777" w:rsidR="00074B34" w:rsidRPr="00F12A19" w:rsidRDefault="00074B34" w:rsidP="001575EC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1" w:type="dxa"/>
            <w:vAlign w:val="bottom"/>
          </w:tcPr>
          <w:p w14:paraId="57A6F835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7" w:type="dxa"/>
            <w:vAlign w:val="bottom"/>
            <w:hideMark/>
          </w:tcPr>
          <w:p w14:paraId="3B8CEDCF" w14:textId="77777777" w:rsidR="00074B34" w:rsidRPr="00F12A19" w:rsidRDefault="00074B34" w:rsidP="001575E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88BEEE6" w14:textId="41F7CB2E" w:rsidR="00074B34" w:rsidRPr="00F12A19" w:rsidRDefault="00074B34" w:rsidP="001575EC">
            <w:pPr>
              <w:tabs>
                <w:tab w:val="clear" w:pos="907"/>
              </w:tabs>
              <w:ind w:left="-33" w:right="-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632A1F" w:rsidRPr="00F12A19" w14:paraId="709A2D4B" w14:textId="77777777" w:rsidTr="00EB2CE0">
        <w:trPr>
          <w:tblHeader/>
        </w:trPr>
        <w:tc>
          <w:tcPr>
            <w:tcW w:w="2955" w:type="dxa"/>
          </w:tcPr>
          <w:p w14:paraId="480B1E2A" w14:textId="77777777" w:rsidR="00632A1F" w:rsidRPr="00F12A19" w:rsidRDefault="00632A1F" w:rsidP="00EB2CE0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184" w:type="dxa"/>
            <w:gridSpan w:val="9"/>
            <w:vAlign w:val="bottom"/>
            <w:hideMark/>
          </w:tcPr>
          <w:p w14:paraId="6D910C85" w14:textId="77777777" w:rsidR="00632A1F" w:rsidRPr="00F12A19" w:rsidRDefault="00632A1F" w:rsidP="00EB2CE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35635B" w:rsidRPr="00F12A19" w14:paraId="0BADBFF6" w14:textId="77777777" w:rsidTr="0035635B">
        <w:tc>
          <w:tcPr>
            <w:tcW w:w="2955" w:type="dxa"/>
            <w:hideMark/>
          </w:tcPr>
          <w:p w14:paraId="1FF9E25D" w14:textId="58769B06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  <w:r w:rsidR="001B6D8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="001B6D8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B6D8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939" w:type="dxa"/>
          </w:tcPr>
          <w:p w14:paraId="506DD7DC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20FEF71A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705A74A9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593A7DE4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33FC6F77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764D07B0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2CD484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46E17CE2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5380B507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F12A19" w14:paraId="51BF6AC9" w14:textId="77777777" w:rsidTr="0035635B">
        <w:tc>
          <w:tcPr>
            <w:tcW w:w="2955" w:type="dxa"/>
          </w:tcPr>
          <w:p w14:paraId="23AA01DB" w14:textId="631EA63E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939" w:type="dxa"/>
          </w:tcPr>
          <w:p w14:paraId="4C15FEF5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02E2D307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52C654BC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DAD9C0C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28484A7C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785E2D84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05232E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702369DC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</w:tcPr>
          <w:p w14:paraId="19A10812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635B" w:rsidRPr="00F12A19" w14:paraId="312D1FC3" w14:textId="77777777" w:rsidTr="0035635B">
        <w:tc>
          <w:tcPr>
            <w:tcW w:w="2955" w:type="dxa"/>
            <w:hideMark/>
          </w:tcPr>
          <w:p w14:paraId="37708F77" w14:textId="478132FF" w:rsidR="0035635B" w:rsidRPr="00F12A19" w:rsidRDefault="0035635B" w:rsidP="009A1665">
            <w:pPr>
              <w:spacing w:line="240" w:lineRule="auto"/>
              <w:ind w:left="257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939" w:type="dxa"/>
            <w:tcBorders>
              <w:bottom w:val="double" w:sz="4" w:space="0" w:color="auto"/>
            </w:tcBorders>
            <w:vAlign w:val="bottom"/>
          </w:tcPr>
          <w:p w14:paraId="743C9807" w14:textId="77777777" w:rsidR="0035635B" w:rsidRPr="00F12A19" w:rsidRDefault="0035635B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53A12F8A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  <w:vAlign w:val="bottom"/>
          </w:tcPr>
          <w:p w14:paraId="69A9A9A8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346</w:t>
            </w:r>
          </w:p>
        </w:tc>
        <w:tc>
          <w:tcPr>
            <w:tcW w:w="239" w:type="dxa"/>
            <w:vAlign w:val="bottom"/>
          </w:tcPr>
          <w:p w14:paraId="2CDE7AC8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6E1921F2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(306)</w:t>
            </w:r>
          </w:p>
        </w:tc>
        <w:tc>
          <w:tcPr>
            <w:tcW w:w="231" w:type="dxa"/>
            <w:vAlign w:val="bottom"/>
          </w:tcPr>
          <w:p w14:paraId="55383234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7EAE74E" w14:textId="77777777" w:rsidR="0035635B" w:rsidRPr="00F12A19" w:rsidRDefault="0035635B" w:rsidP="0035635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1" w:type="dxa"/>
            <w:vAlign w:val="bottom"/>
          </w:tcPr>
          <w:p w14:paraId="39B88330" w14:textId="77777777" w:rsidR="0035635B" w:rsidRPr="00F12A19" w:rsidRDefault="0035635B" w:rsidP="0035635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tcBorders>
              <w:bottom w:val="double" w:sz="4" w:space="0" w:color="auto"/>
            </w:tcBorders>
            <w:vAlign w:val="bottom"/>
          </w:tcPr>
          <w:p w14:paraId="768D98D5" w14:textId="77777777" w:rsidR="0035635B" w:rsidRPr="00F12A19" w:rsidRDefault="0035635B" w:rsidP="0035635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</w:tbl>
    <w:p w14:paraId="2B284366" w14:textId="77777777" w:rsidR="0035635B" w:rsidRPr="00F12A19" w:rsidRDefault="0035635B" w:rsidP="0035635B">
      <w:pPr>
        <w:pStyle w:val="ListParagraph"/>
        <w:tabs>
          <w:tab w:val="left" w:pos="540"/>
          <w:tab w:val="left" w:pos="81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0"/>
        </w:rPr>
      </w:pPr>
    </w:p>
    <w:p w14:paraId="41A8AFED" w14:textId="77777777" w:rsidR="00B949BF" w:rsidRDefault="00B949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4026290C" w14:textId="74D8F129" w:rsidR="00404EC5" w:rsidRPr="00F12A1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color w:val="FF0000"/>
          <w:sz w:val="30"/>
          <w:szCs w:val="30"/>
          <w:cs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lastRenderedPageBreak/>
        <w:t>1</w:t>
      </w:r>
      <w:r w:rsidR="0095799F" w:rsidRPr="00F12A19">
        <w:rPr>
          <w:rFonts w:asciiTheme="majorBidi" w:hAnsiTheme="majorBidi" w:cstheme="majorBidi"/>
          <w:b/>
          <w:bCs/>
          <w:sz w:val="30"/>
          <w:szCs w:val="30"/>
        </w:rPr>
        <w:t>7</w:t>
      </w:r>
      <w:r w:rsidRPr="00F12A19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6367C884" w:rsidR="00404EC5" w:rsidRPr="00F12A19" w:rsidRDefault="00404EC5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21"/>
          <w:szCs w:val="21"/>
        </w:rPr>
      </w:pPr>
    </w:p>
    <w:tbl>
      <w:tblPr>
        <w:tblW w:w="909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73"/>
        <w:gridCol w:w="1636"/>
        <w:gridCol w:w="271"/>
        <w:gridCol w:w="1711"/>
      </w:tblGrid>
      <w:tr w:rsidR="00AE3282" w:rsidRPr="00F12A19" w14:paraId="65416190" w14:textId="77777777" w:rsidTr="006A1D33">
        <w:trPr>
          <w:tblHeader/>
        </w:trPr>
        <w:tc>
          <w:tcPr>
            <w:tcW w:w="3010" w:type="pct"/>
          </w:tcPr>
          <w:p w14:paraId="413FC2BA" w14:textId="77777777" w:rsidR="00AE3282" w:rsidRPr="00F12A19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48723A98" w:rsidR="00AE3282" w:rsidRPr="00F12A19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AC3716"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900" w:type="pct"/>
          </w:tcPr>
          <w:p w14:paraId="51D12F60" w14:textId="77777777" w:rsidR="00AE3282" w:rsidRPr="00F12A19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7328B501" w14:textId="77777777" w:rsidR="00AE3282" w:rsidRPr="00F12A19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3B07FC51" w14:textId="77777777" w:rsidR="00AE3282" w:rsidRPr="00F12A19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3282" w:rsidRPr="00F12A19" w14:paraId="70ED3DA3" w14:textId="77777777" w:rsidTr="006A1D33">
        <w:trPr>
          <w:tblHeader/>
        </w:trPr>
        <w:tc>
          <w:tcPr>
            <w:tcW w:w="3010" w:type="pct"/>
          </w:tcPr>
          <w:p w14:paraId="31EB5C9C" w14:textId="77777777" w:rsidR="00AE3282" w:rsidRPr="00F12A19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0" w:type="pct"/>
            <w:gridSpan w:val="3"/>
          </w:tcPr>
          <w:p w14:paraId="6D2F3555" w14:textId="472D49DC" w:rsidR="00AE3282" w:rsidRPr="00F12A19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372BA7" w:rsidRPr="00F12A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F12A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E3282" w:rsidRPr="00F12A19" w14:paraId="4A9758A9" w14:textId="77777777" w:rsidTr="006A1D33">
        <w:tc>
          <w:tcPr>
            <w:tcW w:w="3010" w:type="pct"/>
          </w:tcPr>
          <w:p w14:paraId="586295AB" w14:textId="7D892EF5" w:rsidR="00AE3282" w:rsidRPr="00F12A19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00" w:type="pct"/>
            <w:shd w:val="clear" w:color="auto" w:fill="FFFFFF"/>
          </w:tcPr>
          <w:p w14:paraId="591499E9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3F3A0F91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3174045E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F12A19" w14:paraId="40AC0436" w14:textId="77777777" w:rsidTr="006A1D33">
        <w:tc>
          <w:tcPr>
            <w:tcW w:w="3010" w:type="pct"/>
          </w:tcPr>
          <w:p w14:paraId="2B31381E" w14:textId="77777777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00" w:type="pct"/>
            <w:shd w:val="clear" w:color="auto" w:fill="auto"/>
          </w:tcPr>
          <w:p w14:paraId="1A429FE2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1542D9AC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shd w:val="clear" w:color="auto" w:fill="FFFFFF"/>
          </w:tcPr>
          <w:p w14:paraId="40A559FA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F12A19" w14:paraId="62C006A6" w14:textId="77777777" w:rsidTr="006A1D33">
        <w:tc>
          <w:tcPr>
            <w:tcW w:w="3010" w:type="pct"/>
          </w:tcPr>
          <w:p w14:paraId="222A6AC7" w14:textId="77777777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F12A1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0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4F21FE" w14:textId="4D13105D" w:rsidR="00AE3282" w:rsidRPr="00F12A19" w:rsidRDefault="007F4F4C" w:rsidP="007F4F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372BA7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</w:tcPr>
          <w:p w14:paraId="4B7EF16A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bottom w:val="double" w:sz="4" w:space="0" w:color="auto"/>
            </w:tcBorders>
            <w:shd w:val="clear" w:color="auto" w:fill="FFFFFF"/>
          </w:tcPr>
          <w:p w14:paraId="60005CAD" w14:textId="6507AADA" w:rsidR="00AE3282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</w:t>
            </w:r>
          </w:p>
        </w:tc>
      </w:tr>
      <w:tr w:rsidR="00863159" w:rsidRPr="00F12A19" w14:paraId="0E038260" w14:textId="77777777" w:rsidTr="006A1D33">
        <w:tc>
          <w:tcPr>
            <w:tcW w:w="3010" w:type="pct"/>
          </w:tcPr>
          <w:p w14:paraId="2B4DA246" w14:textId="77777777" w:rsidR="00863159" w:rsidRPr="00F12A19" w:rsidRDefault="00863159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</w:pPr>
          </w:p>
        </w:tc>
        <w:tc>
          <w:tcPr>
            <w:tcW w:w="900" w:type="pct"/>
          </w:tcPr>
          <w:p w14:paraId="5C5716D1" w14:textId="77777777" w:rsidR="00863159" w:rsidRPr="00F12A19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9" w:type="pct"/>
          </w:tcPr>
          <w:p w14:paraId="14134365" w14:textId="77777777" w:rsidR="00863159" w:rsidRPr="00F12A19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941" w:type="pct"/>
          </w:tcPr>
          <w:p w14:paraId="420D29A5" w14:textId="77777777" w:rsidR="00863159" w:rsidRPr="00F12A19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AE3282" w:rsidRPr="00F12A19" w14:paraId="62003F03" w14:textId="77777777" w:rsidTr="006A1D33">
        <w:tc>
          <w:tcPr>
            <w:tcW w:w="3010" w:type="pct"/>
          </w:tcPr>
          <w:p w14:paraId="0CA0680C" w14:textId="77777777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F12A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00" w:type="pct"/>
          </w:tcPr>
          <w:p w14:paraId="00C44C69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38B2FAA5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</w:tcPr>
          <w:p w14:paraId="45466E19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282" w:rsidRPr="00F12A19" w14:paraId="69D43BAC" w14:textId="77777777" w:rsidTr="006A1D33">
        <w:tc>
          <w:tcPr>
            <w:tcW w:w="3010" w:type="pct"/>
          </w:tcPr>
          <w:p w14:paraId="0C8E11C7" w14:textId="3D22E40A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  <w:r w:rsidR="00800A70"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00" w:type="pct"/>
            <w:vAlign w:val="bottom"/>
          </w:tcPr>
          <w:p w14:paraId="414CC9EC" w14:textId="1B10CC89" w:rsidR="00AE3282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</w:p>
        </w:tc>
        <w:tc>
          <w:tcPr>
            <w:tcW w:w="149" w:type="pct"/>
            <w:vAlign w:val="bottom"/>
          </w:tcPr>
          <w:p w14:paraId="17D2701B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7F23798C" w14:textId="2009ADCC" w:rsidR="00AE3282" w:rsidRPr="00F12A19" w:rsidRDefault="007F4F4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E3282" w:rsidRPr="00F12A19" w14:paraId="0390FAB8" w14:textId="77777777" w:rsidTr="006A1D33">
        <w:tc>
          <w:tcPr>
            <w:tcW w:w="3010" w:type="pct"/>
          </w:tcPr>
          <w:p w14:paraId="0E0233BE" w14:textId="77777777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00" w:type="pct"/>
            <w:vAlign w:val="bottom"/>
          </w:tcPr>
          <w:p w14:paraId="0587B5FA" w14:textId="765D77E1" w:rsidR="00AE3282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</w:t>
            </w:r>
          </w:p>
        </w:tc>
        <w:tc>
          <w:tcPr>
            <w:tcW w:w="149" w:type="pct"/>
            <w:vAlign w:val="bottom"/>
          </w:tcPr>
          <w:p w14:paraId="556613CA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48121D60" w14:textId="21B68EB7" w:rsidR="00AE3282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9823FA" w:rsidRPr="00F12A19" w14:paraId="27E7601C" w14:textId="77777777" w:rsidTr="006A1D33">
        <w:tc>
          <w:tcPr>
            <w:tcW w:w="3010" w:type="pct"/>
          </w:tcPr>
          <w:p w14:paraId="60367A7B" w14:textId="5479BC30" w:rsidR="009823FA" w:rsidRPr="00F12A19" w:rsidRDefault="009823FA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vAlign w:val="bottom"/>
          </w:tcPr>
          <w:p w14:paraId="2505B80C" w14:textId="7539D703" w:rsidR="009823FA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149" w:type="pct"/>
            <w:vAlign w:val="bottom"/>
          </w:tcPr>
          <w:p w14:paraId="67726565" w14:textId="77777777" w:rsidR="009823FA" w:rsidRPr="00F12A19" w:rsidRDefault="009823F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pct"/>
            <w:vAlign w:val="bottom"/>
          </w:tcPr>
          <w:p w14:paraId="2AA8C702" w14:textId="01D665E0" w:rsidR="009823FA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AE3282" w:rsidRPr="00F12A19" w14:paraId="2A711454" w14:textId="77777777" w:rsidTr="006A1D33">
        <w:tc>
          <w:tcPr>
            <w:tcW w:w="3010" w:type="pct"/>
          </w:tcPr>
          <w:p w14:paraId="6BEF1625" w14:textId="77777777" w:rsidR="00AE3282" w:rsidRPr="00F12A19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70EEFECC" w:rsidR="00AE3282" w:rsidRPr="00F12A19" w:rsidRDefault="007F4F4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</w:t>
            </w:r>
            <w:r w:rsidR="00372BA7"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49" w:type="pct"/>
            <w:vAlign w:val="bottom"/>
          </w:tcPr>
          <w:p w14:paraId="029E2BD6" w14:textId="77777777" w:rsidR="00AE3282" w:rsidRPr="00F12A19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0F88150A" w:rsidR="00AE3282" w:rsidRPr="00F12A19" w:rsidRDefault="00372BA7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12A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</w:p>
        </w:tc>
      </w:tr>
    </w:tbl>
    <w:p w14:paraId="2F7CF07B" w14:textId="77777777" w:rsidR="009823FA" w:rsidRPr="00F12A19" w:rsidRDefault="009823FA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8FC0B24" w14:textId="6A68D9D3" w:rsidR="00404EC5" w:rsidRPr="00F12A19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95799F" w:rsidRPr="00F12A19">
        <w:rPr>
          <w:rFonts w:asciiTheme="majorBidi" w:hAnsiTheme="majorBidi" w:cstheme="majorBidi"/>
          <w:b/>
          <w:bCs/>
          <w:sz w:val="30"/>
          <w:szCs w:val="30"/>
        </w:rPr>
        <w:t>8</w:t>
      </w:r>
      <w:r w:rsidR="00404EC5" w:rsidRPr="00F12A19">
        <w:rPr>
          <w:rFonts w:asciiTheme="majorBidi" w:hAnsiTheme="majorBidi" w:cstheme="majorBidi"/>
          <w:b/>
          <w:bCs/>
          <w:sz w:val="30"/>
          <w:szCs w:val="30"/>
          <w:cs/>
        </w:rPr>
        <w:tab/>
        <w:t>คดีฟ้องร้อง</w:t>
      </w:r>
    </w:p>
    <w:p w14:paraId="1667DD73" w14:textId="77777777" w:rsidR="003C618B" w:rsidRPr="00F12A19" w:rsidRDefault="003C618B" w:rsidP="003C61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6FF7F48" w14:textId="3CB9735E" w:rsidR="00404EC5" w:rsidRPr="00F03BEC" w:rsidRDefault="00B17A83" w:rsidP="00F03BEC">
      <w:pPr>
        <w:tabs>
          <w:tab w:val="clear" w:pos="680"/>
          <w:tab w:val="clear" w:pos="907"/>
          <w:tab w:val="left" w:pos="630"/>
          <w:tab w:val="left" w:pos="1080"/>
          <w:tab w:val="left" w:pos="117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2A19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/>
          <w:sz w:val="30"/>
          <w:szCs w:val="30"/>
        </w:rPr>
        <w:t>2563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F12A19">
        <w:rPr>
          <w:rFonts w:asciiTheme="majorBidi" w:hAnsiTheme="majorBidi"/>
          <w:sz w:val="30"/>
          <w:szCs w:val="30"/>
          <w:cs/>
        </w:rPr>
        <w:t xml:space="preserve"> (</w:t>
      </w:r>
      <w:r w:rsidRPr="00F12A19">
        <w:rPr>
          <w:rFonts w:asciiTheme="majorBidi" w:hAnsiTheme="majorBidi" w:hint="cs"/>
          <w:sz w:val="30"/>
          <w:szCs w:val="30"/>
          <w:cs/>
        </w:rPr>
        <w:t>ผู้ฟ้อง</w:t>
      </w:r>
      <w:r w:rsidRPr="00F12A19">
        <w:rPr>
          <w:rFonts w:asciiTheme="majorBidi" w:hAnsiTheme="majorBidi"/>
          <w:sz w:val="30"/>
          <w:szCs w:val="30"/>
          <w:cs/>
        </w:rPr>
        <w:t xml:space="preserve">) </w:t>
      </w:r>
      <w:r w:rsidRPr="00F12A19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โดยฟ้องขอให้ชำระเงินค่าเสียหายในฐานความผิดจ้างทำของ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ค่าบริการที่ค้างชำระ</w:t>
      </w:r>
      <w:r w:rsidR="006728B0">
        <w:rPr>
          <w:rFonts w:asciiTheme="majorBidi" w:hAnsiTheme="majorBidi" w:hint="cs"/>
          <w:sz w:val="30"/>
          <w:szCs w:val="30"/>
          <w:cs/>
        </w:rPr>
        <w:t xml:space="preserve">เป็นจำนวนเงิน </w:t>
      </w:r>
      <w:r w:rsidR="006728B0">
        <w:rPr>
          <w:rFonts w:asciiTheme="majorBidi" w:hAnsiTheme="majorBidi"/>
          <w:sz w:val="30"/>
          <w:szCs w:val="30"/>
        </w:rPr>
        <w:t>5.</w:t>
      </w:r>
      <w:r w:rsidR="00D91BF4">
        <w:rPr>
          <w:rFonts w:asciiTheme="majorBidi" w:hAnsiTheme="majorBidi"/>
          <w:sz w:val="30"/>
          <w:szCs w:val="30"/>
        </w:rPr>
        <w:t>8</w:t>
      </w:r>
      <w:r w:rsidR="006728B0">
        <w:rPr>
          <w:rFonts w:asciiTheme="majorBidi" w:hAnsiTheme="majorBidi"/>
          <w:sz w:val="30"/>
          <w:szCs w:val="30"/>
        </w:rPr>
        <w:t xml:space="preserve"> </w:t>
      </w:r>
      <w:r w:rsidR="006728B0">
        <w:rPr>
          <w:rFonts w:asciiTheme="majorBidi" w:hAnsiTheme="majorBidi" w:hint="cs"/>
          <w:sz w:val="30"/>
          <w:szCs w:val="30"/>
          <w:cs/>
        </w:rPr>
        <w:t>ล้านบาท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ศาลได้นัดชี้สองสถานกำหนดแนวทางพิจารณาคดีและนัดไกล่เกลี่ยในเดือนมกราคม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/>
          <w:sz w:val="30"/>
          <w:szCs w:val="30"/>
        </w:rPr>
        <w:t>2564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แต่เนื่องจากสถานการณ์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</w:rPr>
        <w:t>Covid-</w:t>
      </w:r>
      <w:r w:rsidRPr="00F12A19">
        <w:rPr>
          <w:rFonts w:asciiTheme="majorBidi" w:hAnsiTheme="majorBidi"/>
          <w:sz w:val="30"/>
          <w:szCs w:val="30"/>
        </w:rPr>
        <w:t>19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ศาลได้มีการเลื่อนนัดชี้สองสถานออกไปเป็นวันที่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/>
          <w:sz w:val="30"/>
          <w:szCs w:val="30"/>
        </w:rPr>
        <w:t>20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 w:hint="cs"/>
          <w:sz w:val="30"/>
          <w:szCs w:val="30"/>
          <w:cs/>
        </w:rPr>
        <w:t>พฤษภาคม</w:t>
      </w:r>
      <w:r w:rsidRPr="00F12A19">
        <w:rPr>
          <w:rFonts w:asciiTheme="majorBidi" w:hAnsiTheme="majorBidi"/>
          <w:sz w:val="30"/>
          <w:szCs w:val="30"/>
          <w:cs/>
        </w:rPr>
        <w:t xml:space="preserve"> </w:t>
      </w:r>
      <w:r w:rsidRPr="00F12A19">
        <w:rPr>
          <w:rFonts w:asciiTheme="majorBidi" w:hAnsiTheme="majorBidi"/>
          <w:sz w:val="30"/>
          <w:szCs w:val="30"/>
        </w:rPr>
        <w:t>2564</w:t>
      </w:r>
    </w:p>
    <w:sectPr w:rsidR="00404EC5" w:rsidRPr="00F03BEC" w:rsidSect="00460F92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41387" w14:textId="77777777" w:rsidR="0007460B" w:rsidRDefault="0007460B">
      <w:r>
        <w:separator/>
      </w:r>
    </w:p>
  </w:endnote>
  <w:endnote w:type="continuationSeparator" w:id="0">
    <w:p w14:paraId="34FB1AE5" w14:textId="77777777" w:rsidR="0007460B" w:rsidRDefault="0007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7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E0B1A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</w:t>
    </w:r>
    <w:r>
      <w:rPr>
        <w:rStyle w:val="PageNumber"/>
        <w:rFonts w:ascii="Angsana New" w:hAnsi="Angsana New" w:cs="Angsana New"/>
        <w:noProof/>
        <w:sz w:val="30"/>
        <w:szCs w:val="30"/>
      </w:rPr>
      <w:t>1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551C9825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A9DE8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</w:t>
    </w:r>
    <w:r>
      <w:rPr>
        <w:rStyle w:val="PageNumber"/>
        <w:rFonts w:ascii="Angsana New" w:hAnsi="Angsana New" w:cs="Angsana New"/>
        <w:noProof/>
        <w:sz w:val="30"/>
        <w:szCs w:val="30"/>
      </w:rPr>
      <w:t>3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01E8C219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42383" w14:textId="77777777" w:rsidR="0007460B" w:rsidRDefault="0007460B">
      <w:r>
        <w:separator/>
      </w:r>
    </w:p>
  </w:footnote>
  <w:footnote w:type="continuationSeparator" w:id="0">
    <w:p w14:paraId="455C45EA" w14:textId="77777777" w:rsidR="0007460B" w:rsidRDefault="00074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E05E0" w14:textId="77777777" w:rsidR="001575EC" w:rsidRPr="00313A5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B84352B" w14:textId="77777777" w:rsidR="001575EC" w:rsidRPr="00313A5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9F8A7CF" w14:textId="5F0126BF" w:rsidR="001575EC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4A38651F" w14:textId="77777777" w:rsidR="001575EC" w:rsidRPr="00580DD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332F" w14:textId="77777777" w:rsidR="001575EC" w:rsidRPr="00313A5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0206671" w14:textId="77777777" w:rsidR="001575EC" w:rsidRPr="00313A5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606EB20" w14:textId="77777777" w:rsidR="001575EC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4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276D795" w14:textId="77777777" w:rsidR="001575EC" w:rsidRPr="00580DD4" w:rsidRDefault="001575EC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12"/>
  </w:num>
  <w:num w:numId="15">
    <w:abstractNumId w:val="15"/>
  </w:num>
  <w:num w:numId="16">
    <w:abstractNumId w:val="10"/>
  </w:num>
  <w:num w:numId="1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1"/>
  </w:num>
  <w:num w:numId="20">
    <w:abstractNumId w:val="12"/>
  </w:num>
  <w:num w:numId="21">
    <w:abstractNumId w:val="13"/>
  </w:num>
  <w:num w:numId="22">
    <w:abstractNumId w:val="20"/>
  </w:num>
  <w:num w:numId="23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60B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004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296</TotalTime>
  <Pages>25</Pages>
  <Words>4001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Nopparat, Suriyaworapant</cp:lastModifiedBy>
  <cp:revision>76</cp:revision>
  <cp:lastPrinted>2021-05-07T11:18:00Z</cp:lastPrinted>
  <dcterms:created xsi:type="dcterms:W3CDTF">2021-05-04T11:05:00Z</dcterms:created>
  <dcterms:modified xsi:type="dcterms:W3CDTF">2021-05-09T09:45:00Z</dcterms:modified>
</cp:coreProperties>
</file>