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13D5A75A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  <w:bookmarkStart w:id="0" w:name="Title"/>
      <w:r>
        <w:rPr>
          <w:rFonts w:ascii="Angsana New" w:hAnsi="Angsana New"/>
          <w:sz w:val="52"/>
          <w:szCs w:val="52"/>
          <w:cs/>
        </w:rPr>
        <w:tab/>
      </w:r>
      <w:r>
        <w:rPr>
          <w:rFonts w:ascii="Angsana New" w:hAnsi="Angsana New"/>
          <w:sz w:val="52"/>
          <w:szCs w:val="52"/>
        </w:rPr>
        <w:tab/>
        <w:t xml:space="preserve"> </w:t>
      </w:r>
    </w:p>
    <w:p w14:paraId="0681DB06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14:paraId="3EBC38EA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55E04AA3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189C430F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3DC542E2" w14:textId="77777777" w:rsidR="00BF580D" w:rsidRPr="00E2674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</w:p>
    <w:p w14:paraId="53A3A6ED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</w:rPr>
      </w:pPr>
      <w:r w:rsidRPr="00E458E8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1" w:name="SubTitle"/>
      <w:r w:rsidRPr="00E458E8">
        <w:rPr>
          <w:rFonts w:ascii="Angsana New" w:hAnsi="Angsana New" w:hint="cs"/>
          <w:b/>
          <w:bCs/>
          <w:sz w:val="52"/>
          <w:szCs w:val="52"/>
          <w:cs/>
        </w:rPr>
        <w:t>แกรนด์ คาแนล แลนด์</w:t>
      </w:r>
      <w:r w:rsidRPr="00E458E8">
        <w:rPr>
          <w:rFonts w:ascii="Angsana New" w:hAnsi="Angsana New"/>
          <w:b/>
          <w:bCs/>
          <w:sz w:val="52"/>
          <w:szCs w:val="52"/>
          <w:cs/>
        </w:rPr>
        <w:t xml:space="preserve"> จำกัด</w:t>
      </w:r>
      <w:bookmarkEnd w:id="0"/>
      <w:r w:rsidRPr="00E458E8">
        <w:rPr>
          <w:rFonts w:ascii="Angsana New" w:hAnsi="Angsana New"/>
          <w:b/>
          <w:bCs/>
          <w:sz w:val="52"/>
          <w:szCs w:val="52"/>
        </w:rPr>
        <w:t xml:space="preserve"> </w:t>
      </w:r>
      <w:r w:rsidRPr="00E458E8">
        <w:rPr>
          <w:rFonts w:ascii="Angsana New" w:hAnsi="Angsana New"/>
          <w:b/>
          <w:bCs/>
          <w:sz w:val="52"/>
          <w:szCs w:val="52"/>
          <w:cs/>
        </w:rPr>
        <w:t>(มหาชน)</w:t>
      </w:r>
    </w:p>
    <w:p w14:paraId="4847AF3C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E458E8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14:paraId="011A622C" w14:textId="77777777" w:rsidR="00BF580D" w:rsidRPr="00E458E8" w:rsidRDefault="00BF580D" w:rsidP="00BF580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="Angsana New" w:hAnsi="Angsana New" w:cs="Angsana New"/>
          <w:sz w:val="28"/>
          <w:szCs w:val="28"/>
        </w:rPr>
      </w:pPr>
    </w:p>
    <w:p w14:paraId="6C34EF80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2" w:name="ExtraText"/>
      <w:bookmarkEnd w:id="1"/>
      <w:bookmarkEnd w:id="2"/>
      <w:r w:rsidRPr="00E458E8">
        <w:rPr>
          <w:rFonts w:ascii="Angsana New" w:hAnsi="Angsana New"/>
          <w:sz w:val="32"/>
          <w:szCs w:val="32"/>
          <w:cs/>
        </w:rPr>
        <w:t>งบการเงินระหว่างกาล</w:t>
      </w:r>
      <w:r w:rsidRPr="00E458E8">
        <w:rPr>
          <w:rFonts w:ascii="Angsana New" w:hAnsi="Angsana New" w:hint="cs"/>
          <w:sz w:val="32"/>
          <w:szCs w:val="32"/>
          <w:cs/>
        </w:rPr>
        <w:t>แบบย่อ</w:t>
      </w:r>
    </w:p>
    <w:p w14:paraId="45D4E036" w14:textId="18FDAC49" w:rsidR="00BF580D" w:rsidRPr="00E458E8" w:rsidRDefault="0034004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="Angsana New" w:hAnsi="Angsana New"/>
          <w:sz w:val="32"/>
          <w:szCs w:val="32"/>
          <w:cs/>
        </w:rPr>
      </w:pPr>
      <w:r w:rsidRPr="006B55A3">
        <w:rPr>
          <w:rFonts w:ascii="Angsana New" w:hAnsi="Angsana New"/>
          <w:sz w:val="32"/>
          <w:szCs w:val="32"/>
          <w:cs/>
        </w:rPr>
        <w:t>สำหรับงวด</w:t>
      </w:r>
      <w:r w:rsidRPr="006B55A3">
        <w:rPr>
          <w:rFonts w:ascii="Angsana New" w:hAnsi="Angsana New" w:hint="cs"/>
          <w:sz w:val="32"/>
          <w:szCs w:val="32"/>
          <w:cs/>
        </w:rPr>
        <w:t>สามเดือนและหก</w:t>
      </w:r>
      <w:r w:rsidRPr="006B55A3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Pr="006B55A3">
        <w:rPr>
          <w:rFonts w:ascii="Angsana New" w:hAnsi="Angsana New"/>
          <w:sz w:val="32"/>
          <w:szCs w:val="32"/>
        </w:rPr>
        <w:t>3</w:t>
      </w:r>
      <w:r w:rsidRPr="006B55A3">
        <w:rPr>
          <w:rFonts w:ascii="Angsana New" w:hAnsi="Angsana New" w:hint="cs"/>
          <w:sz w:val="32"/>
          <w:szCs w:val="32"/>
        </w:rPr>
        <w:t>0</w:t>
      </w:r>
      <w:r w:rsidRPr="006B55A3">
        <w:rPr>
          <w:rFonts w:ascii="Angsana New" w:hAnsi="Angsana New"/>
          <w:sz w:val="32"/>
          <w:szCs w:val="32"/>
          <w:cs/>
        </w:rPr>
        <w:t xml:space="preserve"> </w:t>
      </w:r>
      <w:r w:rsidRPr="006B55A3">
        <w:rPr>
          <w:rFonts w:ascii="Angsana New" w:hAnsi="Angsana New" w:hint="cs"/>
          <w:sz w:val="32"/>
          <w:szCs w:val="32"/>
          <w:cs/>
        </w:rPr>
        <w:t>มิถุนายน</w:t>
      </w:r>
      <w:r w:rsidRPr="006B55A3">
        <w:rPr>
          <w:rFonts w:ascii="Angsana New" w:hAnsi="Angsana New"/>
          <w:sz w:val="32"/>
          <w:szCs w:val="32"/>
          <w:cs/>
        </w:rPr>
        <w:t xml:space="preserve"> </w:t>
      </w:r>
      <w:r w:rsidR="00BF580D" w:rsidRPr="00E458E8">
        <w:rPr>
          <w:rFonts w:ascii="Angsana New" w:hAnsi="Angsana New"/>
          <w:sz w:val="32"/>
          <w:szCs w:val="32"/>
        </w:rPr>
        <w:t>2563</w:t>
      </w:r>
    </w:p>
    <w:p w14:paraId="12AA4D6A" w14:textId="77777777" w:rsidR="00BF580D" w:rsidRPr="00E458E8" w:rsidRDefault="00BF580D" w:rsidP="00BF580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E458E8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2A688E29" w14:textId="77777777" w:rsidR="00BF580D" w:rsidRPr="00E458E8" w:rsidRDefault="00BF580D" w:rsidP="00BF580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bookmarkStart w:id="3" w:name="_Hlk40204001"/>
      <w:r w:rsidRPr="00E458E8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3"/>
    <w:p w14:paraId="08228CA5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  <w:sectPr w:rsidR="00BF580D" w:rsidRPr="00E458E8" w:rsidSect="00563A3B">
          <w:footerReference w:type="even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307A4FF0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5F59744A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05CF2D61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780C8454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133D7D29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38F73E13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2"/>
          <w:szCs w:val="32"/>
        </w:rPr>
      </w:pPr>
    </w:p>
    <w:p w14:paraId="001530E1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800D046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6242F189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2"/>
          <w:szCs w:val="32"/>
        </w:rPr>
      </w:pPr>
      <w:r w:rsidRPr="00E458E8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D38EFA8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C4EE688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E458E8">
        <w:rPr>
          <w:rFonts w:ascii="Angsana New" w:hAnsi="Angsana New"/>
          <w:b/>
          <w:bCs/>
          <w:sz w:val="30"/>
          <w:szCs w:val="30"/>
          <w:cs/>
        </w:rPr>
        <w:t xml:space="preserve">เสนอ คณะกรรมการบริษัท </w:t>
      </w:r>
      <w:r w:rsidRPr="00E458E8">
        <w:rPr>
          <w:rFonts w:ascii="Angsana New" w:hAnsi="Angsana New" w:hint="cs"/>
          <w:b/>
          <w:bCs/>
          <w:sz w:val="30"/>
          <w:szCs w:val="30"/>
          <w:cs/>
        </w:rPr>
        <w:t>แกรนด์ คาแนล แลนด์</w:t>
      </w:r>
      <w:r w:rsidRPr="00E458E8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</w:p>
    <w:p w14:paraId="09EEDBD5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B74277D" w14:textId="0F9F77A1" w:rsidR="00BF580D" w:rsidRPr="00E458E8" w:rsidRDefault="00F34EA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6B55A3">
        <w:rPr>
          <w:rFonts w:ascii="Angsana New" w:hAnsi="Angsana New"/>
          <w:spacing w:val="-2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ณ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วันที่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3</w:t>
      </w:r>
      <w:r w:rsidRPr="006B55A3">
        <w:rPr>
          <w:rFonts w:ascii="Angsana New" w:hAnsi="Angsana New" w:hint="cs"/>
          <w:spacing w:val="-2"/>
          <w:sz w:val="30"/>
          <w:szCs w:val="30"/>
        </w:rPr>
        <w:t>0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256</w:t>
      </w:r>
      <w:r>
        <w:rPr>
          <w:rFonts w:ascii="Angsana New" w:hAnsi="Angsana New"/>
          <w:spacing w:val="-2"/>
          <w:sz w:val="30"/>
          <w:szCs w:val="30"/>
        </w:rPr>
        <w:t>3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30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 xml:space="preserve">มิถุนายน </w:t>
      </w:r>
      <w:r w:rsidRPr="006B55A3">
        <w:rPr>
          <w:rFonts w:ascii="Angsana New" w:hAnsi="Angsana New"/>
          <w:spacing w:val="-2"/>
          <w:sz w:val="30"/>
          <w:szCs w:val="30"/>
        </w:rPr>
        <w:t>256</w:t>
      </w:r>
      <w:r>
        <w:rPr>
          <w:rFonts w:ascii="Angsana New" w:hAnsi="Angsana New"/>
          <w:spacing w:val="-2"/>
          <w:sz w:val="30"/>
          <w:szCs w:val="30"/>
        </w:rPr>
        <w:t>3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และงบกระแสเงินสดรวมและงบกระแสเงินสดเฉพาะกิจการสำหรับงวด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หก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เดือนสิ้นสุดวันที่ </w:t>
      </w:r>
      <w:r w:rsidRPr="006B55A3">
        <w:rPr>
          <w:rFonts w:ascii="Angsana New" w:hAnsi="Angsana New"/>
          <w:spacing w:val="-2"/>
          <w:sz w:val="30"/>
          <w:szCs w:val="30"/>
        </w:rPr>
        <w:t>3</w:t>
      </w:r>
      <w:r w:rsidRPr="006B55A3">
        <w:rPr>
          <w:rFonts w:ascii="Angsana New" w:hAnsi="Angsana New" w:hint="cs"/>
          <w:spacing w:val="-2"/>
          <w:sz w:val="30"/>
          <w:szCs w:val="30"/>
        </w:rPr>
        <w:t>0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มิถุนายน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</w:rPr>
        <w:t>256</w:t>
      </w:r>
      <w:r>
        <w:rPr>
          <w:rFonts w:ascii="Angsana New" w:hAnsi="Angsana New"/>
          <w:spacing w:val="-2"/>
          <w:sz w:val="30"/>
          <w:szCs w:val="30"/>
        </w:rPr>
        <w:t>3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6B55A3">
        <w:rPr>
          <w:rFonts w:ascii="Angsana New" w:hAnsi="Angsana New"/>
          <w:spacing w:val="-2"/>
          <w:sz w:val="30"/>
          <w:szCs w:val="30"/>
        </w:rPr>
        <w:t>(</w:t>
      </w:r>
      <w:r w:rsidRPr="006B55A3">
        <w:rPr>
          <w:rFonts w:ascii="Angsana New" w:hAnsi="Angsana New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(มหาชน) และบริษัทย่อย และของเฉพาะบริษัท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แกรนด์ คาแนล แลนด์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จำกัด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>(มหาชน) ตามลำดับ</w:t>
      </w:r>
      <w:r w:rsidR="00284FA6">
        <w:rPr>
          <w:rFonts w:ascii="Angsana New" w:hAnsi="Angsana New"/>
          <w:spacing w:val="-2"/>
          <w:sz w:val="30"/>
          <w:szCs w:val="30"/>
        </w:rPr>
        <w:t xml:space="preserve">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6B55A3">
        <w:rPr>
          <w:rFonts w:ascii="Angsana New" w:hAnsi="Angsana New"/>
          <w:spacing w:val="-2"/>
          <w:sz w:val="30"/>
          <w:szCs w:val="30"/>
        </w:rPr>
        <w:t xml:space="preserve">34 </w:t>
      </w:r>
      <w:r w:rsidRPr="006B55A3">
        <w:rPr>
          <w:rFonts w:ascii="Angsana New" w:hAnsi="Angsana New"/>
          <w:spacing w:val="-2"/>
          <w:sz w:val="30"/>
          <w:szCs w:val="30"/>
          <w:cs/>
        </w:rPr>
        <w:t xml:space="preserve">เรื่อง </w:t>
      </w:r>
      <w:r w:rsidRPr="006B55A3">
        <w:rPr>
          <w:rFonts w:ascii="Angsana New" w:hAnsi="Angsana New" w:hint="cs"/>
          <w:spacing w:val="-2"/>
          <w:sz w:val="30"/>
          <w:szCs w:val="30"/>
          <w:cs/>
        </w:rPr>
        <w:t>การรายงานทาง</w:t>
      </w:r>
      <w:r w:rsidRPr="006B55A3">
        <w:rPr>
          <w:rFonts w:ascii="Angsana New" w:hAnsi="Angsana New"/>
          <w:spacing w:val="-2"/>
          <w:sz w:val="30"/>
          <w:szCs w:val="30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</w:t>
      </w:r>
      <w:r w:rsidRPr="006B55A3">
        <w:rPr>
          <w:rFonts w:ascii="Angsana New" w:hAnsi="Angsana New"/>
          <w:spacing w:val="-2"/>
          <w:sz w:val="30"/>
          <w:szCs w:val="30"/>
        </w:rPr>
        <w:br/>
      </w:r>
      <w:r w:rsidRPr="006B55A3">
        <w:rPr>
          <w:rFonts w:ascii="Angsana New" w:hAnsi="Angsana New"/>
          <w:spacing w:val="-2"/>
          <w:sz w:val="30"/>
          <w:szCs w:val="30"/>
          <w:cs/>
        </w:rPr>
        <w:t>สอบทานของข้าพเจ้า</w:t>
      </w:r>
    </w:p>
    <w:p w14:paraId="221BA73A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19EB141F" w14:textId="77777777" w:rsidR="00BF580D" w:rsidRPr="00E458E8" w:rsidRDefault="00BF580D" w:rsidP="00BF580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6A6F97A4" w14:textId="77777777" w:rsidR="00BF580D" w:rsidRPr="00E458E8" w:rsidRDefault="00BF580D" w:rsidP="00BF580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6195920" w14:textId="77777777" w:rsidR="00BF580D" w:rsidRPr="00E458E8" w:rsidRDefault="00BF580D" w:rsidP="00BF580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E458E8">
        <w:rPr>
          <w:rFonts w:ascii="Angsana New" w:hAnsi="Angsana New"/>
          <w:sz w:val="30"/>
          <w:szCs w:val="30"/>
        </w:rPr>
        <w:t xml:space="preserve"> 2410 “</w:t>
      </w:r>
      <w:r w:rsidRPr="00E458E8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E458E8">
        <w:rPr>
          <w:rFonts w:ascii="Angsana New" w:hAnsi="Angsana New"/>
          <w:sz w:val="30"/>
          <w:szCs w:val="30"/>
        </w:rPr>
        <w:t>”</w:t>
      </w:r>
      <w:r w:rsidRPr="00E458E8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257D05B5" w14:textId="77777777" w:rsidR="00BF580D" w:rsidRPr="00E458E8" w:rsidRDefault="00BF580D" w:rsidP="00BF580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825EFA0" w14:textId="77777777" w:rsidR="00BF580D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  <w:sectPr w:rsidR="00BF580D" w:rsidSect="00BF580D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28171657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18C0DC34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E458E8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14:paraId="39CC6D24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283C508" w14:textId="03039405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E458E8">
        <w:rPr>
          <w:rFonts w:ascii="Angsana New" w:hAnsi="Angsana New"/>
          <w:spacing w:val="-2"/>
          <w:sz w:val="30"/>
          <w:szCs w:val="30"/>
        </w:rPr>
        <w:t>34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E458E8">
        <w:rPr>
          <w:rFonts w:ascii="Angsana New" w:hAnsi="Angsana New"/>
          <w:spacing w:val="-2"/>
          <w:sz w:val="30"/>
          <w:szCs w:val="30"/>
          <w:cs/>
        </w:rPr>
        <w:t>เรื่อง การรายงานทางการเงินระหว่างกาลในสาระสำคัญจากการสอบทานของข้าพเจ้า</w:t>
      </w:r>
    </w:p>
    <w:p w14:paraId="442AC4A2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bookmarkStart w:id="4" w:name="_GoBack"/>
      <w:bookmarkEnd w:id="4"/>
    </w:p>
    <w:p w14:paraId="4C26727F" w14:textId="77777777" w:rsidR="00111372" w:rsidRPr="00E458E8" w:rsidRDefault="00111372" w:rsidP="001113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E458E8">
        <w:rPr>
          <w:rFonts w:ascii="Angsana New" w:hAnsi="Angsana New"/>
          <w:i/>
          <w:iCs/>
          <w:spacing w:val="-2"/>
          <w:sz w:val="30"/>
          <w:szCs w:val="30"/>
          <w:cs/>
        </w:rPr>
        <w:t>ข้อมูลและเหตุการณ์ที่เน้น</w:t>
      </w:r>
    </w:p>
    <w:p w14:paraId="7A035989" w14:textId="77777777" w:rsidR="00111372" w:rsidRPr="00E458E8" w:rsidRDefault="00111372" w:rsidP="001113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6D8ED015" w14:textId="77777777" w:rsidR="00111372" w:rsidRPr="00E458E8" w:rsidRDefault="00111372" w:rsidP="0011137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E458E8">
        <w:rPr>
          <w:rFonts w:ascii="Angsana New" w:hAnsi="Angsana New"/>
          <w:spacing w:val="-2"/>
          <w:sz w:val="30"/>
          <w:szCs w:val="30"/>
          <w:cs/>
        </w:rPr>
        <w:t>ข้าพเจ้าขอให้สังเกต</w:t>
      </w:r>
      <w:r w:rsidRPr="00E458E8">
        <w:rPr>
          <w:rFonts w:ascii="Angsana New" w:hAnsi="Angsana New" w:hint="cs"/>
          <w:spacing w:val="-2"/>
          <w:sz w:val="30"/>
          <w:szCs w:val="30"/>
          <w:cs/>
        </w:rPr>
        <w:t>หมายเหตุประกอบงบการเงิน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ระหว่างกาลข้อ </w:t>
      </w:r>
      <w:r w:rsidRPr="00E458E8">
        <w:rPr>
          <w:rFonts w:ascii="Angsana New" w:hAnsi="Angsana New"/>
          <w:spacing w:val="-2"/>
          <w:sz w:val="30"/>
          <w:szCs w:val="30"/>
        </w:rPr>
        <w:t>3</w:t>
      </w:r>
      <w:r w:rsidRPr="00E458E8">
        <w:rPr>
          <w:rFonts w:ascii="Angsana New" w:hAnsi="Angsana New"/>
          <w:spacing w:val="-2"/>
          <w:sz w:val="30"/>
          <w:szCs w:val="30"/>
          <w:cs/>
        </w:rPr>
        <w:t xml:space="preserve"> ซึ่งได้อธิบายถึงผลกระทบต่อกลุ่มบริษัทจากการนำนโยบายการบัญชีใหม่มาถือปฏิบัติ</w:t>
      </w:r>
      <w:r w:rsidRPr="00C57E98">
        <w:rPr>
          <w:rFonts w:ascii="Angsana New" w:hAnsi="Angsana New"/>
          <w:spacing w:val="-2"/>
          <w:sz w:val="30"/>
          <w:szCs w:val="30"/>
          <w:cs/>
        </w:rPr>
        <w:t xml:space="preserve">ตั้งแต่วันที่ </w:t>
      </w:r>
      <w:r w:rsidRPr="00C57E98">
        <w:rPr>
          <w:rFonts w:ascii="Angsana New" w:hAnsi="Angsana New"/>
          <w:spacing w:val="-2"/>
          <w:sz w:val="30"/>
          <w:szCs w:val="30"/>
        </w:rPr>
        <w:t>1</w:t>
      </w:r>
      <w:r w:rsidRPr="00C57E98">
        <w:rPr>
          <w:rFonts w:ascii="Angsana New" w:hAnsi="Angsana New"/>
          <w:spacing w:val="-2"/>
          <w:sz w:val="30"/>
          <w:szCs w:val="30"/>
          <w:cs/>
        </w:rPr>
        <w:t xml:space="preserve"> มกราคม </w:t>
      </w:r>
      <w:r w:rsidRPr="00C57E98">
        <w:rPr>
          <w:rFonts w:ascii="Angsana New" w:hAnsi="Angsana New"/>
          <w:spacing w:val="-2"/>
          <w:sz w:val="30"/>
          <w:szCs w:val="30"/>
        </w:rPr>
        <w:t>2563</w:t>
      </w:r>
      <w:r w:rsidRPr="00C57E98">
        <w:rPr>
          <w:rFonts w:ascii="Angsana New" w:hAnsi="Angsana New"/>
          <w:spacing w:val="-2"/>
          <w:sz w:val="30"/>
          <w:szCs w:val="30"/>
          <w:cs/>
        </w:rPr>
        <w:t xml:space="preserve"> ทั้งนี้ข้อสรุปของข้าพเจ้าไม่ได้เปลี่ยนแปลง</w:t>
      </w:r>
      <w:r w:rsidRPr="00E458E8">
        <w:rPr>
          <w:rFonts w:ascii="Angsana New" w:hAnsi="Angsana New"/>
          <w:spacing w:val="-2"/>
          <w:sz w:val="30"/>
          <w:szCs w:val="30"/>
          <w:cs/>
        </w:rPr>
        <w:t>ไปเนื่องจากเรื่องนี้</w:t>
      </w:r>
    </w:p>
    <w:p w14:paraId="62A4318B" w14:textId="77777777" w:rsidR="00BF580D" w:rsidRPr="00111372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500D9602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440B5E0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18E2279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4CD5C77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Times New Roman" w:hAnsi="Times New Roman" w:cs="Times New Roman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(</w:t>
      </w:r>
      <w:r w:rsidRPr="00E458E8">
        <w:rPr>
          <w:rFonts w:ascii="Angsana New" w:hAnsi="Angsana New" w:hint="cs"/>
          <w:sz w:val="30"/>
          <w:szCs w:val="30"/>
          <w:cs/>
        </w:rPr>
        <w:t>วรรณาพร จงพีรเดชานนท์</w:t>
      </w:r>
      <w:r w:rsidRPr="00E458E8">
        <w:rPr>
          <w:rFonts w:ascii="Angsana New" w:hAnsi="Angsana New"/>
          <w:sz w:val="30"/>
          <w:szCs w:val="30"/>
          <w:cs/>
        </w:rPr>
        <w:t>)</w:t>
      </w:r>
    </w:p>
    <w:p w14:paraId="45611945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39135651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Pr="00E458E8">
        <w:rPr>
          <w:rFonts w:ascii="Angsana New" w:hAnsi="Angsana New"/>
          <w:sz w:val="30"/>
          <w:szCs w:val="30"/>
        </w:rPr>
        <w:t>4098</w:t>
      </w:r>
    </w:p>
    <w:p w14:paraId="35E32AA2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</w:p>
    <w:p w14:paraId="66E74E15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2AB7589" w14:textId="77777777" w:rsidR="00BF580D" w:rsidRPr="00E458E8" w:rsidRDefault="00BF580D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E458E8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6C8F6EB" w14:textId="7EA3E11E" w:rsidR="00BF580D" w:rsidRDefault="003F6D9A" w:rsidP="00BF58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sz w:val="30"/>
          <w:szCs w:val="30"/>
        </w:rPr>
        <w:t>7</w:t>
      </w:r>
      <w:r w:rsidR="00BF580D" w:rsidRPr="00E458E8">
        <w:rPr>
          <w:rFonts w:ascii="Angsana New" w:hAnsi="Angsana New"/>
          <w:sz w:val="30"/>
          <w:szCs w:val="30"/>
        </w:rPr>
        <w:t xml:space="preserve"> </w:t>
      </w:r>
      <w:r w:rsidR="002D5BF0" w:rsidRPr="006B55A3">
        <w:rPr>
          <w:rFonts w:ascii="Angsana New" w:hAnsi="Angsana New" w:hint="cs"/>
          <w:sz w:val="30"/>
          <w:szCs w:val="30"/>
          <w:cs/>
        </w:rPr>
        <w:t>สิงหาคม</w:t>
      </w:r>
      <w:r w:rsidR="00BF580D" w:rsidRPr="00E458E8">
        <w:rPr>
          <w:rFonts w:ascii="Angsana New" w:hAnsi="Angsana New" w:hint="cs"/>
          <w:sz w:val="30"/>
          <w:szCs w:val="30"/>
          <w:cs/>
        </w:rPr>
        <w:t xml:space="preserve"> </w:t>
      </w:r>
      <w:r w:rsidR="00BF580D" w:rsidRPr="00E458E8">
        <w:rPr>
          <w:rFonts w:ascii="Angsana New" w:hAnsi="Angsana New"/>
          <w:sz w:val="30"/>
          <w:szCs w:val="30"/>
        </w:rPr>
        <w:t>2563</w:t>
      </w:r>
    </w:p>
    <w:p w14:paraId="05528818" w14:textId="7ADC7E6A" w:rsidR="00B84D18" w:rsidRDefault="00B84D18" w:rsidP="008164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sectPr w:rsidR="00B84D18" w:rsidSect="00460F92">
      <w:headerReference w:type="default" r:id="rId12"/>
      <w:footerReference w:type="default" r:id="rId13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9947D" w14:textId="77777777" w:rsidR="007177F8" w:rsidRDefault="007177F8">
      <w:r>
        <w:separator/>
      </w:r>
    </w:p>
  </w:endnote>
  <w:endnote w:type="continuationSeparator" w:id="0">
    <w:p w14:paraId="4603F4C2" w14:textId="77777777" w:rsidR="007177F8" w:rsidRDefault="00717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5494C" w14:textId="77777777" w:rsidR="00465EEB" w:rsidRDefault="00465EEB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63C9BDBA" w14:textId="77777777" w:rsidR="00465EEB" w:rsidRDefault="00465EEB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6110E" w14:textId="77777777" w:rsidR="00465EEB" w:rsidRDefault="00465EEB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9275F" w14:textId="77777777" w:rsidR="00465EEB" w:rsidRPr="0070026C" w:rsidRDefault="00465EEB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E0EA6" w14:textId="77777777" w:rsidR="00465EEB" w:rsidRPr="00381B5D" w:rsidRDefault="00465EEB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16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1934B852" w14:textId="77777777" w:rsidR="00465EEB" w:rsidRPr="0070026C" w:rsidRDefault="00465EEB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C3944" w14:textId="77777777" w:rsidR="007177F8" w:rsidRDefault="007177F8">
      <w:r>
        <w:separator/>
      </w:r>
    </w:p>
  </w:footnote>
  <w:footnote w:type="continuationSeparator" w:id="0">
    <w:p w14:paraId="54BBAFF7" w14:textId="77777777" w:rsidR="007177F8" w:rsidRDefault="00717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BB5E2" w14:textId="77777777" w:rsidR="00465EEB" w:rsidRPr="00803194" w:rsidRDefault="00465EEB" w:rsidP="0080319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F43EB" w14:textId="48109E85" w:rsidR="00465EEB" w:rsidRDefault="00465EEB" w:rsidP="00803194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  <w:p w14:paraId="409E3DD1" w14:textId="77777777" w:rsidR="00583FA7" w:rsidRPr="00C42B15" w:rsidRDefault="00583FA7" w:rsidP="00803194">
    <w:pPr>
      <w:pStyle w:val="Header"/>
      <w:rPr>
        <w:rFonts w:ascii="Angsana New" w:hAnsi="Angsana New"/>
        <w:b/>
        <w:b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3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8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4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5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7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7"/>
  </w:num>
  <w:num w:numId="13">
    <w:abstractNumId w:val="36"/>
  </w:num>
  <w:num w:numId="14">
    <w:abstractNumId w:val="19"/>
  </w:num>
  <w:num w:numId="15">
    <w:abstractNumId w:val="23"/>
  </w:num>
  <w:num w:numId="16">
    <w:abstractNumId w:val="15"/>
  </w:num>
  <w:num w:numId="1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9"/>
  </w:num>
  <w:num w:numId="22">
    <w:abstractNumId w:val="25"/>
  </w:num>
  <w:num w:numId="23">
    <w:abstractNumId w:val="30"/>
  </w:num>
  <w:num w:numId="24">
    <w:abstractNumId w:val="18"/>
  </w:num>
  <w:num w:numId="25">
    <w:abstractNumId w:val="21"/>
  </w:num>
  <w:num w:numId="26">
    <w:abstractNumId w:val="32"/>
  </w:num>
  <w:num w:numId="27">
    <w:abstractNumId w:val="12"/>
  </w:num>
  <w:num w:numId="28">
    <w:abstractNumId w:val="20"/>
  </w:num>
  <w:num w:numId="29">
    <w:abstractNumId w:val="26"/>
  </w:num>
  <w:num w:numId="30">
    <w:abstractNumId w:val="13"/>
  </w:num>
  <w:num w:numId="31">
    <w:abstractNumId w:val="34"/>
  </w:num>
  <w:num w:numId="32">
    <w:abstractNumId w:val="38"/>
  </w:num>
  <w:num w:numId="33">
    <w:abstractNumId w:val="31"/>
  </w:num>
  <w:num w:numId="34">
    <w:abstractNumId w:val="33"/>
  </w:num>
  <w:num w:numId="35">
    <w:abstractNumId w:val="29"/>
  </w:num>
  <w:num w:numId="36">
    <w:abstractNumId w:val="37"/>
  </w:num>
  <w:num w:numId="37">
    <w:abstractNumId w:val="10"/>
  </w:num>
  <w:num w:numId="38">
    <w:abstractNumId w:val="35"/>
  </w:num>
  <w:num w:numId="39">
    <w:abstractNumId w:val="40"/>
  </w:num>
  <w:num w:numId="40">
    <w:abstractNumId w:val="28"/>
  </w:num>
  <w:num w:numId="41">
    <w:abstractNumId w:val="16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9D5"/>
    <w:rsid w:val="00012BED"/>
    <w:rsid w:val="0001338A"/>
    <w:rsid w:val="00013A69"/>
    <w:rsid w:val="00013A79"/>
    <w:rsid w:val="00013B2C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8B5"/>
    <w:rsid w:val="00032CEC"/>
    <w:rsid w:val="0003324D"/>
    <w:rsid w:val="00033310"/>
    <w:rsid w:val="000333A8"/>
    <w:rsid w:val="000334D5"/>
    <w:rsid w:val="0003489F"/>
    <w:rsid w:val="00034C56"/>
    <w:rsid w:val="000354A4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0F7"/>
    <w:rsid w:val="0004030D"/>
    <w:rsid w:val="00040937"/>
    <w:rsid w:val="000410BE"/>
    <w:rsid w:val="0004162C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48B1"/>
    <w:rsid w:val="00045407"/>
    <w:rsid w:val="000455D5"/>
    <w:rsid w:val="00045E50"/>
    <w:rsid w:val="00046739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4B1C"/>
    <w:rsid w:val="00094CDE"/>
    <w:rsid w:val="00094E81"/>
    <w:rsid w:val="000958D6"/>
    <w:rsid w:val="00096515"/>
    <w:rsid w:val="00096B0B"/>
    <w:rsid w:val="00096C6F"/>
    <w:rsid w:val="00096FC0"/>
    <w:rsid w:val="00097CEE"/>
    <w:rsid w:val="000A03E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6B6"/>
    <w:rsid w:val="000A6C9B"/>
    <w:rsid w:val="000A6D7A"/>
    <w:rsid w:val="000A7007"/>
    <w:rsid w:val="000A75D8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2E0D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9B"/>
    <w:rsid w:val="000E32C6"/>
    <w:rsid w:val="000E358F"/>
    <w:rsid w:val="000E3923"/>
    <w:rsid w:val="000E44F5"/>
    <w:rsid w:val="000E4631"/>
    <w:rsid w:val="000E464E"/>
    <w:rsid w:val="000E4A82"/>
    <w:rsid w:val="000E4E5D"/>
    <w:rsid w:val="000E51CD"/>
    <w:rsid w:val="000E5738"/>
    <w:rsid w:val="000E7129"/>
    <w:rsid w:val="000E7264"/>
    <w:rsid w:val="000E7353"/>
    <w:rsid w:val="000E774B"/>
    <w:rsid w:val="000E786C"/>
    <w:rsid w:val="000E7D0A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C3B"/>
    <w:rsid w:val="000F7DE5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EF4"/>
    <w:rsid w:val="00111372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D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557"/>
    <w:rsid w:val="0014297A"/>
    <w:rsid w:val="00142AA2"/>
    <w:rsid w:val="00142B6C"/>
    <w:rsid w:val="0014334B"/>
    <w:rsid w:val="001438A4"/>
    <w:rsid w:val="00143969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808"/>
    <w:rsid w:val="00173E41"/>
    <w:rsid w:val="00173FDC"/>
    <w:rsid w:val="001740F2"/>
    <w:rsid w:val="00174484"/>
    <w:rsid w:val="00174958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492D"/>
    <w:rsid w:val="001853D1"/>
    <w:rsid w:val="00185A52"/>
    <w:rsid w:val="00185BAF"/>
    <w:rsid w:val="00185F21"/>
    <w:rsid w:val="00186343"/>
    <w:rsid w:val="00186F96"/>
    <w:rsid w:val="0018754C"/>
    <w:rsid w:val="00187D5D"/>
    <w:rsid w:val="001900B6"/>
    <w:rsid w:val="00190106"/>
    <w:rsid w:val="00190167"/>
    <w:rsid w:val="00190AAC"/>
    <w:rsid w:val="00191466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BEA"/>
    <w:rsid w:val="001A4EFF"/>
    <w:rsid w:val="001A50A3"/>
    <w:rsid w:val="001A5180"/>
    <w:rsid w:val="001A5273"/>
    <w:rsid w:val="001A5723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A78"/>
    <w:rsid w:val="001B0E07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4F"/>
    <w:rsid w:val="001B4CBB"/>
    <w:rsid w:val="001B4D8B"/>
    <w:rsid w:val="001B4DD5"/>
    <w:rsid w:val="001B4F15"/>
    <w:rsid w:val="001B5206"/>
    <w:rsid w:val="001B5A79"/>
    <w:rsid w:val="001B5BFB"/>
    <w:rsid w:val="001B5ED8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E2A"/>
    <w:rsid w:val="001C1007"/>
    <w:rsid w:val="001C196F"/>
    <w:rsid w:val="001C205F"/>
    <w:rsid w:val="001C2085"/>
    <w:rsid w:val="001C230C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30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A50"/>
    <w:rsid w:val="001D20F9"/>
    <w:rsid w:val="001D2470"/>
    <w:rsid w:val="001D28B8"/>
    <w:rsid w:val="001D2CFA"/>
    <w:rsid w:val="001D32FF"/>
    <w:rsid w:val="001D34B8"/>
    <w:rsid w:val="001D380E"/>
    <w:rsid w:val="001D40D4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B66"/>
    <w:rsid w:val="001F0D30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F1E"/>
    <w:rsid w:val="001F47DC"/>
    <w:rsid w:val="001F4AE2"/>
    <w:rsid w:val="001F4BD9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FB5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7B0F"/>
    <w:rsid w:val="00217E33"/>
    <w:rsid w:val="002200D5"/>
    <w:rsid w:val="00220320"/>
    <w:rsid w:val="00220443"/>
    <w:rsid w:val="00220DB8"/>
    <w:rsid w:val="00220F44"/>
    <w:rsid w:val="0022131C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600"/>
    <w:rsid w:val="002339B1"/>
    <w:rsid w:val="00233B5C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F3F"/>
    <w:rsid w:val="002441C0"/>
    <w:rsid w:val="00244255"/>
    <w:rsid w:val="00244FFC"/>
    <w:rsid w:val="0024517B"/>
    <w:rsid w:val="00245221"/>
    <w:rsid w:val="002452A8"/>
    <w:rsid w:val="002455E6"/>
    <w:rsid w:val="00245607"/>
    <w:rsid w:val="00245BE4"/>
    <w:rsid w:val="00246572"/>
    <w:rsid w:val="002465A4"/>
    <w:rsid w:val="00246CD3"/>
    <w:rsid w:val="002500CB"/>
    <w:rsid w:val="00250AD4"/>
    <w:rsid w:val="00250B90"/>
    <w:rsid w:val="0025143D"/>
    <w:rsid w:val="00251557"/>
    <w:rsid w:val="00251D42"/>
    <w:rsid w:val="002522C4"/>
    <w:rsid w:val="00252A5D"/>
    <w:rsid w:val="00252B6F"/>
    <w:rsid w:val="00252D21"/>
    <w:rsid w:val="00253023"/>
    <w:rsid w:val="0025314D"/>
    <w:rsid w:val="00254456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4FA6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8DC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7BB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505"/>
    <w:rsid w:val="002A65D0"/>
    <w:rsid w:val="002A67CA"/>
    <w:rsid w:val="002A6909"/>
    <w:rsid w:val="002A6DE2"/>
    <w:rsid w:val="002A7B1A"/>
    <w:rsid w:val="002A7F29"/>
    <w:rsid w:val="002B03CC"/>
    <w:rsid w:val="002B0737"/>
    <w:rsid w:val="002B0EFF"/>
    <w:rsid w:val="002B2215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5BF0"/>
    <w:rsid w:val="002D7198"/>
    <w:rsid w:val="002D724C"/>
    <w:rsid w:val="002D7483"/>
    <w:rsid w:val="002D7773"/>
    <w:rsid w:val="002E00D7"/>
    <w:rsid w:val="002E14DC"/>
    <w:rsid w:val="002E15D2"/>
    <w:rsid w:val="002E18EF"/>
    <w:rsid w:val="002E263D"/>
    <w:rsid w:val="002E2783"/>
    <w:rsid w:val="002E28AE"/>
    <w:rsid w:val="002E2FD7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435"/>
    <w:rsid w:val="002F3E8F"/>
    <w:rsid w:val="002F4112"/>
    <w:rsid w:val="002F496B"/>
    <w:rsid w:val="002F5503"/>
    <w:rsid w:val="002F583B"/>
    <w:rsid w:val="002F5A50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234"/>
    <w:rsid w:val="0031439A"/>
    <w:rsid w:val="0031456A"/>
    <w:rsid w:val="00314673"/>
    <w:rsid w:val="00314D2E"/>
    <w:rsid w:val="00315231"/>
    <w:rsid w:val="0031581C"/>
    <w:rsid w:val="003161EE"/>
    <w:rsid w:val="00316862"/>
    <w:rsid w:val="00316A18"/>
    <w:rsid w:val="00316E16"/>
    <w:rsid w:val="00316E76"/>
    <w:rsid w:val="00316E82"/>
    <w:rsid w:val="00316E9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746"/>
    <w:rsid w:val="00356C4B"/>
    <w:rsid w:val="003575FA"/>
    <w:rsid w:val="0036006D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592D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0E5A"/>
    <w:rsid w:val="003818E3"/>
    <w:rsid w:val="00381B5D"/>
    <w:rsid w:val="00381B70"/>
    <w:rsid w:val="00381E73"/>
    <w:rsid w:val="00381FF2"/>
    <w:rsid w:val="0038201F"/>
    <w:rsid w:val="00382BD6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A54"/>
    <w:rsid w:val="003D6912"/>
    <w:rsid w:val="003D6DCB"/>
    <w:rsid w:val="003D7255"/>
    <w:rsid w:val="003D7C44"/>
    <w:rsid w:val="003D7C7A"/>
    <w:rsid w:val="003E055B"/>
    <w:rsid w:val="003E11F4"/>
    <w:rsid w:val="003E126A"/>
    <w:rsid w:val="003E144F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36BF"/>
    <w:rsid w:val="003F41DB"/>
    <w:rsid w:val="003F4677"/>
    <w:rsid w:val="003F59C3"/>
    <w:rsid w:val="003F6A95"/>
    <w:rsid w:val="003F6D9A"/>
    <w:rsid w:val="003F75FB"/>
    <w:rsid w:val="003F79C8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EC5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51D8"/>
    <w:rsid w:val="00445CB5"/>
    <w:rsid w:val="0044605E"/>
    <w:rsid w:val="0044629E"/>
    <w:rsid w:val="00446783"/>
    <w:rsid w:val="00447A20"/>
    <w:rsid w:val="00447DD9"/>
    <w:rsid w:val="00450043"/>
    <w:rsid w:val="00450102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76B"/>
    <w:rsid w:val="00462E26"/>
    <w:rsid w:val="00462F11"/>
    <w:rsid w:val="0046320C"/>
    <w:rsid w:val="00463371"/>
    <w:rsid w:val="00463576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247"/>
    <w:rsid w:val="00472D9B"/>
    <w:rsid w:val="00472FB3"/>
    <w:rsid w:val="00473707"/>
    <w:rsid w:val="00473AF1"/>
    <w:rsid w:val="00473E4D"/>
    <w:rsid w:val="00473FAF"/>
    <w:rsid w:val="0047425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4EA4"/>
    <w:rsid w:val="004958EF"/>
    <w:rsid w:val="00496418"/>
    <w:rsid w:val="00496CF7"/>
    <w:rsid w:val="0049733D"/>
    <w:rsid w:val="00497D5A"/>
    <w:rsid w:val="00497F62"/>
    <w:rsid w:val="004A099C"/>
    <w:rsid w:val="004A0C48"/>
    <w:rsid w:val="004A121A"/>
    <w:rsid w:val="004A187A"/>
    <w:rsid w:val="004A18B9"/>
    <w:rsid w:val="004A1FBD"/>
    <w:rsid w:val="004A2136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FCF"/>
    <w:rsid w:val="004A7199"/>
    <w:rsid w:val="004A7585"/>
    <w:rsid w:val="004A784F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4C1B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13E"/>
    <w:rsid w:val="004C0B55"/>
    <w:rsid w:val="004C0FC8"/>
    <w:rsid w:val="004C167C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625F"/>
    <w:rsid w:val="004C6581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FA2"/>
    <w:rsid w:val="004D34E0"/>
    <w:rsid w:val="004D37D7"/>
    <w:rsid w:val="004D38D8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BDE"/>
    <w:rsid w:val="004E7281"/>
    <w:rsid w:val="004E797C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50C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D8"/>
    <w:rsid w:val="005244AB"/>
    <w:rsid w:val="00524621"/>
    <w:rsid w:val="005249E6"/>
    <w:rsid w:val="00525942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189C"/>
    <w:rsid w:val="005420EA"/>
    <w:rsid w:val="00542150"/>
    <w:rsid w:val="00542609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CBB"/>
    <w:rsid w:val="00560694"/>
    <w:rsid w:val="0056075E"/>
    <w:rsid w:val="005615C8"/>
    <w:rsid w:val="0056171D"/>
    <w:rsid w:val="00561C9A"/>
    <w:rsid w:val="005624E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986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4CCC"/>
    <w:rsid w:val="00575152"/>
    <w:rsid w:val="0057544C"/>
    <w:rsid w:val="0057637D"/>
    <w:rsid w:val="00576B42"/>
    <w:rsid w:val="00576EC6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B93"/>
    <w:rsid w:val="00583DC4"/>
    <w:rsid w:val="00583FA7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1305"/>
    <w:rsid w:val="00591656"/>
    <w:rsid w:val="00591E1F"/>
    <w:rsid w:val="00592017"/>
    <w:rsid w:val="00592292"/>
    <w:rsid w:val="00592B66"/>
    <w:rsid w:val="00592DBB"/>
    <w:rsid w:val="00592DC2"/>
    <w:rsid w:val="00592E6A"/>
    <w:rsid w:val="005937A4"/>
    <w:rsid w:val="00593A79"/>
    <w:rsid w:val="00593A98"/>
    <w:rsid w:val="0059453D"/>
    <w:rsid w:val="00594F7B"/>
    <w:rsid w:val="005952BD"/>
    <w:rsid w:val="00595351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C0F"/>
    <w:rsid w:val="005A2438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A79C9"/>
    <w:rsid w:val="005B0D02"/>
    <w:rsid w:val="005B121B"/>
    <w:rsid w:val="005B132D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9A4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23A7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9FA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775"/>
    <w:rsid w:val="005F3A0D"/>
    <w:rsid w:val="005F4768"/>
    <w:rsid w:val="005F4BF8"/>
    <w:rsid w:val="005F5715"/>
    <w:rsid w:val="005F5742"/>
    <w:rsid w:val="005F5D24"/>
    <w:rsid w:val="005F5E71"/>
    <w:rsid w:val="005F5E98"/>
    <w:rsid w:val="005F64C3"/>
    <w:rsid w:val="005F7997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6F4"/>
    <w:rsid w:val="00607D49"/>
    <w:rsid w:val="00607E90"/>
    <w:rsid w:val="0061004A"/>
    <w:rsid w:val="00610099"/>
    <w:rsid w:val="006107A6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17C5A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3E67"/>
    <w:rsid w:val="0062404B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06F"/>
    <w:rsid w:val="00635338"/>
    <w:rsid w:val="006360E3"/>
    <w:rsid w:val="006362F0"/>
    <w:rsid w:val="006364EC"/>
    <w:rsid w:val="006370AB"/>
    <w:rsid w:val="00637898"/>
    <w:rsid w:val="00637B0A"/>
    <w:rsid w:val="00637D0B"/>
    <w:rsid w:val="0064005F"/>
    <w:rsid w:val="00640385"/>
    <w:rsid w:val="006408CC"/>
    <w:rsid w:val="00640BF8"/>
    <w:rsid w:val="00640EBC"/>
    <w:rsid w:val="006412D3"/>
    <w:rsid w:val="00641E7D"/>
    <w:rsid w:val="00642226"/>
    <w:rsid w:val="006427E3"/>
    <w:rsid w:val="00642A94"/>
    <w:rsid w:val="00643113"/>
    <w:rsid w:val="00643AD8"/>
    <w:rsid w:val="00644277"/>
    <w:rsid w:val="006444E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279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53F5"/>
    <w:rsid w:val="006756DA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ACE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3073"/>
    <w:rsid w:val="006A3868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D94"/>
    <w:rsid w:val="006A7E80"/>
    <w:rsid w:val="006B05F3"/>
    <w:rsid w:val="006B0F8B"/>
    <w:rsid w:val="006B0F9D"/>
    <w:rsid w:val="006B1026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59A2"/>
    <w:rsid w:val="006C6510"/>
    <w:rsid w:val="006C75FC"/>
    <w:rsid w:val="006C7D94"/>
    <w:rsid w:val="006D0494"/>
    <w:rsid w:val="006D05B1"/>
    <w:rsid w:val="006D1D16"/>
    <w:rsid w:val="006D20B3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045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710A"/>
    <w:rsid w:val="006F73EB"/>
    <w:rsid w:val="006F7654"/>
    <w:rsid w:val="006F7C20"/>
    <w:rsid w:val="006F7D49"/>
    <w:rsid w:val="0070026C"/>
    <w:rsid w:val="00700A95"/>
    <w:rsid w:val="00700D8C"/>
    <w:rsid w:val="007010AD"/>
    <w:rsid w:val="00701101"/>
    <w:rsid w:val="007016CF"/>
    <w:rsid w:val="007021A9"/>
    <w:rsid w:val="00702961"/>
    <w:rsid w:val="00702EB8"/>
    <w:rsid w:val="0070317A"/>
    <w:rsid w:val="00703876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5236"/>
    <w:rsid w:val="00716E9E"/>
    <w:rsid w:val="00716F5A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CD9"/>
    <w:rsid w:val="00737D02"/>
    <w:rsid w:val="00737D18"/>
    <w:rsid w:val="00737D79"/>
    <w:rsid w:val="007400EB"/>
    <w:rsid w:val="007404CA"/>
    <w:rsid w:val="00741136"/>
    <w:rsid w:val="00741B1D"/>
    <w:rsid w:val="007420B3"/>
    <w:rsid w:val="00742204"/>
    <w:rsid w:val="007425E9"/>
    <w:rsid w:val="00742752"/>
    <w:rsid w:val="00743EA0"/>
    <w:rsid w:val="0074416A"/>
    <w:rsid w:val="0074444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97B"/>
    <w:rsid w:val="00747C80"/>
    <w:rsid w:val="0075006F"/>
    <w:rsid w:val="00750DD5"/>
    <w:rsid w:val="007512A0"/>
    <w:rsid w:val="00751E23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387"/>
    <w:rsid w:val="0076343F"/>
    <w:rsid w:val="00763831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F87"/>
    <w:rsid w:val="00775FFB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37EA"/>
    <w:rsid w:val="00784386"/>
    <w:rsid w:val="0078449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C0D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C2"/>
    <w:rsid w:val="007A21F1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70EA"/>
    <w:rsid w:val="007A71AC"/>
    <w:rsid w:val="007A74C2"/>
    <w:rsid w:val="007A7903"/>
    <w:rsid w:val="007B007F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F91"/>
    <w:rsid w:val="007B5021"/>
    <w:rsid w:val="007B57C8"/>
    <w:rsid w:val="007B6086"/>
    <w:rsid w:val="007B6690"/>
    <w:rsid w:val="007B72FE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2F38"/>
    <w:rsid w:val="007C317E"/>
    <w:rsid w:val="007C31AF"/>
    <w:rsid w:val="007C3807"/>
    <w:rsid w:val="007C3FDD"/>
    <w:rsid w:val="007C4567"/>
    <w:rsid w:val="007C4AB3"/>
    <w:rsid w:val="007C4BB6"/>
    <w:rsid w:val="007C53B6"/>
    <w:rsid w:val="007C615F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359"/>
    <w:rsid w:val="007D36AD"/>
    <w:rsid w:val="007D44B9"/>
    <w:rsid w:val="007D489B"/>
    <w:rsid w:val="007D48C4"/>
    <w:rsid w:val="007D508D"/>
    <w:rsid w:val="007D5CC1"/>
    <w:rsid w:val="007D635A"/>
    <w:rsid w:val="007D7322"/>
    <w:rsid w:val="007D750A"/>
    <w:rsid w:val="007D7ABE"/>
    <w:rsid w:val="007D7D37"/>
    <w:rsid w:val="007E15AE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3366"/>
    <w:rsid w:val="008139F0"/>
    <w:rsid w:val="00813A45"/>
    <w:rsid w:val="00814143"/>
    <w:rsid w:val="00814785"/>
    <w:rsid w:val="00814BE0"/>
    <w:rsid w:val="00814F89"/>
    <w:rsid w:val="00815287"/>
    <w:rsid w:val="00815B65"/>
    <w:rsid w:val="00815D55"/>
    <w:rsid w:val="008162C1"/>
    <w:rsid w:val="008162C7"/>
    <w:rsid w:val="0081645A"/>
    <w:rsid w:val="008165BB"/>
    <w:rsid w:val="008168AD"/>
    <w:rsid w:val="008168E2"/>
    <w:rsid w:val="00817007"/>
    <w:rsid w:val="00817085"/>
    <w:rsid w:val="008173F2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8D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262E"/>
    <w:rsid w:val="00852B6C"/>
    <w:rsid w:val="008533FD"/>
    <w:rsid w:val="00853EAC"/>
    <w:rsid w:val="008542D1"/>
    <w:rsid w:val="00854CE8"/>
    <w:rsid w:val="008553B7"/>
    <w:rsid w:val="00855E2E"/>
    <w:rsid w:val="00855F21"/>
    <w:rsid w:val="008561FB"/>
    <w:rsid w:val="008563E8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10DD"/>
    <w:rsid w:val="008910E4"/>
    <w:rsid w:val="00891CFD"/>
    <w:rsid w:val="00891E44"/>
    <w:rsid w:val="00892545"/>
    <w:rsid w:val="00892DDC"/>
    <w:rsid w:val="00893276"/>
    <w:rsid w:val="008933A5"/>
    <w:rsid w:val="00893BC3"/>
    <w:rsid w:val="00895194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DBC"/>
    <w:rsid w:val="008A1469"/>
    <w:rsid w:val="008A14FD"/>
    <w:rsid w:val="008A17E5"/>
    <w:rsid w:val="008A1CD6"/>
    <w:rsid w:val="008A2789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560"/>
    <w:rsid w:val="008B4E3B"/>
    <w:rsid w:val="008B4FE9"/>
    <w:rsid w:val="008B5729"/>
    <w:rsid w:val="008B5913"/>
    <w:rsid w:val="008B5CD3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A8"/>
    <w:rsid w:val="008D7045"/>
    <w:rsid w:val="008D759B"/>
    <w:rsid w:val="008D7BC5"/>
    <w:rsid w:val="008D7D18"/>
    <w:rsid w:val="008D7EF0"/>
    <w:rsid w:val="008D7FAD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AE3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349"/>
    <w:rsid w:val="00925C2E"/>
    <w:rsid w:val="00926B5D"/>
    <w:rsid w:val="00926F48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CFE"/>
    <w:rsid w:val="009328FE"/>
    <w:rsid w:val="00933032"/>
    <w:rsid w:val="00933140"/>
    <w:rsid w:val="0093366A"/>
    <w:rsid w:val="009341DA"/>
    <w:rsid w:val="0093439B"/>
    <w:rsid w:val="00934D68"/>
    <w:rsid w:val="00936123"/>
    <w:rsid w:val="0093640D"/>
    <w:rsid w:val="00937111"/>
    <w:rsid w:val="009372FF"/>
    <w:rsid w:val="009375E9"/>
    <w:rsid w:val="0094274B"/>
    <w:rsid w:val="0094307F"/>
    <w:rsid w:val="00943344"/>
    <w:rsid w:val="0094346B"/>
    <w:rsid w:val="00943900"/>
    <w:rsid w:val="00943F02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F59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968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DC"/>
    <w:rsid w:val="00973A76"/>
    <w:rsid w:val="00973EBE"/>
    <w:rsid w:val="00974195"/>
    <w:rsid w:val="009743DF"/>
    <w:rsid w:val="009744B9"/>
    <w:rsid w:val="00974795"/>
    <w:rsid w:val="00974886"/>
    <w:rsid w:val="00974D24"/>
    <w:rsid w:val="009758CD"/>
    <w:rsid w:val="0097598F"/>
    <w:rsid w:val="00975B6D"/>
    <w:rsid w:val="0097699B"/>
    <w:rsid w:val="009769FB"/>
    <w:rsid w:val="009777D2"/>
    <w:rsid w:val="009778F1"/>
    <w:rsid w:val="00977CA3"/>
    <w:rsid w:val="00977D02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A0F"/>
    <w:rsid w:val="009A26F5"/>
    <w:rsid w:val="009A2843"/>
    <w:rsid w:val="009A2B5B"/>
    <w:rsid w:val="009A3673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6F9D"/>
    <w:rsid w:val="009A7239"/>
    <w:rsid w:val="009B00E5"/>
    <w:rsid w:val="009B0D52"/>
    <w:rsid w:val="009B0F54"/>
    <w:rsid w:val="009B0F6A"/>
    <w:rsid w:val="009B16BD"/>
    <w:rsid w:val="009B1A81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F2"/>
    <w:rsid w:val="009C3D27"/>
    <w:rsid w:val="009C4418"/>
    <w:rsid w:val="009C47BF"/>
    <w:rsid w:val="009C4BAB"/>
    <w:rsid w:val="009C5D2B"/>
    <w:rsid w:val="009C5E2C"/>
    <w:rsid w:val="009C5ECA"/>
    <w:rsid w:val="009C61A6"/>
    <w:rsid w:val="009C669C"/>
    <w:rsid w:val="009C6D52"/>
    <w:rsid w:val="009C73F7"/>
    <w:rsid w:val="009C745D"/>
    <w:rsid w:val="009C749B"/>
    <w:rsid w:val="009C7611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F2"/>
    <w:rsid w:val="009E1FA5"/>
    <w:rsid w:val="009E2966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F029E"/>
    <w:rsid w:val="009F02B7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5F83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98E"/>
    <w:rsid w:val="00A21DB9"/>
    <w:rsid w:val="00A227FE"/>
    <w:rsid w:val="00A22C1C"/>
    <w:rsid w:val="00A232FF"/>
    <w:rsid w:val="00A2361B"/>
    <w:rsid w:val="00A23888"/>
    <w:rsid w:val="00A23D2C"/>
    <w:rsid w:val="00A2411F"/>
    <w:rsid w:val="00A24156"/>
    <w:rsid w:val="00A243A2"/>
    <w:rsid w:val="00A247EF"/>
    <w:rsid w:val="00A24AAD"/>
    <w:rsid w:val="00A24E16"/>
    <w:rsid w:val="00A24EE9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B59"/>
    <w:rsid w:val="00A36C44"/>
    <w:rsid w:val="00A36D16"/>
    <w:rsid w:val="00A37086"/>
    <w:rsid w:val="00A37565"/>
    <w:rsid w:val="00A377B4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AE"/>
    <w:rsid w:val="00A4791A"/>
    <w:rsid w:val="00A502A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39B"/>
    <w:rsid w:val="00A55753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92F"/>
    <w:rsid w:val="00A90B01"/>
    <w:rsid w:val="00A90FA0"/>
    <w:rsid w:val="00A91AE5"/>
    <w:rsid w:val="00A9240E"/>
    <w:rsid w:val="00A92C6F"/>
    <w:rsid w:val="00A92D12"/>
    <w:rsid w:val="00A92ED4"/>
    <w:rsid w:val="00A93293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35BF"/>
    <w:rsid w:val="00AA398F"/>
    <w:rsid w:val="00AA39C4"/>
    <w:rsid w:val="00AA3BD3"/>
    <w:rsid w:val="00AA3C07"/>
    <w:rsid w:val="00AA3E9F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D5"/>
    <w:rsid w:val="00AB11F9"/>
    <w:rsid w:val="00AB1D1B"/>
    <w:rsid w:val="00AB1EE7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7FD7"/>
    <w:rsid w:val="00AC0319"/>
    <w:rsid w:val="00AC0CD1"/>
    <w:rsid w:val="00AC1B44"/>
    <w:rsid w:val="00AC2081"/>
    <w:rsid w:val="00AC279D"/>
    <w:rsid w:val="00AC2807"/>
    <w:rsid w:val="00AC2BD4"/>
    <w:rsid w:val="00AC2D67"/>
    <w:rsid w:val="00AC307D"/>
    <w:rsid w:val="00AC319C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7EB7"/>
    <w:rsid w:val="00AC7ED0"/>
    <w:rsid w:val="00AD0052"/>
    <w:rsid w:val="00AD02A4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3EE4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6F3"/>
    <w:rsid w:val="00AF7707"/>
    <w:rsid w:val="00AF7A8F"/>
    <w:rsid w:val="00AF7E71"/>
    <w:rsid w:val="00B0043A"/>
    <w:rsid w:val="00B00E34"/>
    <w:rsid w:val="00B00F6F"/>
    <w:rsid w:val="00B01B92"/>
    <w:rsid w:val="00B01C66"/>
    <w:rsid w:val="00B01CFE"/>
    <w:rsid w:val="00B021F7"/>
    <w:rsid w:val="00B02463"/>
    <w:rsid w:val="00B02662"/>
    <w:rsid w:val="00B02E6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CAB"/>
    <w:rsid w:val="00B2028C"/>
    <w:rsid w:val="00B2087E"/>
    <w:rsid w:val="00B2137C"/>
    <w:rsid w:val="00B215B0"/>
    <w:rsid w:val="00B216A3"/>
    <w:rsid w:val="00B219B0"/>
    <w:rsid w:val="00B21E4D"/>
    <w:rsid w:val="00B222CB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654B"/>
    <w:rsid w:val="00B265AC"/>
    <w:rsid w:val="00B278DA"/>
    <w:rsid w:val="00B300B7"/>
    <w:rsid w:val="00B30CD5"/>
    <w:rsid w:val="00B30F5A"/>
    <w:rsid w:val="00B30FCE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600DC"/>
    <w:rsid w:val="00B60531"/>
    <w:rsid w:val="00B60649"/>
    <w:rsid w:val="00B6064F"/>
    <w:rsid w:val="00B60DC9"/>
    <w:rsid w:val="00B616CB"/>
    <w:rsid w:val="00B6235E"/>
    <w:rsid w:val="00B62440"/>
    <w:rsid w:val="00B62C4D"/>
    <w:rsid w:val="00B63F6B"/>
    <w:rsid w:val="00B64390"/>
    <w:rsid w:val="00B654EE"/>
    <w:rsid w:val="00B657D9"/>
    <w:rsid w:val="00B66E95"/>
    <w:rsid w:val="00B677CE"/>
    <w:rsid w:val="00B70443"/>
    <w:rsid w:val="00B70BD2"/>
    <w:rsid w:val="00B70CC4"/>
    <w:rsid w:val="00B715C3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2036"/>
    <w:rsid w:val="00B8212F"/>
    <w:rsid w:val="00B82646"/>
    <w:rsid w:val="00B82909"/>
    <w:rsid w:val="00B82CC1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A5F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EDD"/>
    <w:rsid w:val="00BB00A4"/>
    <w:rsid w:val="00BB02CE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9D9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1451"/>
    <w:rsid w:val="00BD1D43"/>
    <w:rsid w:val="00BD1ECB"/>
    <w:rsid w:val="00BD20EC"/>
    <w:rsid w:val="00BD2186"/>
    <w:rsid w:val="00BD2DD0"/>
    <w:rsid w:val="00BD2FC8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5D5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732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4DFF"/>
    <w:rsid w:val="00BF5063"/>
    <w:rsid w:val="00BF50C6"/>
    <w:rsid w:val="00BF5349"/>
    <w:rsid w:val="00BF56BB"/>
    <w:rsid w:val="00BF580D"/>
    <w:rsid w:val="00BF5B84"/>
    <w:rsid w:val="00BF5BA7"/>
    <w:rsid w:val="00BF6A0A"/>
    <w:rsid w:val="00BF6B7E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2B15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3C93"/>
    <w:rsid w:val="00C751F9"/>
    <w:rsid w:val="00C761DD"/>
    <w:rsid w:val="00C76206"/>
    <w:rsid w:val="00C76736"/>
    <w:rsid w:val="00C76E7A"/>
    <w:rsid w:val="00C76FEC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19A1"/>
    <w:rsid w:val="00C82052"/>
    <w:rsid w:val="00C82F2C"/>
    <w:rsid w:val="00C82F78"/>
    <w:rsid w:val="00C8345A"/>
    <w:rsid w:val="00C8365C"/>
    <w:rsid w:val="00C83716"/>
    <w:rsid w:val="00C842FB"/>
    <w:rsid w:val="00C845C1"/>
    <w:rsid w:val="00C8471E"/>
    <w:rsid w:val="00C85D37"/>
    <w:rsid w:val="00C85FC1"/>
    <w:rsid w:val="00C86E9B"/>
    <w:rsid w:val="00C87583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77"/>
    <w:rsid w:val="00CA21A6"/>
    <w:rsid w:val="00CA2B1C"/>
    <w:rsid w:val="00CA3072"/>
    <w:rsid w:val="00CA3364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698"/>
    <w:rsid w:val="00CA5773"/>
    <w:rsid w:val="00CA6A77"/>
    <w:rsid w:val="00CA6AAB"/>
    <w:rsid w:val="00CA71A2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06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C2A"/>
    <w:rsid w:val="00CC32F1"/>
    <w:rsid w:val="00CC35C6"/>
    <w:rsid w:val="00CC3F63"/>
    <w:rsid w:val="00CC3FF0"/>
    <w:rsid w:val="00CC417E"/>
    <w:rsid w:val="00CC4ADB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0DA2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E81"/>
    <w:rsid w:val="00CF0ECB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8A"/>
    <w:rsid w:val="00CF24CD"/>
    <w:rsid w:val="00CF27BA"/>
    <w:rsid w:val="00CF29CF"/>
    <w:rsid w:val="00CF344A"/>
    <w:rsid w:val="00CF3593"/>
    <w:rsid w:val="00CF3EAA"/>
    <w:rsid w:val="00CF3F75"/>
    <w:rsid w:val="00CF4CE4"/>
    <w:rsid w:val="00CF5053"/>
    <w:rsid w:val="00CF5D69"/>
    <w:rsid w:val="00CF5F98"/>
    <w:rsid w:val="00CF61CA"/>
    <w:rsid w:val="00CF64AE"/>
    <w:rsid w:val="00CF6AD8"/>
    <w:rsid w:val="00CF6E5C"/>
    <w:rsid w:val="00CF6F85"/>
    <w:rsid w:val="00CF7173"/>
    <w:rsid w:val="00CF7210"/>
    <w:rsid w:val="00CF784A"/>
    <w:rsid w:val="00CF7D18"/>
    <w:rsid w:val="00D00721"/>
    <w:rsid w:val="00D008A0"/>
    <w:rsid w:val="00D00B66"/>
    <w:rsid w:val="00D01079"/>
    <w:rsid w:val="00D01ACA"/>
    <w:rsid w:val="00D01CAD"/>
    <w:rsid w:val="00D04AC9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556"/>
    <w:rsid w:val="00D15AEE"/>
    <w:rsid w:val="00D15C14"/>
    <w:rsid w:val="00D1645B"/>
    <w:rsid w:val="00D1679D"/>
    <w:rsid w:val="00D167AF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6D92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23CD"/>
    <w:rsid w:val="00D33342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082"/>
    <w:rsid w:val="00D361F9"/>
    <w:rsid w:val="00D36938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21C4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2F2"/>
    <w:rsid w:val="00D45354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330B"/>
    <w:rsid w:val="00D53B6C"/>
    <w:rsid w:val="00D54D39"/>
    <w:rsid w:val="00D54E85"/>
    <w:rsid w:val="00D54F24"/>
    <w:rsid w:val="00D54F80"/>
    <w:rsid w:val="00D5524B"/>
    <w:rsid w:val="00D552CB"/>
    <w:rsid w:val="00D556E0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7E3"/>
    <w:rsid w:val="00D63F81"/>
    <w:rsid w:val="00D6409A"/>
    <w:rsid w:val="00D64499"/>
    <w:rsid w:val="00D646E6"/>
    <w:rsid w:val="00D64DF8"/>
    <w:rsid w:val="00D64FA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2E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211D"/>
    <w:rsid w:val="00D929C1"/>
    <w:rsid w:val="00D9330C"/>
    <w:rsid w:val="00D935CA"/>
    <w:rsid w:val="00D938E0"/>
    <w:rsid w:val="00D9394F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7022"/>
    <w:rsid w:val="00DA7467"/>
    <w:rsid w:val="00DA760A"/>
    <w:rsid w:val="00DA7C74"/>
    <w:rsid w:val="00DA7EF1"/>
    <w:rsid w:val="00DB0398"/>
    <w:rsid w:val="00DB09BF"/>
    <w:rsid w:val="00DB1021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B5A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D7E"/>
    <w:rsid w:val="00E05FD2"/>
    <w:rsid w:val="00E06E3F"/>
    <w:rsid w:val="00E06E7F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30CD"/>
    <w:rsid w:val="00E1327A"/>
    <w:rsid w:val="00E13368"/>
    <w:rsid w:val="00E13690"/>
    <w:rsid w:val="00E13808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0E1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3A9"/>
    <w:rsid w:val="00E3454B"/>
    <w:rsid w:val="00E3513D"/>
    <w:rsid w:val="00E359E8"/>
    <w:rsid w:val="00E36A1D"/>
    <w:rsid w:val="00E36DAC"/>
    <w:rsid w:val="00E370A0"/>
    <w:rsid w:val="00E40EE9"/>
    <w:rsid w:val="00E40F40"/>
    <w:rsid w:val="00E4131E"/>
    <w:rsid w:val="00E41335"/>
    <w:rsid w:val="00E4146E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69DA"/>
    <w:rsid w:val="00E67078"/>
    <w:rsid w:val="00E6760D"/>
    <w:rsid w:val="00E6799E"/>
    <w:rsid w:val="00E67C1E"/>
    <w:rsid w:val="00E7064F"/>
    <w:rsid w:val="00E707E2"/>
    <w:rsid w:val="00E7108B"/>
    <w:rsid w:val="00E7126E"/>
    <w:rsid w:val="00E71F10"/>
    <w:rsid w:val="00E725A1"/>
    <w:rsid w:val="00E72AB3"/>
    <w:rsid w:val="00E72D07"/>
    <w:rsid w:val="00E72F93"/>
    <w:rsid w:val="00E7392E"/>
    <w:rsid w:val="00E739B4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FB3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64FD"/>
    <w:rsid w:val="00EB668B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48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3AF4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9FC"/>
    <w:rsid w:val="00F03F01"/>
    <w:rsid w:val="00F04142"/>
    <w:rsid w:val="00F044D1"/>
    <w:rsid w:val="00F04EA0"/>
    <w:rsid w:val="00F05211"/>
    <w:rsid w:val="00F0564C"/>
    <w:rsid w:val="00F05652"/>
    <w:rsid w:val="00F061CB"/>
    <w:rsid w:val="00F06883"/>
    <w:rsid w:val="00F07631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4EAD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833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685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18B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2DE"/>
    <w:rsid w:val="00F8282A"/>
    <w:rsid w:val="00F82B47"/>
    <w:rsid w:val="00F83940"/>
    <w:rsid w:val="00F84308"/>
    <w:rsid w:val="00F8461D"/>
    <w:rsid w:val="00F84EF3"/>
    <w:rsid w:val="00F85870"/>
    <w:rsid w:val="00F86259"/>
    <w:rsid w:val="00F868D5"/>
    <w:rsid w:val="00F8699B"/>
    <w:rsid w:val="00F86E04"/>
    <w:rsid w:val="00F87071"/>
    <w:rsid w:val="00F874A0"/>
    <w:rsid w:val="00F876A9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97FCB"/>
    <w:rsid w:val="00FA05C0"/>
    <w:rsid w:val="00FA08E0"/>
    <w:rsid w:val="00FA0A53"/>
    <w:rsid w:val="00FA0CBC"/>
    <w:rsid w:val="00FA135F"/>
    <w:rsid w:val="00FA218E"/>
    <w:rsid w:val="00FA21C0"/>
    <w:rsid w:val="00FA2431"/>
    <w:rsid w:val="00FA294D"/>
    <w:rsid w:val="00FA296B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71D7"/>
    <w:rsid w:val="00FA7644"/>
    <w:rsid w:val="00FA7747"/>
    <w:rsid w:val="00FA79EF"/>
    <w:rsid w:val="00FB01D4"/>
    <w:rsid w:val="00FB0394"/>
    <w:rsid w:val="00FB06DD"/>
    <w:rsid w:val="00FB0748"/>
    <w:rsid w:val="00FB0ED1"/>
    <w:rsid w:val="00FB1824"/>
    <w:rsid w:val="00FB1955"/>
    <w:rsid w:val="00FB19A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77B0"/>
    <w:rsid w:val="00FB796E"/>
    <w:rsid w:val="00FB7C64"/>
    <w:rsid w:val="00FB7C97"/>
    <w:rsid w:val="00FB7D77"/>
    <w:rsid w:val="00FC0222"/>
    <w:rsid w:val="00FC096F"/>
    <w:rsid w:val="00FC1174"/>
    <w:rsid w:val="00FC1A34"/>
    <w:rsid w:val="00FC1AF0"/>
    <w:rsid w:val="00FC1DE7"/>
    <w:rsid w:val="00FC1EE6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2582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506C"/>
    <w:rsid w:val="00FE5851"/>
    <w:rsid w:val="00FE5D81"/>
    <w:rsid w:val="00FE64B0"/>
    <w:rsid w:val="00FE66EC"/>
    <w:rsid w:val="00FE6CBF"/>
    <w:rsid w:val="00FE71D3"/>
    <w:rsid w:val="00FE7540"/>
    <w:rsid w:val="00FE7597"/>
    <w:rsid w:val="00FE7A85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BEB2CEF"/>
  <w15:docId w15:val="{DC7D0606-B2E5-4402-9DEF-DC7FEF002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1F909-7760-45DA-AAD0-9713E560C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</TotalTime>
  <Pages>3</Pages>
  <Words>468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Somjai, Nigonyanont</cp:lastModifiedBy>
  <cp:revision>3</cp:revision>
  <cp:lastPrinted>2020-08-07T15:50:00Z</cp:lastPrinted>
  <dcterms:created xsi:type="dcterms:W3CDTF">2020-08-07T20:58:00Z</dcterms:created>
  <dcterms:modified xsi:type="dcterms:W3CDTF">2020-08-07T21:03:00Z</dcterms:modified>
</cp:coreProperties>
</file>