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03775" w14:textId="77777777" w:rsidR="00A45E3C" w:rsidRPr="00E26742" w:rsidRDefault="001475F5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>
        <w:rPr>
          <w:rFonts w:ascii="Angsana New" w:hAnsi="Angsana New"/>
          <w:sz w:val="52"/>
          <w:szCs w:val="52"/>
          <w:cs/>
        </w:rPr>
        <w:tab/>
      </w:r>
      <w:r w:rsidR="00003652">
        <w:rPr>
          <w:rFonts w:ascii="Angsana New" w:hAnsi="Angsana New"/>
          <w:sz w:val="52"/>
          <w:szCs w:val="52"/>
        </w:rPr>
        <w:tab/>
      </w:r>
      <w:r w:rsidR="000B7586">
        <w:rPr>
          <w:rFonts w:ascii="Angsana New" w:hAnsi="Angsana New"/>
          <w:sz w:val="52"/>
          <w:szCs w:val="52"/>
        </w:rPr>
        <w:t xml:space="preserve"> </w:t>
      </w:r>
    </w:p>
    <w:p w14:paraId="7E2C7ED5" w14:textId="77777777" w:rsidR="00DF5E7B" w:rsidRPr="00E26742" w:rsidRDefault="00DF5E7B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14:paraId="0C0AB0FC" w14:textId="77777777"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13473EA" w14:textId="77777777"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244F8C9C" w14:textId="77777777"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AD203C8" w14:textId="77777777" w:rsidR="00A45E3C" w:rsidRPr="00E26742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05E7D199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6B55A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="00E2291E" w:rsidRPr="006B55A3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6B55A3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="00B92277" w:rsidRPr="006B55A3">
        <w:rPr>
          <w:rFonts w:ascii="Angsana New" w:hAnsi="Angsana New"/>
          <w:b/>
          <w:bCs/>
          <w:sz w:val="52"/>
          <w:szCs w:val="52"/>
        </w:rPr>
        <w:t xml:space="preserve"> </w:t>
      </w:r>
      <w:r w:rsidRPr="006B55A3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14:paraId="29608811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6B55A3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7750B177" w14:textId="77777777" w:rsidR="00A45E3C" w:rsidRPr="006B55A3" w:rsidRDefault="00A45E3C" w:rsidP="00924B7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14:paraId="6DB51265" w14:textId="77777777" w:rsidR="001F2D2C" w:rsidRPr="006B55A3" w:rsidRDefault="007A196F" w:rsidP="001F2D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6B55A3">
        <w:rPr>
          <w:rFonts w:ascii="Angsana New" w:hAnsi="Angsana New"/>
          <w:sz w:val="32"/>
          <w:szCs w:val="32"/>
          <w:cs/>
        </w:rPr>
        <w:t>งบการเงินระหว่างกาลแบบย่อ</w:t>
      </w:r>
      <w:r w:rsidR="00DD0B81" w:rsidRPr="006B55A3">
        <w:rPr>
          <w:rFonts w:ascii="Angsana New" w:hAnsi="Angsana New"/>
          <w:sz w:val="32"/>
          <w:szCs w:val="32"/>
        </w:rPr>
        <w:tab/>
      </w:r>
    </w:p>
    <w:p w14:paraId="568FA9BF" w14:textId="77777777" w:rsidR="00A45E3C" w:rsidRPr="006B55A3" w:rsidRDefault="001F2D2C" w:rsidP="001F2D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  <w:cs/>
        </w:rPr>
      </w:pPr>
      <w:r w:rsidRPr="006B55A3">
        <w:rPr>
          <w:rFonts w:ascii="Angsana New" w:hAnsi="Angsana New"/>
          <w:sz w:val="32"/>
          <w:szCs w:val="32"/>
          <w:cs/>
        </w:rPr>
        <w:t>สำหรับงวด</w:t>
      </w:r>
      <w:r w:rsidRPr="006B55A3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02310B">
        <w:rPr>
          <w:rFonts w:ascii="Angsana New" w:hAnsi="Angsana New" w:hint="cs"/>
          <w:sz w:val="32"/>
          <w:szCs w:val="32"/>
          <w:cs/>
        </w:rPr>
        <w:t>เก้า</w:t>
      </w:r>
      <w:r w:rsidRPr="006B55A3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z w:val="32"/>
          <w:szCs w:val="32"/>
        </w:rPr>
        <w:t>3</w:t>
      </w:r>
      <w:r w:rsidR="007D2D10" w:rsidRPr="006B55A3">
        <w:rPr>
          <w:rFonts w:ascii="Angsana New" w:hAnsi="Angsana New" w:hint="cs"/>
          <w:sz w:val="32"/>
          <w:szCs w:val="32"/>
        </w:rPr>
        <w:t>0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="0002310B">
        <w:rPr>
          <w:rFonts w:ascii="Angsana New" w:hAnsi="Angsana New" w:hint="cs"/>
          <w:sz w:val="32"/>
          <w:szCs w:val="32"/>
          <w:cs/>
        </w:rPr>
        <w:t>กันยายน</w:t>
      </w:r>
      <w:r w:rsidR="000B2C3A" w:rsidRPr="006B55A3">
        <w:rPr>
          <w:rFonts w:ascii="Angsana New" w:hAnsi="Angsana New"/>
          <w:sz w:val="32"/>
          <w:szCs w:val="32"/>
          <w:cs/>
        </w:rPr>
        <w:t xml:space="preserve"> </w:t>
      </w:r>
      <w:r w:rsidR="000B2C3A" w:rsidRPr="006B55A3">
        <w:rPr>
          <w:rFonts w:ascii="Angsana New" w:hAnsi="Angsana New"/>
          <w:sz w:val="32"/>
          <w:szCs w:val="32"/>
        </w:rPr>
        <w:t>25</w:t>
      </w:r>
      <w:r w:rsidR="00E2291E" w:rsidRPr="006B55A3">
        <w:rPr>
          <w:rFonts w:ascii="Angsana New" w:hAnsi="Angsana New"/>
          <w:sz w:val="32"/>
          <w:szCs w:val="32"/>
        </w:rPr>
        <w:t>62</w:t>
      </w:r>
    </w:p>
    <w:p w14:paraId="606FE45E" w14:textId="77777777" w:rsidR="00A45E3C" w:rsidRPr="006B55A3" w:rsidRDefault="00A45E3C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3F98DE23" w14:textId="77777777" w:rsidR="00A45E3C" w:rsidRPr="006B55A3" w:rsidRDefault="00CF5F98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="00753BC9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="00A45E3C" w:rsidRPr="006B55A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68EC572" w14:textId="77777777" w:rsidR="00A45E3C" w:rsidRPr="006B55A3" w:rsidRDefault="00A45E3C" w:rsidP="009B7B1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0E39935D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A45E3C" w:rsidRPr="006B55A3" w:rsidSect="004535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51D70E4E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424CB707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4166894" w14:textId="77777777" w:rsidR="00D87CE2" w:rsidRPr="006B55A3" w:rsidRDefault="00D87CE2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3AB6B1DC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DD21254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4F15C5FB" w14:textId="77777777" w:rsidR="00A45E3C" w:rsidRPr="006B55A3" w:rsidRDefault="00A45E3C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1590122" w14:textId="77777777" w:rsidR="005E45D2" w:rsidRPr="006B55A3" w:rsidRDefault="005E45D2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8D2BC0" w14:textId="77777777" w:rsidR="00F6477A" w:rsidRPr="006B55A3" w:rsidRDefault="00F6477A" w:rsidP="00924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8D439A5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6B55A3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0B4410F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E30DFA6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6B55A3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4400BF3E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BB5827D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ณ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3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="0002310B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2562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สำหรับงวดสามเดือนและ</w:t>
      </w:r>
      <w:r w:rsidR="0002310B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30 </w:t>
      </w:r>
      <w:r w:rsidR="001475F5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2562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สำหรับงวด</w:t>
      </w:r>
      <w:r w:rsidR="0002310B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7D2D10" w:rsidRPr="006B55A3">
        <w:rPr>
          <w:rFonts w:ascii="Angsana New" w:hAnsi="Angsana New"/>
          <w:spacing w:val="-2"/>
          <w:sz w:val="30"/>
          <w:szCs w:val="30"/>
        </w:rPr>
        <w:t>3</w:t>
      </w:r>
      <w:r w:rsidR="007D2D10"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2310B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pacing w:val="-2"/>
          <w:sz w:val="30"/>
          <w:szCs w:val="30"/>
        </w:rPr>
        <w:t>25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62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6B55A3">
        <w:rPr>
          <w:rFonts w:ascii="Angsana New" w:hAnsi="Angsana New"/>
          <w:spacing w:val="-2"/>
          <w:sz w:val="30"/>
          <w:szCs w:val="30"/>
        </w:rPr>
        <w:t>(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ตามลำดับ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34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="00D04AC9"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สอบทานของข้าพเจ้า</w:t>
      </w:r>
    </w:p>
    <w:p w14:paraId="2D5BF4DD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BCD9B13" w14:textId="77777777" w:rsidR="00563481" w:rsidRPr="006B55A3" w:rsidRDefault="00563481" w:rsidP="00563481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59C30B1B" w14:textId="77777777" w:rsidR="00563481" w:rsidRPr="006B55A3" w:rsidRDefault="00563481" w:rsidP="00563481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A8DF788" w14:textId="77777777" w:rsidR="00563481" w:rsidRPr="006B55A3" w:rsidRDefault="00563481" w:rsidP="00563481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6B55A3">
        <w:rPr>
          <w:rFonts w:ascii="Angsana New" w:hAnsi="Angsana New"/>
          <w:sz w:val="30"/>
          <w:szCs w:val="30"/>
        </w:rPr>
        <w:t xml:space="preserve"> 2410 “</w:t>
      </w:r>
      <w:r w:rsidRPr="006B55A3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6B55A3">
        <w:rPr>
          <w:rFonts w:ascii="Angsana New" w:hAnsi="Angsana New"/>
          <w:sz w:val="30"/>
          <w:szCs w:val="30"/>
        </w:rPr>
        <w:t>”</w:t>
      </w:r>
      <w:r w:rsidRPr="006B55A3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35DE563" w14:textId="77777777" w:rsidR="00563481" w:rsidRPr="006B55A3" w:rsidRDefault="00563481" w:rsidP="00563481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435DDA8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018555F2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33EC535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ไม่ได้จัดทำขึ้นตามมาตรฐานการบัญชี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>34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ในสาระสำคัญจากการสอบทานของข้าพเจ้า</w:t>
      </w:r>
    </w:p>
    <w:p w14:paraId="4A20671C" w14:textId="77777777" w:rsidR="003249EF" w:rsidRDefault="003249EF" w:rsidP="00563481">
      <w:pPr>
        <w:spacing w:line="240" w:lineRule="auto"/>
        <w:rPr>
          <w:rFonts w:ascii="Angsana New" w:hAnsi="Angsana New"/>
          <w:sz w:val="30"/>
          <w:szCs w:val="30"/>
          <w:cs/>
        </w:rPr>
        <w:sectPr w:rsidR="003249EF" w:rsidSect="003249EF">
          <w:headerReference w:type="default" r:id="rId14"/>
          <w:footerReference w:type="default" r:id="rId15"/>
          <w:headerReference w:type="first" r:id="rId16"/>
          <w:footerReference w:type="first" r:id="rId17"/>
          <w:type w:val="nextColumn"/>
          <w:pgSz w:w="11909" w:h="16834" w:code="9"/>
          <w:pgMar w:top="691" w:right="1152" w:bottom="576" w:left="1152" w:header="720" w:footer="720" w:gutter="0"/>
          <w:pgNumType w:start="17"/>
          <w:cols w:space="720"/>
          <w:titlePg/>
        </w:sectPr>
      </w:pPr>
    </w:p>
    <w:p w14:paraId="58206EEB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6B55A3">
        <w:rPr>
          <w:rFonts w:ascii="Angsana New" w:hAnsi="Angsana New" w:hint="cs"/>
          <w:i/>
          <w:iCs/>
          <w:sz w:val="30"/>
          <w:szCs w:val="30"/>
          <w:cs/>
        </w:rPr>
        <w:lastRenderedPageBreak/>
        <w:t xml:space="preserve">เรื่องอื่น </w:t>
      </w:r>
    </w:p>
    <w:p w14:paraId="6F4C0DBA" w14:textId="77777777" w:rsidR="00563481" w:rsidRPr="006B55A3" w:rsidRDefault="00563481" w:rsidP="00563481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งบแสด</w:t>
      </w:r>
      <w:r w:rsidRPr="006B55A3">
        <w:rPr>
          <w:rFonts w:ascii="Angsana New" w:hAnsi="Angsana New" w:hint="cs"/>
          <w:sz w:val="30"/>
          <w:szCs w:val="30"/>
          <w:cs/>
        </w:rPr>
        <w:t>ง</w:t>
      </w:r>
      <w:r w:rsidRPr="006B55A3">
        <w:rPr>
          <w:rFonts w:ascii="Angsana New" w:hAnsi="Angsana New"/>
          <w:sz w:val="30"/>
          <w:szCs w:val="30"/>
          <w:cs/>
        </w:rPr>
        <w:t>ฐ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นะก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รเงิน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รวมและงบแสดงฐานะการเงินเฉพาะกิจการ</w:t>
      </w:r>
      <w:r w:rsidRPr="006B55A3">
        <w:rPr>
          <w:rFonts w:ascii="Angsana New" w:hAnsi="Angsana New"/>
          <w:sz w:val="30"/>
          <w:szCs w:val="30"/>
          <w:cs/>
        </w:rPr>
        <w:t xml:space="preserve">ของบริษัท </w:t>
      </w:r>
      <w:r w:rsidRPr="006B55A3">
        <w:rPr>
          <w:rFonts w:ascii="Angsana New" w:hAnsi="Angsana New" w:hint="cs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z w:val="30"/>
          <w:szCs w:val="30"/>
          <w:cs/>
        </w:rPr>
        <w:t xml:space="preserve"> จำกัด (มห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ชน)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และบริษัทย่อย </w:t>
      </w:r>
      <w:r w:rsidRPr="006B55A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D2D10" w:rsidRPr="006B55A3">
        <w:rPr>
          <w:rFonts w:ascii="Angsana New" w:hAnsi="Angsana New"/>
          <w:sz w:val="30"/>
          <w:szCs w:val="30"/>
        </w:rPr>
        <w:t>31</w:t>
      </w:r>
      <w:r w:rsidRPr="006B55A3">
        <w:rPr>
          <w:rFonts w:ascii="Angsana New" w:hAnsi="Angsana New"/>
          <w:sz w:val="30"/>
          <w:szCs w:val="30"/>
          <w:cs/>
        </w:rPr>
        <w:t xml:space="preserve"> ธัน</w:t>
      </w:r>
      <w:r w:rsidRPr="006B55A3">
        <w:rPr>
          <w:rFonts w:ascii="Angsana New" w:hAnsi="Angsana New" w:hint="cs"/>
          <w:sz w:val="30"/>
          <w:szCs w:val="30"/>
          <w:cs/>
        </w:rPr>
        <w:t>วา</w:t>
      </w:r>
      <w:r w:rsidRPr="006B55A3">
        <w:rPr>
          <w:rFonts w:ascii="Angsana New" w:hAnsi="Angsana New"/>
          <w:sz w:val="30"/>
          <w:szCs w:val="30"/>
          <w:cs/>
        </w:rPr>
        <w:t xml:space="preserve">คม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  <w:r w:rsidRPr="006B55A3">
        <w:rPr>
          <w:rFonts w:ascii="Angsana New" w:hAnsi="Angsana New"/>
          <w:sz w:val="30"/>
          <w:szCs w:val="30"/>
          <w:cs/>
        </w:rPr>
        <w:t xml:space="preserve"> ที่แสดงเป็นข้อมูลเปรียบเทียบตรวจสอบโดยผู้สอบบัญชีอื่น ซึ่งแสดงคว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มเห็นอย่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งไม่มีเงื่อนไขต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มร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ยง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 xml:space="preserve">นลงวันที่ </w:t>
      </w:r>
      <w:r w:rsidR="007D2D10" w:rsidRPr="006B55A3">
        <w:rPr>
          <w:rFonts w:ascii="Angsana New" w:hAnsi="Angsana New"/>
          <w:sz w:val="30"/>
          <w:szCs w:val="30"/>
        </w:rPr>
        <w:t>1</w:t>
      </w:r>
      <w:r w:rsidRPr="006B55A3">
        <w:rPr>
          <w:rFonts w:ascii="Angsana New" w:hAnsi="Angsana New"/>
          <w:sz w:val="30"/>
          <w:szCs w:val="30"/>
        </w:rPr>
        <w:t>4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กุมภาพันธ์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62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โดยมีข้อมูลและเหตุการณ์ที่เน้นเกี่ยวกับคดีความที่ได้สิ้นสุดลงตามที่กล่าวในหมายเหตุประกอบงบการเงินข้อ </w:t>
      </w:r>
      <w:r w:rsidR="00702EB8">
        <w:rPr>
          <w:rFonts w:ascii="Angsana New" w:hAnsi="Angsana New"/>
          <w:sz w:val="30"/>
          <w:szCs w:val="30"/>
        </w:rPr>
        <w:t>20</w:t>
      </w:r>
      <w:r w:rsidRPr="006B55A3">
        <w:rPr>
          <w:rFonts w:ascii="Angsana New" w:hAnsi="Angsana New"/>
          <w:sz w:val="30"/>
          <w:szCs w:val="30"/>
        </w:rPr>
        <w:t xml:space="preserve"> (</w:t>
      </w:r>
      <w:r w:rsidRPr="006B55A3">
        <w:rPr>
          <w:rFonts w:ascii="Angsana New" w:hAnsi="Angsana New" w:hint="cs"/>
          <w:sz w:val="30"/>
          <w:szCs w:val="30"/>
          <w:cs/>
        </w:rPr>
        <w:t>ก</w:t>
      </w:r>
      <w:r w:rsidRPr="006B55A3">
        <w:rPr>
          <w:rFonts w:ascii="Angsana New" w:hAnsi="Angsana New"/>
          <w:sz w:val="30"/>
          <w:szCs w:val="30"/>
        </w:rPr>
        <w:t xml:space="preserve">) </w:t>
      </w:r>
      <w:r w:rsidRPr="006B55A3">
        <w:rPr>
          <w:rFonts w:ascii="Angsana New" w:hAnsi="Angsana New"/>
          <w:sz w:val="30"/>
          <w:szCs w:val="30"/>
          <w:cs/>
        </w:rPr>
        <w:t>งบกำไรข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ดทุนเบ็ดเสร็จ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รวมและงบกำไรขาดทุนเบ็ดเสร็จเฉพาะกิจการ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>สำหรับงวดสามเดือนและ</w:t>
      </w:r>
      <w:r w:rsidR="003B0532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</w:rPr>
        <w:t xml:space="preserve">30 </w:t>
      </w:r>
      <w:r w:rsidR="003B0532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 xml:space="preserve">2561 </w:t>
      </w:r>
      <w:r w:rsidRPr="006B55A3">
        <w:rPr>
          <w:rFonts w:ascii="Angsana New" w:hAnsi="Angsana New"/>
          <w:sz w:val="30"/>
          <w:szCs w:val="30"/>
          <w:cs/>
        </w:rPr>
        <w:t>งบแสดงก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รเปลี่ยนแปลงส่วนของผู้ถือหุ้น</w:t>
      </w:r>
      <w:r w:rsidRPr="006B55A3">
        <w:rPr>
          <w:rFonts w:ascii="Angsana New" w:hAnsi="Angsana New" w:hint="cs"/>
          <w:sz w:val="30"/>
          <w:szCs w:val="30"/>
          <w:cs/>
        </w:rPr>
        <w:t>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z w:val="30"/>
          <w:szCs w:val="30"/>
          <w:cs/>
        </w:rPr>
        <w:t xml:space="preserve"> และงบกระแสเงินสด</w:t>
      </w:r>
      <w:r w:rsidRPr="006B55A3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6B55A3">
        <w:rPr>
          <w:rFonts w:ascii="Angsana New" w:hAnsi="Angsana New"/>
          <w:sz w:val="30"/>
          <w:szCs w:val="30"/>
          <w:cs/>
        </w:rPr>
        <w:t>สำหรับงวด</w:t>
      </w:r>
      <w:r w:rsidR="003B0532">
        <w:rPr>
          <w:rFonts w:ascii="Angsana New" w:hAnsi="Angsana New" w:hint="cs"/>
          <w:sz w:val="30"/>
          <w:szCs w:val="30"/>
          <w:cs/>
        </w:rPr>
        <w:t>เก้า</w:t>
      </w:r>
      <w:r w:rsidRPr="006B55A3">
        <w:rPr>
          <w:rFonts w:ascii="Angsana New" w:hAnsi="Angsana New" w:hint="cs"/>
          <w:sz w:val="30"/>
          <w:szCs w:val="30"/>
          <w:cs/>
        </w:rPr>
        <w:t>เดือน</w:t>
      </w:r>
      <w:r w:rsidRPr="006B55A3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7D2D10" w:rsidRPr="006B55A3">
        <w:rPr>
          <w:rFonts w:ascii="Angsana New" w:hAnsi="Angsana New"/>
          <w:sz w:val="30"/>
          <w:szCs w:val="30"/>
        </w:rPr>
        <w:t>3</w:t>
      </w:r>
      <w:r w:rsidRPr="006B55A3">
        <w:rPr>
          <w:rFonts w:ascii="Angsana New" w:hAnsi="Angsana New"/>
          <w:sz w:val="30"/>
          <w:szCs w:val="30"/>
        </w:rPr>
        <w:t>0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3B0532">
        <w:rPr>
          <w:rFonts w:ascii="Angsana New" w:hAnsi="Angsana New" w:hint="cs"/>
          <w:sz w:val="30"/>
          <w:szCs w:val="30"/>
          <w:cs/>
        </w:rPr>
        <w:t>กันยายน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  <w:r w:rsidRPr="006B55A3">
        <w:rPr>
          <w:rFonts w:ascii="Angsana New" w:hAnsi="Angsana New"/>
          <w:sz w:val="30"/>
          <w:szCs w:val="30"/>
          <w:cs/>
        </w:rPr>
        <w:t xml:space="preserve"> ของบริษัท </w:t>
      </w:r>
      <w:r w:rsidRPr="006B55A3">
        <w:rPr>
          <w:rFonts w:ascii="Angsana New" w:hAnsi="Angsana New" w:hint="cs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z w:val="30"/>
          <w:szCs w:val="30"/>
          <w:cs/>
        </w:rPr>
        <w:t xml:space="preserve"> จำกัด (มห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ชน)</w:t>
      </w:r>
      <w:r w:rsidRPr="006B55A3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6B55A3">
        <w:rPr>
          <w:rFonts w:ascii="Angsana New" w:hAnsi="Angsana New"/>
          <w:sz w:val="30"/>
          <w:szCs w:val="30"/>
          <w:cs/>
        </w:rPr>
        <w:t>ที่แสดงเป็นข้อมูลเปรียบเทียบสอบท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นโดยผู้สอบบัญชีอื่น โดยให้ข้อสรุป</w:t>
      </w:r>
      <w:r w:rsidRPr="006B55A3">
        <w:rPr>
          <w:rFonts w:ascii="Angsana New" w:hAnsi="Angsana New" w:hint="cs"/>
          <w:sz w:val="30"/>
          <w:szCs w:val="30"/>
          <w:cs/>
        </w:rPr>
        <w:t>อย่างไม่มีเงื่อนไข</w:t>
      </w:r>
      <w:r w:rsidRPr="006B55A3">
        <w:rPr>
          <w:rFonts w:ascii="Angsana New" w:hAnsi="Angsana New"/>
          <w:sz w:val="30"/>
          <w:szCs w:val="30"/>
          <w:cs/>
        </w:rPr>
        <w:t xml:space="preserve"> ต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มร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>ยง</w:t>
      </w:r>
      <w:r w:rsidRPr="006B55A3">
        <w:rPr>
          <w:rFonts w:ascii="Angsana New" w:hAnsi="Angsana New" w:hint="cs"/>
          <w:sz w:val="30"/>
          <w:szCs w:val="30"/>
          <w:cs/>
        </w:rPr>
        <w:t>า</w:t>
      </w:r>
      <w:r w:rsidRPr="006B55A3">
        <w:rPr>
          <w:rFonts w:ascii="Angsana New" w:hAnsi="Angsana New"/>
          <w:sz w:val="30"/>
          <w:szCs w:val="30"/>
          <w:cs/>
        </w:rPr>
        <w:t xml:space="preserve">นลงวันที่ </w:t>
      </w:r>
      <w:r w:rsidR="001475F5">
        <w:rPr>
          <w:rFonts w:ascii="Angsana New" w:hAnsi="Angsana New"/>
          <w:sz w:val="30"/>
          <w:szCs w:val="30"/>
        </w:rPr>
        <w:t>5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1475F5" w:rsidRPr="001475F5">
        <w:rPr>
          <w:rFonts w:ascii="Angsana New" w:hAnsi="Angsana New"/>
          <w:sz w:val="30"/>
          <w:szCs w:val="30"/>
          <w:cs/>
        </w:rPr>
        <w:t>พฤศจิกายน</w:t>
      </w:r>
      <w:r w:rsidRPr="006B55A3">
        <w:rPr>
          <w:rFonts w:ascii="Angsana New" w:hAnsi="Angsana New"/>
          <w:sz w:val="30"/>
          <w:szCs w:val="30"/>
          <w:cs/>
        </w:rPr>
        <w:t xml:space="preserve"> </w:t>
      </w:r>
      <w:r w:rsidR="007D2D10"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/>
          <w:sz w:val="30"/>
          <w:szCs w:val="30"/>
        </w:rPr>
        <w:t>61</w:t>
      </w:r>
    </w:p>
    <w:p w14:paraId="53B78909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1110D6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0BFB12C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4FC86C7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6CB570F" w14:textId="77777777" w:rsidR="00563481" w:rsidRPr="006B55A3" w:rsidRDefault="00563481" w:rsidP="00563481">
      <w:pPr>
        <w:rPr>
          <w:rFonts w:ascii="Times New Roman" w:hAnsi="Times New Roman" w:cs="Times New Roman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(</w:t>
      </w:r>
      <w:r w:rsidRPr="006B55A3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6B55A3">
        <w:rPr>
          <w:rFonts w:ascii="Angsana New" w:hAnsi="Angsana New"/>
          <w:sz w:val="30"/>
          <w:szCs w:val="30"/>
          <w:cs/>
        </w:rPr>
        <w:t>)</w:t>
      </w:r>
    </w:p>
    <w:p w14:paraId="71D7CCC9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7ED84269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6B55A3">
        <w:rPr>
          <w:rFonts w:ascii="Angsana New" w:hAnsi="Angsana New"/>
          <w:sz w:val="30"/>
          <w:szCs w:val="30"/>
        </w:rPr>
        <w:t>4098</w:t>
      </w:r>
    </w:p>
    <w:p w14:paraId="4978BF0A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14:paraId="3845B714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58D48F0" w14:textId="77777777" w:rsidR="00563481" w:rsidRPr="006B55A3" w:rsidRDefault="00563481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783414BF" w14:textId="77777777" w:rsidR="00B215B0" w:rsidRPr="006B55A3" w:rsidRDefault="00B970F8" w:rsidP="005634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4</w:t>
      </w:r>
      <w:r w:rsidR="001475F5">
        <w:rPr>
          <w:rFonts w:ascii="Angsana New" w:hAnsi="Angsana New"/>
          <w:sz w:val="30"/>
          <w:szCs w:val="30"/>
        </w:rPr>
        <w:t xml:space="preserve"> </w:t>
      </w:r>
      <w:r w:rsidR="001475F5" w:rsidRPr="001475F5">
        <w:rPr>
          <w:rFonts w:ascii="Angsana New" w:hAnsi="Angsana New"/>
          <w:sz w:val="30"/>
          <w:szCs w:val="30"/>
          <w:cs/>
        </w:rPr>
        <w:t>พฤศจิกายน</w:t>
      </w:r>
      <w:r w:rsidR="001475F5">
        <w:rPr>
          <w:rFonts w:ascii="Angsana New" w:hAnsi="Angsana New" w:hint="cs"/>
          <w:sz w:val="30"/>
          <w:szCs w:val="30"/>
          <w:cs/>
        </w:rPr>
        <w:t xml:space="preserve"> </w:t>
      </w:r>
      <w:r w:rsidR="0002310B">
        <w:rPr>
          <w:rFonts w:ascii="Angsana New" w:hAnsi="Angsana New" w:hint="cs"/>
          <w:sz w:val="30"/>
          <w:szCs w:val="30"/>
          <w:cs/>
        </w:rPr>
        <w:t>2562</w:t>
      </w:r>
    </w:p>
    <w:p w14:paraId="010CE35E" w14:textId="77777777" w:rsidR="006048D5" w:rsidRPr="006B55A3" w:rsidRDefault="006048D5" w:rsidP="005E45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sectPr w:rsidR="006048D5" w:rsidRPr="006B55A3" w:rsidSect="00DC7DA1">
      <w:footerReference w:type="first" r:id="rId18"/>
      <w:pgSz w:w="11909" w:h="16834" w:code="9"/>
      <w:pgMar w:top="691" w:right="1152" w:bottom="576" w:left="1152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1C450" w14:textId="77777777" w:rsidR="00015F19" w:rsidRDefault="00015F19">
      <w:r>
        <w:separator/>
      </w:r>
    </w:p>
  </w:endnote>
  <w:endnote w:type="continuationSeparator" w:id="0">
    <w:p w14:paraId="77BB1904" w14:textId="77777777" w:rsidR="00015F19" w:rsidRDefault="0001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1D557" w14:textId="77777777" w:rsidR="00D26402" w:rsidRDefault="00D26402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5AF21F94" w14:textId="77777777" w:rsidR="00D26402" w:rsidRDefault="00D26402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EF22C" w14:textId="77777777" w:rsidR="00D26402" w:rsidRDefault="00D26402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5503C" w14:textId="77777777" w:rsidR="00DC7DA1" w:rsidRDefault="00DC7D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EA297" w14:textId="77777777" w:rsidR="00D26402" w:rsidRPr="0070026C" w:rsidRDefault="00D26402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A77F7" w14:textId="77777777" w:rsidR="00D26402" w:rsidRPr="003249EF" w:rsidRDefault="00D26402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GoBack" w:displacedByCustomXml="next"/>
  <w:sdt>
    <w:sdtPr>
      <w:rPr>
        <w:rFonts w:ascii="Angsana New" w:hAnsi="Angsana New" w:hint="cs"/>
        <w:sz w:val="30"/>
        <w:szCs w:val="30"/>
      </w:rPr>
      <w:id w:val="-15286386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7CE3B" w14:textId="60A2B3E9" w:rsidR="00DC7DA1" w:rsidRPr="00DC7DA1" w:rsidRDefault="00DC7DA1" w:rsidP="00DC7DA1">
        <w:pPr>
          <w:pStyle w:val="Footer"/>
          <w:jc w:val="center"/>
          <w:rPr>
            <w:rFonts w:ascii="Angsana New" w:hAnsi="Angsana New" w:hint="cs"/>
            <w:sz w:val="30"/>
            <w:szCs w:val="30"/>
          </w:rPr>
        </w:pPr>
        <w:r w:rsidRPr="00DC7DA1">
          <w:rPr>
            <w:rFonts w:ascii="Angsana New" w:hAnsi="Angsana New" w:hint="cs"/>
            <w:sz w:val="30"/>
            <w:szCs w:val="30"/>
          </w:rPr>
          <w:fldChar w:fldCharType="begin"/>
        </w:r>
        <w:r w:rsidRPr="00DC7DA1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DC7DA1">
          <w:rPr>
            <w:rFonts w:ascii="Angsana New" w:hAnsi="Angsana New" w:hint="cs"/>
            <w:sz w:val="30"/>
            <w:szCs w:val="30"/>
          </w:rPr>
          <w:fldChar w:fldCharType="separate"/>
        </w:r>
        <w:r w:rsidRPr="00DC7DA1">
          <w:rPr>
            <w:rFonts w:ascii="Angsana New" w:hAnsi="Angsana New" w:hint="cs"/>
            <w:noProof/>
            <w:sz w:val="30"/>
            <w:szCs w:val="30"/>
          </w:rPr>
          <w:t>2</w:t>
        </w:r>
        <w:r w:rsidRPr="00DC7DA1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bookmarkEnd w:id="3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59E6C" w14:textId="77777777" w:rsidR="00015F19" w:rsidRDefault="00015F19">
      <w:r>
        <w:separator/>
      </w:r>
    </w:p>
  </w:footnote>
  <w:footnote w:type="continuationSeparator" w:id="0">
    <w:p w14:paraId="373522D2" w14:textId="77777777" w:rsidR="00015F19" w:rsidRDefault="0001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C3A26" w14:textId="77777777" w:rsidR="00DC7DA1" w:rsidRDefault="00DC7D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6AA48" w14:textId="77777777" w:rsidR="00DC7DA1" w:rsidRDefault="00DC7D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D33D4" w14:textId="77777777" w:rsidR="00DC7DA1" w:rsidRDefault="00DC7DA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243A" w14:textId="77777777" w:rsidR="00D26402" w:rsidRPr="003B2C45" w:rsidRDefault="00D26402" w:rsidP="003B2C45">
    <w:pPr>
      <w:pStyle w:val="Header"/>
      <w:rPr>
        <w:sz w:val="32"/>
        <w:szCs w:val="32"/>
        <w:lang w:val="en-US"/>
      </w:rPr>
    </w:pPr>
  </w:p>
  <w:p w14:paraId="4CDC7493" w14:textId="77777777" w:rsidR="00D26402" w:rsidRPr="003B2C45" w:rsidRDefault="00D26402" w:rsidP="006048D5">
    <w:pPr>
      <w:pStyle w:val="Header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67670" w14:textId="77777777" w:rsidR="00D26402" w:rsidRDefault="00D26402">
    <w:pPr>
      <w:pStyle w:val="Header"/>
    </w:pPr>
  </w:p>
  <w:p w14:paraId="6BFA8492" w14:textId="77777777" w:rsidR="00D26402" w:rsidRDefault="00D264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8" w15:restartNumberingAfterBreak="0">
    <w:nsid w:val="4257366C"/>
    <w:multiLevelType w:val="hybridMultilevel"/>
    <w:tmpl w:val="11A09C0A"/>
    <w:lvl w:ilvl="0" w:tplc="0E80CA52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2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21"/>
  </w:num>
  <w:num w:numId="14">
    <w:abstractNumId w:val="14"/>
  </w:num>
  <w:num w:numId="15">
    <w:abstractNumId w:val="16"/>
  </w:num>
  <w:num w:numId="16">
    <w:abstractNumId w:val="12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8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401"/>
    <w:rsid w:val="0002260D"/>
    <w:rsid w:val="00022BA7"/>
    <w:rsid w:val="0002310B"/>
    <w:rsid w:val="00023BFE"/>
    <w:rsid w:val="00023DC9"/>
    <w:rsid w:val="0002401D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A8D"/>
    <w:rsid w:val="0004317E"/>
    <w:rsid w:val="00043694"/>
    <w:rsid w:val="00043826"/>
    <w:rsid w:val="0004384B"/>
    <w:rsid w:val="00043D0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60E2"/>
    <w:rsid w:val="00056BBF"/>
    <w:rsid w:val="00057FE7"/>
    <w:rsid w:val="000608EB"/>
    <w:rsid w:val="00060A48"/>
    <w:rsid w:val="00060FE3"/>
    <w:rsid w:val="00061976"/>
    <w:rsid w:val="00061A13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C6F"/>
    <w:rsid w:val="00096FC0"/>
    <w:rsid w:val="00097CEE"/>
    <w:rsid w:val="000A03EA"/>
    <w:rsid w:val="000A0EE5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BE1"/>
    <w:rsid w:val="000A5837"/>
    <w:rsid w:val="000A5C76"/>
    <w:rsid w:val="000A5CF4"/>
    <w:rsid w:val="000A643D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FDC"/>
    <w:rsid w:val="000C3256"/>
    <w:rsid w:val="000C37F3"/>
    <w:rsid w:val="000C3986"/>
    <w:rsid w:val="000C3B66"/>
    <w:rsid w:val="000C3BE8"/>
    <w:rsid w:val="000C3EFE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94A"/>
    <w:rsid w:val="00112212"/>
    <w:rsid w:val="00112724"/>
    <w:rsid w:val="00112C3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8B3"/>
    <w:rsid w:val="0011695B"/>
    <w:rsid w:val="0011735D"/>
    <w:rsid w:val="001174A5"/>
    <w:rsid w:val="00117EC1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83F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B0E"/>
    <w:rsid w:val="0013338B"/>
    <w:rsid w:val="0013338D"/>
    <w:rsid w:val="001335BC"/>
    <w:rsid w:val="00133CE8"/>
    <w:rsid w:val="00134B72"/>
    <w:rsid w:val="00134C65"/>
    <w:rsid w:val="00134D17"/>
    <w:rsid w:val="00135802"/>
    <w:rsid w:val="00135D23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4B3C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AC"/>
    <w:rsid w:val="00151DA7"/>
    <w:rsid w:val="00151E28"/>
    <w:rsid w:val="00152120"/>
    <w:rsid w:val="00152C19"/>
    <w:rsid w:val="00152C62"/>
    <w:rsid w:val="00152E34"/>
    <w:rsid w:val="00153830"/>
    <w:rsid w:val="00154229"/>
    <w:rsid w:val="001544C9"/>
    <w:rsid w:val="00155D09"/>
    <w:rsid w:val="00155EA0"/>
    <w:rsid w:val="00155EDD"/>
    <w:rsid w:val="0015635B"/>
    <w:rsid w:val="001565FE"/>
    <w:rsid w:val="00156A7E"/>
    <w:rsid w:val="00156D69"/>
    <w:rsid w:val="001570CD"/>
    <w:rsid w:val="00157481"/>
    <w:rsid w:val="001574CF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3558"/>
    <w:rsid w:val="00163681"/>
    <w:rsid w:val="001639C6"/>
    <w:rsid w:val="001640A1"/>
    <w:rsid w:val="0016470D"/>
    <w:rsid w:val="001647E7"/>
    <w:rsid w:val="00164933"/>
    <w:rsid w:val="00164B4E"/>
    <w:rsid w:val="001662F0"/>
    <w:rsid w:val="001666B9"/>
    <w:rsid w:val="00166B6C"/>
    <w:rsid w:val="001701B9"/>
    <w:rsid w:val="00170BE5"/>
    <w:rsid w:val="0017105D"/>
    <w:rsid w:val="001712B1"/>
    <w:rsid w:val="00171401"/>
    <w:rsid w:val="001715C7"/>
    <w:rsid w:val="00171854"/>
    <w:rsid w:val="00171E94"/>
    <w:rsid w:val="00172C2E"/>
    <w:rsid w:val="00173402"/>
    <w:rsid w:val="00173FDC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6343"/>
    <w:rsid w:val="0018754C"/>
    <w:rsid w:val="00187D5D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5382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D5"/>
    <w:rsid w:val="001B4F15"/>
    <w:rsid w:val="001B5206"/>
    <w:rsid w:val="001B5A79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98"/>
    <w:rsid w:val="001C41DE"/>
    <w:rsid w:val="001C441B"/>
    <w:rsid w:val="001C44BF"/>
    <w:rsid w:val="001C4C4D"/>
    <w:rsid w:val="001C5972"/>
    <w:rsid w:val="001C5C74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32FF"/>
    <w:rsid w:val="001D34B8"/>
    <w:rsid w:val="001D380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1410"/>
    <w:rsid w:val="001F226A"/>
    <w:rsid w:val="001F2B8B"/>
    <w:rsid w:val="001F2D2C"/>
    <w:rsid w:val="001F308B"/>
    <w:rsid w:val="001F3163"/>
    <w:rsid w:val="001F3357"/>
    <w:rsid w:val="001F346B"/>
    <w:rsid w:val="001F3F1E"/>
    <w:rsid w:val="001F47DC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7808"/>
    <w:rsid w:val="00207D0C"/>
    <w:rsid w:val="002102E9"/>
    <w:rsid w:val="0021071F"/>
    <w:rsid w:val="0021081A"/>
    <w:rsid w:val="00210FF5"/>
    <w:rsid w:val="00211F28"/>
    <w:rsid w:val="00212433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4A6"/>
    <w:rsid w:val="00224C3F"/>
    <w:rsid w:val="0022563E"/>
    <w:rsid w:val="00225FD2"/>
    <w:rsid w:val="0022609C"/>
    <w:rsid w:val="002263D4"/>
    <w:rsid w:val="00227322"/>
    <w:rsid w:val="00227BB6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4FB"/>
    <w:rsid w:val="0023539C"/>
    <w:rsid w:val="002355AD"/>
    <w:rsid w:val="00235793"/>
    <w:rsid w:val="00235EB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BE4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4644"/>
    <w:rsid w:val="002A49BB"/>
    <w:rsid w:val="002A507F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50E7"/>
    <w:rsid w:val="002C536F"/>
    <w:rsid w:val="002C5F52"/>
    <w:rsid w:val="002C5F73"/>
    <w:rsid w:val="002C6817"/>
    <w:rsid w:val="002C692F"/>
    <w:rsid w:val="002C6E5B"/>
    <w:rsid w:val="002C71B9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910"/>
    <w:rsid w:val="002E7001"/>
    <w:rsid w:val="002E701E"/>
    <w:rsid w:val="002F09E6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5231"/>
    <w:rsid w:val="003161EE"/>
    <w:rsid w:val="00316A18"/>
    <w:rsid w:val="00316E16"/>
    <w:rsid w:val="00316E76"/>
    <w:rsid w:val="00316E82"/>
    <w:rsid w:val="00317D17"/>
    <w:rsid w:val="00317D43"/>
    <w:rsid w:val="003201CE"/>
    <w:rsid w:val="00320406"/>
    <w:rsid w:val="00320B0C"/>
    <w:rsid w:val="00321D65"/>
    <w:rsid w:val="00321D7C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746"/>
    <w:rsid w:val="00356C4B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F18"/>
    <w:rsid w:val="003740E6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903C6"/>
    <w:rsid w:val="0039058A"/>
    <w:rsid w:val="0039091F"/>
    <w:rsid w:val="00390C2A"/>
    <w:rsid w:val="003913A2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70C"/>
    <w:rsid w:val="0039693C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AB7"/>
    <w:rsid w:val="003C3235"/>
    <w:rsid w:val="003C3524"/>
    <w:rsid w:val="003C41A7"/>
    <w:rsid w:val="003C42A3"/>
    <w:rsid w:val="003C446E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7CC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7C44"/>
    <w:rsid w:val="003D7C7A"/>
    <w:rsid w:val="003E055B"/>
    <w:rsid w:val="003E11F4"/>
    <w:rsid w:val="003E126A"/>
    <w:rsid w:val="003E144F"/>
    <w:rsid w:val="003E1778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5005"/>
    <w:rsid w:val="003E5111"/>
    <w:rsid w:val="003E5FB0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1138"/>
    <w:rsid w:val="0040151F"/>
    <w:rsid w:val="0040160D"/>
    <w:rsid w:val="0040281B"/>
    <w:rsid w:val="00402DF4"/>
    <w:rsid w:val="00403579"/>
    <w:rsid w:val="004035BF"/>
    <w:rsid w:val="00403F61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46A"/>
    <w:rsid w:val="00423F42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5FF"/>
    <w:rsid w:val="00442ECD"/>
    <w:rsid w:val="00442F37"/>
    <w:rsid w:val="00443386"/>
    <w:rsid w:val="004433AD"/>
    <w:rsid w:val="004440D7"/>
    <w:rsid w:val="004451D8"/>
    <w:rsid w:val="00445CB5"/>
    <w:rsid w:val="0044605E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C8C"/>
    <w:rsid w:val="00453CE3"/>
    <w:rsid w:val="00454942"/>
    <w:rsid w:val="00454D99"/>
    <w:rsid w:val="004558F5"/>
    <w:rsid w:val="00455DF1"/>
    <w:rsid w:val="00456085"/>
    <w:rsid w:val="004562FF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AF1"/>
    <w:rsid w:val="00473FAF"/>
    <w:rsid w:val="00474252"/>
    <w:rsid w:val="0047515A"/>
    <w:rsid w:val="00475661"/>
    <w:rsid w:val="00475A29"/>
    <w:rsid w:val="00475A73"/>
    <w:rsid w:val="00475B1C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36C"/>
    <w:rsid w:val="004C43FD"/>
    <w:rsid w:val="004C4751"/>
    <w:rsid w:val="004C4CFC"/>
    <w:rsid w:val="004C518C"/>
    <w:rsid w:val="004C54FF"/>
    <w:rsid w:val="004C5BF6"/>
    <w:rsid w:val="004C625F"/>
    <w:rsid w:val="004C7334"/>
    <w:rsid w:val="004C7450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2028"/>
    <w:rsid w:val="004E2777"/>
    <w:rsid w:val="004E284F"/>
    <w:rsid w:val="004E3787"/>
    <w:rsid w:val="004E439C"/>
    <w:rsid w:val="004E4AD9"/>
    <w:rsid w:val="004E4D9C"/>
    <w:rsid w:val="004E4E67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2D3"/>
    <w:rsid w:val="004F0778"/>
    <w:rsid w:val="004F0AF4"/>
    <w:rsid w:val="004F0B21"/>
    <w:rsid w:val="004F0D62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DA0"/>
    <w:rsid w:val="004F5F18"/>
    <w:rsid w:val="004F695F"/>
    <w:rsid w:val="004F6D9A"/>
    <w:rsid w:val="004F7788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9BB"/>
    <w:rsid w:val="00505AD9"/>
    <w:rsid w:val="00505C9D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8FB"/>
    <w:rsid w:val="00521AB2"/>
    <w:rsid w:val="00521D5F"/>
    <w:rsid w:val="005220BF"/>
    <w:rsid w:val="005226B3"/>
    <w:rsid w:val="0052289D"/>
    <w:rsid w:val="005230CD"/>
    <w:rsid w:val="00523E30"/>
    <w:rsid w:val="00524107"/>
    <w:rsid w:val="005243D8"/>
    <w:rsid w:val="005244AB"/>
    <w:rsid w:val="00524621"/>
    <w:rsid w:val="00525942"/>
    <w:rsid w:val="005259CB"/>
    <w:rsid w:val="005265D4"/>
    <w:rsid w:val="005265DA"/>
    <w:rsid w:val="005269E1"/>
    <w:rsid w:val="00526A47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EBF"/>
    <w:rsid w:val="00557CBB"/>
    <w:rsid w:val="0056075E"/>
    <w:rsid w:val="005615C8"/>
    <w:rsid w:val="0056171D"/>
    <w:rsid w:val="00562523"/>
    <w:rsid w:val="00562580"/>
    <w:rsid w:val="005626AA"/>
    <w:rsid w:val="00563481"/>
    <w:rsid w:val="00563694"/>
    <w:rsid w:val="00564413"/>
    <w:rsid w:val="00565186"/>
    <w:rsid w:val="00565743"/>
    <w:rsid w:val="00565972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ED1"/>
    <w:rsid w:val="00585078"/>
    <w:rsid w:val="005854A0"/>
    <w:rsid w:val="005858D5"/>
    <w:rsid w:val="00586268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708D"/>
    <w:rsid w:val="0059718C"/>
    <w:rsid w:val="00597782"/>
    <w:rsid w:val="005A0107"/>
    <w:rsid w:val="005A09FC"/>
    <w:rsid w:val="005A0D94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64DD"/>
    <w:rsid w:val="005C6C09"/>
    <w:rsid w:val="005C6E16"/>
    <w:rsid w:val="005C71F1"/>
    <w:rsid w:val="005C7CDE"/>
    <w:rsid w:val="005C7F67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10099"/>
    <w:rsid w:val="006107A6"/>
    <w:rsid w:val="00610C0F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5052"/>
    <w:rsid w:val="006251C0"/>
    <w:rsid w:val="00625276"/>
    <w:rsid w:val="00625533"/>
    <w:rsid w:val="00625F01"/>
    <w:rsid w:val="0062632A"/>
    <w:rsid w:val="00626952"/>
    <w:rsid w:val="00626D6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ABC"/>
    <w:rsid w:val="00653026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664"/>
    <w:rsid w:val="00661964"/>
    <w:rsid w:val="00662180"/>
    <w:rsid w:val="0066294A"/>
    <w:rsid w:val="00662977"/>
    <w:rsid w:val="0066300D"/>
    <w:rsid w:val="00663411"/>
    <w:rsid w:val="006637AE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A85"/>
    <w:rsid w:val="006753F5"/>
    <w:rsid w:val="006756DA"/>
    <w:rsid w:val="00675F08"/>
    <w:rsid w:val="006761D2"/>
    <w:rsid w:val="00676467"/>
    <w:rsid w:val="00676599"/>
    <w:rsid w:val="00677662"/>
    <w:rsid w:val="0067798D"/>
    <w:rsid w:val="00677FE5"/>
    <w:rsid w:val="006807E4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2568"/>
    <w:rsid w:val="006A2BCA"/>
    <w:rsid w:val="006A2C73"/>
    <w:rsid w:val="006A2C89"/>
    <w:rsid w:val="006A3073"/>
    <w:rsid w:val="006A3868"/>
    <w:rsid w:val="006A4DF5"/>
    <w:rsid w:val="006A5563"/>
    <w:rsid w:val="006A55DC"/>
    <w:rsid w:val="006A6440"/>
    <w:rsid w:val="006A6C1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633A"/>
    <w:rsid w:val="006B68FD"/>
    <w:rsid w:val="006B7034"/>
    <w:rsid w:val="006B7AD8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743"/>
    <w:rsid w:val="006D47F1"/>
    <w:rsid w:val="006D4F2E"/>
    <w:rsid w:val="006D4FB3"/>
    <w:rsid w:val="006D4FD1"/>
    <w:rsid w:val="006D5739"/>
    <w:rsid w:val="006D5E0A"/>
    <w:rsid w:val="006D5E33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40D7"/>
    <w:rsid w:val="006F4182"/>
    <w:rsid w:val="006F4761"/>
    <w:rsid w:val="006F48A9"/>
    <w:rsid w:val="006F48EC"/>
    <w:rsid w:val="006F5166"/>
    <w:rsid w:val="006F594E"/>
    <w:rsid w:val="006F5BEC"/>
    <w:rsid w:val="006F5F01"/>
    <w:rsid w:val="006F6751"/>
    <w:rsid w:val="006F6A7F"/>
    <w:rsid w:val="006F7654"/>
    <w:rsid w:val="006F7C20"/>
    <w:rsid w:val="006F7D49"/>
    <w:rsid w:val="0070026C"/>
    <w:rsid w:val="00700A95"/>
    <w:rsid w:val="00700D8C"/>
    <w:rsid w:val="007010AD"/>
    <w:rsid w:val="00701101"/>
    <w:rsid w:val="007021A9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CE5"/>
    <w:rsid w:val="00717F48"/>
    <w:rsid w:val="00720707"/>
    <w:rsid w:val="007208AA"/>
    <w:rsid w:val="00720962"/>
    <w:rsid w:val="0072113E"/>
    <w:rsid w:val="007213D7"/>
    <w:rsid w:val="007216EC"/>
    <w:rsid w:val="00722B75"/>
    <w:rsid w:val="00722F80"/>
    <w:rsid w:val="00722FA7"/>
    <w:rsid w:val="007230FE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5A37"/>
    <w:rsid w:val="00735B10"/>
    <w:rsid w:val="0073605C"/>
    <w:rsid w:val="0073667F"/>
    <w:rsid w:val="00736A1B"/>
    <w:rsid w:val="00736A97"/>
    <w:rsid w:val="00736CD9"/>
    <w:rsid w:val="00737D79"/>
    <w:rsid w:val="007400EB"/>
    <w:rsid w:val="007404CA"/>
    <w:rsid w:val="00741136"/>
    <w:rsid w:val="00741B1D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77F"/>
    <w:rsid w:val="00752C5B"/>
    <w:rsid w:val="00753878"/>
    <w:rsid w:val="00753B25"/>
    <w:rsid w:val="00753BC9"/>
    <w:rsid w:val="00753BFB"/>
    <w:rsid w:val="007542A7"/>
    <w:rsid w:val="007550B0"/>
    <w:rsid w:val="0075516C"/>
    <w:rsid w:val="0075568B"/>
    <w:rsid w:val="00755ECB"/>
    <w:rsid w:val="00756724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7014"/>
    <w:rsid w:val="00777253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C6"/>
    <w:rsid w:val="007927B5"/>
    <w:rsid w:val="00792A8E"/>
    <w:rsid w:val="0079314B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FB5"/>
    <w:rsid w:val="007A1FF4"/>
    <w:rsid w:val="007A21F1"/>
    <w:rsid w:val="007A2DFD"/>
    <w:rsid w:val="007A30A0"/>
    <w:rsid w:val="007A329C"/>
    <w:rsid w:val="007A3B11"/>
    <w:rsid w:val="007A3F27"/>
    <w:rsid w:val="007A41F7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76B"/>
    <w:rsid w:val="007C317E"/>
    <w:rsid w:val="007C31AF"/>
    <w:rsid w:val="007C3FDD"/>
    <w:rsid w:val="007C4AB3"/>
    <w:rsid w:val="007C4BB6"/>
    <w:rsid w:val="007C615F"/>
    <w:rsid w:val="007C6A24"/>
    <w:rsid w:val="007C71F9"/>
    <w:rsid w:val="007C7469"/>
    <w:rsid w:val="007C7520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D10"/>
    <w:rsid w:val="007D36AD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8009CE"/>
    <w:rsid w:val="008015F2"/>
    <w:rsid w:val="00801CB9"/>
    <w:rsid w:val="00802034"/>
    <w:rsid w:val="0080261E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B65"/>
    <w:rsid w:val="00815D55"/>
    <w:rsid w:val="008162C7"/>
    <w:rsid w:val="008168E2"/>
    <w:rsid w:val="00817007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D39"/>
    <w:rsid w:val="00874F7D"/>
    <w:rsid w:val="00875110"/>
    <w:rsid w:val="0087526D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6336"/>
    <w:rsid w:val="00896571"/>
    <w:rsid w:val="008967E9"/>
    <w:rsid w:val="008978FB"/>
    <w:rsid w:val="00897A1C"/>
    <w:rsid w:val="00897E04"/>
    <w:rsid w:val="008A09D5"/>
    <w:rsid w:val="008A0B3D"/>
    <w:rsid w:val="008A0DBC"/>
    <w:rsid w:val="008A1469"/>
    <w:rsid w:val="008A14FD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59B"/>
    <w:rsid w:val="008D7BC5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D0"/>
    <w:rsid w:val="008F168A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3003D"/>
    <w:rsid w:val="00930267"/>
    <w:rsid w:val="009302CC"/>
    <w:rsid w:val="00930C5C"/>
    <w:rsid w:val="00930D1D"/>
    <w:rsid w:val="00931395"/>
    <w:rsid w:val="00931C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900"/>
    <w:rsid w:val="00943F02"/>
    <w:rsid w:val="009446AB"/>
    <w:rsid w:val="009446CB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7D5F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FB"/>
    <w:rsid w:val="009777D2"/>
    <w:rsid w:val="009778F1"/>
    <w:rsid w:val="00977CA3"/>
    <w:rsid w:val="00977D02"/>
    <w:rsid w:val="009801E8"/>
    <w:rsid w:val="00980624"/>
    <w:rsid w:val="0098065C"/>
    <w:rsid w:val="009806CB"/>
    <w:rsid w:val="00981F4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F94"/>
    <w:rsid w:val="0099011E"/>
    <w:rsid w:val="00990466"/>
    <w:rsid w:val="00990938"/>
    <w:rsid w:val="00990BE3"/>
    <w:rsid w:val="00990DBB"/>
    <w:rsid w:val="009919C2"/>
    <w:rsid w:val="00992B3B"/>
    <w:rsid w:val="00994098"/>
    <w:rsid w:val="009941A0"/>
    <w:rsid w:val="00994AC4"/>
    <w:rsid w:val="0099512F"/>
    <w:rsid w:val="00995233"/>
    <w:rsid w:val="00995297"/>
    <w:rsid w:val="0099536F"/>
    <w:rsid w:val="009955C1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4418"/>
    <w:rsid w:val="009C4BAB"/>
    <w:rsid w:val="009C5D2B"/>
    <w:rsid w:val="009C5E2C"/>
    <w:rsid w:val="009C5ECA"/>
    <w:rsid w:val="009C61A6"/>
    <w:rsid w:val="009C669C"/>
    <w:rsid w:val="009C6D52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200"/>
    <w:rsid w:val="009F617B"/>
    <w:rsid w:val="009F6A08"/>
    <w:rsid w:val="009F6F11"/>
    <w:rsid w:val="009F728A"/>
    <w:rsid w:val="009F728E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5B2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411F"/>
    <w:rsid w:val="00A24156"/>
    <w:rsid w:val="00A243A2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281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813"/>
    <w:rsid w:val="00A6693A"/>
    <w:rsid w:val="00A66E72"/>
    <w:rsid w:val="00A6734A"/>
    <w:rsid w:val="00A675DA"/>
    <w:rsid w:val="00A6780B"/>
    <w:rsid w:val="00A70131"/>
    <w:rsid w:val="00A701E2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5730"/>
    <w:rsid w:val="00A76B99"/>
    <w:rsid w:val="00A776D3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A9D"/>
    <w:rsid w:val="00A85D36"/>
    <w:rsid w:val="00A85D4D"/>
    <w:rsid w:val="00A85D98"/>
    <w:rsid w:val="00A866D2"/>
    <w:rsid w:val="00A87463"/>
    <w:rsid w:val="00A87CD4"/>
    <w:rsid w:val="00A87ECC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410C"/>
    <w:rsid w:val="00AA447D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1B44"/>
    <w:rsid w:val="00AC2081"/>
    <w:rsid w:val="00AC279D"/>
    <w:rsid w:val="00AC2807"/>
    <w:rsid w:val="00AC2BD4"/>
    <w:rsid w:val="00AC2D67"/>
    <w:rsid w:val="00AC307D"/>
    <w:rsid w:val="00AC319C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37C"/>
    <w:rsid w:val="00B25119"/>
    <w:rsid w:val="00B252D0"/>
    <w:rsid w:val="00B25411"/>
    <w:rsid w:val="00B25AD9"/>
    <w:rsid w:val="00B25B6E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C2"/>
    <w:rsid w:val="00B577E2"/>
    <w:rsid w:val="00B578F0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209F"/>
    <w:rsid w:val="00B722DC"/>
    <w:rsid w:val="00B73179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5892"/>
    <w:rsid w:val="00BA5E56"/>
    <w:rsid w:val="00BA6135"/>
    <w:rsid w:val="00BA6389"/>
    <w:rsid w:val="00BA66E9"/>
    <w:rsid w:val="00BA6A6D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F9E"/>
    <w:rsid w:val="00BD7FE0"/>
    <w:rsid w:val="00BE07F5"/>
    <w:rsid w:val="00BE0A6B"/>
    <w:rsid w:val="00BE0E23"/>
    <w:rsid w:val="00BE125B"/>
    <w:rsid w:val="00BE12FC"/>
    <w:rsid w:val="00BE2BBA"/>
    <w:rsid w:val="00BE3165"/>
    <w:rsid w:val="00BE35D5"/>
    <w:rsid w:val="00BE3DC1"/>
    <w:rsid w:val="00BE4ACA"/>
    <w:rsid w:val="00BE57E7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BB"/>
    <w:rsid w:val="00BF5B84"/>
    <w:rsid w:val="00BF5BA7"/>
    <w:rsid w:val="00BF6A0A"/>
    <w:rsid w:val="00BF7698"/>
    <w:rsid w:val="00BF7738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57E4"/>
    <w:rsid w:val="00C45ACE"/>
    <w:rsid w:val="00C45BE7"/>
    <w:rsid w:val="00C4624F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55B"/>
    <w:rsid w:val="00C55631"/>
    <w:rsid w:val="00C563D1"/>
    <w:rsid w:val="00C56ACC"/>
    <w:rsid w:val="00C571DA"/>
    <w:rsid w:val="00C57298"/>
    <w:rsid w:val="00C57331"/>
    <w:rsid w:val="00C57BFB"/>
    <w:rsid w:val="00C600DF"/>
    <w:rsid w:val="00C601BB"/>
    <w:rsid w:val="00C60363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4"/>
    <w:rsid w:val="00CA0BE7"/>
    <w:rsid w:val="00CA0D71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50C"/>
    <w:rsid w:val="00CA5773"/>
    <w:rsid w:val="00CA6A77"/>
    <w:rsid w:val="00CA6AAB"/>
    <w:rsid w:val="00CA71A2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5C6"/>
    <w:rsid w:val="00CC3F63"/>
    <w:rsid w:val="00CC3FF0"/>
    <w:rsid w:val="00CC417E"/>
    <w:rsid w:val="00CC4DCE"/>
    <w:rsid w:val="00CC4DDA"/>
    <w:rsid w:val="00CC50F0"/>
    <w:rsid w:val="00CC6F37"/>
    <w:rsid w:val="00CC7B24"/>
    <w:rsid w:val="00CC7F4A"/>
    <w:rsid w:val="00CC7F51"/>
    <w:rsid w:val="00CD03CF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47"/>
    <w:rsid w:val="00CF1426"/>
    <w:rsid w:val="00CF189B"/>
    <w:rsid w:val="00CF1A43"/>
    <w:rsid w:val="00CF1BC4"/>
    <w:rsid w:val="00CF1D0D"/>
    <w:rsid w:val="00CF238A"/>
    <w:rsid w:val="00CF24CD"/>
    <w:rsid w:val="00CF27BA"/>
    <w:rsid w:val="00CF29CF"/>
    <w:rsid w:val="00CF344A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1079"/>
    <w:rsid w:val="00D01ACA"/>
    <w:rsid w:val="00D01CAD"/>
    <w:rsid w:val="00D04AC9"/>
    <w:rsid w:val="00D05EAC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24B"/>
    <w:rsid w:val="00D243CF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74F8"/>
    <w:rsid w:val="00D47606"/>
    <w:rsid w:val="00D51DFD"/>
    <w:rsid w:val="00D520C6"/>
    <w:rsid w:val="00D525A4"/>
    <w:rsid w:val="00D52783"/>
    <w:rsid w:val="00D53B6C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70020"/>
    <w:rsid w:val="00D70113"/>
    <w:rsid w:val="00D70433"/>
    <w:rsid w:val="00D707FF"/>
    <w:rsid w:val="00D70932"/>
    <w:rsid w:val="00D71158"/>
    <w:rsid w:val="00D7187F"/>
    <w:rsid w:val="00D71C60"/>
    <w:rsid w:val="00D71E91"/>
    <w:rsid w:val="00D72625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5597"/>
    <w:rsid w:val="00D8582F"/>
    <w:rsid w:val="00D859CC"/>
    <w:rsid w:val="00D85F02"/>
    <w:rsid w:val="00D862F7"/>
    <w:rsid w:val="00D86376"/>
    <w:rsid w:val="00D8698E"/>
    <w:rsid w:val="00D8774D"/>
    <w:rsid w:val="00D87CE2"/>
    <w:rsid w:val="00D906C8"/>
    <w:rsid w:val="00D90DC9"/>
    <w:rsid w:val="00D91020"/>
    <w:rsid w:val="00D91480"/>
    <w:rsid w:val="00D9211D"/>
    <w:rsid w:val="00D9330C"/>
    <w:rsid w:val="00D935CA"/>
    <w:rsid w:val="00D938E0"/>
    <w:rsid w:val="00D9394F"/>
    <w:rsid w:val="00D94090"/>
    <w:rsid w:val="00D94F8D"/>
    <w:rsid w:val="00D94FD6"/>
    <w:rsid w:val="00D95E1B"/>
    <w:rsid w:val="00D96062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503"/>
    <w:rsid w:val="00DB1F6D"/>
    <w:rsid w:val="00DB2129"/>
    <w:rsid w:val="00DB23F8"/>
    <w:rsid w:val="00DB2509"/>
    <w:rsid w:val="00DB36BE"/>
    <w:rsid w:val="00DB3A36"/>
    <w:rsid w:val="00DB411F"/>
    <w:rsid w:val="00DB48AB"/>
    <w:rsid w:val="00DB4DF7"/>
    <w:rsid w:val="00DB50E4"/>
    <w:rsid w:val="00DB5538"/>
    <w:rsid w:val="00DB59DA"/>
    <w:rsid w:val="00DB5A8E"/>
    <w:rsid w:val="00DB6047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A1"/>
    <w:rsid w:val="00DD0346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7A01"/>
    <w:rsid w:val="00DE7B94"/>
    <w:rsid w:val="00DE7C1A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7A"/>
    <w:rsid w:val="00E11F9F"/>
    <w:rsid w:val="00E1204E"/>
    <w:rsid w:val="00E12781"/>
    <w:rsid w:val="00E1285D"/>
    <w:rsid w:val="00E130CD"/>
    <w:rsid w:val="00E1327A"/>
    <w:rsid w:val="00E13368"/>
    <w:rsid w:val="00E13690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F0"/>
    <w:rsid w:val="00E20440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7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126E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76C5"/>
    <w:rsid w:val="00E87914"/>
    <w:rsid w:val="00E87E31"/>
    <w:rsid w:val="00E908B2"/>
    <w:rsid w:val="00E91FAB"/>
    <w:rsid w:val="00E92003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A6F"/>
    <w:rsid w:val="00EF1BC8"/>
    <w:rsid w:val="00EF2897"/>
    <w:rsid w:val="00EF2B4D"/>
    <w:rsid w:val="00EF302E"/>
    <w:rsid w:val="00EF30D5"/>
    <w:rsid w:val="00EF30FF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52"/>
    <w:rsid w:val="00F061CB"/>
    <w:rsid w:val="00F06883"/>
    <w:rsid w:val="00F07631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F4D"/>
    <w:rsid w:val="00F34210"/>
    <w:rsid w:val="00F34388"/>
    <w:rsid w:val="00F34854"/>
    <w:rsid w:val="00F34CF8"/>
    <w:rsid w:val="00F34E82"/>
    <w:rsid w:val="00F364F6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282A"/>
    <w:rsid w:val="00F82B47"/>
    <w:rsid w:val="00F83940"/>
    <w:rsid w:val="00F84308"/>
    <w:rsid w:val="00F84EF3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968"/>
    <w:rsid w:val="00FA50D8"/>
    <w:rsid w:val="00FA5D74"/>
    <w:rsid w:val="00FA5E9E"/>
    <w:rsid w:val="00FA61B3"/>
    <w:rsid w:val="00FA71D7"/>
    <w:rsid w:val="00FA7644"/>
    <w:rsid w:val="00FA7747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96E"/>
    <w:rsid w:val="00FB7C97"/>
    <w:rsid w:val="00FB7D77"/>
    <w:rsid w:val="00FC0222"/>
    <w:rsid w:val="00FC096F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BEB2CEF"/>
  <w15:docId w15:val="{5EE67AFA-E91A-4371-A528-5FCFB7C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uiPriority w:val="99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97A9-0C33-4CEA-8B6D-E784570F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601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Saisamorn, Chimyoo</cp:lastModifiedBy>
  <cp:revision>3</cp:revision>
  <cp:lastPrinted>2019-11-04T14:37:00Z</cp:lastPrinted>
  <dcterms:created xsi:type="dcterms:W3CDTF">2019-11-04T15:03:00Z</dcterms:created>
  <dcterms:modified xsi:type="dcterms:W3CDTF">2019-11-04T15:04:00Z</dcterms:modified>
</cp:coreProperties>
</file>