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CAE8422" w14:textId="77777777" w:rsidR="003E0028" w:rsidRPr="00F12A19" w:rsidRDefault="003E0028" w:rsidP="00D378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706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F12A19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F12A1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258BAD40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</w:rPr>
      </w:pPr>
      <w:r w:rsidRPr="00F12A19">
        <w:rPr>
          <w:rFonts w:asciiTheme="majorBidi" w:hAnsiTheme="majorBidi" w:cstheme="majorBidi"/>
          <w:sz w:val="32"/>
          <w:szCs w:val="32"/>
          <w:cs/>
        </w:rPr>
        <w:t>สำหรับงวดสามเดือน</w:t>
      </w:r>
      <w:r w:rsidR="00EB1BE5">
        <w:rPr>
          <w:rFonts w:asciiTheme="majorBidi" w:hAnsiTheme="majorBidi" w:cstheme="majorBidi" w:hint="cs"/>
          <w:sz w:val="32"/>
          <w:szCs w:val="32"/>
          <w:cs/>
        </w:rPr>
        <w:t>และหกเดือน</w:t>
      </w:r>
      <w:r w:rsidRPr="00F12A1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611013">
        <w:rPr>
          <w:rFonts w:asciiTheme="majorBidi" w:hAnsiTheme="majorBidi" w:cstheme="majorBidi"/>
          <w:sz w:val="32"/>
          <w:szCs w:val="32"/>
        </w:rPr>
        <w:t>3</w:t>
      </w:r>
      <w:r w:rsidR="00EB1BE5">
        <w:rPr>
          <w:rFonts w:asciiTheme="majorBidi" w:hAnsiTheme="majorBidi" w:cstheme="majorBidi"/>
          <w:sz w:val="32"/>
          <w:szCs w:val="32"/>
        </w:rPr>
        <w:t>0</w:t>
      </w:r>
      <w:r w:rsidR="00611013">
        <w:rPr>
          <w:rFonts w:asciiTheme="majorBidi" w:hAnsiTheme="majorBidi" w:cstheme="majorBidi"/>
          <w:sz w:val="32"/>
          <w:szCs w:val="32"/>
        </w:rPr>
        <w:t xml:space="preserve"> </w:t>
      </w:r>
      <w:r w:rsidR="00FE0020">
        <w:rPr>
          <w:rFonts w:asciiTheme="majorBidi" w:hAnsiTheme="majorBidi" w:cstheme="majorBidi"/>
          <w:sz w:val="32"/>
          <w:szCs w:val="32"/>
          <w:cs/>
        </w:rPr>
        <w:t>ม</w:t>
      </w:r>
      <w:r w:rsidR="00EB1BE5">
        <w:rPr>
          <w:rFonts w:asciiTheme="majorBidi" w:hAnsiTheme="majorBidi" w:cstheme="majorBidi" w:hint="cs"/>
          <w:sz w:val="32"/>
          <w:szCs w:val="32"/>
          <w:cs/>
        </w:rPr>
        <w:t>ิถ</w:t>
      </w:r>
      <w:r w:rsidR="00D37807">
        <w:rPr>
          <w:rFonts w:asciiTheme="majorBidi" w:hAnsiTheme="majorBidi" w:cstheme="majorBidi" w:hint="cs"/>
          <w:sz w:val="32"/>
          <w:szCs w:val="32"/>
          <w:cs/>
        </w:rPr>
        <w:t>ุนายน</w:t>
      </w:r>
      <w:r w:rsidR="00441BD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F12A19">
        <w:rPr>
          <w:rFonts w:asciiTheme="majorBidi" w:hAnsiTheme="majorBidi" w:cstheme="majorBidi"/>
          <w:sz w:val="32"/>
          <w:szCs w:val="32"/>
        </w:rPr>
        <w:t>256</w:t>
      </w:r>
      <w:r w:rsidR="00EB1BE5">
        <w:rPr>
          <w:rFonts w:asciiTheme="majorBidi" w:hAnsiTheme="majorBidi" w:cstheme="majorBidi"/>
          <w:sz w:val="32"/>
          <w:szCs w:val="32"/>
        </w:rPr>
        <w:t>7</w:t>
      </w:r>
    </w:p>
    <w:p w14:paraId="4CA3032A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25307191" w14:textId="77777777" w:rsidR="003E0028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4A2383AB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58F3FC74" w14:textId="77777777" w:rsid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0B7DB3D5" w14:textId="4F7F1275" w:rsidR="00611013" w:rsidRPr="00611013" w:rsidRDefault="00611013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611013" w:rsidRPr="00611013" w:rsidSect="00640C94">
          <w:footerReference w:type="even" r:id="rId11"/>
          <w:footerReference w:type="default" r:id="rId12"/>
          <w:headerReference w:type="first" r:id="rId13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068BBF5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CFF8E1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D51081D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8B129A9" w14:textId="26ADE6B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8791C3F" w14:textId="593DA34F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CAEE272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80C3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08CE93" w14:textId="77777777" w:rsidR="00124947" w:rsidRDefault="00124947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1A63D0" w14:textId="265DC986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2A1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1FF66A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E10E809" w14:textId="77777777" w:rsidR="003E0028" w:rsidRPr="00F12A19" w:rsidRDefault="003E0028" w:rsidP="006941F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2A71956E" w14:textId="2B37D161" w:rsidR="00441BD6" w:rsidRPr="00AD56E0" w:rsidRDefault="00441BD6" w:rsidP="00D378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งบฐานะการเงิน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EB1BE5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B1BE5">
        <w:rPr>
          <w:rFonts w:asciiTheme="majorBidi" w:hAnsiTheme="majorBidi" w:cstheme="majorBidi" w:hint="cs"/>
          <w:spacing w:val="-2"/>
          <w:sz w:val="30"/>
          <w:szCs w:val="30"/>
          <w:cs/>
        </w:rPr>
        <w:t>มิถุนายน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6941F8">
        <w:rPr>
          <w:rFonts w:asciiTheme="majorBidi" w:hAnsiTheme="majorBidi" w:cstheme="majorBidi"/>
          <w:spacing w:val="-2"/>
          <w:sz w:val="30"/>
          <w:szCs w:val="30"/>
        </w:rPr>
        <w:t>7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EB1BE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EB1BE5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="00EB1BE5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มิถุนายน </w:t>
      </w:r>
      <w:r w:rsidR="00EB1BE5">
        <w:rPr>
          <w:rFonts w:asciiTheme="majorBidi" w:hAnsiTheme="majorBidi" w:cstheme="majorBidi"/>
          <w:spacing w:val="-2"/>
          <w:sz w:val="30"/>
          <w:szCs w:val="30"/>
        </w:rPr>
        <w:t>2567</w:t>
      </w:r>
      <w:r w:rsidR="00D37807">
        <w:rPr>
          <w:rFonts w:asciiTheme="majorBidi" w:hAnsiTheme="majorBidi" w:cstheme="majorBidi" w:hint="cs"/>
          <w:spacing w:val="-2"/>
          <w:sz w:val="30"/>
          <w:szCs w:val="30"/>
          <w:cs/>
        </w:rPr>
        <w:t xml:space="preserve"> </w:t>
      </w:r>
      <w:r w:rsidR="007E6A59">
        <w:rPr>
          <w:rFonts w:asciiTheme="majorBidi" w:hAnsiTheme="majorBidi" w:cstheme="majorBidi"/>
          <w:spacing w:val="-2"/>
          <w:sz w:val="30"/>
          <w:szCs w:val="30"/>
          <w:cs/>
        </w:rPr>
        <w:br/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ง</w:t>
      </w:r>
      <w:r w:rsidR="00D37807">
        <w:rPr>
          <w:rFonts w:asciiTheme="majorBidi" w:hAnsiTheme="majorBidi" w:cstheme="majorBidi" w:hint="cs"/>
          <w:spacing w:val="-2"/>
          <w:sz w:val="30"/>
          <w:szCs w:val="30"/>
          <w:cs/>
        </w:rPr>
        <w:t>บ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การเปลี่ยนแปลงส่วนของผู้ถือหุ้น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รวมและ</w:t>
      </w:r>
      <w:r w:rsidR="0037376E">
        <w:rPr>
          <w:rFonts w:asciiTheme="majorBidi" w:hAnsiTheme="majorBidi" w:cstheme="majorBidi"/>
          <w:spacing w:val="-2"/>
          <w:sz w:val="30"/>
          <w:szCs w:val="30"/>
          <w:cs/>
        </w:rPr>
        <w:t>งบการเปลี่ยนแปลงส่วนของผู้ถือหุ้น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เฉพาะกิจการ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และงบกระแสเงิ</w:t>
      </w:r>
      <w:r w:rsidR="006F2A39">
        <w:rPr>
          <w:rFonts w:asciiTheme="majorBidi" w:hAnsiTheme="majorBidi" w:cstheme="majorBidi" w:hint="cs"/>
          <w:spacing w:val="-2"/>
          <w:sz w:val="30"/>
          <w:szCs w:val="30"/>
          <w:cs/>
        </w:rPr>
        <w:t>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สดรวมและงบกระแสเงินสดเฉพาะกิจการสำหรับงวด</w:t>
      </w:r>
      <w:r w:rsidR="00EB1BE5">
        <w:rPr>
          <w:rFonts w:asciiTheme="majorBidi" w:hAnsiTheme="majorBidi" w:cstheme="majorBidi" w:hint="cs"/>
          <w:spacing w:val="-2"/>
          <w:sz w:val="30"/>
          <w:szCs w:val="30"/>
          <w:cs/>
        </w:rPr>
        <w:t>หก</w:t>
      </w:r>
      <w:r w:rsidR="00611013" w:rsidRPr="00FE0020">
        <w:rPr>
          <w:rFonts w:asciiTheme="majorBidi" w:hAnsiTheme="majorBidi" w:cstheme="majorBidi" w:hint="cs"/>
          <w:spacing w:val="-2"/>
          <w:sz w:val="30"/>
          <w:szCs w:val="30"/>
          <w:cs/>
        </w:rPr>
        <w:t>เดือน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>3</w:t>
      </w:r>
      <w:r w:rsidR="00EB1BE5">
        <w:rPr>
          <w:rFonts w:asciiTheme="majorBidi" w:hAnsiTheme="majorBidi" w:cstheme="majorBidi"/>
          <w:spacing w:val="-2"/>
          <w:sz w:val="30"/>
          <w:szCs w:val="30"/>
        </w:rPr>
        <w:t>0</w:t>
      </w:r>
      <w:r w:rsidR="00611013"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="00FE0020" w:rsidRPr="00FE0020">
        <w:rPr>
          <w:rFonts w:asciiTheme="majorBidi" w:hAnsiTheme="majorBidi" w:cstheme="majorBidi"/>
          <w:spacing w:val="-2"/>
          <w:sz w:val="30"/>
          <w:szCs w:val="30"/>
          <w:cs/>
        </w:rPr>
        <w:t>ม</w:t>
      </w:r>
      <w:r w:rsidR="00EB1BE5">
        <w:rPr>
          <w:rFonts w:asciiTheme="majorBidi" w:hAnsiTheme="majorBidi" w:cstheme="majorBidi" w:hint="cs"/>
          <w:spacing w:val="-2"/>
          <w:sz w:val="30"/>
          <w:szCs w:val="30"/>
          <w:cs/>
        </w:rPr>
        <w:t>ิถุนายน</w:t>
      </w:r>
      <w:r w:rsidRPr="00FE002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941F8">
        <w:rPr>
          <w:rFonts w:asciiTheme="majorBidi" w:hAnsiTheme="majorBidi" w:cstheme="majorBidi"/>
          <w:spacing w:val="-2"/>
          <w:sz w:val="30"/>
          <w:szCs w:val="30"/>
        </w:rPr>
        <w:t>7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Pr="00FE002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FE0020">
        <w:rPr>
          <w:rFonts w:asciiTheme="majorBidi" w:hAnsiTheme="majorBidi" w:cstheme="majorBidi"/>
          <w:spacing w:val="-2"/>
          <w:sz w:val="30"/>
          <w:szCs w:val="30"/>
          <w:cs/>
        </w:rPr>
        <w:t>ซึ่งผู้บริหารของ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เรื่อง</w:t>
      </w:r>
      <w:r w:rsidRPr="00187AC8">
        <w:rPr>
          <w:rFonts w:asciiTheme="majorBidi" w:hAnsiTheme="majorBidi" w:cstheme="majorBidi"/>
          <w:spacing w:val="-2"/>
          <w:sz w:val="30"/>
          <w:szCs w:val="30"/>
          <w:cs/>
        </w:rPr>
        <w:t xml:space="preserve"> การรายงานทางการเงินระหว่างกาล </w:t>
      </w:r>
      <w:r w:rsidRPr="007F747B">
        <w:rPr>
          <w:rFonts w:asciiTheme="majorBidi" w:hAnsiTheme="majorBidi" w:cstheme="majorBidi"/>
          <w:spacing w:val="-2"/>
          <w:sz w:val="30"/>
          <w:szCs w:val="30"/>
          <w:cs/>
        </w:rPr>
        <w:t>ส่วน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679D3F4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C4FDD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724B4F3C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E2BB618" w14:textId="7A1E5C76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="007F747B">
        <w:rPr>
          <w:rFonts w:asciiTheme="majorBidi" w:hAnsiTheme="majorBidi" w:cstheme="majorBidi"/>
          <w:sz w:val="30"/>
          <w:szCs w:val="30"/>
        </w:rPr>
        <w:t xml:space="preserve"> </w:t>
      </w:r>
      <w:r w:rsidRPr="00F12A19">
        <w:rPr>
          <w:rFonts w:asciiTheme="majorBidi" w:hAnsiTheme="majorBidi" w:cstheme="majorBidi"/>
          <w:sz w:val="30"/>
          <w:szCs w:val="30"/>
          <w:cs/>
        </w:rPr>
        <w:t>รหัส</w:t>
      </w:r>
      <w:r w:rsidRPr="00F12A19">
        <w:rPr>
          <w:rFonts w:asciiTheme="majorBidi" w:hAnsiTheme="majorBidi" w:cstheme="majorBidi"/>
          <w:sz w:val="30"/>
          <w:szCs w:val="30"/>
        </w:rPr>
        <w:t xml:space="preserve"> 2410 “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A19">
        <w:rPr>
          <w:rFonts w:asciiTheme="majorBidi" w:hAnsiTheme="majorBidi" w:cstheme="majorBidi"/>
          <w:sz w:val="30"/>
          <w:szCs w:val="30"/>
        </w:rPr>
        <w:t>”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F12A19" w:rsidSect="00441BD6">
          <w:headerReference w:type="default" r:id="rId14"/>
          <w:footerReference w:type="default" r:id="rId15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E2242C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43693F2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A7EFF1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0ACBC4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3359CF7" w14:textId="4C31F39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35B19A9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AD3A12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11465E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955EF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(วรรณาพร จงพีรเดชานนท์)</w:t>
      </w:r>
    </w:p>
    <w:p w14:paraId="3B69686C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5D7DBA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Pr="00F12A19">
        <w:rPr>
          <w:rFonts w:asciiTheme="majorBidi" w:hAnsiTheme="majorBidi" w:cstheme="majorBidi"/>
          <w:sz w:val="30"/>
          <w:szCs w:val="30"/>
        </w:rPr>
        <w:t>4098</w:t>
      </w:r>
    </w:p>
    <w:p w14:paraId="5511E557" w14:textId="77777777" w:rsidR="003E0028" w:rsidRPr="005E5AD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2A980E60" w14:textId="77777777" w:rsidR="003E0028" w:rsidRPr="00F12A19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4F61421" w14:textId="25E76AE3" w:rsidR="00B062C1" w:rsidRDefault="003E0028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9FC4C39" w14:textId="3D83DC7D" w:rsidR="006C43D4" w:rsidRPr="006C43D4" w:rsidRDefault="004424D5" w:rsidP="005E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9</w:t>
      </w:r>
      <w:r w:rsidR="002E406E">
        <w:rPr>
          <w:rFonts w:asciiTheme="majorBidi" w:hAnsiTheme="majorBidi" w:cstheme="majorBidi"/>
          <w:sz w:val="30"/>
          <w:szCs w:val="30"/>
        </w:rPr>
        <w:t xml:space="preserve"> </w:t>
      </w:r>
      <w:r w:rsidR="0037376E">
        <w:rPr>
          <w:rFonts w:asciiTheme="majorBidi" w:hAnsiTheme="majorBidi" w:cstheme="majorBidi" w:hint="cs"/>
          <w:sz w:val="30"/>
          <w:szCs w:val="30"/>
          <w:cs/>
        </w:rPr>
        <w:t xml:space="preserve">สิงหาคม </w:t>
      </w:r>
      <w:r w:rsidR="002E406E">
        <w:rPr>
          <w:rFonts w:asciiTheme="majorBidi" w:hAnsiTheme="majorBidi" w:cstheme="majorBidi"/>
          <w:sz w:val="30"/>
          <w:szCs w:val="30"/>
        </w:rPr>
        <w:t>256</w:t>
      </w:r>
      <w:r w:rsidR="0037376E">
        <w:rPr>
          <w:rFonts w:asciiTheme="majorBidi" w:hAnsiTheme="majorBidi" w:cstheme="majorBidi"/>
          <w:sz w:val="30"/>
          <w:szCs w:val="30"/>
        </w:rPr>
        <w:t>7</w:t>
      </w:r>
    </w:p>
    <w:sectPr w:rsidR="006C43D4" w:rsidRPr="006C43D4" w:rsidSect="00441BD6">
      <w:headerReference w:type="default" r:id="rId16"/>
      <w:footerReference w:type="default" r:id="rId17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F9962" w14:textId="77777777" w:rsidR="00156089" w:rsidRDefault="00156089">
      <w:r>
        <w:separator/>
      </w:r>
    </w:p>
  </w:endnote>
  <w:endnote w:type="continuationSeparator" w:id="0">
    <w:p w14:paraId="25862E6D" w14:textId="77777777" w:rsidR="00156089" w:rsidRDefault="0015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5168" w14:textId="77777777" w:rsidR="001575EC" w:rsidRDefault="001575EC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1575EC" w:rsidRDefault="001575EC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DAF1" w14:textId="77777777" w:rsidR="001575EC" w:rsidRDefault="001575EC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275F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9E026" w14:textId="77777777" w:rsidR="00156089" w:rsidRDefault="00156089">
      <w:r>
        <w:separator/>
      </w:r>
    </w:p>
  </w:footnote>
  <w:footnote w:type="continuationSeparator" w:id="0">
    <w:p w14:paraId="53D8C33E" w14:textId="77777777" w:rsidR="00156089" w:rsidRDefault="00156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F5884" w14:textId="6DA0E30D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50335817" w14:textId="5CC7599F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66C61ED9" w14:textId="599A4EDC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0FD03A92" w14:textId="4263B50D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  <w:p w14:paraId="06258E8A" w14:textId="77777777" w:rsidR="00D37807" w:rsidRPr="00D37807" w:rsidRDefault="00D37807" w:rsidP="00D37807">
    <w:pPr>
      <w:pStyle w:val="Header"/>
      <w:spacing w:line="240" w:lineRule="auto"/>
      <w:rPr>
        <w:rFonts w:asciiTheme="majorBidi" w:hAnsiTheme="majorBidi" w:cstheme="majorBidi"/>
        <w:sz w:val="52"/>
        <w:szCs w:val="5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B5E2" w14:textId="77777777" w:rsidR="001575EC" w:rsidRPr="00803194" w:rsidRDefault="001575EC" w:rsidP="0080319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D795" w14:textId="7026A963" w:rsidR="001575EC" w:rsidRDefault="001575EC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163D3F71" w14:textId="46B78AEC" w:rsid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0A595468" w14:textId="2007D700" w:rsid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67CFDDD5" w14:textId="77777777" w:rsidR="00640C94" w:rsidRP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70495464">
    <w:abstractNumId w:val="9"/>
  </w:num>
  <w:num w:numId="2" w16cid:durableId="139661100">
    <w:abstractNumId w:val="7"/>
  </w:num>
  <w:num w:numId="3" w16cid:durableId="458567999">
    <w:abstractNumId w:val="6"/>
  </w:num>
  <w:num w:numId="4" w16cid:durableId="135953492">
    <w:abstractNumId w:val="5"/>
  </w:num>
  <w:num w:numId="5" w16cid:durableId="711732427">
    <w:abstractNumId w:val="8"/>
  </w:num>
  <w:num w:numId="6" w16cid:durableId="1946695702">
    <w:abstractNumId w:val="3"/>
  </w:num>
  <w:num w:numId="7" w16cid:durableId="489293821">
    <w:abstractNumId w:val="2"/>
  </w:num>
  <w:num w:numId="8" w16cid:durableId="926421414">
    <w:abstractNumId w:val="0"/>
  </w:num>
  <w:num w:numId="9" w16cid:durableId="1111819563">
    <w:abstractNumId w:val="1"/>
  </w:num>
  <w:num w:numId="10" w16cid:durableId="1972974714">
    <w:abstractNumId w:val="4"/>
  </w:num>
  <w:num w:numId="11" w16cid:durableId="1485701871">
    <w:abstractNumId w:val="14"/>
  </w:num>
  <w:num w:numId="12" w16cid:durableId="965893594">
    <w:abstractNumId w:val="11"/>
  </w:num>
  <w:num w:numId="13" w16cid:durableId="1383410522">
    <w:abstractNumId w:val="19"/>
  </w:num>
  <w:num w:numId="14" w16cid:durableId="1567109382">
    <w:abstractNumId w:val="12"/>
  </w:num>
  <w:num w:numId="15" w16cid:durableId="1880583940">
    <w:abstractNumId w:val="15"/>
  </w:num>
  <w:num w:numId="16" w16cid:durableId="387337874">
    <w:abstractNumId w:val="10"/>
  </w:num>
  <w:num w:numId="17" w16cid:durableId="9951828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0442035">
    <w:abstractNumId w:val="17"/>
  </w:num>
  <w:num w:numId="19" w16cid:durableId="1977946297">
    <w:abstractNumId w:val="21"/>
  </w:num>
  <w:num w:numId="20" w16cid:durableId="694965697">
    <w:abstractNumId w:val="12"/>
  </w:num>
  <w:num w:numId="21" w16cid:durableId="1103841557">
    <w:abstractNumId w:val="13"/>
  </w:num>
  <w:num w:numId="22" w16cid:durableId="1320618758">
    <w:abstractNumId w:val="20"/>
  </w:num>
  <w:num w:numId="23" w16cid:durableId="197540937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E2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87A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2F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194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14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947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37B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089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AC8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6B8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290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018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1EB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06E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768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CCA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76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1BD6"/>
    <w:rsid w:val="004424D5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04F"/>
    <w:rsid w:val="004451D8"/>
    <w:rsid w:val="00445608"/>
    <w:rsid w:val="00445CB5"/>
    <w:rsid w:val="0044605E"/>
    <w:rsid w:val="004461E5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0DE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269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AD9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13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512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C94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660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CC0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290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E4A"/>
    <w:rsid w:val="00693F45"/>
    <w:rsid w:val="00693FE8"/>
    <w:rsid w:val="00694141"/>
    <w:rsid w:val="006941F8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3D4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2A39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6F4B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A80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6C6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59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47B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054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36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6C8F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01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7A8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303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740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807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28E6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8A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3987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1BDB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BE5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582D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4CD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70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020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02FE78-BEC4-474D-BCE3-DF23759CA091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3.xml><?xml version="1.0" encoding="utf-8"?>
<ds:datastoreItem xmlns:ds="http://schemas.openxmlformats.org/officeDocument/2006/customXml" ds:itemID="{2DEE9C57-0E91-4265-A7B9-99925E1888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95B46E-1D1D-4796-94ED-A9065D03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115</TotalTime>
  <Pages>3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Nitaya, Ngamprasertsuk</cp:lastModifiedBy>
  <cp:revision>25</cp:revision>
  <cp:lastPrinted>2024-07-31T09:26:00Z</cp:lastPrinted>
  <dcterms:created xsi:type="dcterms:W3CDTF">2023-07-25T07:07:00Z</dcterms:created>
  <dcterms:modified xsi:type="dcterms:W3CDTF">2024-07-31T09:32:00Z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