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456A3FEC" w14:textId="77777777" w:rsidR="008F4947" w:rsidRPr="00521733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66873408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sz w:val="52"/>
          <w:szCs w:val="52"/>
        </w:rPr>
      </w:pPr>
    </w:p>
    <w:p w14:paraId="6BE3F311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sz w:val="52"/>
          <w:szCs w:val="52"/>
        </w:rPr>
      </w:pPr>
    </w:p>
    <w:p w14:paraId="22F0BD0D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cs/>
        </w:rPr>
      </w:pPr>
    </w:p>
    <w:p w14:paraId="08916887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4D63BD7D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066931F7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0CAE8422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 xml:space="preserve">บริษัท </w:t>
      </w:r>
      <w:bookmarkStart w:id="0" w:name="SubTitle"/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แกรนด์ คาแนล แลนด์ จำกัด</w:t>
      </w:r>
      <w:r w:rsidRPr="00F12A19">
        <w:rPr>
          <w:rFonts w:asciiTheme="majorBidi" w:hAnsiTheme="majorBidi" w:cstheme="majorBidi"/>
          <w:b/>
          <w:bCs/>
          <w:sz w:val="52"/>
          <w:szCs w:val="52"/>
        </w:rPr>
        <w:t xml:space="preserve"> </w:t>
      </w: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(มหาชน)</w:t>
      </w:r>
    </w:p>
    <w:p w14:paraId="1E0FD70F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cs/>
        </w:rPr>
      </w:pP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และบริษัทย่อย</w:t>
      </w:r>
    </w:p>
    <w:p w14:paraId="60BA1198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28"/>
          <w:szCs w:val="28"/>
        </w:rPr>
      </w:pPr>
    </w:p>
    <w:p w14:paraId="5D41E86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  <w:bookmarkStart w:id="1" w:name="ExtraText"/>
      <w:bookmarkEnd w:id="0"/>
      <w:bookmarkEnd w:id="1"/>
      <w:r w:rsidRPr="00F12A19">
        <w:rPr>
          <w:rFonts w:asciiTheme="majorBidi" w:hAnsiTheme="majorBidi" w:cstheme="majorBidi"/>
          <w:sz w:val="32"/>
          <w:szCs w:val="32"/>
          <w:cs/>
        </w:rPr>
        <w:t>งบการเงินระหว่างกาลแบบย่อ</w:t>
      </w:r>
    </w:p>
    <w:p w14:paraId="447EB999" w14:textId="6A808E85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020"/>
        </w:tabs>
        <w:jc w:val="center"/>
        <w:rPr>
          <w:rFonts w:asciiTheme="majorBidi" w:hAnsiTheme="majorBidi" w:cstheme="majorBidi"/>
          <w:sz w:val="32"/>
          <w:szCs w:val="32"/>
          <w:cs/>
        </w:rPr>
      </w:pPr>
      <w:r w:rsidRPr="00F12A19">
        <w:rPr>
          <w:rFonts w:asciiTheme="majorBidi" w:hAnsiTheme="majorBidi" w:cstheme="majorBidi"/>
          <w:sz w:val="32"/>
          <w:szCs w:val="32"/>
          <w:cs/>
        </w:rPr>
        <w:t xml:space="preserve">สำหรับงวดสามเดือนสิ้นสุดวันที่ </w:t>
      </w:r>
      <w:r w:rsidR="00611013">
        <w:rPr>
          <w:rFonts w:asciiTheme="majorBidi" w:hAnsiTheme="majorBidi" w:cstheme="majorBidi"/>
          <w:sz w:val="32"/>
          <w:szCs w:val="32"/>
        </w:rPr>
        <w:t>3</w:t>
      </w:r>
      <w:r w:rsidR="00781A80">
        <w:rPr>
          <w:rFonts w:asciiTheme="majorBidi" w:hAnsiTheme="majorBidi" w:cstheme="majorBidi"/>
          <w:sz w:val="32"/>
          <w:szCs w:val="32"/>
        </w:rPr>
        <w:t>1</w:t>
      </w:r>
      <w:r w:rsidR="00611013">
        <w:rPr>
          <w:rFonts w:asciiTheme="majorBidi" w:hAnsiTheme="majorBidi" w:cstheme="majorBidi"/>
          <w:sz w:val="32"/>
          <w:szCs w:val="32"/>
        </w:rPr>
        <w:t xml:space="preserve"> </w:t>
      </w:r>
      <w:r w:rsidR="00FE0020">
        <w:rPr>
          <w:rFonts w:asciiTheme="majorBidi" w:hAnsiTheme="majorBidi" w:cstheme="majorBidi"/>
          <w:sz w:val="32"/>
          <w:szCs w:val="32"/>
          <w:cs/>
        </w:rPr>
        <w:t>มีนาคม</w:t>
      </w:r>
      <w:r w:rsidR="00441BD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F12A19">
        <w:rPr>
          <w:rFonts w:asciiTheme="majorBidi" w:hAnsiTheme="majorBidi" w:cstheme="majorBidi"/>
          <w:sz w:val="32"/>
          <w:szCs w:val="32"/>
        </w:rPr>
        <w:t>256</w:t>
      </w:r>
      <w:r w:rsidR="00781A80">
        <w:rPr>
          <w:rFonts w:asciiTheme="majorBidi" w:hAnsiTheme="majorBidi" w:cstheme="majorBidi"/>
          <w:sz w:val="32"/>
          <w:szCs w:val="32"/>
        </w:rPr>
        <w:t>7</w:t>
      </w:r>
    </w:p>
    <w:p w14:paraId="4CA3032A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F12A19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24BD4145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bookmarkStart w:id="2" w:name="_Hlk40204001"/>
      <w:r w:rsidRPr="00F12A1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รายงานการสอบทานของผู้สอบบัญชีรับอนุญาต</w:t>
      </w:r>
    </w:p>
    <w:bookmarkEnd w:id="2"/>
    <w:p w14:paraId="25307191" w14:textId="77777777" w:rsidR="003E0028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4A2383AB" w14:textId="77777777" w:rsidR="00611013" w:rsidRDefault="00611013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58F3FC74" w14:textId="77777777" w:rsidR="00611013" w:rsidRDefault="00611013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0B7DB3D5" w14:textId="4F7F1275" w:rsidR="00611013" w:rsidRPr="00611013" w:rsidRDefault="00611013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  <w:sectPr w:rsidR="00611013" w:rsidRPr="00611013" w:rsidSect="00640C94">
          <w:footerReference w:type="even" r:id="rId11"/>
          <w:footerReference w:type="default" r:id="rId12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7068BBF5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7CFF8E1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7D51081D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28B129A9" w14:textId="26ADE6B9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8791C3F" w14:textId="593DA34F" w:rsidR="00953AB8" w:rsidRPr="00F12A19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CAEE272" w14:textId="77777777" w:rsidR="00953AB8" w:rsidRPr="00F12A19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F980C3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08CE93" w14:textId="77777777" w:rsidR="00124947" w:rsidRDefault="00124947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1A63D0" w14:textId="265DC986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12A19">
        <w:rPr>
          <w:rFonts w:asciiTheme="majorBidi" w:hAnsiTheme="majorBidi" w:cstheme="majorBidi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4A7412B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1FF66A0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F12A19">
        <w:rPr>
          <w:rFonts w:asciiTheme="majorBidi" w:hAnsiTheme="majorBidi" w:cstheme="majorBidi"/>
          <w:b/>
          <w:bCs/>
          <w:sz w:val="30"/>
          <w:szCs w:val="30"/>
          <w:cs/>
        </w:rPr>
        <w:t>เสนอ คณะกรรมการบริษัท แกรนด์ คาแนล แลนด์ จำกัด (มหาชน)</w:t>
      </w:r>
    </w:p>
    <w:p w14:paraId="1E10E809" w14:textId="77777777" w:rsidR="003E0028" w:rsidRPr="00F12A19" w:rsidRDefault="003E0028" w:rsidP="006941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2A71956E" w14:textId="4721696C" w:rsidR="00441BD6" w:rsidRPr="00AD56E0" w:rsidRDefault="00441BD6" w:rsidP="006941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ข้าพเจ้าได้สอบทาน</w:t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งบฐานะการเงิน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รวมและ</w:t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งบฐานะการเงิน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เฉพาะกิจการ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ณ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วันที่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611013" w:rsidRPr="00FE0020">
        <w:rPr>
          <w:rFonts w:asciiTheme="majorBidi" w:hAnsiTheme="majorBidi" w:cstheme="majorBidi"/>
          <w:spacing w:val="-2"/>
          <w:sz w:val="30"/>
          <w:szCs w:val="30"/>
        </w:rPr>
        <w:t>3</w:t>
      </w:r>
      <w:r w:rsidR="006941F8">
        <w:rPr>
          <w:rFonts w:asciiTheme="majorBidi" w:hAnsiTheme="majorBidi" w:cstheme="majorBidi"/>
          <w:spacing w:val="-2"/>
          <w:sz w:val="30"/>
          <w:szCs w:val="30"/>
        </w:rPr>
        <w:t>1</w:t>
      </w:r>
      <w:r w:rsidR="00611013"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มีนาคม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256</w:t>
      </w:r>
      <w:r w:rsidR="006941F8">
        <w:rPr>
          <w:rFonts w:asciiTheme="majorBidi" w:hAnsiTheme="majorBidi" w:cstheme="majorBidi"/>
          <w:spacing w:val="-2"/>
          <w:sz w:val="30"/>
          <w:szCs w:val="30"/>
        </w:rPr>
        <w:t>7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งบการเปลี่ยนแปลงส่วนของผู้ถือหุ้น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รวมและ</w:t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งบการเปลี่ยนแปลงส่วนของ</w:t>
      </w:r>
      <w:r w:rsidR="007F747B">
        <w:rPr>
          <w:rFonts w:asciiTheme="majorBidi" w:hAnsiTheme="majorBidi" w:cstheme="majorBidi"/>
          <w:spacing w:val="-2"/>
          <w:sz w:val="30"/>
          <w:szCs w:val="30"/>
        </w:rPr>
        <w:br/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ผู้ถือหุ้น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เฉพาะกิจการ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และงบกระแสเงินสดรวมและงบกระแสเงินสดเฉพาะกิจการสำหรับงวด</w:t>
      </w:r>
      <w:r w:rsidR="006941F8">
        <w:rPr>
          <w:rFonts w:asciiTheme="majorBidi" w:hAnsiTheme="majorBidi" w:cstheme="majorBidi" w:hint="cs"/>
          <w:spacing w:val="-2"/>
          <w:sz w:val="30"/>
          <w:szCs w:val="30"/>
          <w:cs/>
        </w:rPr>
        <w:t>สาม</w:t>
      </w:r>
      <w:r w:rsidR="00611013" w:rsidRPr="00FE0020">
        <w:rPr>
          <w:rFonts w:asciiTheme="majorBidi" w:hAnsiTheme="majorBidi" w:cstheme="majorBidi" w:hint="cs"/>
          <w:spacing w:val="-2"/>
          <w:sz w:val="30"/>
          <w:szCs w:val="30"/>
          <w:cs/>
        </w:rPr>
        <w:t>เดือน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 xml:space="preserve">สิ้นสุดวันที่ </w:t>
      </w:r>
      <w:r w:rsidR="00611013" w:rsidRPr="00FE0020">
        <w:rPr>
          <w:rFonts w:asciiTheme="majorBidi" w:hAnsiTheme="majorBidi" w:cstheme="majorBidi"/>
          <w:spacing w:val="-2"/>
          <w:sz w:val="30"/>
          <w:szCs w:val="30"/>
        </w:rPr>
        <w:t>3</w:t>
      </w:r>
      <w:r w:rsidR="006941F8">
        <w:rPr>
          <w:rFonts w:asciiTheme="majorBidi" w:hAnsiTheme="majorBidi" w:cstheme="majorBidi"/>
          <w:spacing w:val="-2"/>
          <w:sz w:val="30"/>
          <w:szCs w:val="30"/>
        </w:rPr>
        <w:t>1</w:t>
      </w:r>
      <w:r w:rsidR="00611013"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มีนาคม</w:t>
      </w:r>
      <w:r w:rsidRPr="00FE0020">
        <w:rPr>
          <w:rFonts w:asciiTheme="majorBidi" w:hAnsiTheme="majorBidi" w:cstheme="majorBidi" w:hint="cs"/>
          <w:spacing w:val="-2"/>
          <w:sz w:val="30"/>
          <w:szCs w:val="30"/>
          <w:cs/>
          <w:lang w:eastAsia="ja-JP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>256</w:t>
      </w:r>
      <w:r w:rsidR="006941F8">
        <w:rPr>
          <w:rFonts w:asciiTheme="majorBidi" w:hAnsiTheme="majorBidi" w:cstheme="majorBidi"/>
          <w:spacing w:val="-2"/>
          <w:sz w:val="30"/>
          <w:szCs w:val="30"/>
        </w:rPr>
        <w:t>7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 xml:space="preserve">และหมายเหตุประกอบงบการเงินแบบย่อ 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>(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ข้อมูลทางการเงินระหว่างกาล) ของบริษัท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แกรนด์ คาแนล แลนด์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จำกัด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(มหาชน) และบริษัทย่อย และของเฉพาะบริษัท แกรนด์ คาแนล แลนด์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จำกัด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(มหาชน) ตามลำดับ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ซึ่งผู้บริหารของ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34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เรื่อง </w:t>
      </w:r>
      <w:r w:rsidRPr="007F747B">
        <w:rPr>
          <w:rFonts w:asciiTheme="majorBidi" w:hAnsiTheme="majorBidi" w:cstheme="majorBidi"/>
          <w:spacing w:val="-2"/>
          <w:sz w:val="30"/>
          <w:szCs w:val="30"/>
          <w:cs/>
        </w:rPr>
        <w:t>การรายงานทางการเงินระหว่างกาล ส่วน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3679D3F4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7AC4FDD8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724B4F3C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4E2BB618" w14:textId="7A1E5C76" w:rsidR="003E0028" w:rsidRPr="00F12A19" w:rsidRDefault="003E0028" w:rsidP="003E0028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="007F747B">
        <w:rPr>
          <w:rFonts w:asciiTheme="majorBidi" w:hAnsiTheme="majorBidi" w:cstheme="majorBidi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z w:val="30"/>
          <w:szCs w:val="30"/>
          <w:cs/>
        </w:rPr>
        <w:t>รหัส</w:t>
      </w:r>
      <w:r w:rsidRPr="00F12A19">
        <w:rPr>
          <w:rFonts w:asciiTheme="majorBidi" w:hAnsiTheme="majorBidi" w:cstheme="majorBidi"/>
          <w:sz w:val="30"/>
          <w:szCs w:val="30"/>
        </w:rPr>
        <w:t xml:space="preserve"> 2410 “</w:t>
      </w:r>
      <w:r w:rsidRPr="00F12A19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12A19">
        <w:rPr>
          <w:rFonts w:asciiTheme="majorBidi" w:hAnsiTheme="majorBidi" w:cstheme="majorBidi"/>
          <w:sz w:val="30"/>
          <w:szCs w:val="30"/>
        </w:rPr>
        <w:t>”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7DF595F3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5931E3F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  <w:sectPr w:rsidR="003E0028" w:rsidRPr="00F12A19" w:rsidSect="00441BD6">
          <w:headerReference w:type="default" r:id="rId13"/>
          <w:footerReference w:type="default" r:id="rId14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3E2242C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ข้อสรุป</w:t>
      </w:r>
    </w:p>
    <w:p w14:paraId="43693F2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37A7EFF1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>34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40ACBC4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73359CF7" w14:textId="4C31F399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335B19A9" w14:textId="77777777" w:rsidR="00953AB8" w:rsidRPr="00F12A19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</w:p>
    <w:p w14:paraId="6AD3A12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111465E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56955EF9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(วรรณาพร จงพีรเดชานนท์)</w:t>
      </w:r>
    </w:p>
    <w:p w14:paraId="3B69686C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ผู้สอบบัญชีรับอนุญาต</w:t>
      </w:r>
    </w:p>
    <w:p w14:paraId="55D7DBA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 xml:space="preserve">เลขทะเบียน </w:t>
      </w:r>
      <w:r w:rsidRPr="00F12A19">
        <w:rPr>
          <w:rFonts w:asciiTheme="majorBidi" w:hAnsiTheme="majorBidi" w:cstheme="majorBidi"/>
          <w:sz w:val="30"/>
          <w:szCs w:val="30"/>
        </w:rPr>
        <w:t>4098</w:t>
      </w:r>
    </w:p>
    <w:p w14:paraId="5511E557" w14:textId="77777777" w:rsidR="003E0028" w:rsidRPr="005E5AD9" w:rsidRDefault="003E0028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2A980E60" w14:textId="77777777" w:rsidR="003E0028" w:rsidRPr="00F12A19" w:rsidRDefault="003E0028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14F61421" w14:textId="25E76AE3" w:rsidR="00B062C1" w:rsidRDefault="003E0028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39FC4C39" w14:textId="42E63386" w:rsidR="006C43D4" w:rsidRPr="006C43D4" w:rsidRDefault="00DB098A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>9</w:t>
      </w:r>
      <w:r w:rsidR="002E406E">
        <w:rPr>
          <w:rFonts w:asciiTheme="majorBidi" w:hAnsiTheme="majorBidi" w:cstheme="majorBidi"/>
          <w:sz w:val="30"/>
          <w:szCs w:val="30"/>
        </w:rPr>
        <w:t xml:space="preserve"> </w:t>
      </w:r>
      <w:r w:rsidR="00652CC0">
        <w:rPr>
          <w:rFonts w:asciiTheme="majorBidi" w:hAnsiTheme="majorBidi" w:cstheme="majorBidi" w:hint="cs"/>
          <w:sz w:val="30"/>
          <w:szCs w:val="30"/>
          <w:cs/>
        </w:rPr>
        <w:t>พฤ</w:t>
      </w:r>
      <w:r w:rsidR="00693E4A">
        <w:rPr>
          <w:rFonts w:asciiTheme="majorBidi" w:hAnsiTheme="majorBidi" w:cstheme="majorBidi" w:hint="cs"/>
          <w:sz w:val="30"/>
          <w:szCs w:val="30"/>
          <w:cs/>
        </w:rPr>
        <w:t>ษภาคม</w:t>
      </w:r>
      <w:r w:rsidR="002E406E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2E406E">
        <w:rPr>
          <w:rFonts w:asciiTheme="majorBidi" w:hAnsiTheme="majorBidi" w:cstheme="majorBidi"/>
          <w:sz w:val="30"/>
          <w:szCs w:val="30"/>
        </w:rPr>
        <w:t>256</w:t>
      </w:r>
      <w:r w:rsidR="00AF3303">
        <w:rPr>
          <w:rFonts w:asciiTheme="majorBidi" w:hAnsiTheme="majorBidi" w:cstheme="majorBidi"/>
          <w:sz w:val="30"/>
          <w:szCs w:val="30"/>
        </w:rPr>
        <w:t>7</w:t>
      </w:r>
    </w:p>
    <w:sectPr w:rsidR="006C43D4" w:rsidRPr="006C43D4" w:rsidSect="00441BD6">
      <w:headerReference w:type="default" r:id="rId15"/>
      <w:footerReference w:type="default" r:id="rId16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454E2" w14:textId="77777777" w:rsidR="00682290" w:rsidRDefault="00682290">
      <w:r>
        <w:separator/>
      </w:r>
    </w:p>
  </w:endnote>
  <w:endnote w:type="continuationSeparator" w:id="0">
    <w:p w14:paraId="079AF67C" w14:textId="77777777" w:rsidR="00682290" w:rsidRDefault="0068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F5168" w14:textId="77777777" w:rsidR="001575EC" w:rsidRDefault="001575EC" w:rsidP="009B7B11">
    <w:pPr>
      <w:pStyle w:val="Footer"/>
      <w:framePr w:wrap="around" w:vAnchor="text" w:hAnchor="margin" w:xAlign="center" w:y="1"/>
      <w:rPr>
        <w:rStyle w:val="PageNumber"/>
        <w:rFonts w:cs="Angsana New"/>
      </w:rPr>
    </w:pPr>
    <w:r>
      <w:rPr>
        <w:rStyle w:val="PageNumber"/>
        <w:rFonts w:cs="Angsana New"/>
      </w:rPr>
      <w:fldChar w:fldCharType="begin"/>
    </w:r>
    <w:r>
      <w:rPr>
        <w:rStyle w:val="PageNumber"/>
        <w:rFonts w:cs="Angsana New"/>
      </w:rPr>
      <w:instrText xml:space="preserve">PAGE  </w:instrText>
    </w:r>
    <w:r>
      <w:rPr>
        <w:rStyle w:val="PageNumber"/>
        <w:rFonts w:cs="Angsana New"/>
      </w:rPr>
      <w:fldChar w:fldCharType="separate"/>
    </w:r>
    <w:r>
      <w:rPr>
        <w:rStyle w:val="PageNumber"/>
        <w:rFonts w:cs="Angsana New"/>
        <w:noProof/>
      </w:rPr>
      <w:t>36</w:t>
    </w:r>
    <w:r>
      <w:rPr>
        <w:rStyle w:val="PageNumber"/>
        <w:rFonts w:cs="Angsana New"/>
      </w:rPr>
      <w:fldChar w:fldCharType="end"/>
    </w:r>
  </w:p>
  <w:p w14:paraId="7512B8E0" w14:textId="77777777" w:rsidR="001575EC" w:rsidRDefault="001575EC" w:rsidP="00C56A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2DAF1" w14:textId="77777777" w:rsidR="001575EC" w:rsidRDefault="001575EC" w:rsidP="00DD75E4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begin"/>
    </w:r>
    <w:r>
      <w:rPr>
        <w:rStyle w:val="PageNumber"/>
        <w:rFonts w:ascii="Angsana New" w:hAnsi="Angsana New" w:cs="Angsana New"/>
        <w:sz w:val="30"/>
        <w:szCs w:val="30"/>
      </w:rPr>
      <w:instrText>PAGE</w:instrTex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  <w:cs/>
        <w:lang w:val="en-GB"/>
      </w:rPr>
      <w:t>3</w:t>
    </w:r>
    <w:r w:rsidRPr="007D2D10">
      <w:rPr>
        <w:rStyle w:val="PageNumber"/>
        <w:rFonts w:ascii="Angsana New" w:hAnsi="Angsana New" w:cs="Angsana New"/>
        <w:noProof/>
        <w:sz w:val="30"/>
        <w:szCs w:val="30"/>
      </w:rPr>
      <w:t>6</w: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9275F" w14:textId="77777777" w:rsidR="001575EC" w:rsidRPr="0070026C" w:rsidRDefault="001575EC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E6D2" w14:textId="77777777" w:rsidR="001575EC" w:rsidRPr="00381B5D" w:rsidRDefault="001575EC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381B5D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381B5D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40</w: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756DEE36" w14:textId="77777777" w:rsidR="001575EC" w:rsidRPr="0070026C" w:rsidRDefault="001575EC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46F5A" w14:textId="77777777" w:rsidR="00682290" w:rsidRDefault="00682290">
      <w:r>
        <w:separator/>
      </w:r>
    </w:p>
  </w:footnote>
  <w:footnote w:type="continuationSeparator" w:id="0">
    <w:p w14:paraId="5308A79F" w14:textId="77777777" w:rsidR="00682290" w:rsidRDefault="00682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BB5E2" w14:textId="77777777" w:rsidR="001575EC" w:rsidRPr="00803194" w:rsidRDefault="001575EC" w:rsidP="00803194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6D795" w14:textId="7026A963" w:rsidR="001575EC" w:rsidRDefault="001575EC" w:rsidP="00E51BDB">
    <w:pPr>
      <w:pStyle w:val="Header"/>
      <w:rPr>
        <w:rFonts w:asciiTheme="majorBidi" w:hAnsiTheme="majorBidi" w:cstheme="majorBidi"/>
        <w:sz w:val="32"/>
        <w:szCs w:val="32"/>
      </w:rPr>
    </w:pPr>
  </w:p>
  <w:p w14:paraId="163D3F71" w14:textId="46B78AEC" w:rsidR="00640C94" w:rsidRDefault="00640C94" w:rsidP="00E51BDB">
    <w:pPr>
      <w:pStyle w:val="Header"/>
      <w:rPr>
        <w:rFonts w:asciiTheme="majorBidi" w:hAnsiTheme="majorBidi" w:cstheme="majorBidi"/>
        <w:sz w:val="32"/>
        <w:szCs w:val="32"/>
      </w:rPr>
    </w:pPr>
  </w:p>
  <w:p w14:paraId="0A595468" w14:textId="2007D700" w:rsidR="00640C94" w:rsidRDefault="00640C94" w:rsidP="00E51BDB">
    <w:pPr>
      <w:pStyle w:val="Header"/>
      <w:rPr>
        <w:rFonts w:asciiTheme="majorBidi" w:hAnsiTheme="majorBidi" w:cstheme="majorBidi"/>
        <w:sz w:val="32"/>
        <w:szCs w:val="32"/>
      </w:rPr>
    </w:pPr>
  </w:p>
  <w:p w14:paraId="67CFDDD5" w14:textId="77777777" w:rsidR="00640C94" w:rsidRPr="00640C94" w:rsidRDefault="00640C94" w:rsidP="00E51BDB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C1419A"/>
    <w:multiLevelType w:val="hybridMultilevel"/>
    <w:tmpl w:val="4A087B50"/>
    <w:lvl w:ilvl="0" w:tplc="40161BEC">
      <w:start w:val="1"/>
      <w:numFmt w:val="thaiLetters"/>
      <w:lvlText w:val="%1)"/>
      <w:lvlJc w:val="left"/>
      <w:pPr>
        <w:ind w:left="1080" w:hanging="540"/>
      </w:pPr>
      <w:rPr>
        <w:rFonts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17" w15:restartNumberingAfterBreak="0">
    <w:nsid w:val="4257366C"/>
    <w:multiLevelType w:val="hybridMultilevel"/>
    <w:tmpl w:val="CD7A6AAE"/>
    <w:lvl w:ilvl="0" w:tplc="2AA8C0AE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0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370495464">
    <w:abstractNumId w:val="9"/>
  </w:num>
  <w:num w:numId="2" w16cid:durableId="139661100">
    <w:abstractNumId w:val="7"/>
  </w:num>
  <w:num w:numId="3" w16cid:durableId="458567999">
    <w:abstractNumId w:val="6"/>
  </w:num>
  <w:num w:numId="4" w16cid:durableId="135953492">
    <w:abstractNumId w:val="5"/>
  </w:num>
  <w:num w:numId="5" w16cid:durableId="711732427">
    <w:abstractNumId w:val="8"/>
  </w:num>
  <w:num w:numId="6" w16cid:durableId="1946695702">
    <w:abstractNumId w:val="3"/>
  </w:num>
  <w:num w:numId="7" w16cid:durableId="489293821">
    <w:abstractNumId w:val="2"/>
  </w:num>
  <w:num w:numId="8" w16cid:durableId="926421414">
    <w:abstractNumId w:val="0"/>
  </w:num>
  <w:num w:numId="9" w16cid:durableId="1111819563">
    <w:abstractNumId w:val="1"/>
  </w:num>
  <w:num w:numId="10" w16cid:durableId="1972974714">
    <w:abstractNumId w:val="4"/>
  </w:num>
  <w:num w:numId="11" w16cid:durableId="1485701871">
    <w:abstractNumId w:val="14"/>
  </w:num>
  <w:num w:numId="12" w16cid:durableId="965893594">
    <w:abstractNumId w:val="11"/>
  </w:num>
  <w:num w:numId="13" w16cid:durableId="1383410522">
    <w:abstractNumId w:val="19"/>
  </w:num>
  <w:num w:numId="14" w16cid:durableId="1567109382">
    <w:abstractNumId w:val="12"/>
  </w:num>
  <w:num w:numId="15" w16cid:durableId="1880583940">
    <w:abstractNumId w:val="15"/>
  </w:num>
  <w:num w:numId="16" w16cid:durableId="387337874">
    <w:abstractNumId w:val="10"/>
  </w:num>
  <w:num w:numId="17" w16cid:durableId="99518285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0442035">
    <w:abstractNumId w:val="17"/>
  </w:num>
  <w:num w:numId="19" w16cid:durableId="1977946297">
    <w:abstractNumId w:val="21"/>
  </w:num>
  <w:num w:numId="20" w16cid:durableId="694965697">
    <w:abstractNumId w:val="12"/>
  </w:num>
  <w:num w:numId="21" w16cid:durableId="1103841557">
    <w:abstractNumId w:val="13"/>
  </w:num>
  <w:num w:numId="22" w16cid:durableId="1320618758">
    <w:abstractNumId w:val="20"/>
  </w:num>
  <w:num w:numId="23" w16cid:durableId="1975409374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176"/>
    <w:rsid w:val="000114BF"/>
    <w:rsid w:val="000118BE"/>
    <w:rsid w:val="00011C81"/>
    <w:rsid w:val="000129D5"/>
    <w:rsid w:val="00012BED"/>
    <w:rsid w:val="0001338A"/>
    <w:rsid w:val="00013A69"/>
    <w:rsid w:val="00013A79"/>
    <w:rsid w:val="00014327"/>
    <w:rsid w:val="00014D29"/>
    <w:rsid w:val="000155F5"/>
    <w:rsid w:val="00015F19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2262"/>
    <w:rsid w:val="00022401"/>
    <w:rsid w:val="0002260D"/>
    <w:rsid w:val="00022BA7"/>
    <w:rsid w:val="0002310B"/>
    <w:rsid w:val="00023BFE"/>
    <w:rsid w:val="00023DC9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1D6"/>
    <w:rsid w:val="00027593"/>
    <w:rsid w:val="000279DC"/>
    <w:rsid w:val="000308CB"/>
    <w:rsid w:val="00030D88"/>
    <w:rsid w:val="000317D2"/>
    <w:rsid w:val="00031AA2"/>
    <w:rsid w:val="000321B6"/>
    <w:rsid w:val="0003239B"/>
    <w:rsid w:val="00032461"/>
    <w:rsid w:val="000325FE"/>
    <w:rsid w:val="00032CEC"/>
    <w:rsid w:val="0003324D"/>
    <w:rsid w:val="00033310"/>
    <w:rsid w:val="000333A8"/>
    <w:rsid w:val="000334D5"/>
    <w:rsid w:val="0003489F"/>
    <w:rsid w:val="00034C56"/>
    <w:rsid w:val="00035525"/>
    <w:rsid w:val="00035D20"/>
    <w:rsid w:val="00036176"/>
    <w:rsid w:val="000362A0"/>
    <w:rsid w:val="00036364"/>
    <w:rsid w:val="00036B7D"/>
    <w:rsid w:val="00037A59"/>
    <w:rsid w:val="00037AC1"/>
    <w:rsid w:val="00037D0D"/>
    <w:rsid w:val="0004030D"/>
    <w:rsid w:val="00040937"/>
    <w:rsid w:val="000410BE"/>
    <w:rsid w:val="0004162C"/>
    <w:rsid w:val="000422E8"/>
    <w:rsid w:val="000422F0"/>
    <w:rsid w:val="0004257B"/>
    <w:rsid w:val="00042A8D"/>
    <w:rsid w:val="0004314C"/>
    <w:rsid w:val="0004317E"/>
    <w:rsid w:val="000432B1"/>
    <w:rsid w:val="00043694"/>
    <w:rsid w:val="00043820"/>
    <w:rsid w:val="00043826"/>
    <w:rsid w:val="0004384B"/>
    <w:rsid w:val="00043D01"/>
    <w:rsid w:val="00045407"/>
    <w:rsid w:val="000455D5"/>
    <w:rsid w:val="00045E50"/>
    <w:rsid w:val="00046739"/>
    <w:rsid w:val="00047461"/>
    <w:rsid w:val="0004756D"/>
    <w:rsid w:val="000501A7"/>
    <w:rsid w:val="0005069C"/>
    <w:rsid w:val="00050845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7F2"/>
    <w:rsid w:val="00055D0D"/>
    <w:rsid w:val="00055E11"/>
    <w:rsid w:val="000560E2"/>
    <w:rsid w:val="00056BBF"/>
    <w:rsid w:val="00057FE7"/>
    <w:rsid w:val="000605F9"/>
    <w:rsid w:val="000608EB"/>
    <w:rsid w:val="00060A48"/>
    <w:rsid w:val="00060FE3"/>
    <w:rsid w:val="0006187A"/>
    <w:rsid w:val="00061976"/>
    <w:rsid w:val="00061A13"/>
    <w:rsid w:val="00061C70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39F"/>
    <w:rsid w:val="00064810"/>
    <w:rsid w:val="000649D4"/>
    <w:rsid w:val="00064A8D"/>
    <w:rsid w:val="00064C3D"/>
    <w:rsid w:val="00064D7B"/>
    <w:rsid w:val="00065113"/>
    <w:rsid w:val="00065245"/>
    <w:rsid w:val="0006576E"/>
    <w:rsid w:val="00065F45"/>
    <w:rsid w:val="00066103"/>
    <w:rsid w:val="0006663F"/>
    <w:rsid w:val="00066745"/>
    <w:rsid w:val="000671AA"/>
    <w:rsid w:val="0006722F"/>
    <w:rsid w:val="00067603"/>
    <w:rsid w:val="000678E4"/>
    <w:rsid w:val="000679F6"/>
    <w:rsid w:val="000700F8"/>
    <w:rsid w:val="00070385"/>
    <w:rsid w:val="000708CF"/>
    <w:rsid w:val="00070FA5"/>
    <w:rsid w:val="00071222"/>
    <w:rsid w:val="00071B5B"/>
    <w:rsid w:val="00072541"/>
    <w:rsid w:val="00072F8C"/>
    <w:rsid w:val="000743B1"/>
    <w:rsid w:val="000743C2"/>
    <w:rsid w:val="00074555"/>
    <w:rsid w:val="00074B34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64F"/>
    <w:rsid w:val="00077952"/>
    <w:rsid w:val="00077F57"/>
    <w:rsid w:val="00080383"/>
    <w:rsid w:val="00080899"/>
    <w:rsid w:val="00080D61"/>
    <w:rsid w:val="00080E2F"/>
    <w:rsid w:val="00083095"/>
    <w:rsid w:val="00083AEB"/>
    <w:rsid w:val="000846DF"/>
    <w:rsid w:val="00085134"/>
    <w:rsid w:val="00085E23"/>
    <w:rsid w:val="00086087"/>
    <w:rsid w:val="000864D8"/>
    <w:rsid w:val="00086C53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2F"/>
    <w:rsid w:val="00092AF7"/>
    <w:rsid w:val="00092B1C"/>
    <w:rsid w:val="00093FC8"/>
    <w:rsid w:val="00094B1C"/>
    <w:rsid w:val="00094CDE"/>
    <w:rsid w:val="00094E81"/>
    <w:rsid w:val="000958D6"/>
    <w:rsid w:val="00096515"/>
    <w:rsid w:val="000966AF"/>
    <w:rsid w:val="00096C6F"/>
    <w:rsid w:val="00096FC0"/>
    <w:rsid w:val="00097CEE"/>
    <w:rsid w:val="000A03EA"/>
    <w:rsid w:val="000A0EE5"/>
    <w:rsid w:val="000A1194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643D"/>
    <w:rsid w:val="000A64A3"/>
    <w:rsid w:val="000A66B6"/>
    <w:rsid w:val="000A6C9B"/>
    <w:rsid w:val="000A6D7A"/>
    <w:rsid w:val="000A7007"/>
    <w:rsid w:val="000A7FC4"/>
    <w:rsid w:val="000B0BB3"/>
    <w:rsid w:val="000B11B0"/>
    <w:rsid w:val="000B1352"/>
    <w:rsid w:val="000B13E8"/>
    <w:rsid w:val="000B21C7"/>
    <w:rsid w:val="000B26B9"/>
    <w:rsid w:val="000B2B32"/>
    <w:rsid w:val="000B2C3A"/>
    <w:rsid w:val="000B32D7"/>
    <w:rsid w:val="000B3AC0"/>
    <w:rsid w:val="000B3CFD"/>
    <w:rsid w:val="000B451D"/>
    <w:rsid w:val="000B4C3E"/>
    <w:rsid w:val="000B5037"/>
    <w:rsid w:val="000B5312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CDD"/>
    <w:rsid w:val="000C0EA6"/>
    <w:rsid w:val="000C1504"/>
    <w:rsid w:val="000C16DF"/>
    <w:rsid w:val="000C2024"/>
    <w:rsid w:val="000C257F"/>
    <w:rsid w:val="000C2FDC"/>
    <w:rsid w:val="000C3256"/>
    <w:rsid w:val="000C37F3"/>
    <w:rsid w:val="000C3986"/>
    <w:rsid w:val="000C3B66"/>
    <w:rsid w:val="000C3BE8"/>
    <w:rsid w:val="000C3EFE"/>
    <w:rsid w:val="000C432B"/>
    <w:rsid w:val="000C44F5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AE0"/>
    <w:rsid w:val="000D0CC6"/>
    <w:rsid w:val="000D0F14"/>
    <w:rsid w:val="000D0F7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9D8"/>
    <w:rsid w:val="000D3A18"/>
    <w:rsid w:val="000D3F7F"/>
    <w:rsid w:val="000D5A11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1C"/>
    <w:rsid w:val="000E329B"/>
    <w:rsid w:val="000E32C6"/>
    <w:rsid w:val="000E358F"/>
    <w:rsid w:val="000E3923"/>
    <w:rsid w:val="000E42F5"/>
    <w:rsid w:val="000E44F5"/>
    <w:rsid w:val="000E4631"/>
    <w:rsid w:val="000E464E"/>
    <w:rsid w:val="000E4A82"/>
    <w:rsid w:val="000E4E5D"/>
    <w:rsid w:val="000E51CD"/>
    <w:rsid w:val="000E5738"/>
    <w:rsid w:val="000E5C6D"/>
    <w:rsid w:val="000E7129"/>
    <w:rsid w:val="000E7223"/>
    <w:rsid w:val="000E7264"/>
    <w:rsid w:val="000E7353"/>
    <w:rsid w:val="000E774B"/>
    <w:rsid w:val="000E786C"/>
    <w:rsid w:val="000E7D0A"/>
    <w:rsid w:val="000F000B"/>
    <w:rsid w:val="000F0589"/>
    <w:rsid w:val="000F0A17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682"/>
    <w:rsid w:val="000F5578"/>
    <w:rsid w:val="000F585F"/>
    <w:rsid w:val="000F5FD8"/>
    <w:rsid w:val="000F663F"/>
    <w:rsid w:val="000F67E1"/>
    <w:rsid w:val="000F6DA2"/>
    <w:rsid w:val="000F7841"/>
    <w:rsid w:val="000F7C3B"/>
    <w:rsid w:val="001000D2"/>
    <w:rsid w:val="001000E5"/>
    <w:rsid w:val="001002AC"/>
    <w:rsid w:val="001004DA"/>
    <w:rsid w:val="001008B1"/>
    <w:rsid w:val="00100B68"/>
    <w:rsid w:val="00100BB4"/>
    <w:rsid w:val="00100C24"/>
    <w:rsid w:val="00100F1D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AC1"/>
    <w:rsid w:val="00105D46"/>
    <w:rsid w:val="00105DB7"/>
    <w:rsid w:val="00106899"/>
    <w:rsid w:val="001074B7"/>
    <w:rsid w:val="0010755D"/>
    <w:rsid w:val="00107EF4"/>
    <w:rsid w:val="0011194A"/>
    <w:rsid w:val="00112212"/>
    <w:rsid w:val="001122D1"/>
    <w:rsid w:val="00112724"/>
    <w:rsid w:val="00112C30"/>
    <w:rsid w:val="00112C43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73D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7E8"/>
    <w:rsid w:val="00121667"/>
    <w:rsid w:val="001233F1"/>
    <w:rsid w:val="0012370B"/>
    <w:rsid w:val="001237BD"/>
    <w:rsid w:val="00123CCB"/>
    <w:rsid w:val="00123F41"/>
    <w:rsid w:val="0012400C"/>
    <w:rsid w:val="0012483F"/>
    <w:rsid w:val="001248C2"/>
    <w:rsid w:val="00124947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10A1"/>
    <w:rsid w:val="00131230"/>
    <w:rsid w:val="0013138A"/>
    <w:rsid w:val="00131619"/>
    <w:rsid w:val="00131957"/>
    <w:rsid w:val="00131A54"/>
    <w:rsid w:val="001327A3"/>
    <w:rsid w:val="00132B0E"/>
    <w:rsid w:val="0013338B"/>
    <w:rsid w:val="0013338D"/>
    <w:rsid w:val="001335BC"/>
    <w:rsid w:val="00133CE8"/>
    <w:rsid w:val="00134171"/>
    <w:rsid w:val="00134B72"/>
    <w:rsid w:val="00134C65"/>
    <w:rsid w:val="00134D17"/>
    <w:rsid w:val="00135068"/>
    <w:rsid w:val="00135802"/>
    <w:rsid w:val="00135D23"/>
    <w:rsid w:val="00135FA0"/>
    <w:rsid w:val="0013635B"/>
    <w:rsid w:val="00136422"/>
    <w:rsid w:val="0013657B"/>
    <w:rsid w:val="00136749"/>
    <w:rsid w:val="0013676A"/>
    <w:rsid w:val="001374EA"/>
    <w:rsid w:val="001375C7"/>
    <w:rsid w:val="001377D7"/>
    <w:rsid w:val="0014027D"/>
    <w:rsid w:val="00140500"/>
    <w:rsid w:val="00140C1D"/>
    <w:rsid w:val="00140FEA"/>
    <w:rsid w:val="00141BB5"/>
    <w:rsid w:val="00141EDA"/>
    <w:rsid w:val="00141F3C"/>
    <w:rsid w:val="00141F5B"/>
    <w:rsid w:val="00142557"/>
    <w:rsid w:val="0014297A"/>
    <w:rsid w:val="00142AA2"/>
    <w:rsid w:val="00142B6C"/>
    <w:rsid w:val="001438A4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6F69"/>
    <w:rsid w:val="001470E0"/>
    <w:rsid w:val="001473F5"/>
    <w:rsid w:val="001475B9"/>
    <w:rsid w:val="001475F5"/>
    <w:rsid w:val="00147ABF"/>
    <w:rsid w:val="0015077E"/>
    <w:rsid w:val="001508F8"/>
    <w:rsid w:val="0015103C"/>
    <w:rsid w:val="00151398"/>
    <w:rsid w:val="001513DA"/>
    <w:rsid w:val="00151420"/>
    <w:rsid w:val="00151910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4229"/>
    <w:rsid w:val="001544C9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5EC"/>
    <w:rsid w:val="00157764"/>
    <w:rsid w:val="001603A6"/>
    <w:rsid w:val="0016083C"/>
    <w:rsid w:val="00160A16"/>
    <w:rsid w:val="00160B7D"/>
    <w:rsid w:val="001616E6"/>
    <w:rsid w:val="00161C43"/>
    <w:rsid w:val="00161FF9"/>
    <w:rsid w:val="0016217C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FDC"/>
    <w:rsid w:val="001740F2"/>
    <w:rsid w:val="00174484"/>
    <w:rsid w:val="00174B5A"/>
    <w:rsid w:val="00174CC9"/>
    <w:rsid w:val="00175035"/>
    <w:rsid w:val="00175283"/>
    <w:rsid w:val="001753E9"/>
    <w:rsid w:val="00175420"/>
    <w:rsid w:val="001759AA"/>
    <w:rsid w:val="00175E09"/>
    <w:rsid w:val="0017629F"/>
    <w:rsid w:val="00176968"/>
    <w:rsid w:val="00176D89"/>
    <w:rsid w:val="00176E6B"/>
    <w:rsid w:val="00177A08"/>
    <w:rsid w:val="00177C3D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265"/>
    <w:rsid w:val="0018360B"/>
    <w:rsid w:val="001839B5"/>
    <w:rsid w:val="00183A2B"/>
    <w:rsid w:val="00183E7A"/>
    <w:rsid w:val="0018492D"/>
    <w:rsid w:val="001853D1"/>
    <w:rsid w:val="00185A52"/>
    <w:rsid w:val="00185BAF"/>
    <w:rsid w:val="00186343"/>
    <w:rsid w:val="00186F96"/>
    <w:rsid w:val="0018754C"/>
    <w:rsid w:val="00187D5D"/>
    <w:rsid w:val="001900B6"/>
    <w:rsid w:val="00190167"/>
    <w:rsid w:val="00190AAC"/>
    <w:rsid w:val="00191466"/>
    <w:rsid w:val="001914BD"/>
    <w:rsid w:val="001917BF"/>
    <w:rsid w:val="00191A80"/>
    <w:rsid w:val="001925F2"/>
    <w:rsid w:val="001926B7"/>
    <w:rsid w:val="001929B0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A3"/>
    <w:rsid w:val="00195DC1"/>
    <w:rsid w:val="001967ED"/>
    <w:rsid w:val="00196872"/>
    <w:rsid w:val="00196DE1"/>
    <w:rsid w:val="0019721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6B8"/>
    <w:rsid w:val="001A4BEA"/>
    <w:rsid w:val="001A4EFF"/>
    <w:rsid w:val="001A50A3"/>
    <w:rsid w:val="001A5180"/>
    <w:rsid w:val="001A5273"/>
    <w:rsid w:val="001A543A"/>
    <w:rsid w:val="001A552C"/>
    <w:rsid w:val="001A5723"/>
    <w:rsid w:val="001A5A49"/>
    <w:rsid w:val="001A5C9E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1A5"/>
    <w:rsid w:val="001B0A78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BB"/>
    <w:rsid w:val="001B4D8B"/>
    <w:rsid w:val="001B4DD5"/>
    <w:rsid w:val="001B4F15"/>
    <w:rsid w:val="001B5206"/>
    <w:rsid w:val="001B58D1"/>
    <w:rsid w:val="001B5A79"/>
    <w:rsid w:val="001B5BFB"/>
    <w:rsid w:val="001B5ED8"/>
    <w:rsid w:val="001B606B"/>
    <w:rsid w:val="001B608D"/>
    <w:rsid w:val="001B6340"/>
    <w:rsid w:val="001B6379"/>
    <w:rsid w:val="001B6434"/>
    <w:rsid w:val="001B655F"/>
    <w:rsid w:val="001B676A"/>
    <w:rsid w:val="001B6795"/>
    <w:rsid w:val="001B6D82"/>
    <w:rsid w:val="001B6FD2"/>
    <w:rsid w:val="001B701E"/>
    <w:rsid w:val="001B75FF"/>
    <w:rsid w:val="001B7644"/>
    <w:rsid w:val="001B7B4B"/>
    <w:rsid w:val="001C001A"/>
    <w:rsid w:val="001C0107"/>
    <w:rsid w:val="001C0E2A"/>
    <w:rsid w:val="001C1007"/>
    <w:rsid w:val="001C196F"/>
    <w:rsid w:val="001C205F"/>
    <w:rsid w:val="001C2085"/>
    <w:rsid w:val="001C2566"/>
    <w:rsid w:val="001C2DD8"/>
    <w:rsid w:val="001C30DC"/>
    <w:rsid w:val="001C3896"/>
    <w:rsid w:val="001C3B6D"/>
    <w:rsid w:val="001C3F5A"/>
    <w:rsid w:val="001C3F98"/>
    <w:rsid w:val="001C40A1"/>
    <w:rsid w:val="001C41DE"/>
    <w:rsid w:val="001C441B"/>
    <w:rsid w:val="001C44BF"/>
    <w:rsid w:val="001C4C4D"/>
    <w:rsid w:val="001C5972"/>
    <w:rsid w:val="001C5C74"/>
    <w:rsid w:val="001C6215"/>
    <w:rsid w:val="001C62F9"/>
    <w:rsid w:val="001C6898"/>
    <w:rsid w:val="001C7384"/>
    <w:rsid w:val="001C7B38"/>
    <w:rsid w:val="001C7BD0"/>
    <w:rsid w:val="001D0667"/>
    <w:rsid w:val="001D0F75"/>
    <w:rsid w:val="001D122B"/>
    <w:rsid w:val="001D15AF"/>
    <w:rsid w:val="001D160A"/>
    <w:rsid w:val="001D1A50"/>
    <w:rsid w:val="001D20F9"/>
    <w:rsid w:val="001D2470"/>
    <w:rsid w:val="001D28B8"/>
    <w:rsid w:val="001D32FF"/>
    <w:rsid w:val="001D34B8"/>
    <w:rsid w:val="001D380E"/>
    <w:rsid w:val="001D4151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E000A"/>
    <w:rsid w:val="001E028F"/>
    <w:rsid w:val="001E0FC4"/>
    <w:rsid w:val="001E13B6"/>
    <w:rsid w:val="001E198E"/>
    <w:rsid w:val="001E1ED5"/>
    <w:rsid w:val="001E2018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6E43"/>
    <w:rsid w:val="001E7450"/>
    <w:rsid w:val="001E75C6"/>
    <w:rsid w:val="001E7E7C"/>
    <w:rsid w:val="001F01CA"/>
    <w:rsid w:val="001F0631"/>
    <w:rsid w:val="001F0969"/>
    <w:rsid w:val="001F0B66"/>
    <w:rsid w:val="001F1410"/>
    <w:rsid w:val="001F1B68"/>
    <w:rsid w:val="001F226A"/>
    <w:rsid w:val="001F2412"/>
    <w:rsid w:val="001F2B8B"/>
    <w:rsid w:val="001F2D2C"/>
    <w:rsid w:val="001F308B"/>
    <w:rsid w:val="001F3163"/>
    <w:rsid w:val="001F3271"/>
    <w:rsid w:val="001F3357"/>
    <w:rsid w:val="001F346B"/>
    <w:rsid w:val="001F3D16"/>
    <w:rsid w:val="001F3F1E"/>
    <w:rsid w:val="001F47DC"/>
    <w:rsid w:val="001F4AE2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0B85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AE"/>
    <w:rsid w:val="00205575"/>
    <w:rsid w:val="00205DEB"/>
    <w:rsid w:val="0020657A"/>
    <w:rsid w:val="00206707"/>
    <w:rsid w:val="00206FB5"/>
    <w:rsid w:val="0020779F"/>
    <w:rsid w:val="00207808"/>
    <w:rsid w:val="00207D0C"/>
    <w:rsid w:val="002100AF"/>
    <w:rsid w:val="002102E9"/>
    <w:rsid w:val="0021071F"/>
    <w:rsid w:val="0021081A"/>
    <w:rsid w:val="00210FF5"/>
    <w:rsid w:val="00211F28"/>
    <w:rsid w:val="00212433"/>
    <w:rsid w:val="002124B2"/>
    <w:rsid w:val="00212846"/>
    <w:rsid w:val="00212D6C"/>
    <w:rsid w:val="00212D73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10"/>
    <w:rsid w:val="00215F22"/>
    <w:rsid w:val="0021608B"/>
    <w:rsid w:val="002162CB"/>
    <w:rsid w:val="002162DC"/>
    <w:rsid w:val="00216582"/>
    <w:rsid w:val="00216908"/>
    <w:rsid w:val="00216AE6"/>
    <w:rsid w:val="00216C74"/>
    <w:rsid w:val="00217E33"/>
    <w:rsid w:val="002200D5"/>
    <w:rsid w:val="00220320"/>
    <w:rsid w:val="00220443"/>
    <w:rsid w:val="00220DB8"/>
    <w:rsid w:val="00220F44"/>
    <w:rsid w:val="0022131C"/>
    <w:rsid w:val="00221934"/>
    <w:rsid w:val="00221DC9"/>
    <w:rsid w:val="00221E3D"/>
    <w:rsid w:val="002220C7"/>
    <w:rsid w:val="0022264F"/>
    <w:rsid w:val="00222667"/>
    <w:rsid w:val="00222802"/>
    <w:rsid w:val="0022338D"/>
    <w:rsid w:val="002234D7"/>
    <w:rsid w:val="00223ADB"/>
    <w:rsid w:val="00223CA2"/>
    <w:rsid w:val="00223F2F"/>
    <w:rsid w:val="00224191"/>
    <w:rsid w:val="0022424A"/>
    <w:rsid w:val="002242A7"/>
    <w:rsid w:val="002244A6"/>
    <w:rsid w:val="00224C1D"/>
    <w:rsid w:val="00224C3F"/>
    <w:rsid w:val="0022563E"/>
    <w:rsid w:val="00225FD2"/>
    <w:rsid w:val="0022609C"/>
    <w:rsid w:val="002263D4"/>
    <w:rsid w:val="00227322"/>
    <w:rsid w:val="00227BB6"/>
    <w:rsid w:val="00230150"/>
    <w:rsid w:val="00230AD9"/>
    <w:rsid w:val="00230BC8"/>
    <w:rsid w:val="00230E17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DB0"/>
    <w:rsid w:val="0023348D"/>
    <w:rsid w:val="00233600"/>
    <w:rsid w:val="002339B1"/>
    <w:rsid w:val="00233B5C"/>
    <w:rsid w:val="002340A4"/>
    <w:rsid w:val="002344FB"/>
    <w:rsid w:val="00234D6B"/>
    <w:rsid w:val="0023539C"/>
    <w:rsid w:val="002355AD"/>
    <w:rsid w:val="00235793"/>
    <w:rsid w:val="00235EB4"/>
    <w:rsid w:val="00235F34"/>
    <w:rsid w:val="00236749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766"/>
    <w:rsid w:val="00242C7F"/>
    <w:rsid w:val="00242D34"/>
    <w:rsid w:val="00242FCD"/>
    <w:rsid w:val="0024355D"/>
    <w:rsid w:val="00243C9D"/>
    <w:rsid w:val="00243F3F"/>
    <w:rsid w:val="002441C0"/>
    <w:rsid w:val="00244255"/>
    <w:rsid w:val="002442D7"/>
    <w:rsid w:val="00244FFC"/>
    <w:rsid w:val="0024517B"/>
    <w:rsid w:val="00245221"/>
    <w:rsid w:val="002452A8"/>
    <w:rsid w:val="00245BE4"/>
    <w:rsid w:val="002465A4"/>
    <w:rsid w:val="00246CD3"/>
    <w:rsid w:val="00246E6E"/>
    <w:rsid w:val="002500CB"/>
    <w:rsid w:val="00250AD4"/>
    <w:rsid w:val="00250B90"/>
    <w:rsid w:val="0025143D"/>
    <w:rsid w:val="00251557"/>
    <w:rsid w:val="00251D42"/>
    <w:rsid w:val="002522C4"/>
    <w:rsid w:val="00252646"/>
    <w:rsid w:val="00252A5D"/>
    <w:rsid w:val="00252B6F"/>
    <w:rsid w:val="00252D21"/>
    <w:rsid w:val="00253023"/>
    <w:rsid w:val="0025314D"/>
    <w:rsid w:val="00254456"/>
    <w:rsid w:val="002547A2"/>
    <w:rsid w:val="00254EED"/>
    <w:rsid w:val="00254F8A"/>
    <w:rsid w:val="00254FB3"/>
    <w:rsid w:val="002563E5"/>
    <w:rsid w:val="00256A7A"/>
    <w:rsid w:val="00256A95"/>
    <w:rsid w:val="00260050"/>
    <w:rsid w:val="002608C4"/>
    <w:rsid w:val="00260C9F"/>
    <w:rsid w:val="00261589"/>
    <w:rsid w:val="00261AA4"/>
    <w:rsid w:val="00262472"/>
    <w:rsid w:val="002626D0"/>
    <w:rsid w:val="00262762"/>
    <w:rsid w:val="002628C7"/>
    <w:rsid w:val="002632C6"/>
    <w:rsid w:val="0026554D"/>
    <w:rsid w:val="00265766"/>
    <w:rsid w:val="0026583C"/>
    <w:rsid w:val="002668FF"/>
    <w:rsid w:val="00266E2A"/>
    <w:rsid w:val="002673D5"/>
    <w:rsid w:val="002677DB"/>
    <w:rsid w:val="00267922"/>
    <w:rsid w:val="00267CD2"/>
    <w:rsid w:val="00270B26"/>
    <w:rsid w:val="00270F5F"/>
    <w:rsid w:val="00271978"/>
    <w:rsid w:val="00271B62"/>
    <w:rsid w:val="00271BC1"/>
    <w:rsid w:val="00271E72"/>
    <w:rsid w:val="002723FA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6443"/>
    <w:rsid w:val="00276991"/>
    <w:rsid w:val="002772C0"/>
    <w:rsid w:val="002802AD"/>
    <w:rsid w:val="00280CBF"/>
    <w:rsid w:val="00280E75"/>
    <w:rsid w:val="00280E9E"/>
    <w:rsid w:val="00280F51"/>
    <w:rsid w:val="002811EB"/>
    <w:rsid w:val="002815B6"/>
    <w:rsid w:val="00281A92"/>
    <w:rsid w:val="00281C95"/>
    <w:rsid w:val="00282152"/>
    <w:rsid w:val="0028299B"/>
    <w:rsid w:val="00282FDB"/>
    <w:rsid w:val="00283647"/>
    <w:rsid w:val="002838D9"/>
    <w:rsid w:val="00284525"/>
    <w:rsid w:val="00284A43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578"/>
    <w:rsid w:val="002877DE"/>
    <w:rsid w:val="002902C6"/>
    <w:rsid w:val="00290AAA"/>
    <w:rsid w:val="00290FE7"/>
    <w:rsid w:val="00291702"/>
    <w:rsid w:val="0029179A"/>
    <w:rsid w:val="00292042"/>
    <w:rsid w:val="00292BB5"/>
    <w:rsid w:val="00292E67"/>
    <w:rsid w:val="00292EC3"/>
    <w:rsid w:val="00292FBC"/>
    <w:rsid w:val="002931B3"/>
    <w:rsid w:val="002934F0"/>
    <w:rsid w:val="00293FDC"/>
    <w:rsid w:val="00294447"/>
    <w:rsid w:val="002944D4"/>
    <w:rsid w:val="002948D7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25B7"/>
    <w:rsid w:val="002A2813"/>
    <w:rsid w:val="002A2936"/>
    <w:rsid w:val="002A2D14"/>
    <w:rsid w:val="002A2F3E"/>
    <w:rsid w:val="002A31CE"/>
    <w:rsid w:val="002A331D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44F"/>
    <w:rsid w:val="002A6505"/>
    <w:rsid w:val="002A65D0"/>
    <w:rsid w:val="002A67CA"/>
    <w:rsid w:val="002A6909"/>
    <w:rsid w:val="002A6C9C"/>
    <w:rsid w:val="002A6DE2"/>
    <w:rsid w:val="002A7B1A"/>
    <w:rsid w:val="002A7F29"/>
    <w:rsid w:val="002B03CC"/>
    <w:rsid w:val="002B0737"/>
    <w:rsid w:val="002B0EFF"/>
    <w:rsid w:val="002B2215"/>
    <w:rsid w:val="002B2370"/>
    <w:rsid w:val="002B256B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3A0"/>
    <w:rsid w:val="002C2542"/>
    <w:rsid w:val="002C272A"/>
    <w:rsid w:val="002C2855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817"/>
    <w:rsid w:val="002C692F"/>
    <w:rsid w:val="002C6E5B"/>
    <w:rsid w:val="002C71B9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4F2"/>
    <w:rsid w:val="002D45B2"/>
    <w:rsid w:val="002D4685"/>
    <w:rsid w:val="002D4A05"/>
    <w:rsid w:val="002D51F6"/>
    <w:rsid w:val="002D53C7"/>
    <w:rsid w:val="002D550B"/>
    <w:rsid w:val="002D553B"/>
    <w:rsid w:val="002D7198"/>
    <w:rsid w:val="002D724C"/>
    <w:rsid w:val="002D7483"/>
    <w:rsid w:val="002D7773"/>
    <w:rsid w:val="002E00D7"/>
    <w:rsid w:val="002E0DD6"/>
    <w:rsid w:val="002E127A"/>
    <w:rsid w:val="002E14DC"/>
    <w:rsid w:val="002E15D2"/>
    <w:rsid w:val="002E18EF"/>
    <w:rsid w:val="002E263D"/>
    <w:rsid w:val="002E2783"/>
    <w:rsid w:val="002E28AE"/>
    <w:rsid w:val="002E2FD7"/>
    <w:rsid w:val="002E3E1D"/>
    <w:rsid w:val="002E406E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80A"/>
    <w:rsid w:val="002E6910"/>
    <w:rsid w:val="002E7001"/>
    <w:rsid w:val="002E701E"/>
    <w:rsid w:val="002F0672"/>
    <w:rsid w:val="002F09E6"/>
    <w:rsid w:val="002F0FB9"/>
    <w:rsid w:val="002F1182"/>
    <w:rsid w:val="002F13DC"/>
    <w:rsid w:val="002F1879"/>
    <w:rsid w:val="002F1985"/>
    <w:rsid w:val="002F19C4"/>
    <w:rsid w:val="002F2969"/>
    <w:rsid w:val="002F2B1F"/>
    <w:rsid w:val="002F3224"/>
    <w:rsid w:val="002F3E8F"/>
    <w:rsid w:val="002F496B"/>
    <w:rsid w:val="002F5503"/>
    <w:rsid w:val="002F583B"/>
    <w:rsid w:val="002F5A50"/>
    <w:rsid w:val="002F60A8"/>
    <w:rsid w:val="002F664D"/>
    <w:rsid w:val="002F6881"/>
    <w:rsid w:val="002F72DC"/>
    <w:rsid w:val="002F73C7"/>
    <w:rsid w:val="002F747D"/>
    <w:rsid w:val="002F78E8"/>
    <w:rsid w:val="003000DE"/>
    <w:rsid w:val="00301807"/>
    <w:rsid w:val="003018C7"/>
    <w:rsid w:val="00301AB7"/>
    <w:rsid w:val="00301CD4"/>
    <w:rsid w:val="00301F1B"/>
    <w:rsid w:val="00302984"/>
    <w:rsid w:val="00302E7D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88A"/>
    <w:rsid w:val="00313A54"/>
    <w:rsid w:val="003141EB"/>
    <w:rsid w:val="0031439A"/>
    <w:rsid w:val="0031456A"/>
    <w:rsid w:val="00314673"/>
    <w:rsid w:val="00315231"/>
    <w:rsid w:val="003161EE"/>
    <w:rsid w:val="00316862"/>
    <w:rsid w:val="00316A18"/>
    <w:rsid w:val="00316E16"/>
    <w:rsid w:val="00316E76"/>
    <w:rsid w:val="00316E82"/>
    <w:rsid w:val="00316E9F"/>
    <w:rsid w:val="00317667"/>
    <w:rsid w:val="00317D17"/>
    <w:rsid w:val="00317D43"/>
    <w:rsid w:val="003201CE"/>
    <w:rsid w:val="00320406"/>
    <w:rsid w:val="00320B0C"/>
    <w:rsid w:val="00321D65"/>
    <w:rsid w:val="00321D7C"/>
    <w:rsid w:val="00321F2F"/>
    <w:rsid w:val="00321F72"/>
    <w:rsid w:val="00321FB1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C17"/>
    <w:rsid w:val="00327DEA"/>
    <w:rsid w:val="00327E1B"/>
    <w:rsid w:val="00327EE4"/>
    <w:rsid w:val="0033002F"/>
    <w:rsid w:val="00330084"/>
    <w:rsid w:val="00330181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F4"/>
    <w:rsid w:val="0033441C"/>
    <w:rsid w:val="0033455E"/>
    <w:rsid w:val="00334580"/>
    <w:rsid w:val="00334884"/>
    <w:rsid w:val="00334BBF"/>
    <w:rsid w:val="00334CDC"/>
    <w:rsid w:val="0033540D"/>
    <w:rsid w:val="00335A9E"/>
    <w:rsid w:val="00336721"/>
    <w:rsid w:val="0033723F"/>
    <w:rsid w:val="0033731A"/>
    <w:rsid w:val="00337732"/>
    <w:rsid w:val="003378AB"/>
    <w:rsid w:val="00337BBF"/>
    <w:rsid w:val="00337C91"/>
    <w:rsid w:val="00340355"/>
    <w:rsid w:val="00340365"/>
    <w:rsid w:val="003409C9"/>
    <w:rsid w:val="00340C65"/>
    <w:rsid w:val="00341677"/>
    <w:rsid w:val="00341768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66"/>
    <w:rsid w:val="003448C2"/>
    <w:rsid w:val="00344A27"/>
    <w:rsid w:val="00344E67"/>
    <w:rsid w:val="003450E5"/>
    <w:rsid w:val="003465A7"/>
    <w:rsid w:val="00346C98"/>
    <w:rsid w:val="003471C6"/>
    <w:rsid w:val="00347482"/>
    <w:rsid w:val="003479F2"/>
    <w:rsid w:val="0035014B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B24"/>
    <w:rsid w:val="00354DF3"/>
    <w:rsid w:val="0035548D"/>
    <w:rsid w:val="00355EE5"/>
    <w:rsid w:val="00356081"/>
    <w:rsid w:val="0035628B"/>
    <w:rsid w:val="0035635B"/>
    <w:rsid w:val="00356746"/>
    <w:rsid w:val="00356C4B"/>
    <w:rsid w:val="0035736D"/>
    <w:rsid w:val="003575FA"/>
    <w:rsid w:val="00360233"/>
    <w:rsid w:val="0036027F"/>
    <w:rsid w:val="00360BB0"/>
    <w:rsid w:val="00360E49"/>
    <w:rsid w:val="00361237"/>
    <w:rsid w:val="00361C40"/>
    <w:rsid w:val="00361FFD"/>
    <w:rsid w:val="0036224C"/>
    <w:rsid w:val="003628C3"/>
    <w:rsid w:val="00362916"/>
    <w:rsid w:val="003630BF"/>
    <w:rsid w:val="0036352B"/>
    <w:rsid w:val="00363FE9"/>
    <w:rsid w:val="003643DA"/>
    <w:rsid w:val="00364894"/>
    <w:rsid w:val="00364B1A"/>
    <w:rsid w:val="00364DE4"/>
    <w:rsid w:val="0036554B"/>
    <w:rsid w:val="00365936"/>
    <w:rsid w:val="00365AEE"/>
    <w:rsid w:val="00365B4F"/>
    <w:rsid w:val="00365B83"/>
    <w:rsid w:val="00365D90"/>
    <w:rsid w:val="00365EC3"/>
    <w:rsid w:val="00366140"/>
    <w:rsid w:val="003663D8"/>
    <w:rsid w:val="00367004"/>
    <w:rsid w:val="00367348"/>
    <w:rsid w:val="0036738E"/>
    <w:rsid w:val="0036784B"/>
    <w:rsid w:val="00367E9B"/>
    <w:rsid w:val="00367F4F"/>
    <w:rsid w:val="00370E77"/>
    <w:rsid w:val="003717C7"/>
    <w:rsid w:val="00371807"/>
    <w:rsid w:val="0037195C"/>
    <w:rsid w:val="00371B77"/>
    <w:rsid w:val="00371B9E"/>
    <w:rsid w:val="00371CA3"/>
    <w:rsid w:val="00372632"/>
    <w:rsid w:val="003727EF"/>
    <w:rsid w:val="00372BA7"/>
    <w:rsid w:val="00372EC0"/>
    <w:rsid w:val="003732FE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1B5D"/>
    <w:rsid w:val="00381B70"/>
    <w:rsid w:val="00381E73"/>
    <w:rsid w:val="00381FF2"/>
    <w:rsid w:val="0038201F"/>
    <w:rsid w:val="00382BD6"/>
    <w:rsid w:val="00382DE3"/>
    <w:rsid w:val="00382EC3"/>
    <w:rsid w:val="00382F08"/>
    <w:rsid w:val="00383248"/>
    <w:rsid w:val="00385505"/>
    <w:rsid w:val="00385574"/>
    <w:rsid w:val="00385A50"/>
    <w:rsid w:val="00386016"/>
    <w:rsid w:val="0038601A"/>
    <w:rsid w:val="00386A4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13A2"/>
    <w:rsid w:val="0039161F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5BFF"/>
    <w:rsid w:val="00395F86"/>
    <w:rsid w:val="00396136"/>
    <w:rsid w:val="0039670C"/>
    <w:rsid w:val="0039693C"/>
    <w:rsid w:val="00396940"/>
    <w:rsid w:val="00396CB8"/>
    <w:rsid w:val="00396E84"/>
    <w:rsid w:val="00397148"/>
    <w:rsid w:val="003971F9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6BAB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347"/>
    <w:rsid w:val="003B18ED"/>
    <w:rsid w:val="003B2926"/>
    <w:rsid w:val="003B2ABA"/>
    <w:rsid w:val="003B2C45"/>
    <w:rsid w:val="003B2E57"/>
    <w:rsid w:val="003B3394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A8"/>
    <w:rsid w:val="003C5F55"/>
    <w:rsid w:val="003C605B"/>
    <w:rsid w:val="003C618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194C"/>
    <w:rsid w:val="003D1A55"/>
    <w:rsid w:val="003D1D0F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22A"/>
    <w:rsid w:val="003D5A54"/>
    <w:rsid w:val="003D5FEB"/>
    <w:rsid w:val="003D68A8"/>
    <w:rsid w:val="003D6912"/>
    <w:rsid w:val="003D6DCB"/>
    <w:rsid w:val="003D7255"/>
    <w:rsid w:val="003D7C44"/>
    <w:rsid w:val="003D7C7A"/>
    <w:rsid w:val="003E0028"/>
    <w:rsid w:val="003E055B"/>
    <w:rsid w:val="003E11F4"/>
    <w:rsid w:val="003E126A"/>
    <w:rsid w:val="003E144F"/>
    <w:rsid w:val="003E1618"/>
    <w:rsid w:val="003E1778"/>
    <w:rsid w:val="003E1984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035E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41DB"/>
    <w:rsid w:val="003F4677"/>
    <w:rsid w:val="003F59C3"/>
    <w:rsid w:val="003F6A95"/>
    <w:rsid w:val="003F75FB"/>
    <w:rsid w:val="003F79C8"/>
    <w:rsid w:val="00400060"/>
    <w:rsid w:val="0040063D"/>
    <w:rsid w:val="00400A0C"/>
    <w:rsid w:val="00401138"/>
    <w:rsid w:val="0040151F"/>
    <w:rsid w:val="0040160D"/>
    <w:rsid w:val="004017E2"/>
    <w:rsid w:val="00401D2B"/>
    <w:rsid w:val="0040281B"/>
    <w:rsid w:val="00402A7C"/>
    <w:rsid w:val="00402DF4"/>
    <w:rsid w:val="00403579"/>
    <w:rsid w:val="004035BF"/>
    <w:rsid w:val="00403F61"/>
    <w:rsid w:val="0040444C"/>
    <w:rsid w:val="004046A3"/>
    <w:rsid w:val="00404EC5"/>
    <w:rsid w:val="00405790"/>
    <w:rsid w:val="00406016"/>
    <w:rsid w:val="00406354"/>
    <w:rsid w:val="004066A6"/>
    <w:rsid w:val="00406A63"/>
    <w:rsid w:val="00406C91"/>
    <w:rsid w:val="00406CA5"/>
    <w:rsid w:val="00406EE2"/>
    <w:rsid w:val="00407293"/>
    <w:rsid w:val="00407BD6"/>
    <w:rsid w:val="00407EA9"/>
    <w:rsid w:val="004100DA"/>
    <w:rsid w:val="0041018F"/>
    <w:rsid w:val="004106F5"/>
    <w:rsid w:val="0041072C"/>
    <w:rsid w:val="00410770"/>
    <w:rsid w:val="00410FA2"/>
    <w:rsid w:val="00411054"/>
    <w:rsid w:val="00411461"/>
    <w:rsid w:val="00411EC0"/>
    <w:rsid w:val="004137F4"/>
    <w:rsid w:val="00413A7B"/>
    <w:rsid w:val="00413B16"/>
    <w:rsid w:val="00413D6C"/>
    <w:rsid w:val="00414E93"/>
    <w:rsid w:val="004152EB"/>
    <w:rsid w:val="00415423"/>
    <w:rsid w:val="00415670"/>
    <w:rsid w:val="004157E2"/>
    <w:rsid w:val="00415BD5"/>
    <w:rsid w:val="00416258"/>
    <w:rsid w:val="00416BBB"/>
    <w:rsid w:val="00416E99"/>
    <w:rsid w:val="00417A00"/>
    <w:rsid w:val="00417A96"/>
    <w:rsid w:val="00417AD1"/>
    <w:rsid w:val="0042017A"/>
    <w:rsid w:val="00420304"/>
    <w:rsid w:val="00420425"/>
    <w:rsid w:val="004204B8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316"/>
    <w:rsid w:val="0042346A"/>
    <w:rsid w:val="00423F42"/>
    <w:rsid w:val="004249C8"/>
    <w:rsid w:val="00424BF0"/>
    <w:rsid w:val="00424C63"/>
    <w:rsid w:val="0042501E"/>
    <w:rsid w:val="0042519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41E5"/>
    <w:rsid w:val="004342EC"/>
    <w:rsid w:val="004346CB"/>
    <w:rsid w:val="0043494C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3FF"/>
    <w:rsid w:val="004410F1"/>
    <w:rsid w:val="0044143A"/>
    <w:rsid w:val="004415FF"/>
    <w:rsid w:val="00441BD6"/>
    <w:rsid w:val="00442ECD"/>
    <w:rsid w:val="00442F37"/>
    <w:rsid w:val="00443386"/>
    <w:rsid w:val="004433AD"/>
    <w:rsid w:val="00443B37"/>
    <w:rsid w:val="004440D7"/>
    <w:rsid w:val="00444168"/>
    <w:rsid w:val="0044445D"/>
    <w:rsid w:val="00444B83"/>
    <w:rsid w:val="0044504F"/>
    <w:rsid w:val="004451D8"/>
    <w:rsid w:val="00445608"/>
    <w:rsid w:val="00445CB5"/>
    <w:rsid w:val="0044605E"/>
    <w:rsid w:val="004461E5"/>
    <w:rsid w:val="0044629E"/>
    <w:rsid w:val="00447A20"/>
    <w:rsid w:val="00447DD9"/>
    <w:rsid w:val="00450043"/>
    <w:rsid w:val="00450778"/>
    <w:rsid w:val="00450A05"/>
    <w:rsid w:val="00450EF2"/>
    <w:rsid w:val="0045149F"/>
    <w:rsid w:val="00452340"/>
    <w:rsid w:val="0045265B"/>
    <w:rsid w:val="004527B6"/>
    <w:rsid w:val="0045299A"/>
    <w:rsid w:val="00452B5E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45F"/>
    <w:rsid w:val="0045771A"/>
    <w:rsid w:val="00457B63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76B"/>
    <w:rsid w:val="00462E26"/>
    <w:rsid w:val="00462F11"/>
    <w:rsid w:val="0046320C"/>
    <w:rsid w:val="00463371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0DE"/>
    <w:rsid w:val="00472247"/>
    <w:rsid w:val="004726E8"/>
    <w:rsid w:val="00472D9B"/>
    <w:rsid w:val="00472FB3"/>
    <w:rsid w:val="00473707"/>
    <w:rsid w:val="004737B6"/>
    <w:rsid w:val="00473AF1"/>
    <w:rsid w:val="00473E4D"/>
    <w:rsid w:val="00473FAF"/>
    <w:rsid w:val="00474252"/>
    <w:rsid w:val="004748E2"/>
    <w:rsid w:val="0047515A"/>
    <w:rsid w:val="00475661"/>
    <w:rsid w:val="00475A29"/>
    <w:rsid w:val="00475A73"/>
    <w:rsid w:val="00475B1C"/>
    <w:rsid w:val="00475C48"/>
    <w:rsid w:val="00475F93"/>
    <w:rsid w:val="004764BC"/>
    <w:rsid w:val="0047654C"/>
    <w:rsid w:val="00476C5F"/>
    <w:rsid w:val="004771F4"/>
    <w:rsid w:val="00477387"/>
    <w:rsid w:val="00477CDE"/>
    <w:rsid w:val="0048013A"/>
    <w:rsid w:val="0048090C"/>
    <w:rsid w:val="004809ED"/>
    <w:rsid w:val="00480B04"/>
    <w:rsid w:val="00481492"/>
    <w:rsid w:val="00481D5C"/>
    <w:rsid w:val="00482AAA"/>
    <w:rsid w:val="00482ACF"/>
    <w:rsid w:val="00482C01"/>
    <w:rsid w:val="00482CBF"/>
    <w:rsid w:val="00483340"/>
    <w:rsid w:val="00483B23"/>
    <w:rsid w:val="00483E91"/>
    <w:rsid w:val="00483F13"/>
    <w:rsid w:val="00484035"/>
    <w:rsid w:val="004847FD"/>
    <w:rsid w:val="0048494F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BB4"/>
    <w:rsid w:val="00494C64"/>
    <w:rsid w:val="00494D39"/>
    <w:rsid w:val="004958EF"/>
    <w:rsid w:val="00496418"/>
    <w:rsid w:val="00496CF7"/>
    <w:rsid w:val="0049733D"/>
    <w:rsid w:val="00497D5A"/>
    <w:rsid w:val="00497F62"/>
    <w:rsid w:val="004A0C48"/>
    <w:rsid w:val="004A121A"/>
    <w:rsid w:val="004A187A"/>
    <w:rsid w:val="004A18B9"/>
    <w:rsid w:val="004A1FBD"/>
    <w:rsid w:val="004A253C"/>
    <w:rsid w:val="004A2808"/>
    <w:rsid w:val="004A2BA6"/>
    <w:rsid w:val="004A3580"/>
    <w:rsid w:val="004A4D48"/>
    <w:rsid w:val="004A52ED"/>
    <w:rsid w:val="004A5CB9"/>
    <w:rsid w:val="004A60B5"/>
    <w:rsid w:val="004A63B4"/>
    <w:rsid w:val="004A6543"/>
    <w:rsid w:val="004A66EB"/>
    <w:rsid w:val="004A6925"/>
    <w:rsid w:val="004A6C91"/>
    <w:rsid w:val="004A6E2D"/>
    <w:rsid w:val="004A6FCF"/>
    <w:rsid w:val="004A7199"/>
    <w:rsid w:val="004A7585"/>
    <w:rsid w:val="004A7612"/>
    <w:rsid w:val="004A784F"/>
    <w:rsid w:val="004B079D"/>
    <w:rsid w:val="004B0899"/>
    <w:rsid w:val="004B0A13"/>
    <w:rsid w:val="004B0DA7"/>
    <w:rsid w:val="004B1D20"/>
    <w:rsid w:val="004B1E95"/>
    <w:rsid w:val="004B20FF"/>
    <w:rsid w:val="004B2183"/>
    <w:rsid w:val="004B31C2"/>
    <w:rsid w:val="004B3393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B55"/>
    <w:rsid w:val="004C0FC8"/>
    <w:rsid w:val="004C16C4"/>
    <w:rsid w:val="004C19F8"/>
    <w:rsid w:val="004C1BD7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BF6"/>
    <w:rsid w:val="004C5C3B"/>
    <w:rsid w:val="004C625F"/>
    <w:rsid w:val="004C7334"/>
    <w:rsid w:val="004C7450"/>
    <w:rsid w:val="004C75FE"/>
    <w:rsid w:val="004C76AF"/>
    <w:rsid w:val="004C7B5A"/>
    <w:rsid w:val="004C7BBC"/>
    <w:rsid w:val="004C7C0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9F6"/>
    <w:rsid w:val="004D2A32"/>
    <w:rsid w:val="004D2FA2"/>
    <w:rsid w:val="004D34E0"/>
    <w:rsid w:val="004D37D7"/>
    <w:rsid w:val="004D38D8"/>
    <w:rsid w:val="004D4B11"/>
    <w:rsid w:val="004D4BEA"/>
    <w:rsid w:val="004D5332"/>
    <w:rsid w:val="004D59D8"/>
    <w:rsid w:val="004D5E3F"/>
    <w:rsid w:val="004D5F9B"/>
    <w:rsid w:val="004D660C"/>
    <w:rsid w:val="004D668A"/>
    <w:rsid w:val="004D6820"/>
    <w:rsid w:val="004D6E20"/>
    <w:rsid w:val="004D6E45"/>
    <w:rsid w:val="004D725F"/>
    <w:rsid w:val="004D77B9"/>
    <w:rsid w:val="004D7926"/>
    <w:rsid w:val="004D7CBE"/>
    <w:rsid w:val="004E129C"/>
    <w:rsid w:val="004E15AD"/>
    <w:rsid w:val="004E1C01"/>
    <w:rsid w:val="004E1C89"/>
    <w:rsid w:val="004E2028"/>
    <w:rsid w:val="004E2777"/>
    <w:rsid w:val="004E284F"/>
    <w:rsid w:val="004E35EE"/>
    <w:rsid w:val="004E3787"/>
    <w:rsid w:val="004E439C"/>
    <w:rsid w:val="004E4AD9"/>
    <w:rsid w:val="004E4D9C"/>
    <w:rsid w:val="004E4E67"/>
    <w:rsid w:val="004E5018"/>
    <w:rsid w:val="004E579D"/>
    <w:rsid w:val="004E5E4B"/>
    <w:rsid w:val="004E5F37"/>
    <w:rsid w:val="004E629A"/>
    <w:rsid w:val="004E6375"/>
    <w:rsid w:val="004E63A6"/>
    <w:rsid w:val="004E64B8"/>
    <w:rsid w:val="004E66BA"/>
    <w:rsid w:val="004E6BDE"/>
    <w:rsid w:val="004E7281"/>
    <w:rsid w:val="004E797C"/>
    <w:rsid w:val="004F0108"/>
    <w:rsid w:val="004F02D3"/>
    <w:rsid w:val="004F0778"/>
    <w:rsid w:val="004F0AF4"/>
    <w:rsid w:val="004F0B21"/>
    <w:rsid w:val="004F0D62"/>
    <w:rsid w:val="004F1C59"/>
    <w:rsid w:val="004F2118"/>
    <w:rsid w:val="004F2493"/>
    <w:rsid w:val="004F2FDD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D31"/>
    <w:rsid w:val="00500857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42A3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CA1"/>
    <w:rsid w:val="005151AA"/>
    <w:rsid w:val="005151AD"/>
    <w:rsid w:val="00515285"/>
    <w:rsid w:val="00515CF5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568"/>
    <w:rsid w:val="00521733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707"/>
    <w:rsid w:val="005238D0"/>
    <w:rsid w:val="00523E30"/>
    <w:rsid w:val="00524107"/>
    <w:rsid w:val="005243D8"/>
    <w:rsid w:val="005244AB"/>
    <w:rsid w:val="00524621"/>
    <w:rsid w:val="005249E6"/>
    <w:rsid w:val="00525269"/>
    <w:rsid w:val="00525942"/>
    <w:rsid w:val="005259CB"/>
    <w:rsid w:val="005265D4"/>
    <w:rsid w:val="005265DA"/>
    <w:rsid w:val="005269E1"/>
    <w:rsid w:val="00526A47"/>
    <w:rsid w:val="00527272"/>
    <w:rsid w:val="0052754D"/>
    <w:rsid w:val="00527A9B"/>
    <w:rsid w:val="00530048"/>
    <w:rsid w:val="005306B0"/>
    <w:rsid w:val="00530E2C"/>
    <w:rsid w:val="00531002"/>
    <w:rsid w:val="00531CBD"/>
    <w:rsid w:val="0053228F"/>
    <w:rsid w:val="005323C4"/>
    <w:rsid w:val="0053240B"/>
    <w:rsid w:val="005329EB"/>
    <w:rsid w:val="00532BC6"/>
    <w:rsid w:val="00533232"/>
    <w:rsid w:val="0053372F"/>
    <w:rsid w:val="00533EE3"/>
    <w:rsid w:val="0053455B"/>
    <w:rsid w:val="00534D49"/>
    <w:rsid w:val="00535375"/>
    <w:rsid w:val="005354A7"/>
    <w:rsid w:val="005356B0"/>
    <w:rsid w:val="005359F4"/>
    <w:rsid w:val="00535A32"/>
    <w:rsid w:val="00535C97"/>
    <w:rsid w:val="0053655A"/>
    <w:rsid w:val="00540CDC"/>
    <w:rsid w:val="00540F56"/>
    <w:rsid w:val="00541613"/>
    <w:rsid w:val="0054166D"/>
    <w:rsid w:val="00541780"/>
    <w:rsid w:val="0054183E"/>
    <w:rsid w:val="005420EA"/>
    <w:rsid w:val="00542150"/>
    <w:rsid w:val="00542609"/>
    <w:rsid w:val="0054288F"/>
    <w:rsid w:val="00543E2D"/>
    <w:rsid w:val="005440C7"/>
    <w:rsid w:val="0054422B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64A6"/>
    <w:rsid w:val="00557075"/>
    <w:rsid w:val="00557CBB"/>
    <w:rsid w:val="00560694"/>
    <w:rsid w:val="0056075E"/>
    <w:rsid w:val="005615C8"/>
    <w:rsid w:val="0056171D"/>
    <w:rsid w:val="00562523"/>
    <w:rsid w:val="00562580"/>
    <w:rsid w:val="005626AA"/>
    <w:rsid w:val="00563481"/>
    <w:rsid w:val="00563694"/>
    <w:rsid w:val="00563A3B"/>
    <w:rsid w:val="00564413"/>
    <w:rsid w:val="00565186"/>
    <w:rsid w:val="00565743"/>
    <w:rsid w:val="0056581B"/>
    <w:rsid w:val="00565972"/>
    <w:rsid w:val="0056649C"/>
    <w:rsid w:val="00566872"/>
    <w:rsid w:val="005668F8"/>
    <w:rsid w:val="00566C67"/>
    <w:rsid w:val="00566E20"/>
    <w:rsid w:val="00566FD4"/>
    <w:rsid w:val="0056708A"/>
    <w:rsid w:val="00567D95"/>
    <w:rsid w:val="00567EEE"/>
    <w:rsid w:val="00567F64"/>
    <w:rsid w:val="00570BE4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5152"/>
    <w:rsid w:val="0057544C"/>
    <w:rsid w:val="0057637D"/>
    <w:rsid w:val="00576791"/>
    <w:rsid w:val="00576B42"/>
    <w:rsid w:val="00576C1C"/>
    <w:rsid w:val="00576EC6"/>
    <w:rsid w:val="00576F91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9E1"/>
    <w:rsid w:val="00582E01"/>
    <w:rsid w:val="0058353F"/>
    <w:rsid w:val="00583935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414"/>
    <w:rsid w:val="00586756"/>
    <w:rsid w:val="0058681F"/>
    <w:rsid w:val="00586971"/>
    <w:rsid w:val="00586AD4"/>
    <w:rsid w:val="0058718E"/>
    <w:rsid w:val="00587673"/>
    <w:rsid w:val="00587AC8"/>
    <w:rsid w:val="0059001E"/>
    <w:rsid w:val="005901EC"/>
    <w:rsid w:val="00590922"/>
    <w:rsid w:val="00591305"/>
    <w:rsid w:val="00591656"/>
    <w:rsid w:val="00591E1F"/>
    <w:rsid w:val="00592017"/>
    <w:rsid w:val="00592292"/>
    <w:rsid w:val="00592B66"/>
    <w:rsid w:val="00592DBB"/>
    <w:rsid w:val="00592DC2"/>
    <w:rsid w:val="005937A4"/>
    <w:rsid w:val="00593A79"/>
    <w:rsid w:val="00593A98"/>
    <w:rsid w:val="0059453D"/>
    <w:rsid w:val="00594F7B"/>
    <w:rsid w:val="005952BD"/>
    <w:rsid w:val="00595351"/>
    <w:rsid w:val="0059555E"/>
    <w:rsid w:val="005957DE"/>
    <w:rsid w:val="00595895"/>
    <w:rsid w:val="0059596A"/>
    <w:rsid w:val="00595D75"/>
    <w:rsid w:val="005961B9"/>
    <w:rsid w:val="005969A9"/>
    <w:rsid w:val="00596DFF"/>
    <w:rsid w:val="0059708D"/>
    <w:rsid w:val="0059718C"/>
    <w:rsid w:val="00597782"/>
    <w:rsid w:val="005A0107"/>
    <w:rsid w:val="005A09FC"/>
    <w:rsid w:val="005A0D94"/>
    <w:rsid w:val="005A244A"/>
    <w:rsid w:val="005A24D9"/>
    <w:rsid w:val="005A33DD"/>
    <w:rsid w:val="005A35A5"/>
    <w:rsid w:val="005A35F7"/>
    <w:rsid w:val="005A3B6A"/>
    <w:rsid w:val="005A3D84"/>
    <w:rsid w:val="005A3EB7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B0D02"/>
    <w:rsid w:val="005B121B"/>
    <w:rsid w:val="005B132D"/>
    <w:rsid w:val="005B1479"/>
    <w:rsid w:val="005B311E"/>
    <w:rsid w:val="005B3611"/>
    <w:rsid w:val="005B3BC8"/>
    <w:rsid w:val="005B3E06"/>
    <w:rsid w:val="005B3F9C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71F1"/>
    <w:rsid w:val="005C7CDE"/>
    <w:rsid w:val="005C7F67"/>
    <w:rsid w:val="005D023E"/>
    <w:rsid w:val="005D05F7"/>
    <w:rsid w:val="005D0E77"/>
    <w:rsid w:val="005D1270"/>
    <w:rsid w:val="005D1DF0"/>
    <w:rsid w:val="005D2231"/>
    <w:rsid w:val="005D2464"/>
    <w:rsid w:val="005D254B"/>
    <w:rsid w:val="005D2961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884"/>
    <w:rsid w:val="005D5C2C"/>
    <w:rsid w:val="005D61F8"/>
    <w:rsid w:val="005D626D"/>
    <w:rsid w:val="005D660D"/>
    <w:rsid w:val="005E003F"/>
    <w:rsid w:val="005E0885"/>
    <w:rsid w:val="005E1362"/>
    <w:rsid w:val="005E1618"/>
    <w:rsid w:val="005E1807"/>
    <w:rsid w:val="005E1847"/>
    <w:rsid w:val="005E23A7"/>
    <w:rsid w:val="005E279A"/>
    <w:rsid w:val="005E284D"/>
    <w:rsid w:val="005E28D3"/>
    <w:rsid w:val="005E293A"/>
    <w:rsid w:val="005E2A69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AD9"/>
    <w:rsid w:val="005E5DDA"/>
    <w:rsid w:val="005E5E13"/>
    <w:rsid w:val="005E6577"/>
    <w:rsid w:val="005E69FA"/>
    <w:rsid w:val="005E6E58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CBC"/>
    <w:rsid w:val="005F2DB0"/>
    <w:rsid w:val="005F2EFE"/>
    <w:rsid w:val="005F35B2"/>
    <w:rsid w:val="005F3A0D"/>
    <w:rsid w:val="005F4768"/>
    <w:rsid w:val="005F4B15"/>
    <w:rsid w:val="005F4BF8"/>
    <w:rsid w:val="005F5613"/>
    <w:rsid w:val="005F5715"/>
    <w:rsid w:val="005F5742"/>
    <w:rsid w:val="005F5D24"/>
    <w:rsid w:val="005F5E71"/>
    <w:rsid w:val="005F5E98"/>
    <w:rsid w:val="005F64C3"/>
    <w:rsid w:val="005F79AD"/>
    <w:rsid w:val="005F7AF1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66B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D49"/>
    <w:rsid w:val="00607E90"/>
    <w:rsid w:val="0061004A"/>
    <w:rsid w:val="00610099"/>
    <w:rsid w:val="006107A6"/>
    <w:rsid w:val="00610C0F"/>
    <w:rsid w:val="00610DE2"/>
    <w:rsid w:val="00610F2E"/>
    <w:rsid w:val="00611013"/>
    <w:rsid w:val="00611058"/>
    <w:rsid w:val="00611D80"/>
    <w:rsid w:val="0061285B"/>
    <w:rsid w:val="00613009"/>
    <w:rsid w:val="006133B0"/>
    <w:rsid w:val="006136F9"/>
    <w:rsid w:val="00613E32"/>
    <w:rsid w:val="00613FA6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20927"/>
    <w:rsid w:val="00620BE7"/>
    <w:rsid w:val="00620C0B"/>
    <w:rsid w:val="00621138"/>
    <w:rsid w:val="00621761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404B"/>
    <w:rsid w:val="0062463A"/>
    <w:rsid w:val="00624658"/>
    <w:rsid w:val="0062467E"/>
    <w:rsid w:val="00624910"/>
    <w:rsid w:val="00625052"/>
    <w:rsid w:val="006251C0"/>
    <w:rsid w:val="00625276"/>
    <w:rsid w:val="00625533"/>
    <w:rsid w:val="00625F01"/>
    <w:rsid w:val="0062632A"/>
    <w:rsid w:val="00626952"/>
    <w:rsid w:val="00626B17"/>
    <w:rsid w:val="00626D69"/>
    <w:rsid w:val="00626F99"/>
    <w:rsid w:val="006271BD"/>
    <w:rsid w:val="0062734D"/>
    <w:rsid w:val="00627F9E"/>
    <w:rsid w:val="00631024"/>
    <w:rsid w:val="0063158D"/>
    <w:rsid w:val="00631B03"/>
    <w:rsid w:val="00631D24"/>
    <w:rsid w:val="00631DFB"/>
    <w:rsid w:val="00632308"/>
    <w:rsid w:val="006323C7"/>
    <w:rsid w:val="0063272F"/>
    <w:rsid w:val="00632977"/>
    <w:rsid w:val="00632A1F"/>
    <w:rsid w:val="00632DEC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5338"/>
    <w:rsid w:val="006360E3"/>
    <w:rsid w:val="006362F0"/>
    <w:rsid w:val="006364EC"/>
    <w:rsid w:val="006370AB"/>
    <w:rsid w:val="00637898"/>
    <w:rsid w:val="00637D0B"/>
    <w:rsid w:val="0064005F"/>
    <w:rsid w:val="00640BF8"/>
    <w:rsid w:val="00640C94"/>
    <w:rsid w:val="00640EBC"/>
    <w:rsid w:val="006412D3"/>
    <w:rsid w:val="00641E7D"/>
    <w:rsid w:val="00642226"/>
    <w:rsid w:val="00642A94"/>
    <w:rsid w:val="00643113"/>
    <w:rsid w:val="00643A8D"/>
    <w:rsid w:val="00644277"/>
    <w:rsid w:val="006444E8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5003C"/>
    <w:rsid w:val="00650660"/>
    <w:rsid w:val="006509CC"/>
    <w:rsid w:val="00650F20"/>
    <w:rsid w:val="0065155B"/>
    <w:rsid w:val="00651AF4"/>
    <w:rsid w:val="00651D9B"/>
    <w:rsid w:val="00651FDB"/>
    <w:rsid w:val="00652417"/>
    <w:rsid w:val="00652690"/>
    <w:rsid w:val="00652ABC"/>
    <w:rsid w:val="00652CC0"/>
    <w:rsid w:val="00652D7B"/>
    <w:rsid w:val="00653026"/>
    <w:rsid w:val="0065314F"/>
    <w:rsid w:val="00653CF1"/>
    <w:rsid w:val="00654086"/>
    <w:rsid w:val="006544A0"/>
    <w:rsid w:val="006546A6"/>
    <w:rsid w:val="00654F76"/>
    <w:rsid w:val="00654FD4"/>
    <w:rsid w:val="00655312"/>
    <w:rsid w:val="006556F3"/>
    <w:rsid w:val="00655F96"/>
    <w:rsid w:val="00655FA6"/>
    <w:rsid w:val="00656362"/>
    <w:rsid w:val="00656CE1"/>
    <w:rsid w:val="00657403"/>
    <w:rsid w:val="006602B8"/>
    <w:rsid w:val="00660353"/>
    <w:rsid w:val="0066094D"/>
    <w:rsid w:val="00660AB6"/>
    <w:rsid w:val="00660B2C"/>
    <w:rsid w:val="00660F5F"/>
    <w:rsid w:val="006613EE"/>
    <w:rsid w:val="00661664"/>
    <w:rsid w:val="00661964"/>
    <w:rsid w:val="00662180"/>
    <w:rsid w:val="0066294A"/>
    <w:rsid w:val="00662977"/>
    <w:rsid w:val="0066300D"/>
    <w:rsid w:val="00663411"/>
    <w:rsid w:val="006637AE"/>
    <w:rsid w:val="0066392B"/>
    <w:rsid w:val="006639A3"/>
    <w:rsid w:val="00663A1B"/>
    <w:rsid w:val="0066454F"/>
    <w:rsid w:val="00664625"/>
    <w:rsid w:val="0066496C"/>
    <w:rsid w:val="00664997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5FF"/>
    <w:rsid w:val="00671988"/>
    <w:rsid w:val="00671C9A"/>
    <w:rsid w:val="006721F6"/>
    <w:rsid w:val="006725F3"/>
    <w:rsid w:val="0067269F"/>
    <w:rsid w:val="006728B0"/>
    <w:rsid w:val="0067294B"/>
    <w:rsid w:val="00672AC8"/>
    <w:rsid w:val="00673A54"/>
    <w:rsid w:val="00674074"/>
    <w:rsid w:val="00674230"/>
    <w:rsid w:val="00674A85"/>
    <w:rsid w:val="006753F5"/>
    <w:rsid w:val="006756DA"/>
    <w:rsid w:val="00675A89"/>
    <w:rsid w:val="00675F08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100A"/>
    <w:rsid w:val="00681506"/>
    <w:rsid w:val="00681883"/>
    <w:rsid w:val="00682036"/>
    <w:rsid w:val="00682290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334"/>
    <w:rsid w:val="00684995"/>
    <w:rsid w:val="00684A9E"/>
    <w:rsid w:val="006850A8"/>
    <w:rsid w:val="00685444"/>
    <w:rsid w:val="00685840"/>
    <w:rsid w:val="00685A56"/>
    <w:rsid w:val="0068662E"/>
    <w:rsid w:val="00686EC6"/>
    <w:rsid w:val="00687C4D"/>
    <w:rsid w:val="00687C77"/>
    <w:rsid w:val="006904EB"/>
    <w:rsid w:val="00690D2B"/>
    <w:rsid w:val="00690E98"/>
    <w:rsid w:val="00691527"/>
    <w:rsid w:val="006917DB"/>
    <w:rsid w:val="006922DC"/>
    <w:rsid w:val="006926C5"/>
    <w:rsid w:val="0069275C"/>
    <w:rsid w:val="0069311D"/>
    <w:rsid w:val="00693336"/>
    <w:rsid w:val="006935E3"/>
    <w:rsid w:val="00693E2D"/>
    <w:rsid w:val="00693E4A"/>
    <w:rsid w:val="00693F45"/>
    <w:rsid w:val="00693FE8"/>
    <w:rsid w:val="00694141"/>
    <w:rsid w:val="006941F8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886"/>
    <w:rsid w:val="00697ACE"/>
    <w:rsid w:val="006A07B1"/>
    <w:rsid w:val="006A09AF"/>
    <w:rsid w:val="006A09F6"/>
    <w:rsid w:val="006A0A34"/>
    <w:rsid w:val="006A0E9B"/>
    <w:rsid w:val="006A1679"/>
    <w:rsid w:val="006A18A5"/>
    <w:rsid w:val="006A1A34"/>
    <w:rsid w:val="006A1D33"/>
    <w:rsid w:val="006A2568"/>
    <w:rsid w:val="006A2BCA"/>
    <w:rsid w:val="006A2C73"/>
    <w:rsid w:val="006A2C89"/>
    <w:rsid w:val="006A3073"/>
    <w:rsid w:val="006A3868"/>
    <w:rsid w:val="006A43DC"/>
    <w:rsid w:val="006A4948"/>
    <w:rsid w:val="006A4DF5"/>
    <w:rsid w:val="006A5563"/>
    <w:rsid w:val="006A55DC"/>
    <w:rsid w:val="006A6440"/>
    <w:rsid w:val="006A6C1A"/>
    <w:rsid w:val="006A6D5A"/>
    <w:rsid w:val="006A7050"/>
    <w:rsid w:val="006A7A26"/>
    <w:rsid w:val="006A7CC9"/>
    <w:rsid w:val="006A7D94"/>
    <w:rsid w:val="006A7E5D"/>
    <w:rsid w:val="006A7E80"/>
    <w:rsid w:val="006B05F3"/>
    <w:rsid w:val="006B05FC"/>
    <w:rsid w:val="006B0F8B"/>
    <w:rsid w:val="006B0F9D"/>
    <w:rsid w:val="006B1007"/>
    <w:rsid w:val="006B1026"/>
    <w:rsid w:val="006B168D"/>
    <w:rsid w:val="006B17EF"/>
    <w:rsid w:val="006B1A4D"/>
    <w:rsid w:val="006B238D"/>
    <w:rsid w:val="006B23B6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24E"/>
    <w:rsid w:val="006B55A3"/>
    <w:rsid w:val="006B5619"/>
    <w:rsid w:val="006B5877"/>
    <w:rsid w:val="006B5996"/>
    <w:rsid w:val="006B5B69"/>
    <w:rsid w:val="006B5C89"/>
    <w:rsid w:val="006B6206"/>
    <w:rsid w:val="006B633A"/>
    <w:rsid w:val="006B68FD"/>
    <w:rsid w:val="006B7034"/>
    <w:rsid w:val="006B7AD8"/>
    <w:rsid w:val="006B7F11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43D4"/>
    <w:rsid w:val="006C5311"/>
    <w:rsid w:val="006C5449"/>
    <w:rsid w:val="006C6510"/>
    <w:rsid w:val="006C75FC"/>
    <w:rsid w:val="006C7D94"/>
    <w:rsid w:val="006D0494"/>
    <w:rsid w:val="006D05B1"/>
    <w:rsid w:val="006D1D16"/>
    <w:rsid w:val="006D24D3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5A"/>
    <w:rsid w:val="006D618B"/>
    <w:rsid w:val="006D6744"/>
    <w:rsid w:val="006D681D"/>
    <w:rsid w:val="006D6F78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29A"/>
    <w:rsid w:val="006E35ED"/>
    <w:rsid w:val="006E43DA"/>
    <w:rsid w:val="006E4B5B"/>
    <w:rsid w:val="006E5484"/>
    <w:rsid w:val="006E5C5F"/>
    <w:rsid w:val="006E5F40"/>
    <w:rsid w:val="006E664E"/>
    <w:rsid w:val="006E6926"/>
    <w:rsid w:val="006E6947"/>
    <w:rsid w:val="006E6E1E"/>
    <w:rsid w:val="006E6F32"/>
    <w:rsid w:val="006E7785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2788"/>
    <w:rsid w:val="006F3745"/>
    <w:rsid w:val="006F3B2F"/>
    <w:rsid w:val="006F3E33"/>
    <w:rsid w:val="006F40D7"/>
    <w:rsid w:val="006F4182"/>
    <w:rsid w:val="006F4761"/>
    <w:rsid w:val="006F48A9"/>
    <w:rsid w:val="006F48EC"/>
    <w:rsid w:val="006F5166"/>
    <w:rsid w:val="006F594E"/>
    <w:rsid w:val="006F5BEC"/>
    <w:rsid w:val="006F5E5F"/>
    <w:rsid w:val="006F5F01"/>
    <w:rsid w:val="006F6751"/>
    <w:rsid w:val="006F6A7F"/>
    <w:rsid w:val="006F6F4B"/>
    <w:rsid w:val="006F73EB"/>
    <w:rsid w:val="006F7654"/>
    <w:rsid w:val="006F7C20"/>
    <w:rsid w:val="006F7D49"/>
    <w:rsid w:val="0070026C"/>
    <w:rsid w:val="00700A95"/>
    <w:rsid w:val="00700B01"/>
    <w:rsid w:val="00700D8C"/>
    <w:rsid w:val="007010AD"/>
    <w:rsid w:val="00701101"/>
    <w:rsid w:val="007016CF"/>
    <w:rsid w:val="007021A9"/>
    <w:rsid w:val="00702EB8"/>
    <w:rsid w:val="00703178"/>
    <w:rsid w:val="0070317A"/>
    <w:rsid w:val="00703876"/>
    <w:rsid w:val="00703B37"/>
    <w:rsid w:val="00704D53"/>
    <w:rsid w:val="007053E4"/>
    <w:rsid w:val="00705BE9"/>
    <w:rsid w:val="00705C58"/>
    <w:rsid w:val="00705D40"/>
    <w:rsid w:val="00706100"/>
    <w:rsid w:val="007068BD"/>
    <w:rsid w:val="00706FD5"/>
    <w:rsid w:val="0070725B"/>
    <w:rsid w:val="0070735F"/>
    <w:rsid w:val="00707552"/>
    <w:rsid w:val="00707C37"/>
    <w:rsid w:val="00707E5B"/>
    <w:rsid w:val="007100E7"/>
    <w:rsid w:val="00710717"/>
    <w:rsid w:val="00710DE0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494F"/>
    <w:rsid w:val="00715236"/>
    <w:rsid w:val="00716E9E"/>
    <w:rsid w:val="00716F5A"/>
    <w:rsid w:val="007170D0"/>
    <w:rsid w:val="00717564"/>
    <w:rsid w:val="00717948"/>
    <w:rsid w:val="00717CE5"/>
    <w:rsid w:val="00717F48"/>
    <w:rsid w:val="00720707"/>
    <w:rsid w:val="007208AA"/>
    <w:rsid w:val="00720962"/>
    <w:rsid w:val="00720A78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CCF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4C9"/>
    <w:rsid w:val="007337BE"/>
    <w:rsid w:val="00733A4D"/>
    <w:rsid w:val="00733DAB"/>
    <w:rsid w:val="007341C5"/>
    <w:rsid w:val="0073435C"/>
    <w:rsid w:val="00734740"/>
    <w:rsid w:val="007356C2"/>
    <w:rsid w:val="00735A37"/>
    <w:rsid w:val="00735B10"/>
    <w:rsid w:val="0073605C"/>
    <w:rsid w:val="0073667F"/>
    <w:rsid w:val="00736A1B"/>
    <w:rsid w:val="00736A97"/>
    <w:rsid w:val="00736CD9"/>
    <w:rsid w:val="00736D87"/>
    <w:rsid w:val="00737D02"/>
    <w:rsid w:val="00737D18"/>
    <w:rsid w:val="00737D79"/>
    <w:rsid w:val="007400EB"/>
    <w:rsid w:val="007404CA"/>
    <w:rsid w:val="00741136"/>
    <w:rsid w:val="00741B1D"/>
    <w:rsid w:val="00742204"/>
    <w:rsid w:val="007425E9"/>
    <w:rsid w:val="00742752"/>
    <w:rsid w:val="00742DB8"/>
    <w:rsid w:val="00743EA0"/>
    <w:rsid w:val="0074416A"/>
    <w:rsid w:val="0074444E"/>
    <w:rsid w:val="00744A69"/>
    <w:rsid w:val="00744BA6"/>
    <w:rsid w:val="00744D05"/>
    <w:rsid w:val="00745432"/>
    <w:rsid w:val="00745B51"/>
    <w:rsid w:val="0074639F"/>
    <w:rsid w:val="00746A35"/>
    <w:rsid w:val="00746CCB"/>
    <w:rsid w:val="007476DB"/>
    <w:rsid w:val="0074797B"/>
    <w:rsid w:val="00747C80"/>
    <w:rsid w:val="0075006F"/>
    <w:rsid w:val="007507F3"/>
    <w:rsid w:val="00750DD5"/>
    <w:rsid w:val="007512A0"/>
    <w:rsid w:val="00751888"/>
    <w:rsid w:val="00751E23"/>
    <w:rsid w:val="00752097"/>
    <w:rsid w:val="0075221D"/>
    <w:rsid w:val="0075277F"/>
    <w:rsid w:val="00752C5B"/>
    <w:rsid w:val="00753878"/>
    <w:rsid w:val="00753B25"/>
    <w:rsid w:val="00753BC9"/>
    <w:rsid w:val="00753BFB"/>
    <w:rsid w:val="007542A7"/>
    <w:rsid w:val="0075465B"/>
    <w:rsid w:val="00754752"/>
    <w:rsid w:val="007550B0"/>
    <w:rsid w:val="0075516C"/>
    <w:rsid w:val="0075568B"/>
    <w:rsid w:val="00755ECB"/>
    <w:rsid w:val="00756724"/>
    <w:rsid w:val="00756B8D"/>
    <w:rsid w:val="00756CEB"/>
    <w:rsid w:val="00756FEE"/>
    <w:rsid w:val="0075742E"/>
    <w:rsid w:val="00757716"/>
    <w:rsid w:val="00760399"/>
    <w:rsid w:val="00760DBE"/>
    <w:rsid w:val="007616D1"/>
    <w:rsid w:val="00761B92"/>
    <w:rsid w:val="00761F79"/>
    <w:rsid w:val="00761FC4"/>
    <w:rsid w:val="00762A37"/>
    <w:rsid w:val="00762AF6"/>
    <w:rsid w:val="007632DD"/>
    <w:rsid w:val="00763387"/>
    <w:rsid w:val="0076343F"/>
    <w:rsid w:val="00763831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1F85"/>
    <w:rsid w:val="007729EC"/>
    <w:rsid w:val="007732C5"/>
    <w:rsid w:val="007737D2"/>
    <w:rsid w:val="00773D7C"/>
    <w:rsid w:val="00773E18"/>
    <w:rsid w:val="00774399"/>
    <w:rsid w:val="00774702"/>
    <w:rsid w:val="00774B54"/>
    <w:rsid w:val="00774F30"/>
    <w:rsid w:val="00774FEB"/>
    <w:rsid w:val="0077505F"/>
    <w:rsid w:val="0077528C"/>
    <w:rsid w:val="00775F87"/>
    <w:rsid w:val="00775FFB"/>
    <w:rsid w:val="00777014"/>
    <w:rsid w:val="00777253"/>
    <w:rsid w:val="00777425"/>
    <w:rsid w:val="00777B45"/>
    <w:rsid w:val="00777EA7"/>
    <w:rsid w:val="00780D7C"/>
    <w:rsid w:val="0078184A"/>
    <w:rsid w:val="00781A80"/>
    <w:rsid w:val="00781B33"/>
    <w:rsid w:val="00781BF8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4386"/>
    <w:rsid w:val="00784613"/>
    <w:rsid w:val="00784970"/>
    <w:rsid w:val="007854DD"/>
    <w:rsid w:val="00785CAC"/>
    <w:rsid w:val="00786F9B"/>
    <w:rsid w:val="0078727C"/>
    <w:rsid w:val="007872F3"/>
    <w:rsid w:val="007873C7"/>
    <w:rsid w:val="007874E5"/>
    <w:rsid w:val="0078762B"/>
    <w:rsid w:val="00790681"/>
    <w:rsid w:val="00790E74"/>
    <w:rsid w:val="00791F20"/>
    <w:rsid w:val="00791FC6"/>
    <w:rsid w:val="007927B5"/>
    <w:rsid w:val="00792A8E"/>
    <w:rsid w:val="0079314B"/>
    <w:rsid w:val="00793870"/>
    <w:rsid w:val="00793FAA"/>
    <w:rsid w:val="00794043"/>
    <w:rsid w:val="0079433F"/>
    <w:rsid w:val="00794CEA"/>
    <w:rsid w:val="00795E93"/>
    <w:rsid w:val="00796A24"/>
    <w:rsid w:val="00796B44"/>
    <w:rsid w:val="00797003"/>
    <w:rsid w:val="0079793E"/>
    <w:rsid w:val="007A00CA"/>
    <w:rsid w:val="007A03E7"/>
    <w:rsid w:val="007A0641"/>
    <w:rsid w:val="007A0F1A"/>
    <w:rsid w:val="007A1721"/>
    <w:rsid w:val="007A196F"/>
    <w:rsid w:val="007A19F4"/>
    <w:rsid w:val="007A1A16"/>
    <w:rsid w:val="007A1B05"/>
    <w:rsid w:val="007A1FB5"/>
    <w:rsid w:val="007A1FF4"/>
    <w:rsid w:val="007A21F1"/>
    <w:rsid w:val="007A2DFD"/>
    <w:rsid w:val="007A30A0"/>
    <w:rsid w:val="007A329C"/>
    <w:rsid w:val="007A3B11"/>
    <w:rsid w:val="007A3C13"/>
    <w:rsid w:val="007A3F27"/>
    <w:rsid w:val="007A41F7"/>
    <w:rsid w:val="007A4464"/>
    <w:rsid w:val="007A4609"/>
    <w:rsid w:val="007A4A95"/>
    <w:rsid w:val="007A4AA9"/>
    <w:rsid w:val="007A5110"/>
    <w:rsid w:val="007A5615"/>
    <w:rsid w:val="007A5A5F"/>
    <w:rsid w:val="007A5CA1"/>
    <w:rsid w:val="007A71AC"/>
    <w:rsid w:val="007A74C2"/>
    <w:rsid w:val="007A7903"/>
    <w:rsid w:val="007B007F"/>
    <w:rsid w:val="007B0F4F"/>
    <w:rsid w:val="007B0F7B"/>
    <w:rsid w:val="007B1480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D16"/>
    <w:rsid w:val="007B47B2"/>
    <w:rsid w:val="007B4DD3"/>
    <w:rsid w:val="007B4F91"/>
    <w:rsid w:val="007B5021"/>
    <w:rsid w:val="007B57C8"/>
    <w:rsid w:val="007B6086"/>
    <w:rsid w:val="007B6690"/>
    <w:rsid w:val="007C02DA"/>
    <w:rsid w:val="007C02EF"/>
    <w:rsid w:val="007C033A"/>
    <w:rsid w:val="007C05B9"/>
    <w:rsid w:val="007C090A"/>
    <w:rsid w:val="007C0DF4"/>
    <w:rsid w:val="007C13F3"/>
    <w:rsid w:val="007C1AF8"/>
    <w:rsid w:val="007C205E"/>
    <w:rsid w:val="007C2529"/>
    <w:rsid w:val="007C276B"/>
    <w:rsid w:val="007C317E"/>
    <w:rsid w:val="007C31AF"/>
    <w:rsid w:val="007C3807"/>
    <w:rsid w:val="007C3FDD"/>
    <w:rsid w:val="007C4AB3"/>
    <w:rsid w:val="007C4BB6"/>
    <w:rsid w:val="007C615F"/>
    <w:rsid w:val="007C66C6"/>
    <w:rsid w:val="007C6A24"/>
    <w:rsid w:val="007C71F9"/>
    <w:rsid w:val="007C7469"/>
    <w:rsid w:val="007C7520"/>
    <w:rsid w:val="007C7752"/>
    <w:rsid w:val="007C7811"/>
    <w:rsid w:val="007C7B64"/>
    <w:rsid w:val="007D0415"/>
    <w:rsid w:val="007D0619"/>
    <w:rsid w:val="007D065A"/>
    <w:rsid w:val="007D16C7"/>
    <w:rsid w:val="007D17A4"/>
    <w:rsid w:val="007D1A10"/>
    <w:rsid w:val="007D252C"/>
    <w:rsid w:val="007D262D"/>
    <w:rsid w:val="007D2D10"/>
    <w:rsid w:val="007D36AD"/>
    <w:rsid w:val="007D489B"/>
    <w:rsid w:val="007D48C4"/>
    <w:rsid w:val="007D508D"/>
    <w:rsid w:val="007D5CC1"/>
    <w:rsid w:val="007D5F81"/>
    <w:rsid w:val="007D635A"/>
    <w:rsid w:val="007D7322"/>
    <w:rsid w:val="007D7363"/>
    <w:rsid w:val="007D750A"/>
    <w:rsid w:val="007D7ABE"/>
    <w:rsid w:val="007D7D37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618"/>
    <w:rsid w:val="007F4976"/>
    <w:rsid w:val="007F4F4C"/>
    <w:rsid w:val="007F5CB0"/>
    <w:rsid w:val="007F5D4D"/>
    <w:rsid w:val="007F5DF0"/>
    <w:rsid w:val="007F64A6"/>
    <w:rsid w:val="007F6A97"/>
    <w:rsid w:val="007F6D85"/>
    <w:rsid w:val="007F70B7"/>
    <w:rsid w:val="007F747B"/>
    <w:rsid w:val="007F78D6"/>
    <w:rsid w:val="008009CE"/>
    <w:rsid w:val="00800A70"/>
    <w:rsid w:val="008015F2"/>
    <w:rsid w:val="00801CA7"/>
    <w:rsid w:val="00801CB9"/>
    <w:rsid w:val="00802034"/>
    <w:rsid w:val="0080261E"/>
    <w:rsid w:val="00803194"/>
    <w:rsid w:val="00803371"/>
    <w:rsid w:val="00803957"/>
    <w:rsid w:val="00803CE0"/>
    <w:rsid w:val="00804011"/>
    <w:rsid w:val="00804498"/>
    <w:rsid w:val="00804542"/>
    <w:rsid w:val="00804DD5"/>
    <w:rsid w:val="00804EA2"/>
    <w:rsid w:val="00805070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BC5"/>
    <w:rsid w:val="00811EF3"/>
    <w:rsid w:val="00811F4D"/>
    <w:rsid w:val="00812A98"/>
    <w:rsid w:val="00812D44"/>
    <w:rsid w:val="00813366"/>
    <w:rsid w:val="008139F0"/>
    <w:rsid w:val="00813A45"/>
    <w:rsid w:val="00814785"/>
    <w:rsid w:val="00814BE0"/>
    <w:rsid w:val="00814F89"/>
    <w:rsid w:val="00815287"/>
    <w:rsid w:val="00815321"/>
    <w:rsid w:val="00815B65"/>
    <w:rsid w:val="00815D55"/>
    <w:rsid w:val="008162C7"/>
    <w:rsid w:val="008165BB"/>
    <w:rsid w:val="008168E2"/>
    <w:rsid w:val="00817007"/>
    <w:rsid w:val="00817085"/>
    <w:rsid w:val="00820006"/>
    <w:rsid w:val="008202F5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32C"/>
    <w:rsid w:val="00824569"/>
    <w:rsid w:val="00824AF0"/>
    <w:rsid w:val="00824F9E"/>
    <w:rsid w:val="00825883"/>
    <w:rsid w:val="00826834"/>
    <w:rsid w:val="0082742E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1A2F"/>
    <w:rsid w:val="0083206D"/>
    <w:rsid w:val="00832188"/>
    <w:rsid w:val="008325E3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76E"/>
    <w:rsid w:val="0083696F"/>
    <w:rsid w:val="00836AC8"/>
    <w:rsid w:val="00836BE5"/>
    <w:rsid w:val="00836C77"/>
    <w:rsid w:val="00836EA0"/>
    <w:rsid w:val="0083797E"/>
    <w:rsid w:val="00837CB9"/>
    <w:rsid w:val="00837EF9"/>
    <w:rsid w:val="00840072"/>
    <w:rsid w:val="00840370"/>
    <w:rsid w:val="00840937"/>
    <w:rsid w:val="00840941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44B5"/>
    <w:rsid w:val="008444F5"/>
    <w:rsid w:val="008446D9"/>
    <w:rsid w:val="00844BFA"/>
    <w:rsid w:val="0084511D"/>
    <w:rsid w:val="00845186"/>
    <w:rsid w:val="008452A4"/>
    <w:rsid w:val="00845386"/>
    <w:rsid w:val="008457E8"/>
    <w:rsid w:val="0084590B"/>
    <w:rsid w:val="00845A7F"/>
    <w:rsid w:val="00845ECB"/>
    <w:rsid w:val="00845FFD"/>
    <w:rsid w:val="00846289"/>
    <w:rsid w:val="008463E7"/>
    <w:rsid w:val="008471DA"/>
    <w:rsid w:val="00847987"/>
    <w:rsid w:val="008502A7"/>
    <w:rsid w:val="00850939"/>
    <w:rsid w:val="00851069"/>
    <w:rsid w:val="00851147"/>
    <w:rsid w:val="0085180D"/>
    <w:rsid w:val="00851FAE"/>
    <w:rsid w:val="0085262E"/>
    <w:rsid w:val="00852B6C"/>
    <w:rsid w:val="00852CC5"/>
    <w:rsid w:val="00852E6C"/>
    <w:rsid w:val="008533FD"/>
    <w:rsid w:val="00853E83"/>
    <w:rsid w:val="00853EAC"/>
    <w:rsid w:val="008542D1"/>
    <w:rsid w:val="00854CE8"/>
    <w:rsid w:val="008553B7"/>
    <w:rsid w:val="00855E2E"/>
    <w:rsid w:val="00855F21"/>
    <w:rsid w:val="008561FB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E6E"/>
    <w:rsid w:val="00873407"/>
    <w:rsid w:val="00873544"/>
    <w:rsid w:val="008737CE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785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84B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5BC"/>
    <w:rsid w:val="00890C75"/>
    <w:rsid w:val="008910DD"/>
    <w:rsid w:val="008910E4"/>
    <w:rsid w:val="00891CFD"/>
    <w:rsid w:val="00891E44"/>
    <w:rsid w:val="00892545"/>
    <w:rsid w:val="008929B0"/>
    <w:rsid w:val="00892DDC"/>
    <w:rsid w:val="00893276"/>
    <w:rsid w:val="008933A5"/>
    <w:rsid w:val="00893BC3"/>
    <w:rsid w:val="00895194"/>
    <w:rsid w:val="00896336"/>
    <w:rsid w:val="00896571"/>
    <w:rsid w:val="008967E9"/>
    <w:rsid w:val="00896EE8"/>
    <w:rsid w:val="008978FB"/>
    <w:rsid w:val="00897A1C"/>
    <w:rsid w:val="00897E04"/>
    <w:rsid w:val="008A099C"/>
    <w:rsid w:val="008A09D5"/>
    <w:rsid w:val="008A0B3D"/>
    <w:rsid w:val="008A0DBC"/>
    <w:rsid w:val="008A1469"/>
    <w:rsid w:val="008A14FD"/>
    <w:rsid w:val="008A17E5"/>
    <w:rsid w:val="008A1CD6"/>
    <w:rsid w:val="008A3874"/>
    <w:rsid w:val="008A3AB5"/>
    <w:rsid w:val="008A3B79"/>
    <w:rsid w:val="008A3EBD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6B3"/>
    <w:rsid w:val="008B186C"/>
    <w:rsid w:val="008B23EE"/>
    <w:rsid w:val="008B2DD5"/>
    <w:rsid w:val="008B2E3D"/>
    <w:rsid w:val="008B322F"/>
    <w:rsid w:val="008B3393"/>
    <w:rsid w:val="008B4238"/>
    <w:rsid w:val="008B4560"/>
    <w:rsid w:val="008B4E3B"/>
    <w:rsid w:val="008B4FE9"/>
    <w:rsid w:val="008B5326"/>
    <w:rsid w:val="008B5CD3"/>
    <w:rsid w:val="008B60EB"/>
    <w:rsid w:val="008B6319"/>
    <w:rsid w:val="008B651D"/>
    <w:rsid w:val="008B6571"/>
    <w:rsid w:val="008B6816"/>
    <w:rsid w:val="008B6C3C"/>
    <w:rsid w:val="008B6E93"/>
    <w:rsid w:val="008B74F0"/>
    <w:rsid w:val="008B752B"/>
    <w:rsid w:val="008B79DE"/>
    <w:rsid w:val="008B7F0E"/>
    <w:rsid w:val="008C0C8D"/>
    <w:rsid w:val="008C0F7A"/>
    <w:rsid w:val="008C114A"/>
    <w:rsid w:val="008C182F"/>
    <w:rsid w:val="008C1CB1"/>
    <w:rsid w:val="008C1DC3"/>
    <w:rsid w:val="008C2001"/>
    <w:rsid w:val="008C2466"/>
    <w:rsid w:val="008C2701"/>
    <w:rsid w:val="008C291D"/>
    <w:rsid w:val="008C2C37"/>
    <w:rsid w:val="008C2E34"/>
    <w:rsid w:val="008C2E35"/>
    <w:rsid w:val="008C2E95"/>
    <w:rsid w:val="008C37AF"/>
    <w:rsid w:val="008C37F1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85F"/>
    <w:rsid w:val="008C78EF"/>
    <w:rsid w:val="008C7928"/>
    <w:rsid w:val="008D0011"/>
    <w:rsid w:val="008D02B9"/>
    <w:rsid w:val="008D1264"/>
    <w:rsid w:val="008D14BF"/>
    <w:rsid w:val="008D164F"/>
    <w:rsid w:val="008D1BB4"/>
    <w:rsid w:val="008D1C8A"/>
    <w:rsid w:val="008D1F3D"/>
    <w:rsid w:val="008D217D"/>
    <w:rsid w:val="008D26CD"/>
    <w:rsid w:val="008D3352"/>
    <w:rsid w:val="008D35D5"/>
    <w:rsid w:val="008D3D11"/>
    <w:rsid w:val="008D4725"/>
    <w:rsid w:val="008D4A98"/>
    <w:rsid w:val="008D5331"/>
    <w:rsid w:val="008D61BE"/>
    <w:rsid w:val="008D68D9"/>
    <w:rsid w:val="008D6D56"/>
    <w:rsid w:val="008D6DA8"/>
    <w:rsid w:val="008D759B"/>
    <w:rsid w:val="008D7BC5"/>
    <w:rsid w:val="008D7EC7"/>
    <w:rsid w:val="008D7EF0"/>
    <w:rsid w:val="008D7FAD"/>
    <w:rsid w:val="008E01A1"/>
    <w:rsid w:val="008E0C99"/>
    <w:rsid w:val="008E19ED"/>
    <w:rsid w:val="008E236D"/>
    <w:rsid w:val="008E25E9"/>
    <w:rsid w:val="008E260A"/>
    <w:rsid w:val="008E271D"/>
    <w:rsid w:val="008E2B9B"/>
    <w:rsid w:val="008E2C13"/>
    <w:rsid w:val="008E380A"/>
    <w:rsid w:val="008E3CD4"/>
    <w:rsid w:val="008E41F4"/>
    <w:rsid w:val="008E4AC6"/>
    <w:rsid w:val="008E4B17"/>
    <w:rsid w:val="008E4B5E"/>
    <w:rsid w:val="008E50B6"/>
    <w:rsid w:val="008E5949"/>
    <w:rsid w:val="008E5C90"/>
    <w:rsid w:val="008E6266"/>
    <w:rsid w:val="008E6364"/>
    <w:rsid w:val="008E63D7"/>
    <w:rsid w:val="008E641B"/>
    <w:rsid w:val="008E64E3"/>
    <w:rsid w:val="008E6552"/>
    <w:rsid w:val="008E74CD"/>
    <w:rsid w:val="008E7DCD"/>
    <w:rsid w:val="008F0D98"/>
    <w:rsid w:val="008F0DD0"/>
    <w:rsid w:val="008F168A"/>
    <w:rsid w:val="008F2323"/>
    <w:rsid w:val="008F250F"/>
    <w:rsid w:val="008F252D"/>
    <w:rsid w:val="008F28D6"/>
    <w:rsid w:val="008F2C27"/>
    <w:rsid w:val="008F30E0"/>
    <w:rsid w:val="008F349A"/>
    <w:rsid w:val="008F34C0"/>
    <w:rsid w:val="008F35D5"/>
    <w:rsid w:val="008F365D"/>
    <w:rsid w:val="008F367B"/>
    <w:rsid w:val="008F38D8"/>
    <w:rsid w:val="008F47F6"/>
    <w:rsid w:val="008F4947"/>
    <w:rsid w:val="008F4C03"/>
    <w:rsid w:val="008F4C5F"/>
    <w:rsid w:val="008F5212"/>
    <w:rsid w:val="008F5326"/>
    <w:rsid w:val="008F5453"/>
    <w:rsid w:val="008F5469"/>
    <w:rsid w:val="008F5473"/>
    <w:rsid w:val="008F5869"/>
    <w:rsid w:val="008F5E4A"/>
    <w:rsid w:val="008F6031"/>
    <w:rsid w:val="008F615A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EEA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4B39"/>
    <w:rsid w:val="00915C76"/>
    <w:rsid w:val="00916A7F"/>
    <w:rsid w:val="00917529"/>
    <w:rsid w:val="00917E21"/>
    <w:rsid w:val="009200C3"/>
    <w:rsid w:val="009201FF"/>
    <w:rsid w:val="009203C4"/>
    <w:rsid w:val="009206E5"/>
    <w:rsid w:val="009207CD"/>
    <w:rsid w:val="0092190C"/>
    <w:rsid w:val="009219D5"/>
    <w:rsid w:val="009220D5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533D"/>
    <w:rsid w:val="00925C2E"/>
    <w:rsid w:val="00926B5D"/>
    <w:rsid w:val="00926F48"/>
    <w:rsid w:val="00927E3C"/>
    <w:rsid w:val="00927FD4"/>
    <w:rsid w:val="0093003D"/>
    <w:rsid w:val="00930267"/>
    <w:rsid w:val="009302CC"/>
    <w:rsid w:val="00930AA2"/>
    <w:rsid w:val="00930C5C"/>
    <w:rsid w:val="00930D10"/>
    <w:rsid w:val="00930D1D"/>
    <w:rsid w:val="00931395"/>
    <w:rsid w:val="00931CC8"/>
    <w:rsid w:val="00931CFE"/>
    <w:rsid w:val="009328FE"/>
    <w:rsid w:val="00933032"/>
    <w:rsid w:val="0093366A"/>
    <w:rsid w:val="009341DA"/>
    <w:rsid w:val="0093439B"/>
    <w:rsid w:val="00934D68"/>
    <w:rsid w:val="00936123"/>
    <w:rsid w:val="00937111"/>
    <w:rsid w:val="009375E9"/>
    <w:rsid w:val="0094274B"/>
    <w:rsid w:val="0094307F"/>
    <w:rsid w:val="00943344"/>
    <w:rsid w:val="0094346B"/>
    <w:rsid w:val="00943900"/>
    <w:rsid w:val="00943F02"/>
    <w:rsid w:val="00944325"/>
    <w:rsid w:val="009446AB"/>
    <w:rsid w:val="009446CB"/>
    <w:rsid w:val="009448F9"/>
    <w:rsid w:val="00944C09"/>
    <w:rsid w:val="00944D8F"/>
    <w:rsid w:val="00945423"/>
    <w:rsid w:val="00945B7B"/>
    <w:rsid w:val="00945CE7"/>
    <w:rsid w:val="00945D3A"/>
    <w:rsid w:val="00946193"/>
    <w:rsid w:val="00946C41"/>
    <w:rsid w:val="00946C47"/>
    <w:rsid w:val="00946CA3"/>
    <w:rsid w:val="00946F3C"/>
    <w:rsid w:val="00950162"/>
    <w:rsid w:val="00950B6C"/>
    <w:rsid w:val="00951050"/>
    <w:rsid w:val="009512A2"/>
    <w:rsid w:val="00951634"/>
    <w:rsid w:val="00952041"/>
    <w:rsid w:val="0095232B"/>
    <w:rsid w:val="00952A17"/>
    <w:rsid w:val="009535F7"/>
    <w:rsid w:val="00953698"/>
    <w:rsid w:val="009537D6"/>
    <w:rsid w:val="00953AB8"/>
    <w:rsid w:val="009541C6"/>
    <w:rsid w:val="00954579"/>
    <w:rsid w:val="00954EDD"/>
    <w:rsid w:val="0095509A"/>
    <w:rsid w:val="009556C7"/>
    <w:rsid w:val="00955EE3"/>
    <w:rsid w:val="00955FD3"/>
    <w:rsid w:val="00956F6E"/>
    <w:rsid w:val="00957872"/>
    <w:rsid w:val="0095799F"/>
    <w:rsid w:val="00957C4D"/>
    <w:rsid w:val="0096021D"/>
    <w:rsid w:val="0096066E"/>
    <w:rsid w:val="00960D2D"/>
    <w:rsid w:val="00960FE5"/>
    <w:rsid w:val="00961974"/>
    <w:rsid w:val="00961BB0"/>
    <w:rsid w:val="0096223E"/>
    <w:rsid w:val="00962676"/>
    <w:rsid w:val="009626ED"/>
    <w:rsid w:val="00962D7C"/>
    <w:rsid w:val="00962DAC"/>
    <w:rsid w:val="00962EE8"/>
    <w:rsid w:val="0096328F"/>
    <w:rsid w:val="009639A3"/>
    <w:rsid w:val="00963B75"/>
    <w:rsid w:val="00963E76"/>
    <w:rsid w:val="00964747"/>
    <w:rsid w:val="0096477B"/>
    <w:rsid w:val="00964885"/>
    <w:rsid w:val="0096532F"/>
    <w:rsid w:val="00965AD7"/>
    <w:rsid w:val="00965CA8"/>
    <w:rsid w:val="00965E8F"/>
    <w:rsid w:val="00965ED7"/>
    <w:rsid w:val="00965F5B"/>
    <w:rsid w:val="0096609E"/>
    <w:rsid w:val="009668B9"/>
    <w:rsid w:val="00966B80"/>
    <w:rsid w:val="00966DD6"/>
    <w:rsid w:val="00966F04"/>
    <w:rsid w:val="00967D5F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0D97"/>
    <w:rsid w:val="00971211"/>
    <w:rsid w:val="009713FB"/>
    <w:rsid w:val="00971940"/>
    <w:rsid w:val="0097200F"/>
    <w:rsid w:val="009720E6"/>
    <w:rsid w:val="00972B0F"/>
    <w:rsid w:val="009733DC"/>
    <w:rsid w:val="00973469"/>
    <w:rsid w:val="00973A76"/>
    <w:rsid w:val="00973EBE"/>
    <w:rsid w:val="00974195"/>
    <w:rsid w:val="009744B9"/>
    <w:rsid w:val="00974795"/>
    <w:rsid w:val="00974886"/>
    <w:rsid w:val="00974D24"/>
    <w:rsid w:val="0097598F"/>
    <w:rsid w:val="00975B6D"/>
    <w:rsid w:val="0097699B"/>
    <w:rsid w:val="009769FB"/>
    <w:rsid w:val="009777D2"/>
    <w:rsid w:val="009778F1"/>
    <w:rsid w:val="00977AE2"/>
    <w:rsid w:val="00977CA3"/>
    <w:rsid w:val="00977D02"/>
    <w:rsid w:val="009801E8"/>
    <w:rsid w:val="00980349"/>
    <w:rsid w:val="00980624"/>
    <w:rsid w:val="0098065C"/>
    <w:rsid w:val="009806CB"/>
    <w:rsid w:val="00981F4A"/>
    <w:rsid w:val="009823FA"/>
    <w:rsid w:val="00982535"/>
    <w:rsid w:val="0098341F"/>
    <w:rsid w:val="00983FAA"/>
    <w:rsid w:val="00984085"/>
    <w:rsid w:val="00984619"/>
    <w:rsid w:val="00984955"/>
    <w:rsid w:val="00984D1B"/>
    <w:rsid w:val="0098561A"/>
    <w:rsid w:val="0098576A"/>
    <w:rsid w:val="0098594D"/>
    <w:rsid w:val="00985A3C"/>
    <w:rsid w:val="00985C19"/>
    <w:rsid w:val="00985D3B"/>
    <w:rsid w:val="0098646F"/>
    <w:rsid w:val="009866A6"/>
    <w:rsid w:val="00986B4A"/>
    <w:rsid w:val="00986C8F"/>
    <w:rsid w:val="0098754C"/>
    <w:rsid w:val="009879A7"/>
    <w:rsid w:val="00987F94"/>
    <w:rsid w:val="0099011E"/>
    <w:rsid w:val="00990466"/>
    <w:rsid w:val="00990938"/>
    <w:rsid w:val="00990BE3"/>
    <w:rsid w:val="00990DBB"/>
    <w:rsid w:val="00991433"/>
    <w:rsid w:val="009919C2"/>
    <w:rsid w:val="00992B3B"/>
    <w:rsid w:val="00994098"/>
    <w:rsid w:val="009941A0"/>
    <w:rsid w:val="009948B9"/>
    <w:rsid w:val="00994AC4"/>
    <w:rsid w:val="0099512F"/>
    <w:rsid w:val="00995233"/>
    <w:rsid w:val="00995297"/>
    <w:rsid w:val="0099536F"/>
    <w:rsid w:val="009955C1"/>
    <w:rsid w:val="00995E4B"/>
    <w:rsid w:val="009960CD"/>
    <w:rsid w:val="009967A5"/>
    <w:rsid w:val="00997057"/>
    <w:rsid w:val="00997BEF"/>
    <w:rsid w:val="00997CF9"/>
    <w:rsid w:val="009A07AC"/>
    <w:rsid w:val="009A09A5"/>
    <w:rsid w:val="009A0AED"/>
    <w:rsid w:val="009A0DED"/>
    <w:rsid w:val="009A12D2"/>
    <w:rsid w:val="009A1665"/>
    <w:rsid w:val="009A19F2"/>
    <w:rsid w:val="009A1A0F"/>
    <w:rsid w:val="009A26F5"/>
    <w:rsid w:val="009A2843"/>
    <w:rsid w:val="009A2B5B"/>
    <w:rsid w:val="009A3673"/>
    <w:rsid w:val="009A3E7D"/>
    <w:rsid w:val="009A3F01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DDA"/>
    <w:rsid w:val="009A6111"/>
    <w:rsid w:val="009A66DD"/>
    <w:rsid w:val="009A6AAB"/>
    <w:rsid w:val="009A7239"/>
    <w:rsid w:val="009B00E5"/>
    <w:rsid w:val="009B0D52"/>
    <w:rsid w:val="009B0F54"/>
    <w:rsid w:val="009B0F6A"/>
    <w:rsid w:val="009B16BD"/>
    <w:rsid w:val="009B1AF3"/>
    <w:rsid w:val="009B2EE2"/>
    <w:rsid w:val="009B30BE"/>
    <w:rsid w:val="009B3390"/>
    <w:rsid w:val="009B365A"/>
    <w:rsid w:val="009B3CE3"/>
    <w:rsid w:val="009B41A3"/>
    <w:rsid w:val="009B4309"/>
    <w:rsid w:val="009B43C1"/>
    <w:rsid w:val="009B4B08"/>
    <w:rsid w:val="009B4C65"/>
    <w:rsid w:val="009B4EF7"/>
    <w:rsid w:val="009B4F97"/>
    <w:rsid w:val="009B58DA"/>
    <w:rsid w:val="009B5AD1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ADD"/>
    <w:rsid w:val="009C2DAA"/>
    <w:rsid w:val="009C2DC7"/>
    <w:rsid w:val="009C2E5F"/>
    <w:rsid w:val="009C2EF2"/>
    <w:rsid w:val="009C3D27"/>
    <w:rsid w:val="009C4418"/>
    <w:rsid w:val="009C47BF"/>
    <w:rsid w:val="009C4BAB"/>
    <w:rsid w:val="009C5D2B"/>
    <w:rsid w:val="009C5E2C"/>
    <w:rsid w:val="009C5ECA"/>
    <w:rsid w:val="009C6095"/>
    <w:rsid w:val="009C61A6"/>
    <w:rsid w:val="009C669C"/>
    <w:rsid w:val="009C6D52"/>
    <w:rsid w:val="009C73F7"/>
    <w:rsid w:val="009C745D"/>
    <w:rsid w:val="009C749B"/>
    <w:rsid w:val="009C76E6"/>
    <w:rsid w:val="009C772E"/>
    <w:rsid w:val="009C77B4"/>
    <w:rsid w:val="009C78A7"/>
    <w:rsid w:val="009C78AA"/>
    <w:rsid w:val="009D0FF7"/>
    <w:rsid w:val="009D1396"/>
    <w:rsid w:val="009D148A"/>
    <w:rsid w:val="009D18AB"/>
    <w:rsid w:val="009D1976"/>
    <w:rsid w:val="009D1CFA"/>
    <w:rsid w:val="009D1EC1"/>
    <w:rsid w:val="009D2544"/>
    <w:rsid w:val="009D2680"/>
    <w:rsid w:val="009D2806"/>
    <w:rsid w:val="009D2F43"/>
    <w:rsid w:val="009D3191"/>
    <w:rsid w:val="009D32BA"/>
    <w:rsid w:val="009D34CC"/>
    <w:rsid w:val="009D354B"/>
    <w:rsid w:val="009D3773"/>
    <w:rsid w:val="009D40B1"/>
    <w:rsid w:val="009D48B8"/>
    <w:rsid w:val="009D49BF"/>
    <w:rsid w:val="009D4CD0"/>
    <w:rsid w:val="009D5ED2"/>
    <w:rsid w:val="009D60EC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01"/>
    <w:rsid w:val="009E05F2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051"/>
    <w:rsid w:val="009E557E"/>
    <w:rsid w:val="009E5EEA"/>
    <w:rsid w:val="009E6165"/>
    <w:rsid w:val="009E63EC"/>
    <w:rsid w:val="009E650F"/>
    <w:rsid w:val="009E6530"/>
    <w:rsid w:val="009E669B"/>
    <w:rsid w:val="009E671A"/>
    <w:rsid w:val="009E675E"/>
    <w:rsid w:val="009E6D5C"/>
    <w:rsid w:val="009E6FAA"/>
    <w:rsid w:val="009E73B2"/>
    <w:rsid w:val="009E7B1F"/>
    <w:rsid w:val="009E7B21"/>
    <w:rsid w:val="009F02B7"/>
    <w:rsid w:val="009F046E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257"/>
    <w:rsid w:val="009F38D6"/>
    <w:rsid w:val="009F3920"/>
    <w:rsid w:val="009F3C40"/>
    <w:rsid w:val="009F4DA8"/>
    <w:rsid w:val="009F51D5"/>
    <w:rsid w:val="009F5200"/>
    <w:rsid w:val="009F5C4B"/>
    <w:rsid w:val="009F617B"/>
    <w:rsid w:val="009F6A08"/>
    <w:rsid w:val="009F6F11"/>
    <w:rsid w:val="009F728A"/>
    <w:rsid w:val="009F728E"/>
    <w:rsid w:val="009F75DD"/>
    <w:rsid w:val="009F79EB"/>
    <w:rsid w:val="00A002FD"/>
    <w:rsid w:val="00A00329"/>
    <w:rsid w:val="00A00461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C2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5B2"/>
    <w:rsid w:val="00A067F1"/>
    <w:rsid w:val="00A06A63"/>
    <w:rsid w:val="00A06C16"/>
    <w:rsid w:val="00A0707C"/>
    <w:rsid w:val="00A071BF"/>
    <w:rsid w:val="00A073CA"/>
    <w:rsid w:val="00A07653"/>
    <w:rsid w:val="00A07D84"/>
    <w:rsid w:val="00A10094"/>
    <w:rsid w:val="00A10215"/>
    <w:rsid w:val="00A105FB"/>
    <w:rsid w:val="00A1161F"/>
    <w:rsid w:val="00A1171E"/>
    <w:rsid w:val="00A11852"/>
    <w:rsid w:val="00A11DC1"/>
    <w:rsid w:val="00A12154"/>
    <w:rsid w:val="00A12665"/>
    <w:rsid w:val="00A12D9F"/>
    <w:rsid w:val="00A1323C"/>
    <w:rsid w:val="00A134FE"/>
    <w:rsid w:val="00A13532"/>
    <w:rsid w:val="00A136B3"/>
    <w:rsid w:val="00A13708"/>
    <w:rsid w:val="00A13977"/>
    <w:rsid w:val="00A14D7C"/>
    <w:rsid w:val="00A1582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FC1"/>
    <w:rsid w:val="00A203C6"/>
    <w:rsid w:val="00A207AD"/>
    <w:rsid w:val="00A20B87"/>
    <w:rsid w:val="00A20FF5"/>
    <w:rsid w:val="00A21093"/>
    <w:rsid w:val="00A217FE"/>
    <w:rsid w:val="00A21DB9"/>
    <w:rsid w:val="00A227FE"/>
    <w:rsid w:val="00A22C1C"/>
    <w:rsid w:val="00A232FF"/>
    <w:rsid w:val="00A2361B"/>
    <w:rsid w:val="00A23888"/>
    <w:rsid w:val="00A23CBE"/>
    <w:rsid w:val="00A2411F"/>
    <w:rsid w:val="00A24156"/>
    <w:rsid w:val="00A243A2"/>
    <w:rsid w:val="00A245E0"/>
    <w:rsid w:val="00A247EF"/>
    <w:rsid w:val="00A24AAD"/>
    <w:rsid w:val="00A24E16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AC7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628"/>
    <w:rsid w:val="00A35E8B"/>
    <w:rsid w:val="00A3606B"/>
    <w:rsid w:val="00A365CC"/>
    <w:rsid w:val="00A36C44"/>
    <w:rsid w:val="00A36D16"/>
    <w:rsid w:val="00A37086"/>
    <w:rsid w:val="00A37565"/>
    <w:rsid w:val="00A377B4"/>
    <w:rsid w:val="00A37A6E"/>
    <w:rsid w:val="00A37C0B"/>
    <w:rsid w:val="00A404F0"/>
    <w:rsid w:val="00A40A32"/>
    <w:rsid w:val="00A40AC2"/>
    <w:rsid w:val="00A40AC8"/>
    <w:rsid w:val="00A415CA"/>
    <w:rsid w:val="00A41694"/>
    <w:rsid w:val="00A4230F"/>
    <w:rsid w:val="00A4271F"/>
    <w:rsid w:val="00A429C7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65"/>
    <w:rsid w:val="00A478AE"/>
    <w:rsid w:val="00A4791A"/>
    <w:rsid w:val="00A502AC"/>
    <w:rsid w:val="00A514C8"/>
    <w:rsid w:val="00A51848"/>
    <w:rsid w:val="00A51CCA"/>
    <w:rsid w:val="00A51E92"/>
    <w:rsid w:val="00A52256"/>
    <w:rsid w:val="00A522F0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50A"/>
    <w:rsid w:val="00A54859"/>
    <w:rsid w:val="00A54DBE"/>
    <w:rsid w:val="00A55045"/>
    <w:rsid w:val="00A5539B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913"/>
    <w:rsid w:val="00A63C10"/>
    <w:rsid w:val="00A644A8"/>
    <w:rsid w:val="00A648E6"/>
    <w:rsid w:val="00A64BE8"/>
    <w:rsid w:val="00A64C89"/>
    <w:rsid w:val="00A64CA0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7A8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4D44"/>
    <w:rsid w:val="00A75730"/>
    <w:rsid w:val="00A75DF3"/>
    <w:rsid w:val="00A76B9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87EDF"/>
    <w:rsid w:val="00A90199"/>
    <w:rsid w:val="00A9092F"/>
    <w:rsid w:val="00A90B01"/>
    <w:rsid w:val="00A90FA0"/>
    <w:rsid w:val="00A91AE5"/>
    <w:rsid w:val="00A92C6F"/>
    <w:rsid w:val="00A92D12"/>
    <w:rsid w:val="00A93A04"/>
    <w:rsid w:val="00A93CE8"/>
    <w:rsid w:val="00A9413E"/>
    <w:rsid w:val="00A94451"/>
    <w:rsid w:val="00A9449D"/>
    <w:rsid w:val="00A94572"/>
    <w:rsid w:val="00A94730"/>
    <w:rsid w:val="00A94FBA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A0E"/>
    <w:rsid w:val="00A97B6D"/>
    <w:rsid w:val="00AA00F4"/>
    <w:rsid w:val="00AA083B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13E"/>
    <w:rsid w:val="00AA23A9"/>
    <w:rsid w:val="00AA271B"/>
    <w:rsid w:val="00AA2986"/>
    <w:rsid w:val="00AA2998"/>
    <w:rsid w:val="00AA35BF"/>
    <w:rsid w:val="00AA39C4"/>
    <w:rsid w:val="00AA3BD3"/>
    <w:rsid w:val="00AA3C07"/>
    <w:rsid w:val="00AA3CF3"/>
    <w:rsid w:val="00AA410C"/>
    <w:rsid w:val="00AA447D"/>
    <w:rsid w:val="00AA50F5"/>
    <w:rsid w:val="00AA5DF3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914"/>
    <w:rsid w:val="00AB06C3"/>
    <w:rsid w:val="00AB081F"/>
    <w:rsid w:val="00AB11F9"/>
    <w:rsid w:val="00AB1D1B"/>
    <w:rsid w:val="00AB1EE7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C5B"/>
    <w:rsid w:val="00AB63B5"/>
    <w:rsid w:val="00AB645E"/>
    <w:rsid w:val="00AB6B30"/>
    <w:rsid w:val="00AB6F13"/>
    <w:rsid w:val="00AB7FD7"/>
    <w:rsid w:val="00AC0319"/>
    <w:rsid w:val="00AC1B44"/>
    <w:rsid w:val="00AC2081"/>
    <w:rsid w:val="00AC2362"/>
    <w:rsid w:val="00AC279D"/>
    <w:rsid w:val="00AC2807"/>
    <w:rsid w:val="00AC2BD4"/>
    <w:rsid w:val="00AC2D67"/>
    <w:rsid w:val="00AC307D"/>
    <w:rsid w:val="00AC319C"/>
    <w:rsid w:val="00AC3716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C38"/>
    <w:rsid w:val="00AC5D43"/>
    <w:rsid w:val="00AC666B"/>
    <w:rsid w:val="00AC7EB7"/>
    <w:rsid w:val="00AC7ED0"/>
    <w:rsid w:val="00AD0052"/>
    <w:rsid w:val="00AD0847"/>
    <w:rsid w:val="00AD10B9"/>
    <w:rsid w:val="00AD1116"/>
    <w:rsid w:val="00AD1B96"/>
    <w:rsid w:val="00AD1BB4"/>
    <w:rsid w:val="00AD1FF4"/>
    <w:rsid w:val="00AD296A"/>
    <w:rsid w:val="00AD2A50"/>
    <w:rsid w:val="00AD2CF6"/>
    <w:rsid w:val="00AD2E79"/>
    <w:rsid w:val="00AD4679"/>
    <w:rsid w:val="00AD4962"/>
    <w:rsid w:val="00AD4B26"/>
    <w:rsid w:val="00AD52D9"/>
    <w:rsid w:val="00AD57E4"/>
    <w:rsid w:val="00AD618F"/>
    <w:rsid w:val="00AD662F"/>
    <w:rsid w:val="00AD6FC6"/>
    <w:rsid w:val="00AD718E"/>
    <w:rsid w:val="00AD77AB"/>
    <w:rsid w:val="00AD77D5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825"/>
    <w:rsid w:val="00AE3ABB"/>
    <w:rsid w:val="00AE3EBE"/>
    <w:rsid w:val="00AE44F8"/>
    <w:rsid w:val="00AE4585"/>
    <w:rsid w:val="00AE4979"/>
    <w:rsid w:val="00AE49A4"/>
    <w:rsid w:val="00AE49CC"/>
    <w:rsid w:val="00AE5013"/>
    <w:rsid w:val="00AE50AE"/>
    <w:rsid w:val="00AE50F8"/>
    <w:rsid w:val="00AE67AB"/>
    <w:rsid w:val="00AE680E"/>
    <w:rsid w:val="00AE6F6F"/>
    <w:rsid w:val="00AE73B6"/>
    <w:rsid w:val="00AE74FF"/>
    <w:rsid w:val="00AE7EEC"/>
    <w:rsid w:val="00AF0208"/>
    <w:rsid w:val="00AF051B"/>
    <w:rsid w:val="00AF170E"/>
    <w:rsid w:val="00AF2718"/>
    <w:rsid w:val="00AF273B"/>
    <w:rsid w:val="00AF2C50"/>
    <w:rsid w:val="00AF3222"/>
    <w:rsid w:val="00AF3303"/>
    <w:rsid w:val="00AF366C"/>
    <w:rsid w:val="00AF3711"/>
    <w:rsid w:val="00AF3B8C"/>
    <w:rsid w:val="00AF4271"/>
    <w:rsid w:val="00AF4314"/>
    <w:rsid w:val="00AF48C2"/>
    <w:rsid w:val="00AF522D"/>
    <w:rsid w:val="00AF5809"/>
    <w:rsid w:val="00AF5B2E"/>
    <w:rsid w:val="00AF63C1"/>
    <w:rsid w:val="00AF67C0"/>
    <w:rsid w:val="00AF69C0"/>
    <w:rsid w:val="00AF719E"/>
    <w:rsid w:val="00AF74CE"/>
    <w:rsid w:val="00AF76F3"/>
    <w:rsid w:val="00AF7707"/>
    <w:rsid w:val="00AF7A8F"/>
    <w:rsid w:val="00AF7E71"/>
    <w:rsid w:val="00B0043A"/>
    <w:rsid w:val="00B00E34"/>
    <w:rsid w:val="00B01B92"/>
    <w:rsid w:val="00B01C66"/>
    <w:rsid w:val="00B01CFE"/>
    <w:rsid w:val="00B021F7"/>
    <w:rsid w:val="00B02463"/>
    <w:rsid w:val="00B02662"/>
    <w:rsid w:val="00B02E63"/>
    <w:rsid w:val="00B0351A"/>
    <w:rsid w:val="00B04348"/>
    <w:rsid w:val="00B04386"/>
    <w:rsid w:val="00B0468B"/>
    <w:rsid w:val="00B0477A"/>
    <w:rsid w:val="00B048A4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76F2"/>
    <w:rsid w:val="00B07C26"/>
    <w:rsid w:val="00B07D83"/>
    <w:rsid w:val="00B107D6"/>
    <w:rsid w:val="00B10945"/>
    <w:rsid w:val="00B10A0B"/>
    <w:rsid w:val="00B120C8"/>
    <w:rsid w:val="00B127C5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BB1"/>
    <w:rsid w:val="00B16EA1"/>
    <w:rsid w:val="00B17070"/>
    <w:rsid w:val="00B1722D"/>
    <w:rsid w:val="00B1767D"/>
    <w:rsid w:val="00B17939"/>
    <w:rsid w:val="00B17A83"/>
    <w:rsid w:val="00B17CAB"/>
    <w:rsid w:val="00B2028C"/>
    <w:rsid w:val="00B2087E"/>
    <w:rsid w:val="00B2137C"/>
    <w:rsid w:val="00B215B0"/>
    <w:rsid w:val="00B216A3"/>
    <w:rsid w:val="00B219B0"/>
    <w:rsid w:val="00B21E4D"/>
    <w:rsid w:val="00B221CB"/>
    <w:rsid w:val="00B222CB"/>
    <w:rsid w:val="00B22BB7"/>
    <w:rsid w:val="00B238BC"/>
    <w:rsid w:val="00B23D7D"/>
    <w:rsid w:val="00B23DAE"/>
    <w:rsid w:val="00B2409C"/>
    <w:rsid w:val="00B2437C"/>
    <w:rsid w:val="00B25119"/>
    <w:rsid w:val="00B252D0"/>
    <w:rsid w:val="00B25411"/>
    <w:rsid w:val="00B25AD9"/>
    <w:rsid w:val="00B25B6E"/>
    <w:rsid w:val="00B25CFA"/>
    <w:rsid w:val="00B265AC"/>
    <w:rsid w:val="00B278DA"/>
    <w:rsid w:val="00B300B7"/>
    <w:rsid w:val="00B30CD5"/>
    <w:rsid w:val="00B31324"/>
    <w:rsid w:val="00B32AC4"/>
    <w:rsid w:val="00B32C06"/>
    <w:rsid w:val="00B3329F"/>
    <w:rsid w:val="00B334A9"/>
    <w:rsid w:val="00B34247"/>
    <w:rsid w:val="00B34418"/>
    <w:rsid w:val="00B348DB"/>
    <w:rsid w:val="00B34E0B"/>
    <w:rsid w:val="00B35241"/>
    <w:rsid w:val="00B357A8"/>
    <w:rsid w:val="00B35A0F"/>
    <w:rsid w:val="00B35BB6"/>
    <w:rsid w:val="00B365E6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EC4"/>
    <w:rsid w:val="00B433EC"/>
    <w:rsid w:val="00B43961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47F06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A25"/>
    <w:rsid w:val="00B54E0D"/>
    <w:rsid w:val="00B55341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57E1C"/>
    <w:rsid w:val="00B600DC"/>
    <w:rsid w:val="00B60531"/>
    <w:rsid w:val="00B60649"/>
    <w:rsid w:val="00B6064F"/>
    <w:rsid w:val="00B60DC9"/>
    <w:rsid w:val="00B616CB"/>
    <w:rsid w:val="00B6235E"/>
    <w:rsid w:val="00B62440"/>
    <w:rsid w:val="00B63F6B"/>
    <w:rsid w:val="00B64390"/>
    <w:rsid w:val="00B657D9"/>
    <w:rsid w:val="00B66E95"/>
    <w:rsid w:val="00B677CE"/>
    <w:rsid w:val="00B70443"/>
    <w:rsid w:val="00B70BD2"/>
    <w:rsid w:val="00B715C3"/>
    <w:rsid w:val="00B71EEB"/>
    <w:rsid w:val="00B7209F"/>
    <w:rsid w:val="00B722DC"/>
    <w:rsid w:val="00B73179"/>
    <w:rsid w:val="00B7328B"/>
    <w:rsid w:val="00B73D4B"/>
    <w:rsid w:val="00B73E8E"/>
    <w:rsid w:val="00B73FA9"/>
    <w:rsid w:val="00B740BC"/>
    <w:rsid w:val="00B7415C"/>
    <w:rsid w:val="00B74520"/>
    <w:rsid w:val="00B74AFF"/>
    <w:rsid w:val="00B74E6E"/>
    <w:rsid w:val="00B75605"/>
    <w:rsid w:val="00B75DB0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DB"/>
    <w:rsid w:val="00B819DC"/>
    <w:rsid w:val="00B81B53"/>
    <w:rsid w:val="00B82036"/>
    <w:rsid w:val="00B8212F"/>
    <w:rsid w:val="00B82646"/>
    <w:rsid w:val="00B82909"/>
    <w:rsid w:val="00B82CC1"/>
    <w:rsid w:val="00B82D7E"/>
    <w:rsid w:val="00B82D94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7E52"/>
    <w:rsid w:val="00B90C5E"/>
    <w:rsid w:val="00B90D1C"/>
    <w:rsid w:val="00B90D41"/>
    <w:rsid w:val="00B90DA5"/>
    <w:rsid w:val="00B90DC3"/>
    <w:rsid w:val="00B91786"/>
    <w:rsid w:val="00B91C38"/>
    <w:rsid w:val="00B91D17"/>
    <w:rsid w:val="00B91D9F"/>
    <w:rsid w:val="00B92277"/>
    <w:rsid w:val="00B928C7"/>
    <w:rsid w:val="00B92E4A"/>
    <w:rsid w:val="00B932CD"/>
    <w:rsid w:val="00B934BA"/>
    <w:rsid w:val="00B93719"/>
    <w:rsid w:val="00B93D6F"/>
    <w:rsid w:val="00B9439C"/>
    <w:rsid w:val="00B949BF"/>
    <w:rsid w:val="00B95308"/>
    <w:rsid w:val="00B958C6"/>
    <w:rsid w:val="00B9689B"/>
    <w:rsid w:val="00B96D7F"/>
    <w:rsid w:val="00B96DDF"/>
    <w:rsid w:val="00B970F8"/>
    <w:rsid w:val="00B97FC0"/>
    <w:rsid w:val="00BA04F4"/>
    <w:rsid w:val="00BA0BD5"/>
    <w:rsid w:val="00BA0C94"/>
    <w:rsid w:val="00BA113F"/>
    <w:rsid w:val="00BA11FA"/>
    <w:rsid w:val="00BA19A7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8FB"/>
    <w:rsid w:val="00BA4C7F"/>
    <w:rsid w:val="00BA4F20"/>
    <w:rsid w:val="00BA4F40"/>
    <w:rsid w:val="00BA5892"/>
    <w:rsid w:val="00BA5E56"/>
    <w:rsid w:val="00BA6135"/>
    <w:rsid w:val="00BA6389"/>
    <w:rsid w:val="00BA66E9"/>
    <w:rsid w:val="00BA6A6D"/>
    <w:rsid w:val="00BA72EB"/>
    <w:rsid w:val="00BA7EDD"/>
    <w:rsid w:val="00BB00A4"/>
    <w:rsid w:val="00BB0458"/>
    <w:rsid w:val="00BB0466"/>
    <w:rsid w:val="00BB0F85"/>
    <w:rsid w:val="00BB11D6"/>
    <w:rsid w:val="00BB226C"/>
    <w:rsid w:val="00BB227E"/>
    <w:rsid w:val="00BB24CD"/>
    <w:rsid w:val="00BB2730"/>
    <w:rsid w:val="00BB28CD"/>
    <w:rsid w:val="00BB3D89"/>
    <w:rsid w:val="00BB40CF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325"/>
    <w:rsid w:val="00BC188A"/>
    <w:rsid w:val="00BC198F"/>
    <w:rsid w:val="00BC2009"/>
    <w:rsid w:val="00BC2166"/>
    <w:rsid w:val="00BC233D"/>
    <w:rsid w:val="00BC2AF7"/>
    <w:rsid w:val="00BC2F75"/>
    <w:rsid w:val="00BC3143"/>
    <w:rsid w:val="00BC379E"/>
    <w:rsid w:val="00BC3AE1"/>
    <w:rsid w:val="00BC46D5"/>
    <w:rsid w:val="00BC4737"/>
    <w:rsid w:val="00BC4749"/>
    <w:rsid w:val="00BC4775"/>
    <w:rsid w:val="00BC4DE7"/>
    <w:rsid w:val="00BC54ED"/>
    <w:rsid w:val="00BC5A5B"/>
    <w:rsid w:val="00BC5C03"/>
    <w:rsid w:val="00BC5C8F"/>
    <w:rsid w:val="00BC5CF6"/>
    <w:rsid w:val="00BC6031"/>
    <w:rsid w:val="00BC6E01"/>
    <w:rsid w:val="00BC74EB"/>
    <w:rsid w:val="00BC788E"/>
    <w:rsid w:val="00BD08FA"/>
    <w:rsid w:val="00BD098E"/>
    <w:rsid w:val="00BD0A46"/>
    <w:rsid w:val="00BD1451"/>
    <w:rsid w:val="00BD1D43"/>
    <w:rsid w:val="00BD1ECB"/>
    <w:rsid w:val="00BD20EC"/>
    <w:rsid w:val="00BD2186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798"/>
    <w:rsid w:val="00BD7F9E"/>
    <w:rsid w:val="00BD7FE0"/>
    <w:rsid w:val="00BE07F5"/>
    <w:rsid w:val="00BE0A6B"/>
    <w:rsid w:val="00BE0E23"/>
    <w:rsid w:val="00BE125B"/>
    <w:rsid w:val="00BE12FC"/>
    <w:rsid w:val="00BE2447"/>
    <w:rsid w:val="00BE2BBA"/>
    <w:rsid w:val="00BE2BC3"/>
    <w:rsid w:val="00BE3165"/>
    <w:rsid w:val="00BE35D5"/>
    <w:rsid w:val="00BE3BF2"/>
    <w:rsid w:val="00BE3DC1"/>
    <w:rsid w:val="00BE46DA"/>
    <w:rsid w:val="00BE4ACA"/>
    <w:rsid w:val="00BE4FCA"/>
    <w:rsid w:val="00BE57E7"/>
    <w:rsid w:val="00BE5E56"/>
    <w:rsid w:val="00BE6022"/>
    <w:rsid w:val="00BE62F2"/>
    <w:rsid w:val="00BE659C"/>
    <w:rsid w:val="00BE6740"/>
    <w:rsid w:val="00BE6925"/>
    <w:rsid w:val="00BE70A3"/>
    <w:rsid w:val="00BE7253"/>
    <w:rsid w:val="00BE7314"/>
    <w:rsid w:val="00BE792A"/>
    <w:rsid w:val="00BE79DF"/>
    <w:rsid w:val="00BE7A4F"/>
    <w:rsid w:val="00BE7CB1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71D"/>
    <w:rsid w:val="00BF4927"/>
    <w:rsid w:val="00BF5063"/>
    <w:rsid w:val="00BF50C6"/>
    <w:rsid w:val="00BF5349"/>
    <w:rsid w:val="00BF5652"/>
    <w:rsid w:val="00BF56BB"/>
    <w:rsid w:val="00BF5B84"/>
    <w:rsid w:val="00BF5BA7"/>
    <w:rsid w:val="00BF6A0A"/>
    <w:rsid w:val="00BF6B7E"/>
    <w:rsid w:val="00BF7102"/>
    <w:rsid w:val="00BF75C8"/>
    <w:rsid w:val="00BF7698"/>
    <w:rsid w:val="00BF7738"/>
    <w:rsid w:val="00BF7D8E"/>
    <w:rsid w:val="00BF7F7D"/>
    <w:rsid w:val="00C004E1"/>
    <w:rsid w:val="00C00650"/>
    <w:rsid w:val="00C007E9"/>
    <w:rsid w:val="00C007F8"/>
    <w:rsid w:val="00C00E1F"/>
    <w:rsid w:val="00C01208"/>
    <w:rsid w:val="00C027CD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5D04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24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F1"/>
    <w:rsid w:val="00C204AF"/>
    <w:rsid w:val="00C206E2"/>
    <w:rsid w:val="00C21188"/>
    <w:rsid w:val="00C213A3"/>
    <w:rsid w:val="00C214E9"/>
    <w:rsid w:val="00C219AC"/>
    <w:rsid w:val="00C22619"/>
    <w:rsid w:val="00C22BB4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179"/>
    <w:rsid w:val="00C25EE8"/>
    <w:rsid w:val="00C25F32"/>
    <w:rsid w:val="00C2677A"/>
    <w:rsid w:val="00C26E90"/>
    <w:rsid w:val="00C27174"/>
    <w:rsid w:val="00C279E1"/>
    <w:rsid w:val="00C30005"/>
    <w:rsid w:val="00C30075"/>
    <w:rsid w:val="00C308CE"/>
    <w:rsid w:val="00C309F0"/>
    <w:rsid w:val="00C30E6C"/>
    <w:rsid w:val="00C31312"/>
    <w:rsid w:val="00C31A62"/>
    <w:rsid w:val="00C31DE3"/>
    <w:rsid w:val="00C32007"/>
    <w:rsid w:val="00C3204C"/>
    <w:rsid w:val="00C322C3"/>
    <w:rsid w:val="00C336A6"/>
    <w:rsid w:val="00C33EEF"/>
    <w:rsid w:val="00C33F2F"/>
    <w:rsid w:val="00C34190"/>
    <w:rsid w:val="00C356AE"/>
    <w:rsid w:val="00C358E9"/>
    <w:rsid w:val="00C3598B"/>
    <w:rsid w:val="00C35AE2"/>
    <w:rsid w:val="00C35BDC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0B9"/>
    <w:rsid w:val="00C40908"/>
    <w:rsid w:val="00C40920"/>
    <w:rsid w:val="00C40CA4"/>
    <w:rsid w:val="00C40FEA"/>
    <w:rsid w:val="00C41137"/>
    <w:rsid w:val="00C4119D"/>
    <w:rsid w:val="00C416F4"/>
    <w:rsid w:val="00C41BA3"/>
    <w:rsid w:val="00C43294"/>
    <w:rsid w:val="00C432E2"/>
    <w:rsid w:val="00C443C0"/>
    <w:rsid w:val="00C445F8"/>
    <w:rsid w:val="00C4464E"/>
    <w:rsid w:val="00C44BB7"/>
    <w:rsid w:val="00C44F84"/>
    <w:rsid w:val="00C457E4"/>
    <w:rsid w:val="00C45ACE"/>
    <w:rsid w:val="00C45BE7"/>
    <w:rsid w:val="00C4624F"/>
    <w:rsid w:val="00C46764"/>
    <w:rsid w:val="00C46D5D"/>
    <w:rsid w:val="00C46E56"/>
    <w:rsid w:val="00C472C8"/>
    <w:rsid w:val="00C4749B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4223"/>
    <w:rsid w:val="00C5455B"/>
    <w:rsid w:val="00C546E6"/>
    <w:rsid w:val="00C55631"/>
    <w:rsid w:val="00C563D1"/>
    <w:rsid w:val="00C56ACC"/>
    <w:rsid w:val="00C571DA"/>
    <w:rsid w:val="00C57298"/>
    <w:rsid w:val="00C57331"/>
    <w:rsid w:val="00C57BFB"/>
    <w:rsid w:val="00C57E98"/>
    <w:rsid w:val="00C600DF"/>
    <w:rsid w:val="00C601BB"/>
    <w:rsid w:val="00C60363"/>
    <w:rsid w:val="00C61461"/>
    <w:rsid w:val="00C61B47"/>
    <w:rsid w:val="00C621DF"/>
    <w:rsid w:val="00C62392"/>
    <w:rsid w:val="00C6240C"/>
    <w:rsid w:val="00C62570"/>
    <w:rsid w:val="00C62600"/>
    <w:rsid w:val="00C6295B"/>
    <w:rsid w:val="00C62A05"/>
    <w:rsid w:val="00C62D0D"/>
    <w:rsid w:val="00C63528"/>
    <w:rsid w:val="00C63991"/>
    <w:rsid w:val="00C63AC0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6AB"/>
    <w:rsid w:val="00C659EA"/>
    <w:rsid w:val="00C65DE1"/>
    <w:rsid w:val="00C65EEA"/>
    <w:rsid w:val="00C660B3"/>
    <w:rsid w:val="00C66346"/>
    <w:rsid w:val="00C67663"/>
    <w:rsid w:val="00C67C9D"/>
    <w:rsid w:val="00C701EE"/>
    <w:rsid w:val="00C70699"/>
    <w:rsid w:val="00C71535"/>
    <w:rsid w:val="00C71CE8"/>
    <w:rsid w:val="00C720E4"/>
    <w:rsid w:val="00C723BB"/>
    <w:rsid w:val="00C728E9"/>
    <w:rsid w:val="00C729FD"/>
    <w:rsid w:val="00C7318E"/>
    <w:rsid w:val="00C732DC"/>
    <w:rsid w:val="00C73358"/>
    <w:rsid w:val="00C734AA"/>
    <w:rsid w:val="00C73502"/>
    <w:rsid w:val="00C73B30"/>
    <w:rsid w:val="00C751F9"/>
    <w:rsid w:val="00C761DD"/>
    <w:rsid w:val="00C76206"/>
    <w:rsid w:val="00C76736"/>
    <w:rsid w:val="00C76E7A"/>
    <w:rsid w:val="00C7715B"/>
    <w:rsid w:val="00C77A3B"/>
    <w:rsid w:val="00C77FA8"/>
    <w:rsid w:val="00C80642"/>
    <w:rsid w:val="00C80CF7"/>
    <w:rsid w:val="00C80D39"/>
    <w:rsid w:val="00C81398"/>
    <w:rsid w:val="00C81450"/>
    <w:rsid w:val="00C81489"/>
    <w:rsid w:val="00C8155F"/>
    <w:rsid w:val="00C815A9"/>
    <w:rsid w:val="00C816AF"/>
    <w:rsid w:val="00C82052"/>
    <w:rsid w:val="00C8238B"/>
    <w:rsid w:val="00C82F2C"/>
    <w:rsid w:val="00C82F78"/>
    <w:rsid w:val="00C8345A"/>
    <w:rsid w:val="00C8347B"/>
    <w:rsid w:val="00C83508"/>
    <w:rsid w:val="00C8365C"/>
    <w:rsid w:val="00C83716"/>
    <w:rsid w:val="00C842FB"/>
    <w:rsid w:val="00C845C1"/>
    <w:rsid w:val="00C8471E"/>
    <w:rsid w:val="00C85D37"/>
    <w:rsid w:val="00C85FC1"/>
    <w:rsid w:val="00C86E9B"/>
    <w:rsid w:val="00C8773B"/>
    <w:rsid w:val="00C87DB3"/>
    <w:rsid w:val="00C87E15"/>
    <w:rsid w:val="00C90A3B"/>
    <w:rsid w:val="00C90C92"/>
    <w:rsid w:val="00C91161"/>
    <w:rsid w:val="00C911E8"/>
    <w:rsid w:val="00C91AA0"/>
    <w:rsid w:val="00C91CA4"/>
    <w:rsid w:val="00C92138"/>
    <w:rsid w:val="00C926AE"/>
    <w:rsid w:val="00C926DD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605E"/>
    <w:rsid w:val="00C965BC"/>
    <w:rsid w:val="00C9694B"/>
    <w:rsid w:val="00C96A18"/>
    <w:rsid w:val="00C96FF1"/>
    <w:rsid w:val="00C9750B"/>
    <w:rsid w:val="00C97889"/>
    <w:rsid w:val="00CA06E4"/>
    <w:rsid w:val="00CA0B52"/>
    <w:rsid w:val="00CA0BE7"/>
    <w:rsid w:val="00CA0D71"/>
    <w:rsid w:val="00CA0E9E"/>
    <w:rsid w:val="00CA203E"/>
    <w:rsid w:val="00CA2177"/>
    <w:rsid w:val="00CA21A6"/>
    <w:rsid w:val="00CA2B1C"/>
    <w:rsid w:val="00CA3072"/>
    <w:rsid w:val="00CA3381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4B8"/>
    <w:rsid w:val="00CA550C"/>
    <w:rsid w:val="00CA5773"/>
    <w:rsid w:val="00CA6A77"/>
    <w:rsid w:val="00CA6AAB"/>
    <w:rsid w:val="00CA71A2"/>
    <w:rsid w:val="00CA71CC"/>
    <w:rsid w:val="00CA7243"/>
    <w:rsid w:val="00CB0518"/>
    <w:rsid w:val="00CB20A7"/>
    <w:rsid w:val="00CB215C"/>
    <w:rsid w:val="00CB2B16"/>
    <w:rsid w:val="00CB3394"/>
    <w:rsid w:val="00CB3464"/>
    <w:rsid w:val="00CB3558"/>
    <w:rsid w:val="00CB36B5"/>
    <w:rsid w:val="00CB460A"/>
    <w:rsid w:val="00CB47A7"/>
    <w:rsid w:val="00CB4B0E"/>
    <w:rsid w:val="00CB79C5"/>
    <w:rsid w:val="00CC00E0"/>
    <w:rsid w:val="00CC0608"/>
    <w:rsid w:val="00CC0AD3"/>
    <w:rsid w:val="00CC0ADB"/>
    <w:rsid w:val="00CC0F6E"/>
    <w:rsid w:val="00CC1024"/>
    <w:rsid w:val="00CC11A7"/>
    <w:rsid w:val="00CC1A41"/>
    <w:rsid w:val="00CC1C20"/>
    <w:rsid w:val="00CC2443"/>
    <w:rsid w:val="00CC2635"/>
    <w:rsid w:val="00CC27D6"/>
    <w:rsid w:val="00CC2C2A"/>
    <w:rsid w:val="00CC32F1"/>
    <w:rsid w:val="00CC35C6"/>
    <w:rsid w:val="00CC3F63"/>
    <w:rsid w:val="00CC3FF0"/>
    <w:rsid w:val="00CC417E"/>
    <w:rsid w:val="00CC4DCE"/>
    <w:rsid w:val="00CC4DDA"/>
    <w:rsid w:val="00CC50F0"/>
    <w:rsid w:val="00CC6BF5"/>
    <w:rsid w:val="00CC6F37"/>
    <w:rsid w:val="00CC7B24"/>
    <w:rsid w:val="00CC7F4A"/>
    <w:rsid w:val="00CC7F51"/>
    <w:rsid w:val="00CD03CF"/>
    <w:rsid w:val="00CD0D9B"/>
    <w:rsid w:val="00CD1576"/>
    <w:rsid w:val="00CD1C44"/>
    <w:rsid w:val="00CD238C"/>
    <w:rsid w:val="00CD26C7"/>
    <w:rsid w:val="00CD2748"/>
    <w:rsid w:val="00CD2869"/>
    <w:rsid w:val="00CD299F"/>
    <w:rsid w:val="00CD2AFB"/>
    <w:rsid w:val="00CD2E7E"/>
    <w:rsid w:val="00CD36BE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700"/>
    <w:rsid w:val="00CD7E8B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8B7"/>
    <w:rsid w:val="00CE1E74"/>
    <w:rsid w:val="00CE2693"/>
    <w:rsid w:val="00CE2823"/>
    <w:rsid w:val="00CE2D0B"/>
    <w:rsid w:val="00CE34CC"/>
    <w:rsid w:val="00CE415F"/>
    <w:rsid w:val="00CE46EB"/>
    <w:rsid w:val="00CE4EF1"/>
    <w:rsid w:val="00CE5556"/>
    <w:rsid w:val="00CE57F1"/>
    <w:rsid w:val="00CE58AD"/>
    <w:rsid w:val="00CE59E4"/>
    <w:rsid w:val="00CE5D90"/>
    <w:rsid w:val="00CE654C"/>
    <w:rsid w:val="00CE67F3"/>
    <w:rsid w:val="00CE6C1B"/>
    <w:rsid w:val="00CE6E0C"/>
    <w:rsid w:val="00CE7DFF"/>
    <w:rsid w:val="00CF0341"/>
    <w:rsid w:val="00CF0793"/>
    <w:rsid w:val="00CF0AAA"/>
    <w:rsid w:val="00CF0E81"/>
    <w:rsid w:val="00CF0ECB"/>
    <w:rsid w:val="00CF114A"/>
    <w:rsid w:val="00CF1188"/>
    <w:rsid w:val="00CF1347"/>
    <w:rsid w:val="00CF1426"/>
    <w:rsid w:val="00CF189B"/>
    <w:rsid w:val="00CF1A43"/>
    <w:rsid w:val="00CF1BAA"/>
    <w:rsid w:val="00CF1BC4"/>
    <w:rsid w:val="00CF1D0D"/>
    <w:rsid w:val="00CF238A"/>
    <w:rsid w:val="00CF24CD"/>
    <w:rsid w:val="00CF27BA"/>
    <w:rsid w:val="00CF29CF"/>
    <w:rsid w:val="00CF344A"/>
    <w:rsid w:val="00CF3593"/>
    <w:rsid w:val="00CF3EAA"/>
    <w:rsid w:val="00CF4CE4"/>
    <w:rsid w:val="00CF5053"/>
    <w:rsid w:val="00CF5D69"/>
    <w:rsid w:val="00CF5F98"/>
    <w:rsid w:val="00CF64AE"/>
    <w:rsid w:val="00CF6AD8"/>
    <w:rsid w:val="00CF6E5C"/>
    <w:rsid w:val="00CF6F85"/>
    <w:rsid w:val="00CF7173"/>
    <w:rsid w:val="00CF7210"/>
    <w:rsid w:val="00CF784A"/>
    <w:rsid w:val="00CF7976"/>
    <w:rsid w:val="00CF7D18"/>
    <w:rsid w:val="00D00721"/>
    <w:rsid w:val="00D008A0"/>
    <w:rsid w:val="00D00B66"/>
    <w:rsid w:val="00D01079"/>
    <w:rsid w:val="00D01ACA"/>
    <w:rsid w:val="00D01CAD"/>
    <w:rsid w:val="00D04756"/>
    <w:rsid w:val="00D04AC9"/>
    <w:rsid w:val="00D04D96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1298"/>
    <w:rsid w:val="00D1192C"/>
    <w:rsid w:val="00D11C4A"/>
    <w:rsid w:val="00D11E87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366"/>
    <w:rsid w:val="00D149B2"/>
    <w:rsid w:val="00D149FA"/>
    <w:rsid w:val="00D15C14"/>
    <w:rsid w:val="00D1645B"/>
    <w:rsid w:val="00D1679D"/>
    <w:rsid w:val="00D1682C"/>
    <w:rsid w:val="00D168DA"/>
    <w:rsid w:val="00D178F5"/>
    <w:rsid w:val="00D202B0"/>
    <w:rsid w:val="00D20503"/>
    <w:rsid w:val="00D2084F"/>
    <w:rsid w:val="00D20B42"/>
    <w:rsid w:val="00D20E9F"/>
    <w:rsid w:val="00D20EC0"/>
    <w:rsid w:val="00D2195F"/>
    <w:rsid w:val="00D2197E"/>
    <w:rsid w:val="00D219A6"/>
    <w:rsid w:val="00D21FB5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531B"/>
    <w:rsid w:val="00D25ACE"/>
    <w:rsid w:val="00D25ECF"/>
    <w:rsid w:val="00D26402"/>
    <w:rsid w:val="00D26881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56C"/>
    <w:rsid w:val="00D31D9B"/>
    <w:rsid w:val="00D31DCE"/>
    <w:rsid w:val="00D31FD3"/>
    <w:rsid w:val="00D323CD"/>
    <w:rsid w:val="00D328AC"/>
    <w:rsid w:val="00D33342"/>
    <w:rsid w:val="00D33475"/>
    <w:rsid w:val="00D33B4A"/>
    <w:rsid w:val="00D33CE0"/>
    <w:rsid w:val="00D3436D"/>
    <w:rsid w:val="00D343BD"/>
    <w:rsid w:val="00D34CBC"/>
    <w:rsid w:val="00D35103"/>
    <w:rsid w:val="00D356A8"/>
    <w:rsid w:val="00D356E1"/>
    <w:rsid w:val="00D35F54"/>
    <w:rsid w:val="00D361F9"/>
    <w:rsid w:val="00D36A05"/>
    <w:rsid w:val="00D36ECB"/>
    <w:rsid w:val="00D373B9"/>
    <w:rsid w:val="00D377CC"/>
    <w:rsid w:val="00D37C8C"/>
    <w:rsid w:val="00D37E56"/>
    <w:rsid w:val="00D40474"/>
    <w:rsid w:val="00D40B59"/>
    <w:rsid w:val="00D41207"/>
    <w:rsid w:val="00D41A7D"/>
    <w:rsid w:val="00D41C73"/>
    <w:rsid w:val="00D421C4"/>
    <w:rsid w:val="00D4243E"/>
    <w:rsid w:val="00D42836"/>
    <w:rsid w:val="00D42A54"/>
    <w:rsid w:val="00D42A5B"/>
    <w:rsid w:val="00D42E5F"/>
    <w:rsid w:val="00D42FD6"/>
    <w:rsid w:val="00D43758"/>
    <w:rsid w:val="00D43BF8"/>
    <w:rsid w:val="00D44113"/>
    <w:rsid w:val="00D44462"/>
    <w:rsid w:val="00D44701"/>
    <w:rsid w:val="00D44957"/>
    <w:rsid w:val="00D449BE"/>
    <w:rsid w:val="00D44ACB"/>
    <w:rsid w:val="00D45354"/>
    <w:rsid w:val="00D454AC"/>
    <w:rsid w:val="00D4587F"/>
    <w:rsid w:val="00D45D78"/>
    <w:rsid w:val="00D45E88"/>
    <w:rsid w:val="00D46207"/>
    <w:rsid w:val="00D474F8"/>
    <w:rsid w:val="00D47606"/>
    <w:rsid w:val="00D50C2C"/>
    <w:rsid w:val="00D51CFA"/>
    <w:rsid w:val="00D51DFD"/>
    <w:rsid w:val="00D520C6"/>
    <w:rsid w:val="00D525A4"/>
    <w:rsid w:val="00D52783"/>
    <w:rsid w:val="00D5330B"/>
    <w:rsid w:val="00D535E3"/>
    <w:rsid w:val="00D53B6C"/>
    <w:rsid w:val="00D54D39"/>
    <w:rsid w:val="00D54E85"/>
    <w:rsid w:val="00D54F80"/>
    <w:rsid w:val="00D5524B"/>
    <w:rsid w:val="00D552CB"/>
    <w:rsid w:val="00D557E3"/>
    <w:rsid w:val="00D56762"/>
    <w:rsid w:val="00D56D3A"/>
    <w:rsid w:val="00D57B3B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63"/>
    <w:rsid w:val="00D634E7"/>
    <w:rsid w:val="00D637E3"/>
    <w:rsid w:val="00D63F81"/>
    <w:rsid w:val="00D6409A"/>
    <w:rsid w:val="00D64499"/>
    <w:rsid w:val="00D646E6"/>
    <w:rsid w:val="00D64DF8"/>
    <w:rsid w:val="00D64FAA"/>
    <w:rsid w:val="00D651CC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70020"/>
    <w:rsid w:val="00D70113"/>
    <w:rsid w:val="00D70433"/>
    <w:rsid w:val="00D707FF"/>
    <w:rsid w:val="00D70932"/>
    <w:rsid w:val="00D70DA5"/>
    <w:rsid w:val="00D71158"/>
    <w:rsid w:val="00D7187F"/>
    <w:rsid w:val="00D71C60"/>
    <w:rsid w:val="00D71E91"/>
    <w:rsid w:val="00D72625"/>
    <w:rsid w:val="00D730A6"/>
    <w:rsid w:val="00D73A69"/>
    <w:rsid w:val="00D73D60"/>
    <w:rsid w:val="00D73E0D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5597"/>
    <w:rsid w:val="00D8582F"/>
    <w:rsid w:val="00D859CC"/>
    <w:rsid w:val="00D85F02"/>
    <w:rsid w:val="00D862F7"/>
    <w:rsid w:val="00D86376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1BF4"/>
    <w:rsid w:val="00D9211D"/>
    <w:rsid w:val="00D922EA"/>
    <w:rsid w:val="00D929C1"/>
    <w:rsid w:val="00D9330C"/>
    <w:rsid w:val="00D935CA"/>
    <w:rsid w:val="00D938E0"/>
    <w:rsid w:val="00D9394F"/>
    <w:rsid w:val="00D94090"/>
    <w:rsid w:val="00D9462E"/>
    <w:rsid w:val="00D94F8D"/>
    <w:rsid w:val="00D94FD6"/>
    <w:rsid w:val="00D95E1B"/>
    <w:rsid w:val="00D96062"/>
    <w:rsid w:val="00D9664D"/>
    <w:rsid w:val="00D966CE"/>
    <w:rsid w:val="00D969BD"/>
    <w:rsid w:val="00D96AC7"/>
    <w:rsid w:val="00D96C8B"/>
    <w:rsid w:val="00D96F1F"/>
    <w:rsid w:val="00D9708C"/>
    <w:rsid w:val="00D9713B"/>
    <w:rsid w:val="00D9744E"/>
    <w:rsid w:val="00D9788B"/>
    <w:rsid w:val="00D97E89"/>
    <w:rsid w:val="00DA034D"/>
    <w:rsid w:val="00DA14C5"/>
    <w:rsid w:val="00DA1AE2"/>
    <w:rsid w:val="00DA1D4C"/>
    <w:rsid w:val="00DA2215"/>
    <w:rsid w:val="00DA244C"/>
    <w:rsid w:val="00DA24A0"/>
    <w:rsid w:val="00DA254D"/>
    <w:rsid w:val="00DA28E6"/>
    <w:rsid w:val="00DA30B5"/>
    <w:rsid w:val="00DA30DB"/>
    <w:rsid w:val="00DA3634"/>
    <w:rsid w:val="00DA3B04"/>
    <w:rsid w:val="00DA3B13"/>
    <w:rsid w:val="00DA3FD1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952"/>
    <w:rsid w:val="00DA7022"/>
    <w:rsid w:val="00DA7467"/>
    <w:rsid w:val="00DA760A"/>
    <w:rsid w:val="00DA7C74"/>
    <w:rsid w:val="00DA7EF1"/>
    <w:rsid w:val="00DB098A"/>
    <w:rsid w:val="00DB09BF"/>
    <w:rsid w:val="00DB1021"/>
    <w:rsid w:val="00DB104D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727"/>
    <w:rsid w:val="00DB473D"/>
    <w:rsid w:val="00DB48AB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7F6"/>
    <w:rsid w:val="00DC3C52"/>
    <w:rsid w:val="00DC3E66"/>
    <w:rsid w:val="00DC40F9"/>
    <w:rsid w:val="00DC4207"/>
    <w:rsid w:val="00DC46BC"/>
    <w:rsid w:val="00DC46BF"/>
    <w:rsid w:val="00DC46F4"/>
    <w:rsid w:val="00DC53E6"/>
    <w:rsid w:val="00DC5423"/>
    <w:rsid w:val="00DC566C"/>
    <w:rsid w:val="00DC5881"/>
    <w:rsid w:val="00DC5C58"/>
    <w:rsid w:val="00DC5CBD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E9D"/>
    <w:rsid w:val="00DD296B"/>
    <w:rsid w:val="00DD2D86"/>
    <w:rsid w:val="00DD3218"/>
    <w:rsid w:val="00DD3692"/>
    <w:rsid w:val="00DD3898"/>
    <w:rsid w:val="00DD3D4F"/>
    <w:rsid w:val="00DD42F7"/>
    <w:rsid w:val="00DD469D"/>
    <w:rsid w:val="00DD4B8F"/>
    <w:rsid w:val="00DD4DEC"/>
    <w:rsid w:val="00DD4ED3"/>
    <w:rsid w:val="00DD5529"/>
    <w:rsid w:val="00DD55AB"/>
    <w:rsid w:val="00DD560C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A91"/>
    <w:rsid w:val="00DF0D82"/>
    <w:rsid w:val="00DF1492"/>
    <w:rsid w:val="00DF1BCC"/>
    <w:rsid w:val="00DF2334"/>
    <w:rsid w:val="00DF23AB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3F99"/>
    <w:rsid w:val="00DF407F"/>
    <w:rsid w:val="00DF432A"/>
    <w:rsid w:val="00DF43F8"/>
    <w:rsid w:val="00DF46FA"/>
    <w:rsid w:val="00DF5966"/>
    <w:rsid w:val="00DF5E74"/>
    <w:rsid w:val="00DF5E7B"/>
    <w:rsid w:val="00DF62D0"/>
    <w:rsid w:val="00DF64A6"/>
    <w:rsid w:val="00DF66DD"/>
    <w:rsid w:val="00DF67C8"/>
    <w:rsid w:val="00DF7394"/>
    <w:rsid w:val="00DF7824"/>
    <w:rsid w:val="00DF7DAC"/>
    <w:rsid w:val="00DF7E6E"/>
    <w:rsid w:val="00DF7E85"/>
    <w:rsid w:val="00E00509"/>
    <w:rsid w:val="00E00C7A"/>
    <w:rsid w:val="00E01130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C00"/>
    <w:rsid w:val="00E05D7E"/>
    <w:rsid w:val="00E05FD2"/>
    <w:rsid w:val="00E06E3F"/>
    <w:rsid w:val="00E06E7F"/>
    <w:rsid w:val="00E0704C"/>
    <w:rsid w:val="00E0725E"/>
    <w:rsid w:val="00E0733B"/>
    <w:rsid w:val="00E10A49"/>
    <w:rsid w:val="00E10A7A"/>
    <w:rsid w:val="00E11F9F"/>
    <w:rsid w:val="00E1204E"/>
    <w:rsid w:val="00E12781"/>
    <w:rsid w:val="00E12826"/>
    <w:rsid w:val="00E1285D"/>
    <w:rsid w:val="00E12DF5"/>
    <w:rsid w:val="00E130CD"/>
    <w:rsid w:val="00E1327A"/>
    <w:rsid w:val="00E13368"/>
    <w:rsid w:val="00E13690"/>
    <w:rsid w:val="00E13987"/>
    <w:rsid w:val="00E140C5"/>
    <w:rsid w:val="00E142D3"/>
    <w:rsid w:val="00E1460B"/>
    <w:rsid w:val="00E146CB"/>
    <w:rsid w:val="00E14CA4"/>
    <w:rsid w:val="00E14FFC"/>
    <w:rsid w:val="00E155E5"/>
    <w:rsid w:val="00E1573D"/>
    <w:rsid w:val="00E1579C"/>
    <w:rsid w:val="00E16EA6"/>
    <w:rsid w:val="00E16F84"/>
    <w:rsid w:val="00E17AAF"/>
    <w:rsid w:val="00E17B7B"/>
    <w:rsid w:val="00E17F00"/>
    <w:rsid w:val="00E17FF0"/>
    <w:rsid w:val="00E20440"/>
    <w:rsid w:val="00E207CB"/>
    <w:rsid w:val="00E21A7E"/>
    <w:rsid w:val="00E2291E"/>
    <w:rsid w:val="00E2357F"/>
    <w:rsid w:val="00E23584"/>
    <w:rsid w:val="00E23A48"/>
    <w:rsid w:val="00E23AF0"/>
    <w:rsid w:val="00E23F98"/>
    <w:rsid w:val="00E23FED"/>
    <w:rsid w:val="00E24982"/>
    <w:rsid w:val="00E24BF6"/>
    <w:rsid w:val="00E24F46"/>
    <w:rsid w:val="00E24F50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E83"/>
    <w:rsid w:val="00E30FC7"/>
    <w:rsid w:val="00E3131D"/>
    <w:rsid w:val="00E313DE"/>
    <w:rsid w:val="00E314AB"/>
    <w:rsid w:val="00E316B0"/>
    <w:rsid w:val="00E316E0"/>
    <w:rsid w:val="00E322FC"/>
    <w:rsid w:val="00E325D4"/>
    <w:rsid w:val="00E32730"/>
    <w:rsid w:val="00E32E1F"/>
    <w:rsid w:val="00E34160"/>
    <w:rsid w:val="00E3419C"/>
    <w:rsid w:val="00E3454B"/>
    <w:rsid w:val="00E3513D"/>
    <w:rsid w:val="00E359E8"/>
    <w:rsid w:val="00E36DAC"/>
    <w:rsid w:val="00E370A0"/>
    <w:rsid w:val="00E40EE9"/>
    <w:rsid w:val="00E40F40"/>
    <w:rsid w:val="00E4131E"/>
    <w:rsid w:val="00E41335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793"/>
    <w:rsid w:val="00E44D2B"/>
    <w:rsid w:val="00E454C5"/>
    <w:rsid w:val="00E454CC"/>
    <w:rsid w:val="00E457E8"/>
    <w:rsid w:val="00E458E8"/>
    <w:rsid w:val="00E46718"/>
    <w:rsid w:val="00E46738"/>
    <w:rsid w:val="00E46D05"/>
    <w:rsid w:val="00E46EE2"/>
    <w:rsid w:val="00E4734C"/>
    <w:rsid w:val="00E50620"/>
    <w:rsid w:val="00E507E3"/>
    <w:rsid w:val="00E50C25"/>
    <w:rsid w:val="00E511D0"/>
    <w:rsid w:val="00E51572"/>
    <w:rsid w:val="00E5166D"/>
    <w:rsid w:val="00E51BDB"/>
    <w:rsid w:val="00E523EA"/>
    <w:rsid w:val="00E527F6"/>
    <w:rsid w:val="00E53614"/>
    <w:rsid w:val="00E5365F"/>
    <w:rsid w:val="00E53864"/>
    <w:rsid w:val="00E53941"/>
    <w:rsid w:val="00E53B42"/>
    <w:rsid w:val="00E53BBE"/>
    <w:rsid w:val="00E545BF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60B"/>
    <w:rsid w:val="00E618C6"/>
    <w:rsid w:val="00E622C7"/>
    <w:rsid w:val="00E62449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4814"/>
    <w:rsid w:val="00E654D2"/>
    <w:rsid w:val="00E6587B"/>
    <w:rsid w:val="00E6760D"/>
    <w:rsid w:val="00E6799E"/>
    <w:rsid w:val="00E67C1E"/>
    <w:rsid w:val="00E7064F"/>
    <w:rsid w:val="00E707E2"/>
    <w:rsid w:val="00E7126E"/>
    <w:rsid w:val="00E71F10"/>
    <w:rsid w:val="00E725A1"/>
    <w:rsid w:val="00E72AB3"/>
    <w:rsid w:val="00E72D07"/>
    <w:rsid w:val="00E72F93"/>
    <w:rsid w:val="00E7392E"/>
    <w:rsid w:val="00E739B4"/>
    <w:rsid w:val="00E74182"/>
    <w:rsid w:val="00E74322"/>
    <w:rsid w:val="00E74C33"/>
    <w:rsid w:val="00E74FFB"/>
    <w:rsid w:val="00E7527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56D"/>
    <w:rsid w:val="00E806F4"/>
    <w:rsid w:val="00E807EC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6E6B"/>
    <w:rsid w:val="00E876C5"/>
    <w:rsid w:val="00E87914"/>
    <w:rsid w:val="00E87E31"/>
    <w:rsid w:val="00E908B2"/>
    <w:rsid w:val="00E91A1B"/>
    <w:rsid w:val="00E91FAB"/>
    <w:rsid w:val="00E91FB4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36"/>
    <w:rsid w:val="00E952CA"/>
    <w:rsid w:val="00E95375"/>
    <w:rsid w:val="00E955E5"/>
    <w:rsid w:val="00E9592D"/>
    <w:rsid w:val="00E959DD"/>
    <w:rsid w:val="00E9602C"/>
    <w:rsid w:val="00E96DD0"/>
    <w:rsid w:val="00E97876"/>
    <w:rsid w:val="00E97D14"/>
    <w:rsid w:val="00E97DEE"/>
    <w:rsid w:val="00E97FB3"/>
    <w:rsid w:val="00EA0076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E7"/>
    <w:rsid w:val="00EB2E89"/>
    <w:rsid w:val="00EB32F4"/>
    <w:rsid w:val="00EB3826"/>
    <w:rsid w:val="00EB39C9"/>
    <w:rsid w:val="00EB46F7"/>
    <w:rsid w:val="00EB4922"/>
    <w:rsid w:val="00EB4EBF"/>
    <w:rsid w:val="00EB64FD"/>
    <w:rsid w:val="00EB66F2"/>
    <w:rsid w:val="00EB6ADA"/>
    <w:rsid w:val="00EB7360"/>
    <w:rsid w:val="00EB7431"/>
    <w:rsid w:val="00EB74DA"/>
    <w:rsid w:val="00EB7970"/>
    <w:rsid w:val="00EB7C16"/>
    <w:rsid w:val="00EC03B0"/>
    <w:rsid w:val="00EC0726"/>
    <w:rsid w:val="00EC0A72"/>
    <w:rsid w:val="00EC0F50"/>
    <w:rsid w:val="00EC1121"/>
    <w:rsid w:val="00EC2539"/>
    <w:rsid w:val="00EC3CAB"/>
    <w:rsid w:val="00EC40C1"/>
    <w:rsid w:val="00EC53F1"/>
    <w:rsid w:val="00EC58AB"/>
    <w:rsid w:val="00EC59BA"/>
    <w:rsid w:val="00EC59FB"/>
    <w:rsid w:val="00EC653F"/>
    <w:rsid w:val="00EC6819"/>
    <w:rsid w:val="00EC6828"/>
    <w:rsid w:val="00EC689A"/>
    <w:rsid w:val="00EC6BB7"/>
    <w:rsid w:val="00EC6C5A"/>
    <w:rsid w:val="00EC7A44"/>
    <w:rsid w:val="00EC7A91"/>
    <w:rsid w:val="00ED105D"/>
    <w:rsid w:val="00ED17F3"/>
    <w:rsid w:val="00ED2040"/>
    <w:rsid w:val="00ED27D7"/>
    <w:rsid w:val="00ED2E98"/>
    <w:rsid w:val="00ED3A65"/>
    <w:rsid w:val="00ED3C05"/>
    <w:rsid w:val="00ED4A81"/>
    <w:rsid w:val="00ED4B66"/>
    <w:rsid w:val="00ED5F76"/>
    <w:rsid w:val="00ED654F"/>
    <w:rsid w:val="00ED665D"/>
    <w:rsid w:val="00ED679C"/>
    <w:rsid w:val="00ED686B"/>
    <w:rsid w:val="00ED691B"/>
    <w:rsid w:val="00ED725D"/>
    <w:rsid w:val="00EE1155"/>
    <w:rsid w:val="00EE148A"/>
    <w:rsid w:val="00EE14C7"/>
    <w:rsid w:val="00EE14ED"/>
    <w:rsid w:val="00EE1B85"/>
    <w:rsid w:val="00EE2147"/>
    <w:rsid w:val="00EE2328"/>
    <w:rsid w:val="00EE247D"/>
    <w:rsid w:val="00EE2A26"/>
    <w:rsid w:val="00EE31F4"/>
    <w:rsid w:val="00EE3AF4"/>
    <w:rsid w:val="00EE4E70"/>
    <w:rsid w:val="00EE4F36"/>
    <w:rsid w:val="00EE5271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0F9E"/>
    <w:rsid w:val="00EF108A"/>
    <w:rsid w:val="00EF1332"/>
    <w:rsid w:val="00EF142E"/>
    <w:rsid w:val="00EF196D"/>
    <w:rsid w:val="00EF1A6F"/>
    <w:rsid w:val="00EF1BC8"/>
    <w:rsid w:val="00EF2897"/>
    <w:rsid w:val="00EF2B4D"/>
    <w:rsid w:val="00EF2B52"/>
    <w:rsid w:val="00EF302E"/>
    <w:rsid w:val="00EF30D5"/>
    <w:rsid w:val="00EF30FF"/>
    <w:rsid w:val="00EF3D7C"/>
    <w:rsid w:val="00EF428D"/>
    <w:rsid w:val="00EF4509"/>
    <w:rsid w:val="00EF520C"/>
    <w:rsid w:val="00EF55B9"/>
    <w:rsid w:val="00EF5C15"/>
    <w:rsid w:val="00EF614D"/>
    <w:rsid w:val="00EF65C8"/>
    <w:rsid w:val="00EF65D9"/>
    <w:rsid w:val="00EF6895"/>
    <w:rsid w:val="00EF68A8"/>
    <w:rsid w:val="00EF6C05"/>
    <w:rsid w:val="00EF72AF"/>
    <w:rsid w:val="00EF736D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2D14"/>
    <w:rsid w:val="00F039FC"/>
    <w:rsid w:val="00F03BEC"/>
    <w:rsid w:val="00F03F01"/>
    <w:rsid w:val="00F04142"/>
    <w:rsid w:val="00F044D1"/>
    <w:rsid w:val="00F04EA0"/>
    <w:rsid w:val="00F05211"/>
    <w:rsid w:val="00F05652"/>
    <w:rsid w:val="00F061CB"/>
    <w:rsid w:val="00F06883"/>
    <w:rsid w:val="00F06DD2"/>
    <w:rsid w:val="00F07631"/>
    <w:rsid w:val="00F0779D"/>
    <w:rsid w:val="00F0787E"/>
    <w:rsid w:val="00F07C61"/>
    <w:rsid w:val="00F1024D"/>
    <w:rsid w:val="00F10830"/>
    <w:rsid w:val="00F10E15"/>
    <w:rsid w:val="00F11097"/>
    <w:rsid w:val="00F1128E"/>
    <w:rsid w:val="00F11675"/>
    <w:rsid w:val="00F12135"/>
    <w:rsid w:val="00F12A19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33E"/>
    <w:rsid w:val="00F1577F"/>
    <w:rsid w:val="00F163F8"/>
    <w:rsid w:val="00F16642"/>
    <w:rsid w:val="00F167CB"/>
    <w:rsid w:val="00F168D3"/>
    <w:rsid w:val="00F16DCD"/>
    <w:rsid w:val="00F17AEC"/>
    <w:rsid w:val="00F204CD"/>
    <w:rsid w:val="00F206F1"/>
    <w:rsid w:val="00F21445"/>
    <w:rsid w:val="00F214F0"/>
    <w:rsid w:val="00F21E34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42D"/>
    <w:rsid w:val="00F27614"/>
    <w:rsid w:val="00F276C8"/>
    <w:rsid w:val="00F27848"/>
    <w:rsid w:val="00F27FF3"/>
    <w:rsid w:val="00F3030E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64F6"/>
    <w:rsid w:val="00F36572"/>
    <w:rsid w:val="00F366AD"/>
    <w:rsid w:val="00F367B2"/>
    <w:rsid w:val="00F36864"/>
    <w:rsid w:val="00F36BF7"/>
    <w:rsid w:val="00F37166"/>
    <w:rsid w:val="00F3747B"/>
    <w:rsid w:val="00F377A1"/>
    <w:rsid w:val="00F37994"/>
    <w:rsid w:val="00F37EC0"/>
    <w:rsid w:val="00F40138"/>
    <w:rsid w:val="00F40480"/>
    <w:rsid w:val="00F404FC"/>
    <w:rsid w:val="00F41869"/>
    <w:rsid w:val="00F419B8"/>
    <w:rsid w:val="00F41B4D"/>
    <w:rsid w:val="00F41B5A"/>
    <w:rsid w:val="00F41D70"/>
    <w:rsid w:val="00F41DBC"/>
    <w:rsid w:val="00F420DC"/>
    <w:rsid w:val="00F42258"/>
    <w:rsid w:val="00F42265"/>
    <w:rsid w:val="00F42311"/>
    <w:rsid w:val="00F4259B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AE2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DB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86A"/>
    <w:rsid w:val="00F61DBA"/>
    <w:rsid w:val="00F624BE"/>
    <w:rsid w:val="00F62975"/>
    <w:rsid w:val="00F62AD8"/>
    <w:rsid w:val="00F631D7"/>
    <w:rsid w:val="00F63DC6"/>
    <w:rsid w:val="00F63DDE"/>
    <w:rsid w:val="00F640E1"/>
    <w:rsid w:val="00F6477A"/>
    <w:rsid w:val="00F652F2"/>
    <w:rsid w:val="00F6595F"/>
    <w:rsid w:val="00F65B85"/>
    <w:rsid w:val="00F65FD5"/>
    <w:rsid w:val="00F66120"/>
    <w:rsid w:val="00F6630E"/>
    <w:rsid w:val="00F666B7"/>
    <w:rsid w:val="00F66B97"/>
    <w:rsid w:val="00F66BF4"/>
    <w:rsid w:val="00F66E6B"/>
    <w:rsid w:val="00F676F7"/>
    <w:rsid w:val="00F677EB"/>
    <w:rsid w:val="00F67F27"/>
    <w:rsid w:val="00F7130E"/>
    <w:rsid w:val="00F713ED"/>
    <w:rsid w:val="00F713F3"/>
    <w:rsid w:val="00F71679"/>
    <w:rsid w:val="00F71817"/>
    <w:rsid w:val="00F7278B"/>
    <w:rsid w:val="00F7345C"/>
    <w:rsid w:val="00F7345F"/>
    <w:rsid w:val="00F73734"/>
    <w:rsid w:val="00F73C39"/>
    <w:rsid w:val="00F749E1"/>
    <w:rsid w:val="00F75369"/>
    <w:rsid w:val="00F753FE"/>
    <w:rsid w:val="00F7660D"/>
    <w:rsid w:val="00F773F8"/>
    <w:rsid w:val="00F77D1C"/>
    <w:rsid w:val="00F77E01"/>
    <w:rsid w:val="00F811F6"/>
    <w:rsid w:val="00F8146B"/>
    <w:rsid w:val="00F81975"/>
    <w:rsid w:val="00F819C7"/>
    <w:rsid w:val="00F81E6B"/>
    <w:rsid w:val="00F82430"/>
    <w:rsid w:val="00F8282A"/>
    <w:rsid w:val="00F829BA"/>
    <w:rsid w:val="00F82B47"/>
    <w:rsid w:val="00F83940"/>
    <w:rsid w:val="00F84308"/>
    <w:rsid w:val="00F84610"/>
    <w:rsid w:val="00F8461D"/>
    <w:rsid w:val="00F84EF3"/>
    <w:rsid w:val="00F8567D"/>
    <w:rsid w:val="00F85870"/>
    <w:rsid w:val="00F86259"/>
    <w:rsid w:val="00F868D5"/>
    <w:rsid w:val="00F8699B"/>
    <w:rsid w:val="00F874A0"/>
    <w:rsid w:val="00F87A71"/>
    <w:rsid w:val="00F90181"/>
    <w:rsid w:val="00F9056F"/>
    <w:rsid w:val="00F90F98"/>
    <w:rsid w:val="00F91741"/>
    <w:rsid w:val="00F91FC7"/>
    <w:rsid w:val="00F92590"/>
    <w:rsid w:val="00F92891"/>
    <w:rsid w:val="00F92DBF"/>
    <w:rsid w:val="00F939A4"/>
    <w:rsid w:val="00F93F95"/>
    <w:rsid w:val="00F940CD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A05C0"/>
    <w:rsid w:val="00FA08E0"/>
    <w:rsid w:val="00FA0A53"/>
    <w:rsid w:val="00FA0CBC"/>
    <w:rsid w:val="00FA218E"/>
    <w:rsid w:val="00FA21C0"/>
    <w:rsid w:val="00FA2431"/>
    <w:rsid w:val="00FA294D"/>
    <w:rsid w:val="00FA296B"/>
    <w:rsid w:val="00FA32DA"/>
    <w:rsid w:val="00FA4571"/>
    <w:rsid w:val="00FA4853"/>
    <w:rsid w:val="00FA4968"/>
    <w:rsid w:val="00FA50D8"/>
    <w:rsid w:val="00FA577C"/>
    <w:rsid w:val="00FA5D74"/>
    <w:rsid w:val="00FA5E9E"/>
    <w:rsid w:val="00FA61AE"/>
    <w:rsid w:val="00FA61B3"/>
    <w:rsid w:val="00FA71D7"/>
    <w:rsid w:val="00FA7644"/>
    <w:rsid w:val="00FA7747"/>
    <w:rsid w:val="00FB01D4"/>
    <w:rsid w:val="00FB0394"/>
    <w:rsid w:val="00FB062C"/>
    <w:rsid w:val="00FB06DD"/>
    <w:rsid w:val="00FB0748"/>
    <w:rsid w:val="00FB0ED1"/>
    <w:rsid w:val="00FB1824"/>
    <w:rsid w:val="00FB1955"/>
    <w:rsid w:val="00FB19A8"/>
    <w:rsid w:val="00FB22F8"/>
    <w:rsid w:val="00FB244E"/>
    <w:rsid w:val="00FB24FA"/>
    <w:rsid w:val="00FB28E6"/>
    <w:rsid w:val="00FB2B7A"/>
    <w:rsid w:val="00FB2C98"/>
    <w:rsid w:val="00FB2FB2"/>
    <w:rsid w:val="00FB3430"/>
    <w:rsid w:val="00FB378B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7E2"/>
    <w:rsid w:val="00FB592D"/>
    <w:rsid w:val="00FB6B65"/>
    <w:rsid w:val="00FB77B0"/>
    <w:rsid w:val="00FB796E"/>
    <w:rsid w:val="00FB7C97"/>
    <w:rsid w:val="00FB7D77"/>
    <w:rsid w:val="00FC0222"/>
    <w:rsid w:val="00FC096F"/>
    <w:rsid w:val="00FC1174"/>
    <w:rsid w:val="00FC1AF0"/>
    <w:rsid w:val="00FC1DE7"/>
    <w:rsid w:val="00FC1EE6"/>
    <w:rsid w:val="00FC28FD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153C"/>
    <w:rsid w:val="00FD1811"/>
    <w:rsid w:val="00FD1AED"/>
    <w:rsid w:val="00FD1C96"/>
    <w:rsid w:val="00FD352A"/>
    <w:rsid w:val="00FD3DB1"/>
    <w:rsid w:val="00FD42A2"/>
    <w:rsid w:val="00FD432A"/>
    <w:rsid w:val="00FD4C29"/>
    <w:rsid w:val="00FD4C44"/>
    <w:rsid w:val="00FD516A"/>
    <w:rsid w:val="00FD5BF1"/>
    <w:rsid w:val="00FD5C05"/>
    <w:rsid w:val="00FD5FD1"/>
    <w:rsid w:val="00FD62B4"/>
    <w:rsid w:val="00FD6BEB"/>
    <w:rsid w:val="00FD77C4"/>
    <w:rsid w:val="00FE0020"/>
    <w:rsid w:val="00FE038A"/>
    <w:rsid w:val="00FE050A"/>
    <w:rsid w:val="00FE1091"/>
    <w:rsid w:val="00FE1C90"/>
    <w:rsid w:val="00FE25A4"/>
    <w:rsid w:val="00FE29F2"/>
    <w:rsid w:val="00FE3248"/>
    <w:rsid w:val="00FE357F"/>
    <w:rsid w:val="00FE3DB8"/>
    <w:rsid w:val="00FE40E2"/>
    <w:rsid w:val="00FE4C21"/>
    <w:rsid w:val="00FE4C9A"/>
    <w:rsid w:val="00FE4DBE"/>
    <w:rsid w:val="00FE4F66"/>
    <w:rsid w:val="00FE506C"/>
    <w:rsid w:val="00FE5851"/>
    <w:rsid w:val="00FE5D81"/>
    <w:rsid w:val="00FE64B0"/>
    <w:rsid w:val="00FE66EC"/>
    <w:rsid w:val="00FE6CBF"/>
    <w:rsid w:val="00FE71D3"/>
    <w:rsid w:val="00FE7597"/>
    <w:rsid w:val="00FE7BA6"/>
    <w:rsid w:val="00FE7CD1"/>
    <w:rsid w:val="00FF03A7"/>
    <w:rsid w:val="00FF0CDB"/>
    <w:rsid w:val="00FF0DF5"/>
    <w:rsid w:val="00FF0EF0"/>
    <w:rsid w:val="00FF12C0"/>
    <w:rsid w:val="00FF1953"/>
    <w:rsid w:val="00FF1EB0"/>
    <w:rsid w:val="00FF2155"/>
    <w:rsid w:val="00FF2C33"/>
    <w:rsid w:val="00FF2E6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EB2CEF"/>
  <w15:docId w15:val="{A3AB095C-EDCE-4904-B8BB-FFE8588F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Props1.xml><?xml version="1.0" encoding="utf-8"?>
<ds:datastoreItem xmlns:ds="http://schemas.openxmlformats.org/officeDocument/2006/customXml" ds:itemID="{2DEE9C57-0E91-4265-A7B9-99925E188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B46E-1D1D-4796-94ED-A9065D03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4CDF57-137E-44BF-B126-A68614E986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02FE78-BEC4-474D-BCE3-DF23759CA091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88</TotalTime>
  <Pages>3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Suthasinee, Sattayalakha</cp:lastModifiedBy>
  <cp:revision>17</cp:revision>
  <cp:lastPrinted>2021-05-07T11:18:00Z</cp:lastPrinted>
  <dcterms:created xsi:type="dcterms:W3CDTF">2023-07-25T07:07:00Z</dcterms:created>
  <dcterms:modified xsi:type="dcterms:W3CDTF">2024-04-26T03:59:00Z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