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456A3FEC" w14:textId="77777777" w:rsidR="008F4947" w:rsidRPr="00521733" w:rsidRDefault="008F4947" w:rsidP="00E707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</w:rPr>
      </w:pPr>
    </w:p>
    <w:p w14:paraId="66873408" w14:textId="77777777" w:rsidR="003E0028" w:rsidRPr="00521733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Theme="majorBidi" w:hAnsiTheme="majorBidi" w:cstheme="majorBidi"/>
          <w:sz w:val="52"/>
          <w:szCs w:val="52"/>
        </w:rPr>
      </w:pPr>
    </w:p>
    <w:p w14:paraId="6BE3F311" w14:textId="77777777" w:rsidR="003E0028" w:rsidRPr="00521733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Theme="majorBidi" w:hAnsiTheme="majorBidi" w:cstheme="majorBidi"/>
          <w:sz w:val="52"/>
          <w:szCs w:val="52"/>
        </w:rPr>
      </w:pPr>
    </w:p>
    <w:p w14:paraId="22F0BD0D" w14:textId="77777777" w:rsidR="003E0028" w:rsidRPr="00521733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Theme="majorBidi" w:hAnsiTheme="majorBidi" w:cstheme="majorBidi"/>
          <w:b/>
          <w:bCs/>
          <w:sz w:val="52"/>
          <w:szCs w:val="52"/>
        </w:rPr>
      </w:pPr>
    </w:p>
    <w:p w14:paraId="08916887" w14:textId="77777777" w:rsidR="003E0028" w:rsidRPr="00521733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Theme="majorBidi" w:hAnsiTheme="majorBidi" w:cstheme="majorBidi"/>
          <w:b/>
          <w:bCs/>
          <w:sz w:val="52"/>
          <w:szCs w:val="52"/>
        </w:rPr>
      </w:pPr>
    </w:p>
    <w:p w14:paraId="4D63BD7D" w14:textId="77777777" w:rsidR="003E0028" w:rsidRPr="00521733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Theme="majorBidi" w:hAnsiTheme="majorBidi" w:cstheme="majorBidi"/>
          <w:b/>
          <w:bCs/>
          <w:sz w:val="52"/>
          <w:szCs w:val="52"/>
        </w:rPr>
      </w:pPr>
    </w:p>
    <w:p w14:paraId="066931F7" w14:textId="77777777" w:rsidR="003E0028" w:rsidRPr="00521733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Theme="majorBidi" w:hAnsiTheme="majorBidi" w:cstheme="majorBidi"/>
          <w:b/>
          <w:bCs/>
          <w:sz w:val="52"/>
          <w:szCs w:val="52"/>
        </w:rPr>
      </w:pPr>
    </w:p>
    <w:p w14:paraId="0CAE8422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Theme="majorBidi" w:hAnsiTheme="majorBidi" w:cstheme="majorBidi"/>
          <w:b/>
          <w:bCs/>
          <w:sz w:val="52"/>
          <w:szCs w:val="52"/>
        </w:rPr>
      </w:pPr>
      <w:r w:rsidRPr="00F12A19">
        <w:rPr>
          <w:rFonts w:asciiTheme="majorBidi" w:hAnsiTheme="majorBidi" w:cstheme="majorBidi"/>
          <w:b/>
          <w:bCs/>
          <w:sz w:val="52"/>
          <w:szCs w:val="52"/>
          <w:cs/>
        </w:rPr>
        <w:t xml:space="preserve">บริษัท </w:t>
      </w:r>
      <w:bookmarkStart w:id="0" w:name="SubTitle"/>
      <w:r w:rsidRPr="00F12A19">
        <w:rPr>
          <w:rFonts w:asciiTheme="majorBidi" w:hAnsiTheme="majorBidi" w:cstheme="majorBidi"/>
          <w:b/>
          <w:bCs/>
          <w:sz w:val="52"/>
          <w:szCs w:val="52"/>
          <w:cs/>
        </w:rPr>
        <w:t>แกรนด์ คาแนล แลนด์ จำกัด</w:t>
      </w:r>
      <w:r w:rsidRPr="00F12A19">
        <w:rPr>
          <w:rFonts w:asciiTheme="majorBidi" w:hAnsiTheme="majorBidi" w:cstheme="majorBidi"/>
          <w:b/>
          <w:bCs/>
          <w:sz w:val="52"/>
          <w:szCs w:val="52"/>
        </w:rPr>
        <w:t xml:space="preserve"> </w:t>
      </w:r>
      <w:r w:rsidRPr="00F12A19">
        <w:rPr>
          <w:rFonts w:asciiTheme="majorBidi" w:hAnsiTheme="majorBidi" w:cstheme="majorBidi"/>
          <w:b/>
          <w:bCs/>
          <w:sz w:val="52"/>
          <w:szCs w:val="52"/>
          <w:cs/>
        </w:rPr>
        <w:t>(มหาชน)</w:t>
      </w:r>
    </w:p>
    <w:p w14:paraId="1E0FD70F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Theme="majorBidi" w:hAnsiTheme="majorBidi" w:cstheme="majorBidi"/>
          <w:b/>
          <w:bCs/>
          <w:sz w:val="52"/>
          <w:szCs w:val="52"/>
          <w:cs/>
        </w:rPr>
      </w:pPr>
      <w:r w:rsidRPr="00F12A19">
        <w:rPr>
          <w:rFonts w:asciiTheme="majorBidi" w:hAnsiTheme="majorBidi" w:cstheme="majorBidi"/>
          <w:b/>
          <w:bCs/>
          <w:sz w:val="52"/>
          <w:szCs w:val="52"/>
          <w:cs/>
        </w:rPr>
        <w:t>และบริษัทย่อย</w:t>
      </w:r>
    </w:p>
    <w:p w14:paraId="60BA1198" w14:textId="77777777" w:rsidR="003E0028" w:rsidRPr="00F12A19" w:rsidRDefault="003E0028" w:rsidP="003E002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Theme="majorBidi" w:hAnsiTheme="majorBidi" w:cstheme="majorBidi"/>
          <w:sz w:val="28"/>
          <w:szCs w:val="28"/>
        </w:rPr>
      </w:pPr>
    </w:p>
    <w:p w14:paraId="5D41E86E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Theme="majorBidi" w:hAnsiTheme="majorBidi" w:cstheme="majorBidi"/>
          <w:sz w:val="32"/>
          <w:szCs w:val="32"/>
        </w:rPr>
      </w:pPr>
      <w:bookmarkStart w:id="1" w:name="ExtraText"/>
      <w:bookmarkEnd w:id="0"/>
      <w:bookmarkEnd w:id="1"/>
      <w:r w:rsidRPr="00F12A19">
        <w:rPr>
          <w:rFonts w:asciiTheme="majorBidi" w:hAnsiTheme="majorBidi" w:cstheme="majorBidi"/>
          <w:sz w:val="32"/>
          <w:szCs w:val="32"/>
          <w:cs/>
        </w:rPr>
        <w:t>งบการเงินระหว่างกาลแบบย่อ</w:t>
      </w:r>
    </w:p>
    <w:p w14:paraId="447EB999" w14:textId="0F3D7A36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020"/>
        </w:tabs>
        <w:jc w:val="center"/>
        <w:rPr>
          <w:rFonts w:asciiTheme="majorBidi" w:hAnsiTheme="majorBidi" w:cstheme="majorBidi"/>
          <w:sz w:val="32"/>
          <w:szCs w:val="32"/>
          <w:cs/>
        </w:rPr>
      </w:pPr>
      <w:r w:rsidRPr="00F12A19">
        <w:rPr>
          <w:rFonts w:asciiTheme="majorBidi" w:hAnsiTheme="majorBidi" w:cstheme="majorBidi"/>
          <w:sz w:val="32"/>
          <w:szCs w:val="32"/>
          <w:cs/>
        </w:rPr>
        <w:t>สำหรับงวดสามเดือน</w:t>
      </w:r>
      <w:r w:rsidR="00441BD6">
        <w:rPr>
          <w:rFonts w:asciiTheme="majorBidi" w:hAnsiTheme="majorBidi" w:cstheme="majorBidi" w:hint="cs"/>
          <w:sz w:val="32"/>
          <w:szCs w:val="32"/>
          <w:cs/>
        </w:rPr>
        <w:t>และหกเดือน</w:t>
      </w:r>
      <w:r w:rsidRPr="00F12A19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Pr="00F12A19">
        <w:rPr>
          <w:rFonts w:asciiTheme="majorBidi" w:hAnsiTheme="majorBidi" w:cstheme="majorBidi"/>
          <w:sz w:val="32"/>
          <w:szCs w:val="32"/>
        </w:rPr>
        <w:t>3</w:t>
      </w:r>
      <w:r w:rsidR="00441BD6">
        <w:rPr>
          <w:rFonts w:asciiTheme="majorBidi" w:hAnsiTheme="majorBidi" w:cstheme="majorBidi"/>
          <w:sz w:val="32"/>
          <w:szCs w:val="32"/>
        </w:rPr>
        <w:t xml:space="preserve">0 </w:t>
      </w:r>
      <w:r w:rsidR="00441BD6">
        <w:rPr>
          <w:rFonts w:asciiTheme="majorBidi" w:hAnsiTheme="majorBidi" w:cstheme="majorBidi" w:hint="cs"/>
          <w:sz w:val="32"/>
          <w:szCs w:val="32"/>
          <w:cs/>
        </w:rPr>
        <w:t xml:space="preserve">มิถุนายน </w:t>
      </w:r>
      <w:r w:rsidRPr="00F12A19">
        <w:rPr>
          <w:rFonts w:asciiTheme="majorBidi" w:hAnsiTheme="majorBidi" w:cstheme="majorBidi"/>
          <w:sz w:val="32"/>
          <w:szCs w:val="32"/>
        </w:rPr>
        <w:t>256</w:t>
      </w:r>
      <w:r w:rsidR="00640C94">
        <w:rPr>
          <w:rFonts w:asciiTheme="majorBidi" w:hAnsiTheme="majorBidi" w:cstheme="majorBidi"/>
          <w:sz w:val="32"/>
          <w:szCs w:val="32"/>
        </w:rPr>
        <w:t>6</w:t>
      </w:r>
    </w:p>
    <w:p w14:paraId="4CA3032A" w14:textId="77777777" w:rsidR="003E0028" w:rsidRPr="00F12A19" w:rsidRDefault="003E0028" w:rsidP="003E002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  <w:cs/>
          <w:lang w:val="th-TH"/>
        </w:rPr>
      </w:pPr>
      <w:r w:rsidRPr="00F12A19">
        <w:rPr>
          <w:rFonts w:asciiTheme="majorBidi" w:hAnsiTheme="majorBidi" w:cstheme="majorBidi"/>
          <w:b w:val="0"/>
          <w:bCs w:val="0"/>
          <w:sz w:val="32"/>
          <w:szCs w:val="32"/>
          <w:cs/>
        </w:rPr>
        <w:t>และ</w:t>
      </w:r>
    </w:p>
    <w:p w14:paraId="24BD4145" w14:textId="77777777" w:rsidR="003E0028" w:rsidRPr="00F12A19" w:rsidRDefault="003E0028" w:rsidP="003E002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</w:rPr>
      </w:pPr>
      <w:bookmarkStart w:id="2" w:name="_Hlk40204001"/>
      <w:r w:rsidRPr="00F12A19">
        <w:rPr>
          <w:rFonts w:asciiTheme="majorBidi" w:hAnsiTheme="majorBidi" w:cstheme="majorBidi"/>
          <w:b w:val="0"/>
          <w:bCs w:val="0"/>
          <w:sz w:val="32"/>
          <w:szCs w:val="32"/>
          <w:cs/>
        </w:rPr>
        <w:t>รายงานการสอบทานของผู้สอบบัญชีรับอนุญาต</w:t>
      </w:r>
    </w:p>
    <w:bookmarkEnd w:id="2"/>
    <w:p w14:paraId="0B7DB3D5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2"/>
          <w:szCs w:val="32"/>
        </w:rPr>
        <w:sectPr w:rsidR="003E0028" w:rsidRPr="00F12A19" w:rsidSect="00640C94">
          <w:footerReference w:type="even" r:id="rId8"/>
          <w:footerReference w:type="default" r:id="rId9"/>
          <w:pgSz w:w="11909" w:h="16834" w:code="9"/>
          <w:pgMar w:top="691" w:right="1152" w:bottom="576" w:left="1152" w:header="720" w:footer="720" w:gutter="0"/>
          <w:pgNumType w:start="0"/>
          <w:cols w:space="720"/>
          <w:titlePg/>
          <w:docGrid w:linePitch="245"/>
        </w:sectPr>
      </w:pPr>
    </w:p>
    <w:p w14:paraId="7068BBF5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14:paraId="7CFF8E13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14:paraId="7D51081D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2"/>
          <w:szCs w:val="32"/>
        </w:rPr>
      </w:pPr>
    </w:p>
    <w:p w14:paraId="28B129A9" w14:textId="26ADE6B9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8791C3F" w14:textId="593DA34F" w:rsidR="00953AB8" w:rsidRPr="00F12A19" w:rsidRDefault="00953AB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2CAEE272" w14:textId="77777777" w:rsidR="00953AB8" w:rsidRPr="00F12A19" w:rsidRDefault="00953AB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2F980C3E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708CE93" w14:textId="77777777" w:rsidR="00124947" w:rsidRDefault="00124947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71A63D0" w14:textId="265DC986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F12A19">
        <w:rPr>
          <w:rFonts w:asciiTheme="majorBidi" w:hAnsiTheme="majorBidi" w:cstheme="majorBidi"/>
          <w:b/>
          <w:bCs/>
          <w:sz w:val="32"/>
          <w:szCs w:val="32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4A7412BB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61FF66A0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F12A19">
        <w:rPr>
          <w:rFonts w:asciiTheme="majorBidi" w:hAnsiTheme="majorBidi" w:cstheme="majorBidi"/>
          <w:b/>
          <w:bCs/>
          <w:sz w:val="30"/>
          <w:szCs w:val="30"/>
          <w:cs/>
        </w:rPr>
        <w:t>เสนอ คณะกรรมการบริษัท แกรนด์ คาแนล แลนด์ จำกัด (มหาชน)</w:t>
      </w:r>
    </w:p>
    <w:p w14:paraId="1E10E809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2A71956E" w14:textId="2D173DBC" w:rsidR="00441BD6" w:rsidRPr="00AD56E0" w:rsidRDefault="00441BD6" w:rsidP="00441B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050"/>
        </w:tabs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>ข้าพเจ้าได้สอบทานงบแสดงฐานะการเงินรวมและงบแสดงฐานะการเงินเฉพาะกิจการ</w:t>
      </w:r>
      <w:r w:rsidRPr="00AD56E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>ณ</w:t>
      </w:r>
      <w:r w:rsidRPr="00AD56E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>วันที่</w:t>
      </w:r>
      <w:r w:rsidRPr="00AD56E0">
        <w:rPr>
          <w:rFonts w:asciiTheme="majorBidi" w:hAnsiTheme="majorBidi" w:cstheme="majorBidi"/>
          <w:spacing w:val="-2"/>
          <w:sz w:val="30"/>
          <w:szCs w:val="30"/>
        </w:rPr>
        <w:t xml:space="preserve"> 30 </w:t>
      </w:r>
      <w:r w:rsidRPr="00AD56E0">
        <w:rPr>
          <w:rFonts w:asciiTheme="majorBidi" w:hAnsiTheme="majorBidi" w:cstheme="majorBidi" w:hint="cs"/>
          <w:spacing w:val="-2"/>
          <w:sz w:val="30"/>
          <w:szCs w:val="30"/>
          <w:cs/>
          <w:lang w:eastAsia="ja-JP"/>
        </w:rPr>
        <w:t>มิถุนายน</w:t>
      </w:r>
      <w:r w:rsidRPr="00AD56E0">
        <w:rPr>
          <w:rFonts w:asciiTheme="majorBidi" w:hAnsiTheme="majorBidi" w:cstheme="majorBidi"/>
          <w:spacing w:val="-2"/>
          <w:sz w:val="30"/>
          <w:szCs w:val="30"/>
        </w:rPr>
        <w:t xml:space="preserve"> 256</w:t>
      </w:r>
      <w:r w:rsidR="00640C94">
        <w:rPr>
          <w:rFonts w:asciiTheme="majorBidi" w:hAnsiTheme="majorBidi" w:cstheme="majorBidi"/>
          <w:spacing w:val="-2"/>
          <w:sz w:val="30"/>
          <w:szCs w:val="30"/>
        </w:rPr>
        <w:t>6</w:t>
      </w:r>
      <w:r w:rsidRPr="00AD56E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>งบกำไรขาดทุนเบ็ดเสร็จรวมและงบกำไรขาดทุนเบ็ดเสร็จเฉพาะกิจการสำหรับงวดสามเดือน</w:t>
      </w:r>
      <w:r w:rsidRPr="00AD56E0">
        <w:rPr>
          <w:rFonts w:asciiTheme="majorBidi" w:hAnsiTheme="majorBidi" w:cstheme="majorBidi" w:hint="cs"/>
          <w:spacing w:val="-2"/>
          <w:sz w:val="30"/>
          <w:szCs w:val="30"/>
          <w:cs/>
        </w:rPr>
        <w:t>และหกเดือน</w:t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 xml:space="preserve">สิ้นสุดวันที่ </w:t>
      </w:r>
      <w:r w:rsidRPr="00AD56E0">
        <w:rPr>
          <w:rFonts w:asciiTheme="majorBidi" w:hAnsiTheme="majorBidi" w:cstheme="majorBidi"/>
          <w:spacing w:val="-2"/>
          <w:sz w:val="30"/>
          <w:szCs w:val="30"/>
        </w:rPr>
        <w:t xml:space="preserve">30 </w:t>
      </w:r>
      <w:r w:rsidRPr="00AD56E0">
        <w:rPr>
          <w:rFonts w:asciiTheme="majorBidi" w:hAnsiTheme="majorBidi" w:cstheme="majorBidi" w:hint="cs"/>
          <w:spacing w:val="-2"/>
          <w:sz w:val="30"/>
          <w:szCs w:val="30"/>
          <w:cs/>
          <w:lang w:eastAsia="ja-JP"/>
        </w:rPr>
        <w:t xml:space="preserve">มิถุนายน </w:t>
      </w:r>
      <w:r w:rsidRPr="00AD56E0">
        <w:rPr>
          <w:rFonts w:asciiTheme="majorBidi" w:hAnsiTheme="majorBidi" w:cstheme="majorBidi"/>
          <w:spacing w:val="-2"/>
          <w:sz w:val="30"/>
          <w:szCs w:val="30"/>
        </w:rPr>
        <w:t>256</w:t>
      </w:r>
      <w:r w:rsidR="00650660">
        <w:rPr>
          <w:rFonts w:asciiTheme="majorBidi" w:hAnsiTheme="majorBidi" w:cstheme="majorBidi"/>
          <w:spacing w:val="-2"/>
          <w:sz w:val="30"/>
          <w:szCs w:val="30"/>
        </w:rPr>
        <w:t>6</w:t>
      </w:r>
      <w:r w:rsidRPr="00AD56E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>งบแสดงการเปลี่ยนแปลงส่วนของผู้ถือหุ้นรวมและงบแสดงการเปลี่ยนแปลงส่วนของผู้ถือหุ้นเฉพาะกิจการ</w:t>
      </w:r>
      <w:r w:rsidRPr="00AD56E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>และ</w:t>
      </w:r>
      <w:r w:rsidR="006C43D4">
        <w:rPr>
          <w:rFonts w:asciiTheme="majorBidi" w:hAnsiTheme="majorBidi" w:cstheme="majorBidi"/>
          <w:spacing w:val="-2"/>
          <w:sz w:val="30"/>
          <w:szCs w:val="30"/>
        </w:rPr>
        <w:br/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>งบกระแสเงินสดรวมและงบกระแสเงินสดเฉพาะกิจการสำหรับงวด</w:t>
      </w:r>
      <w:r w:rsidRPr="00AD56E0">
        <w:rPr>
          <w:rFonts w:asciiTheme="majorBidi" w:hAnsiTheme="majorBidi" w:cstheme="majorBidi" w:hint="cs"/>
          <w:spacing w:val="-2"/>
          <w:sz w:val="30"/>
          <w:szCs w:val="30"/>
          <w:cs/>
        </w:rPr>
        <w:t>หกเดือน</w:t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 xml:space="preserve">สิ้นสุดวันที่ </w:t>
      </w:r>
      <w:r w:rsidRPr="00AD56E0">
        <w:rPr>
          <w:rFonts w:asciiTheme="majorBidi" w:hAnsiTheme="majorBidi" w:cstheme="majorBidi"/>
          <w:spacing w:val="-2"/>
          <w:sz w:val="30"/>
          <w:szCs w:val="30"/>
        </w:rPr>
        <w:t xml:space="preserve">30 </w:t>
      </w:r>
      <w:r w:rsidRPr="00AD56E0">
        <w:rPr>
          <w:rFonts w:asciiTheme="majorBidi" w:hAnsiTheme="majorBidi" w:cstheme="majorBidi" w:hint="cs"/>
          <w:spacing w:val="-2"/>
          <w:sz w:val="30"/>
          <w:szCs w:val="30"/>
          <w:cs/>
          <w:lang w:eastAsia="ja-JP"/>
        </w:rPr>
        <w:t xml:space="preserve">มิถุนายน </w:t>
      </w:r>
      <w:r w:rsidRPr="00AD56E0">
        <w:rPr>
          <w:rFonts w:asciiTheme="majorBidi" w:hAnsiTheme="majorBidi" w:cstheme="majorBidi"/>
          <w:spacing w:val="-2"/>
          <w:sz w:val="30"/>
          <w:szCs w:val="30"/>
        </w:rPr>
        <w:t>256</w:t>
      </w:r>
      <w:r w:rsidR="00640C94">
        <w:rPr>
          <w:rFonts w:asciiTheme="majorBidi" w:hAnsiTheme="majorBidi" w:cstheme="majorBidi"/>
          <w:spacing w:val="-2"/>
          <w:sz w:val="30"/>
          <w:szCs w:val="30"/>
        </w:rPr>
        <w:t>6</w:t>
      </w:r>
      <w:r w:rsidRPr="00AD56E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 xml:space="preserve">และหมายเหตุประกอบงบการเงินแบบย่อ </w:t>
      </w:r>
      <w:r w:rsidRPr="00AD56E0">
        <w:rPr>
          <w:rFonts w:asciiTheme="majorBidi" w:hAnsiTheme="majorBidi" w:cstheme="majorBidi"/>
          <w:spacing w:val="-2"/>
          <w:sz w:val="30"/>
          <w:szCs w:val="30"/>
        </w:rPr>
        <w:t>(</w:t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>ข้อมูลทางการเงินระหว่างกาล) ของบริษัท</w:t>
      </w:r>
      <w:r w:rsidRPr="00AD56E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>แกรนด์ คาแนล แลนด์</w:t>
      </w:r>
      <w:r w:rsidRPr="00AD56E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>จำกัด</w:t>
      </w:r>
      <w:r w:rsidRPr="00AD56E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>(มหาชน) และบริษัทย่อย และของเฉพาะบริษัท แกรนด์ คาแนล แลนด์</w:t>
      </w:r>
      <w:r w:rsidRPr="00AD56E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>จำกัด</w:t>
      </w:r>
      <w:r w:rsidRPr="00AD56E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>(มหาชน) ตามลำดับ</w:t>
      </w:r>
      <w:r w:rsidRPr="00AD56E0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 xml:space="preserve"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 w:rsidRPr="00AD56E0">
        <w:rPr>
          <w:rFonts w:asciiTheme="majorBidi" w:hAnsiTheme="majorBidi" w:cstheme="majorBidi"/>
          <w:spacing w:val="-2"/>
          <w:sz w:val="30"/>
          <w:szCs w:val="30"/>
        </w:rPr>
        <w:t xml:space="preserve">34 </w:t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 xml:space="preserve">เรื่อง </w:t>
      </w:r>
      <w:r w:rsidRPr="00AD56E0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t xml:space="preserve">การรายงานทางการเงินระหว่างกาล </w:t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</w:t>
      </w:r>
      <w:r w:rsidRPr="00AD56E0">
        <w:rPr>
          <w:rFonts w:asciiTheme="majorBidi" w:hAnsiTheme="majorBidi" w:cstheme="majorBidi"/>
          <w:spacing w:val="-2"/>
          <w:sz w:val="30"/>
          <w:szCs w:val="30"/>
        </w:rPr>
        <w:br/>
      </w:r>
      <w:r w:rsidRPr="00AD56E0">
        <w:rPr>
          <w:rFonts w:asciiTheme="majorBidi" w:hAnsiTheme="majorBidi" w:cstheme="majorBidi"/>
          <w:spacing w:val="-2"/>
          <w:sz w:val="30"/>
          <w:szCs w:val="30"/>
          <w:cs/>
        </w:rPr>
        <w:t>สอบทานของข้าพเจ้า</w:t>
      </w:r>
    </w:p>
    <w:p w14:paraId="3679D3F4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050"/>
        </w:tabs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7AC4FDD8" w14:textId="77777777" w:rsidR="003E0028" w:rsidRPr="00F12A19" w:rsidRDefault="003E0028" w:rsidP="003E0028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  <w:r w:rsidRPr="00F12A19">
        <w:rPr>
          <w:rFonts w:asciiTheme="majorBidi" w:hAnsiTheme="majorBidi" w:cstheme="majorBidi"/>
          <w:i/>
          <w:iCs/>
          <w:sz w:val="30"/>
          <w:szCs w:val="30"/>
          <w:cs/>
        </w:rPr>
        <w:t>ขอบเขตการสอบทาน</w:t>
      </w:r>
    </w:p>
    <w:p w14:paraId="724B4F3C" w14:textId="77777777" w:rsidR="003E0028" w:rsidRPr="00F12A19" w:rsidRDefault="003E0028" w:rsidP="003E0028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4E2BB618" w14:textId="77777777" w:rsidR="003E0028" w:rsidRPr="00F12A19" w:rsidRDefault="003E0028" w:rsidP="003E0028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t>ข้าพเจ้าได้ปฏิบัติงานสอบทานตามมาตรฐานงานสอบทานรหัส</w:t>
      </w:r>
      <w:r w:rsidRPr="00F12A19">
        <w:rPr>
          <w:rFonts w:asciiTheme="majorBidi" w:hAnsiTheme="majorBidi" w:cstheme="majorBidi"/>
          <w:sz w:val="30"/>
          <w:szCs w:val="30"/>
        </w:rPr>
        <w:t xml:space="preserve"> 2410 “</w:t>
      </w:r>
      <w:r w:rsidRPr="00F12A19">
        <w:rPr>
          <w:rFonts w:asciiTheme="majorBidi" w:hAnsiTheme="majorBidi" w:cstheme="majorBidi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F12A19">
        <w:rPr>
          <w:rFonts w:asciiTheme="majorBidi" w:hAnsiTheme="majorBidi" w:cstheme="majorBidi"/>
          <w:sz w:val="30"/>
          <w:szCs w:val="30"/>
        </w:rPr>
        <w:t>”</w:t>
      </w:r>
      <w:r w:rsidRPr="00F12A19">
        <w:rPr>
          <w:rFonts w:asciiTheme="majorBidi" w:hAnsiTheme="majorBidi" w:cstheme="majorBidi"/>
          <w:sz w:val="30"/>
          <w:szCs w:val="30"/>
          <w:cs/>
        </w:rPr>
        <w:t xml:space="preserve"> 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ดังนั้นข้าพเจ้าจึงไม่แสดงความเห็นต่อข้อมูลทางการเงินระหว่างกาลที่สอบทาน</w:t>
      </w:r>
    </w:p>
    <w:p w14:paraId="7DF595F3" w14:textId="77777777" w:rsidR="003E0028" w:rsidRPr="00F12A19" w:rsidRDefault="003E0028" w:rsidP="003E0028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5931E3F3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  <w:sectPr w:rsidR="003E0028" w:rsidRPr="00F12A19" w:rsidSect="00441BD6">
          <w:headerReference w:type="default" r:id="rId10"/>
          <w:footerReference w:type="default" r:id="rId11"/>
          <w:pgSz w:w="11909" w:h="16834" w:code="9"/>
          <w:pgMar w:top="691" w:right="1152" w:bottom="576" w:left="1152" w:header="720" w:footer="720" w:gutter="0"/>
          <w:cols w:space="720"/>
          <w:docGrid w:linePitch="245"/>
        </w:sectPr>
      </w:pPr>
    </w:p>
    <w:p w14:paraId="3E2242CB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  <w:r w:rsidRPr="00F12A19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>ข้อสรุป</w:t>
      </w:r>
    </w:p>
    <w:p w14:paraId="43693F23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37A7EFF1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r w:rsidRPr="00F12A19">
        <w:rPr>
          <w:rFonts w:asciiTheme="majorBidi" w:hAnsiTheme="majorBidi" w:cstheme="majorBidi"/>
          <w:spacing w:val="-2"/>
          <w:sz w:val="30"/>
          <w:szCs w:val="30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 ไม่ได้จัดทำขึ้นตามมาตรฐานการบัญชี ฉบับที่ </w:t>
      </w:r>
      <w:r w:rsidRPr="00F12A19">
        <w:rPr>
          <w:rFonts w:asciiTheme="majorBidi" w:hAnsiTheme="majorBidi" w:cstheme="majorBidi"/>
          <w:spacing w:val="-2"/>
          <w:sz w:val="30"/>
          <w:szCs w:val="30"/>
        </w:rPr>
        <w:t>34</w:t>
      </w:r>
      <w:r w:rsidRPr="00F12A19">
        <w:rPr>
          <w:rFonts w:asciiTheme="majorBidi" w:hAnsiTheme="majorBidi" w:cstheme="majorBidi"/>
          <w:spacing w:val="-2"/>
          <w:sz w:val="30"/>
          <w:szCs w:val="30"/>
          <w:cs/>
        </w:rPr>
        <w:t xml:space="preserve"> เรื่อง การรายงานทางการเงินระหว่างกาล ในสาระสำคัญจากการสอบทานของข้าพเจ้า</w:t>
      </w:r>
    </w:p>
    <w:p w14:paraId="40ACBC4E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i/>
          <w:iCs/>
          <w:spacing w:val="-2"/>
          <w:sz w:val="30"/>
          <w:szCs w:val="30"/>
        </w:rPr>
      </w:pPr>
    </w:p>
    <w:p w14:paraId="73359CF7" w14:textId="4C31F399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i/>
          <w:iCs/>
          <w:spacing w:val="-2"/>
          <w:sz w:val="30"/>
          <w:szCs w:val="30"/>
        </w:rPr>
      </w:pPr>
    </w:p>
    <w:p w14:paraId="335B19A9" w14:textId="77777777" w:rsidR="00953AB8" w:rsidRPr="00F12A19" w:rsidRDefault="00953AB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  <w:cs/>
        </w:rPr>
      </w:pPr>
    </w:p>
    <w:p w14:paraId="6AD3A12B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111465E3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56955EF9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t>(วรรณาพร จงพีรเดชานนท์)</w:t>
      </w:r>
    </w:p>
    <w:p w14:paraId="3B69686C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t>ผู้สอบบัญชีรับอนุญาต</w:t>
      </w:r>
    </w:p>
    <w:p w14:paraId="55D7DBA3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t xml:space="preserve">เลขทะเบียน </w:t>
      </w:r>
      <w:r w:rsidRPr="00F12A19">
        <w:rPr>
          <w:rFonts w:asciiTheme="majorBidi" w:hAnsiTheme="majorBidi" w:cstheme="majorBidi"/>
          <w:sz w:val="30"/>
          <w:szCs w:val="30"/>
        </w:rPr>
        <w:t>4098</w:t>
      </w:r>
    </w:p>
    <w:p w14:paraId="5511E557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outlineLvl w:val="0"/>
        <w:rPr>
          <w:rFonts w:asciiTheme="majorBidi" w:hAnsiTheme="majorBidi" w:cstheme="majorBidi"/>
          <w:sz w:val="30"/>
          <w:szCs w:val="30"/>
        </w:rPr>
      </w:pPr>
    </w:p>
    <w:p w14:paraId="2A980E60" w14:textId="77777777" w:rsidR="003E0028" w:rsidRPr="00F12A19" w:rsidRDefault="003E0028" w:rsidP="003E00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outlineLvl w:val="0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t>บริษัท เคพีเอ็มจี ภูมิไชย สอบบัญชี จำกัด</w:t>
      </w:r>
    </w:p>
    <w:p w14:paraId="14F61421" w14:textId="25E76AE3" w:rsidR="00B062C1" w:rsidRDefault="003E0028" w:rsidP="006C43D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Theme="majorBidi" w:hAnsiTheme="majorBidi" w:cstheme="majorBidi"/>
          <w:sz w:val="30"/>
          <w:szCs w:val="30"/>
        </w:rPr>
      </w:pPr>
      <w:r w:rsidRPr="00F12A19">
        <w:rPr>
          <w:rFonts w:asciiTheme="majorBidi" w:hAnsiTheme="majorBidi" w:cstheme="majorBidi"/>
          <w:sz w:val="30"/>
          <w:szCs w:val="30"/>
          <w:cs/>
        </w:rPr>
        <w:t>กรุงเทพมหานคร</w:t>
      </w:r>
    </w:p>
    <w:p w14:paraId="39FC4C39" w14:textId="08E31D2B" w:rsidR="006C43D4" w:rsidRPr="006C43D4" w:rsidRDefault="002E406E" w:rsidP="006C43D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t xml:space="preserve">4 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สิงหาคม </w:t>
      </w:r>
      <w:r>
        <w:rPr>
          <w:rFonts w:asciiTheme="majorBidi" w:hAnsiTheme="majorBidi" w:cstheme="majorBidi"/>
          <w:sz w:val="30"/>
          <w:szCs w:val="30"/>
        </w:rPr>
        <w:t>2566</w:t>
      </w:r>
    </w:p>
    <w:sectPr w:rsidR="006C43D4" w:rsidRPr="006C43D4" w:rsidSect="00441BD6">
      <w:headerReference w:type="default" r:id="rId12"/>
      <w:footerReference w:type="default" r:id="rId13"/>
      <w:pgSz w:w="11909" w:h="16834" w:code="9"/>
      <w:pgMar w:top="691" w:right="1152" w:bottom="576" w:left="1152" w:header="720" w:footer="72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8CF8C" w14:textId="77777777" w:rsidR="006F6F4B" w:rsidRDefault="006F6F4B">
      <w:r>
        <w:separator/>
      </w:r>
    </w:p>
  </w:endnote>
  <w:endnote w:type="continuationSeparator" w:id="0">
    <w:p w14:paraId="668750CE" w14:textId="77777777" w:rsidR="006F6F4B" w:rsidRDefault="006F6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altName w:val="EucrosiaUPC"/>
    <w:charset w:val="DE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F5168" w14:textId="77777777" w:rsidR="001575EC" w:rsidRDefault="001575EC" w:rsidP="009B7B11">
    <w:pPr>
      <w:pStyle w:val="Footer"/>
      <w:framePr w:wrap="around" w:vAnchor="text" w:hAnchor="margin" w:xAlign="center" w:y="1"/>
      <w:rPr>
        <w:rStyle w:val="PageNumber"/>
        <w:rFonts w:cs="Angsana New"/>
      </w:rPr>
    </w:pPr>
    <w:r>
      <w:rPr>
        <w:rStyle w:val="PageNumber"/>
        <w:rFonts w:cs="Angsana New"/>
      </w:rPr>
      <w:fldChar w:fldCharType="begin"/>
    </w:r>
    <w:r>
      <w:rPr>
        <w:rStyle w:val="PageNumber"/>
        <w:rFonts w:cs="Angsana New"/>
      </w:rPr>
      <w:instrText xml:space="preserve">PAGE  </w:instrText>
    </w:r>
    <w:r>
      <w:rPr>
        <w:rStyle w:val="PageNumber"/>
        <w:rFonts w:cs="Angsana New"/>
      </w:rPr>
      <w:fldChar w:fldCharType="separate"/>
    </w:r>
    <w:r>
      <w:rPr>
        <w:rStyle w:val="PageNumber"/>
        <w:rFonts w:cs="Angsana New"/>
        <w:noProof/>
      </w:rPr>
      <w:t>36</w:t>
    </w:r>
    <w:r>
      <w:rPr>
        <w:rStyle w:val="PageNumber"/>
        <w:rFonts w:cs="Angsana New"/>
      </w:rPr>
      <w:fldChar w:fldCharType="end"/>
    </w:r>
  </w:p>
  <w:p w14:paraId="7512B8E0" w14:textId="77777777" w:rsidR="001575EC" w:rsidRDefault="001575EC" w:rsidP="00C56AC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2DAF1" w14:textId="77777777" w:rsidR="001575EC" w:rsidRDefault="001575EC" w:rsidP="00DD75E4">
    <w:pPr>
      <w:rPr>
        <w:rFonts w:ascii="Angsana New" w:hAnsi="Angsana New"/>
        <w:sz w:val="30"/>
        <w:szCs w:val="30"/>
        <w:lang w:val="en-GB"/>
      </w:rPr>
    </w:pPr>
    <w:r>
      <w:rPr>
        <w:rStyle w:val="PageNumber"/>
        <w:rFonts w:ascii="Angsana New" w:hAnsi="Angsana New" w:cs="Angsana New"/>
        <w:sz w:val="30"/>
        <w:szCs w:val="30"/>
        <w:cs/>
        <w:lang w:val="en-GB"/>
      </w:rPr>
      <w:fldChar w:fldCharType="begin"/>
    </w:r>
    <w:r>
      <w:rPr>
        <w:rStyle w:val="PageNumber"/>
        <w:rFonts w:ascii="Angsana New" w:hAnsi="Angsana New" w:cs="Angsana New"/>
        <w:sz w:val="30"/>
        <w:szCs w:val="30"/>
      </w:rPr>
      <w:instrText>PAGE</w:instrText>
    </w:r>
    <w:r>
      <w:rPr>
        <w:rStyle w:val="PageNumber"/>
        <w:rFonts w:ascii="Angsana New" w:hAnsi="Angsana New" w:cs="Angsana New"/>
        <w:sz w:val="30"/>
        <w:szCs w:val="30"/>
        <w:cs/>
        <w:lang w:val="en-GB"/>
      </w:rPr>
      <w:fldChar w:fldCharType="separate"/>
    </w:r>
    <w:r>
      <w:rPr>
        <w:rStyle w:val="PageNumber"/>
        <w:rFonts w:ascii="Angsana New" w:hAnsi="Angsana New" w:cs="Angsana New"/>
        <w:noProof/>
        <w:sz w:val="30"/>
        <w:szCs w:val="30"/>
        <w:cs/>
        <w:lang w:val="en-GB"/>
      </w:rPr>
      <w:t>3</w:t>
    </w:r>
    <w:r w:rsidRPr="007D2D10">
      <w:rPr>
        <w:rStyle w:val="PageNumber"/>
        <w:rFonts w:ascii="Angsana New" w:hAnsi="Angsana New" w:cs="Angsana New"/>
        <w:noProof/>
        <w:sz w:val="30"/>
        <w:szCs w:val="30"/>
      </w:rPr>
      <w:t>6</w:t>
    </w:r>
    <w:r>
      <w:rPr>
        <w:rStyle w:val="PageNumber"/>
        <w:rFonts w:ascii="Angsana New" w:hAnsi="Angsana New" w:cs="Angsana New"/>
        <w:sz w:val="30"/>
        <w:szCs w:val="30"/>
        <w:cs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9275F" w14:textId="77777777" w:rsidR="001575EC" w:rsidRPr="0070026C" w:rsidRDefault="001575EC" w:rsidP="003E1EF7"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right" w:pos="9317"/>
      </w:tabs>
      <w:ind w:right="-43"/>
      <w:rPr>
        <w:rFonts w:ascii="Angsana New" w:hAnsi="Angsana New"/>
        <w:i/>
        <w:iCs/>
        <w:sz w:val="30"/>
        <w:szCs w:val="30"/>
        <w:lang w:val="en-GB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2E6D2" w14:textId="77777777" w:rsidR="001575EC" w:rsidRPr="00381B5D" w:rsidRDefault="001575EC" w:rsidP="0070026C">
    <w:pPr>
      <w:pStyle w:val="Footer"/>
      <w:framePr w:wrap="around" w:vAnchor="text" w:hAnchor="margin" w:xAlign="center" w:y="1"/>
      <w:rPr>
        <w:rStyle w:val="PageNumber"/>
        <w:rFonts w:ascii="Angsana New" w:hAnsi="Angsana New" w:cs="Angsana New"/>
        <w:sz w:val="30"/>
        <w:szCs w:val="30"/>
      </w:rPr>
    </w:pPr>
    <w:r w:rsidRPr="00381B5D">
      <w:rPr>
        <w:rStyle w:val="PageNumber"/>
        <w:rFonts w:ascii="Angsana New" w:hAnsi="Angsana New" w:cs="Angsana New"/>
        <w:sz w:val="30"/>
        <w:szCs w:val="30"/>
      </w:rPr>
      <w:fldChar w:fldCharType="begin"/>
    </w:r>
    <w:r w:rsidRPr="00381B5D">
      <w:rPr>
        <w:rStyle w:val="PageNumber"/>
        <w:rFonts w:ascii="Angsana New" w:hAnsi="Angsana New" w:cs="Angsana New"/>
        <w:sz w:val="30"/>
        <w:szCs w:val="30"/>
      </w:rPr>
      <w:instrText xml:space="preserve">PAGE  </w:instrText>
    </w:r>
    <w:r w:rsidRPr="00381B5D">
      <w:rPr>
        <w:rStyle w:val="PageNumber"/>
        <w:rFonts w:ascii="Angsana New" w:hAnsi="Angsana New" w:cs="Angsana New"/>
        <w:sz w:val="30"/>
        <w:szCs w:val="30"/>
      </w:rPr>
      <w:fldChar w:fldCharType="separate"/>
    </w:r>
    <w:r>
      <w:rPr>
        <w:rStyle w:val="PageNumber"/>
        <w:rFonts w:ascii="Angsana New" w:hAnsi="Angsana New" w:cs="Angsana New"/>
        <w:noProof/>
        <w:sz w:val="30"/>
        <w:szCs w:val="30"/>
      </w:rPr>
      <w:t>4</w:t>
    </w:r>
    <w:r>
      <w:rPr>
        <w:rStyle w:val="PageNumber"/>
        <w:rFonts w:ascii="Angsana New" w:hAnsi="Angsana New" w:cs="Angsana New"/>
        <w:noProof/>
        <w:sz w:val="30"/>
        <w:szCs w:val="30"/>
      </w:rPr>
      <w:t>0</w:t>
    </w:r>
    <w:r w:rsidRPr="00381B5D">
      <w:rPr>
        <w:rStyle w:val="PageNumber"/>
        <w:rFonts w:ascii="Angsana New" w:hAnsi="Angsana New" w:cs="Angsana New"/>
        <w:sz w:val="30"/>
        <w:szCs w:val="30"/>
      </w:rPr>
      <w:fldChar w:fldCharType="end"/>
    </w:r>
  </w:p>
  <w:p w14:paraId="756DEE36" w14:textId="77777777" w:rsidR="001575EC" w:rsidRPr="0070026C" w:rsidRDefault="001575EC" w:rsidP="003E1EF7"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right" w:pos="9317"/>
      </w:tabs>
      <w:ind w:right="-43"/>
      <w:rPr>
        <w:rFonts w:ascii="Angsana New" w:hAnsi="Angsana New"/>
        <w:i/>
        <w:iCs/>
        <w:sz w:val="30"/>
        <w:szCs w:val="30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85CC6" w14:textId="77777777" w:rsidR="006F6F4B" w:rsidRDefault="006F6F4B">
      <w:r>
        <w:separator/>
      </w:r>
    </w:p>
  </w:footnote>
  <w:footnote w:type="continuationSeparator" w:id="0">
    <w:p w14:paraId="131B43A7" w14:textId="77777777" w:rsidR="006F6F4B" w:rsidRDefault="006F6F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BB5E2" w14:textId="77777777" w:rsidR="001575EC" w:rsidRPr="00803194" w:rsidRDefault="001575EC" w:rsidP="00803194">
    <w:pPr>
      <w:pStyle w:val="Head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6D795" w14:textId="7026A963" w:rsidR="001575EC" w:rsidRDefault="001575EC" w:rsidP="00E51BDB">
    <w:pPr>
      <w:pStyle w:val="Header"/>
      <w:rPr>
        <w:rFonts w:asciiTheme="majorBidi" w:hAnsiTheme="majorBidi" w:cstheme="majorBidi"/>
        <w:sz w:val="32"/>
        <w:szCs w:val="32"/>
      </w:rPr>
    </w:pPr>
  </w:p>
  <w:p w14:paraId="163D3F71" w14:textId="46B78AEC" w:rsidR="00640C94" w:rsidRDefault="00640C94" w:rsidP="00E51BDB">
    <w:pPr>
      <w:pStyle w:val="Header"/>
      <w:rPr>
        <w:rFonts w:asciiTheme="majorBidi" w:hAnsiTheme="majorBidi" w:cstheme="majorBidi"/>
        <w:sz w:val="32"/>
        <w:szCs w:val="32"/>
      </w:rPr>
    </w:pPr>
  </w:p>
  <w:p w14:paraId="0A595468" w14:textId="2007D700" w:rsidR="00640C94" w:rsidRDefault="00640C94" w:rsidP="00E51BDB">
    <w:pPr>
      <w:pStyle w:val="Header"/>
      <w:rPr>
        <w:rFonts w:asciiTheme="majorBidi" w:hAnsiTheme="majorBidi" w:cstheme="majorBidi"/>
        <w:sz w:val="32"/>
        <w:szCs w:val="32"/>
      </w:rPr>
    </w:pPr>
  </w:p>
  <w:p w14:paraId="67CFDDD5" w14:textId="77777777" w:rsidR="00640C94" w:rsidRPr="00640C94" w:rsidRDefault="00640C94" w:rsidP="00E51BDB">
    <w:pPr>
      <w:pStyle w:val="Header"/>
      <w:rPr>
        <w:rFonts w:asciiTheme="majorBidi" w:hAnsiTheme="majorBidi" w:cstheme="majorBidi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672"/>
        </w:tabs>
        <w:ind w:left="167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2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4009D4A"/>
    <w:lvl w:ilvl="0">
      <w:start w:val="1"/>
      <w:numFmt w:val="bullet"/>
      <w:pStyle w:val="List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4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C1419A"/>
    <w:multiLevelType w:val="hybridMultilevel"/>
    <w:tmpl w:val="4A087B50"/>
    <w:lvl w:ilvl="0" w:tplc="40161BEC">
      <w:start w:val="1"/>
      <w:numFmt w:val="thaiLetters"/>
      <w:lvlText w:val="%1)"/>
      <w:lvlJc w:val="left"/>
      <w:pPr>
        <w:ind w:left="1080" w:hanging="540"/>
      </w:pPr>
      <w:rPr>
        <w:rFonts w:hint="default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12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3" w15:restartNumberingAfterBreak="0">
    <w:nsid w:val="38D761EF"/>
    <w:multiLevelType w:val="hybridMultilevel"/>
    <w:tmpl w:val="C414E0EE"/>
    <w:lvl w:ilvl="0" w:tplc="29C6F4A4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15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16" w15:restartNumberingAfterBreak="0">
    <w:nsid w:val="40AB2375"/>
    <w:multiLevelType w:val="hybridMultilevel"/>
    <w:tmpl w:val="119E3808"/>
    <w:lvl w:ilvl="0" w:tplc="55C0204E">
      <w:start w:val="1"/>
      <w:numFmt w:val="thaiLetters"/>
      <w:lvlText w:val="%1)"/>
      <w:lvlJc w:val="left"/>
      <w:pPr>
        <w:tabs>
          <w:tab w:val="num" w:pos="2070"/>
        </w:tabs>
        <w:ind w:left="2070" w:hanging="1440"/>
      </w:pPr>
    </w:lvl>
    <w:lvl w:ilvl="1" w:tplc="04090005">
      <w:start w:val="1"/>
      <w:numFmt w:val="bullet"/>
      <w:lvlText w:val=""/>
      <w:lvlJc w:val="left"/>
      <w:pPr>
        <w:tabs>
          <w:tab w:val="num" w:pos="-5850"/>
        </w:tabs>
        <w:ind w:left="-585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-5130"/>
        </w:tabs>
        <w:ind w:left="-5130" w:hanging="180"/>
      </w:pPr>
    </w:lvl>
    <w:lvl w:ilvl="3" w:tplc="0409000F">
      <w:start w:val="1"/>
      <w:numFmt w:val="decimal"/>
      <w:lvlText w:val="%4."/>
      <w:lvlJc w:val="left"/>
      <w:pPr>
        <w:tabs>
          <w:tab w:val="num" w:pos="-4410"/>
        </w:tabs>
        <w:ind w:left="-441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-3690"/>
        </w:tabs>
        <w:ind w:left="-369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-2970"/>
        </w:tabs>
        <w:ind w:left="-2970" w:hanging="180"/>
      </w:pPr>
    </w:lvl>
    <w:lvl w:ilvl="6" w:tplc="0409000F">
      <w:start w:val="1"/>
      <w:numFmt w:val="decimal"/>
      <w:lvlText w:val="%7."/>
      <w:lvlJc w:val="left"/>
      <w:pPr>
        <w:tabs>
          <w:tab w:val="num" w:pos="-2250"/>
        </w:tabs>
        <w:ind w:left="-225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-1530"/>
        </w:tabs>
        <w:ind w:left="-153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-810"/>
        </w:tabs>
        <w:ind w:left="-810" w:hanging="180"/>
      </w:pPr>
    </w:lvl>
  </w:abstractNum>
  <w:abstractNum w:abstractNumId="17" w15:restartNumberingAfterBreak="0">
    <w:nsid w:val="4257366C"/>
    <w:multiLevelType w:val="hybridMultilevel"/>
    <w:tmpl w:val="CD7A6AAE"/>
    <w:lvl w:ilvl="0" w:tplc="2AA8C0AE">
      <w:start w:val="1"/>
      <w:numFmt w:val="thaiLetters"/>
      <w:lvlText w:val="(%1)"/>
      <w:lvlJc w:val="left"/>
      <w:pPr>
        <w:ind w:left="720" w:hanging="360"/>
      </w:pPr>
      <w:rPr>
        <w:rFonts w:hint="default"/>
        <w:b w:val="0"/>
        <w:bCs w:val="0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135D2E"/>
    <w:multiLevelType w:val="hybridMultilevel"/>
    <w:tmpl w:val="1458E5C0"/>
    <w:lvl w:ilvl="0" w:tplc="930474FC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20" w15:restartNumberingAfterBreak="0">
    <w:nsid w:val="6EE647C0"/>
    <w:multiLevelType w:val="hybridMultilevel"/>
    <w:tmpl w:val="4C48BD8C"/>
    <w:lvl w:ilvl="0" w:tplc="89D88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num w:numId="1" w16cid:durableId="370495464">
    <w:abstractNumId w:val="9"/>
  </w:num>
  <w:num w:numId="2" w16cid:durableId="139661100">
    <w:abstractNumId w:val="7"/>
  </w:num>
  <w:num w:numId="3" w16cid:durableId="458567999">
    <w:abstractNumId w:val="6"/>
  </w:num>
  <w:num w:numId="4" w16cid:durableId="135953492">
    <w:abstractNumId w:val="5"/>
  </w:num>
  <w:num w:numId="5" w16cid:durableId="711732427">
    <w:abstractNumId w:val="8"/>
  </w:num>
  <w:num w:numId="6" w16cid:durableId="1946695702">
    <w:abstractNumId w:val="3"/>
  </w:num>
  <w:num w:numId="7" w16cid:durableId="489293821">
    <w:abstractNumId w:val="2"/>
  </w:num>
  <w:num w:numId="8" w16cid:durableId="926421414">
    <w:abstractNumId w:val="0"/>
  </w:num>
  <w:num w:numId="9" w16cid:durableId="1111819563">
    <w:abstractNumId w:val="1"/>
  </w:num>
  <w:num w:numId="10" w16cid:durableId="1972974714">
    <w:abstractNumId w:val="4"/>
  </w:num>
  <w:num w:numId="11" w16cid:durableId="1485701871">
    <w:abstractNumId w:val="14"/>
  </w:num>
  <w:num w:numId="12" w16cid:durableId="965893594">
    <w:abstractNumId w:val="11"/>
  </w:num>
  <w:num w:numId="13" w16cid:durableId="1383410522">
    <w:abstractNumId w:val="19"/>
  </w:num>
  <w:num w:numId="14" w16cid:durableId="1567109382">
    <w:abstractNumId w:val="12"/>
  </w:num>
  <w:num w:numId="15" w16cid:durableId="1880583940">
    <w:abstractNumId w:val="15"/>
  </w:num>
  <w:num w:numId="16" w16cid:durableId="387337874">
    <w:abstractNumId w:val="10"/>
  </w:num>
  <w:num w:numId="17" w16cid:durableId="995182855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80442035">
    <w:abstractNumId w:val="17"/>
  </w:num>
  <w:num w:numId="19" w16cid:durableId="1977946297">
    <w:abstractNumId w:val="21"/>
  </w:num>
  <w:num w:numId="20" w16cid:durableId="694965697">
    <w:abstractNumId w:val="12"/>
  </w:num>
  <w:num w:numId="21" w16cid:durableId="1103841557">
    <w:abstractNumId w:val="13"/>
  </w:num>
  <w:num w:numId="22" w16cid:durableId="1320618758">
    <w:abstractNumId w:val="20"/>
  </w:num>
  <w:num w:numId="23" w16cid:durableId="1975409374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6"/>
  <w:hyphenationZone w:val="425"/>
  <w:doNotHyphenateCaps/>
  <w:drawingGridHorizontalSpacing w:val="9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F21"/>
    <w:rsid w:val="000002B0"/>
    <w:rsid w:val="0000052C"/>
    <w:rsid w:val="000005E3"/>
    <w:rsid w:val="000009E4"/>
    <w:rsid w:val="00000CCB"/>
    <w:rsid w:val="00000DB1"/>
    <w:rsid w:val="00000E0A"/>
    <w:rsid w:val="000011B3"/>
    <w:rsid w:val="000017BC"/>
    <w:rsid w:val="00001864"/>
    <w:rsid w:val="00002263"/>
    <w:rsid w:val="0000226D"/>
    <w:rsid w:val="0000246E"/>
    <w:rsid w:val="00002ADF"/>
    <w:rsid w:val="00002FFD"/>
    <w:rsid w:val="00003652"/>
    <w:rsid w:val="00003EBA"/>
    <w:rsid w:val="00004045"/>
    <w:rsid w:val="0000434F"/>
    <w:rsid w:val="0000462F"/>
    <w:rsid w:val="000049E5"/>
    <w:rsid w:val="00004E31"/>
    <w:rsid w:val="0000509A"/>
    <w:rsid w:val="0000532F"/>
    <w:rsid w:val="00005CD9"/>
    <w:rsid w:val="00006659"/>
    <w:rsid w:val="0000683A"/>
    <w:rsid w:val="00006907"/>
    <w:rsid w:val="00006B87"/>
    <w:rsid w:val="00007228"/>
    <w:rsid w:val="00007322"/>
    <w:rsid w:val="00007433"/>
    <w:rsid w:val="0000779F"/>
    <w:rsid w:val="00007C06"/>
    <w:rsid w:val="00010C43"/>
    <w:rsid w:val="00011152"/>
    <w:rsid w:val="00011176"/>
    <w:rsid w:val="000114BF"/>
    <w:rsid w:val="000118BE"/>
    <w:rsid w:val="00011C81"/>
    <w:rsid w:val="000129D5"/>
    <w:rsid w:val="00012BED"/>
    <w:rsid w:val="0001338A"/>
    <w:rsid w:val="00013A69"/>
    <w:rsid w:val="00013A79"/>
    <w:rsid w:val="00014327"/>
    <w:rsid w:val="00014D29"/>
    <w:rsid w:val="000155F5"/>
    <w:rsid w:val="00015F19"/>
    <w:rsid w:val="00015FBF"/>
    <w:rsid w:val="000169A2"/>
    <w:rsid w:val="000169F1"/>
    <w:rsid w:val="000178F8"/>
    <w:rsid w:val="00017C71"/>
    <w:rsid w:val="0002018E"/>
    <w:rsid w:val="0002043D"/>
    <w:rsid w:val="00020933"/>
    <w:rsid w:val="00020A1D"/>
    <w:rsid w:val="00020F99"/>
    <w:rsid w:val="000212F3"/>
    <w:rsid w:val="00021509"/>
    <w:rsid w:val="00022262"/>
    <w:rsid w:val="00022401"/>
    <w:rsid w:val="0002260D"/>
    <w:rsid w:val="00022BA7"/>
    <w:rsid w:val="0002310B"/>
    <w:rsid w:val="00023BFE"/>
    <w:rsid w:val="00023DC9"/>
    <w:rsid w:val="0002401D"/>
    <w:rsid w:val="000245BA"/>
    <w:rsid w:val="000247E2"/>
    <w:rsid w:val="00024964"/>
    <w:rsid w:val="000253A9"/>
    <w:rsid w:val="00025E72"/>
    <w:rsid w:val="000261DC"/>
    <w:rsid w:val="000266D4"/>
    <w:rsid w:val="000269DD"/>
    <w:rsid w:val="00026C25"/>
    <w:rsid w:val="000271D6"/>
    <w:rsid w:val="00027593"/>
    <w:rsid w:val="000279DC"/>
    <w:rsid w:val="000308CB"/>
    <w:rsid w:val="00030D88"/>
    <w:rsid w:val="000317D2"/>
    <w:rsid w:val="00031AA2"/>
    <w:rsid w:val="000321B6"/>
    <w:rsid w:val="0003239B"/>
    <w:rsid w:val="00032461"/>
    <w:rsid w:val="000325FE"/>
    <w:rsid w:val="00032CEC"/>
    <w:rsid w:val="0003324D"/>
    <w:rsid w:val="00033310"/>
    <w:rsid w:val="000333A8"/>
    <w:rsid w:val="000334D5"/>
    <w:rsid w:val="0003489F"/>
    <w:rsid w:val="00034C56"/>
    <w:rsid w:val="00035525"/>
    <w:rsid w:val="00035D20"/>
    <w:rsid w:val="00036176"/>
    <w:rsid w:val="000362A0"/>
    <w:rsid w:val="00036364"/>
    <w:rsid w:val="00036B7D"/>
    <w:rsid w:val="00037A59"/>
    <w:rsid w:val="00037AC1"/>
    <w:rsid w:val="00037D0D"/>
    <w:rsid w:val="0004030D"/>
    <w:rsid w:val="00040937"/>
    <w:rsid w:val="000410BE"/>
    <w:rsid w:val="0004162C"/>
    <w:rsid w:val="000422E8"/>
    <w:rsid w:val="000422F0"/>
    <w:rsid w:val="0004257B"/>
    <w:rsid w:val="00042A8D"/>
    <w:rsid w:val="0004314C"/>
    <w:rsid w:val="0004317E"/>
    <w:rsid w:val="000432B1"/>
    <w:rsid w:val="00043694"/>
    <w:rsid w:val="00043820"/>
    <w:rsid w:val="00043826"/>
    <w:rsid w:val="0004384B"/>
    <w:rsid w:val="00043D01"/>
    <w:rsid w:val="00045407"/>
    <w:rsid w:val="000455D5"/>
    <w:rsid w:val="00045E50"/>
    <w:rsid w:val="00046739"/>
    <w:rsid w:val="00047461"/>
    <w:rsid w:val="0004756D"/>
    <w:rsid w:val="000501A7"/>
    <w:rsid w:val="0005069C"/>
    <w:rsid w:val="00050845"/>
    <w:rsid w:val="000511DF"/>
    <w:rsid w:val="000512B4"/>
    <w:rsid w:val="0005196B"/>
    <w:rsid w:val="00051F21"/>
    <w:rsid w:val="00051F34"/>
    <w:rsid w:val="00052A69"/>
    <w:rsid w:val="00052A83"/>
    <w:rsid w:val="00052BEC"/>
    <w:rsid w:val="00052F36"/>
    <w:rsid w:val="00053163"/>
    <w:rsid w:val="000539CC"/>
    <w:rsid w:val="00053D65"/>
    <w:rsid w:val="00053FA3"/>
    <w:rsid w:val="000540F9"/>
    <w:rsid w:val="00054654"/>
    <w:rsid w:val="00054860"/>
    <w:rsid w:val="00054CA2"/>
    <w:rsid w:val="0005503A"/>
    <w:rsid w:val="0005504F"/>
    <w:rsid w:val="000557F2"/>
    <w:rsid w:val="00055D0D"/>
    <w:rsid w:val="00055E11"/>
    <w:rsid w:val="000560E2"/>
    <w:rsid w:val="00056BBF"/>
    <w:rsid w:val="00057FE7"/>
    <w:rsid w:val="000605F9"/>
    <w:rsid w:val="000608EB"/>
    <w:rsid w:val="00060A48"/>
    <w:rsid w:val="00060FE3"/>
    <w:rsid w:val="00061976"/>
    <w:rsid w:val="00061A13"/>
    <w:rsid w:val="00061C70"/>
    <w:rsid w:val="00061C80"/>
    <w:rsid w:val="00061E88"/>
    <w:rsid w:val="00062240"/>
    <w:rsid w:val="000622C2"/>
    <w:rsid w:val="000625DC"/>
    <w:rsid w:val="0006291D"/>
    <w:rsid w:val="00062E94"/>
    <w:rsid w:val="00062F3A"/>
    <w:rsid w:val="00063594"/>
    <w:rsid w:val="0006439F"/>
    <w:rsid w:val="00064810"/>
    <w:rsid w:val="000649D4"/>
    <w:rsid w:val="00064A8D"/>
    <w:rsid w:val="00064C3D"/>
    <w:rsid w:val="00064D7B"/>
    <w:rsid w:val="00065113"/>
    <w:rsid w:val="00065245"/>
    <w:rsid w:val="0006576E"/>
    <w:rsid w:val="00065F45"/>
    <w:rsid w:val="00066103"/>
    <w:rsid w:val="0006663F"/>
    <w:rsid w:val="00066745"/>
    <w:rsid w:val="000671AA"/>
    <w:rsid w:val="0006722F"/>
    <w:rsid w:val="00067603"/>
    <w:rsid w:val="000678E4"/>
    <w:rsid w:val="000679F6"/>
    <w:rsid w:val="000700F8"/>
    <w:rsid w:val="00070385"/>
    <w:rsid w:val="000708CF"/>
    <w:rsid w:val="00070FA5"/>
    <w:rsid w:val="00071222"/>
    <w:rsid w:val="00071B5B"/>
    <w:rsid w:val="00072541"/>
    <w:rsid w:val="00072F8C"/>
    <w:rsid w:val="000743B1"/>
    <w:rsid w:val="000743C2"/>
    <w:rsid w:val="00074555"/>
    <w:rsid w:val="00074B34"/>
    <w:rsid w:val="00074C1E"/>
    <w:rsid w:val="00074DA7"/>
    <w:rsid w:val="00074DAB"/>
    <w:rsid w:val="00075486"/>
    <w:rsid w:val="0007561E"/>
    <w:rsid w:val="00075620"/>
    <w:rsid w:val="00075826"/>
    <w:rsid w:val="000758C8"/>
    <w:rsid w:val="00075978"/>
    <w:rsid w:val="000762BF"/>
    <w:rsid w:val="0007645A"/>
    <w:rsid w:val="000764D9"/>
    <w:rsid w:val="00076551"/>
    <w:rsid w:val="00076862"/>
    <w:rsid w:val="00076BC4"/>
    <w:rsid w:val="000770C8"/>
    <w:rsid w:val="0007764F"/>
    <w:rsid w:val="00077952"/>
    <w:rsid w:val="00077F57"/>
    <w:rsid w:val="00080383"/>
    <w:rsid w:val="00080899"/>
    <w:rsid w:val="00080D61"/>
    <w:rsid w:val="00080E2F"/>
    <w:rsid w:val="00083095"/>
    <w:rsid w:val="00083AEB"/>
    <w:rsid w:val="000846DF"/>
    <w:rsid w:val="00085134"/>
    <w:rsid w:val="00085E23"/>
    <w:rsid w:val="00086087"/>
    <w:rsid w:val="000864D8"/>
    <w:rsid w:val="00086C53"/>
    <w:rsid w:val="00086F3F"/>
    <w:rsid w:val="00087AE1"/>
    <w:rsid w:val="0009069A"/>
    <w:rsid w:val="00090767"/>
    <w:rsid w:val="00090F7F"/>
    <w:rsid w:val="0009114A"/>
    <w:rsid w:val="0009136D"/>
    <w:rsid w:val="0009198E"/>
    <w:rsid w:val="00091ABE"/>
    <w:rsid w:val="00091CCD"/>
    <w:rsid w:val="00091F8E"/>
    <w:rsid w:val="0009216A"/>
    <w:rsid w:val="000929FD"/>
    <w:rsid w:val="00092A2F"/>
    <w:rsid w:val="00092AF7"/>
    <w:rsid w:val="00092B1C"/>
    <w:rsid w:val="00093FC8"/>
    <w:rsid w:val="00094B1C"/>
    <w:rsid w:val="00094CDE"/>
    <w:rsid w:val="00094E81"/>
    <w:rsid w:val="000958D6"/>
    <w:rsid w:val="00096515"/>
    <w:rsid w:val="000966AF"/>
    <w:rsid w:val="00096C6F"/>
    <w:rsid w:val="00096FC0"/>
    <w:rsid w:val="00097CEE"/>
    <w:rsid w:val="000A03EA"/>
    <w:rsid w:val="000A0EE5"/>
    <w:rsid w:val="000A1194"/>
    <w:rsid w:val="000A129D"/>
    <w:rsid w:val="000A12FB"/>
    <w:rsid w:val="000A140D"/>
    <w:rsid w:val="000A1A40"/>
    <w:rsid w:val="000A1BBF"/>
    <w:rsid w:val="000A214D"/>
    <w:rsid w:val="000A236C"/>
    <w:rsid w:val="000A274D"/>
    <w:rsid w:val="000A2E6B"/>
    <w:rsid w:val="000A4272"/>
    <w:rsid w:val="000A42CC"/>
    <w:rsid w:val="000A4598"/>
    <w:rsid w:val="000A48BA"/>
    <w:rsid w:val="000A4BE1"/>
    <w:rsid w:val="000A5631"/>
    <w:rsid w:val="000A5837"/>
    <w:rsid w:val="000A5C76"/>
    <w:rsid w:val="000A5CF4"/>
    <w:rsid w:val="000A643D"/>
    <w:rsid w:val="000A64A3"/>
    <w:rsid w:val="000A66B6"/>
    <w:rsid w:val="000A6C9B"/>
    <w:rsid w:val="000A6D7A"/>
    <w:rsid w:val="000A7007"/>
    <w:rsid w:val="000A7FC4"/>
    <w:rsid w:val="000B0BB3"/>
    <w:rsid w:val="000B11B0"/>
    <w:rsid w:val="000B1352"/>
    <w:rsid w:val="000B13E8"/>
    <w:rsid w:val="000B21C7"/>
    <w:rsid w:val="000B26B9"/>
    <w:rsid w:val="000B2B32"/>
    <w:rsid w:val="000B2C3A"/>
    <w:rsid w:val="000B32D7"/>
    <w:rsid w:val="000B3AC0"/>
    <w:rsid w:val="000B3CFD"/>
    <w:rsid w:val="000B451D"/>
    <w:rsid w:val="000B4C3E"/>
    <w:rsid w:val="000B5037"/>
    <w:rsid w:val="000B5312"/>
    <w:rsid w:val="000B628F"/>
    <w:rsid w:val="000B6D76"/>
    <w:rsid w:val="000B7191"/>
    <w:rsid w:val="000B7386"/>
    <w:rsid w:val="000B7409"/>
    <w:rsid w:val="000B7532"/>
    <w:rsid w:val="000B7586"/>
    <w:rsid w:val="000B792C"/>
    <w:rsid w:val="000C0387"/>
    <w:rsid w:val="000C0CDD"/>
    <w:rsid w:val="000C0EA6"/>
    <w:rsid w:val="000C1504"/>
    <w:rsid w:val="000C16DF"/>
    <w:rsid w:val="000C2024"/>
    <w:rsid w:val="000C257F"/>
    <w:rsid w:val="000C2FDC"/>
    <w:rsid w:val="000C3256"/>
    <w:rsid w:val="000C37F3"/>
    <w:rsid w:val="000C3986"/>
    <w:rsid w:val="000C3B66"/>
    <w:rsid w:val="000C3BE8"/>
    <w:rsid w:val="000C3EFE"/>
    <w:rsid w:val="000C432B"/>
    <w:rsid w:val="000C44F5"/>
    <w:rsid w:val="000C4CD4"/>
    <w:rsid w:val="000C4E1E"/>
    <w:rsid w:val="000C5B6A"/>
    <w:rsid w:val="000C5E8D"/>
    <w:rsid w:val="000C646A"/>
    <w:rsid w:val="000C6DB5"/>
    <w:rsid w:val="000C6E68"/>
    <w:rsid w:val="000C6F4B"/>
    <w:rsid w:val="000C6F8F"/>
    <w:rsid w:val="000C7891"/>
    <w:rsid w:val="000C7B14"/>
    <w:rsid w:val="000C7B42"/>
    <w:rsid w:val="000C7D9A"/>
    <w:rsid w:val="000D0AE0"/>
    <w:rsid w:val="000D0CC6"/>
    <w:rsid w:val="000D0F75"/>
    <w:rsid w:val="000D11B6"/>
    <w:rsid w:val="000D178A"/>
    <w:rsid w:val="000D1C77"/>
    <w:rsid w:val="000D1D23"/>
    <w:rsid w:val="000D21C7"/>
    <w:rsid w:val="000D23AA"/>
    <w:rsid w:val="000D278B"/>
    <w:rsid w:val="000D2AEB"/>
    <w:rsid w:val="000D341D"/>
    <w:rsid w:val="000D39D8"/>
    <w:rsid w:val="000D3A18"/>
    <w:rsid w:val="000D3F7F"/>
    <w:rsid w:val="000D5A11"/>
    <w:rsid w:val="000D5C86"/>
    <w:rsid w:val="000D7380"/>
    <w:rsid w:val="000D75C2"/>
    <w:rsid w:val="000D79AA"/>
    <w:rsid w:val="000D7E10"/>
    <w:rsid w:val="000E0152"/>
    <w:rsid w:val="000E08D5"/>
    <w:rsid w:val="000E0925"/>
    <w:rsid w:val="000E1650"/>
    <w:rsid w:val="000E1B54"/>
    <w:rsid w:val="000E1BB0"/>
    <w:rsid w:val="000E1D4F"/>
    <w:rsid w:val="000E22DC"/>
    <w:rsid w:val="000E2796"/>
    <w:rsid w:val="000E321C"/>
    <w:rsid w:val="000E329B"/>
    <w:rsid w:val="000E32C6"/>
    <w:rsid w:val="000E358F"/>
    <w:rsid w:val="000E3923"/>
    <w:rsid w:val="000E42F5"/>
    <w:rsid w:val="000E44F5"/>
    <w:rsid w:val="000E4631"/>
    <w:rsid w:val="000E464E"/>
    <w:rsid w:val="000E4A82"/>
    <w:rsid w:val="000E4E5D"/>
    <w:rsid w:val="000E51CD"/>
    <w:rsid w:val="000E5738"/>
    <w:rsid w:val="000E5C6D"/>
    <w:rsid w:val="000E7129"/>
    <w:rsid w:val="000E7223"/>
    <w:rsid w:val="000E7264"/>
    <w:rsid w:val="000E7353"/>
    <w:rsid w:val="000E774B"/>
    <w:rsid w:val="000E786C"/>
    <w:rsid w:val="000E7D0A"/>
    <w:rsid w:val="000F000B"/>
    <w:rsid w:val="000F0589"/>
    <w:rsid w:val="000F0A17"/>
    <w:rsid w:val="000F0AE7"/>
    <w:rsid w:val="000F12F7"/>
    <w:rsid w:val="000F1B29"/>
    <w:rsid w:val="000F1CCE"/>
    <w:rsid w:val="000F2304"/>
    <w:rsid w:val="000F23BA"/>
    <w:rsid w:val="000F257C"/>
    <w:rsid w:val="000F2967"/>
    <w:rsid w:val="000F2976"/>
    <w:rsid w:val="000F2E8F"/>
    <w:rsid w:val="000F2F4B"/>
    <w:rsid w:val="000F3A0E"/>
    <w:rsid w:val="000F3A79"/>
    <w:rsid w:val="000F3B5B"/>
    <w:rsid w:val="000F3DBD"/>
    <w:rsid w:val="000F42D5"/>
    <w:rsid w:val="000F4682"/>
    <w:rsid w:val="000F5578"/>
    <w:rsid w:val="000F585F"/>
    <w:rsid w:val="000F5FD8"/>
    <w:rsid w:val="000F663F"/>
    <w:rsid w:val="000F67E1"/>
    <w:rsid w:val="000F6DA2"/>
    <w:rsid w:val="000F7841"/>
    <w:rsid w:val="000F7C3B"/>
    <w:rsid w:val="001000D2"/>
    <w:rsid w:val="001000E5"/>
    <w:rsid w:val="001002AC"/>
    <w:rsid w:val="001004DA"/>
    <w:rsid w:val="001008B1"/>
    <w:rsid w:val="00100B68"/>
    <w:rsid w:val="00100BB4"/>
    <w:rsid w:val="00100C24"/>
    <w:rsid w:val="00100F1D"/>
    <w:rsid w:val="00101886"/>
    <w:rsid w:val="00101D0C"/>
    <w:rsid w:val="00102046"/>
    <w:rsid w:val="00102491"/>
    <w:rsid w:val="00102C83"/>
    <w:rsid w:val="0010334C"/>
    <w:rsid w:val="001034A6"/>
    <w:rsid w:val="001040E6"/>
    <w:rsid w:val="001041C4"/>
    <w:rsid w:val="001043A7"/>
    <w:rsid w:val="001053C1"/>
    <w:rsid w:val="00105AC1"/>
    <w:rsid w:val="00105D46"/>
    <w:rsid w:val="00105DB7"/>
    <w:rsid w:val="00106899"/>
    <w:rsid w:val="001074B7"/>
    <w:rsid w:val="0010755D"/>
    <w:rsid w:val="00107EF4"/>
    <w:rsid w:val="0011194A"/>
    <w:rsid w:val="00112212"/>
    <w:rsid w:val="001122D1"/>
    <w:rsid w:val="00112724"/>
    <w:rsid w:val="00112C30"/>
    <w:rsid w:val="00112C43"/>
    <w:rsid w:val="00113B0D"/>
    <w:rsid w:val="00114CFD"/>
    <w:rsid w:val="00114DD6"/>
    <w:rsid w:val="00114E83"/>
    <w:rsid w:val="001151DB"/>
    <w:rsid w:val="00115207"/>
    <w:rsid w:val="0011545B"/>
    <w:rsid w:val="001154E3"/>
    <w:rsid w:val="0011578D"/>
    <w:rsid w:val="001157AA"/>
    <w:rsid w:val="001158D8"/>
    <w:rsid w:val="00115F04"/>
    <w:rsid w:val="0011622A"/>
    <w:rsid w:val="00116396"/>
    <w:rsid w:val="001166FE"/>
    <w:rsid w:val="0011673D"/>
    <w:rsid w:val="001168B3"/>
    <w:rsid w:val="0011695B"/>
    <w:rsid w:val="0011723C"/>
    <w:rsid w:val="0011735D"/>
    <w:rsid w:val="001174A5"/>
    <w:rsid w:val="00117EC1"/>
    <w:rsid w:val="00117EEA"/>
    <w:rsid w:val="00117F23"/>
    <w:rsid w:val="0012016B"/>
    <w:rsid w:val="00120328"/>
    <w:rsid w:val="001207E8"/>
    <w:rsid w:val="00121667"/>
    <w:rsid w:val="001233F1"/>
    <w:rsid w:val="0012370B"/>
    <w:rsid w:val="001237BD"/>
    <w:rsid w:val="00123CCB"/>
    <w:rsid w:val="00123F41"/>
    <w:rsid w:val="0012400C"/>
    <w:rsid w:val="0012483F"/>
    <w:rsid w:val="001248C2"/>
    <w:rsid w:val="00124947"/>
    <w:rsid w:val="00124E57"/>
    <w:rsid w:val="00124EA3"/>
    <w:rsid w:val="00125046"/>
    <w:rsid w:val="001258A7"/>
    <w:rsid w:val="00125AF8"/>
    <w:rsid w:val="00125B80"/>
    <w:rsid w:val="00125BF7"/>
    <w:rsid w:val="0012616F"/>
    <w:rsid w:val="001263D9"/>
    <w:rsid w:val="00126955"/>
    <w:rsid w:val="00126A9E"/>
    <w:rsid w:val="00126B8B"/>
    <w:rsid w:val="00127C31"/>
    <w:rsid w:val="00130089"/>
    <w:rsid w:val="00130D6F"/>
    <w:rsid w:val="001310A1"/>
    <w:rsid w:val="00131230"/>
    <w:rsid w:val="0013138A"/>
    <w:rsid w:val="00131619"/>
    <w:rsid w:val="00131957"/>
    <w:rsid w:val="00131A54"/>
    <w:rsid w:val="001327A3"/>
    <w:rsid w:val="00132B0E"/>
    <w:rsid w:val="0013338B"/>
    <w:rsid w:val="0013338D"/>
    <w:rsid w:val="001335BC"/>
    <w:rsid w:val="00133CE8"/>
    <w:rsid w:val="00134171"/>
    <w:rsid w:val="00134B72"/>
    <w:rsid w:val="00134C65"/>
    <w:rsid w:val="00134D17"/>
    <w:rsid w:val="00135068"/>
    <w:rsid w:val="00135802"/>
    <w:rsid w:val="00135D23"/>
    <w:rsid w:val="00135FA0"/>
    <w:rsid w:val="0013635B"/>
    <w:rsid w:val="00136422"/>
    <w:rsid w:val="0013657B"/>
    <w:rsid w:val="00136749"/>
    <w:rsid w:val="0013676A"/>
    <w:rsid w:val="001374EA"/>
    <w:rsid w:val="001375C7"/>
    <w:rsid w:val="001377D7"/>
    <w:rsid w:val="0014027D"/>
    <w:rsid w:val="00140500"/>
    <w:rsid w:val="00140C1D"/>
    <w:rsid w:val="00140FEA"/>
    <w:rsid w:val="00141BB5"/>
    <w:rsid w:val="00141EDA"/>
    <w:rsid w:val="00141F3C"/>
    <w:rsid w:val="00141F5B"/>
    <w:rsid w:val="00142557"/>
    <w:rsid w:val="0014297A"/>
    <w:rsid w:val="00142AA2"/>
    <w:rsid w:val="00142B6C"/>
    <w:rsid w:val="001438A4"/>
    <w:rsid w:val="00144B3C"/>
    <w:rsid w:val="00144E57"/>
    <w:rsid w:val="00145596"/>
    <w:rsid w:val="00146180"/>
    <w:rsid w:val="00146232"/>
    <w:rsid w:val="001463B0"/>
    <w:rsid w:val="00146C53"/>
    <w:rsid w:val="00146DB3"/>
    <w:rsid w:val="00146EBB"/>
    <w:rsid w:val="00146F69"/>
    <w:rsid w:val="001470E0"/>
    <w:rsid w:val="001473F5"/>
    <w:rsid w:val="001475B9"/>
    <w:rsid w:val="001475F5"/>
    <w:rsid w:val="00147ABF"/>
    <w:rsid w:val="0015077E"/>
    <w:rsid w:val="001508F8"/>
    <w:rsid w:val="0015103C"/>
    <w:rsid w:val="00151398"/>
    <w:rsid w:val="001513DA"/>
    <w:rsid w:val="00151420"/>
    <w:rsid w:val="00151910"/>
    <w:rsid w:val="00151BAC"/>
    <w:rsid w:val="00151DA7"/>
    <w:rsid w:val="00151E28"/>
    <w:rsid w:val="0015206B"/>
    <w:rsid w:val="00152120"/>
    <w:rsid w:val="00152C19"/>
    <w:rsid w:val="00152C62"/>
    <w:rsid w:val="00152E34"/>
    <w:rsid w:val="00153830"/>
    <w:rsid w:val="00153AAE"/>
    <w:rsid w:val="00154229"/>
    <w:rsid w:val="001544C9"/>
    <w:rsid w:val="00155D09"/>
    <w:rsid w:val="00155EA0"/>
    <w:rsid w:val="00155EDD"/>
    <w:rsid w:val="0015635B"/>
    <w:rsid w:val="00156403"/>
    <w:rsid w:val="001565FE"/>
    <w:rsid w:val="00156A7E"/>
    <w:rsid w:val="00156D69"/>
    <w:rsid w:val="001570CD"/>
    <w:rsid w:val="00157481"/>
    <w:rsid w:val="001574CF"/>
    <w:rsid w:val="001575EC"/>
    <w:rsid w:val="00157764"/>
    <w:rsid w:val="001603A6"/>
    <w:rsid w:val="0016083C"/>
    <w:rsid w:val="00160A16"/>
    <w:rsid w:val="00160B7D"/>
    <w:rsid w:val="001616E6"/>
    <w:rsid w:val="00161C43"/>
    <w:rsid w:val="00161FF9"/>
    <w:rsid w:val="0016217C"/>
    <w:rsid w:val="001623F2"/>
    <w:rsid w:val="0016278A"/>
    <w:rsid w:val="00162AB9"/>
    <w:rsid w:val="00162CB9"/>
    <w:rsid w:val="001630A5"/>
    <w:rsid w:val="00163558"/>
    <w:rsid w:val="00163681"/>
    <w:rsid w:val="001639C6"/>
    <w:rsid w:val="00163A03"/>
    <w:rsid w:val="001640A1"/>
    <w:rsid w:val="0016470D"/>
    <w:rsid w:val="001647E7"/>
    <w:rsid w:val="00164933"/>
    <w:rsid w:val="00164B4E"/>
    <w:rsid w:val="00165FEB"/>
    <w:rsid w:val="001662F0"/>
    <w:rsid w:val="001666B9"/>
    <w:rsid w:val="00166B6C"/>
    <w:rsid w:val="001701B9"/>
    <w:rsid w:val="00170BE5"/>
    <w:rsid w:val="0017105D"/>
    <w:rsid w:val="001712B1"/>
    <w:rsid w:val="00171401"/>
    <w:rsid w:val="0017151C"/>
    <w:rsid w:val="001715C7"/>
    <w:rsid w:val="00171854"/>
    <w:rsid w:val="00171E94"/>
    <w:rsid w:val="00172991"/>
    <w:rsid w:val="00172C2E"/>
    <w:rsid w:val="00173402"/>
    <w:rsid w:val="00173FDC"/>
    <w:rsid w:val="001740F2"/>
    <w:rsid w:val="00174484"/>
    <w:rsid w:val="00174B5A"/>
    <w:rsid w:val="00174CC9"/>
    <w:rsid w:val="00175035"/>
    <w:rsid w:val="00175283"/>
    <w:rsid w:val="001753E9"/>
    <w:rsid w:val="00175420"/>
    <w:rsid w:val="001759AA"/>
    <w:rsid w:val="00175E09"/>
    <w:rsid w:val="0017629F"/>
    <w:rsid w:val="00176968"/>
    <w:rsid w:val="00176D89"/>
    <w:rsid w:val="00176E6B"/>
    <w:rsid w:val="00177A08"/>
    <w:rsid w:val="00177C3D"/>
    <w:rsid w:val="00180184"/>
    <w:rsid w:val="0018018D"/>
    <w:rsid w:val="001802EE"/>
    <w:rsid w:val="001804BE"/>
    <w:rsid w:val="001808EB"/>
    <w:rsid w:val="00180BDA"/>
    <w:rsid w:val="00181525"/>
    <w:rsid w:val="001815A8"/>
    <w:rsid w:val="00181891"/>
    <w:rsid w:val="00181A0B"/>
    <w:rsid w:val="00182036"/>
    <w:rsid w:val="00182DA2"/>
    <w:rsid w:val="001830A1"/>
    <w:rsid w:val="00183265"/>
    <w:rsid w:val="0018360B"/>
    <w:rsid w:val="001839B5"/>
    <w:rsid w:val="00183A2B"/>
    <w:rsid w:val="00183E7A"/>
    <w:rsid w:val="0018492D"/>
    <w:rsid w:val="001853D1"/>
    <w:rsid w:val="00185A52"/>
    <w:rsid w:val="00185BAF"/>
    <w:rsid w:val="00186343"/>
    <w:rsid w:val="00186F96"/>
    <w:rsid w:val="0018754C"/>
    <w:rsid w:val="00187D5D"/>
    <w:rsid w:val="001900B6"/>
    <w:rsid w:val="00190167"/>
    <w:rsid w:val="00190AAC"/>
    <w:rsid w:val="00191466"/>
    <w:rsid w:val="001914BD"/>
    <w:rsid w:val="001917BF"/>
    <w:rsid w:val="00191A80"/>
    <w:rsid w:val="001925F2"/>
    <w:rsid w:val="001926B7"/>
    <w:rsid w:val="001929B0"/>
    <w:rsid w:val="00192A3C"/>
    <w:rsid w:val="00192F3E"/>
    <w:rsid w:val="001936BA"/>
    <w:rsid w:val="00193970"/>
    <w:rsid w:val="00193EB0"/>
    <w:rsid w:val="00194688"/>
    <w:rsid w:val="0019468E"/>
    <w:rsid w:val="00194DA1"/>
    <w:rsid w:val="00195382"/>
    <w:rsid w:val="00195DA3"/>
    <w:rsid w:val="00195DC1"/>
    <w:rsid w:val="001967ED"/>
    <w:rsid w:val="00196872"/>
    <w:rsid w:val="00196DE1"/>
    <w:rsid w:val="0019721F"/>
    <w:rsid w:val="001975EC"/>
    <w:rsid w:val="001978EF"/>
    <w:rsid w:val="00197B9A"/>
    <w:rsid w:val="001A03D2"/>
    <w:rsid w:val="001A0652"/>
    <w:rsid w:val="001A0873"/>
    <w:rsid w:val="001A08E8"/>
    <w:rsid w:val="001A0C9B"/>
    <w:rsid w:val="001A0CF4"/>
    <w:rsid w:val="001A1128"/>
    <w:rsid w:val="001A13A9"/>
    <w:rsid w:val="001A15DC"/>
    <w:rsid w:val="001A1CC4"/>
    <w:rsid w:val="001A1F6C"/>
    <w:rsid w:val="001A2471"/>
    <w:rsid w:val="001A25CA"/>
    <w:rsid w:val="001A2609"/>
    <w:rsid w:val="001A265D"/>
    <w:rsid w:val="001A2950"/>
    <w:rsid w:val="001A4189"/>
    <w:rsid w:val="001A46B8"/>
    <w:rsid w:val="001A4BEA"/>
    <w:rsid w:val="001A4EFF"/>
    <w:rsid w:val="001A50A3"/>
    <w:rsid w:val="001A5180"/>
    <w:rsid w:val="001A5273"/>
    <w:rsid w:val="001A543A"/>
    <w:rsid w:val="001A552C"/>
    <w:rsid w:val="001A5723"/>
    <w:rsid w:val="001A5A49"/>
    <w:rsid w:val="001A5C9E"/>
    <w:rsid w:val="001A5FD6"/>
    <w:rsid w:val="001A6519"/>
    <w:rsid w:val="001A67C7"/>
    <w:rsid w:val="001A6B75"/>
    <w:rsid w:val="001A6C0D"/>
    <w:rsid w:val="001A6D54"/>
    <w:rsid w:val="001A7088"/>
    <w:rsid w:val="001A71D2"/>
    <w:rsid w:val="001A73B6"/>
    <w:rsid w:val="001A7A1C"/>
    <w:rsid w:val="001A7F29"/>
    <w:rsid w:val="001B01A5"/>
    <w:rsid w:val="001B0A78"/>
    <w:rsid w:val="001B0E9F"/>
    <w:rsid w:val="001B1242"/>
    <w:rsid w:val="001B176B"/>
    <w:rsid w:val="001B17EF"/>
    <w:rsid w:val="001B1BF5"/>
    <w:rsid w:val="001B1F3D"/>
    <w:rsid w:val="001B21A7"/>
    <w:rsid w:val="001B25F6"/>
    <w:rsid w:val="001B2D5E"/>
    <w:rsid w:val="001B3006"/>
    <w:rsid w:val="001B32B7"/>
    <w:rsid w:val="001B49B9"/>
    <w:rsid w:val="001B4AF6"/>
    <w:rsid w:val="001B4B7E"/>
    <w:rsid w:val="001B4CBB"/>
    <w:rsid w:val="001B4D8B"/>
    <w:rsid w:val="001B4DD5"/>
    <w:rsid w:val="001B4F15"/>
    <w:rsid w:val="001B5206"/>
    <w:rsid w:val="001B58D1"/>
    <w:rsid w:val="001B5A79"/>
    <w:rsid w:val="001B5BFB"/>
    <w:rsid w:val="001B5ED8"/>
    <w:rsid w:val="001B606B"/>
    <w:rsid w:val="001B608D"/>
    <w:rsid w:val="001B6340"/>
    <w:rsid w:val="001B6379"/>
    <w:rsid w:val="001B6434"/>
    <w:rsid w:val="001B655F"/>
    <w:rsid w:val="001B676A"/>
    <w:rsid w:val="001B6795"/>
    <w:rsid w:val="001B6D82"/>
    <w:rsid w:val="001B6FD2"/>
    <w:rsid w:val="001B701E"/>
    <w:rsid w:val="001B75FF"/>
    <w:rsid w:val="001B7644"/>
    <w:rsid w:val="001B7B4B"/>
    <w:rsid w:val="001C001A"/>
    <w:rsid w:val="001C0107"/>
    <w:rsid w:val="001C0E2A"/>
    <w:rsid w:val="001C1007"/>
    <w:rsid w:val="001C196F"/>
    <w:rsid w:val="001C205F"/>
    <w:rsid w:val="001C2085"/>
    <w:rsid w:val="001C2566"/>
    <w:rsid w:val="001C2DD8"/>
    <w:rsid w:val="001C30DC"/>
    <w:rsid w:val="001C3896"/>
    <w:rsid w:val="001C3B6D"/>
    <w:rsid w:val="001C3F5A"/>
    <w:rsid w:val="001C3F98"/>
    <w:rsid w:val="001C40A1"/>
    <w:rsid w:val="001C41DE"/>
    <w:rsid w:val="001C441B"/>
    <w:rsid w:val="001C44BF"/>
    <w:rsid w:val="001C4C4D"/>
    <w:rsid w:val="001C5972"/>
    <w:rsid w:val="001C5C74"/>
    <w:rsid w:val="001C6215"/>
    <w:rsid w:val="001C62F9"/>
    <w:rsid w:val="001C6898"/>
    <w:rsid w:val="001C7384"/>
    <w:rsid w:val="001C7B38"/>
    <w:rsid w:val="001C7BD0"/>
    <w:rsid w:val="001D0667"/>
    <w:rsid w:val="001D0F75"/>
    <w:rsid w:val="001D122B"/>
    <w:rsid w:val="001D15AF"/>
    <w:rsid w:val="001D160A"/>
    <w:rsid w:val="001D1A50"/>
    <w:rsid w:val="001D20F9"/>
    <w:rsid w:val="001D2470"/>
    <w:rsid w:val="001D28B8"/>
    <w:rsid w:val="001D32FF"/>
    <w:rsid w:val="001D34B8"/>
    <w:rsid w:val="001D380E"/>
    <w:rsid w:val="001D4151"/>
    <w:rsid w:val="001D46EC"/>
    <w:rsid w:val="001D4E89"/>
    <w:rsid w:val="001D513D"/>
    <w:rsid w:val="001D5215"/>
    <w:rsid w:val="001D5539"/>
    <w:rsid w:val="001D558E"/>
    <w:rsid w:val="001D5592"/>
    <w:rsid w:val="001D5918"/>
    <w:rsid w:val="001D5D62"/>
    <w:rsid w:val="001D65FE"/>
    <w:rsid w:val="001D6DB9"/>
    <w:rsid w:val="001D7DBA"/>
    <w:rsid w:val="001D7DF7"/>
    <w:rsid w:val="001E000A"/>
    <w:rsid w:val="001E028F"/>
    <w:rsid w:val="001E0FC4"/>
    <w:rsid w:val="001E13B6"/>
    <w:rsid w:val="001E198E"/>
    <w:rsid w:val="001E1ED5"/>
    <w:rsid w:val="001E223E"/>
    <w:rsid w:val="001E2597"/>
    <w:rsid w:val="001E2686"/>
    <w:rsid w:val="001E2789"/>
    <w:rsid w:val="001E2879"/>
    <w:rsid w:val="001E2B0C"/>
    <w:rsid w:val="001E2E22"/>
    <w:rsid w:val="001E2ED5"/>
    <w:rsid w:val="001E393A"/>
    <w:rsid w:val="001E39CA"/>
    <w:rsid w:val="001E3D77"/>
    <w:rsid w:val="001E4934"/>
    <w:rsid w:val="001E4C8E"/>
    <w:rsid w:val="001E57D0"/>
    <w:rsid w:val="001E6E43"/>
    <w:rsid w:val="001E7450"/>
    <w:rsid w:val="001E75C6"/>
    <w:rsid w:val="001E7E7C"/>
    <w:rsid w:val="001F01CA"/>
    <w:rsid w:val="001F0631"/>
    <w:rsid w:val="001F0969"/>
    <w:rsid w:val="001F0B66"/>
    <w:rsid w:val="001F1410"/>
    <w:rsid w:val="001F1B68"/>
    <w:rsid w:val="001F226A"/>
    <w:rsid w:val="001F2412"/>
    <w:rsid w:val="001F2B8B"/>
    <w:rsid w:val="001F2D2C"/>
    <w:rsid w:val="001F308B"/>
    <w:rsid w:val="001F3163"/>
    <w:rsid w:val="001F3271"/>
    <w:rsid w:val="001F3357"/>
    <w:rsid w:val="001F346B"/>
    <w:rsid w:val="001F3D16"/>
    <w:rsid w:val="001F3F1E"/>
    <w:rsid w:val="001F47DC"/>
    <w:rsid w:val="001F4AE2"/>
    <w:rsid w:val="001F4E3A"/>
    <w:rsid w:val="001F4F45"/>
    <w:rsid w:val="001F5660"/>
    <w:rsid w:val="001F5DE4"/>
    <w:rsid w:val="001F5E89"/>
    <w:rsid w:val="001F6885"/>
    <w:rsid w:val="001F6B1C"/>
    <w:rsid w:val="001F6FEB"/>
    <w:rsid w:val="001F7194"/>
    <w:rsid w:val="001F74BA"/>
    <w:rsid w:val="001F7F31"/>
    <w:rsid w:val="00200446"/>
    <w:rsid w:val="0020090F"/>
    <w:rsid w:val="00200B85"/>
    <w:rsid w:val="002014B8"/>
    <w:rsid w:val="00201881"/>
    <w:rsid w:val="002020FC"/>
    <w:rsid w:val="00202382"/>
    <w:rsid w:val="00202728"/>
    <w:rsid w:val="00202DD2"/>
    <w:rsid w:val="00203974"/>
    <w:rsid w:val="002039A3"/>
    <w:rsid w:val="0020461C"/>
    <w:rsid w:val="002047EE"/>
    <w:rsid w:val="002053AE"/>
    <w:rsid w:val="00205575"/>
    <w:rsid w:val="00205DEB"/>
    <w:rsid w:val="0020657A"/>
    <w:rsid w:val="00206707"/>
    <w:rsid w:val="00206FB5"/>
    <w:rsid w:val="0020779F"/>
    <w:rsid w:val="00207808"/>
    <w:rsid w:val="00207D0C"/>
    <w:rsid w:val="002100AF"/>
    <w:rsid w:val="002102E9"/>
    <w:rsid w:val="0021071F"/>
    <w:rsid w:val="0021081A"/>
    <w:rsid w:val="00210FF5"/>
    <w:rsid w:val="00211F28"/>
    <w:rsid w:val="00212433"/>
    <w:rsid w:val="002124B2"/>
    <w:rsid w:val="00212846"/>
    <w:rsid w:val="00212D6C"/>
    <w:rsid w:val="00212D73"/>
    <w:rsid w:val="0021311B"/>
    <w:rsid w:val="002135E9"/>
    <w:rsid w:val="002138C4"/>
    <w:rsid w:val="00213BB4"/>
    <w:rsid w:val="00214134"/>
    <w:rsid w:val="0021447A"/>
    <w:rsid w:val="00214502"/>
    <w:rsid w:val="00214650"/>
    <w:rsid w:val="0021492F"/>
    <w:rsid w:val="00215B93"/>
    <w:rsid w:val="00215CF2"/>
    <w:rsid w:val="00215D33"/>
    <w:rsid w:val="00215EE6"/>
    <w:rsid w:val="00215F10"/>
    <w:rsid w:val="00215F22"/>
    <w:rsid w:val="0021608B"/>
    <w:rsid w:val="002162CB"/>
    <w:rsid w:val="002162DC"/>
    <w:rsid w:val="00216582"/>
    <w:rsid w:val="00216908"/>
    <w:rsid w:val="00216AE6"/>
    <w:rsid w:val="00216C74"/>
    <w:rsid w:val="00217E33"/>
    <w:rsid w:val="002200D5"/>
    <w:rsid w:val="00220320"/>
    <w:rsid w:val="00220443"/>
    <w:rsid w:val="00220DB8"/>
    <w:rsid w:val="00220F44"/>
    <w:rsid w:val="0022131C"/>
    <w:rsid w:val="00221934"/>
    <w:rsid w:val="00221DC9"/>
    <w:rsid w:val="00221E3D"/>
    <w:rsid w:val="002220C7"/>
    <w:rsid w:val="0022264F"/>
    <w:rsid w:val="00222667"/>
    <w:rsid w:val="00222802"/>
    <w:rsid w:val="0022338D"/>
    <w:rsid w:val="002234D7"/>
    <w:rsid w:val="00223ADB"/>
    <w:rsid w:val="00223CA2"/>
    <w:rsid w:val="00223F2F"/>
    <w:rsid w:val="00224191"/>
    <w:rsid w:val="0022424A"/>
    <w:rsid w:val="002242A7"/>
    <w:rsid w:val="002244A6"/>
    <w:rsid w:val="00224C1D"/>
    <w:rsid w:val="00224C3F"/>
    <w:rsid w:val="0022563E"/>
    <w:rsid w:val="00225FD2"/>
    <w:rsid w:val="0022609C"/>
    <w:rsid w:val="002263D4"/>
    <w:rsid w:val="00227322"/>
    <w:rsid w:val="00227BB6"/>
    <w:rsid w:val="00230150"/>
    <w:rsid w:val="00230AD9"/>
    <w:rsid w:val="00230BC8"/>
    <w:rsid w:val="00230E17"/>
    <w:rsid w:val="00230FBE"/>
    <w:rsid w:val="002315BE"/>
    <w:rsid w:val="00231B15"/>
    <w:rsid w:val="00231F33"/>
    <w:rsid w:val="0023224E"/>
    <w:rsid w:val="0023238E"/>
    <w:rsid w:val="0023257A"/>
    <w:rsid w:val="002326C3"/>
    <w:rsid w:val="00232A7D"/>
    <w:rsid w:val="00232DB0"/>
    <w:rsid w:val="0023348D"/>
    <w:rsid w:val="00233600"/>
    <w:rsid w:val="002339B1"/>
    <w:rsid w:val="00233B5C"/>
    <w:rsid w:val="002340A4"/>
    <w:rsid w:val="002344FB"/>
    <w:rsid w:val="00234D6B"/>
    <w:rsid w:val="0023539C"/>
    <w:rsid w:val="002355AD"/>
    <w:rsid w:val="00235793"/>
    <w:rsid w:val="00235EB4"/>
    <w:rsid w:val="00235F34"/>
    <w:rsid w:val="00236749"/>
    <w:rsid w:val="0023748E"/>
    <w:rsid w:val="00237A00"/>
    <w:rsid w:val="00240669"/>
    <w:rsid w:val="002406B3"/>
    <w:rsid w:val="00240955"/>
    <w:rsid w:val="00240E2F"/>
    <w:rsid w:val="00241260"/>
    <w:rsid w:val="00241368"/>
    <w:rsid w:val="002415F3"/>
    <w:rsid w:val="00242148"/>
    <w:rsid w:val="00242766"/>
    <w:rsid w:val="00242C7F"/>
    <w:rsid w:val="00242D34"/>
    <w:rsid w:val="00242FCD"/>
    <w:rsid w:val="0024355D"/>
    <w:rsid w:val="00243C9D"/>
    <w:rsid w:val="00243F3F"/>
    <w:rsid w:val="002441C0"/>
    <w:rsid w:val="00244255"/>
    <w:rsid w:val="002442D7"/>
    <w:rsid w:val="00244FFC"/>
    <w:rsid w:val="0024517B"/>
    <w:rsid w:val="00245221"/>
    <w:rsid w:val="002452A8"/>
    <w:rsid w:val="00245BE4"/>
    <w:rsid w:val="002465A4"/>
    <w:rsid w:val="00246CD3"/>
    <w:rsid w:val="00246E6E"/>
    <w:rsid w:val="002500CB"/>
    <w:rsid w:val="00250AD4"/>
    <w:rsid w:val="00250B90"/>
    <w:rsid w:val="0025143D"/>
    <w:rsid w:val="00251557"/>
    <w:rsid w:val="00251D42"/>
    <w:rsid w:val="002522C4"/>
    <w:rsid w:val="00252646"/>
    <w:rsid w:val="00252A5D"/>
    <w:rsid w:val="00252B6F"/>
    <w:rsid w:val="00252D21"/>
    <w:rsid w:val="00253023"/>
    <w:rsid w:val="0025314D"/>
    <w:rsid w:val="00254456"/>
    <w:rsid w:val="002547A2"/>
    <w:rsid w:val="00254EED"/>
    <w:rsid w:val="00254F8A"/>
    <w:rsid w:val="00254FB3"/>
    <w:rsid w:val="002563E5"/>
    <w:rsid w:val="00256A7A"/>
    <w:rsid w:val="00256A95"/>
    <w:rsid w:val="00260050"/>
    <w:rsid w:val="002608C4"/>
    <w:rsid w:val="00260C9F"/>
    <w:rsid w:val="00261589"/>
    <w:rsid w:val="00261AA4"/>
    <w:rsid w:val="00262472"/>
    <w:rsid w:val="002626D0"/>
    <w:rsid w:val="00262762"/>
    <w:rsid w:val="002628C7"/>
    <w:rsid w:val="002632C6"/>
    <w:rsid w:val="0026554D"/>
    <w:rsid w:val="00265766"/>
    <w:rsid w:val="0026583C"/>
    <w:rsid w:val="002668FF"/>
    <w:rsid w:val="00266E2A"/>
    <w:rsid w:val="002673D5"/>
    <w:rsid w:val="002677DB"/>
    <w:rsid w:val="00267922"/>
    <w:rsid w:val="00267CD2"/>
    <w:rsid w:val="00270B26"/>
    <w:rsid w:val="00270F5F"/>
    <w:rsid w:val="00271978"/>
    <w:rsid w:val="00271B62"/>
    <w:rsid w:val="00271BC1"/>
    <w:rsid w:val="00271E72"/>
    <w:rsid w:val="002723FA"/>
    <w:rsid w:val="002725F6"/>
    <w:rsid w:val="00272781"/>
    <w:rsid w:val="00272828"/>
    <w:rsid w:val="00272962"/>
    <w:rsid w:val="00272EB1"/>
    <w:rsid w:val="0027304B"/>
    <w:rsid w:val="002731BA"/>
    <w:rsid w:val="002731F6"/>
    <w:rsid w:val="0027357C"/>
    <w:rsid w:val="00274042"/>
    <w:rsid w:val="00274860"/>
    <w:rsid w:val="002749B8"/>
    <w:rsid w:val="00276443"/>
    <w:rsid w:val="00276991"/>
    <w:rsid w:val="002772C0"/>
    <w:rsid w:val="002802AD"/>
    <w:rsid w:val="00280CBF"/>
    <w:rsid w:val="00280E75"/>
    <w:rsid w:val="00280E9E"/>
    <w:rsid w:val="00280F51"/>
    <w:rsid w:val="002811EB"/>
    <w:rsid w:val="002815B6"/>
    <w:rsid w:val="00281A92"/>
    <w:rsid w:val="00281C95"/>
    <w:rsid w:val="00282152"/>
    <w:rsid w:val="0028299B"/>
    <w:rsid w:val="00282FDB"/>
    <w:rsid w:val="00283647"/>
    <w:rsid w:val="002838D9"/>
    <w:rsid w:val="00284525"/>
    <w:rsid w:val="00284A43"/>
    <w:rsid w:val="0028523C"/>
    <w:rsid w:val="00285702"/>
    <w:rsid w:val="0028577F"/>
    <w:rsid w:val="002857D1"/>
    <w:rsid w:val="00285A98"/>
    <w:rsid w:val="00285B33"/>
    <w:rsid w:val="00285D51"/>
    <w:rsid w:val="0028604B"/>
    <w:rsid w:val="00286774"/>
    <w:rsid w:val="00287578"/>
    <w:rsid w:val="002877DE"/>
    <w:rsid w:val="002902C6"/>
    <w:rsid w:val="00290AAA"/>
    <w:rsid w:val="00290FE7"/>
    <w:rsid w:val="00291702"/>
    <w:rsid w:val="0029179A"/>
    <w:rsid w:val="00292042"/>
    <w:rsid w:val="00292BB5"/>
    <w:rsid w:val="00292E67"/>
    <w:rsid w:val="00292EC3"/>
    <w:rsid w:val="00292FBC"/>
    <w:rsid w:val="002931B3"/>
    <w:rsid w:val="002934F0"/>
    <w:rsid w:val="00293FDC"/>
    <w:rsid w:val="00294447"/>
    <w:rsid w:val="002944D4"/>
    <w:rsid w:val="002948D7"/>
    <w:rsid w:val="00294BAA"/>
    <w:rsid w:val="00294D09"/>
    <w:rsid w:val="0029506A"/>
    <w:rsid w:val="002954AD"/>
    <w:rsid w:val="002956CE"/>
    <w:rsid w:val="00295E77"/>
    <w:rsid w:val="00296170"/>
    <w:rsid w:val="00296621"/>
    <w:rsid w:val="002968C6"/>
    <w:rsid w:val="00296F54"/>
    <w:rsid w:val="00297543"/>
    <w:rsid w:val="00297CC4"/>
    <w:rsid w:val="002A05BF"/>
    <w:rsid w:val="002A063D"/>
    <w:rsid w:val="002A074A"/>
    <w:rsid w:val="002A089F"/>
    <w:rsid w:val="002A0DDF"/>
    <w:rsid w:val="002A0FC7"/>
    <w:rsid w:val="002A173B"/>
    <w:rsid w:val="002A25B7"/>
    <w:rsid w:val="002A2813"/>
    <w:rsid w:val="002A2936"/>
    <w:rsid w:val="002A2D14"/>
    <w:rsid w:val="002A2F3E"/>
    <w:rsid w:val="002A31CE"/>
    <w:rsid w:val="002A331D"/>
    <w:rsid w:val="002A35B8"/>
    <w:rsid w:val="002A363B"/>
    <w:rsid w:val="002A3CEF"/>
    <w:rsid w:val="002A4644"/>
    <w:rsid w:val="002A49BB"/>
    <w:rsid w:val="002A507F"/>
    <w:rsid w:val="002A5118"/>
    <w:rsid w:val="002A54E3"/>
    <w:rsid w:val="002A573D"/>
    <w:rsid w:val="002A5EAC"/>
    <w:rsid w:val="002A5FF1"/>
    <w:rsid w:val="002A644F"/>
    <w:rsid w:val="002A6505"/>
    <w:rsid w:val="002A65D0"/>
    <w:rsid w:val="002A67CA"/>
    <w:rsid w:val="002A6909"/>
    <w:rsid w:val="002A6C9C"/>
    <w:rsid w:val="002A6DE2"/>
    <w:rsid w:val="002A7B1A"/>
    <w:rsid w:val="002A7F29"/>
    <w:rsid w:val="002B03CC"/>
    <w:rsid w:val="002B0737"/>
    <w:rsid w:val="002B0EFF"/>
    <w:rsid w:val="002B2215"/>
    <w:rsid w:val="002B2370"/>
    <w:rsid w:val="002B256B"/>
    <w:rsid w:val="002B3837"/>
    <w:rsid w:val="002B3E65"/>
    <w:rsid w:val="002B3F88"/>
    <w:rsid w:val="002B41C4"/>
    <w:rsid w:val="002B430F"/>
    <w:rsid w:val="002B4E1D"/>
    <w:rsid w:val="002B4EF8"/>
    <w:rsid w:val="002B4FF9"/>
    <w:rsid w:val="002B5743"/>
    <w:rsid w:val="002B5F24"/>
    <w:rsid w:val="002B6069"/>
    <w:rsid w:val="002B62AA"/>
    <w:rsid w:val="002B6480"/>
    <w:rsid w:val="002B658D"/>
    <w:rsid w:val="002B686E"/>
    <w:rsid w:val="002B6EE7"/>
    <w:rsid w:val="002B7111"/>
    <w:rsid w:val="002C074C"/>
    <w:rsid w:val="002C0F8D"/>
    <w:rsid w:val="002C23A0"/>
    <w:rsid w:val="002C2542"/>
    <w:rsid w:val="002C272A"/>
    <w:rsid w:val="002C2855"/>
    <w:rsid w:val="002C2D9A"/>
    <w:rsid w:val="002C2DF4"/>
    <w:rsid w:val="002C2F29"/>
    <w:rsid w:val="002C32F3"/>
    <w:rsid w:val="002C3664"/>
    <w:rsid w:val="002C377B"/>
    <w:rsid w:val="002C4A9B"/>
    <w:rsid w:val="002C4D56"/>
    <w:rsid w:val="002C50E7"/>
    <w:rsid w:val="002C536F"/>
    <w:rsid w:val="002C5F52"/>
    <w:rsid w:val="002C5F73"/>
    <w:rsid w:val="002C6817"/>
    <w:rsid w:val="002C692F"/>
    <w:rsid w:val="002C6E5B"/>
    <w:rsid w:val="002C71B9"/>
    <w:rsid w:val="002C7A25"/>
    <w:rsid w:val="002D0917"/>
    <w:rsid w:val="002D0C7A"/>
    <w:rsid w:val="002D0DAA"/>
    <w:rsid w:val="002D12FC"/>
    <w:rsid w:val="002D1671"/>
    <w:rsid w:val="002D16E7"/>
    <w:rsid w:val="002D179C"/>
    <w:rsid w:val="002D19CA"/>
    <w:rsid w:val="002D1CDB"/>
    <w:rsid w:val="002D2652"/>
    <w:rsid w:val="002D311C"/>
    <w:rsid w:val="002D33E7"/>
    <w:rsid w:val="002D3706"/>
    <w:rsid w:val="002D388A"/>
    <w:rsid w:val="002D44F2"/>
    <w:rsid w:val="002D45B2"/>
    <w:rsid w:val="002D4685"/>
    <w:rsid w:val="002D4A05"/>
    <w:rsid w:val="002D51F6"/>
    <w:rsid w:val="002D53C7"/>
    <w:rsid w:val="002D550B"/>
    <w:rsid w:val="002D553B"/>
    <w:rsid w:val="002D7198"/>
    <w:rsid w:val="002D724C"/>
    <w:rsid w:val="002D7483"/>
    <w:rsid w:val="002D7773"/>
    <w:rsid w:val="002E00D7"/>
    <w:rsid w:val="002E0DD6"/>
    <w:rsid w:val="002E127A"/>
    <w:rsid w:val="002E14DC"/>
    <w:rsid w:val="002E15D2"/>
    <w:rsid w:val="002E18EF"/>
    <w:rsid w:val="002E263D"/>
    <w:rsid w:val="002E2783"/>
    <w:rsid w:val="002E28AE"/>
    <w:rsid w:val="002E2FD7"/>
    <w:rsid w:val="002E3E1D"/>
    <w:rsid w:val="002E406E"/>
    <w:rsid w:val="002E43CE"/>
    <w:rsid w:val="002E4705"/>
    <w:rsid w:val="002E4C10"/>
    <w:rsid w:val="002E4D2E"/>
    <w:rsid w:val="002E4D48"/>
    <w:rsid w:val="002E4FD7"/>
    <w:rsid w:val="002E5144"/>
    <w:rsid w:val="002E566D"/>
    <w:rsid w:val="002E592A"/>
    <w:rsid w:val="002E5E0A"/>
    <w:rsid w:val="002E6113"/>
    <w:rsid w:val="002E6141"/>
    <w:rsid w:val="002E680A"/>
    <w:rsid w:val="002E6910"/>
    <w:rsid w:val="002E7001"/>
    <w:rsid w:val="002E701E"/>
    <w:rsid w:val="002F0672"/>
    <w:rsid w:val="002F09E6"/>
    <w:rsid w:val="002F0FB9"/>
    <w:rsid w:val="002F1182"/>
    <w:rsid w:val="002F13DC"/>
    <w:rsid w:val="002F1879"/>
    <w:rsid w:val="002F1985"/>
    <w:rsid w:val="002F19C4"/>
    <w:rsid w:val="002F2969"/>
    <w:rsid w:val="002F2B1F"/>
    <w:rsid w:val="002F3224"/>
    <w:rsid w:val="002F3E8F"/>
    <w:rsid w:val="002F496B"/>
    <w:rsid w:val="002F5503"/>
    <w:rsid w:val="002F583B"/>
    <w:rsid w:val="002F5A50"/>
    <w:rsid w:val="002F60A8"/>
    <w:rsid w:val="002F664D"/>
    <w:rsid w:val="002F6881"/>
    <w:rsid w:val="002F72DC"/>
    <w:rsid w:val="002F73C7"/>
    <w:rsid w:val="002F747D"/>
    <w:rsid w:val="002F78E8"/>
    <w:rsid w:val="003000DE"/>
    <w:rsid w:val="00301807"/>
    <w:rsid w:val="003018C7"/>
    <w:rsid w:val="00301AB7"/>
    <w:rsid w:val="00301CD4"/>
    <w:rsid w:val="00301F1B"/>
    <w:rsid w:val="00302984"/>
    <w:rsid w:val="00302E7D"/>
    <w:rsid w:val="00303B6A"/>
    <w:rsid w:val="00303D0E"/>
    <w:rsid w:val="00303F4D"/>
    <w:rsid w:val="00303FF8"/>
    <w:rsid w:val="0030452D"/>
    <w:rsid w:val="00304B71"/>
    <w:rsid w:val="00305623"/>
    <w:rsid w:val="00305B15"/>
    <w:rsid w:val="00305B6C"/>
    <w:rsid w:val="003061FB"/>
    <w:rsid w:val="0030633D"/>
    <w:rsid w:val="0030669C"/>
    <w:rsid w:val="003066C0"/>
    <w:rsid w:val="00306F98"/>
    <w:rsid w:val="00307316"/>
    <w:rsid w:val="00307704"/>
    <w:rsid w:val="00311630"/>
    <w:rsid w:val="0031194E"/>
    <w:rsid w:val="00311F2C"/>
    <w:rsid w:val="00312046"/>
    <w:rsid w:val="0031229A"/>
    <w:rsid w:val="00312501"/>
    <w:rsid w:val="00312B81"/>
    <w:rsid w:val="00312B97"/>
    <w:rsid w:val="00312F90"/>
    <w:rsid w:val="003130C2"/>
    <w:rsid w:val="003134A4"/>
    <w:rsid w:val="0031388A"/>
    <w:rsid w:val="00313A54"/>
    <w:rsid w:val="003141EB"/>
    <w:rsid w:val="0031439A"/>
    <w:rsid w:val="0031456A"/>
    <w:rsid w:val="00314673"/>
    <w:rsid w:val="00315231"/>
    <w:rsid w:val="003161EE"/>
    <w:rsid w:val="00316862"/>
    <w:rsid w:val="00316A18"/>
    <w:rsid w:val="00316E16"/>
    <w:rsid w:val="00316E76"/>
    <w:rsid w:val="00316E82"/>
    <w:rsid w:val="00316E9F"/>
    <w:rsid w:val="00317667"/>
    <w:rsid w:val="00317D17"/>
    <w:rsid w:val="00317D43"/>
    <w:rsid w:val="003201CE"/>
    <w:rsid w:val="00320406"/>
    <w:rsid w:val="00320B0C"/>
    <w:rsid w:val="00321D65"/>
    <w:rsid w:val="00321D7C"/>
    <w:rsid w:val="00321F2F"/>
    <w:rsid w:val="00321F72"/>
    <w:rsid w:val="00321FB1"/>
    <w:rsid w:val="00322BBD"/>
    <w:rsid w:val="00322D92"/>
    <w:rsid w:val="0032434D"/>
    <w:rsid w:val="00324611"/>
    <w:rsid w:val="003249EF"/>
    <w:rsid w:val="00324F84"/>
    <w:rsid w:val="003254AA"/>
    <w:rsid w:val="00325BA2"/>
    <w:rsid w:val="003267B2"/>
    <w:rsid w:val="003269C5"/>
    <w:rsid w:val="00327C17"/>
    <w:rsid w:val="00327DEA"/>
    <w:rsid w:val="00327E1B"/>
    <w:rsid w:val="00327EE4"/>
    <w:rsid w:val="0033002F"/>
    <w:rsid w:val="00330084"/>
    <w:rsid w:val="00330181"/>
    <w:rsid w:val="00330DB1"/>
    <w:rsid w:val="00330F8D"/>
    <w:rsid w:val="003312C1"/>
    <w:rsid w:val="0033142C"/>
    <w:rsid w:val="003315A7"/>
    <w:rsid w:val="00331D58"/>
    <w:rsid w:val="0033217E"/>
    <w:rsid w:val="00332237"/>
    <w:rsid w:val="00332335"/>
    <w:rsid w:val="00333A32"/>
    <w:rsid w:val="00333D6D"/>
    <w:rsid w:val="003341F4"/>
    <w:rsid w:val="0033441C"/>
    <w:rsid w:val="0033455E"/>
    <w:rsid w:val="00334580"/>
    <w:rsid w:val="00334884"/>
    <w:rsid w:val="00334BBF"/>
    <w:rsid w:val="00334CDC"/>
    <w:rsid w:val="0033540D"/>
    <w:rsid w:val="00335A9E"/>
    <w:rsid w:val="00336721"/>
    <w:rsid w:val="0033723F"/>
    <w:rsid w:val="0033731A"/>
    <w:rsid w:val="00337732"/>
    <w:rsid w:val="003378AB"/>
    <w:rsid w:val="00337BBF"/>
    <w:rsid w:val="00337C91"/>
    <w:rsid w:val="00340355"/>
    <w:rsid w:val="00340365"/>
    <w:rsid w:val="003409C9"/>
    <w:rsid w:val="00340C65"/>
    <w:rsid w:val="00341677"/>
    <w:rsid w:val="00341768"/>
    <w:rsid w:val="00341B5F"/>
    <w:rsid w:val="00341D76"/>
    <w:rsid w:val="00341E77"/>
    <w:rsid w:val="00341E82"/>
    <w:rsid w:val="00342396"/>
    <w:rsid w:val="003426D8"/>
    <w:rsid w:val="0034274A"/>
    <w:rsid w:val="00342E8A"/>
    <w:rsid w:val="00342F55"/>
    <w:rsid w:val="00342F80"/>
    <w:rsid w:val="0034332B"/>
    <w:rsid w:val="003437AD"/>
    <w:rsid w:val="00343BE1"/>
    <w:rsid w:val="00344083"/>
    <w:rsid w:val="00344866"/>
    <w:rsid w:val="003448C2"/>
    <w:rsid w:val="00344A27"/>
    <w:rsid w:val="00344E67"/>
    <w:rsid w:val="003450E5"/>
    <w:rsid w:val="003465A7"/>
    <w:rsid w:val="00346C98"/>
    <w:rsid w:val="003471C6"/>
    <w:rsid w:val="00347482"/>
    <w:rsid w:val="003479F2"/>
    <w:rsid w:val="0035014B"/>
    <w:rsid w:val="00350EFE"/>
    <w:rsid w:val="0035109F"/>
    <w:rsid w:val="00351698"/>
    <w:rsid w:val="00351A3D"/>
    <w:rsid w:val="00351EF0"/>
    <w:rsid w:val="0035234F"/>
    <w:rsid w:val="00352CB5"/>
    <w:rsid w:val="00353A01"/>
    <w:rsid w:val="00354383"/>
    <w:rsid w:val="00354B24"/>
    <w:rsid w:val="00354DF3"/>
    <w:rsid w:val="0035548D"/>
    <w:rsid w:val="00355EE5"/>
    <w:rsid w:val="00356081"/>
    <w:rsid w:val="0035628B"/>
    <w:rsid w:val="0035635B"/>
    <w:rsid w:val="00356746"/>
    <w:rsid w:val="00356C4B"/>
    <w:rsid w:val="0035736D"/>
    <w:rsid w:val="003575FA"/>
    <w:rsid w:val="00360233"/>
    <w:rsid w:val="0036027F"/>
    <w:rsid w:val="00360BB0"/>
    <w:rsid w:val="00360E49"/>
    <w:rsid w:val="00361237"/>
    <w:rsid w:val="00361C40"/>
    <w:rsid w:val="00361FFD"/>
    <w:rsid w:val="0036224C"/>
    <w:rsid w:val="003628C3"/>
    <w:rsid w:val="00362916"/>
    <w:rsid w:val="003630BF"/>
    <w:rsid w:val="0036352B"/>
    <w:rsid w:val="00363FE9"/>
    <w:rsid w:val="003643DA"/>
    <w:rsid w:val="00364894"/>
    <w:rsid w:val="00364B1A"/>
    <w:rsid w:val="00364DE4"/>
    <w:rsid w:val="0036554B"/>
    <w:rsid w:val="00365936"/>
    <w:rsid w:val="00365AEE"/>
    <w:rsid w:val="00365B4F"/>
    <w:rsid w:val="00365B83"/>
    <w:rsid w:val="00365D90"/>
    <w:rsid w:val="00365EC3"/>
    <w:rsid w:val="00366140"/>
    <w:rsid w:val="003663D8"/>
    <w:rsid w:val="00367004"/>
    <w:rsid w:val="00367348"/>
    <w:rsid w:val="0036738E"/>
    <w:rsid w:val="0036784B"/>
    <w:rsid w:val="00367E9B"/>
    <w:rsid w:val="00367F4F"/>
    <w:rsid w:val="00370E77"/>
    <w:rsid w:val="003717C7"/>
    <w:rsid w:val="00371807"/>
    <w:rsid w:val="0037195C"/>
    <w:rsid w:val="00371B77"/>
    <w:rsid w:val="00371B9E"/>
    <w:rsid w:val="00371CA3"/>
    <w:rsid w:val="00372632"/>
    <w:rsid w:val="003727EF"/>
    <w:rsid w:val="00372BA7"/>
    <w:rsid w:val="00372EC0"/>
    <w:rsid w:val="003732FE"/>
    <w:rsid w:val="00373C2A"/>
    <w:rsid w:val="00373F18"/>
    <w:rsid w:val="003740E6"/>
    <w:rsid w:val="00374344"/>
    <w:rsid w:val="00374467"/>
    <w:rsid w:val="00374681"/>
    <w:rsid w:val="003746C8"/>
    <w:rsid w:val="0037486C"/>
    <w:rsid w:val="00374A07"/>
    <w:rsid w:val="00374BC1"/>
    <w:rsid w:val="0037623F"/>
    <w:rsid w:val="003767B3"/>
    <w:rsid w:val="0037686C"/>
    <w:rsid w:val="00376909"/>
    <w:rsid w:val="00377121"/>
    <w:rsid w:val="00377463"/>
    <w:rsid w:val="003776E3"/>
    <w:rsid w:val="003778C1"/>
    <w:rsid w:val="00377CA2"/>
    <w:rsid w:val="00377D90"/>
    <w:rsid w:val="0038046F"/>
    <w:rsid w:val="0038084C"/>
    <w:rsid w:val="00381B5D"/>
    <w:rsid w:val="00381B70"/>
    <w:rsid w:val="00381E73"/>
    <w:rsid w:val="00381FF2"/>
    <w:rsid w:val="0038201F"/>
    <w:rsid w:val="00382BD6"/>
    <w:rsid w:val="00382DE3"/>
    <w:rsid w:val="00382EC3"/>
    <w:rsid w:val="00382F08"/>
    <w:rsid w:val="00383248"/>
    <w:rsid w:val="00385505"/>
    <w:rsid w:val="00385574"/>
    <w:rsid w:val="00385A50"/>
    <w:rsid w:val="00386016"/>
    <w:rsid w:val="0038601A"/>
    <w:rsid w:val="00386A4D"/>
    <w:rsid w:val="00386AF0"/>
    <w:rsid w:val="003875D7"/>
    <w:rsid w:val="00387702"/>
    <w:rsid w:val="00387777"/>
    <w:rsid w:val="00387C5C"/>
    <w:rsid w:val="00387E0B"/>
    <w:rsid w:val="00387FA8"/>
    <w:rsid w:val="003903C6"/>
    <w:rsid w:val="0039058A"/>
    <w:rsid w:val="0039091F"/>
    <w:rsid w:val="00390C2A"/>
    <w:rsid w:val="003913A2"/>
    <w:rsid w:val="0039161F"/>
    <w:rsid w:val="00391E11"/>
    <w:rsid w:val="00391E6E"/>
    <w:rsid w:val="00391FA0"/>
    <w:rsid w:val="0039293F"/>
    <w:rsid w:val="003934C8"/>
    <w:rsid w:val="003946BF"/>
    <w:rsid w:val="003947FA"/>
    <w:rsid w:val="00395476"/>
    <w:rsid w:val="0039572E"/>
    <w:rsid w:val="003957A8"/>
    <w:rsid w:val="0039580E"/>
    <w:rsid w:val="00395BFF"/>
    <w:rsid w:val="00395F86"/>
    <w:rsid w:val="00396136"/>
    <w:rsid w:val="0039670C"/>
    <w:rsid w:val="0039693C"/>
    <w:rsid w:val="00396940"/>
    <w:rsid w:val="00396CB8"/>
    <w:rsid w:val="00396E84"/>
    <w:rsid w:val="00397148"/>
    <w:rsid w:val="003971F9"/>
    <w:rsid w:val="00397398"/>
    <w:rsid w:val="00397F23"/>
    <w:rsid w:val="003A08BE"/>
    <w:rsid w:val="003A14A6"/>
    <w:rsid w:val="003A17A0"/>
    <w:rsid w:val="003A287A"/>
    <w:rsid w:val="003A2A06"/>
    <w:rsid w:val="003A2A12"/>
    <w:rsid w:val="003A2DC3"/>
    <w:rsid w:val="003A3424"/>
    <w:rsid w:val="003A382C"/>
    <w:rsid w:val="003A3FF6"/>
    <w:rsid w:val="003A4576"/>
    <w:rsid w:val="003A4D0F"/>
    <w:rsid w:val="003A4EC3"/>
    <w:rsid w:val="003A520C"/>
    <w:rsid w:val="003A5C2F"/>
    <w:rsid w:val="003A5E8C"/>
    <w:rsid w:val="003A6621"/>
    <w:rsid w:val="003A6BAB"/>
    <w:rsid w:val="003A75F2"/>
    <w:rsid w:val="003B0007"/>
    <w:rsid w:val="003B0532"/>
    <w:rsid w:val="003B05D7"/>
    <w:rsid w:val="003B0868"/>
    <w:rsid w:val="003B0A2B"/>
    <w:rsid w:val="003B0BB3"/>
    <w:rsid w:val="003B0E3E"/>
    <w:rsid w:val="003B100E"/>
    <w:rsid w:val="003B112C"/>
    <w:rsid w:val="003B1347"/>
    <w:rsid w:val="003B18ED"/>
    <w:rsid w:val="003B2926"/>
    <w:rsid w:val="003B2ABA"/>
    <w:rsid w:val="003B2C45"/>
    <w:rsid w:val="003B2E57"/>
    <w:rsid w:val="003B3394"/>
    <w:rsid w:val="003B3728"/>
    <w:rsid w:val="003B38AA"/>
    <w:rsid w:val="003B38B0"/>
    <w:rsid w:val="003B3CCA"/>
    <w:rsid w:val="003B3DD9"/>
    <w:rsid w:val="003B3E24"/>
    <w:rsid w:val="003B425C"/>
    <w:rsid w:val="003B4DDA"/>
    <w:rsid w:val="003B4F36"/>
    <w:rsid w:val="003B580F"/>
    <w:rsid w:val="003B5930"/>
    <w:rsid w:val="003B6A8A"/>
    <w:rsid w:val="003B71BE"/>
    <w:rsid w:val="003B7B6D"/>
    <w:rsid w:val="003B7B94"/>
    <w:rsid w:val="003B7D27"/>
    <w:rsid w:val="003C0078"/>
    <w:rsid w:val="003C1008"/>
    <w:rsid w:val="003C1497"/>
    <w:rsid w:val="003C14DC"/>
    <w:rsid w:val="003C1504"/>
    <w:rsid w:val="003C1970"/>
    <w:rsid w:val="003C261F"/>
    <w:rsid w:val="003C271F"/>
    <w:rsid w:val="003C29CD"/>
    <w:rsid w:val="003C2AB7"/>
    <w:rsid w:val="003C3235"/>
    <w:rsid w:val="003C3524"/>
    <w:rsid w:val="003C41A7"/>
    <w:rsid w:val="003C42A3"/>
    <w:rsid w:val="003C446E"/>
    <w:rsid w:val="003C4CF6"/>
    <w:rsid w:val="003C56A8"/>
    <w:rsid w:val="003C5F55"/>
    <w:rsid w:val="003C605B"/>
    <w:rsid w:val="003C618B"/>
    <w:rsid w:val="003C69EC"/>
    <w:rsid w:val="003C6B93"/>
    <w:rsid w:val="003C6ED2"/>
    <w:rsid w:val="003C711B"/>
    <w:rsid w:val="003C7325"/>
    <w:rsid w:val="003C7CD1"/>
    <w:rsid w:val="003D06D9"/>
    <w:rsid w:val="003D0838"/>
    <w:rsid w:val="003D0D8F"/>
    <w:rsid w:val="003D194C"/>
    <w:rsid w:val="003D1A55"/>
    <w:rsid w:val="003D1D0F"/>
    <w:rsid w:val="003D2B3F"/>
    <w:rsid w:val="003D363B"/>
    <w:rsid w:val="003D3B4B"/>
    <w:rsid w:val="003D3B73"/>
    <w:rsid w:val="003D3C25"/>
    <w:rsid w:val="003D3F79"/>
    <w:rsid w:val="003D4A1C"/>
    <w:rsid w:val="003D4A45"/>
    <w:rsid w:val="003D4C88"/>
    <w:rsid w:val="003D5204"/>
    <w:rsid w:val="003D522A"/>
    <w:rsid w:val="003D5A54"/>
    <w:rsid w:val="003D5FEB"/>
    <w:rsid w:val="003D68A8"/>
    <w:rsid w:val="003D6912"/>
    <w:rsid w:val="003D6DCB"/>
    <w:rsid w:val="003D7255"/>
    <w:rsid w:val="003D7C44"/>
    <w:rsid w:val="003D7C7A"/>
    <w:rsid w:val="003E0028"/>
    <w:rsid w:val="003E055B"/>
    <w:rsid w:val="003E11F4"/>
    <w:rsid w:val="003E126A"/>
    <w:rsid w:val="003E144F"/>
    <w:rsid w:val="003E1618"/>
    <w:rsid w:val="003E1778"/>
    <w:rsid w:val="003E1984"/>
    <w:rsid w:val="003E1ABC"/>
    <w:rsid w:val="003E1CFC"/>
    <w:rsid w:val="003E1D15"/>
    <w:rsid w:val="003E1D3E"/>
    <w:rsid w:val="003E1EF7"/>
    <w:rsid w:val="003E220F"/>
    <w:rsid w:val="003E26D1"/>
    <w:rsid w:val="003E2B73"/>
    <w:rsid w:val="003E2BE5"/>
    <w:rsid w:val="003E2C17"/>
    <w:rsid w:val="003E316E"/>
    <w:rsid w:val="003E3E9D"/>
    <w:rsid w:val="003E3F5B"/>
    <w:rsid w:val="003E4021"/>
    <w:rsid w:val="003E466B"/>
    <w:rsid w:val="003E47F2"/>
    <w:rsid w:val="003E49F0"/>
    <w:rsid w:val="003E4C51"/>
    <w:rsid w:val="003E5005"/>
    <w:rsid w:val="003E5111"/>
    <w:rsid w:val="003E5FB0"/>
    <w:rsid w:val="003E6274"/>
    <w:rsid w:val="003E63CD"/>
    <w:rsid w:val="003E6655"/>
    <w:rsid w:val="003E690E"/>
    <w:rsid w:val="003E6B6A"/>
    <w:rsid w:val="003E6E49"/>
    <w:rsid w:val="003E7DEB"/>
    <w:rsid w:val="003E7E04"/>
    <w:rsid w:val="003E7E24"/>
    <w:rsid w:val="003F0147"/>
    <w:rsid w:val="003F02B4"/>
    <w:rsid w:val="003F035E"/>
    <w:rsid w:val="003F15C2"/>
    <w:rsid w:val="003F15CC"/>
    <w:rsid w:val="003F1838"/>
    <w:rsid w:val="003F1843"/>
    <w:rsid w:val="003F20AC"/>
    <w:rsid w:val="003F2588"/>
    <w:rsid w:val="003F2A3D"/>
    <w:rsid w:val="003F2ABD"/>
    <w:rsid w:val="003F2B70"/>
    <w:rsid w:val="003F2E31"/>
    <w:rsid w:val="003F2F97"/>
    <w:rsid w:val="003F30E0"/>
    <w:rsid w:val="003F41DB"/>
    <w:rsid w:val="003F4677"/>
    <w:rsid w:val="003F59C3"/>
    <w:rsid w:val="003F6A95"/>
    <w:rsid w:val="003F75FB"/>
    <w:rsid w:val="003F79C8"/>
    <w:rsid w:val="00400060"/>
    <w:rsid w:val="0040063D"/>
    <w:rsid w:val="00400A0C"/>
    <w:rsid w:val="00401138"/>
    <w:rsid w:val="0040151F"/>
    <w:rsid w:val="0040160D"/>
    <w:rsid w:val="004017E2"/>
    <w:rsid w:val="00401D2B"/>
    <w:rsid w:val="0040281B"/>
    <w:rsid w:val="00402A7C"/>
    <w:rsid w:val="00402DF4"/>
    <w:rsid w:val="00403579"/>
    <w:rsid w:val="004035BF"/>
    <w:rsid w:val="00403F61"/>
    <w:rsid w:val="0040444C"/>
    <w:rsid w:val="004046A3"/>
    <w:rsid w:val="00404EC5"/>
    <w:rsid w:val="00405790"/>
    <w:rsid w:val="00406016"/>
    <w:rsid w:val="00406354"/>
    <w:rsid w:val="004066A6"/>
    <w:rsid w:val="00406A63"/>
    <w:rsid w:val="00406C91"/>
    <w:rsid w:val="00406CA5"/>
    <w:rsid w:val="00406EE2"/>
    <w:rsid w:val="00407293"/>
    <w:rsid w:val="00407BD6"/>
    <w:rsid w:val="00407EA9"/>
    <w:rsid w:val="004100DA"/>
    <w:rsid w:val="0041018F"/>
    <w:rsid w:val="004106F5"/>
    <w:rsid w:val="0041072C"/>
    <w:rsid w:val="00410770"/>
    <w:rsid w:val="00410FA2"/>
    <w:rsid w:val="00411054"/>
    <w:rsid w:val="00411461"/>
    <w:rsid w:val="00411EC0"/>
    <w:rsid w:val="004137F4"/>
    <w:rsid w:val="00413A7B"/>
    <w:rsid w:val="00413B16"/>
    <w:rsid w:val="00413D6C"/>
    <w:rsid w:val="00414E93"/>
    <w:rsid w:val="004152EB"/>
    <w:rsid w:val="00415423"/>
    <w:rsid w:val="00415670"/>
    <w:rsid w:val="004157E2"/>
    <w:rsid w:val="00415BD5"/>
    <w:rsid w:val="00416258"/>
    <w:rsid w:val="00416BBB"/>
    <w:rsid w:val="00416E99"/>
    <w:rsid w:val="00417A00"/>
    <w:rsid w:val="00417A96"/>
    <w:rsid w:val="00417AD1"/>
    <w:rsid w:val="0042017A"/>
    <w:rsid w:val="00420304"/>
    <w:rsid w:val="00420425"/>
    <w:rsid w:val="004204B8"/>
    <w:rsid w:val="0042085A"/>
    <w:rsid w:val="00420AF3"/>
    <w:rsid w:val="00420E4E"/>
    <w:rsid w:val="00421ABE"/>
    <w:rsid w:val="00421BD1"/>
    <w:rsid w:val="0042203C"/>
    <w:rsid w:val="00422170"/>
    <w:rsid w:val="004222F1"/>
    <w:rsid w:val="0042235A"/>
    <w:rsid w:val="00422606"/>
    <w:rsid w:val="00422738"/>
    <w:rsid w:val="00422BD9"/>
    <w:rsid w:val="00422C20"/>
    <w:rsid w:val="00423316"/>
    <w:rsid w:val="0042346A"/>
    <w:rsid w:val="00423F42"/>
    <w:rsid w:val="004249C8"/>
    <w:rsid w:val="00424BF0"/>
    <w:rsid w:val="00424C63"/>
    <w:rsid w:val="0042501E"/>
    <w:rsid w:val="0042519E"/>
    <w:rsid w:val="004256B4"/>
    <w:rsid w:val="004259A3"/>
    <w:rsid w:val="00425CC9"/>
    <w:rsid w:val="00425F67"/>
    <w:rsid w:val="00426C10"/>
    <w:rsid w:val="004277B7"/>
    <w:rsid w:val="00427FCA"/>
    <w:rsid w:val="00430631"/>
    <w:rsid w:val="00430B60"/>
    <w:rsid w:val="004310CC"/>
    <w:rsid w:val="004316FE"/>
    <w:rsid w:val="00431C6A"/>
    <w:rsid w:val="00431DAD"/>
    <w:rsid w:val="00431F31"/>
    <w:rsid w:val="0043263A"/>
    <w:rsid w:val="00432651"/>
    <w:rsid w:val="004330EA"/>
    <w:rsid w:val="00433319"/>
    <w:rsid w:val="0043337E"/>
    <w:rsid w:val="0043349F"/>
    <w:rsid w:val="00433C69"/>
    <w:rsid w:val="004341E5"/>
    <w:rsid w:val="004342EC"/>
    <w:rsid w:val="004346CB"/>
    <w:rsid w:val="0043494C"/>
    <w:rsid w:val="00436AC9"/>
    <w:rsid w:val="00436F9F"/>
    <w:rsid w:val="00436FC9"/>
    <w:rsid w:val="00437731"/>
    <w:rsid w:val="0043791A"/>
    <w:rsid w:val="00437AA9"/>
    <w:rsid w:val="00437B4D"/>
    <w:rsid w:val="00437BDA"/>
    <w:rsid w:val="00437D77"/>
    <w:rsid w:val="00437EE3"/>
    <w:rsid w:val="004403FF"/>
    <w:rsid w:val="004410F1"/>
    <w:rsid w:val="0044143A"/>
    <w:rsid w:val="004415FF"/>
    <w:rsid w:val="00441BD6"/>
    <w:rsid w:val="00442ECD"/>
    <w:rsid w:val="00442F37"/>
    <w:rsid w:val="00443386"/>
    <w:rsid w:val="004433AD"/>
    <w:rsid w:val="00443B37"/>
    <w:rsid w:val="004440D7"/>
    <w:rsid w:val="00444168"/>
    <w:rsid w:val="0044445D"/>
    <w:rsid w:val="00444B83"/>
    <w:rsid w:val="0044504F"/>
    <w:rsid w:val="004451D8"/>
    <w:rsid w:val="00445608"/>
    <w:rsid w:val="00445CB5"/>
    <w:rsid w:val="0044605E"/>
    <w:rsid w:val="004461E5"/>
    <w:rsid w:val="0044629E"/>
    <w:rsid w:val="00447A20"/>
    <w:rsid w:val="00447DD9"/>
    <w:rsid w:val="00450043"/>
    <w:rsid w:val="00450778"/>
    <w:rsid w:val="00450A05"/>
    <w:rsid w:val="00450EF2"/>
    <w:rsid w:val="0045149F"/>
    <w:rsid w:val="00452340"/>
    <w:rsid w:val="0045265B"/>
    <w:rsid w:val="004527B6"/>
    <w:rsid w:val="0045299A"/>
    <w:rsid w:val="00452B5E"/>
    <w:rsid w:val="00453000"/>
    <w:rsid w:val="00453344"/>
    <w:rsid w:val="00453378"/>
    <w:rsid w:val="0045358F"/>
    <w:rsid w:val="00453BD0"/>
    <w:rsid w:val="00453C8C"/>
    <w:rsid w:val="00453CE3"/>
    <w:rsid w:val="00454942"/>
    <w:rsid w:val="00454D99"/>
    <w:rsid w:val="004558F5"/>
    <w:rsid w:val="00455DF1"/>
    <w:rsid w:val="00456085"/>
    <w:rsid w:val="004562FF"/>
    <w:rsid w:val="00456588"/>
    <w:rsid w:val="00456879"/>
    <w:rsid w:val="00456CDB"/>
    <w:rsid w:val="00456EF4"/>
    <w:rsid w:val="00457226"/>
    <w:rsid w:val="0045745F"/>
    <w:rsid w:val="0045771A"/>
    <w:rsid w:val="00457B63"/>
    <w:rsid w:val="00460ADE"/>
    <w:rsid w:val="00460F92"/>
    <w:rsid w:val="0046135B"/>
    <w:rsid w:val="00461655"/>
    <w:rsid w:val="0046169D"/>
    <w:rsid w:val="004616A5"/>
    <w:rsid w:val="004617AA"/>
    <w:rsid w:val="0046183E"/>
    <w:rsid w:val="00461CA9"/>
    <w:rsid w:val="0046276B"/>
    <w:rsid w:val="00462E26"/>
    <w:rsid w:val="00462F11"/>
    <w:rsid w:val="0046320C"/>
    <w:rsid w:val="00463371"/>
    <w:rsid w:val="00463989"/>
    <w:rsid w:val="00463BA6"/>
    <w:rsid w:val="00463BBC"/>
    <w:rsid w:val="00463D2D"/>
    <w:rsid w:val="00464A06"/>
    <w:rsid w:val="00464AFC"/>
    <w:rsid w:val="00464C23"/>
    <w:rsid w:val="00464FAF"/>
    <w:rsid w:val="00465104"/>
    <w:rsid w:val="00465223"/>
    <w:rsid w:val="00465F91"/>
    <w:rsid w:val="004662E2"/>
    <w:rsid w:val="004665F4"/>
    <w:rsid w:val="004667DE"/>
    <w:rsid w:val="00466E37"/>
    <w:rsid w:val="0046723A"/>
    <w:rsid w:val="004675A4"/>
    <w:rsid w:val="00467B36"/>
    <w:rsid w:val="00467B71"/>
    <w:rsid w:val="00467D53"/>
    <w:rsid w:val="00467E04"/>
    <w:rsid w:val="004702C1"/>
    <w:rsid w:val="00470533"/>
    <w:rsid w:val="004706EF"/>
    <w:rsid w:val="004706FF"/>
    <w:rsid w:val="0047092D"/>
    <w:rsid w:val="00470962"/>
    <w:rsid w:val="00470DDF"/>
    <w:rsid w:val="00470E43"/>
    <w:rsid w:val="00471458"/>
    <w:rsid w:val="004718C0"/>
    <w:rsid w:val="004719D9"/>
    <w:rsid w:val="00471CE9"/>
    <w:rsid w:val="004720DE"/>
    <w:rsid w:val="00472247"/>
    <w:rsid w:val="004726E8"/>
    <w:rsid w:val="00472D9B"/>
    <w:rsid w:val="00472FB3"/>
    <w:rsid w:val="00473707"/>
    <w:rsid w:val="004737B6"/>
    <w:rsid w:val="00473AF1"/>
    <w:rsid w:val="00473E4D"/>
    <w:rsid w:val="00473FAF"/>
    <w:rsid w:val="00474252"/>
    <w:rsid w:val="004748E2"/>
    <w:rsid w:val="0047515A"/>
    <w:rsid w:val="00475661"/>
    <w:rsid w:val="00475A29"/>
    <w:rsid w:val="00475A73"/>
    <w:rsid w:val="00475B1C"/>
    <w:rsid w:val="00475C48"/>
    <w:rsid w:val="00475F93"/>
    <w:rsid w:val="004764BC"/>
    <w:rsid w:val="0047654C"/>
    <w:rsid w:val="00476C5F"/>
    <w:rsid w:val="004771F4"/>
    <w:rsid w:val="00477387"/>
    <w:rsid w:val="00477CDE"/>
    <w:rsid w:val="0048013A"/>
    <w:rsid w:val="0048090C"/>
    <w:rsid w:val="004809ED"/>
    <w:rsid w:val="00480B04"/>
    <w:rsid w:val="00481492"/>
    <w:rsid w:val="00481D5C"/>
    <w:rsid w:val="00482AAA"/>
    <w:rsid w:val="00482ACF"/>
    <w:rsid w:val="00482C01"/>
    <w:rsid w:val="00482CBF"/>
    <w:rsid w:val="00483340"/>
    <w:rsid w:val="00483B23"/>
    <w:rsid w:val="00483E91"/>
    <w:rsid w:val="00483F13"/>
    <w:rsid w:val="00484035"/>
    <w:rsid w:val="004847FD"/>
    <w:rsid w:val="0048494F"/>
    <w:rsid w:val="00486730"/>
    <w:rsid w:val="00486A35"/>
    <w:rsid w:val="00487149"/>
    <w:rsid w:val="004875A8"/>
    <w:rsid w:val="00487B2F"/>
    <w:rsid w:val="00487F63"/>
    <w:rsid w:val="004905D4"/>
    <w:rsid w:val="0049068E"/>
    <w:rsid w:val="004908E2"/>
    <w:rsid w:val="00490F31"/>
    <w:rsid w:val="00491A6F"/>
    <w:rsid w:val="00491AAF"/>
    <w:rsid w:val="004921E9"/>
    <w:rsid w:val="004930B1"/>
    <w:rsid w:val="004938BC"/>
    <w:rsid w:val="00494BB4"/>
    <w:rsid w:val="00494C64"/>
    <w:rsid w:val="00494D39"/>
    <w:rsid w:val="004958EF"/>
    <w:rsid w:val="00496418"/>
    <w:rsid w:val="00496CF7"/>
    <w:rsid w:val="0049733D"/>
    <w:rsid w:val="00497D5A"/>
    <w:rsid w:val="00497F62"/>
    <w:rsid w:val="004A0C48"/>
    <w:rsid w:val="004A121A"/>
    <w:rsid w:val="004A187A"/>
    <w:rsid w:val="004A18B9"/>
    <w:rsid w:val="004A1FBD"/>
    <w:rsid w:val="004A253C"/>
    <w:rsid w:val="004A2808"/>
    <w:rsid w:val="004A2BA6"/>
    <w:rsid w:val="004A3580"/>
    <w:rsid w:val="004A4D48"/>
    <w:rsid w:val="004A52ED"/>
    <w:rsid w:val="004A5CB9"/>
    <w:rsid w:val="004A60B5"/>
    <w:rsid w:val="004A63B4"/>
    <w:rsid w:val="004A6543"/>
    <w:rsid w:val="004A66EB"/>
    <w:rsid w:val="004A6925"/>
    <w:rsid w:val="004A6C91"/>
    <w:rsid w:val="004A6E2D"/>
    <w:rsid w:val="004A6FCF"/>
    <w:rsid w:val="004A7199"/>
    <w:rsid w:val="004A7585"/>
    <w:rsid w:val="004A7612"/>
    <w:rsid w:val="004A784F"/>
    <w:rsid w:val="004B079D"/>
    <w:rsid w:val="004B0899"/>
    <w:rsid w:val="004B0A13"/>
    <w:rsid w:val="004B0DA7"/>
    <w:rsid w:val="004B1D20"/>
    <w:rsid w:val="004B1E95"/>
    <w:rsid w:val="004B20FF"/>
    <w:rsid w:val="004B2183"/>
    <w:rsid w:val="004B31C2"/>
    <w:rsid w:val="004B3393"/>
    <w:rsid w:val="004B3AC3"/>
    <w:rsid w:val="004B3C2D"/>
    <w:rsid w:val="004B3C3C"/>
    <w:rsid w:val="004B3DFF"/>
    <w:rsid w:val="004B4013"/>
    <w:rsid w:val="004B443F"/>
    <w:rsid w:val="004B471A"/>
    <w:rsid w:val="004B4784"/>
    <w:rsid w:val="004B47F6"/>
    <w:rsid w:val="004B50B8"/>
    <w:rsid w:val="004B6A67"/>
    <w:rsid w:val="004B6B66"/>
    <w:rsid w:val="004B6E23"/>
    <w:rsid w:val="004B6FC4"/>
    <w:rsid w:val="004B7289"/>
    <w:rsid w:val="004B73B8"/>
    <w:rsid w:val="004B782C"/>
    <w:rsid w:val="004B7CDE"/>
    <w:rsid w:val="004C0B55"/>
    <w:rsid w:val="004C0FC8"/>
    <w:rsid w:val="004C16C4"/>
    <w:rsid w:val="004C19F8"/>
    <w:rsid w:val="004C1BD7"/>
    <w:rsid w:val="004C34AF"/>
    <w:rsid w:val="004C35C7"/>
    <w:rsid w:val="004C42F8"/>
    <w:rsid w:val="004C436C"/>
    <w:rsid w:val="004C43FD"/>
    <w:rsid w:val="004C4751"/>
    <w:rsid w:val="004C4CFC"/>
    <w:rsid w:val="004C518C"/>
    <w:rsid w:val="004C54FF"/>
    <w:rsid w:val="004C5BF6"/>
    <w:rsid w:val="004C5C3B"/>
    <w:rsid w:val="004C625F"/>
    <w:rsid w:val="004C7334"/>
    <w:rsid w:val="004C7450"/>
    <w:rsid w:val="004C75FE"/>
    <w:rsid w:val="004C76AF"/>
    <w:rsid w:val="004C7B5A"/>
    <w:rsid w:val="004C7BBC"/>
    <w:rsid w:val="004C7C01"/>
    <w:rsid w:val="004D04FD"/>
    <w:rsid w:val="004D06B5"/>
    <w:rsid w:val="004D0ACA"/>
    <w:rsid w:val="004D1168"/>
    <w:rsid w:val="004D14D3"/>
    <w:rsid w:val="004D24E2"/>
    <w:rsid w:val="004D278F"/>
    <w:rsid w:val="004D27C4"/>
    <w:rsid w:val="004D2807"/>
    <w:rsid w:val="004D28FE"/>
    <w:rsid w:val="004D29F6"/>
    <w:rsid w:val="004D2A32"/>
    <w:rsid w:val="004D2FA2"/>
    <w:rsid w:val="004D34E0"/>
    <w:rsid w:val="004D37D7"/>
    <w:rsid w:val="004D38D8"/>
    <w:rsid w:val="004D4B11"/>
    <w:rsid w:val="004D4BEA"/>
    <w:rsid w:val="004D5332"/>
    <w:rsid w:val="004D59D8"/>
    <w:rsid w:val="004D5E3F"/>
    <w:rsid w:val="004D5F9B"/>
    <w:rsid w:val="004D660C"/>
    <w:rsid w:val="004D668A"/>
    <w:rsid w:val="004D6820"/>
    <w:rsid w:val="004D6E20"/>
    <w:rsid w:val="004D6E45"/>
    <w:rsid w:val="004D725F"/>
    <w:rsid w:val="004D77B9"/>
    <w:rsid w:val="004D7926"/>
    <w:rsid w:val="004D7CBE"/>
    <w:rsid w:val="004E129C"/>
    <w:rsid w:val="004E15AD"/>
    <w:rsid w:val="004E1C01"/>
    <w:rsid w:val="004E1C89"/>
    <w:rsid w:val="004E2028"/>
    <w:rsid w:val="004E2777"/>
    <w:rsid w:val="004E284F"/>
    <w:rsid w:val="004E35EE"/>
    <w:rsid w:val="004E3787"/>
    <w:rsid w:val="004E439C"/>
    <w:rsid w:val="004E4AD9"/>
    <w:rsid w:val="004E4D9C"/>
    <w:rsid w:val="004E4E67"/>
    <w:rsid w:val="004E5018"/>
    <w:rsid w:val="004E579D"/>
    <w:rsid w:val="004E5E4B"/>
    <w:rsid w:val="004E5F37"/>
    <w:rsid w:val="004E629A"/>
    <w:rsid w:val="004E6375"/>
    <w:rsid w:val="004E63A6"/>
    <w:rsid w:val="004E64B8"/>
    <w:rsid w:val="004E66BA"/>
    <w:rsid w:val="004E6BDE"/>
    <w:rsid w:val="004E7281"/>
    <w:rsid w:val="004E797C"/>
    <w:rsid w:val="004F0108"/>
    <w:rsid w:val="004F02D3"/>
    <w:rsid w:val="004F0778"/>
    <w:rsid w:val="004F0AF4"/>
    <w:rsid w:val="004F0B21"/>
    <w:rsid w:val="004F0D62"/>
    <w:rsid w:val="004F1C59"/>
    <w:rsid w:val="004F2118"/>
    <w:rsid w:val="004F2493"/>
    <w:rsid w:val="004F2FDD"/>
    <w:rsid w:val="004F345E"/>
    <w:rsid w:val="004F385B"/>
    <w:rsid w:val="004F3A30"/>
    <w:rsid w:val="004F3B07"/>
    <w:rsid w:val="004F3E9B"/>
    <w:rsid w:val="004F4080"/>
    <w:rsid w:val="004F41BC"/>
    <w:rsid w:val="004F425E"/>
    <w:rsid w:val="004F43E0"/>
    <w:rsid w:val="004F4744"/>
    <w:rsid w:val="004F4B0D"/>
    <w:rsid w:val="004F4DA0"/>
    <w:rsid w:val="004F5F18"/>
    <w:rsid w:val="004F695F"/>
    <w:rsid w:val="004F6D9A"/>
    <w:rsid w:val="004F7788"/>
    <w:rsid w:val="004F7D31"/>
    <w:rsid w:val="00500857"/>
    <w:rsid w:val="00501F8A"/>
    <w:rsid w:val="00502029"/>
    <w:rsid w:val="00502048"/>
    <w:rsid w:val="00502FC7"/>
    <w:rsid w:val="005033DA"/>
    <w:rsid w:val="00503A63"/>
    <w:rsid w:val="00503BD5"/>
    <w:rsid w:val="00503CBD"/>
    <w:rsid w:val="00503FA0"/>
    <w:rsid w:val="005042A3"/>
    <w:rsid w:val="005059BB"/>
    <w:rsid w:val="00505AD9"/>
    <w:rsid w:val="00505C9D"/>
    <w:rsid w:val="00506281"/>
    <w:rsid w:val="00506359"/>
    <w:rsid w:val="0050637C"/>
    <w:rsid w:val="00506437"/>
    <w:rsid w:val="00506F2F"/>
    <w:rsid w:val="005074B4"/>
    <w:rsid w:val="005074E4"/>
    <w:rsid w:val="00507688"/>
    <w:rsid w:val="00507823"/>
    <w:rsid w:val="005108F1"/>
    <w:rsid w:val="00510C50"/>
    <w:rsid w:val="005115B2"/>
    <w:rsid w:val="00511B7F"/>
    <w:rsid w:val="00511E10"/>
    <w:rsid w:val="00512052"/>
    <w:rsid w:val="005129ED"/>
    <w:rsid w:val="0051372A"/>
    <w:rsid w:val="00513921"/>
    <w:rsid w:val="00513C62"/>
    <w:rsid w:val="00514CA1"/>
    <w:rsid w:val="005151AA"/>
    <w:rsid w:val="005151AD"/>
    <w:rsid w:val="00515285"/>
    <w:rsid w:val="00515CF5"/>
    <w:rsid w:val="00516747"/>
    <w:rsid w:val="00516860"/>
    <w:rsid w:val="00516BFC"/>
    <w:rsid w:val="00516D93"/>
    <w:rsid w:val="00516DDA"/>
    <w:rsid w:val="00517145"/>
    <w:rsid w:val="00517BF9"/>
    <w:rsid w:val="00520129"/>
    <w:rsid w:val="005206D9"/>
    <w:rsid w:val="00521568"/>
    <w:rsid w:val="00521733"/>
    <w:rsid w:val="005218FB"/>
    <w:rsid w:val="00521AB2"/>
    <w:rsid w:val="00521AF5"/>
    <w:rsid w:val="00521D5F"/>
    <w:rsid w:val="005220BF"/>
    <w:rsid w:val="005226B3"/>
    <w:rsid w:val="0052289D"/>
    <w:rsid w:val="005230CD"/>
    <w:rsid w:val="005234EF"/>
    <w:rsid w:val="00523707"/>
    <w:rsid w:val="005238D0"/>
    <w:rsid w:val="00523E30"/>
    <w:rsid w:val="00524107"/>
    <w:rsid w:val="005243D8"/>
    <w:rsid w:val="005244AB"/>
    <w:rsid w:val="00524621"/>
    <w:rsid w:val="005249E6"/>
    <w:rsid w:val="00525269"/>
    <w:rsid w:val="00525942"/>
    <w:rsid w:val="005259CB"/>
    <w:rsid w:val="005265D4"/>
    <w:rsid w:val="005265DA"/>
    <w:rsid w:val="005269E1"/>
    <w:rsid w:val="00526A47"/>
    <w:rsid w:val="00527272"/>
    <w:rsid w:val="0052754D"/>
    <w:rsid w:val="00527A9B"/>
    <w:rsid w:val="00530048"/>
    <w:rsid w:val="005306B0"/>
    <w:rsid w:val="00530E2C"/>
    <w:rsid w:val="00531002"/>
    <w:rsid w:val="00531CBD"/>
    <w:rsid w:val="0053228F"/>
    <w:rsid w:val="005323C4"/>
    <w:rsid w:val="0053240B"/>
    <w:rsid w:val="005329EB"/>
    <w:rsid w:val="00532BC6"/>
    <w:rsid w:val="00533232"/>
    <w:rsid w:val="0053372F"/>
    <w:rsid w:val="00533EE3"/>
    <w:rsid w:val="0053455B"/>
    <w:rsid w:val="00534D49"/>
    <w:rsid w:val="00535375"/>
    <w:rsid w:val="005354A7"/>
    <w:rsid w:val="005356B0"/>
    <w:rsid w:val="005359F4"/>
    <w:rsid w:val="00535A32"/>
    <w:rsid w:val="00535C97"/>
    <w:rsid w:val="0053655A"/>
    <w:rsid w:val="00540CDC"/>
    <w:rsid w:val="00540F56"/>
    <w:rsid w:val="00541613"/>
    <w:rsid w:val="0054166D"/>
    <w:rsid w:val="00541780"/>
    <w:rsid w:val="0054183E"/>
    <w:rsid w:val="005420EA"/>
    <w:rsid w:val="00542150"/>
    <w:rsid w:val="00542609"/>
    <w:rsid w:val="0054288F"/>
    <w:rsid w:val="00543E2D"/>
    <w:rsid w:val="005440C7"/>
    <w:rsid w:val="0054422B"/>
    <w:rsid w:val="00544448"/>
    <w:rsid w:val="00544795"/>
    <w:rsid w:val="0054482E"/>
    <w:rsid w:val="00544E5A"/>
    <w:rsid w:val="00545144"/>
    <w:rsid w:val="00546C1A"/>
    <w:rsid w:val="005478C2"/>
    <w:rsid w:val="00547C6A"/>
    <w:rsid w:val="00550689"/>
    <w:rsid w:val="00550A4D"/>
    <w:rsid w:val="00551B84"/>
    <w:rsid w:val="0055277C"/>
    <w:rsid w:val="0055292F"/>
    <w:rsid w:val="005536FB"/>
    <w:rsid w:val="00553A51"/>
    <w:rsid w:val="00553A54"/>
    <w:rsid w:val="00554221"/>
    <w:rsid w:val="005545AE"/>
    <w:rsid w:val="0055477B"/>
    <w:rsid w:val="00554D1F"/>
    <w:rsid w:val="00555764"/>
    <w:rsid w:val="00555907"/>
    <w:rsid w:val="00555EBF"/>
    <w:rsid w:val="005564A6"/>
    <w:rsid w:val="00557075"/>
    <w:rsid w:val="00557CBB"/>
    <w:rsid w:val="00560694"/>
    <w:rsid w:val="0056075E"/>
    <w:rsid w:val="005615C8"/>
    <w:rsid w:val="0056171D"/>
    <w:rsid w:val="00562523"/>
    <w:rsid w:val="00562580"/>
    <w:rsid w:val="005626AA"/>
    <w:rsid w:val="00563481"/>
    <w:rsid w:val="00563694"/>
    <w:rsid w:val="00563A3B"/>
    <w:rsid w:val="00564413"/>
    <w:rsid w:val="00565186"/>
    <w:rsid w:val="00565743"/>
    <w:rsid w:val="0056581B"/>
    <w:rsid w:val="00565972"/>
    <w:rsid w:val="0056649C"/>
    <w:rsid w:val="00566872"/>
    <w:rsid w:val="005668F8"/>
    <w:rsid w:val="00566C67"/>
    <w:rsid w:val="00566E20"/>
    <w:rsid w:val="00566FD4"/>
    <w:rsid w:val="0056708A"/>
    <w:rsid w:val="00567D95"/>
    <w:rsid w:val="00567EEE"/>
    <w:rsid w:val="00567F64"/>
    <w:rsid w:val="00570BE4"/>
    <w:rsid w:val="00571774"/>
    <w:rsid w:val="00571C48"/>
    <w:rsid w:val="00571CBD"/>
    <w:rsid w:val="0057242F"/>
    <w:rsid w:val="005726D2"/>
    <w:rsid w:val="00572B5D"/>
    <w:rsid w:val="00572E4D"/>
    <w:rsid w:val="00573689"/>
    <w:rsid w:val="00573B66"/>
    <w:rsid w:val="00574C2F"/>
    <w:rsid w:val="00574C79"/>
    <w:rsid w:val="00575152"/>
    <w:rsid w:val="0057544C"/>
    <w:rsid w:val="0057637D"/>
    <w:rsid w:val="00576791"/>
    <w:rsid w:val="00576B42"/>
    <w:rsid w:val="00576C1C"/>
    <w:rsid w:val="00576EC6"/>
    <w:rsid w:val="00576F91"/>
    <w:rsid w:val="005774B6"/>
    <w:rsid w:val="0057774C"/>
    <w:rsid w:val="005777F5"/>
    <w:rsid w:val="005806E6"/>
    <w:rsid w:val="00580A92"/>
    <w:rsid w:val="00580DD4"/>
    <w:rsid w:val="00581085"/>
    <w:rsid w:val="005811CA"/>
    <w:rsid w:val="0058120C"/>
    <w:rsid w:val="0058157D"/>
    <w:rsid w:val="00581725"/>
    <w:rsid w:val="005820CC"/>
    <w:rsid w:val="00582492"/>
    <w:rsid w:val="005829E1"/>
    <w:rsid w:val="00582E01"/>
    <w:rsid w:val="0058353F"/>
    <w:rsid w:val="00583935"/>
    <w:rsid w:val="00583B93"/>
    <w:rsid w:val="00583DC4"/>
    <w:rsid w:val="0058418F"/>
    <w:rsid w:val="0058429F"/>
    <w:rsid w:val="00584417"/>
    <w:rsid w:val="00584ED1"/>
    <w:rsid w:val="00585078"/>
    <w:rsid w:val="005854A0"/>
    <w:rsid w:val="005858D5"/>
    <w:rsid w:val="00586268"/>
    <w:rsid w:val="00586414"/>
    <w:rsid w:val="00586756"/>
    <w:rsid w:val="0058681F"/>
    <w:rsid w:val="00586971"/>
    <w:rsid w:val="00586AD4"/>
    <w:rsid w:val="0058718E"/>
    <w:rsid w:val="00587673"/>
    <w:rsid w:val="00587AC8"/>
    <w:rsid w:val="0059001E"/>
    <w:rsid w:val="005901EC"/>
    <w:rsid w:val="00590922"/>
    <w:rsid w:val="00591305"/>
    <w:rsid w:val="00591656"/>
    <w:rsid w:val="00591E1F"/>
    <w:rsid w:val="00592017"/>
    <w:rsid w:val="00592292"/>
    <w:rsid w:val="00592B66"/>
    <w:rsid w:val="00592DBB"/>
    <w:rsid w:val="00592DC2"/>
    <w:rsid w:val="005937A4"/>
    <w:rsid w:val="00593A79"/>
    <w:rsid w:val="00593A98"/>
    <w:rsid w:val="0059453D"/>
    <w:rsid w:val="00594F7B"/>
    <w:rsid w:val="005952BD"/>
    <w:rsid w:val="00595351"/>
    <w:rsid w:val="0059555E"/>
    <w:rsid w:val="005957DE"/>
    <w:rsid w:val="00595895"/>
    <w:rsid w:val="0059596A"/>
    <w:rsid w:val="00595D75"/>
    <w:rsid w:val="005961B9"/>
    <w:rsid w:val="005969A9"/>
    <w:rsid w:val="00596DFF"/>
    <w:rsid w:val="0059708D"/>
    <w:rsid w:val="0059718C"/>
    <w:rsid w:val="00597782"/>
    <w:rsid w:val="005A0107"/>
    <w:rsid w:val="005A09FC"/>
    <w:rsid w:val="005A0D94"/>
    <w:rsid w:val="005A244A"/>
    <w:rsid w:val="005A24D9"/>
    <w:rsid w:val="005A33DD"/>
    <w:rsid w:val="005A35A5"/>
    <w:rsid w:val="005A35F7"/>
    <w:rsid w:val="005A3B6A"/>
    <w:rsid w:val="005A3D84"/>
    <w:rsid w:val="005A3EB7"/>
    <w:rsid w:val="005A50CD"/>
    <w:rsid w:val="005A548E"/>
    <w:rsid w:val="005A5490"/>
    <w:rsid w:val="005A54EA"/>
    <w:rsid w:val="005A5664"/>
    <w:rsid w:val="005A584C"/>
    <w:rsid w:val="005A5B5A"/>
    <w:rsid w:val="005A5D1F"/>
    <w:rsid w:val="005A6888"/>
    <w:rsid w:val="005A690C"/>
    <w:rsid w:val="005B0D02"/>
    <w:rsid w:val="005B121B"/>
    <w:rsid w:val="005B132D"/>
    <w:rsid w:val="005B1479"/>
    <w:rsid w:val="005B311E"/>
    <w:rsid w:val="005B3611"/>
    <w:rsid w:val="005B3BC8"/>
    <w:rsid w:val="005B3E06"/>
    <w:rsid w:val="005B3F9C"/>
    <w:rsid w:val="005B535C"/>
    <w:rsid w:val="005B572B"/>
    <w:rsid w:val="005B5AB8"/>
    <w:rsid w:val="005B60FC"/>
    <w:rsid w:val="005B6445"/>
    <w:rsid w:val="005B6A16"/>
    <w:rsid w:val="005B6A43"/>
    <w:rsid w:val="005B7163"/>
    <w:rsid w:val="005B76B7"/>
    <w:rsid w:val="005B7F2B"/>
    <w:rsid w:val="005B7FD5"/>
    <w:rsid w:val="005C0191"/>
    <w:rsid w:val="005C069C"/>
    <w:rsid w:val="005C0870"/>
    <w:rsid w:val="005C0E2D"/>
    <w:rsid w:val="005C118C"/>
    <w:rsid w:val="005C1480"/>
    <w:rsid w:val="005C2085"/>
    <w:rsid w:val="005C29F2"/>
    <w:rsid w:val="005C2A00"/>
    <w:rsid w:val="005C2A2F"/>
    <w:rsid w:val="005C3734"/>
    <w:rsid w:val="005C383B"/>
    <w:rsid w:val="005C39F5"/>
    <w:rsid w:val="005C3A95"/>
    <w:rsid w:val="005C412D"/>
    <w:rsid w:val="005C55DC"/>
    <w:rsid w:val="005C5FA9"/>
    <w:rsid w:val="005C64DD"/>
    <w:rsid w:val="005C6C09"/>
    <w:rsid w:val="005C6E16"/>
    <w:rsid w:val="005C71F1"/>
    <w:rsid w:val="005C7CDE"/>
    <w:rsid w:val="005C7F67"/>
    <w:rsid w:val="005D023E"/>
    <w:rsid w:val="005D05F7"/>
    <w:rsid w:val="005D0E77"/>
    <w:rsid w:val="005D1270"/>
    <w:rsid w:val="005D1DF0"/>
    <w:rsid w:val="005D2231"/>
    <w:rsid w:val="005D2464"/>
    <w:rsid w:val="005D254B"/>
    <w:rsid w:val="005D2961"/>
    <w:rsid w:val="005D2D48"/>
    <w:rsid w:val="005D2E33"/>
    <w:rsid w:val="005D32D7"/>
    <w:rsid w:val="005D333C"/>
    <w:rsid w:val="005D33D7"/>
    <w:rsid w:val="005D3AF9"/>
    <w:rsid w:val="005D3BB8"/>
    <w:rsid w:val="005D448C"/>
    <w:rsid w:val="005D4DA4"/>
    <w:rsid w:val="005D4DD9"/>
    <w:rsid w:val="005D51A4"/>
    <w:rsid w:val="005D5884"/>
    <w:rsid w:val="005D5C2C"/>
    <w:rsid w:val="005D61F8"/>
    <w:rsid w:val="005D626D"/>
    <w:rsid w:val="005D660D"/>
    <w:rsid w:val="005E003F"/>
    <w:rsid w:val="005E0885"/>
    <w:rsid w:val="005E1362"/>
    <w:rsid w:val="005E1618"/>
    <w:rsid w:val="005E1807"/>
    <w:rsid w:val="005E1847"/>
    <w:rsid w:val="005E23A7"/>
    <w:rsid w:val="005E279A"/>
    <w:rsid w:val="005E284D"/>
    <w:rsid w:val="005E28D3"/>
    <w:rsid w:val="005E293A"/>
    <w:rsid w:val="005E2A69"/>
    <w:rsid w:val="005E336E"/>
    <w:rsid w:val="005E3D6C"/>
    <w:rsid w:val="005E4017"/>
    <w:rsid w:val="005E4159"/>
    <w:rsid w:val="005E45D2"/>
    <w:rsid w:val="005E466E"/>
    <w:rsid w:val="005E495F"/>
    <w:rsid w:val="005E5807"/>
    <w:rsid w:val="005E5A2E"/>
    <w:rsid w:val="005E5DDA"/>
    <w:rsid w:val="005E5E13"/>
    <w:rsid w:val="005E6577"/>
    <w:rsid w:val="005E69FA"/>
    <w:rsid w:val="005E6E58"/>
    <w:rsid w:val="005E7B50"/>
    <w:rsid w:val="005F033B"/>
    <w:rsid w:val="005F0839"/>
    <w:rsid w:val="005F0C49"/>
    <w:rsid w:val="005F122A"/>
    <w:rsid w:val="005F1340"/>
    <w:rsid w:val="005F146E"/>
    <w:rsid w:val="005F1946"/>
    <w:rsid w:val="005F1CC5"/>
    <w:rsid w:val="005F1D6F"/>
    <w:rsid w:val="005F2B3D"/>
    <w:rsid w:val="005F2CBC"/>
    <w:rsid w:val="005F2DB0"/>
    <w:rsid w:val="005F2EFE"/>
    <w:rsid w:val="005F35B2"/>
    <w:rsid w:val="005F3A0D"/>
    <w:rsid w:val="005F4768"/>
    <w:rsid w:val="005F4B15"/>
    <w:rsid w:val="005F4BF8"/>
    <w:rsid w:val="005F5613"/>
    <w:rsid w:val="005F5715"/>
    <w:rsid w:val="005F5742"/>
    <w:rsid w:val="005F5D24"/>
    <w:rsid w:val="005F5E71"/>
    <w:rsid w:val="005F5E98"/>
    <w:rsid w:val="005F64C3"/>
    <w:rsid w:val="005F79AD"/>
    <w:rsid w:val="005F7AF1"/>
    <w:rsid w:val="005F7EB8"/>
    <w:rsid w:val="00600179"/>
    <w:rsid w:val="00600433"/>
    <w:rsid w:val="00600789"/>
    <w:rsid w:val="00600DA0"/>
    <w:rsid w:val="006015F5"/>
    <w:rsid w:val="00601730"/>
    <w:rsid w:val="00601857"/>
    <w:rsid w:val="0060187F"/>
    <w:rsid w:val="00601B4E"/>
    <w:rsid w:val="00601B6D"/>
    <w:rsid w:val="0060229A"/>
    <w:rsid w:val="00602D8B"/>
    <w:rsid w:val="0060339B"/>
    <w:rsid w:val="00603729"/>
    <w:rsid w:val="0060423C"/>
    <w:rsid w:val="00604460"/>
    <w:rsid w:val="00604580"/>
    <w:rsid w:val="0060466B"/>
    <w:rsid w:val="0060470E"/>
    <w:rsid w:val="0060471C"/>
    <w:rsid w:val="006048D5"/>
    <w:rsid w:val="00605BF9"/>
    <w:rsid w:val="0060629B"/>
    <w:rsid w:val="006062A0"/>
    <w:rsid w:val="0060637B"/>
    <w:rsid w:val="006068D8"/>
    <w:rsid w:val="00606EE8"/>
    <w:rsid w:val="0060724C"/>
    <w:rsid w:val="0060725F"/>
    <w:rsid w:val="00607D49"/>
    <w:rsid w:val="00607E90"/>
    <w:rsid w:val="0061004A"/>
    <w:rsid w:val="00610099"/>
    <w:rsid w:val="006107A6"/>
    <w:rsid w:val="00610C0F"/>
    <w:rsid w:val="00610DE2"/>
    <w:rsid w:val="00610F2E"/>
    <w:rsid w:val="00611058"/>
    <w:rsid w:val="00611D80"/>
    <w:rsid w:val="0061285B"/>
    <w:rsid w:val="00613009"/>
    <w:rsid w:val="006133B0"/>
    <w:rsid w:val="006136F9"/>
    <w:rsid w:val="00613E32"/>
    <w:rsid w:val="00613FA6"/>
    <w:rsid w:val="00614D1B"/>
    <w:rsid w:val="006156CC"/>
    <w:rsid w:val="00615E1D"/>
    <w:rsid w:val="0061618F"/>
    <w:rsid w:val="00616602"/>
    <w:rsid w:val="006168B6"/>
    <w:rsid w:val="00616AB5"/>
    <w:rsid w:val="00616F64"/>
    <w:rsid w:val="00617317"/>
    <w:rsid w:val="00620927"/>
    <w:rsid w:val="00620BE7"/>
    <w:rsid w:val="00620C0B"/>
    <w:rsid w:val="00621138"/>
    <w:rsid w:val="00621761"/>
    <w:rsid w:val="00621C6C"/>
    <w:rsid w:val="00621FAC"/>
    <w:rsid w:val="006220BE"/>
    <w:rsid w:val="006220E2"/>
    <w:rsid w:val="00622317"/>
    <w:rsid w:val="006227C5"/>
    <w:rsid w:val="00622D05"/>
    <w:rsid w:val="006233B0"/>
    <w:rsid w:val="00623AC3"/>
    <w:rsid w:val="00623B35"/>
    <w:rsid w:val="00623B77"/>
    <w:rsid w:val="0062404B"/>
    <w:rsid w:val="0062463A"/>
    <w:rsid w:val="00624658"/>
    <w:rsid w:val="0062467E"/>
    <w:rsid w:val="00624910"/>
    <w:rsid w:val="00625052"/>
    <w:rsid w:val="006251C0"/>
    <w:rsid w:val="00625276"/>
    <w:rsid w:val="00625533"/>
    <w:rsid w:val="00625F01"/>
    <w:rsid w:val="0062632A"/>
    <w:rsid w:val="00626952"/>
    <w:rsid w:val="00626B17"/>
    <w:rsid w:val="00626D69"/>
    <w:rsid w:val="00626F99"/>
    <w:rsid w:val="006271BD"/>
    <w:rsid w:val="0062734D"/>
    <w:rsid w:val="00627F9E"/>
    <w:rsid w:val="00631024"/>
    <w:rsid w:val="0063158D"/>
    <w:rsid w:val="00631B03"/>
    <w:rsid w:val="00631D24"/>
    <w:rsid w:val="00631DFB"/>
    <w:rsid w:val="00632308"/>
    <w:rsid w:val="006323C7"/>
    <w:rsid w:val="0063272F"/>
    <w:rsid w:val="00632977"/>
    <w:rsid w:val="00632A1F"/>
    <w:rsid w:val="00632DEC"/>
    <w:rsid w:val="0063373C"/>
    <w:rsid w:val="006338D5"/>
    <w:rsid w:val="0063393A"/>
    <w:rsid w:val="00633BFD"/>
    <w:rsid w:val="00633EAC"/>
    <w:rsid w:val="00634070"/>
    <w:rsid w:val="0063451E"/>
    <w:rsid w:val="006346EA"/>
    <w:rsid w:val="00634CBC"/>
    <w:rsid w:val="00635338"/>
    <w:rsid w:val="006360E3"/>
    <w:rsid w:val="006362F0"/>
    <w:rsid w:val="006364EC"/>
    <w:rsid w:val="006370AB"/>
    <w:rsid w:val="00637898"/>
    <w:rsid w:val="00637D0B"/>
    <w:rsid w:val="0064005F"/>
    <w:rsid w:val="00640BF8"/>
    <w:rsid w:val="00640C94"/>
    <w:rsid w:val="00640EBC"/>
    <w:rsid w:val="006412D3"/>
    <w:rsid w:val="00641E7D"/>
    <w:rsid w:val="00642226"/>
    <w:rsid w:val="00642A94"/>
    <w:rsid w:val="00643113"/>
    <w:rsid w:val="00643A8D"/>
    <w:rsid w:val="00644277"/>
    <w:rsid w:val="006444E8"/>
    <w:rsid w:val="006451F5"/>
    <w:rsid w:val="006456CA"/>
    <w:rsid w:val="0064577E"/>
    <w:rsid w:val="00645958"/>
    <w:rsid w:val="00645B2D"/>
    <w:rsid w:val="00645B3C"/>
    <w:rsid w:val="00645FF8"/>
    <w:rsid w:val="00646206"/>
    <w:rsid w:val="0064622C"/>
    <w:rsid w:val="00646DDF"/>
    <w:rsid w:val="00647556"/>
    <w:rsid w:val="0065003C"/>
    <w:rsid w:val="00650660"/>
    <w:rsid w:val="006509CC"/>
    <w:rsid w:val="00650F20"/>
    <w:rsid w:val="0065155B"/>
    <w:rsid w:val="00651AF4"/>
    <w:rsid w:val="00651D9B"/>
    <w:rsid w:val="00651FDB"/>
    <w:rsid w:val="00652417"/>
    <w:rsid w:val="00652690"/>
    <w:rsid w:val="00652ABC"/>
    <w:rsid w:val="00652D7B"/>
    <w:rsid w:val="00653026"/>
    <w:rsid w:val="0065314F"/>
    <w:rsid w:val="00653CF1"/>
    <w:rsid w:val="00654086"/>
    <w:rsid w:val="006544A0"/>
    <w:rsid w:val="006546A6"/>
    <w:rsid w:val="00654F76"/>
    <w:rsid w:val="00654FD4"/>
    <w:rsid w:val="00655312"/>
    <w:rsid w:val="006556F3"/>
    <w:rsid w:val="00655F96"/>
    <w:rsid w:val="00655FA6"/>
    <w:rsid w:val="00656362"/>
    <w:rsid w:val="00656CE1"/>
    <w:rsid w:val="00657403"/>
    <w:rsid w:val="006602B8"/>
    <w:rsid w:val="00660353"/>
    <w:rsid w:val="0066094D"/>
    <w:rsid w:val="00660AB6"/>
    <w:rsid w:val="00660B2C"/>
    <w:rsid w:val="00660F5F"/>
    <w:rsid w:val="006613EE"/>
    <w:rsid w:val="00661664"/>
    <w:rsid w:val="00661964"/>
    <w:rsid w:val="00662180"/>
    <w:rsid w:val="0066294A"/>
    <w:rsid w:val="00662977"/>
    <w:rsid w:val="0066300D"/>
    <w:rsid w:val="00663411"/>
    <w:rsid w:val="006637AE"/>
    <w:rsid w:val="0066392B"/>
    <w:rsid w:val="006639A3"/>
    <w:rsid w:val="00663A1B"/>
    <w:rsid w:val="0066454F"/>
    <w:rsid w:val="00664625"/>
    <w:rsid w:val="0066496C"/>
    <w:rsid w:val="00664997"/>
    <w:rsid w:val="00665AC9"/>
    <w:rsid w:val="006662BE"/>
    <w:rsid w:val="00666476"/>
    <w:rsid w:val="006667EB"/>
    <w:rsid w:val="00666F74"/>
    <w:rsid w:val="00667291"/>
    <w:rsid w:val="006672C4"/>
    <w:rsid w:val="006673C6"/>
    <w:rsid w:val="00667652"/>
    <w:rsid w:val="0066779E"/>
    <w:rsid w:val="006677AA"/>
    <w:rsid w:val="00667F3B"/>
    <w:rsid w:val="0067021C"/>
    <w:rsid w:val="00670B40"/>
    <w:rsid w:val="006715FF"/>
    <w:rsid w:val="00671988"/>
    <w:rsid w:val="00671C9A"/>
    <w:rsid w:val="006721F6"/>
    <w:rsid w:val="006725F3"/>
    <w:rsid w:val="0067269F"/>
    <w:rsid w:val="006728B0"/>
    <w:rsid w:val="0067294B"/>
    <w:rsid w:val="00672AC8"/>
    <w:rsid w:val="00673A54"/>
    <w:rsid w:val="00674074"/>
    <w:rsid w:val="00674230"/>
    <w:rsid w:val="00674A85"/>
    <w:rsid w:val="006753F5"/>
    <w:rsid w:val="006756DA"/>
    <w:rsid w:val="00675A89"/>
    <w:rsid w:val="00675F08"/>
    <w:rsid w:val="006761D2"/>
    <w:rsid w:val="00676467"/>
    <w:rsid w:val="00676599"/>
    <w:rsid w:val="006771A4"/>
    <w:rsid w:val="00677430"/>
    <w:rsid w:val="00677662"/>
    <w:rsid w:val="0067798D"/>
    <w:rsid w:val="00677FE5"/>
    <w:rsid w:val="006807E4"/>
    <w:rsid w:val="0068100A"/>
    <w:rsid w:val="00681506"/>
    <w:rsid w:val="00681883"/>
    <w:rsid w:val="00682036"/>
    <w:rsid w:val="00682617"/>
    <w:rsid w:val="00682A94"/>
    <w:rsid w:val="00682C02"/>
    <w:rsid w:val="00682C91"/>
    <w:rsid w:val="006831C2"/>
    <w:rsid w:val="006833EC"/>
    <w:rsid w:val="00683765"/>
    <w:rsid w:val="00683988"/>
    <w:rsid w:val="00683D91"/>
    <w:rsid w:val="00684079"/>
    <w:rsid w:val="00684334"/>
    <w:rsid w:val="00684995"/>
    <w:rsid w:val="00684A9E"/>
    <w:rsid w:val="006850A8"/>
    <w:rsid w:val="00685444"/>
    <w:rsid w:val="00685840"/>
    <w:rsid w:val="00685A56"/>
    <w:rsid w:val="0068662E"/>
    <w:rsid w:val="00686EC6"/>
    <w:rsid w:val="00687C4D"/>
    <w:rsid w:val="00687C77"/>
    <w:rsid w:val="006904EB"/>
    <w:rsid w:val="00690D2B"/>
    <w:rsid w:val="00690E98"/>
    <w:rsid w:val="00691527"/>
    <w:rsid w:val="006917DB"/>
    <w:rsid w:val="006922DC"/>
    <w:rsid w:val="006926C5"/>
    <w:rsid w:val="0069275C"/>
    <w:rsid w:val="0069311D"/>
    <w:rsid w:val="00693336"/>
    <w:rsid w:val="006935E3"/>
    <w:rsid w:val="00693E2D"/>
    <w:rsid w:val="00693F45"/>
    <w:rsid w:val="00693FE8"/>
    <w:rsid w:val="00694141"/>
    <w:rsid w:val="0069468B"/>
    <w:rsid w:val="006949E2"/>
    <w:rsid w:val="006953FD"/>
    <w:rsid w:val="00695D09"/>
    <w:rsid w:val="00696BC0"/>
    <w:rsid w:val="00696BC1"/>
    <w:rsid w:val="00696CAC"/>
    <w:rsid w:val="00696E88"/>
    <w:rsid w:val="00697500"/>
    <w:rsid w:val="00697886"/>
    <w:rsid w:val="00697ACE"/>
    <w:rsid w:val="006A07B1"/>
    <w:rsid w:val="006A09AF"/>
    <w:rsid w:val="006A09F6"/>
    <w:rsid w:val="006A0A34"/>
    <w:rsid w:val="006A0E9B"/>
    <w:rsid w:val="006A1679"/>
    <w:rsid w:val="006A18A5"/>
    <w:rsid w:val="006A1A34"/>
    <w:rsid w:val="006A1D33"/>
    <w:rsid w:val="006A2568"/>
    <w:rsid w:val="006A2BCA"/>
    <w:rsid w:val="006A2C73"/>
    <w:rsid w:val="006A2C89"/>
    <w:rsid w:val="006A3073"/>
    <w:rsid w:val="006A3868"/>
    <w:rsid w:val="006A43DC"/>
    <w:rsid w:val="006A4948"/>
    <w:rsid w:val="006A4DF5"/>
    <w:rsid w:val="006A5563"/>
    <w:rsid w:val="006A55DC"/>
    <w:rsid w:val="006A6440"/>
    <w:rsid w:val="006A6C1A"/>
    <w:rsid w:val="006A6D5A"/>
    <w:rsid w:val="006A7050"/>
    <w:rsid w:val="006A7A26"/>
    <w:rsid w:val="006A7CC9"/>
    <w:rsid w:val="006A7D94"/>
    <w:rsid w:val="006A7E5D"/>
    <w:rsid w:val="006A7E80"/>
    <w:rsid w:val="006B05F3"/>
    <w:rsid w:val="006B05FC"/>
    <w:rsid w:val="006B0F8B"/>
    <w:rsid w:val="006B0F9D"/>
    <w:rsid w:val="006B1007"/>
    <w:rsid w:val="006B1026"/>
    <w:rsid w:val="006B168D"/>
    <w:rsid w:val="006B17EF"/>
    <w:rsid w:val="006B1A4D"/>
    <w:rsid w:val="006B238D"/>
    <w:rsid w:val="006B23B6"/>
    <w:rsid w:val="006B2439"/>
    <w:rsid w:val="006B2542"/>
    <w:rsid w:val="006B28A4"/>
    <w:rsid w:val="006B29D8"/>
    <w:rsid w:val="006B32F3"/>
    <w:rsid w:val="006B38EF"/>
    <w:rsid w:val="006B39E9"/>
    <w:rsid w:val="006B3F54"/>
    <w:rsid w:val="006B4EA0"/>
    <w:rsid w:val="006B50B9"/>
    <w:rsid w:val="006B5114"/>
    <w:rsid w:val="006B524E"/>
    <w:rsid w:val="006B55A3"/>
    <w:rsid w:val="006B5619"/>
    <w:rsid w:val="006B5877"/>
    <w:rsid w:val="006B5996"/>
    <w:rsid w:val="006B5B69"/>
    <w:rsid w:val="006B5C89"/>
    <w:rsid w:val="006B6206"/>
    <w:rsid w:val="006B633A"/>
    <w:rsid w:val="006B68FD"/>
    <w:rsid w:val="006B7034"/>
    <w:rsid w:val="006B7AD8"/>
    <w:rsid w:val="006B7F11"/>
    <w:rsid w:val="006C0463"/>
    <w:rsid w:val="006C04A8"/>
    <w:rsid w:val="006C0D9C"/>
    <w:rsid w:val="006C1788"/>
    <w:rsid w:val="006C2227"/>
    <w:rsid w:val="006C22ED"/>
    <w:rsid w:val="006C231B"/>
    <w:rsid w:val="006C2C34"/>
    <w:rsid w:val="006C2DFF"/>
    <w:rsid w:val="006C301C"/>
    <w:rsid w:val="006C3EE3"/>
    <w:rsid w:val="006C3FAF"/>
    <w:rsid w:val="006C43D4"/>
    <w:rsid w:val="006C5311"/>
    <w:rsid w:val="006C5449"/>
    <w:rsid w:val="006C6510"/>
    <w:rsid w:val="006C75FC"/>
    <w:rsid w:val="006C7D94"/>
    <w:rsid w:val="006D0494"/>
    <w:rsid w:val="006D05B1"/>
    <w:rsid w:val="006D1D16"/>
    <w:rsid w:val="006D24D3"/>
    <w:rsid w:val="006D2CF5"/>
    <w:rsid w:val="006D2EA4"/>
    <w:rsid w:val="006D33D2"/>
    <w:rsid w:val="006D3743"/>
    <w:rsid w:val="006D47F1"/>
    <w:rsid w:val="006D4F2E"/>
    <w:rsid w:val="006D4FB3"/>
    <w:rsid w:val="006D4FD1"/>
    <w:rsid w:val="006D5423"/>
    <w:rsid w:val="006D5739"/>
    <w:rsid w:val="006D5E0A"/>
    <w:rsid w:val="006D5E33"/>
    <w:rsid w:val="006D605A"/>
    <w:rsid w:val="006D618B"/>
    <w:rsid w:val="006D6744"/>
    <w:rsid w:val="006D681D"/>
    <w:rsid w:val="006D6F78"/>
    <w:rsid w:val="006D734F"/>
    <w:rsid w:val="006E020C"/>
    <w:rsid w:val="006E0477"/>
    <w:rsid w:val="006E1063"/>
    <w:rsid w:val="006E1635"/>
    <w:rsid w:val="006E1645"/>
    <w:rsid w:val="006E1740"/>
    <w:rsid w:val="006E1AB6"/>
    <w:rsid w:val="006E1B8F"/>
    <w:rsid w:val="006E1BBF"/>
    <w:rsid w:val="006E2205"/>
    <w:rsid w:val="006E2338"/>
    <w:rsid w:val="006E2934"/>
    <w:rsid w:val="006E2D9C"/>
    <w:rsid w:val="006E329A"/>
    <w:rsid w:val="006E35ED"/>
    <w:rsid w:val="006E43DA"/>
    <w:rsid w:val="006E4B5B"/>
    <w:rsid w:val="006E5484"/>
    <w:rsid w:val="006E5C5F"/>
    <w:rsid w:val="006E5F40"/>
    <w:rsid w:val="006E664E"/>
    <w:rsid w:val="006E6926"/>
    <w:rsid w:val="006E6947"/>
    <w:rsid w:val="006E6E1E"/>
    <w:rsid w:val="006E6F32"/>
    <w:rsid w:val="006E7785"/>
    <w:rsid w:val="006E7A11"/>
    <w:rsid w:val="006E7AA3"/>
    <w:rsid w:val="006E7E32"/>
    <w:rsid w:val="006E7EC3"/>
    <w:rsid w:val="006F0C56"/>
    <w:rsid w:val="006F0F3C"/>
    <w:rsid w:val="006F15F4"/>
    <w:rsid w:val="006F1A4D"/>
    <w:rsid w:val="006F1C04"/>
    <w:rsid w:val="006F2788"/>
    <w:rsid w:val="006F3745"/>
    <w:rsid w:val="006F3B2F"/>
    <w:rsid w:val="006F3E33"/>
    <w:rsid w:val="006F40D7"/>
    <w:rsid w:val="006F4182"/>
    <w:rsid w:val="006F4761"/>
    <w:rsid w:val="006F48A9"/>
    <w:rsid w:val="006F48EC"/>
    <w:rsid w:val="006F5166"/>
    <w:rsid w:val="006F594E"/>
    <w:rsid w:val="006F5BEC"/>
    <w:rsid w:val="006F5E5F"/>
    <w:rsid w:val="006F5F01"/>
    <w:rsid w:val="006F6751"/>
    <w:rsid w:val="006F6A7F"/>
    <w:rsid w:val="006F6F4B"/>
    <w:rsid w:val="006F73EB"/>
    <w:rsid w:val="006F7654"/>
    <w:rsid w:val="006F7C20"/>
    <w:rsid w:val="006F7D49"/>
    <w:rsid w:val="0070026C"/>
    <w:rsid w:val="00700A95"/>
    <w:rsid w:val="00700B01"/>
    <w:rsid w:val="00700D8C"/>
    <w:rsid w:val="007010AD"/>
    <w:rsid w:val="00701101"/>
    <w:rsid w:val="007016CF"/>
    <w:rsid w:val="007021A9"/>
    <w:rsid w:val="00702EB8"/>
    <w:rsid w:val="0070317A"/>
    <w:rsid w:val="00703876"/>
    <w:rsid w:val="00703B37"/>
    <w:rsid w:val="00704D53"/>
    <w:rsid w:val="007053E4"/>
    <w:rsid w:val="00705BE9"/>
    <w:rsid w:val="00705C58"/>
    <w:rsid w:val="00705D40"/>
    <w:rsid w:val="00706100"/>
    <w:rsid w:val="007068BD"/>
    <w:rsid w:val="00706FD5"/>
    <w:rsid w:val="0070725B"/>
    <w:rsid w:val="0070735F"/>
    <w:rsid w:val="00707552"/>
    <w:rsid w:val="00707C37"/>
    <w:rsid w:val="00707E5B"/>
    <w:rsid w:val="007100E7"/>
    <w:rsid w:val="00710717"/>
    <w:rsid w:val="00710DE0"/>
    <w:rsid w:val="00711AE0"/>
    <w:rsid w:val="0071208E"/>
    <w:rsid w:val="00712BC1"/>
    <w:rsid w:val="00712F07"/>
    <w:rsid w:val="00713429"/>
    <w:rsid w:val="0071368F"/>
    <w:rsid w:val="00713D51"/>
    <w:rsid w:val="0071449E"/>
    <w:rsid w:val="00714704"/>
    <w:rsid w:val="0071494F"/>
    <w:rsid w:val="00715236"/>
    <w:rsid w:val="00716E9E"/>
    <w:rsid w:val="00716F5A"/>
    <w:rsid w:val="007170D0"/>
    <w:rsid w:val="00717564"/>
    <w:rsid w:val="00717948"/>
    <w:rsid w:val="00717CE5"/>
    <w:rsid w:val="00717F48"/>
    <w:rsid w:val="00720707"/>
    <w:rsid w:val="007208AA"/>
    <w:rsid w:val="00720962"/>
    <w:rsid w:val="00720A78"/>
    <w:rsid w:val="0072113E"/>
    <w:rsid w:val="00721330"/>
    <w:rsid w:val="007213D7"/>
    <w:rsid w:val="007216EC"/>
    <w:rsid w:val="00722507"/>
    <w:rsid w:val="00722B75"/>
    <w:rsid w:val="00722F80"/>
    <w:rsid w:val="00722FA7"/>
    <w:rsid w:val="007230FE"/>
    <w:rsid w:val="00723378"/>
    <w:rsid w:val="00723A6F"/>
    <w:rsid w:val="007242B8"/>
    <w:rsid w:val="00724E7E"/>
    <w:rsid w:val="00724F59"/>
    <w:rsid w:val="00725161"/>
    <w:rsid w:val="00725495"/>
    <w:rsid w:val="00725C51"/>
    <w:rsid w:val="00725FBA"/>
    <w:rsid w:val="00726220"/>
    <w:rsid w:val="0072626B"/>
    <w:rsid w:val="00726350"/>
    <w:rsid w:val="007263FE"/>
    <w:rsid w:val="0072732F"/>
    <w:rsid w:val="0072750B"/>
    <w:rsid w:val="0072758E"/>
    <w:rsid w:val="00727CCF"/>
    <w:rsid w:val="00727D0F"/>
    <w:rsid w:val="007304A4"/>
    <w:rsid w:val="007307B8"/>
    <w:rsid w:val="0073088A"/>
    <w:rsid w:val="00730A7E"/>
    <w:rsid w:val="00730D7A"/>
    <w:rsid w:val="00730DA8"/>
    <w:rsid w:val="007312B9"/>
    <w:rsid w:val="007316B6"/>
    <w:rsid w:val="0073173D"/>
    <w:rsid w:val="00733063"/>
    <w:rsid w:val="007334C9"/>
    <w:rsid w:val="007337BE"/>
    <w:rsid w:val="00733A4D"/>
    <w:rsid w:val="00733DAB"/>
    <w:rsid w:val="007341C5"/>
    <w:rsid w:val="0073435C"/>
    <w:rsid w:val="00734740"/>
    <w:rsid w:val="007356C2"/>
    <w:rsid w:val="00735A37"/>
    <w:rsid w:val="00735B10"/>
    <w:rsid w:val="0073605C"/>
    <w:rsid w:val="0073667F"/>
    <w:rsid w:val="00736A1B"/>
    <w:rsid w:val="00736A97"/>
    <w:rsid w:val="00736CD9"/>
    <w:rsid w:val="00736D87"/>
    <w:rsid w:val="00737D02"/>
    <w:rsid w:val="00737D18"/>
    <w:rsid w:val="00737D79"/>
    <w:rsid w:val="007400EB"/>
    <w:rsid w:val="007404CA"/>
    <w:rsid w:val="00741136"/>
    <w:rsid w:val="00741B1D"/>
    <w:rsid w:val="00742204"/>
    <w:rsid w:val="007425E9"/>
    <w:rsid w:val="00742752"/>
    <w:rsid w:val="00742DB8"/>
    <w:rsid w:val="00743EA0"/>
    <w:rsid w:val="0074416A"/>
    <w:rsid w:val="0074444E"/>
    <w:rsid w:val="00744A69"/>
    <w:rsid w:val="00744BA6"/>
    <w:rsid w:val="00744D05"/>
    <w:rsid w:val="00745432"/>
    <w:rsid w:val="00745B51"/>
    <w:rsid w:val="0074639F"/>
    <w:rsid w:val="00746A35"/>
    <w:rsid w:val="00746CCB"/>
    <w:rsid w:val="007476DB"/>
    <w:rsid w:val="0074797B"/>
    <w:rsid w:val="00747C80"/>
    <w:rsid w:val="0075006F"/>
    <w:rsid w:val="007507F3"/>
    <w:rsid w:val="00750DD5"/>
    <w:rsid w:val="007512A0"/>
    <w:rsid w:val="00751888"/>
    <w:rsid w:val="00751E23"/>
    <w:rsid w:val="00752097"/>
    <w:rsid w:val="0075221D"/>
    <w:rsid w:val="0075277F"/>
    <w:rsid w:val="00752C5B"/>
    <w:rsid w:val="00753878"/>
    <w:rsid w:val="00753B25"/>
    <w:rsid w:val="00753BC9"/>
    <w:rsid w:val="00753BFB"/>
    <w:rsid w:val="007542A7"/>
    <w:rsid w:val="0075465B"/>
    <w:rsid w:val="00754752"/>
    <w:rsid w:val="007550B0"/>
    <w:rsid w:val="0075516C"/>
    <w:rsid w:val="0075568B"/>
    <w:rsid w:val="00755ECB"/>
    <w:rsid w:val="00756724"/>
    <w:rsid w:val="00756B8D"/>
    <w:rsid w:val="00756CEB"/>
    <w:rsid w:val="00756FEE"/>
    <w:rsid w:val="0075742E"/>
    <w:rsid w:val="00757716"/>
    <w:rsid w:val="00760399"/>
    <w:rsid w:val="00760DBE"/>
    <w:rsid w:val="007616D1"/>
    <w:rsid w:val="00761B92"/>
    <w:rsid w:val="00761F79"/>
    <w:rsid w:val="00761FC4"/>
    <w:rsid w:val="00762A37"/>
    <w:rsid w:val="00762AF6"/>
    <w:rsid w:val="007632DD"/>
    <w:rsid w:val="00763387"/>
    <w:rsid w:val="0076343F"/>
    <w:rsid w:val="00763831"/>
    <w:rsid w:val="0076546E"/>
    <w:rsid w:val="00766560"/>
    <w:rsid w:val="00766775"/>
    <w:rsid w:val="00766922"/>
    <w:rsid w:val="00766F5F"/>
    <w:rsid w:val="007671CD"/>
    <w:rsid w:val="00767369"/>
    <w:rsid w:val="00767E15"/>
    <w:rsid w:val="007701F4"/>
    <w:rsid w:val="007705B8"/>
    <w:rsid w:val="0077062C"/>
    <w:rsid w:val="00770B33"/>
    <w:rsid w:val="00770D61"/>
    <w:rsid w:val="00771219"/>
    <w:rsid w:val="007712F4"/>
    <w:rsid w:val="00771865"/>
    <w:rsid w:val="00771945"/>
    <w:rsid w:val="0077199D"/>
    <w:rsid w:val="00771D93"/>
    <w:rsid w:val="00771F85"/>
    <w:rsid w:val="007729EC"/>
    <w:rsid w:val="007732C5"/>
    <w:rsid w:val="007737D2"/>
    <w:rsid w:val="00773D7C"/>
    <w:rsid w:val="00773E18"/>
    <w:rsid w:val="00774399"/>
    <w:rsid w:val="00774702"/>
    <w:rsid w:val="00774B54"/>
    <w:rsid w:val="00774F30"/>
    <w:rsid w:val="00774FEB"/>
    <w:rsid w:val="0077505F"/>
    <w:rsid w:val="0077528C"/>
    <w:rsid w:val="00775F87"/>
    <w:rsid w:val="00775FFB"/>
    <w:rsid w:val="00777014"/>
    <w:rsid w:val="00777253"/>
    <w:rsid w:val="00777425"/>
    <w:rsid w:val="00777B45"/>
    <w:rsid w:val="00777EA7"/>
    <w:rsid w:val="00780D7C"/>
    <w:rsid w:val="0078184A"/>
    <w:rsid w:val="00781B33"/>
    <w:rsid w:val="00781BF8"/>
    <w:rsid w:val="00781FAB"/>
    <w:rsid w:val="00782343"/>
    <w:rsid w:val="00782592"/>
    <w:rsid w:val="007825EC"/>
    <w:rsid w:val="007826EF"/>
    <w:rsid w:val="00782761"/>
    <w:rsid w:val="00782900"/>
    <w:rsid w:val="007829C6"/>
    <w:rsid w:val="00782E13"/>
    <w:rsid w:val="00783172"/>
    <w:rsid w:val="00784386"/>
    <w:rsid w:val="00784613"/>
    <w:rsid w:val="00784970"/>
    <w:rsid w:val="007854DD"/>
    <w:rsid w:val="00785CAC"/>
    <w:rsid w:val="00786F9B"/>
    <w:rsid w:val="0078727C"/>
    <w:rsid w:val="007872F3"/>
    <w:rsid w:val="007873C7"/>
    <w:rsid w:val="007874E5"/>
    <w:rsid w:val="0078762B"/>
    <w:rsid w:val="00790681"/>
    <w:rsid w:val="00790E74"/>
    <w:rsid w:val="00791F20"/>
    <w:rsid w:val="00791FC6"/>
    <w:rsid w:val="007927B5"/>
    <w:rsid w:val="00792A8E"/>
    <w:rsid w:val="0079314B"/>
    <w:rsid w:val="00793870"/>
    <w:rsid w:val="00793FAA"/>
    <w:rsid w:val="00794043"/>
    <w:rsid w:val="0079433F"/>
    <w:rsid w:val="00794CEA"/>
    <w:rsid w:val="00795E93"/>
    <w:rsid w:val="00796A24"/>
    <w:rsid w:val="00796B44"/>
    <w:rsid w:val="00797003"/>
    <w:rsid w:val="0079793E"/>
    <w:rsid w:val="007A00CA"/>
    <w:rsid w:val="007A03E7"/>
    <w:rsid w:val="007A0641"/>
    <w:rsid w:val="007A0F1A"/>
    <w:rsid w:val="007A1721"/>
    <w:rsid w:val="007A196F"/>
    <w:rsid w:val="007A19F4"/>
    <w:rsid w:val="007A1A16"/>
    <w:rsid w:val="007A1B05"/>
    <w:rsid w:val="007A1FB5"/>
    <w:rsid w:val="007A1FF4"/>
    <w:rsid w:val="007A21F1"/>
    <w:rsid w:val="007A2DFD"/>
    <w:rsid w:val="007A30A0"/>
    <w:rsid w:val="007A329C"/>
    <w:rsid w:val="007A3B11"/>
    <w:rsid w:val="007A3C13"/>
    <w:rsid w:val="007A3F27"/>
    <w:rsid w:val="007A41F7"/>
    <w:rsid w:val="007A4464"/>
    <w:rsid w:val="007A4609"/>
    <w:rsid w:val="007A4A95"/>
    <w:rsid w:val="007A4AA9"/>
    <w:rsid w:val="007A5110"/>
    <w:rsid w:val="007A5615"/>
    <w:rsid w:val="007A5A5F"/>
    <w:rsid w:val="007A5CA1"/>
    <w:rsid w:val="007A71AC"/>
    <w:rsid w:val="007A74C2"/>
    <w:rsid w:val="007A7903"/>
    <w:rsid w:val="007B007F"/>
    <w:rsid w:val="007B0F4F"/>
    <w:rsid w:val="007B0F7B"/>
    <w:rsid w:val="007B1480"/>
    <w:rsid w:val="007B16CC"/>
    <w:rsid w:val="007B1883"/>
    <w:rsid w:val="007B18EA"/>
    <w:rsid w:val="007B1BA8"/>
    <w:rsid w:val="007B1C00"/>
    <w:rsid w:val="007B1D75"/>
    <w:rsid w:val="007B1FE4"/>
    <w:rsid w:val="007B2139"/>
    <w:rsid w:val="007B26A1"/>
    <w:rsid w:val="007B2856"/>
    <w:rsid w:val="007B30BC"/>
    <w:rsid w:val="007B3712"/>
    <w:rsid w:val="007B3D16"/>
    <w:rsid w:val="007B47B2"/>
    <w:rsid w:val="007B4DD3"/>
    <w:rsid w:val="007B4F91"/>
    <w:rsid w:val="007B5021"/>
    <w:rsid w:val="007B57C8"/>
    <w:rsid w:val="007B6086"/>
    <w:rsid w:val="007B6690"/>
    <w:rsid w:val="007C02DA"/>
    <w:rsid w:val="007C02EF"/>
    <w:rsid w:val="007C033A"/>
    <w:rsid w:val="007C05B9"/>
    <w:rsid w:val="007C090A"/>
    <w:rsid w:val="007C0DF4"/>
    <w:rsid w:val="007C13F3"/>
    <w:rsid w:val="007C1AF8"/>
    <w:rsid w:val="007C205E"/>
    <w:rsid w:val="007C2529"/>
    <w:rsid w:val="007C276B"/>
    <w:rsid w:val="007C317E"/>
    <w:rsid w:val="007C31AF"/>
    <w:rsid w:val="007C3807"/>
    <w:rsid w:val="007C3FDD"/>
    <w:rsid w:val="007C4AB3"/>
    <w:rsid w:val="007C4BB6"/>
    <w:rsid w:val="007C615F"/>
    <w:rsid w:val="007C66C6"/>
    <w:rsid w:val="007C6A24"/>
    <w:rsid w:val="007C71F9"/>
    <w:rsid w:val="007C7469"/>
    <w:rsid w:val="007C7520"/>
    <w:rsid w:val="007C7752"/>
    <w:rsid w:val="007C7811"/>
    <w:rsid w:val="007C7B64"/>
    <w:rsid w:val="007D0415"/>
    <w:rsid w:val="007D0619"/>
    <w:rsid w:val="007D065A"/>
    <w:rsid w:val="007D16C7"/>
    <w:rsid w:val="007D17A4"/>
    <w:rsid w:val="007D1A10"/>
    <w:rsid w:val="007D252C"/>
    <w:rsid w:val="007D262D"/>
    <w:rsid w:val="007D2D10"/>
    <w:rsid w:val="007D36AD"/>
    <w:rsid w:val="007D489B"/>
    <w:rsid w:val="007D48C4"/>
    <w:rsid w:val="007D508D"/>
    <w:rsid w:val="007D5CC1"/>
    <w:rsid w:val="007D5F81"/>
    <w:rsid w:val="007D635A"/>
    <w:rsid w:val="007D7322"/>
    <w:rsid w:val="007D7363"/>
    <w:rsid w:val="007D750A"/>
    <w:rsid w:val="007D7ABE"/>
    <w:rsid w:val="007D7D37"/>
    <w:rsid w:val="007E1B84"/>
    <w:rsid w:val="007E1C00"/>
    <w:rsid w:val="007E1CB0"/>
    <w:rsid w:val="007E1FB9"/>
    <w:rsid w:val="007E21F9"/>
    <w:rsid w:val="007E2428"/>
    <w:rsid w:val="007E2BAF"/>
    <w:rsid w:val="007E3CCE"/>
    <w:rsid w:val="007E446F"/>
    <w:rsid w:val="007E44B5"/>
    <w:rsid w:val="007E4557"/>
    <w:rsid w:val="007E502E"/>
    <w:rsid w:val="007E5130"/>
    <w:rsid w:val="007E5EB6"/>
    <w:rsid w:val="007E5FD3"/>
    <w:rsid w:val="007E65FE"/>
    <w:rsid w:val="007E6817"/>
    <w:rsid w:val="007E6AE3"/>
    <w:rsid w:val="007E6E7B"/>
    <w:rsid w:val="007E7409"/>
    <w:rsid w:val="007F04CB"/>
    <w:rsid w:val="007F1102"/>
    <w:rsid w:val="007F12F7"/>
    <w:rsid w:val="007F1316"/>
    <w:rsid w:val="007F159A"/>
    <w:rsid w:val="007F19B2"/>
    <w:rsid w:val="007F207E"/>
    <w:rsid w:val="007F21E9"/>
    <w:rsid w:val="007F2BDA"/>
    <w:rsid w:val="007F2D83"/>
    <w:rsid w:val="007F307B"/>
    <w:rsid w:val="007F3C36"/>
    <w:rsid w:val="007F4618"/>
    <w:rsid w:val="007F4976"/>
    <w:rsid w:val="007F4F4C"/>
    <w:rsid w:val="007F5CB0"/>
    <w:rsid w:val="007F5D4D"/>
    <w:rsid w:val="007F5DF0"/>
    <w:rsid w:val="007F64A6"/>
    <w:rsid w:val="007F6A97"/>
    <w:rsid w:val="007F6D85"/>
    <w:rsid w:val="007F70B7"/>
    <w:rsid w:val="007F78D6"/>
    <w:rsid w:val="008009CE"/>
    <w:rsid w:val="00800A70"/>
    <w:rsid w:val="008015F2"/>
    <w:rsid w:val="00801CA7"/>
    <w:rsid w:val="00801CB9"/>
    <w:rsid w:val="00802034"/>
    <w:rsid w:val="0080261E"/>
    <w:rsid w:val="00803194"/>
    <w:rsid w:val="00803371"/>
    <w:rsid w:val="00803957"/>
    <w:rsid w:val="00803CE0"/>
    <w:rsid w:val="00804011"/>
    <w:rsid w:val="00804498"/>
    <w:rsid w:val="00804542"/>
    <w:rsid w:val="00804DD5"/>
    <w:rsid w:val="00804EA2"/>
    <w:rsid w:val="00805070"/>
    <w:rsid w:val="00806513"/>
    <w:rsid w:val="00806958"/>
    <w:rsid w:val="0080731C"/>
    <w:rsid w:val="0080780A"/>
    <w:rsid w:val="008078DB"/>
    <w:rsid w:val="00807A32"/>
    <w:rsid w:val="00807CB5"/>
    <w:rsid w:val="00807D35"/>
    <w:rsid w:val="00810841"/>
    <w:rsid w:val="00810DD2"/>
    <w:rsid w:val="00810E96"/>
    <w:rsid w:val="00810F2F"/>
    <w:rsid w:val="00811561"/>
    <w:rsid w:val="008115E9"/>
    <w:rsid w:val="0081164A"/>
    <w:rsid w:val="00811986"/>
    <w:rsid w:val="00811BC5"/>
    <w:rsid w:val="00811EF3"/>
    <w:rsid w:val="00811F4D"/>
    <w:rsid w:val="00812A98"/>
    <w:rsid w:val="00812D44"/>
    <w:rsid w:val="00813366"/>
    <w:rsid w:val="008139F0"/>
    <w:rsid w:val="00813A45"/>
    <w:rsid w:val="00814785"/>
    <w:rsid w:val="00814BE0"/>
    <w:rsid w:val="00814F89"/>
    <w:rsid w:val="00815287"/>
    <w:rsid w:val="00815321"/>
    <w:rsid w:val="00815B65"/>
    <w:rsid w:val="00815D55"/>
    <w:rsid w:val="008162C7"/>
    <w:rsid w:val="008165BB"/>
    <w:rsid w:val="008168E2"/>
    <w:rsid w:val="00817007"/>
    <w:rsid w:val="00817085"/>
    <w:rsid w:val="00820006"/>
    <w:rsid w:val="008202F5"/>
    <w:rsid w:val="008207BC"/>
    <w:rsid w:val="008208FA"/>
    <w:rsid w:val="00820D63"/>
    <w:rsid w:val="00820E7F"/>
    <w:rsid w:val="008213A0"/>
    <w:rsid w:val="00821920"/>
    <w:rsid w:val="00821CF1"/>
    <w:rsid w:val="0082222A"/>
    <w:rsid w:val="008229AB"/>
    <w:rsid w:val="0082432C"/>
    <w:rsid w:val="00824569"/>
    <w:rsid w:val="00824AF0"/>
    <w:rsid w:val="00824F9E"/>
    <w:rsid w:val="00825883"/>
    <w:rsid w:val="00826834"/>
    <w:rsid w:val="0082742E"/>
    <w:rsid w:val="008274B7"/>
    <w:rsid w:val="00827CD4"/>
    <w:rsid w:val="00827DF8"/>
    <w:rsid w:val="00830809"/>
    <w:rsid w:val="00830D7C"/>
    <w:rsid w:val="00830F25"/>
    <w:rsid w:val="0083114F"/>
    <w:rsid w:val="00831310"/>
    <w:rsid w:val="008318E4"/>
    <w:rsid w:val="00831A2F"/>
    <w:rsid w:val="0083206D"/>
    <w:rsid w:val="00832188"/>
    <w:rsid w:val="008325E3"/>
    <w:rsid w:val="008325EF"/>
    <w:rsid w:val="008327AD"/>
    <w:rsid w:val="0083292F"/>
    <w:rsid w:val="00832C26"/>
    <w:rsid w:val="0083312A"/>
    <w:rsid w:val="0083373F"/>
    <w:rsid w:val="00833A3B"/>
    <w:rsid w:val="00833E21"/>
    <w:rsid w:val="00833E98"/>
    <w:rsid w:val="00834114"/>
    <w:rsid w:val="008341AF"/>
    <w:rsid w:val="008346B4"/>
    <w:rsid w:val="00834A1F"/>
    <w:rsid w:val="00834E64"/>
    <w:rsid w:val="00835444"/>
    <w:rsid w:val="008354A5"/>
    <w:rsid w:val="00835D69"/>
    <w:rsid w:val="0083676E"/>
    <w:rsid w:val="0083696F"/>
    <w:rsid w:val="00836AC8"/>
    <w:rsid w:val="00836BE5"/>
    <w:rsid w:val="00836C77"/>
    <w:rsid w:val="00836EA0"/>
    <w:rsid w:val="0083797E"/>
    <w:rsid w:val="00837CB9"/>
    <w:rsid w:val="00837EF9"/>
    <w:rsid w:val="00840072"/>
    <w:rsid w:val="00840370"/>
    <w:rsid w:val="00840937"/>
    <w:rsid w:val="00840941"/>
    <w:rsid w:val="00841335"/>
    <w:rsid w:val="00841BF5"/>
    <w:rsid w:val="00841FF6"/>
    <w:rsid w:val="008421E4"/>
    <w:rsid w:val="008429A9"/>
    <w:rsid w:val="00842AF3"/>
    <w:rsid w:val="00842EDB"/>
    <w:rsid w:val="00843C9B"/>
    <w:rsid w:val="00843E1C"/>
    <w:rsid w:val="008444B5"/>
    <w:rsid w:val="008444F5"/>
    <w:rsid w:val="008446D9"/>
    <w:rsid w:val="00844BFA"/>
    <w:rsid w:val="0084511D"/>
    <w:rsid w:val="00845186"/>
    <w:rsid w:val="008452A4"/>
    <w:rsid w:val="00845386"/>
    <w:rsid w:val="008457E8"/>
    <w:rsid w:val="0084590B"/>
    <w:rsid w:val="00845A7F"/>
    <w:rsid w:val="00845ECB"/>
    <w:rsid w:val="00845FFD"/>
    <w:rsid w:val="00846289"/>
    <w:rsid w:val="008463E7"/>
    <w:rsid w:val="008471DA"/>
    <w:rsid w:val="00847987"/>
    <w:rsid w:val="008502A7"/>
    <w:rsid w:val="00850939"/>
    <w:rsid w:val="00851069"/>
    <w:rsid w:val="00851147"/>
    <w:rsid w:val="0085180D"/>
    <w:rsid w:val="00851FAE"/>
    <w:rsid w:val="0085262E"/>
    <w:rsid w:val="00852B6C"/>
    <w:rsid w:val="00852CC5"/>
    <w:rsid w:val="00852E6C"/>
    <w:rsid w:val="008533FD"/>
    <w:rsid w:val="00853E83"/>
    <w:rsid w:val="00853EAC"/>
    <w:rsid w:val="008542D1"/>
    <w:rsid w:val="00854CE8"/>
    <w:rsid w:val="008553B7"/>
    <w:rsid w:val="00855E2E"/>
    <w:rsid w:val="00855F21"/>
    <w:rsid w:val="008561FB"/>
    <w:rsid w:val="0085664D"/>
    <w:rsid w:val="00856A0C"/>
    <w:rsid w:val="00856B3A"/>
    <w:rsid w:val="00856C83"/>
    <w:rsid w:val="00857565"/>
    <w:rsid w:val="00857B91"/>
    <w:rsid w:val="0086087B"/>
    <w:rsid w:val="00860BD3"/>
    <w:rsid w:val="00860CE0"/>
    <w:rsid w:val="00861069"/>
    <w:rsid w:val="00861420"/>
    <w:rsid w:val="00861A49"/>
    <w:rsid w:val="00861B28"/>
    <w:rsid w:val="0086245A"/>
    <w:rsid w:val="008628CD"/>
    <w:rsid w:val="00862E3D"/>
    <w:rsid w:val="00862EAF"/>
    <w:rsid w:val="00863159"/>
    <w:rsid w:val="00863972"/>
    <w:rsid w:val="00863EF9"/>
    <w:rsid w:val="00864257"/>
    <w:rsid w:val="00864432"/>
    <w:rsid w:val="00864769"/>
    <w:rsid w:val="0086521C"/>
    <w:rsid w:val="00865513"/>
    <w:rsid w:val="00866212"/>
    <w:rsid w:val="00867574"/>
    <w:rsid w:val="00867C3A"/>
    <w:rsid w:val="00867F19"/>
    <w:rsid w:val="00870FBC"/>
    <w:rsid w:val="008710C8"/>
    <w:rsid w:val="00871131"/>
    <w:rsid w:val="0087183F"/>
    <w:rsid w:val="00871969"/>
    <w:rsid w:val="008720D5"/>
    <w:rsid w:val="008723FE"/>
    <w:rsid w:val="008724AE"/>
    <w:rsid w:val="008724BD"/>
    <w:rsid w:val="008724DE"/>
    <w:rsid w:val="0087259B"/>
    <w:rsid w:val="00872E6E"/>
    <w:rsid w:val="00873407"/>
    <w:rsid w:val="00873544"/>
    <w:rsid w:val="008737CE"/>
    <w:rsid w:val="008740EF"/>
    <w:rsid w:val="00874333"/>
    <w:rsid w:val="00874D39"/>
    <w:rsid w:val="00874F7D"/>
    <w:rsid w:val="00875110"/>
    <w:rsid w:val="0087526D"/>
    <w:rsid w:val="00875493"/>
    <w:rsid w:val="00875949"/>
    <w:rsid w:val="0087619A"/>
    <w:rsid w:val="00876503"/>
    <w:rsid w:val="008767AA"/>
    <w:rsid w:val="00876AF4"/>
    <w:rsid w:val="0087753F"/>
    <w:rsid w:val="00877785"/>
    <w:rsid w:val="008778A0"/>
    <w:rsid w:val="008779AF"/>
    <w:rsid w:val="00877B2F"/>
    <w:rsid w:val="00877D05"/>
    <w:rsid w:val="008804D7"/>
    <w:rsid w:val="008815B5"/>
    <w:rsid w:val="00881610"/>
    <w:rsid w:val="0088190A"/>
    <w:rsid w:val="00881B9A"/>
    <w:rsid w:val="00881D0C"/>
    <w:rsid w:val="00881D22"/>
    <w:rsid w:val="00883231"/>
    <w:rsid w:val="0088384B"/>
    <w:rsid w:val="00883C2E"/>
    <w:rsid w:val="008843D7"/>
    <w:rsid w:val="008844E2"/>
    <w:rsid w:val="00884AB9"/>
    <w:rsid w:val="00884DFE"/>
    <w:rsid w:val="00884E26"/>
    <w:rsid w:val="00884F6D"/>
    <w:rsid w:val="008850C5"/>
    <w:rsid w:val="00885224"/>
    <w:rsid w:val="008859BF"/>
    <w:rsid w:val="00885A9F"/>
    <w:rsid w:val="00885BEA"/>
    <w:rsid w:val="00885D39"/>
    <w:rsid w:val="00886AF5"/>
    <w:rsid w:val="00886C4A"/>
    <w:rsid w:val="00886C6D"/>
    <w:rsid w:val="00886D54"/>
    <w:rsid w:val="008900EF"/>
    <w:rsid w:val="008905BC"/>
    <w:rsid w:val="00890C75"/>
    <w:rsid w:val="008910DD"/>
    <w:rsid w:val="008910E4"/>
    <w:rsid w:val="00891CFD"/>
    <w:rsid w:val="00891E44"/>
    <w:rsid w:val="00892545"/>
    <w:rsid w:val="008929B0"/>
    <w:rsid w:val="00892DDC"/>
    <w:rsid w:val="00893276"/>
    <w:rsid w:val="008933A5"/>
    <w:rsid w:val="00893BC3"/>
    <w:rsid w:val="00895194"/>
    <w:rsid w:val="00896336"/>
    <w:rsid w:val="00896571"/>
    <w:rsid w:val="008967E9"/>
    <w:rsid w:val="00896EE8"/>
    <w:rsid w:val="008978FB"/>
    <w:rsid w:val="00897A1C"/>
    <w:rsid w:val="00897E04"/>
    <w:rsid w:val="008A099C"/>
    <w:rsid w:val="008A09D5"/>
    <w:rsid w:val="008A0B3D"/>
    <w:rsid w:val="008A0DBC"/>
    <w:rsid w:val="008A1469"/>
    <w:rsid w:val="008A14FD"/>
    <w:rsid w:val="008A17E5"/>
    <w:rsid w:val="008A1CD6"/>
    <w:rsid w:val="008A3874"/>
    <w:rsid w:val="008A3AB5"/>
    <w:rsid w:val="008A3B79"/>
    <w:rsid w:val="008A3EBD"/>
    <w:rsid w:val="008A44BE"/>
    <w:rsid w:val="008A4991"/>
    <w:rsid w:val="008A51AB"/>
    <w:rsid w:val="008A537C"/>
    <w:rsid w:val="008A566C"/>
    <w:rsid w:val="008A59D9"/>
    <w:rsid w:val="008A59F0"/>
    <w:rsid w:val="008A6004"/>
    <w:rsid w:val="008A6646"/>
    <w:rsid w:val="008A6C89"/>
    <w:rsid w:val="008A7095"/>
    <w:rsid w:val="008A7849"/>
    <w:rsid w:val="008A7A05"/>
    <w:rsid w:val="008A7D24"/>
    <w:rsid w:val="008A7E8C"/>
    <w:rsid w:val="008A7ECA"/>
    <w:rsid w:val="008B00EC"/>
    <w:rsid w:val="008B0347"/>
    <w:rsid w:val="008B0D33"/>
    <w:rsid w:val="008B0FF0"/>
    <w:rsid w:val="008B16B3"/>
    <w:rsid w:val="008B186C"/>
    <w:rsid w:val="008B23EE"/>
    <w:rsid w:val="008B2DD5"/>
    <w:rsid w:val="008B2E3D"/>
    <w:rsid w:val="008B322F"/>
    <w:rsid w:val="008B3393"/>
    <w:rsid w:val="008B4238"/>
    <w:rsid w:val="008B4560"/>
    <w:rsid w:val="008B4E3B"/>
    <w:rsid w:val="008B4FE9"/>
    <w:rsid w:val="008B5326"/>
    <w:rsid w:val="008B5CD3"/>
    <w:rsid w:val="008B60EB"/>
    <w:rsid w:val="008B6319"/>
    <w:rsid w:val="008B651D"/>
    <w:rsid w:val="008B6571"/>
    <w:rsid w:val="008B6816"/>
    <w:rsid w:val="008B6C3C"/>
    <w:rsid w:val="008B6E93"/>
    <w:rsid w:val="008B74F0"/>
    <w:rsid w:val="008B752B"/>
    <w:rsid w:val="008B79DE"/>
    <w:rsid w:val="008B7F0E"/>
    <w:rsid w:val="008C0C8D"/>
    <w:rsid w:val="008C0F7A"/>
    <w:rsid w:val="008C114A"/>
    <w:rsid w:val="008C182F"/>
    <w:rsid w:val="008C1CB1"/>
    <w:rsid w:val="008C1DC3"/>
    <w:rsid w:val="008C2001"/>
    <w:rsid w:val="008C2466"/>
    <w:rsid w:val="008C2701"/>
    <w:rsid w:val="008C291D"/>
    <w:rsid w:val="008C2C37"/>
    <w:rsid w:val="008C2E34"/>
    <w:rsid w:val="008C2E35"/>
    <w:rsid w:val="008C2E95"/>
    <w:rsid w:val="008C37AF"/>
    <w:rsid w:val="008C37F1"/>
    <w:rsid w:val="008C38BF"/>
    <w:rsid w:val="008C3B3F"/>
    <w:rsid w:val="008C4076"/>
    <w:rsid w:val="008C4523"/>
    <w:rsid w:val="008C4690"/>
    <w:rsid w:val="008C4861"/>
    <w:rsid w:val="008C490D"/>
    <w:rsid w:val="008C4BD5"/>
    <w:rsid w:val="008C4DA5"/>
    <w:rsid w:val="008C516D"/>
    <w:rsid w:val="008C5C17"/>
    <w:rsid w:val="008C5C47"/>
    <w:rsid w:val="008C6086"/>
    <w:rsid w:val="008C619D"/>
    <w:rsid w:val="008C61B0"/>
    <w:rsid w:val="008C6376"/>
    <w:rsid w:val="008C637F"/>
    <w:rsid w:val="008C63A6"/>
    <w:rsid w:val="008C6EE8"/>
    <w:rsid w:val="008C785F"/>
    <w:rsid w:val="008C78EF"/>
    <w:rsid w:val="008C7928"/>
    <w:rsid w:val="008D0011"/>
    <w:rsid w:val="008D02B9"/>
    <w:rsid w:val="008D1264"/>
    <w:rsid w:val="008D14BF"/>
    <w:rsid w:val="008D164F"/>
    <w:rsid w:val="008D1BB4"/>
    <w:rsid w:val="008D1C8A"/>
    <w:rsid w:val="008D1F3D"/>
    <w:rsid w:val="008D217D"/>
    <w:rsid w:val="008D26CD"/>
    <w:rsid w:val="008D3352"/>
    <w:rsid w:val="008D35D5"/>
    <w:rsid w:val="008D3D11"/>
    <w:rsid w:val="008D4725"/>
    <w:rsid w:val="008D4A98"/>
    <w:rsid w:val="008D5331"/>
    <w:rsid w:val="008D61BE"/>
    <w:rsid w:val="008D68D9"/>
    <w:rsid w:val="008D6D56"/>
    <w:rsid w:val="008D6DA8"/>
    <w:rsid w:val="008D759B"/>
    <w:rsid w:val="008D7BC5"/>
    <w:rsid w:val="008D7EC7"/>
    <w:rsid w:val="008D7EF0"/>
    <w:rsid w:val="008D7FAD"/>
    <w:rsid w:val="008E01A1"/>
    <w:rsid w:val="008E0C99"/>
    <w:rsid w:val="008E19ED"/>
    <w:rsid w:val="008E25E9"/>
    <w:rsid w:val="008E260A"/>
    <w:rsid w:val="008E271D"/>
    <w:rsid w:val="008E2B9B"/>
    <w:rsid w:val="008E2C13"/>
    <w:rsid w:val="008E380A"/>
    <w:rsid w:val="008E3CD4"/>
    <w:rsid w:val="008E41F4"/>
    <w:rsid w:val="008E4AC6"/>
    <w:rsid w:val="008E4B17"/>
    <w:rsid w:val="008E4B5E"/>
    <w:rsid w:val="008E50B6"/>
    <w:rsid w:val="008E5949"/>
    <w:rsid w:val="008E5C90"/>
    <w:rsid w:val="008E6266"/>
    <w:rsid w:val="008E6364"/>
    <w:rsid w:val="008E63D7"/>
    <w:rsid w:val="008E641B"/>
    <w:rsid w:val="008E64E3"/>
    <w:rsid w:val="008E6552"/>
    <w:rsid w:val="008E74CD"/>
    <w:rsid w:val="008E7DCD"/>
    <w:rsid w:val="008F0D98"/>
    <w:rsid w:val="008F0DD0"/>
    <w:rsid w:val="008F168A"/>
    <w:rsid w:val="008F2323"/>
    <w:rsid w:val="008F250F"/>
    <w:rsid w:val="008F252D"/>
    <w:rsid w:val="008F28D6"/>
    <w:rsid w:val="008F2C27"/>
    <w:rsid w:val="008F30E0"/>
    <w:rsid w:val="008F349A"/>
    <w:rsid w:val="008F34C0"/>
    <w:rsid w:val="008F35D5"/>
    <w:rsid w:val="008F365D"/>
    <w:rsid w:val="008F367B"/>
    <w:rsid w:val="008F38D8"/>
    <w:rsid w:val="008F47F6"/>
    <w:rsid w:val="008F4947"/>
    <w:rsid w:val="008F4C03"/>
    <w:rsid w:val="008F4C5F"/>
    <w:rsid w:val="008F5212"/>
    <w:rsid w:val="008F5326"/>
    <w:rsid w:val="008F5453"/>
    <w:rsid w:val="008F5469"/>
    <w:rsid w:val="008F5473"/>
    <w:rsid w:val="008F5869"/>
    <w:rsid w:val="008F5E4A"/>
    <w:rsid w:val="008F6031"/>
    <w:rsid w:val="008F615A"/>
    <w:rsid w:val="008F6160"/>
    <w:rsid w:val="008F6417"/>
    <w:rsid w:val="008F67C1"/>
    <w:rsid w:val="008F686D"/>
    <w:rsid w:val="008F6A3A"/>
    <w:rsid w:val="008F6C71"/>
    <w:rsid w:val="008F6DAC"/>
    <w:rsid w:val="008F7310"/>
    <w:rsid w:val="008F7958"/>
    <w:rsid w:val="0090021E"/>
    <w:rsid w:val="00900326"/>
    <w:rsid w:val="0090081F"/>
    <w:rsid w:val="009013F0"/>
    <w:rsid w:val="0090141C"/>
    <w:rsid w:val="00901660"/>
    <w:rsid w:val="00901A5A"/>
    <w:rsid w:val="00901B78"/>
    <w:rsid w:val="00901B97"/>
    <w:rsid w:val="009020EF"/>
    <w:rsid w:val="009021B6"/>
    <w:rsid w:val="009024C8"/>
    <w:rsid w:val="00902881"/>
    <w:rsid w:val="00902D38"/>
    <w:rsid w:val="00902FFC"/>
    <w:rsid w:val="0090371E"/>
    <w:rsid w:val="00903D31"/>
    <w:rsid w:val="00903D5C"/>
    <w:rsid w:val="00903F5B"/>
    <w:rsid w:val="009044A7"/>
    <w:rsid w:val="009047E5"/>
    <w:rsid w:val="00904E9F"/>
    <w:rsid w:val="009059ED"/>
    <w:rsid w:val="00905EEA"/>
    <w:rsid w:val="009068BA"/>
    <w:rsid w:val="0090691C"/>
    <w:rsid w:val="00906CA5"/>
    <w:rsid w:val="0090708E"/>
    <w:rsid w:val="009077F6"/>
    <w:rsid w:val="00907869"/>
    <w:rsid w:val="00907EF1"/>
    <w:rsid w:val="00910525"/>
    <w:rsid w:val="00910BA7"/>
    <w:rsid w:val="00910CD3"/>
    <w:rsid w:val="00910EB4"/>
    <w:rsid w:val="00910FDC"/>
    <w:rsid w:val="00911471"/>
    <w:rsid w:val="009115CF"/>
    <w:rsid w:val="009118D5"/>
    <w:rsid w:val="00911D21"/>
    <w:rsid w:val="00911EA9"/>
    <w:rsid w:val="009127AF"/>
    <w:rsid w:val="00912A1B"/>
    <w:rsid w:val="00912B38"/>
    <w:rsid w:val="00912B78"/>
    <w:rsid w:val="00912DB1"/>
    <w:rsid w:val="00914B39"/>
    <w:rsid w:val="00915C76"/>
    <w:rsid w:val="00916A7F"/>
    <w:rsid w:val="00917529"/>
    <w:rsid w:val="00917E21"/>
    <w:rsid w:val="009200C3"/>
    <w:rsid w:val="009201FF"/>
    <w:rsid w:val="009203C4"/>
    <w:rsid w:val="009206E5"/>
    <w:rsid w:val="009207CD"/>
    <w:rsid w:val="0092190C"/>
    <w:rsid w:val="009219D5"/>
    <w:rsid w:val="009220D5"/>
    <w:rsid w:val="00922228"/>
    <w:rsid w:val="009222FF"/>
    <w:rsid w:val="00922686"/>
    <w:rsid w:val="009231D1"/>
    <w:rsid w:val="00923FF6"/>
    <w:rsid w:val="009242C3"/>
    <w:rsid w:val="009249DF"/>
    <w:rsid w:val="00924B7F"/>
    <w:rsid w:val="00924CCF"/>
    <w:rsid w:val="0092533D"/>
    <w:rsid w:val="00925C2E"/>
    <w:rsid w:val="00926B5D"/>
    <w:rsid w:val="00926F48"/>
    <w:rsid w:val="00927E3C"/>
    <w:rsid w:val="00927FD4"/>
    <w:rsid w:val="0093003D"/>
    <w:rsid w:val="00930267"/>
    <w:rsid w:val="009302CC"/>
    <w:rsid w:val="00930AA2"/>
    <w:rsid w:val="00930C5C"/>
    <w:rsid w:val="00930D10"/>
    <w:rsid w:val="00930D1D"/>
    <w:rsid w:val="00931395"/>
    <w:rsid w:val="00931CC8"/>
    <w:rsid w:val="00931CFE"/>
    <w:rsid w:val="009328FE"/>
    <w:rsid w:val="00933032"/>
    <w:rsid w:val="0093366A"/>
    <w:rsid w:val="009341DA"/>
    <w:rsid w:val="0093439B"/>
    <w:rsid w:val="00934D68"/>
    <w:rsid w:val="00936123"/>
    <w:rsid w:val="00937111"/>
    <w:rsid w:val="009375E9"/>
    <w:rsid w:val="0094274B"/>
    <w:rsid w:val="0094307F"/>
    <w:rsid w:val="00943344"/>
    <w:rsid w:val="0094346B"/>
    <w:rsid w:val="00943900"/>
    <w:rsid w:val="00943F02"/>
    <w:rsid w:val="00944325"/>
    <w:rsid w:val="009446AB"/>
    <w:rsid w:val="009446CB"/>
    <w:rsid w:val="009448F9"/>
    <w:rsid w:val="00944C09"/>
    <w:rsid w:val="00944D8F"/>
    <w:rsid w:val="00945423"/>
    <w:rsid w:val="00945B7B"/>
    <w:rsid w:val="00945CE7"/>
    <w:rsid w:val="00945D3A"/>
    <w:rsid w:val="00946193"/>
    <w:rsid w:val="00946C41"/>
    <w:rsid w:val="00946C47"/>
    <w:rsid w:val="00946CA3"/>
    <w:rsid w:val="00946F3C"/>
    <w:rsid w:val="00950162"/>
    <w:rsid w:val="00950B6C"/>
    <w:rsid w:val="00951050"/>
    <w:rsid w:val="009512A2"/>
    <w:rsid w:val="00951634"/>
    <w:rsid w:val="00952041"/>
    <w:rsid w:val="0095232B"/>
    <w:rsid w:val="00952A17"/>
    <w:rsid w:val="009535F7"/>
    <w:rsid w:val="00953698"/>
    <w:rsid w:val="009537D6"/>
    <w:rsid w:val="00953AB8"/>
    <w:rsid w:val="009541C6"/>
    <w:rsid w:val="00954579"/>
    <w:rsid w:val="00954EDD"/>
    <w:rsid w:val="0095509A"/>
    <w:rsid w:val="009556C7"/>
    <w:rsid w:val="00955EE3"/>
    <w:rsid w:val="00955FD3"/>
    <w:rsid w:val="00956F6E"/>
    <w:rsid w:val="00957872"/>
    <w:rsid w:val="0095799F"/>
    <w:rsid w:val="00957C4D"/>
    <w:rsid w:val="0096021D"/>
    <w:rsid w:val="0096066E"/>
    <w:rsid w:val="00960D2D"/>
    <w:rsid w:val="00960FE5"/>
    <w:rsid w:val="00961974"/>
    <w:rsid w:val="00961BB0"/>
    <w:rsid w:val="0096223E"/>
    <w:rsid w:val="00962676"/>
    <w:rsid w:val="009626ED"/>
    <w:rsid w:val="00962D7C"/>
    <w:rsid w:val="00962DAC"/>
    <w:rsid w:val="00962EE8"/>
    <w:rsid w:val="0096328F"/>
    <w:rsid w:val="009639A3"/>
    <w:rsid w:val="00963B75"/>
    <w:rsid w:val="00963E76"/>
    <w:rsid w:val="00964747"/>
    <w:rsid w:val="0096477B"/>
    <w:rsid w:val="00964885"/>
    <w:rsid w:val="0096532F"/>
    <w:rsid w:val="00965AD7"/>
    <w:rsid w:val="00965CA8"/>
    <w:rsid w:val="00965E8F"/>
    <w:rsid w:val="00965ED7"/>
    <w:rsid w:val="00965F5B"/>
    <w:rsid w:val="0096609E"/>
    <w:rsid w:val="009668B9"/>
    <w:rsid w:val="00966B80"/>
    <w:rsid w:val="00966DD6"/>
    <w:rsid w:val="00966F04"/>
    <w:rsid w:val="00967D5F"/>
    <w:rsid w:val="009701B9"/>
    <w:rsid w:val="00970223"/>
    <w:rsid w:val="00970456"/>
    <w:rsid w:val="00970750"/>
    <w:rsid w:val="00970875"/>
    <w:rsid w:val="0097090B"/>
    <w:rsid w:val="00970C33"/>
    <w:rsid w:val="00970C90"/>
    <w:rsid w:val="00970CBB"/>
    <w:rsid w:val="00970D75"/>
    <w:rsid w:val="00970D97"/>
    <w:rsid w:val="00971211"/>
    <w:rsid w:val="009713FB"/>
    <w:rsid w:val="00971940"/>
    <w:rsid w:val="0097200F"/>
    <w:rsid w:val="009720E6"/>
    <w:rsid w:val="00972B0F"/>
    <w:rsid w:val="009733DC"/>
    <w:rsid w:val="00973469"/>
    <w:rsid w:val="00973A76"/>
    <w:rsid w:val="00973EBE"/>
    <w:rsid w:val="00974195"/>
    <w:rsid w:val="009744B9"/>
    <w:rsid w:val="00974795"/>
    <w:rsid w:val="00974886"/>
    <w:rsid w:val="00974D24"/>
    <w:rsid w:val="0097598F"/>
    <w:rsid w:val="00975B6D"/>
    <w:rsid w:val="0097699B"/>
    <w:rsid w:val="009769FB"/>
    <w:rsid w:val="009777D2"/>
    <w:rsid w:val="009778F1"/>
    <w:rsid w:val="00977AE2"/>
    <w:rsid w:val="00977CA3"/>
    <w:rsid w:val="00977D02"/>
    <w:rsid w:val="009801E8"/>
    <w:rsid w:val="00980349"/>
    <w:rsid w:val="00980624"/>
    <w:rsid w:val="0098065C"/>
    <w:rsid w:val="009806CB"/>
    <w:rsid w:val="00981F4A"/>
    <w:rsid w:val="009823FA"/>
    <w:rsid w:val="00982535"/>
    <w:rsid w:val="0098341F"/>
    <w:rsid w:val="00983FAA"/>
    <w:rsid w:val="00984085"/>
    <w:rsid w:val="00984619"/>
    <w:rsid w:val="00984955"/>
    <w:rsid w:val="00984D1B"/>
    <w:rsid w:val="0098561A"/>
    <w:rsid w:val="0098576A"/>
    <w:rsid w:val="0098594D"/>
    <w:rsid w:val="00985A3C"/>
    <w:rsid w:val="00985C19"/>
    <w:rsid w:val="00985D3B"/>
    <w:rsid w:val="0098646F"/>
    <w:rsid w:val="009866A6"/>
    <w:rsid w:val="00986B4A"/>
    <w:rsid w:val="00986C8F"/>
    <w:rsid w:val="0098754C"/>
    <w:rsid w:val="009879A7"/>
    <w:rsid w:val="00987F94"/>
    <w:rsid w:val="0099011E"/>
    <w:rsid w:val="00990466"/>
    <w:rsid w:val="00990938"/>
    <w:rsid w:val="00990BE3"/>
    <w:rsid w:val="00990DBB"/>
    <w:rsid w:val="00991433"/>
    <w:rsid w:val="009919C2"/>
    <w:rsid w:val="00992B3B"/>
    <w:rsid w:val="00994098"/>
    <w:rsid w:val="009941A0"/>
    <w:rsid w:val="009948B9"/>
    <w:rsid w:val="00994AC4"/>
    <w:rsid w:val="0099512F"/>
    <w:rsid w:val="00995233"/>
    <w:rsid w:val="00995297"/>
    <w:rsid w:val="0099536F"/>
    <w:rsid w:val="009955C1"/>
    <w:rsid w:val="00995E4B"/>
    <w:rsid w:val="009960CD"/>
    <w:rsid w:val="009967A5"/>
    <w:rsid w:val="00997057"/>
    <w:rsid w:val="00997BEF"/>
    <w:rsid w:val="00997CF9"/>
    <w:rsid w:val="009A07AC"/>
    <w:rsid w:val="009A09A5"/>
    <w:rsid w:val="009A0AED"/>
    <w:rsid w:val="009A0DED"/>
    <w:rsid w:val="009A12D2"/>
    <w:rsid w:val="009A1665"/>
    <w:rsid w:val="009A19F2"/>
    <w:rsid w:val="009A1A0F"/>
    <w:rsid w:val="009A26F5"/>
    <w:rsid w:val="009A2843"/>
    <w:rsid w:val="009A2B5B"/>
    <w:rsid w:val="009A3673"/>
    <w:rsid w:val="009A3E7D"/>
    <w:rsid w:val="009A3F01"/>
    <w:rsid w:val="009A42B1"/>
    <w:rsid w:val="009A4589"/>
    <w:rsid w:val="009A46F0"/>
    <w:rsid w:val="009A4819"/>
    <w:rsid w:val="009A4B4B"/>
    <w:rsid w:val="009A4C1F"/>
    <w:rsid w:val="009A4C94"/>
    <w:rsid w:val="009A4CBE"/>
    <w:rsid w:val="009A4F61"/>
    <w:rsid w:val="009A5DDA"/>
    <w:rsid w:val="009A6111"/>
    <w:rsid w:val="009A66DD"/>
    <w:rsid w:val="009A6AAB"/>
    <w:rsid w:val="009A7239"/>
    <w:rsid w:val="009B00E5"/>
    <w:rsid w:val="009B0D52"/>
    <w:rsid w:val="009B0F54"/>
    <w:rsid w:val="009B0F6A"/>
    <w:rsid w:val="009B16BD"/>
    <w:rsid w:val="009B1AF3"/>
    <w:rsid w:val="009B2EE2"/>
    <w:rsid w:val="009B30BE"/>
    <w:rsid w:val="009B3390"/>
    <w:rsid w:val="009B365A"/>
    <w:rsid w:val="009B3CE3"/>
    <w:rsid w:val="009B41A3"/>
    <w:rsid w:val="009B4309"/>
    <w:rsid w:val="009B43C1"/>
    <w:rsid w:val="009B4B08"/>
    <w:rsid w:val="009B4C65"/>
    <w:rsid w:val="009B4EF7"/>
    <w:rsid w:val="009B4F97"/>
    <w:rsid w:val="009B58DA"/>
    <w:rsid w:val="009B5AD1"/>
    <w:rsid w:val="009B5CE1"/>
    <w:rsid w:val="009B5FB0"/>
    <w:rsid w:val="009B7B11"/>
    <w:rsid w:val="009B7D37"/>
    <w:rsid w:val="009C0AA6"/>
    <w:rsid w:val="009C0DC1"/>
    <w:rsid w:val="009C1967"/>
    <w:rsid w:val="009C1BEE"/>
    <w:rsid w:val="009C1D33"/>
    <w:rsid w:val="009C2ADD"/>
    <w:rsid w:val="009C2DAA"/>
    <w:rsid w:val="009C2DC7"/>
    <w:rsid w:val="009C2E5F"/>
    <w:rsid w:val="009C2EF2"/>
    <w:rsid w:val="009C3D27"/>
    <w:rsid w:val="009C4418"/>
    <w:rsid w:val="009C47BF"/>
    <w:rsid w:val="009C4BAB"/>
    <w:rsid w:val="009C5D2B"/>
    <w:rsid w:val="009C5E2C"/>
    <w:rsid w:val="009C5ECA"/>
    <w:rsid w:val="009C6095"/>
    <w:rsid w:val="009C61A6"/>
    <w:rsid w:val="009C669C"/>
    <w:rsid w:val="009C6D52"/>
    <w:rsid w:val="009C73F7"/>
    <w:rsid w:val="009C745D"/>
    <w:rsid w:val="009C749B"/>
    <w:rsid w:val="009C76E6"/>
    <w:rsid w:val="009C772E"/>
    <w:rsid w:val="009C77B4"/>
    <w:rsid w:val="009C78A7"/>
    <w:rsid w:val="009C78AA"/>
    <w:rsid w:val="009D0FF7"/>
    <w:rsid w:val="009D1396"/>
    <w:rsid w:val="009D148A"/>
    <w:rsid w:val="009D18AB"/>
    <w:rsid w:val="009D1976"/>
    <w:rsid w:val="009D1CFA"/>
    <w:rsid w:val="009D1EC1"/>
    <w:rsid w:val="009D2544"/>
    <w:rsid w:val="009D2680"/>
    <w:rsid w:val="009D2806"/>
    <w:rsid w:val="009D2F43"/>
    <w:rsid w:val="009D3191"/>
    <w:rsid w:val="009D32BA"/>
    <w:rsid w:val="009D34CC"/>
    <w:rsid w:val="009D354B"/>
    <w:rsid w:val="009D3773"/>
    <w:rsid w:val="009D40B1"/>
    <w:rsid w:val="009D48B8"/>
    <w:rsid w:val="009D49BF"/>
    <w:rsid w:val="009D4CD0"/>
    <w:rsid w:val="009D5ED2"/>
    <w:rsid w:val="009D60EC"/>
    <w:rsid w:val="009D6ED5"/>
    <w:rsid w:val="009D6F61"/>
    <w:rsid w:val="009D6FC3"/>
    <w:rsid w:val="009D7044"/>
    <w:rsid w:val="009D7311"/>
    <w:rsid w:val="009D7763"/>
    <w:rsid w:val="009E005A"/>
    <w:rsid w:val="009E026E"/>
    <w:rsid w:val="009E04F0"/>
    <w:rsid w:val="009E0501"/>
    <w:rsid w:val="009E05F2"/>
    <w:rsid w:val="009E2BAE"/>
    <w:rsid w:val="009E2C9B"/>
    <w:rsid w:val="009E312C"/>
    <w:rsid w:val="009E331E"/>
    <w:rsid w:val="009E340D"/>
    <w:rsid w:val="009E3ABD"/>
    <w:rsid w:val="009E3E5E"/>
    <w:rsid w:val="009E42C1"/>
    <w:rsid w:val="009E4C72"/>
    <w:rsid w:val="009E4EAF"/>
    <w:rsid w:val="009E5051"/>
    <w:rsid w:val="009E557E"/>
    <w:rsid w:val="009E5EEA"/>
    <w:rsid w:val="009E6165"/>
    <w:rsid w:val="009E63EC"/>
    <w:rsid w:val="009E650F"/>
    <w:rsid w:val="009E6530"/>
    <w:rsid w:val="009E669B"/>
    <w:rsid w:val="009E671A"/>
    <w:rsid w:val="009E675E"/>
    <w:rsid w:val="009E6D5C"/>
    <w:rsid w:val="009E6FAA"/>
    <w:rsid w:val="009E73B2"/>
    <w:rsid w:val="009E7B1F"/>
    <w:rsid w:val="009E7B21"/>
    <w:rsid w:val="009F02B7"/>
    <w:rsid w:val="009F046E"/>
    <w:rsid w:val="009F0F62"/>
    <w:rsid w:val="009F10CB"/>
    <w:rsid w:val="009F12BB"/>
    <w:rsid w:val="009F141F"/>
    <w:rsid w:val="009F1498"/>
    <w:rsid w:val="009F15AC"/>
    <w:rsid w:val="009F1A1C"/>
    <w:rsid w:val="009F1B94"/>
    <w:rsid w:val="009F212C"/>
    <w:rsid w:val="009F26EC"/>
    <w:rsid w:val="009F3039"/>
    <w:rsid w:val="009F3154"/>
    <w:rsid w:val="009F3257"/>
    <w:rsid w:val="009F38D6"/>
    <w:rsid w:val="009F3920"/>
    <w:rsid w:val="009F3C40"/>
    <w:rsid w:val="009F4DA8"/>
    <w:rsid w:val="009F51D5"/>
    <w:rsid w:val="009F5200"/>
    <w:rsid w:val="009F5C4B"/>
    <w:rsid w:val="009F617B"/>
    <w:rsid w:val="009F6A08"/>
    <w:rsid w:val="009F6F11"/>
    <w:rsid w:val="009F728A"/>
    <w:rsid w:val="009F728E"/>
    <w:rsid w:val="009F75DD"/>
    <w:rsid w:val="009F79EB"/>
    <w:rsid w:val="00A002FD"/>
    <w:rsid w:val="00A00329"/>
    <w:rsid w:val="00A00461"/>
    <w:rsid w:val="00A00956"/>
    <w:rsid w:val="00A00A8A"/>
    <w:rsid w:val="00A00DAA"/>
    <w:rsid w:val="00A00E48"/>
    <w:rsid w:val="00A00E56"/>
    <w:rsid w:val="00A012B8"/>
    <w:rsid w:val="00A012DE"/>
    <w:rsid w:val="00A01384"/>
    <w:rsid w:val="00A01755"/>
    <w:rsid w:val="00A01B16"/>
    <w:rsid w:val="00A01E0F"/>
    <w:rsid w:val="00A022C0"/>
    <w:rsid w:val="00A0255B"/>
    <w:rsid w:val="00A02611"/>
    <w:rsid w:val="00A0299B"/>
    <w:rsid w:val="00A02A20"/>
    <w:rsid w:val="00A02E85"/>
    <w:rsid w:val="00A037C1"/>
    <w:rsid w:val="00A037D3"/>
    <w:rsid w:val="00A03878"/>
    <w:rsid w:val="00A03BC2"/>
    <w:rsid w:val="00A03BEE"/>
    <w:rsid w:val="00A03E1C"/>
    <w:rsid w:val="00A03EAD"/>
    <w:rsid w:val="00A03FF0"/>
    <w:rsid w:val="00A0469C"/>
    <w:rsid w:val="00A046F3"/>
    <w:rsid w:val="00A04E34"/>
    <w:rsid w:val="00A04FB0"/>
    <w:rsid w:val="00A055D6"/>
    <w:rsid w:val="00A0568C"/>
    <w:rsid w:val="00A05EF0"/>
    <w:rsid w:val="00A060D4"/>
    <w:rsid w:val="00A061A0"/>
    <w:rsid w:val="00A065B2"/>
    <w:rsid w:val="00A067F1"/>
    <w:rsid w:val="00A06A63"/>
    <w:rsid w:val="00A06C16"/>
    <w:rsid w:val="00A0707C"/>
    <w:rsid w:val="00A071BF"/>
    <w:rsid w:val="00A073CA"/>
    <w:rsid w:val="00A07653"/>
    <w:rsid w:val="00A07D84"/>
    <w:rsid w:val="00A10094"/>
    <w:rsid w:val="00A10215"/>
    <w:rsid w:val="00A105FB"/>
    <w:rsid w:val="00A1161F"/>
    <w:rsid w:val="00A1171E"/>
    <w:rsid w:val="00A11852"/>
    <w:rsid w:val="00A11DC1"/>
    <w:rsid w:val="00A12154"/>
    <w:rsid w:val="00A12665"/>
    <w:rsid w:val="00A12D9F"/>
    <w:rsid w:val="00A1323C"/>
    <w:rsid w:val="00A134FE"/>
    <w:rsid w:val="00A13532"/>
    <w:rsid w:val="00A136B3"/>
    <w:rsid w:val="00A13708"/>
    <w:rsid w:val="00A13977"/>
    <w:rsid w:val="00A14D7C"/>
    <w:rsid w:val="00A15824"/>
    <w:rsid w:val="00A15B06"/>
    <w:rsid w:val="00A16116"/>
    <w:rsid w:val="00A162D3"/>
    <w:rsid w:val="00A16390"/>
    <w:rsid w:val="00A1674B"/>
    <w:rsid w:val="00A16777"/>
    <w:rsid w:val="00A17203"/>
    <w:rsid w:val="00A17763"/>
    <w:rsid w:val="00A177C6"/>
    <w:rsid w:val="00A17FC1"/>
    <w:rsid w:val="00A203C6"/>
    <w:rsid w:val="00A207AD"/>
    <w:rsid w:val="00A20B87"/>
    <w:rsid w:val="00A20FF5"/>
    <w:rsid w:val="00A21093"/>
    <w:rsid w:val="00A217FE"/>
    <w:rsid w:val="00A21DB9"/>
    <w:rsid w:val="00A227FE"/>
    <w:rsid w:val="00A22C1C"/>
    <w:rsid w:val="00A232FF"/>
    <w:rsid w:val="00A2361B"/>
    <w:rsid w:val="00A23888"/>
    <w:rsid w:val="00A23CBE"/>
    <w:rsid w:val="00A2411F"/>
    <w:rsid w:val="00A24156"/>
    <w:rsid w:val="00A243A2"/>
    <w:rsid w:val="00A245E0"/>
    <w:rsid w:val="00A247EF"/>
    <w:rsid w:val="00A24AAD"/>
    <w:rsid w:val="00A24E16"/>
    <w:rsid w:val="00A25370"/>
    <w:rsid w:val="00A2549E"/>
    <w:rsid w:val="00A256C6"/>
    <w:rsid w:val="00A25AEA"/>
    <w:rsid w:val="00A25F3A"/>
    <w:rsid w:val="00A2608C"/>
    <w:rsid w:val="00A26167"/>
    <w:rsid w:val="00A26B24"/>
    <w:rsid w:val="00A26BF3"/>
    <w:rsid w:val="00A27478"/>
    <w:rsid w:val="00A27540"/>
    <w:rsid w:val="00A27AC7"/>
    <w:rsid w:val="00A31345"/>
    <w:rsid w:val="00A315D0"/>
    <w:rsid w:val="00A31DFE"/>
    <w:rsid w:val="00A32382"/>
    <w:rsid w:val="00A32425"/>
    <w:rsid w:val="00A32AD3"/>
    <w:rsid w:val="00A331C1"/>
    <w:rsid w:val="00A33A3D"/>
    <w:rsid w:val="00A33F1C"/>
    <w:rsid w:val="00A3439E"/>
    <w:rsid w:val="00A3479E"/>
    <w:rsid w:val="00A352CD"/>
    <w:rsid w:val="00A353D9"/>
    <w:rsid w:val="00A3545A"/>
    <w:rsid w:val="00A35628"/>
    <w:rsid w:val="00A35E8B"/>
    <w:rsid w:val="00A3606B"/>
    <w:rsid w:val="00A365CC"/>
    <w:rsid w:val="00A36C44"/>
    <w:rsid w:val="00A36D16"/>
    <w:rsid w:val="00A37086"/>
    <w:rsid w:val="00A37565"/>
    <w:rsid w:val="00A377B4"/>
    <w:rsid w:val="00A37A6E"/>
    <w:rsid w:val="00A37C0B"/>
    <w:rsid w:val="00A404F0"/>
    <w:rsid w:val="00A40A32"/>
    <w:rsid w:val="00A40AC2"/>
    <w:rsid w:val="00A40AC8"/>
    <w:rsid w:val="00A415CA"/>
    <w:rsid w:val="00A41694"/>
    <w:rsid w:val="00A4230F"/>
    <w:rsid w:val="00A4271F"/>
    <w:rsid w:val="00A429C7"/>
    <w:rsid w:val="00A43305"/>
    <w:rsid w:val="00A4336B"/>
    <w:rsid w:val="00A436A1"/>
    <w:rsid w:val="00A4396A"/>
    <w:rsid w:val="00A43A3D"/>
    <w:rsid w:val="00A43B64"/>
    <w:rsid w:val="00A43D49"/>
    <w:rsid w:val="00A441A0"/>
    <w:rsid w:val="00A44C8F"/>
    <w:rsid w:val="00A44F25"/>
    <w:rsid w:val="00A45575"/>
    <w:rsid w:val="00A45691"/>
    <w:rsid w:val="00A459DD"/>
    <w:rsid w:val="00A45B3A"/>
    <w:rsid w:val="00A45E3C"/>
    <w:rsid w:val="00A4654C"/>
    <w:rsid w:val="00A46BC4"/>
    <w:rsid w:val="00A47558"/>
    <w:rsid w:val="00A47865"/>
    <w:rsid w:val="00A478AE"/>
    <w:rsid w:val="00A4791A"/>
    <w:rsid w:val="00A502AC"/>
    <w:rsid w:val="00A514C8"/>
    <w:rsid w:val="00A51848"/>
    <w:rsid w:val="00A51CCA"/>
    <w:rsid w:val="00A51E92"/>
    <w:rsid w:val="00A52256"/>
    <w:rsid w:val="00A522F0"/>
    <w:rsid w:val="00A524DD"/>
    <w:rsid w:val="00A52C19"/>
    <w:rsid w:val="00A52EE6"/>
    <w:rsid w:val="00A53627"/>
    <w:rsid w:val="00A53866"/>
    <w:rsid w:val="00A53911"/>
    <w:rsid w:val="00A53CD6"/>
    <w:rsid w:val="00A54108"/>
    <w:rsid w:val="00A54281"/>
    <w:rsid w:val="00A5450A"/>
    <w:rsid w:val="00A54859"/>
    <w:rsid w:val="00A54DBE"/>
    <w:rsid w:val="00A55045"/>
    <w:rsid w:val="00A5539B"/>
    <w:rsid w:val="00A557F8"/>
    <w:rsid w:val="00A56B3A"/>
    <w:rsid w:val="00A570AD"/>
    <w:rsid w:val="00A571B1"/>
    <w:rsid w:val="00A575FF"/>
    <w:rsid w:val="00A57A7A"/>
    <w:rsid w:val="00A603B1"/>
    <w:rsid w:val="00A603DB"/>
    <w:rsid w:val="00A605E6"/>
    <w:rsid w:val="00A60CD5"/>
    <w:rsid w:val="00A60F01"/>
    <w:rsid w:val="00A61265"/>
    <w:rsid w:val="00A61DC3"/>
    <w:rsid w:val="00A61E3B"/>
    <w:rsid w:val="00A6247D"/>
    <w:rsid w:val="00A629D7"/>
    <w:rsid w:val="00A630AF"/>
    <w:rsid w:val="00A6314F"/>
    <w:rsid w:val="00A63913"/>
    <w:rsid w:val="00A63C10"/>
    <w:rsid w:val="00A644A8"/>
    <w:rsid w:val="00A648E6"/>
    <w:rsid w:val="00A64BE8"/>
    <w:rsid w:val="00A64C89"/>
    <w:rsid w:val="00A64CA0"/>
    <w:rsid w:val="00A654B7"/>
    <w:rsid w:val="00A65CE2"/>
    <w:rsid w:val="00A65CE5"/>
    <w:rsid w:val="00A66422"/>
    <w:rsid w:val="00A6646D"/>
    <w:rsid w:val="00A665D7"/>
    <w:rsid w:val="00A66813"/>
    <w:rsid w:val="00A6693A"/>
    <w:rsid w:val="00A66E72"/>
    <w:rsid w:val="00A6734A"/>
    <w:rsid w:val="00A675DA"/>
    <w:rsid w:val="00A6780B"/>
    <w:rsid w:val="00A70131"/>
    <w:rsid w:val="00A701E2"/>
    <w:rsid w:val="00A706A7"/>
    <w:rsid w:val="00A7094F"/>
    <w:rsid w:val="00A719C2"/>
    <w:rsid w:val="00A71D7B"/>
    <w:rsid w:val="00A72178"/>
    <w:rsid w:val="00A72702"/>
    <w:rsid w:val="00A72734"/>
    <w:rsid w:val="00A72B10"/>
    <w:rsid w:val="00A72DE2"/>
    <w:rsid w:val="00A72EDC"/>
    <w:rsid w:val="00A7333D"/>
    <w:rsid w:val="00A734DD"/>
    <w:rsid w:val="00A73CF7"/>
    <w:rsid w:val="00A74364"/>
    <w:rsid w:val="00A74690"/>
    <w:rsid w:val="00A748FC"/>
    <w:rsid w:val="00A74B02"/>
    <w:rsid w:val="00A74D44"/>
    <w:rsid w:val="00A75730"/>
    <w:rsid w:val="00A75DF3"/>
    <w:rsid w:val="00A76B99"/>
    <w:rsid w:val="00A776D3"/>
    <w:rsid w:val="00A77B99"/>
    <w:rsid w:val="00A77C72"/>
    <w:rsid w:val="00A77DE3"/>
    <w:rsid w:val="00A80491"/>
    <w:rsid w:val="00A80582"/>
    <w:rsid w:val="00A806FB"/>
    <w:rsid w:val="00A80955"/>
    <w:rsid w:val="00A80AE1"/>
    <w:rsid w:val="00A80E3E"/>
    <w:rsid w:val="00A80F5E"/>
    <w:rsid w:val="00A80FDD"/>
    <w:rsid w:val="00A818AF"/>
    <w:rsid w:val="00A81994"/>
    <w:rsid w:val="00A81EC9"/>
    <w:rsid w:val="00A83336"/>
    <w:rsid w:val="00A83BEE"/>
    <w:rsid w:val="00A83C5B"/>
    <w:rsid w:val="00A83D72"/>
    <w:rsid w:val="00A83E01"/>
    <w:rsid w:val="00A8486A"/>
    <w:rsid w:val="00A8527C"/>
    <w:rsid w:val="00A85380"/>
    <w:rsid w:val="00A854EB"/>
    <w:rsid w:val="00A857D9"/>
    <w:rsid w:val="00A85A9D"/>
    <w:rsid w:val="00A85D36"/>
    <w:rsid w:val="00A85D4D"/>
    <w:rsid w:val="00A85D98"/>
    <w:rsid w:val="00A866D2"/>
    <w:rsid w:val="00A87463"/>
    <w:rsid w:val="00A875AF"/>
    <w:rsid w:val="00A87CD4"/>
    <w:rsid w:val="00A87ECC"/>
    <w:rsid w:val="00A87EDF"/>
    <w:rsid w:val="00A90199"/>
    <w:rsid w:val="00A9092F"/>
    <w:rsid w:val="00A90B01"/>
    <w:rsid w:val="00A90FA0"/>
    <w:rsid w:val="00A91AE5"/>
    <w:rsid w:val="00A92C6F"/>
    <w:rsid w:val="00A92D12"/>
    <w:rsid w:val="00A93A04"/>
    <w:rsid w:val="00A93CE8"/>
    <w:rsid w:val="00A9413E"/>
    <w:rsid w:val="00A94451"/>
    <w:rsid w:val="00A9449D"/>
    <w:rsid w:val="00A94572"/>
    <w:rsid w:val="00A94730"/>
    <w:rsid w:val="00A94FBA"/>
    <w:rsid w:val="00A95538"/>
    <w:rsid w:val="00A957B9"/>
    <w:rsid w:val="00A958B6"/>
    <w:rsid w:val="00A95AC8"/>
    <w:rsid w:val="00A95DF1"/>
    <w:rsid w:val="00A96619"/>
    <w:rsid w:val="00A96F81"/>
    <w:rsid w:val="00A976A0"/>
    <w:rsid w:val="00A97739"/>
    <w:rsid w:val="00A979A8"/>
    <w:rsid w:val="00A97A0E"/>
    <w:rsid w:val="00A97B6D"/>
    <w:rsid w:val="00AA00F4"/>
    <w:rsid w:val="00AA083B"/>
    <w:rsid w:val="00AA09D7"/>
    <w:rsid w:val="00AA0B9C"/>
    <w:rsid w:val="00AA0E3A"/>
    <w:rsid w:val="00AA162D"/>
    <w:rsid w:val="00AA164B"/>
    <w:rsid w:val="00AA1862"/>
    <w:rsid w:val="00AA18DE"/>
    <w:rsid w:val="00AA1EEE"/>
    <w:rsid w:val="00AA1FAC"/>
    <w:rsid w:val="00AA206B"/>
    <w:rsid w:val="00AA213E"/>
    <w:rsid w:val="00AA23A9"/>
    <w:rsid w:val="00AA271B"/>
    <w:rsid w:val="00AA2986"/>
    <w:rsid w:val="00AA2998"/>
    <w:rsid w:val="00AA35BF"/>
    <w:rsid w:val="00AA39C4"/>
    <w:rsid w:val="00AA3BD3"/>
    <w:rsid w:val="00AA3C07"/>
    <w:rsid w:val="00AA3CF3"/>
    <w:rsid w:val="00AA410C"/>
    <w:rsid w:val="00AA447D"/>
    <w:rsid w:val="00AA50F5"/>
    <w:rsid w:val="00AA5DF3"/>
    <w:rsid w:val="00AA615D"/>
    <w:rsid w:val="00AA6183"/>
    <w:rsid w:val="00AA625F"/>
    <w:rsid w:val="00AA64EA"/>
    <w:rsid w:val="00AA64F9"/>
    <w:rsid w:val="00AA6563"/>
    <w:rsid w:val="00AA65D2"/>
    <w:rsid w:val="00AA66C2"/>
    <w:rsid w:val="00AA6DDF"/>
    <w:rsid w:val="00AA706A"/>
    <w:rsid w:val="00AA7659"/>
    <w:rsid w:val="00AA7914"/>
    <w:rsid w:val="00AB06C3"/>
    <w:rsid w:val="00AB081F"/>
    <w:rsid w:val="00AB11F9"/>
    <w:rsid w:val="00AB1D1B"/>
    <w:rsid w:val="00AB1EE7"/>
    <w:rsid w:val="00AB26AD"/>
    <w:rsid w:val="00AB2AB8"/>
    <w:rsid w:val="00AB2E34"/>
    <w:rsid w:val="00AB3680"/>
    <w:rsid w:val="00AB3836"/>
    <w:rsid w:val="00AB3F8A"/>
    <w:rsid w:val="00AB4066"/>
    <w:rsid w:val="00AB43A5"/>
    <w:rsid w:val="00AB43EF"/>
    <w:rsid w:val="00AB4481"/>
    <w:rsid w:val="00AB45CB"/>
    <w:rsid w:val="00AB4920"/>
    <w:rsid w:val="00AB4A7C"/>
    <w:rsid w:val="00AB5C5B"/>
    <w:rsid w:val="00AB63B5"/>
    <w:rsid w:val="00AB645E"/>
    <w:rsid w:val="00AB6B30"/>
    <w:rsid w:val="00AB6F13"/>
    <w:rsid w:val="00AB7FD7"/>
    <w:rsid w:val="00AC0319"/>
    <w:rsid w:val="00AC1B44"/>
    <w:rsid w:val="00AC2081"/>
    <w:rsid w:val="00AC2362"/>
    <w:rsid w:val="00AC279D"/>
    <w:rsid w:val="00AC2807"/>
    <w:rsid w:val="00AC2BD4"/>
    <w:rsid w:val="00AC2D67"/>
    <w:rsid w:val="00AC307D"/>
    <w:rsid w:val="00AC319C"/>
    <w:rsid w:val="00AC3716"/>
    <w:rsid w:val="00AC3A31"/>
    <w:rsid w:val="00AC3F49"/>
    <w:rsid w:val="00AC3F69"/>
    <w:rsid w:val="00AC4125"/>
    <w:rsid w:val="00AC48E2"/>
    <w:rsid w:val="00AC5095"/>
    <w:rsid w:val="00AC5364"/>
    <w:rsid w:val="00AC5409"/>
    <w:rsid w:val="00AC55B5"/>
    <w:rsid w:val="00AC57C6"/>
    <w:rsid w:val="00AC5C38"/>
    <w:rsid w:val="00AC5D43"/>
    <w:rsid w:val="00AC666B"/>
    <w:rsid w:val="00AC7EB7"/>
    <w:rsid w:val="00AC7ED0"/>
    <w:rsid w:val="00AD0052"/>
    <w:rsid w:val="00AD0847"/>
    <w:rsid w:val="00AD10B9"/>
    <w:rsid w:val="00AD1116"/>
    <w:rsid w:val="00AD1B96"/>
    <w:rsid w:val="00AD1BB4"/>
    <w:rsid w:val="00AD1FF4"/>
    <w:rsid w:val="00AD296A"/>
    <w:rsid w:val="00AD2A50"/>
    <w:rsid w:val="00AD2CF6"/>
    <w:rsid w:val="00AD2E79"/>
    <w:rsid w:val="00AD4679"/>
    <w:rsid w:val="00AD4962"/>
    <w:rsid w:val="00AD4B26"/>
    <w:rsid w:val="00AD52D9"/>
    <w:rsid w:val="00AD57E4"/>
    <w:rsid w:val="00AD618F"/>
    <w:rsid w:val="00AD662F"/>
    <w:rsid w:val="00AD6FC6"/>
    <w:rsid w:val="00AD718E"/>
    <w:rsid w:val="00AD77AB"/>
    <w:rsid w:val="00AD77D5"/>
    <w:rsid w:val="00AE0C97"/>
    <w:rsid w:val="00AE0E78"/>
    <w:rsid w:val="00AE0F0C"/>
    <w:rsid w:val="00AE1334"/>
    <w:rsid w:val="00AE13D4"/>
    <w:rsid w:val="00AE1786"/>
    <w:rsid w:val="00AE1C11"/>
    <w:rsid w:val="00AE1CA1"/>
    <w:rsid w:val="00AE1E5B"/>
    <w:rsid w:val="00AE2618"/>
    <w:rsid w:val="00AE2A11"/>
    <w:rsid w:val="00AE3068"/>
    <w:rsid w:val="00AE3270"/>
    <w:rsid w:val="00AE3282"/>
    <w:rsid w:val="00AE331C"/>
    <w:rsid w:val="00AE3396"/>
    <w:rsid w:val="00AE3825"/>
    <w:rsid w:val="00AE3ABB"/>
    <w:rsid w:val="00AE3EBE"/>
    <w:rsid w:val="00AE44F8"/>
    <w:rsid w:val="00AE4585"/>
    <w:rsid w:val="00AE4979"/>
    <w:rsid w:val="00AE49A4"/>
    <w:rsid w:val="00AE49CC"/>
    <w:rsid w:val="00AE5013"/>
    <w:rsid w:val="00AE50AE"/>
    <w:rsid w:val="00AE50F8"/>
    <w:rsid w:val="00AE67AB"/>
    <w:rsid w:val="00AE680E"/>
    <w:rsid w:val="00AE6F6F"/>
    <w:rsid w:val="00AE73B6"/>
    <w:rsid w:val="00AE74FF"/>
    <w:rsid w:val="00AE7EEC"/>
    <w:rsid w:val="00AF0208"/>
    <w:rsid w:val="00AF051B"/>
    <w:rsid w:val="00AF170E"/>
    <w:rsid w:val="00AF2718"/>
    <w:rsid w:val="00AF273B"/>
    <w:rsid w:val="00AF2C50"/>
    <w:rsid w:val="00AF3222"/>
    <w:rsid w:val="00AF366C"/>
    <w:rsid w:val="00AF3711"/>
    <w:rsid w:val="00AF3B8C"/>
    <w:rsid w:val="00AF4271"/>
    <w:rsid w:val="00AF4314"/>
    <w:rsid w:val="00AF48C2"/>
    <w:rsid w:val="00AF522D"/>
    <w:rsid w:val="00AF5809"/>
    <w:rsid w:val="00AF5B2E"/>
    <w:rsid w:val="00AF63C1"/>
    <w:rsid w:val="00AF67C0"/>
    <w:rsid w:val="00AF69C0"/>
    <w:rsid w:val="00AF719E"/>
    <w:rsid w:val="00AF74CE"/>
    <w:rsid w:val="00AF76F3"/>
    <w:rsid w:val="00AF7707"/>
    <w:rsid w:val="00AF7A8F"/>
    <w:rsid w:val="00AF7E71"/>
    <w:rsid w:val="00B0043A"/>
    <w:rsid w:val="00B00E34"/>
    <w:rsid w:val="00B01B92"/>
    <w:rsid w:val="00B01C66"/>
    <w:rsid w:val="00B01CFE"/>
    <w:rsid w:val="00B021F7"/>
    <w:rsid w:val="00B02463"/>
    <w:rsid w:val="00B02662"/>
    <w:rsid w:val="00B02E63"/>
    <w:rsid w:val="00B0351A"/>
    <w:rsid w:val="00B04348"/>
    <w:rsid w:val="00B04386"/>
    <w:rsid w:val="00B0468B"/>
    <w:rsid w:val="00B0477A"/>
    <w:rsid w:val="00B048A4"/>
    <w:rsid w:val="00B05101"/>
    <w:rsid w:val="00B051E3"/>
    <w:rsid w:val="00B05561"/>
    <w:rsid w:val="00B057CF"/>
    <w:rsid w:val="00B05A43"/>
    <w:rsid w:val="00B05E67"/>
    <w:rsid w:val="00B0621D"/>
    <w:rsid w:val="00B062C1"/>
    <w:rsid w:val="00B0639F"/>
    <w:rsid w:val="00B06566"/>
    <w:rsid w:val="00B06967"/>
    <w:rsid w:val="00B076F2"/>
    <w:rsid w:val="00B07C26"/>
    <w:rsid w:val="00B07D83"/>
    <w:rsid w:val="00B107D6"/>
    <w:rsid w:val="00B10945"/>
    <w:rsid w:val="00B10A0B"/>
    <w:rsid w:val="00B120C8"/>
    <w:rsid w:val="00B127C5"/>
    <w:rsid w:val="00B13223"/>
    <w:rsid w:val="00B1325C"/>
    <w:rsid w:val="00B13492"/>
    <w:rsid w:val="00B13990"/>
    <w:rsid w:val="00B13E1C"/>
    <w:rsid w:val="00B13E87"/>
    <w:rsid w:val="00B14B59"/>
    <w:rsid w:val="00B15040"/>
    <w:rsid w:val="00B150C5"/>
    <w:rsid w:val="00B152E0"/>
    <w:rsid w:val="00B15617"/>
    <w:rsid w:val="00B15ACA"/>
    <w:rsid w:val="00B15B0D"/>
    <w:rsid w:val="00B15EE0"/>
    <w:rsid w:val="00B15F78"/>
    <w:rsid w:val="00B16022"/>
    <w:rsid w:val="00B160D3"/>
    <w:rsid w:val="00B16165"/>
    <w:rsid w:val="00B16BB1"/>
    <w:rsid w:val="00B16EA1"/>
    <w:rsid w:val="00B17070"/>
    <w:rsid w:val="00B1722D"/>
    <w:rsid w:val="00B1767D"/>
    <w:rsid w:val="00B17939"/>
    <w:rsid w:val="00B17A83"/>
    <w:rsid w:val="00B17CAB"/>
    <w:rsid w:val="00B2028C"/>
    <w:rsid w:val="00B2087E"/>
    <w:rsid w:val="00B2137C"/>
    <w:rsid w:val="00B215B0"/>
    <w:rsid w:val="00B216A3"/>
    <w:rsid w:val="00B219B0"/>
    <w:rsid w:val="00B21E4D"/>
    <w:rsid w:val="00B221CB"/>
    <w:rsid w:val="00B222CB"/>
    <w:rsid w:val="00B22BB7"/>
    <w:rsid w:val="00B238BC"/>
    <w:rsid w:val="00B23D7D"/>
    <w:rsid w:val="00B23DAE"/>
    <w:rsid w:val="00B2409C"/>
    <w:rsid w:val="00B2437C"/>
    <w:rsid w:val="00B25119"/>
    <w:rsid w:val="00B252D0"/>
    <w:rsid w:val="00B25411"/>
    <w:rsid w:val="00B25AD9"/>
    <w:rsid w:val="00B25B6E"/>
    <w:rsid w:val="00B25CFA"/>
    <w:rsid w:val="00B265AC"/>
    <w:rsid w:val="00B278DA"/>
    <w:rsid w:val="00B300B7"/>
    <w:rsid w:val="00B30CD5"/>
    <w:rsid w:val="00B31324"/>
    <w:rsid w:val="00B32AC4"/>
    <w:rsid w:val="00B32C06"/>
    <w:rsid w:val="00B3329F"/>
    <w:rsid w:val="00B334A9"/>
    <w:rsid w:val="00B34247"/>
    <w:rsid w:val="00B34418"/>
    <w:rsid w:val="00B348DB"/>
    <w:rsid w:val="00B34E0B"/>
    <w:rsid w:val="00B35241"/>
    <w:rsid w:val="00B357A8"/>
    <w:rsid w:val="00B35A0F"/>
    <w:rsid w:val="00B35BB6"/>
    <w:rsid w:val="00B365E6"/>
    <w:rsid w:val="00B371A7"/>
    <w:rsid w:val="00B371EF"/>
    <w:rsid w:val="00B37755"/>
    <w:rsid w:val="00B40388"/>
    <w:rsid w:val="00B40EF6"/>
    <w:rsid w:val="00B41078"/>
    <w:rsid w:val="00B41ECB"/>
    <w:rsid w:val="00B421DE"/>
    <w:rsid w:val="00B424E4"/>
    <w:rsid w:val="00B42EC4"/>
    <w:rsid w:val="00B433EC"/>
    <w:rsid w:val="00B43961"/>
    <w:rsid w:val="00B44036"/>
    <w:rsid w:val="00B44324"/>
    <w:rsid w:val="00B44F2D"/>
    <w:rsid w:val="00B4557F"/>
    <w:rsid w:val="00B45B4F"/>
    <w:rsid w:val="00B45C82"/>
    <w:rsid w:val="00B45EFA"/>
    <w:rsid w:val="00B4624D"/>
    <w:rsid w:val="00B4661E"/>
    <w:rsid w:val="00B4684C"/>
    <w:rsid w:val="00B468A2"/>
    <w:rsid w:val="00B46BCF"/>
    <w:rsid w:val="00B46BE5"/>
    <w:rsid w:val="00B46D68"/>
    <w:rsid w:val="00B47113"/>
    <w:rsid w:val="00B4734C"/>
    <w:rsid w:val="00B47F06"/>
    <w:rsid w:val="00B50137"/>
    <w:rsid w:val="00B5057A"/>
    <w:rsid w:val="00B50670"/>
    <w:rsid w:val="00B508AF"/>
    <w:rsid w:val="00B50C29"/>
    <w:rsid w:val="00B50FA3"/>
    <w:rsid w:val="00B512B1"/>
    <w:rsid w:val="00B51D23"/>
    <w:rsid w:val="00B51D51"/>
    <w:rsid w:val="00B51ED0"/>
    <w:rsid w:val="00B522E7"/>
    <w:rsid w:val="00B52924"/>
    <w:rsid w:val="00B52F26"/>
    <w:rsid w:val="00B533AE"/>
    <w:rsid w:val="00B53733"/>
    <w:rsid w:val="00B53BE0"/>
    <w:rsid w:val="00B53D7D"/>
    <w:rsid w:val="00B54093"/>
    <w:rsid w:val="00B541C9"/>
    <w:rsid w:val="00B542F1"/>
    <w:rsid w:val="00B5430E"/>
    <w:rsid w:val="00B54332"/>
    <w:rsid w:val="00B54433"/>
    <w:rsid w:val="00B54498"/>
    <w:rsid w:val="00B544BB"/>
    <w:rsid w:val="00B54A25"/>
    <w:rsid w:val="00B54E0D"/>
    <w:rsid w:val="00B55341"/>
    <w:rsid w:val="00B559CB"/>
    <w:rsid w:val="00B55BCE"/>
    <w:rsid w:val="00B55DB5"/>
    <w:rsid w:val="00B55EC8"/>
    <w:rsid w:val="00B55EDF"/>
    <w:rsid w:val="00B5628D"/>
    <w:rsid w:val="00B566E4"/>
    <w:rsid w:val="00B568E3"/>
    <w:rsid w:val="00B571EF"/>
    <w:rsid w:val="00B57206"/>
    <w:rsid w:val="00B572C2"/>
    <w:rsid w:val="00B577E2"/>
    <w:rsid w:val="00B578F0"/>
    <w:rsid w:val="00B57E1C"/>
    <w:rsid w:val="00B600DC"/>
    <w:rsid w:val="00B60531"/>
    <w:rsid w:val="00B60649"/>
    <w:rsid w:val="00B6064F"/>
    <w:rsid w:val="00B60DC9"/>
    <w:rsid w:val="00B616CB"/>
    <w:rsid w:val="00B6235E"/>
    <w:rsid w:val="00B62440"/>
    <w:rsid w:val="00B63F6B"/>
    <w:rsid w:val="00B64390"/>
    <w:rsid w:val="00B657D9"/>
    <w:rsid w:val="00B66E95"/>
    <w:rsid w:val="00B677CE"/>
    <w:rsid w:val="00B70443"/>
    <w:rsid w:val="00B70BD2"/>
    <w:rsid w:val="00B715C3"/>
    <w:rsid w:val="00B71EEB"/>
    <w:rsid w:val="00B7209F"/>
    <w:rsid w:val="00B722DC"/>
    <w:rsid w:val="00B73179"/>
    <w:rsid w:val="00B7328B"/>
    <w:rsid w:val="00B73D4B"/>
    <w:rsid w:val="00B73E8E"/>
    <w:rsid w:val="00B73FA9"/>
    <w:rsid w:val="00B740BC"/>
    <w:rsid w:val="00B7415C"/>
    <w:rsid w:val="00B74520"/>
    <w:rsid w:val="00B74AFF"/>
    <w:rsid w:val="00B74E6E"/>
    <w:rsid w:val="00B75605"/>
    <w:rsid w:val="00B75DB0"/>
    <w:rsid w:val="00B75E1B"/>
    <w:rsid w:val="00B76037"/>
    <w:rsid w:val="00B761C5"/>
    <w:rsid w:val="00B76B3C"/>
    <w:rsid w:val="00B770CC"/>
    <w:rsid w:val="00B77AE4"/>
    <w:rsid w:val="00B800E5"/>
    <w:rsid w:val="00B804CD"/>
    <w:rsid w:val="00B815E0"/>
    <w:rsid w:val="00B816DB"/>
    <w:rsid w:val="00B819DC"/>
    <w:rsid w:val="00B81B53"/>
    <w:rsid w:val="00B82036"/>
    <w:rsid w:val="00B8212F"/>
    <w:rsid w:val="00B82646"/>
    <w:rsid w:val="00B82909"/>
    <w:rsid w:val="00B82CC1"/>
    <w:rsid w:val="00B82D7E"/>
    <w:rsid w:val="00B82D94"/>
    <w:rsid w:val="00B834D3"/>
    <w:rsid w:val="00B8389C"/>
    <w:rsid w:val="00B83F47"/>
    <w:rsid w:val="00B84869"/>
    <w:rsid w:val="00B84A7D"/>
    <w:rsid w:val="00B84BCC"/>
    <w:rsid w:val="00B84D18"/>
    <w:rsid w:val="00B84F0C"/>
    <w:rsid w:val="00B8521C"/>
    <w:rsid w:val="00B85384"/>
    <w:rsid w:val="00B85D8C"/>
    <w:rsid w:val="00B867B6"/>
    <w:rsid w:val="00B86919"/>
    <w:rsid w:val="00B87E52"/>
    <w:rsid w:val="00B90C5E"/>
    <w:rsid w:val="00B90D1C"/>
    <w:rsid w:val="00B90D41"/>
    <w:rsid w:val="00B90DA5"/>
    <w:rsid w:val="00B90DC3"/>
    <w:rsid w:val="00B91786"/>
    <w:rsid w:val="00B91C38"/>
    <w:rsid w:val="00B91D17"/>
    <w:rsid w:val="00B91D9F"/>
    <w:rsid w:val="00B92277"/>
    <w:rsid w:val="00B928C7"/>
    <w:rsid w:val="00B92E4A"/>
    <w:rsid w:val="00B932CD"/>
    <w:rsid w:val="00B934BA"/>
    <w:rsid w:val="00B93719"/>
    <w:rsid w:val="00B93D6F"/>
    <w:rsid w:val="00B9439C"/>
    <w:rsid w:val="00B949BF"/>
    <w:rsid w:val="00B95308"/>
    <w:rsid w:val="00B958C6"/>
    <w:rsid w:val="00B9689B"/>
    <w:rsid w:val="00B96D7F"/>
    <w:rsid w:val="00B96DDF"/>
    <w:rsid w:val="00B970F8"/>
    <w:rsid w:val="00B97FC0"/>
    <w:rsid w:val="00BA04F4"/>
    <w:rsid w:val="00BA0BD5"/>
    <w:rsid w:val="00BA0C94"/>
    <w:rsid w:val="00BA113F"/>
    <w:rsid w:val="00BA11FA"/>
    <w:rsid w:val="00BA19A7"/>
    <w:rsid w:val="00BA1F93"/>
    <w:rsid w:val="00BA22B5"/>
    <w:rsid w:val="00BA22FB"/>
    <w:rsid w:val="00BA2374"/>
    <w:rsid w:val="00BA24BA"/>
    <w:rsid w:val="00BA294C"/>
    <w:rsid w:val="00BA29D4"/>
    <w:rsid w:val="00BA2E8A"/>
    <w:rsid w:val="00BA30E1"/>
    <w:rsid w:val="00BA328D"/>
    <w:rsid w:val="00BA3C03"/>
    <w:rsid w:val="00BA3C63"/>
    <w:rsid w:val="00BA427B"/>
    <w:rsid w:val="00BA48FB"/>
    <w:rsid w:val="00BA4C7F"/>
    <w:rsid w:val="00BA4F20"/>
    <w:rsid w:val="00BA4F40"/>
    <w:rsid w:val="00BA5892"/>
    <w:rsid w:val="00BA5E56"/>
    <w:rsid w:val="00BA6135"/>
    <w:rsid w:val="00BA6389"/>
    <w:rsid w:val="00BA66E9"/>
    <w:rsid w:val="00BA6A6D"/>
    <w:rsid w:val="00BA72EB"/>
    <w:rsid w:val="00BA7EDD"/>
    <w:rsid w:val="00BB00A4"/>
    <w:rsid w:val="00BB0458"/>
    <w:rsid w:val="00BB0466"/>
    <w:rsid w:val="00BB0F85"/>
    <w:rsid w:val="00BB11D6"/>
    <w:rsid w:val="00BB226C"/>
    <w:rsid w:val="00BB227E"/>
    <w:rsid w:val="00BB24CD"/>
    <w:rsid w:val="00BB2730"/>
    <w:rsid w:val="00BB28CD"/>
    <w:rsid w:val="00BB3D89"/>
    <w:rsid w:val="00BB40CF"/>
    <w:rsid w:val="00BB4E7C"/>
    <w:rsid w:val="00BB4EFC"/>
    <w:rsid w:val="00BB4F66"/>
    <w:rsid w:val="00BB6478"/>
    <w:rsid w:val="00BB6B1D"/>
    <w:rsid w:val="00BB6D7C"/>
    <w:rsid w:val="00BB6F6F"/>
    <w:rsid w:val="00BB719B"/>
    <w:rsid w:val="00BB72BA"/>
    <w:rsid w:val="00BC04B3"/>
    <w:rsid w:val="00BC0D33"/>
    <w:rsid w:val="00BC0DF3"/>
    <w:rsid w:val="00BC113E"/>
    <w:rsid w:val="00BC127E"/>
    <w:rsid w:val="00BC1325"/>
    <w:rsid w:val="00BC188A"/>
    <w:rsid w:val="00BC198F"/>
    <w:rsid w:val="00BC2009"/>
    <w:rsid w:val="00BC2166"/>
    <w:rsid w:val="00BC233D"/>
    <w:rsid w:val="00BC2AF7"/>
    <w:rsid w:val="00BC2F75"/>
    <w:rsid w:val="00BC3143"/>
    <w:rsid w:val="00BC379E"/>
    <w:rsid w:val="00BC3AE1"/>
    <w:rsid w:val="00BC46D5"/>
    <w:rsid w:val="00BC4737"/>
    <w:rsid w:val="00BC4749"/>
    <w:rsid w:val="00BC4775"/>
    <w:rsid w:val="00BC4DE7"/>
    <w:rsid w:val="00BC54ED"/>
    <w:rsid w:val="00BC5A5B"/>
    <w:rsid w:val="00BC5C03"/>
    <w:rsid w:val="00BC5C8F"/>
    <w:rsid w:val="00BC5CF6"/>
    <w:rsid w:val="00BC6031"/>
    <w:rsid w:val="00BC6E01"/>
    <w:rsid w:val="00BC74EB"/>
    <w:rsid w:val="00BC788E"/>
    <w:rsid w:val="00BD08FA"/>
    <w:rsid w:val="00BD098E"/>
    <w:rsid w:val="00BD0A46"/>
    <w:rsid w:val="00BD1451"/>
    <w:rsid w:val="00BD1D43"/>
    <w:rsid w:val="00BD1ECB"/>
    <w:rsid w:val="00BD20EC"/>
    <w:rsid w:val="00BD2186"/>
    <w:rsid w:val="00BD380B"/>
    <w:rsid w:val="00BD38CA"/>
    <w:rsid w:val="00BD3EC0"/>
    <w:rsid w:val="00BD4D46"/>
    <w:rsid w:val="00BD5280"/>
    <w:rsid w:val="00BD5591"/>
    <w:rsid w:val="00BD57ED"/>
    <w:rsid w:val="00BD5A7F"/>
    <w:rsid w:val="00BD5C2C"/>
    <w:rsid w:val="00BD6BDE"/>
    <w:rsid w:val="00BD7798"/>
    <w:rsid w:val="00BD7F9E"/>
    <w:rsid w:val="00BD7FE0"/>
    <w:rsid w:val="00BE07F5"/>
    <w:rsid w:val="00BE0A6B"/>
    <w:rsid w:val="00BE0E23"/>
    <w:rsid w:val="00BE125B"/>
    <w:rsid w:val="00BE12FC"/>
    <w:rsid w:val="00BE2447"/>
    <w:rsid w:val="00BE2BBA"/>
    <w:rsid w:val="00BE2BC3"/>
    <w:rsid w:val="00BE3165"/>
    <w:rsid w:val="00BE35D5"/>
    <w:rsid w:val="00BE3BF2"/>
    <w:rsid w:val="00BE3DC1"/>
    <w:rsid w:val="00BE46DA"/>
    <w:rsid w:val="00BE4ACA"/>
    <w:rsid w:val="00BE4FCA"/>
    <w:rsid w:val="00BE57E7"/>
    <w:rsid w:val="00BE5E56"/>
    <w:rsid w:val="00BE6022"/>
    <w:rsid w:val="00BE62F2"/>
    <w:rsid w:val="00BE659C"/>
    <w:rsid w:val="00BE6925"/>
    <w:rsid w:val="00BE70A3"/>
    <w:rsid w:val="00BE7253"/>
    <w:rsid w:val="00BE7314"/>
    <w:rsid w:val="00BE792A"/>
    <w:rsid w:val="00BE79DF"/>
    <w:rsid w:val="00BE7A4F"/>
    <w:rsid w:val="00BE7CB1"/>
    <w:rsid w:val="00BF05D4"/>
    <w:rsid w:val="00BF140B"/>
    <w:rsid w:val="00BF15D3"/>
    <w:rsid w:val="00BF1820"/>
    <w:rsid w:val="00BF20AE"/>
    <w:rsid w:val="00BF24E9"/>
    <w:rsid w:val="00BF2B1F"/>
    <w:rsid w:val="00BF32C2"/>
    <w:rsid w:val="00BF33BE"/>
    <w:rsid w:val="00BF35ED"/>
    <w:rsid w:val="00BF380F"/>
    <w:rsid w:val="00BF3C0E"/>
    <w:rsid w:val="00BF3FA3"/>
    <w:rsid w:val="00BF4188"/>
    <w:rsid w:val="00BF429F"/>
    <w:rsid w:val="00BF4312"/>
    <w:rsid w:val="00BF471D"/>
    <w:rsid w:val="00BF4927"/>
    <w:rsid w:val="00BF5063"/>
    <w:rsid w:val="00BF50C6"/>
    <w:rsid w:val="00BF5349"/>
    <w:rsid w:val="00BF5652"/>
    <w:rsid w:val="00BF56BB"/>
    <w:rsid w:val="00BF5B84"/>
    <w:rsid w:val="00BF5BA7"/>
    <w:rsid w:val="00BF6A0A"/>
    <w:rsid w:val="00BF6B7E"/>
    <w:rsid w:val="00BF7102"/>
    <w:rsid w:val="00BF75C8"/>
    <w:rsid w:val="00BF7698"/>
    <w:rsid w:val="00BF7738"/>
    <w:rsid w:val="00BF7D8E"/>
    <w:rsid w:val="00BF7F7D"/>
    <w:rsid w:val="00C004E1"/>
    <w:rsid w:val="00C00650"/>
    <w:rsid w:val="00C007E9"/>
    <w:rsid w:val="00C007F8"/>
    <w:rsid w:val="00C00E1F"/>
    <w:rsid w:val="00C01208"/>
    <w:rsid w:val="00C027CD"/>
    <w:rsid w:val="00C0305E"/>
    <w:rsid w:val="00C03D28"/>
    <w:rsid w:val="00C03E2F"/>
    <w:rsid w:val="00C040E8"/>
    <w:rsid w:val="00C0433B"/>
    <w:rsid w:val="00C0437E"/>
    <w:rsid w:val="00C045DD"/>
    <w:rsid w:val="00C05320"/>
    <w:rsid w:val="00C0532F"/>
    <w:rsid w:val="00C05550"/>
    <w:rsid w:val="00C0596B"/>
    <w:rsid w:val="00C05D04"/>
    <w:rsid w:val="00C064E6"/>
    <w:rsid w:val="00C06661"/>
    <w:rsid w:val="00C06B91"/>
    <w:rsid w:val="00C06C0A"/>
    <w:rsid w:val="00C06C57"/>
    <w:rsid w:val="00C071FE"/>
    <w:rsid w:val="00C07E5C"/>
    <w:rsid w:val="00C10289"/>
    <w:rsid w:val="00C103A4"/>
    <w:rsid w:val="00C1047C"/>
    <w:rsid w:val="00C108D1"/>
    <w:rsid w:val="00C10AC8"/>
    <w:rsid w:val="00C10B3B"/>
    <w:rsid w:val="00C10E3F"/>
    <w:rsid w:val="00C10E90"/>
    <w:rsid w:val="00C11030"/>
    <w:rsid w:val="00C1107F"/>
    <w:rsid w:val="00C1121B"/>
    <w:rsid w:val="00C114C9"/>
    <w:rsid w:val="00C114D9"/>
    <w:rsid w:val="00C11851"/>
    <w:rsid w:val="00C11F24"/>
    <w:rsid w:val="00C11F97"/>
    <w:rsid w:val="00C12252"/>
    <w:rsid w:val="00C12DFF"/>
    <w:rsid w:val="00C12EAF"/>
    <w:rsid w:val="00C12EBB"/>
    <w:rsid w:val="00C1303B"/>
    <w:rsid w:val="00C133F5"/>
    <w:rsid w:val="00C13D02"/>
    <w:rsid w:val="00C13DD2"/>
    <w:rsid w:val="00C14035"/>
    <w:rsid w:val="00C1437D"/>
    <w:rsid w:val="00C143D9"/>
    <w:rsid w:val="00C14C6C"/>
    <w:rsid w:val="00C15190"/>
    <w:rsid w:val="00C15605"/>
    <w:rsid w:val="00C157B9"/>
    <w:rsid w:val="00C158FE"/>
    <w:rsid w:val="00C15E17"/>
    <w:rsid w:val="00C1674F"/>
    <w:rsid w:val="00C16BBB"/>
    <w:rsid w:val="00C17091"/>
    <w:rsid w:val="00C175FC"/>
    <w:rsid w:val="00C17816"/>
    <w:rsid w:val="00C17CE8"/>
    <w:rsid w:val="00C17E1C"/>
    <w:rsid w:val="00C203F1"/>
    <w:rsid w:val="00C204AF"/>
    <w:rsid w:val="00C206E2"/>
    <w:rsid w:val="00C21188"/>
    <w:rsid w:val="00C213A3"/>
    <w:rsid w:val="00C214E9"/>
    <w:rsid w:val="00C219AC"/>
    <w:rsid w:val="00C22619"/>
    <w:rsid w:val="00C22BB4"/>
    <w:rsid w:val="00C2378E"/>
    <w:rsid w:val="00C238FC"/>
    <w:rsid w:val="00C23C40"/>
    <w:rsid w:val="00C23D04"/>
    <w:rsid w:val="00C2401F"/>
    <w:rsid w:val="00C24596"/>
    <w:rsid w:val="00C245E0"/>
    <w:rsid w:val="00C24B0F"/>
    <w:rsid w:val="00C250B3"/>
    <w:rsid w:val="00C25179"/>
    <w:rsid w:val="00C25EE8"/>
    <w:rsid w:val="00C25F32"/>
    <w:rsid w:val="00C2677A"/>
    <w:rsid w:val="00C26E90"/>
    <w:rsid w:val="00C27174"/>
    <w:rsid w:val="00C279E1"/>
    <w:rsid w:val="00C30005"/>
    <w:rsid w:val="00C30075"/>
    <w:rsid w:val="00C308CE"/>
    <w:rsid w:val="00C309F0"/>
    <w:rsid w:val="00C30E6C"/>
    <w:rsid w:val="00C31312"/>
    <w:rsid w:val="00C31A62"/>
    <w:rsid w:val="00C31DE3"/>
    <w:rsid w:val="00C32007"/>
    <w:rsid w:val="00C3204C"/>
    <w:rsid w:val="00C322C3"/>
    <w:rsid w:val="00C336A6"/>
    <w:rsid w:val="00C33EEF"/>
    <w:rsid w:val="00C33F2F"/>
    <w:rsid w:val="00C34190"/>
    <w:rsid w:val="00C356AE"/>
    <w:rsid w:val="00C358E9"/>
    <w:rsid w:val="00C3598B"/>
    <w:rsid w:val="00C35AE2"/>
    <w:rsid w:val="00C35BDC"/>
    <w:rsid w:val="00C35E4B"/>
    <w:rsid w:val="00C35FC6"/>
    <w:rsid w:val="00C3634C"/>
    <w:rsid w:val="00C36806"/>
    <w:rsid w:val="00C37083"/>
    <w:rsid w:val="00C37116"/>
    <w:rsid w:val="00C37565"/>
    <w:rsid w:val="00C37801"/>
    <w:rsid w:val="00C378FE"/>
    <w:rsid w:val="00C400B9"/>
    <w:rsid w:val="00C40908"/>
    <w:rsid w:val="00C40920"/>
    <w:rsid w:val="00C40CA4"/>
    <w:rsid w:val="00C40FEA"/>
    <w:rsid w:val="00C41137"/>
    <w:rsid w:val="00C4119D"/>
    <w:rsid w:val="00C416F4"/>
    <w:rsid w:val="00C41BA3"/>
    <w:rsid w:val="00C43294"/>
    <w:rsid w:val="00C432E2"/>
    <w:rsid w:val="00C443C0"/>
    <w:rsid w:val="00C445F8"/>
    <w:rsid w:val="00C4464E"/>
    <w:rsid w:val="00C44BB7"/>
    <w:rsid w:val="00C44F84"/>
    <w:rsid w:val="00C457E4"/>
    <w:rsid w:val="00C45ACE"/>
    <w:rsid w:val="00C45BE7"/>
    <w:rsid w:val="00C4624F"/>
    <w:rsid w:val="00C46764"/>
    <w:rsid w:val="00C46D5D"/>
    <w:rsid w:val="00C46E56"/>
    <w:rsid w:val="00C472C8"/>
    <w:rsid w:val="00C4749B"/>
    <w:rsid w:val="00C47998"/>
    <w:rsid w:val="00C506D8"/>
    <w:rsid w:val="00C50EDC"/>
    <w:rsid w:val="00C51B5B"/>
    <w:rsid w:val="00C51EAF"/>
    <w:rsid w:val="00C5210E"/>
    <w:rsid w:val="00C52CFA"/>
    <w:rsid w:val="00C52D32"/>
    <w:rsid w:val="00C53797"/>
    <w:rsid w:val="00C54223"/>
    <w:rsid w:val="00C5455B"/>
    <w:rsid w:val="00C546E6"/>
    <w:rsid w:val="00C55631"/>
    <w:rsid w:val="00C563D1"/>
    <w:rsid w:val="00C56ACC"/>
    <w:rsid w:val="00C571DA"/>
    <w:rsid w:val="00C57298"/>
    <w:rsid w:val="00C57331"/>
    <w:rsid w:val="00C57BFB"/>
    <w:rsid w:val="00C57E98"/>
    <w:rsid w:val="00C600DF"/>
    <w:rsid w:val="00C601BB"/>
    <w:rsid w:val="00C60363"/>
    <w:rsid w:val="00C61461"/>
    <w:rsid w:val="00C61B47"/>
    <w:rsid w:val="00C621DF"/>
    <w:rsid w:val="00C62392"/>
    <w:rsid w:val="00C6240C"/>
    <w:rsid w:val="00C62570"/>
    <w:rsid w:val="00C62600"/>
    <w:rsid w:val="00C6295B"/>
    <w:rsid w:val="00C62A05"/>
    <w:rsid w:val="00C62D0D"/>
    <w:rsid w:val="00C63528"/>
    <w:rsid w:val="00C63991"/>
    <w:rsid w:val="00C63AC0"/>
    <w:rsid w:val="00C63B16"/>
    <w:rsid w:val="00C63B3C"/>
    <w:rsid w:val="00C63B45"/>
    <w:rsid w:val="00C63C69"/>
    <w:rsid w:val="00C63C6E"/>
    <w:rsid w:val="00C64163"/>
    <w:rsid w:val="00C6428B"/>
    <w:rsid w:val="00C64471"/>
    <w:rsid w:val="00C64493"/>
    <w:rsid w:val="00C645A4"/>
    <w:rsid w:val="00C647E0"/>
    <w:rsid w:val="00C64EBB"/>
    <w:rsid w:val="00C656AB"/>
    <w:rsid w:val="00C659EA"/>
    <w:rsid w:val="00C65DE1"/>
    <w:rsid w:val="00C65EEA"/>
    <w:rsid w:val="00C660B3"/>
    <w:rsid w:val="00C66346"/>
    <w:rsid w:val="00C67663"/>
    <w:rsid w:val="00C67C9D"/>
    <w:rsid w:val="00C701EE"/>
    <w:rsid w:val="00C70699"/>
    <w:rsid w:val="00C71535"/>
    <w:rsid w:val="00C71CE8"/>
    <w:rsid w:val="00C720E4"/>
    <w:rsid w:val="00C723BB"/>
    <w:rsid w:val="00C728E9"/>
    <w:rsid w:val="00C729FD"/>
    <w:rsid w:val="00C7318E"/>
    <w:rsid w:val="00C732DC"/>
    <w:rsid w:val="00C73358"/>
    <w:rsid w:val="00C734AA"/>
    <w:rsid w:val="00C73502"/>
    <w:rsid w:val="00C73B30"/>
    <w:rsid w:val="00C751F9"/>
    <w:rsid w:val="00C761DD"/>
    <w:rsid w:val="00C76206"/>
    <w:rsid w:val="00C76736"/>
    <w:rsid w:val="00C76E7A"/>
    <w:rsid w:val="00C7715B"/>
    <w:rsid w:val="00C77A3B"/>
    <w:rsid w:val="00C77FA8"/>
    <w:rsid w:val="00C80642"/>
    <w:rsid w:val="00C80CF7"/>
    <w:rsid w:val="00C80D39"/>
    <w:rsid w:val="00C81398"/>
    <w:rsid w:val="00C81450"/>
    <w:rsid w:val="00C81489"/>
    <w:rsid w:val="00C8155F"/>
    <w:rsid w:val="00C815A9"/>
    <w:rsid w:val="00C816AF"/>
    <w:rsid w:val="00C82052"/>
    <w:rsid w:val="00C8238B"/>
    <w:rsid w:val="00C82F2C"/>
    <w:rsid w:val="00C82F78"/>
    <w:rsid w:val="00C8345A"/>
    <w:rsid w:val="00C8347B"/>
    <w:rsid w:val="00C83508"/>
    <w:rsid w:val="00C8365C"/>
    <w:rsid w:val="00C83716"/>
    <w:rsid w:val="00C842FB"/>
    <w:rsid w:val="00C845C1"/>
    <w:rsid w:val="00C8471E"/>
    <w:rsid w:val="00C85D37"/>
    <w:rsid w:val="00C85FC1"/>
    <w:rsid w:val="00C86E9B"/>
    <w:rsid w:val="00C8773B"/>
    <w:rsid w:val="00C87DB3"/>
    <w:rsid w:val="00C87E15"/>
    <w:rsid w:val="00C90A3B"/>
    <w:rsid w:val="00C90C92"/>
    <w:rsid w:val="00C91161"/>
    <w:rsid w:val="00C911E8"/>
    <w:rsid w:val="00C91AA0"/>
    <w:rsid w:val="00C91CA4"/>
    <w:rsid w:val="00C92138"/>
    <w:rsid w:val="00C926AE"/>
    <w:rsid w:val="00C926DD"/>
    <w:rsid w:val="00C929E4"/>
    <w:rsid w:val="00C933C4"/>
    <w:rsid w:val="00C933CA"/>
    <w:rsid w:val="00C93CA7"/>
    <w:rsid w:val="00C9430B"/>
    <w:rsid w:val="00C94325"/>
    <w:rsid w:val="00C94469"/>
    <w:rsid w:val="00C95136"/>
    <w:rsid w:val="00C95969"/>
    <w:rsid w:val="00C9605E"/>
    <w:rsid w:val="00C965BC"/>
    <w:rsid w:val="00C9694B"/>
    <w:rsid w:val="00C96A18"/>
    <w:rsid w:val="00C96FF1"/>
    <w:rsid w:val="00C9750B"/>
    <w:rsid w:val="00C97889"/>
    <w:rsid w:val="00CA06E4"/>
    <w:rsid w:val="00CA0B52"/>
    <w:rsid w:val="00CA0BE7"/>
    <w:rsid w:val="00CA0D71"/>
    <w:rsid w:val="00CA0E9E"/>
    <w:rsid w:val="00CA203E"/>
    <w:rsid w:val="00CA2177"/>
    <w:rsid w:val="00CA21A6"/>
    <w:rsid w:val="00CA2B1C"/>
    <w:rsid w:val="00CA3072"/>
    <w:rsid w:val="00CA3381"/>
    <w:rsid w:val="00CA37C0"/>
    <w:rsid w:val="00CA39EC"/>
    <w:rsid w:val="00CA4159"/>
    <w:rsid w:val="00CA43A0"/>
    <w:rsid w:val="00CA4728"/>
    <w:rsid w:val="00CA479E"/>
    <w:rsid w:val="00CA47B4"/>
    <w:rsid w:val="00CA47CC"/>
    <w:rsid w:val="00CA4E3F"/>
    <w:rsid w:val="00CA521F"/>
    <w:rsid w:val="00CA54B8"/>
    <w:rsid w:val="00CA550C"/>
    <w:rsid w:val="00CA5773"/>
    <w:rsid w:val="00CA6A77"/>
    <w:rsid w:val="00CA6AAB"/>
    <w:rsid w:val="00CA71A2"/>
    <w:rsid w:val="00CA71CC"/>
    <w:rsid w:val="00CA7243"/>
    <w:rsid w:val="00CB0518"/>
    <w:rsid w:val="00CB20A7"/>
    <w:rsid w:val="00CB215C"/>
    <w:rsid w:val="00CB2B16"/>
    <w:rsid w:val="00CB3394"/>
    <w:rsid w:val="00CB3464"/>
    <w:rsid w:val="00CB3558"/>
    <w:rsid w:val="00CB36B5"/>
    <w:rsid w:val="00CB460A"/>
    <w:rsid w:val="00CB47A7"/>
    <w:rsid w:val="00CB4B0E"/>
    <w:rsid w:val="00CB79C5"/>
    <w:rsid w:val="00CC00E0"/>
    <w:rsid w:val="00CC0608"/>
    <w:rsid w:val="00CC0AD3"/>
    <w:rsid w:val="00CC0ADB"/>
    <w:rsid w:val="00CC0F6E"/>
    <w:rsid w:val="00CC1024"/>
    <w:rsid w:val="00CC11A7"/>
    <w:rsid w:val="00CC1A41"/>
    <w:rsid w:val="00CC1C20"/>
    <w:rsid w:val="00CC2443"/>
    <w:rsid w:val="00CC2635"/>
    <w:rsid w:val="00CC27D6"/>
    <w:rsid w:val="00CC2C2A"/>
    <w:rsid w:val="00CC32F1"/>
    <w:rsid w:val="00CC35C6"/>
    <w:rsid w:val="00CC3F63"/>
    <w:rsid w:val="00CC3FF0"/>
    <w:rsid w:val="00CC417E"/>
    <w:rsid w:val="00CC4DCE"/>
    <w:rsid w:val="00CC4DDA"/>
    <w:rsid w:val="00CC50F0"/>
    <w:rsid w:val="00CC6BF5"/>
    <w:rsid w:val="00CC6F37"/>
    <w:rsid w:val="00CC7B24"/>
    <w:rsid w:val="00CC7F4A"/>
    <w:rsid w:val="00CC7F51"/>
    <w:rsid w:val="00CD03CF"/>
    <w:rsid w:val="00CD0D9B"/>
    <w:rsid w:val="00CD1576"/>
    <w:rsid w:val="00CD1C44"/>
    <w:rsid w:val="00CD238C"/>
    <w:rsid w:val="00CD26C7"/>
    <w:rsid w:val="00CD2748"/>
    <w:rsid w:val="00CD2869"/>
    <w:rsid w:val="00CD299F"/>
    <w:rsid w:val="00CD2AFB"/>
    <w:rsid w:val="00CD2E7E"/>
    <w:rsid w:val="00CD36BE"/>
    <w:rsid w:val="00CD4CBB"/>
    <w:rsid w:val="00CD4CE5"/>
    <w:rsid w:val="00CD580F"/>
    <w:rsid w:val="00CD586E"/>
    <w:rsid w:val="00CD5FC2"/>
    <w:rsid w:val="00CD61CA"/>
    <w:rsid w:val="00CD62D0"/>
    <w:rsid w:val="00CD6521"/>
    <w:rsid w:val="00CD667A"/>
    <w:rsid w:val="00CD6935"/>
    <w:rsid w:val="00CD6AF7"/>
    <w:rsid w:val="00CD726E"/>
    <w:rsid w:val="00CD728F"/>
    <w:rsid w:val="00CD7700"/>
    <w:rsid w:val="00CD7E8B"/>
    <w:rsid w:val="00CD7F21"/>
    <w:rsid w:val="00CE0081"/>
    <w:rsid w:val="00CE066F"/>
    <w:rsid w:val="00CE085C"/>
    <w:rsid w:val="00CE08E0"/>
    <w:rsid w:val="00CE08E1"/>
    <w:rsid w:val="00CE0CBF"/>
    <w:rsid w:val="00CE144C"/>
    <w:rsid w:val="00CE161C"/>
    <w:rsid w:val="00CE18B7"/>
    <w:rsid w:val="00CE1E74"/>
    <w:rsid w:val="00CE2693"/>
    <w:rsid w:val="00CE2823"/>
    <w:rsid w:val="00CE2D0B"/>
    <w:rsid w:val="00CE34CC"/>
    <w:rsid w:val="00CE415F"/>
    <w:rsid w:val="00CE46EB"/>
    <w:rsid w:val="00CE4EF1"/>
    <w:rsid w:val="00CE5556"/>
    <w:rsid w:val="00CE57F1"/>
    <w:rsid w:val="00CE58AD"/>
    <w:rsid w:val="00CE59E4"/>
    <w:rsid w:val="00CE5D90"/>
    <w:rsid w:val="00CE654C"/>
    <w:rsid w:val="00CE67F3"/>
    <w:rsid w:val="00CE6C1B"/>
    <w:rsid w:val="00CE6E0C"/>
    <w:rsid w:val="00CE7DFF"/>
    <w:rsid w:val="00CF0341"/>
    <w:rsid w:val="00CF0793"/>
    <w:rsid w:val="00CF0AAA"/>
    <w:rsid w:val="00CF0E81"/>
    <w:rsid w:val="00CF0ECB"/>
    <w:rsid w:val="00CF114A"/>
    <w:rsid w:val="00CF1188"/>
    <w:rsid w:val="00CF1347"/>
    <w:rsid w:val="00CF1426"/>
    <w:rsid w:val="00CF189B"/>
    <w:rsid w:val="00CF1A43"/>
    <w:rsid w:val="00CF1BAA"/>
    <w:rsid w:val="00CF1BC4"/>
    <w:rsid w:val="00CF1D0D"/>
    <w:rsid w:val="00CF238A"/>
    <w:rsid w:val="00CF24CD"/>
    <w:rsid w:val="00CF27BA"/>
    <w:rsid w:val="00CF29CF"/>
    <w:rsid w:val="00CF344A"/>
    <w:rsid w:val="00CF3593"/>
    <w:rsid w:val="00CF3EAA"/>
    <w:rsid w:val="00CF4CE4"/>
    <w:rsid w:val="00CF5053"/>
    <w:rsid w:val="00CF5D69"/>
    <w:rsid w:val="00CF5F98"/>
    <w:rsid w:val="00CF64AE"/>
    <w:rsid w:val="00CF6AD8"/>
    <w:rsid w:val="00CF6E5C"/>
    <w:rsid w:val="00CF6F85"/>
    <w:rsid w:val="00CF7173"/>
    <w:rsid w:val="00CF7210"/>
    <w:rsid w:val="00CF784A"/>
    <w:rsid w:val="00CF7976"/>
    <w:rsid w:val="00CF7D18"/>
    <w:rsid w:val="00D00721"/>
    <w:rsid w:val="00D008A0"/>
    <w:rsid w:val="00D00B66"/>
    <w:rsid w:val="00D01079"/>
    <w:rsid w:val="00D01ACA"/>
    <w:rsid w:val="00D01CAD"/>
    <w:rsid w:val="00D04756"/>
    <w:rsid w:val="00D04AC9"/>
    <w:rsid w:val="00D04D96"/>
    <w:rsid w:val="00D05EAC"/>
    <w:rsid w:val="00D06595"/>
    <w:rsid w:val="00D06EFB"/>
    <w:rsid w:val="00D07131"/>
    <w:rsid w:val="00D07155"/>
    <w:rsid w:val="00D07C6B"/>
    <w:rsid w:val="00D104E5"/>
    <w:rsid w:val="00D1057B"/>
    <w:rsid w:val="00D108FF"/>
    <w:rsid w:val="00D10BAD"/>
    <w:rsid w:val="00D11298"/>
    <w:rsid w:val="00D1192C"/>
    <w:rsid w:val="00D11C4A"/>
    <w:rsid w:val="00D11E87"/>
    <w:rsid w:val="00D1216C"/>
    <w:rsid w:val="00D12234"/>
    <w:rsid w:val="00D122B7"/>
    <w:rsid w:val="00D12412"/>
    <w:rsid w:val="00D1292D"/>
    <w:rsid w:val="00D129B9"/>
    <w:rsid w:val="00D13771"/>
    <w:rsid w:val="00D13A7D"/>
    <w:rsid w:val="00D140F2"/>
    <w:rsid w:val="00D14366"/>
    <w:rsid w:val="00D149B2"/>
    <w:rsid w:val="00D149FA"/>
    <w:rsid w:val="00D15C14"/>
    <w:rsid w:val="00D1645B"/>
    <w:rsid w:val="00D1679D"/>
    <w:rsid w:val="00D1682C"/>
    <w:rsid w:val="00D168DA"/>
    <w:rsid w:val="00D178F5"/>
    <w:rsid w:val="00D202B0"/>
    <w:rsid w:val="00D20503"/>
    <w:rsid w:val="00D2084F"/>
    <w:rsid w:val="00D20B42"/>
    <w:rsid w:val="00D20E9F"/>
    <w:rsid w:val="00D20EC0"/>
    <w:rsid w:val="00D2195F"/>
    <w:rsid w:val="00D2197E"/>
    <w:rsid w:val="00D219A6"/>
    <w:rsid w:val="00D21FB5"/>
    <w:rsid w:val="00D226EC"/>
    <w:rsid w:val="00D22C8B"/>
    <w:rsid w:val="00D23A5C"/>
    <w:rsid w:val="00D23EB2"/>
    <w:rsid w:val="00D2407F"/>
    <w:rsid w:val="00D2424B"/>
    <w:rsid w:val="00D243CF"/>
    <w:rsid w:val="00D244D3"/>
    <w:rsid w:val="00D248FB"/>
    <w:rsid w:val="00D2531B"/>
    <w:rsid w:val="00D25ACE"/>
    <w:rsid w:val="00D25ECF"/>
    <w:rsid w:val="00D26402"/>
    <w:rsid w:val="00D26881"/>
    <w:rsid w:val="00D2719C"/>
    <w:rsid w:val="00D27551"/>
    <w:rsid w:val="00D27747"/>
    <w:rsid w:val="00D27BA3"/>
    <w:rsid w:val="00D27C56"/>
    <w:rsid w:val="00D27CCA"/>
    <w:rsid w:val="00D30475"/>
    <w:rsid w:val="00D30540"/>
    <w:rsid w:val="00D30721"/>
    <w:rsid w:val="00D30AD4"/>
    <w:rsid w:val="00D30BAD"/>
    <w:rsid w:val="00D30C79"/>
    <w:rsid w:val="00D30CE8"/>
    <w:rsid w:val="00D3123F"/>
    <w:rsid w:val="00D3156C"/>
    <w:rsid w:val="00D31D9B"/>
    <w:rsid w:val="00D31DCE"/>
    <w:rsid w:val="00D31FD3"/>
    <w:rsid w:val="00D323CD"/>
    <w:rsid w:val="00D328AC"/>
    <w:rsid w:val="00D33342"/>
    <w:rsid w:val="00D33475"/>
    <w:rsid w:val="00D33B4A"/>
    <w:rsid w:val="00D33CE0"/>
    <w:rsid w:val="00D3436D"/>
    <w:rsid w:val="00D343BD"/>
    <w:rsid w:val="00D34CBC"/>
    <w:rsid w:val="00D35103"/>
    <w:rsid w:val="00D356A8"/>
    <w:rsid w:val="00D356E1"/>
    <w:rsid w:val="00D35F54"/>
    <w:rsid w:val="00D361F9"/>
    <w:rsid w:val="00D36A05"/>
    <w:rsid w:val="00D36ECB"/>
    <w:rsid w:val="00D373B9"/>
    <w:rsid w:val="00D377CC"/>
    <w:rsid w:val="00D37C8C"/>
    <w:rsid w:val="00D37E56"/>
    <w:rsid w:val="00D40474"/>
    <w:rsid w:val="00D40B59"/>
    <w:rsid w:val="00D41207"/>
    <w:rsid w:val="00D41A7D"/>
    <w:rsid w:val="00D41C73"/>
    <w:rsid w:val="00D421C4"/>
    <w:rsid w:val="00D4243E"/>
    <w:rsid w:val="00D42836"/>
    <w:rsid w:val="00D42A54"/>
    <w:rsid w:val="00D42A5B"/>
    <w:rsid w:val="00D42E5F"/>
    <w:rsid w:val="00D42FD6"/>
    <w:rsid w:val="00D43758"/>
    <w:rsid w:val="00D43BF8"/>
    <w:rsid w:val="00D44113"/>
    <w:rsid w:val="00D44462"/>
    <w:rsid w:val="00D44701"/>
    <w:rsid w:val="00D44957"/>
    <w:rsid w:val="00D449BE"/>
    <w:rsid w:val="00D44ACB"/>
    <w:rsid w:val="00D45354"/>
    <w:rsid w:val="00D454AC"/>
    <w:rsid w:val="00D4587F"/>
    <w:rsid w:val="00D45D78"/>
    <w:rsid w:val="00D45E88"/>
    <w:rsid w:val="00D46207"/>
    <w:rsid w:val="00D474F8"/>
    <w:rsid w:val="00D47606"/>
    <w:rsid w:val="00D50C2C"/>
    <w:rsid w:val="00D51CFA"/>
    <w:rsid w:val="00D51DFD"/>
    <w:rsid w:val="00D520C6"/>
    <w:rsid w:val="00D525A4"/>
    <w:rsid w:val="00D52783"/>
    <w:rsid w:val="00D5330B"/>
    <w:rsid w:val="00D535E3"/>
    <w:rsid w:val="00D53B6C"/>
    <w:rsid w:val="00D54D39"/>
    <w:rsid w:val="00D54E85"/>
    <w:rsid w:val="00D54F80"/>
    <w:rsid w:val="00D5524B"/>
    <w:rsid w:val="00D552CB"/>
    <w:rsid w:val="00D557E3"/>
    <w:rsid w:val="00D56762"/>
    <w:rsid w:val="00D56D3A"/>
    <w:rsid w:val="00D57B3B"/>
    <w:rsid w:val="00D60070"/>
    <w:rsid w:val="00D60431"/>
    <w:rsid w:val="00D607D2"/>
    <w:rsid w:val="00D60C1C"/>
    <w:rsid w:val="00D61429"/>
    <w:rsid w:val="00D6195E"/>
    <w:rsid w:val="00D61E43"/>
    <w:rsid w:val="00D62024"/>
    <w:rsid w:val="00D6289D"/>
    <w:rsid w:val="00D62E49"/>
    <w:rsid w:val="00D63351"/>
    <w:rsid w:val="00D63463"/>
    <w:rsid w:val="00D634E7"/>
    <w:rsid w:val="00D637E3"/>
    <w:rsid w:val="00D63F81"/>
    <w:rsid w:val="00D6409A"/>
    <w:rsid w:val="00D64499"/>
    <w:rsid w:val="00D646E6"/>
    <w:rsid w:val="00D64DF8"/>
    <w:rsid w:val="00D64FAA"/>
    <w:rsid w:val="00D651CC"/>
    <w:rsid w:val="00D657A8"/>
    <w:rsid w:val="00D65AB2"/>
    <w:rsid w:val="00D6603A"/>
    <w:rsid w:val="00D66140"/>
    <w:rsid w:val="00D66378"/>
    <w:rsid w:val="00D666B2"/>
    <w:rsid w:val="00D6682D"/>
    <w:rsid w:val="00D66A4C"/>
    <w:rsid w:val="00D675F9"/>
    <w:rsid w:val="00D677FF"/>
    <w:rsid w:val="00D70020"/>
    <w:rsid w:val="00D70113"/>
    <w:rsid w:val="00D70433"/>
    <w:rsid w:val="00D707FF"/>
    <w:rsid w:val="00D70932"/>
    <w:rsid w:val="00D70DA5"/>
    <w:rsid w:val="00D71158"/>
    <w:rsid w:val="00D7187F"/>
    <w:rsid w:val="00D71C60"/>
    <w:rsid w:val="00D71E91"/>
    <w:rsid w:val="00D72625"/>
    <w:rsid w:val="00D730A6"/>
    <w:rsid w:val="00D73A69"/>
    <w:rsid w:val="00D73D60"/>
    <w:rsid w:val="00D73E0D"/>
    <w:rsid w:val="00D75289"/>
    <w:rsid w:val="00D75786"/>
    <w:rsid w:val="00D75CAE"/>
    <w:rsid w:val="00D75E7F"/>
    <w:rsid w:val="00D76051"/>
    <w:rsid w:val="00D76237"/>
    <w:rsid w:val="00D766B0"/>
    <w:rsid w:val="00D766F5"/>
    <w:rsid w:val="00D76B26"/>
    <w:rsid w:val="00D76BB4"/>
    <w:rsid w:val="00D771D4"/>
    <w:rsid w:val="00D77A3A"/>
    <w:rsid w:val="00D77B7B"/>
    <w:rsid w:val="00D77EF9"/>
    <w:rsid w:val="00D80423"/>
    <w:rsid w:val="00D80426"/>
    <w:rsid w:val="00D8072E"/>
    <w:rsid w:val="00D8081D"/>
    <w:rsid w:val="00D80838"/>
    <w:rsid w:val="00D80903"/>
    <w:rsid w:val="00D80BCD"/>
    <w:rsid w:val="00D80EFA"/>
    <w:rsid w:val="00D815EE"/>
    <w:rsid w:val="00D816B5"/>
    <w:rsid w:val="00D81BFC"/>
    <w:rsid w:val="00D826ED"/>
    <w:rsid w:val="00D82A6E"/>
    <w:rsid w:val="00D82E8A"/>
    <w:rsid w:val="00D82FEE"/>
    <w:rsid w:val="00D8409D"/>
    <w:rsid w:val="00D848A5"/>
    <w:rsid w:val="00D84B62"/>
    <w:rsid w:val="00D85597"/>
    <w:rsid w:val="00D8582F"/>
    <w:rsid w:val="00D859CC"/>
    <w:rsid w:val="00D85F02"/>
    <w:rsid w:val="00D862F7"/>
    <w:rsid w:val="00D86376"/>
    <w:rsid w:val="00D8698E"/>
    <w:rsid w:val="00D86ADB"/>
    <w:rsid w:val="00D86F1B"/>
    <w:rsid w:val="00D8774D"/>
    <w:rsid w:val="00D87CE2"/>
    <w:rsid w:val="00D906C8"/>
    <w:rsid w:val="00D90DC9"/>
    <w:rsid w:val="00D91020"/>
    <w:rsid w:val="00D91480"/>
    <w:rsid w:val="00D91BF4"/>
    <w:rsid w:val="00D9211D"/>
    <w:rsid w:val="00D922EA"/>
    <w:rsid w:val="00D929C1"/>
    <w:rsid w:val="00D9330C"/>
    <w:rsid w:val="00D935CA"/>
    <w:rsid w:val="00D938E0"/>
    <w:rsid w:val="00D9394F"/>
    <w:rsid w:val="00D94090"/>
    <w:rsid w:val="00D9462E"/>
    <w:rsid w:val="00D94F8D"/>
    <w:rsid w:val="00D94FD6"/>
    <w:rsid w:val="00D95E1B"/>
    <w:rsid w:val="00D96062"/>
    <w:rsid w:val="00D9664D"/>
    <w:rsid w:val="00D966CE"/>
    <w:rsid w:val="00D969BD"/>
    <w:rsid w:val="00D96AC7"/>
    <w:rsid w:val="00D96C8B"/>
    <w:rsid w:val="00D96F1F"/>
    <w:rsid w:val="00D9708C"/>
    <w:rsid w:val="00D9713B"/>
    <w:rsid w:val="00D9744E"/>
    <w:rsid w:val="00D9788B"/>
    <w:rsid w:val="00D97E89"/>
    <w:rsid w:val="00DA034D"/>
    <w:rsid w:val="00DA14C5"/>
    <w:rsid w:val="00DA1AE2"/>
    <w:rsid w:val="00DA1D4C"/>
    <w:rsid w:val="00DA2215"/>
    <w:rsid w:val="00DA244C"/>
    <w:rsid w:val="00DA24A0"/>
    <w:rsid w:val="00DA254D"/>
    <w:rsid w:val="00DA28E6"/>
    <w:rsid w:val="00DA30B5"/>
    <w:rsid w:val="00DA30DB"/>
    <w:rsid w:val="00DA3634"/>
    <w:rsid w:val="00DA3B04"/>
    <w:rsid w:val="00DA3B13"/>
    <w:rsid w:val="00DA3FD1"/>
    <w:rsid w:val="00DA48DA"/>
    <w:rsid w:val="00DA4A25"/>
    <w:rsid w:val="00DA4A53"/>
    <w:rsid w:val="00DA4B2E"/>
    <w:rsid w:val="00DA4C4B"/>
    <w:rsid w:val="00DA4C8E"/>
    <w:rsid w:val="00DA5301"/>
    <w:rsid w:val="00DA5354"/>
    <w:rsid w:val="00DA5365"/>
    <w:rsid w:val="00DA5BD7"/>
    <w:rsid w:val="00DA61A3"/>
    <w:rsid w:val="00DA6952"/>
    <w:rsid w:val="00DA7022"/>
    <w:rsid w:val="00DA7467"/>
    <w:rsid w:val="00DA760A"/>
    <w:rsid w:val="00DA7C74"/>
    <w:rsid w:val="00DA7EF1"/>
    <w:rsid w:val="00DB09BF"/>
    <w:rsid w:val="00DB1021"/>
    <w:rsid w:val="00DB104D"/>
    <w:rsid w:val="00DB1503"/>
    <w:rsid w:val="00DB1A06"/>
    <w:rsid w:val="00DB1F6D"/>
    <w:rsid w:val="00DB2129"/>
    <w:rsid w:val="00DB23F8"/>
    <w:rsid w:val="00DB2509"/>
    <w:rsid w:val="00DB2B7B"/>
    <w:rsid w:val="00DB33E5"/>
    <w:rsid w:val="00DB36BE"/>
    <w:rsid w:val="00DB3A36"/>
    <w:rsid w:val="00DB411F"/>
    <w:rsid w:val="00DB4727"/>
    <w:rsid w:val="00DB473D"/>
    <w:rsid w:val="00DB48AB"/>
    <w:rsid w:val="00DB4DF7"/>
    <w:rsid w:val="00DB50E4"/>
    <w:rsid w:val="00DB5538"/>
    <w:rsid w:val="00DB59DA"/>
    <w:rsid w:val="00DB5A8E"/>
    <w:rsid w:val="00DB6047"/>
    <w:rsid w:val="00DB70D1"/>
    <w:rsid w:val="00DC0147"/>
    <w:rsid w:val="00DC16CB"/>
    <w:rsid w:val="00DC17BA"/>
    <w:rsid w:val="00DC1FD0"/>
    <w:rsid w:val="00DC207B"/>
    <w:rsid w:val="00DC22B5"/>
    <w:rsid w:val="00DC2318"/>
    <w:rsid w:val="00DC239E"/>
    <w:rsid w:val="00DC29D4"/>
    <w:rsid w:val="00DC29F0"/>
    <w:rsid w:val="00DC3303"/>
    <w:rsid w:val="00DC350C"/>
    <w:rsid w:val="00DC37F6"/>
    <w:rsid w:val="00DC3C52"/>
    <w:rsid w:val="00DC3E66"/>
    <w:rsid w:val="00DC40F9"/>
    <w:rsid w:val="00DC4207"/>
    <w:rsid w:val="00DC46BC"/>
    <w:rsid w:val="00DC46BF"/>
    <w:rsid w:val="00DC46F4"/>
    <w:rsid w:val="00DC53E6"/>
    <w:rsid w:val="00DC5423"/>
    <w:rsid w:val="00DC566C"/>
    <w:rsid w:val="00DC5881"/>
    <w:rsid w:val="00DC5C58"/>
    <w:rsid w:val="00DC5CBD"/>
    <w:rsid w:val="00DC69C7"/>
    <w:rsid w:val="00DC6DA3"/>
    <w:rsid w:val="00DC6E2B"/>
    <w:rsid w:val="00DC727B"/>
    <w:rsid w:val="00DC740E"/>
    <w:rsid w:val="00DC7636"/>
    <w:rsid w:val="00DC7D78"/>
    <w:rsid w:val="00DD0346"/>
    <w:rsid w:val="00DD0725"/>
    <w:rsid w:val="00DD0B81"/>
    <w:rsid w:val="00DD0D53"/>
    <w:rsid w:val="00DD0F1C"/>
    <w:rsid w:val="00DD1233"/>
    <w:rsid w:val="00DD1E9D"/>
    <w:rsid w:val="00DD296B"/>
    <w:rsid w:val="00DD2D86"/>
    <w:rsid w:val="00DD3218"/>
    <w:rsid w:val="00DD3692"/>
    <w:rsid w:val="00DD3898"/>
    <w:rsid w:val="00DD3D4F"/>
    <w:rsid w:val="00DD42F7"/>
    <w:rsid w:val="00DD469D"/>
    <w:rsid w:val="00DD4B8F"/>
    <w:rsid w:val="00DD4DEC"/>
    <w:rsid w:val="00DD4ED3"/>
    <w:rsid w:val="00DD5529"/>
    <w:rsid w:val="00DD55AB"/>
    <w:rsid w:val="00DD560C"/>
    <w:rsid w:val="00DD5CE8"/>
    <w:rsid w:val="00DD5F4C"/>
    <w:rsid w:val="00DD6193"/>
    <w:rsid w:val="00DD61A6"/>
    <w:rsid w:val="00DD650E"/>
    <w:rsid w:val="00DD6BEA"/>
    <w:rsid w:val="00DD6DD4"/>
    <w:rsid w:val="00DD75E4"/>
    <w:rsid w:val="00DD76D2"/>
    <w:rsid w:val="00DD7D50"/>
    <w:rsid w:val="00DD7F07"/>
    <w:rsid w:val="00DD7FC3"/>
    <w:rsid w:val="00DD7FD8"/>
    <w:rsid w:val="00DE055B"/>
    <w:rsid w:val="00DE056B"/>
    <w:rsid w:val="00DE104A"/>
    <w:rsid w:val="00DE146C"/>
    <w:rsid w:val="00DE17E6"/>
    <w:rsid w:val="00DE1F8E"/>
    <w:rsid w:val="00DE2093"/>
    <w:rsid w:val="00DE22AD"/>
    <w:rsid w:val="00DE25D5"/>
    <w:rsid w:val="00DE261E"/>
    <w:rsid w:val="00DE3328"/>
    <w:rsid w:val="00DE3DBA"/>
    <w:rsid w:val="00DE43B1"/>
    <w:rsid w:val="00DE4411"/>
    <w:rsid w:val="00DE4C55"/>
    <w:rsid w:val="00DE508B"/>
    <w:rsid w:val="00DE52DA"/>
    <w:rsid w:val="00DE530E"/>
    <w:rsid w:val="00DE5491"/>
    <w:rsid w:val="00DE5629"/>
    <w:rsid w:val="00DE5CE9"/>
    <w:rsid w:val="00DE6030"/>
    <w:rsid w:val="00DE612D"/>
    <w:rsid w:val="00DE63A3"/>
    <w:rsid w:val="00DE66A6"/>
    <w:rsid w:val="00DE6DC1"/>
    <w:rsid w:val="00DE7A01"/>
    <w:rsid w:val="00DE7B94"/>
    <w:rsid w:val="00DE7C1A"/>
    <w:rsid w:val="00DE7E47"/>
    <w:rsid w:val="00DF0100"/>
    <w:rsid w:val="00DF0250"/>
    <w:rsid w:val="00DF05E5"/>
    <w:rsid w:val="00DF06DC"/>
    <w:rsid w:val="00DF0A91"/>
    <w:rsid w:val="00DF0D82"/>
    <w:rsid w:val="00DF1492"/>
    <w:rsid w:val="00DF1BCC"/>
    <w:rsid w:val="00DF2334"/>
    <w:rsid w:val="00DF23AB"/>
    <w:rsid w:val="00DF26B2"/>
    <w:rsid w:val="00DF29F1"/>
    <w:rsid w:val="00DF2B94"/>
    <w:rsid w:val="00DF2CA3"/>
    <w:rsid w:val="00DF2CF8"/>
    <w:rsid w:val="00DF31F0"/>
    <w:rsid w:val="00DF389A"/>
    <w:rsid w:val="00DF3A12"/>
    <w:rsid w:val="00DF3BA8"/>
    <w:rsid w:val="00DF3BD0"/>
    <w:rsid w:val="00DF3C54"/>
    <w:rsid w:val="00DF3F99"/>
    <w:rsid w:val="00DF407F"/>
    <w:rsid w:val="00DF432A"/>
    <w:rsid w:val="00DF43F8"/>
    <w:rsid w:val="00DF46FA"/>
    <w:rsid w:val="00DF5966"/>
    <w:rsid w:val="00DF5E74"/>
    <w:rsid w:val="00DF5E7B"/>
    <w:rsid w:val="00DF62D0"/>
    <w:rsid w:val="00DF64A6"/>
    <w:rsid w:val="00DF66DD"/>
    <w:rsid w:val="00DF67C8"/>
    <w:rsid w:val="00DF7394"/>
    <w:rsid w:val="00DF7824"/>
    <w:rsid w:val="00DF7DAC"/>
    <w:rsid w:val="00DF7E6E"/>
    <w:rsid w:val="00DF7E85"/>
    <w:rsid w:val="00E00509"/>
    <w:rsid w:val="00E00C7A"/>
    <w:rsid w:val="00E01130"/>
    <w:rsid w:val="00E02758"/>
    <w:rsid w:val="00E02AB0"/>
    <w:rsid w:val="00E03359"/>
    <w:rsid w:val="00E03F46"/>
    <w:rsid w:val="00E040AC"/>
    <w:rsid w:val="00E04A40"/>
    <w:rsid w:val="00E04C75"/>
    <w:rsid w:val="00E05091"/>
    <w:rsid w:val="00E05566"/>
    <w:rsid w:val="00E056AB"/>
    <w:rsid w:val="00E05C00"/>
    <w:rsid w:val="00E05D7E"/>
    <w:rsid w:val="00E05FD2"/>
    <w:rsid w:val="00E06E3F"/>
    <w:rsid w:val="00E06E7F"/>
    <w:rsid w:val="00E0704C"/>
    <w:rsid w:val="00E0725E"/>
    <w:rsid w:val="00E0733B"/>
    <w:rsid w:val="00E10A49"/>
    <w:rsid w:val="00E10A7A"/>
    <w:rsid w:val="00E11F9F"/>
    <w:rsid w:val="00E1204E"/>
    <w:rsid w:val="00E12781"/>
    <w:rsid w:val="00E12826"/>
    <w:rsid w:val="00E1285D"/>
    <w:rsid w:val="00E12DF5"/>
    <w:rsid w:val="00E130CD"/>
    <w:rsid w:val="00E1327A"/>
    <w:rsid w:val="00E13368"/>
    <w:rsid w:val="00E13690"/>
    <w:rsid w:val="00E13987"/>
    <w:rsid w:val="00E140C5"/>
    <w:rsid w:val="00E142D3"/>
    <w:rsid w:val="00E1460B"/>
    <w:rsid w:val="00E146CB"/>
    <w:rsid w:val="00E14CA4"/>
    <w:rsid w:val="00E14FFC"/>
    <w:rsid w:val="00E155E5"/>
    <w:rsid w:val="00E1573D"/>
    <w:rsid w:val="00E1579C"/>
    <w:rsid w:val="00E16EA6"/>
    <w:rsid w:val="00E16F84"/>
    <w:rsid w:val="00E17AAF"/>
    <w:rsid w:val="00E17B7B"/>
    <w:rsid w:val="00E17F00"/>
    <w:rsid w:val="00E17FF0"/>
    <w:rsid w:val="00E20440"/>
    <w:rsid w:val="00E207CB"/>
    <w:rsid w:val="00E21A7E"/>
    <w:rsid w:val="00E2291E"/>
    <w:rsid w:val="00E2357F"/>
    <w:rsid w:val="00E23584"/>
    <w:rsid w:val="00E23A48"/>
    <w:rsid w:val="00E23AF0"/>
    <w:rsid w:val="00E23F98"/>
    <w:rsid w:val="00E23FED"/>
    <w:rsid w:val="00E24982"/>
    <w:rsid w:val="00E24BF6"/>
    <w:rsid w:val="00E24F46"/>
    <w:rsid w:val="00E24F50"/>
    <w:rsid w:val="00E261AE"/>
    <w:rsid w:val="00E26742"/>
    <w:rsid w:val="00E26F2F"/>
    <w:rsid w:val="00E27077"/>
    <w:rsid w:val="00E2714B"/>
    <w:rsid w:val="00E274B1"/>
    <w:rsid w:val="00E27D97"/>
    <w:rsid w:val="00E3032C"/>
    <w:rsid w:val="00E30360"/>
    <w:rsid w:val="00E30434"/>
    <w:rsid w:val="00E30570"/>
    <w:rsid w:val="00E30631"/>
    <w:rsid w:val="00E30738"/>
    <w:rsid w:val="00E308DA"/>
    <w:rsid w:val="00E30A04"/>
    <w:rsid w:val="00E30E83"/>
    <w:rsid w:val="00E30FC7"/>
    <w:rsid w:val="00E3131D"/>
    <w:rsid w:val="00E313DE"/>
    <w:rsid w:val="00E314AB"/>
    <w:rsid w:val="00E316B0"/>
    <w:rsid w:val="00E316E0"/>
    <w:rsid w:val="00E322FC"/>
    <w:rsid w:val="00E325D4"/>
    <w:rsid w:val="00E32730"/>
    <w:rsid w:val="00E32E1F"/>
    <w:rsid w:val="00E34160"/>
    <w:rsid w:val="00E3419C"/>
    <w:rsid w:val="00E3454B"/>
    <w:rsid w:val="00E3513D"/>
    <w:rsid w:val="00E359E8"/>
    <w:rsid w:val="00E36DAC"/>
    <w:rsid w:val="00E370A0"/>
    <w:rsid w:val="00E40EE9"/>
    <w:rsid w:val="00E40F40"/>
    <w:rsid w:val="00E4131E"/>
    <w:rsid w:val="00E41335"/>
    <w:rsid w:val="00E41E16"/>
    <w:rsid w:val="00E42D7E"/>
    <w:rsid w:val="00E43002"/>
    <w:rsid w:val="00E43530"/>
    <w:rsid w:val="00E43802"/>
    <w:rsid w:val="00E439C7"/>
    <w:rsid w:val="00E43CE5"/>
    <w:rsid w:val="00E43F8B"/>
    <w:rsid w:val="00E4426F"/>
    <w:rsid w:val="00E44368"/>
    <w:rsid w:val="00E44793"/>
    <w:rsid w:val="00E44D2B"/>
    <w:rsid w:val="00E454C5"/>
    <w:rsid w:val="00E454CC"/>
    <w:rsid w:val="00E457E8"/>
    <w:rsid w:val="00E458E8"/>
    <w:rsid w:val="00E46718"/>
    <w:rsid w:val="00E46738"/>
    <w:rsid w:val="00E46D05"/>
    <w:rsid w:val="00E46EE2"/>
    <w:rsid w:val="00E4734C"/>
    <w:rsid w:val="00E50620"/>
    <w:rsid w:val="00E507E3"/>
    <w:rsid w:val="00E50C25"/>
    <w:rsid w:val="00E511D0"/>
    <w:rsid w:val="00E51572"/>
    <w:rsid w:val="00E5166D"/>
    <w:rsid w:val="00E51BDB"/>
    <w:rsid w:val="00E523EA"/>
    <w:rsid w:val="00E527F6"/>
    <w:rsid w:val="00E53614"/>
    <w:rsid w:val="00E5365F"/>
    <w:rsid w:val="00E53864"/>
    <w:rsid w:val="00E53941"/>
    <w:rsid w:val="00E53B42"/>
    <w:rsid w:val="00E53BBE"/>
    <w:rsid w:val="00E545BF"/>
    <w:rsid w:val="00E54781"/>
    <w:rsid w:val="00E54876"/>
    <w:rsid w:val="00E54E7D"/>
    <w:rsid w:val="00E54F4E"/>
    <w:rsid w:val="00E5509A"/>
    <w:rsid w:val="00E55CAE"/>
    <w:rsid w:val="00E55D4F"/>
    <w:rsid w:val="00E55DBE"/>
    <w:rsid w:val="00E55EA3"/>
    <w:rsid w:val="00E5605C"/>
    <w:rsid w:val="00E56102"/>
    <w:rsid w:val="00E56428"/>
    <w:rsid w:val="00E564AE"/>
    <w:rsid w:val="00E56877"/>
    <w:rsid w:val="00E574D5"/>
    <w:rsid w:val="00E57A01"/>
    <w:rsid w:val="00E60644"/>
    <w:rsid w:val="00E60B0A"/>
    <w:rsid w:val="00E60D88"/>
    <w:rsid w:val="00E60E23"/>
    <w:rsid w:val="00E60F24"/>
    <w:rsid w:val="00E6160B"/>
    <w:rsid w:val="00E618C6"/>
    <w:rsid w:val="00E622C7"/>
    <w:rsid w:val="00E62449"/>
    <w:rsid w:val="00E6246A"/>
    <w:rsid w:val="00E62482"/>
    <w:rsid w:val="00E626D7"/>
    <w:rsid w:val="00E62994"/>
    <w:rsid w:val="00E62CE8"/>
    <w:rsid w:val="00E635F8"/>
    <w:rsid w:val="00E638E6"/>
    <w:rsid w:val="00E643AC"/>
    <w:rsid w:val="00E64571"/>
    <w:rsid w:val="00E64814"/>
    <w:rsid w:val="00E654D2"/>
    <w:rsid w:val="00E6587B"/>
    <w:rsid w:val="00E6760D"/>
    <w:rsid w:val="00E6799E"/>
    <w:rsid w:val="00E67C1E"/>
    <w:rsid w:val="00E7064F"/>
    <w:rsid w:val="00E707E2"/>
    <w:rsid w:val="00E7126E"/>
    <w:rsid w:val="00E71F10"/>
    <w:rsid w:val="00E725A1"/>
    <w:rsid w:val="00E72AB3"/>
    <w:rsid w:val="00E72D07"/>
    <w:rsid w:val="00E72F93"/>
    <w:rsid w:val="00E7392E"/>
    <w:rsid w:val="00E739B4"/>
    <w:rsid w:val="00E74182"/>
    <w:rsid w:val="00E74322"/>
    <w:rsid w:val="00E74C33"/>
    <w:rsid w:val="00E74FFB"/>
    <w:rsid w:val="00E7527A"/>
    <w:rsid w:val="00E75FB3"/>
    <w:rsid w:val="00E75FF2"/>
    <w:rsid w:val="00E75FFC"/>
    <w:rsid w:val="00E761D6"/>
    <w:rsid w:val="00E76296"/>
    <w:rsid w:val="00E77235"/>
    <w:rsid w:val="00E7750D"/>
    <w:rsid w:val="00E77B47"/>
    <w:rsid w:val="00E8033D"/>
    <w:rsid w:val="00E8056D"/>
    <w:rsid w:val="00E806F4"/>
    <w:rsid w:val="00E807EC"/>
    <w:rsid w:val="00E816D5"/>
    <w:rsid w:val="00E819AC"/>
    <w:rsid w:val="00E81DBC"/>
    <w:rsid w:val="00E81E3F"/>
    <w:rsid w:val="00E81F90"/>
    <w:rsid w:val="00E8321C"/>
    <w:rsid w:val="00E836C0"/>
    <w:rsid w:val="00E83BF5"/>
    <w:rsid w:val="00E8451A"/>
    <w:rsid w:val="00E8516F"/>
    <w:rsid w:val="00E851C1"/>
    <w:rsid w:val="00E85782"/>
    <w:rsid w:val="00E85EB9"/>
    <w:rsid w:val="00E861C4"/>
    <w:rsid w:val="00E8651F"/>
    <w:rsid w:val="00E86B39"/>
    <w:rsid w:val="00E86E6B"/>
    <w:rsid w:val="00E876C5"/>
    <w:rsid w:val="00E87914"/>
    <w:rsid w:val="00E87E31"/>
    <w:rsid w:val="00E908B2"/>
    <w:rsid w:val="00E91A1B"/>
    <w:rsid w:val="00E91FAB"/>
    <w:rsid w:val="00E91FB4"/>
    <w:rsid w:val="00E92003"/>
    <w:rsid w:val="00E92160"/>
    <w:rsid w:val="00E92164"/>
    <w:rsid w:val="00E92750"/>
    <w:rsid w:val="00E92BDB"/>
    <w:rsid w:val="00E92D2A"/>
    <w:rsid w:val="00E92ED3"/>
    <w:rsid w:val="00E92F8E"/>
    <w:rsid w:val="00E9325A"/>
    <w:rsid w:val="00E93A79"/>
    <w:rsid w:val="00E9489A"/>
    <w:rsid w:val="00E94AB7"/>
    <w:rsid w:val="00E9508E"/>
    <w:rsid w:val="00E95236"/>
    <w:rsid w:val="00E952CA"/>
    <w:rsid w:val="00E95375"/>
    <w:rsid w:val="00E955E5"/>
    <w:rsid w:val="00E9592D"/>
    <w:rsid w:val="00E959DD"/>
    <w:rsid w:val="00E9602C"/>
    <w:rsid w:val="00E96DD0"/>
    <w:rsid w:val="00E97876"/>
    <w:rsid w:val="00E97D14"/>
    <w:rsid w:val="00E97DEE"/>
    <w:rsid w:val="00E97FB3"/>
    <w:rsid w:val="00EA0076"/>
    <w:rsid w:val="00EA056A"/>
    <w:rsid w:val="00EA0676"/>
    <w:rsid w:val="00EA0A56"/>
    <w:rsid w:val="00EA0D29"/>
    <w:rsid w:val="00EA114C"/>
    <w:rsid w:val="00EA1369"/>
    <w:rsid w:val="00EA16F5"/>
    <w:rsid w:val="00EA1923"/>
    <w:rsid w:val="00EA1E86"/>
    <w:rsid w:val="00EA2259"/>
    <w:rsid w:val="00EA2507"/>
    <w:rsid w:val="00EA2BEE"/>
    <w:rsid w:val="00EA33D4"/>
    <w:rsid w:val="00EA34D1"/>
    <w:rsid w:val="00EA3615"/>
    <w:rsid w:val="00EA51B1"/>
    <w:rsid w:val="00EA51CA"/>
    <w:rsid w:val="00EA551F"/>
    <w:rsid w:val="00EA5984"/>
    <w:rsid w:val="00EA5C6F"/>
    <w:rsid w:val="00EA6761"/>
    <w:rsid w:val="00EA6BF6"/>
    <w:rsid w:val="00EA76F9"/>
    <w:rsid w:val="00EA7841"/>
    <w:rsid w:val="00EA786F"/>
    <w:rsid w:val="00EA7987"/>
    <w:rsid w:val="00EA7C12"/>
    <w:rsid w:val="00EA7C27"/>
    <w:rsid w:val="00EB026E"/>
    <w:rsid w:val="00EB02C8"/>
    <w:rsid w:val="00EB07F9"/>
    <w:rsid w:val="00EB0EF0"/>
    <w:rsid w:val="00EB1D94"/>
    <w:rsid w:val="00EB1DF6"/>
    <w:rsid w:val="00EB1E02"/>
    <w:rsid w:val="00EB1FFA"/>
    <w:rsid w:val="00EB20BC"/>
    <w:rsid w:val="00EB25E7"/>
    <w:rsid w:val="00EB2E89"/>
    <w:rsid w:val="00EB32F4"/>
    <w:rsid w:val="00EB3826"/>
    <w:rsid w:val="00EB39C9"/>
    <w:rsid w:val="00EB46F7"/>
    <w:rsid w:val="00EB4922"/>
    <w:rsid w:val="00EB4EBF"/>
    <w:rsid w:val="00EB64FD"/>
    <w:rsid w:val="00EB66F2"/>
    <w:rsid w:val="00EB6ADA"/>
    <w:rsid w:val="00EB7360"/>
    <w:rsid w:val="00EB7431"/>
    <w:rsid w:val="00EB74DA"/>
    <w:rsid w:val="00EB7970"/>
    <w:rsid w:val="00EB7C16"/>
    <w:rsid w:val="00EC03B0"/>
    <w:rsid w:val="00EC0726"/>
    <w:rsid w:val="00EC0A72"/>
    <w:rsid w:val="00EC0F50"/>
    <w:rsid w:val="00EC1121"/>
    <w:rsid w:val="00EC2539"/>
    <w:rsid w:val="00EC3CAB"/>
    <w:rsid w:val="00EC40C1"/>
    <w:rsid w:val="00EC53F1"/>
    <w:rsid w:val="00EC58AB"/>
    <w:rsid w:val="00EC59BA"/>
    <w:rsid w:val="00EC59FB"/>
    <w:rsid w:val="00EC653F"/>
    <w:rsid w:val="00EC6819"/>
    <w:rsid w:val="00EC6828"/>
    <w:rsid w:val="00EC689A"/>
    <w:rsid w:val="00EC6BB7"/>
    <w:rsid w:val="00EC6C5A"/>
    <w:rsid w:val="00EC7A44"/>
    <w:rsid w:val="00EC7A91"/>
    <w:rsid w:val="00ED105D"/>
    <w:rsid w:val="00ED17F3"/>
    <w:rsid w:val="00ED2040"/>
    <w:rsid w:val="00ED27D7"/>
    <w:rsid w:val="00ED2E98"/>
    <w:rsid w:val="00ED3A65"/>
    <w:rsid w:val="00ED3C05"/>
    <w:rsid w:val="00ED4A81"/>
    <w:rsid w:val="00ED4B66"/>
    <w:rsid w:val="00ED5F76"/>
    <w:rsid w:val="00ED654F"/>
    <w:rsid w:val="00ED665D"/>
    <w:rsid w:val="00ED679C"/>
    <w:rsid w:val="00ED686B"/>
    <w:rsid w:val="00ED691B"/>
    <w:rsid w:val="00ED725D"/>
    <w:rsid w:val="00EE1155"/>
    <w:rsid w:val="00EE148A"/>
    <w:rsid w:val="00EE14C7"/>
    <w:rsid w:val="00EE14ED"/>
    <w:rsid w:val="00EE1B85"/>
    <w:rsid w:val="00EE2147"/>
    <w:rsid w:val="00EE2328"/>
    <w:rsid w:val="00EE247D"/>
    <w:rsid w:val="00EE2A26"/>
    <w:rsid w:val="00EE31F4"/>
    <w:rsid w:val="00EE3AF4"/>
    <w:rsid w:val="00EE4E70"/>
    <w:rsid w:val="00EE4F36"/>
    <w:rsid w:val="00EE5271"/>
    <w:rsid w:val="00EE5519"/>
    <w:rsid w:val="00EE599B"/>
    <w:rsid w:val="00EE59AB"/>
    <w:rsid w:val="00EE59FE"/>
    <w:rsid w:val="00EE640B"/>
    <w:rsid w:val="00EE6DAA"/>
    <w:rsid w:val="00EE7AEE"/>
    <w:rsid w:val="00EE7BAE"/>
    <w:rsid w:val="00EE7E3D"/>
    <w:rsid w:val="00EF013C"/>
    <w:rsid w:val="00EF0F49"/>
    <w:rsid w:val="00EF0F9E"/>
    <w:rsid w:val="00EF108A"/>
    <w:rsid w:val="00EF1332"/>
    <w:rsid w:val="00EF142E"/>
    <w:rsid w:val="00EF196D"/>
    <w:rsid w:val="00EF1A6F"/>
    <w:rsid w:val="00EF1BC8"/>
    <w:rsid w:val="00EF2897"/>
    <w:rsid w:val="00EF2B4D"/>
    <w:rsid w:val="00EF2B52"/>
    <w:rsid w:val="00EF302E"/>
    <w:rsid w:val="00EF30D5"/>
    <w:rsid w:val="00EF30FF"/>
    <w:rsid w:val="00EF3D7C"/>
    <w:rsid w:val="00EF428D"/>
    <w:rsid w:val="00EF4509"/>
    <w:rsid w:val="00EF520C"/>
    <w:rsid w:val="00EF55B9"/>
    <w:rsid w:val="00EF5C15"/>
    <w:rsid w:val="00EF614D"/>
    <w:rsid w:val="00EF65C8"/>
    <w:rsid w:val="00EF65D9"/>
    <w:rsid w:val="00EF6895"/>
    <w:rsid w:val="00EF68A8"/>
    <w:rsid w:val="00EF6C05"/>
    <w:rsid w:val="00EF72AF"/>
    <w:rsid w:val="00EF736D"/>
    <w:rsid w:val="00EF75B0"/>
    <w:rsid w:val="00EF794D"/>
    <w:rsid w:val="00EF796E"/>
    <w:rsid w:val="00EF7A87"/>
    <w:rsid w:val="00EF7B49"/>
    <w:rsid w:val="00EF7BC2"/>
    <w:rsid w:val="00EF7CA3"/>
    <w:rsid w:val="00EF7CB8"/>
    <w:rsid w:val="00F00482"/>
    <w:rsid w:val="00F00599"/>
    <w:rsid w:val="00F00FBA"/>
    <w:rsid w:val="00F014EC"/>
    <w:rsid w:val="00F016BA"/>
    <w:rsid w:val="00F0185D"/>
    <w:rsid w:val="00F0194B"/>
    <w:rsid w:val="00F01967"/>
    <w:rsid w:val="00F01B63"/>
    <w:rsid w:val="00F02042"/>
    <w:rsid w:val="00F023C7"/>
    <w:rsid w:val="00F02448"/>
    <w:rsid w:val="00F027AA"/>
    <w:rsid w:val="00F02D14"/>
    <w:rsid w:val="00F039FC"/>
    <w:rsid w:val="00F03BEC"/>
    <w:rsid w:val="00F03F01"/>
    <w:rsid w:val="00F04142"/>
    <w:rsid w:val="00F044D1"/>
    <w:rsid w:val="00F04EA0"/>
    <w:rsid w:val="00F05211"/>
    <w:rsid w:val="00F05652"/>
    <w:rsid w:val="00F061CB"/>
    <w:rsid w:val="00F06883"/>
    <w:rsid w:val="00F06DD2"/>
    <w:rsid w:val="00F07631"/>
    <w:rsid w:val="00F0779D"/>
    <w:rsid w:val="00F0787E"/>
    <w:rsid w:val="00F07C61"/>
    <w:rsid w:val="00F1024D"/>
    <w:rsid w:val="00F10830"/>
    <w:rsid w:val="00F10E15"/>
    <w:rsid w:val="00F11097"/>
    <w:rsid w:val="00F1128E"/>
    <w:rsid w:val="00F11675"/>
    <w:rsid w:val="00F12135"/>
    <w:rsid w:val="00F12A19"/>
    <w:rsid w:val="00F12F39"/>
    <w:rsid w:val="00F12F85"/>
    <w:rsid w:val="00F133A5"/>
    <w:rsid w:val="00F1378F"/>
    <w:rsid w:val="00F13A3D"/>
    <w:rsid w:val="00F13BE5"/>
    <w:rsid w:val="00F13BEF"/>
    <w:rsid w:val="00F142FA"/>
    <w:rsid w:val="00F14526"/>
    <w:rsid w:val="00F147A4"/>
    <w:rsid w:val="00F147F4"/>
    <w:rsid w:val="00F14B4A"/>
    <w:rsid w:val="00F14EB1"/>
    <w:rsid w:val="00F150E5"/>
    <w:rsid w:val="00F1533E"/>
    <w:rsid w:val="00F1577F"/>
    <w:rsid w:val="00F163F8"/>
    <w:rsid w:val="00F16642"/>
    <w:rsid w:val="00F167CB"/>
    <w:rsid w:val="00F168D3"/>
    <w:rsid w:val="00F16DCD"/>
    <w:rsid w:val="00F17AEC"/>
    <w:rsid w:val="00F204CD"/>
    <w:rsid w:val="00F206F1"/>
    <w:rsid w:val="00F21445"/>
    <w:rsid w:val="00F214F0"/>
    <w:rsid w:val="00F21E34"/>
    <w:rsid w:val="00F22A63"/>
    <w:rsid w:val="00F22B45"/>
    <w:rsid w:val="00F22B97"/>
    <w:rsid w:val="00F22F7F"/>
    <w:rsid w:val="00F2321E"/>
    <w:rsid w:val="00F23A79"/>
    <w:rsid w:val="00F240DE"/>
    <w:rsid w:val="00F24D22"/>
    <w:rsid w:val="00F24D8B"/>
    <w:rsid w:val="00F24E67"/>
    <w:rsid w:val="00F25268"/>
    <w:rsid w:val="00F253EB"/>
    <w:rsid w:val="00F25520"/>
    <w:rsid w:val="00F255A8"/>
    <w:rsid w:val="00F26325"/>
    <w:rsid w:val="00F26356"/>
    <w:rsid w:val="00F265A1"/>
    <w:rsid w:val="00F26977"/>
    <w:rsid w:val="00F26FB2"/>
    <w:rsid w:val="00F2742D"/>
    <w:rsid w:val="00F27614"/>
    <w:rsid w:val="00F276C8"/>
    <w:rsid w:val="00F27848"/>
    <w:rsid w:val="00F27FF3"/>
    <w:rsid w:val="00F3030E"/>
    <w:rsid w:val="00F310EA"/>
    <w:rsid w:val="00F31513"/>
    <w:rsid w:val="00F317BE"/>
    <w:rsid w:val="00F31B56"/>
    <w:rsid w:val="00F32C63"/>
    <w:rsid w:val="00F335EF"/>
    <w:rsid w:val="00F33A32"/>
    <w:rsid w:val="00F33CA0"/>
    <w:rsid w:val="00F33E13"/>
    <w:rsid w:val="00F33F4D"/>
    <w:rsid w:val="00F34210"/>
    <w:rsid w:val="00F34388"/>
    <w:rsid w:val="00F34854"/>
    <w:rsid w:val="00F34CF8"/>
    <w:rsid w:val="00F34E82"/>
    <w:rsid w:val="00F364F6"/>
    <w:rsid w:val="00F36572"/>
    <w:rsid w:val="00F366AD"/>
    <w:rsid w:val="00F367B2"/>
    <w:rsid w:val="00F36864"/>
    <w:rsid w:val="00F36BF7"/>
    <w:rsid w:val="00F37166"/>
    <w:rsid w:val="00F3747B"/>
    <w:rsid w:val="00F377A1"/>
    <w:rsid w:val="00F37994"/>
    <w:rsid w:val="00F37EC0"/>
    <w:rsid w:val="00F40138"/>
    <w:rsid w:val="00F40480"/>
    <w:rsid w:val="00F404FC"/>
    <w:rsid w:val="00F41869"/>
    <w:rsid w:val="00F419B8"/>
    <w:rsid w:val="00F41B4D"/>
    <w:rsid w:val="00F41B5A"/>
    <w:rsid w:val="00F41DBC"/>
    <w:rsid w:val="00F420DC"/>
    <w:rsid w:val="00F42258"/>
    <w:rsid w:val="00F42265"/>
    <w:rsid w:val="00F42311"/>
    <w:rsid w:val="00F4259B"/>
    <w:rsid w:val="00F4323B"/>
    <w:rsid w:val="00F438CF"/>
    <w:rsid w:val="00F43BB4"/>
    <w:rsid w:val="00F43F47"/>
    <w:rsid w:val="00F44623"/>
    <w:rsid w:val="00F447D9"/>
    <w:rsid w:val="00F45B11"/>
    <w:rsid w:val="00F46378"/>
    <w:rsid w:val="00F46FBF"/>
    <w:rsid w:val="00F47AE2"/>
    <w:rsid w:val="00F47E87"/>
    <w:rsid w:val="00F47FDA"/>
    <w:rsid w:val="00F50900"/>
    <w:rsid w:val="00F50EE3"/>
    <w:rsid w:val="00F515D5"/>
    <w:rsid w:val="00F51943"/>
    <w:rsid w:val="00F51B20"/>
    <w:rsid w:val="00F51E7E"/>
    <w:rsid w:val="00F523C0"/>
    <w:rsid w:val="00F524DB"/>
    <w:rsid w:val="00F53D99"/>
    <w:rsid w:val="00F53E55"/>
    <w:rsid w:val="00F541C6"/>
    <w:rsid w:val="00F542F5"/>
    <w:rsid w:val="00F5490D"/>
    <w:rsid w:val="00F54FE3"/>
    <w:rsid w:val="00F550B2"/>
    <w:rsid w:val="00F55965"/>
    <w:rsid w:val="00F55BA2"/>
    <w:rsid w:val="00F55DF3"/>
    <w:rsid w:val="00F56566"/>
    <w:rsid w:val="00F56AD6"/>
    <w:rsid w:val="00F56F0B"/>
    <w:rsid w:val="00F5724C"/>
    <w:rsid w:val="00F5747A"/>
    <w:rsid w:val="00F578A0"/>
    <w:rsid w:val="00F57A66"/>
    <w:rsid w:val="00F600F3"/>
    <w:rsid w:val="00F6011B"/>
    <w:rsid w:val="00F60788"/>
    <w:rsid w:val="00F61097"/>
    <w:rsid w:val="00F6186A"/>
    <w:rsid w:val="00F61DBA"/>
    <w:rsid w:val="00F624BE"/>
    <w:rsid w:val="00F62975"/>
    <w:rsid w:val="00F62AD8"/>
    <w:rsid w:val="00F631D7"/>
    <w:rsid w:val="00F63DC6"/>
    <w:rsid w:val="00F63DDE"/>
    <w:rsid w:val="00F640E1"/>
    <w:rsid w:val="00F6477A"/>
    <w:rsid w:val="00F652F2"/>
    <w:rsid w:val="00F6595F"/>
    <w:rsid w:val="00F65B85"/>
    <w:rsid w:val="00F65FD5"/>
    <w:rsid w:val="00F66120"/>
    <w:rsid w:val="00F6630E"/>
    <w:rsid w:val="00F666B7"/>
    <w:rsid w:val="00F66B97"/>
    <w:rsid w:val="00F66BF4"/>
    <w:rsid w:val="00F66E6B"/>
    <w:rsid w:val="00F676F7"/>
    <w:rsid w:val="00F677EB"/>
    <w:rsid w:val="00F67F27"/>
    <w:rsid w:val="00F7130E"/>
    <w:rsid w:val="00F713ED"/>
    <w:rsid w:val="00F713F3"/>
    <w:rsid w:val="00F71679"/>
    <w:rsid w:val="00F71817"/>
    <w:rsid w:val="00F7278B"/>
    <w:rsid w:val="00F7345C"/>
    <w:rsid w:val="00F7345F"/>
    <w:rsid w:val="00F73734"/>
    <w:rsid w:val="00F73C39"/>
    <w:rsid w:val="00F749E1"/>
    <w:rsid w:val="00F75369"/>
    <w:rsid w:val="00F753FE"/>
    <w:rsid w:val="00F7660D"/>
    <w:rsid w:val="00F773F8"/>
    <w:rsid w:val="00F77D1C"/>
    <w:rsid w:val="00F77E01"/>
    <w:rsid w:val="00F811F6"/>
    <w:rsid w:val="00F8146B"/>
    <w:rsid w:val="00F81975"/>
    <w:rsid w:val="00F819C7"/>
    <w:rsid w:val="00F81E6B"/>
    <w:rsid w:val="00F82430"/>
    <w:rsid w:val="00F8282A"/>
    <w:rsid w:val="00F829BA"/>
    <w:rsid w:val="00F82B47"/>
    <w:rsid w:val="00F83940"/>
    <w:rsid w:val="00F84308"/>
    <w:rsid w:val="00F84610"/>
    <w:rsid w:val="00F8461D"/>
    <w:rsid w:val="00F84EF3"/>
    <w:rsid w:val="00F8567D"/>
    <w:rsid w:val="00F85870"/>
    <w:rsid w:val="00F86259"/>
    <w:rsid w:val="00F868D5"/>
    <w:rsid w:val="00F8699B"/>
    <w:rsid w:val="00F874A0"/>
    <w:rsid w:val="00F87A71"/>
    <w:rsid w:val="00F90181"/>
    <w:rsid w:val="00F9056F"/>
    <w:rsid w:val="00F90F98"/>
    <w:rsid w:val="00F91741"/>
    <w:rsid w:val="00F91FC7"/>
    <w:rsid w:val="00F92590"/>
    <w:rsid w:val="00F92891"/>
    <w:rsid w:val="00F92DBF"/>
    <w:rsid w:val="00F939A4"/>
    <w:rsid w:val="00F93F95"/>
    <w:rsid w:val="00F940CD"/>
    <w:rsid w:val="00F94149"/>
    <w:rsid w:val="00F943ED"/>
    <w:rsid w:val="00F94742"/>
    <w:rsid w:val="00F94884"/>
    <w:rsid w:val="00F9492B"/>
    <w:rsid w:val="00F94DD2"/>
    <w:rsid w:val="00F95084"/>
    <w:rsid w:val="00F954BD"/>
    <w:rsid w:val="00F954DA"/>
    <w:rsid w:val="00F962C6"/>
    <w:rsid w:val="00F96385"/>
    <w:rsid w:val="00F964F5"/>
    <w:rsid w:val="00F96762"/>
    <w:rsid w:val="00F96AE0"/>
    <w:rsid w:val="00F970D2"/>
    <w:rsid w:val="00F9765E"/>
    <w:rsid w:val="00F97794"/>
    <w:rsid w:val="00FA05C0"/>
    <w:rsid w:val="00FA08E0"/>
    <w:rsid w:val="00FA0A53"/>
    <w:rsid w:val="00FA0CBC"/>
    <w:rsid w:val="00FA218E"/>
    <w:rsid w:val="00FA21C0"/>
    <w:rsid w:val="00FA2431"/>
    <w:rsid w:val="00FA294D"/>
    <w:rsid w:val="00FA296B"/>
    <w:rsid w:val="00FA32DA"/>
    <w:rsid w:val="00FA4571"/>
    <w:rsid w:val="00FA4853"/>
    <w:rsid w:val="00FA4968"/>
    <w:rsid w:val="00FA50D8"/>
    <w:rsid w:val="00FA577C"/>
    <w:rsid w:val="00FA5D74"/>
    <w:rsid w:val="00FA5E9E"/>
    <w:rsid w:val="00FA61AE"/>
    <w:rsid w:val="00FA61B3"/>
    <w:rsid w:val="00FA71D7"/>
    <w:rsid w:val="00FA7644"/>
    <w:rsid w:val="00FA7747"/>
    <w:rsid w:val="00FB01D4"/>
    <w:rsid w:val="00FB0394"/>
    <w:rsid w:val="00FB062C"/>
    <w:rsid w:val="00FB06DD"/>
    <w:rsid w:val="00FB0748"/>
    <w:rsid w:val="00FB0ED1"/>
    <w:rsid w:val="00FB1824"/>
    <w:rsid w:val="00FB1955"/>
    <w:rsid w:val="00FB19A8"/>
    <w:rsid w:val="00FB22F8"/>
    <w:rsid w:val="00FB244E"/>
    <w:rsid w:val="00FB24FA"/>
    <w:rsid w:val="00FB28E6"/>
    <w:rsid w:val="00FB2B7A"/>
    <w:rsid w:val="00FB2C98"/>
    <w:rsid w:val="00FB2FB2"/>
    <w:rsid w:val="00FB3430"/>
    <w:rsid w:val="00FB378B"/>
    <w:rsid w:val="00FB3D65"/>
    <w:rsid w:val="00FB4940"/>
    <w:rsid w:val="00FB4D43"/>
    <w:rsid w:val="00FB4DC0"/>
    <w:rsid w:val="00FB4ECC"/>
    <w:rsid w:val="00FB5190"/>
    <w:rsid w:val="00FB52B4"/>
    <w:rsid w:val="00FB53A5"/>
    <w:rsid w:val="00FB57B6"/>
    <w:rsid w:val="00FB57E2"/>
    <w:rsid w:val="00FB592D"/>
    <w:rsid w:val="00FB6B65"/>
    <w:rsid w:val="00FB77B0"/>
    <w:rsid w:val="00FB796E"/>
    <w:rsid w:val="00FB7C97"/>
    <w:rsid w:val="00FB7D77"/>
    <w:rsid w:val="00FC0222"/>
    <w:rsid w:val="00FC096F"/>
    <w:rsid w:val="00FC1174"/>
    <w:rsid w:val="00FC1AF0"/>
    <w:rsid w:val="00FC1DE7"/>
    <w:rsid w:val="00FC1EE6"/>
    <w:rsid w:val="00FC28FD"/>
    <w:rsid w:val="00FC2A2C"/>
    <w:rsid w:val="00FC2DB2"/>
    <w:rsid w:val="00FC2DDB"/>
    <w:rsid w:val="00FC2F63"/>
    <w:rsid w:val="00FC368D"/>
    <w:rsid w:val="00FC3993"/>
    <w:rsid w:val="00FC3D89"/>
    <w:rsid w:val="00FC47B5"/>
    <w:rsid w:val="00FC4942"/>
    <w:rsid w:val="00FC4EB1"/>
    <w:rsid w:val="00FC55AE"/>
    <w:rsid w:val="00FC5A5F"/>
    <w:rsid w:val="00FC5CCB"/>
    <w:rsid w:val="00FC632B"/>
    <w:rsid w:val="00FC6F93"/>
    <w:rsid w:val="00FC7897"/>
    <w:rsid w:val="00FC7F9F"/>
    <w:rsid w:val="00FD0547"/>
    <w:rsid w:val="00FD0802"/>
    <w:rsid w:val="00FD153C"/>
    <w:rsid w:val="00FD1811"/>
    <w:rsid w:val="00FD1AED"/>
    <w:rsid w:val="00FD1C96"/>
    <w:rsid w:val="00FD352A"/>
    <w:rsid w:val="00FD3DB1"/>
    <w:rsid w:val="00FD42A2"/>
    <w:rsid w:val="00FD432A"/>
    <w:rsid w:val="00FD4C29"/>
    <w:rsid w:val="00FD4C44"/>
    <w:rsid w:val="00FD516A"/>
    <w:rsid w:val="00FD5BF1"/>
    <w:rsid w:val="00FD5C05"/>
    <w:rsid w:val="00FD5FD1"/>
    <w:rsid w:val="00FD62B4"/>
    <w:rsid w:val="00FD6BEB"/>
    <w:rsid w:val="00FD77C4"/>
    <w:rsid w:val="00FE038A"/>
    <w:rsid w:val="00FE050A"/>
    <w:rsid w:val="00FE1091"/>
    <w:rsid w:val="00FE1C90"/>
    <w:rsid w:val="00FE25A4"/>
    <w:rsid w:val="00FE29F2"/>
    <w:rsid w:val="00FE3248"/>
    <w:rsid w:val="00FE357F"/>
    <w:rsid w:val="00FE3DB8"/>
    <w:rsid w:val="00FE40E2"/>
    <w:rsid w:val="00FE4C21"/>
    <w:rsid w:val="00FE4C9A"/>
    <w:rsid w:val="00FE4DBE"/>
    <w:rsid w:val="00FE4F66"/>
    <w:rsid w:val="00FE506C"/>
    <w:rsid w:val="00FE5851"/>
    <w:rsid w:val="00FE5D81"/>
    <w:rsid w:val="00FE64B0"/>
    <w:rsid w:val="00FE66EC"/>
    <w:rsid w:val="00FE6CBF"/>
    <w:rsid w:val="00FE71D3"/>
    <w:rsid w:val="00FE7597"/>
    <w:rsid w:val="00FE7BA6"/>
    <w:rsid w:val="00FE7CD1"/>
    <w:rsid w:val="00FF03A7"/>
    <w:rsid w:val="00FF0CDB"/>
    <w:rsid w:val="00FF0DF5"/>
    <w:rsid w:val="00FF0EF0"/>
    <w:rsid w:val="00FF12C0"/>
    <w:rsid w:val="00FF1953"/>
    <w:rsid w:val="00FF1EB0"/>
    <w:rsid w:val="00FF2155"/>
    <w:rsid w:val="00FF2C33"/>
    <w:rsid w:val="00FF2E63"/>
    <w:rsid w:val="00FF3006"/>
    <w:rsid w:val="00FF3C47"/>
    <w:rsid w:val="00FF41F8"/>
    <w:rsid w:val="00FF4222"/>
    <w:rsid w:val="00FF4AC8"/>
    <w:rsid w:val="00FF4B9D"/>
    <w:rsid w:val="00FF5602"/>
    <w:rsid w:val="00FF5ABB"/>
    <w:rsid w:val="00FF61DD"/>
    <w:rsid w:val="00FF642E"/>
    <w:rsid w:val="00FF69A1"/>
    <w:rsid w:val="00FF6F0F"/>
    <w:rsid w:val="00FF7016"/>
    <w:rsid w:val="00FF7490"/>
    <w:rsid w:val="00FF7ADB"/>
    <w:rsid w:val="00FF7E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BEB2CEF"/>
  <w15:docId w15:val="{A3AB095C-EDCE-4904-B8BB-FFE8588F8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0" w:unhideWhenUsed="1" w:qFormat="1"/>
    <w:lsdException w:name="heading 8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3EA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D1976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1976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D1976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9D1976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-43"/>
      <w:jc w:val="center"/>
      <w:outlineLvl w:val="4"/>
    </w:pPr>
    <w:rPr>
      <w:rFonts w:ascii="Times New Roman" w:hAnsi="Times New Roman" w:cs="EucrosiaUPC"/>
      <w:b/>
      <w:bCs/>
      <w:sz w:val="30"/>
      <w:szCs w:val="30"/>
      <w:u w:val="single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28"/>
      <w:szCs w:val="28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9D197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 w:cs="EucrosiaUPC"/>
      <w:sz w:val="28"/>
      <w:szCs w:val="28"/>
      <w:lang w:val="th-TH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000CCB"/>
    <w:rPr>
      <w:rFonts w:ascii="Arial" w:hAnsi="Arial"/>
      <w:b/>
      <w:bCs/>
      <w:sz w:val="18"/>
      <w:szCs w:val="18"/>
      <w:u w:val="single"/>
      <w:shd w:val="solid" w:color="FFFFFF" w:fill="FFFFFF"/>
      <w:lang w:val="x-none" w:eastAsia="x-none"/>
    </w:rPr>
  </w:style>
  <w:style w:type="character" w:customStyle="1" w:styleId="Heading2Char">
    <w:name w:val="Heading 2 Char"/>
    <w:link w:val="Heading2"/>
    <w:uiPriority w:val="99"/>
    <w:locked/>
    <w:rsid w:val="00000CCB"/>
    <w:rPr>
      <w:rFonts w:ascii="Arial" w:hAnsi="Arial" w:cs="Times New Roman"/>
      <w:b/>
      <w:bCs/>
      <w:sz w:val="18"/>
      <w:szCs w:val="18"/>
    </w:rPr>
  </w:style>
  <w:style w:type="character" w:customStyle="1" w:styleId="Heading3Char">
    <w:name w:val="Heading 3 Char"/>
    <w:link w:val="Heading3"/>
    <w:uiPriority w:val="99"/>
    <w:locked/>
    <w:rsid w:val="00000CCB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Heading4Char">
    <w:name w:val="Heading 4 Char"/>
    <w:link w:val="Heading4"/>
    <w:uiPriority w:val="99"/>
    <w:locked/>
    <w:rsid w:val="00000CCB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ink w:val="Heading5"/>
    <w:uiPriority w:val="99"/>
    <w:locked/>
    <w:rsid w:val="00000CCB"/>
    <w:rPr>
      <w:rFonts w:cs="EucrosiaUPC"/>
      <w:b/>
      <w:bCs/>
      <w:sz w:val="30"/>
      <w:szCs w:val="30"/>
      <w:u w:val="single"/>
      <w:lang w:bidi="th-TH"/>
    </w:rPr>
  </w:style>
  <w:style w:type="character" w:customStyle="1" w:styleId="Heading6Char">
    <w:name w:val="Heading 6 Char"/>
    <w:link w:val="Heading6"/>
    <w:uiPriority w:val="99"/>
    <w:locked/>
    <w:rsid w:val="00000CCB"/>
    <w:rPr>
      <w:rFonts w:cs="EucrosiaUPC"/>
      <w:b/>
      <w:bCs/>
      <w:sz w:val="32"/>
      <w:szCs w:val="32"/>
      <w:lang w:bidi="th-TH"/>
    </w:rPr>
  </w:style>
  <w:style w:type="character" w:customStyle="1" w:styleId="Heading7Char">
    <w:name w:val="Heading 7 Char"/>
    <w:link w:val="Heading7"/>
    <w:locked/>
    <w:rsid w:val="00EF65D9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ink w:val="Heading8"/>
    <w:uiPriority w:val="99"/>
    <w:locked/>
    <w:rsid w:val="00000CCB"/>
    <w:rPr>
      <w:rFonts w:cs="EucrosiaUPC"/>
      <w:b/>
      <w:bCs/>
      <w:sz w:val="28"/>
      <w:szCs w:val="28"/>
      <w:lang w:bidi="th-TH"/>
    </w:rPr>
  </w:style>
  <w:style w:type="character" w:customStyle="1" w:styleId="Heading9Char">
    <w:name w:val="Heading 9 Char"/>
    <w:link w:val="Heading9"/>
    <w:locked/>
    <w:rsid w:val="00000CCB"/>
    <w:rPr>
      <w:rFonts w:cs="EucrosiaUPC"/>
      <w:sz w:val="28"/>
      <w:szCs w:val="28"/>
      <w:lang w:val="th-TH" w:bidi="th-TH"/>
    </w:rPr>
  </w:style>
  <w:style w:type="character" w:customStyle="1" w:styleId="BodyTextChar">
    <w:name w:val="Body Text Char"/>
    <w:aliases w:val="bt Char,body text Char,Body Char"/>
    <w:uiPriority w:val="99"/>
    <w:locked/>
    <w:rsid w:val="000F5578"/>
    <w:rPr>
      <w:rFonts w:ascii="Arial" w:hAnsi="Arial"/>
      <w:sz w:val="18"/>
      <w:lang w:val="en-US" w:eastAsia="en-US"/>
    </w:rPr>
  </w:style>
  <w:style w:type="paragraph" w:styleId="BodyText">
    <w:name w:val="Body Text"/>
    <w:aliases w:val="bt,body text,Body"/>
    <w:basedOn w:val="Normal"/>
    <w:link w:val="BodyTextChar1"/>
    <w:uiPriority w:val="99"/>
    <w:rsid w:val="009D1976"/>
    <w:pPr>
      <w:spacing w:after="120"/>
    </w:pPr>
    <w:rPr>
      <w:sz w:val="22"/>
      <w:szCs w:val="22"/>
      <w:lang w:val="x-none" w:eastAsia="x-none"/>
    </w:rPr>
  </w:style>
  <w:style w:type="character" w:customStyle="1" w:styleId="BodyTextChar1">
    <w:name w:val="Body Text Char1"/>
    <w:aliases w:val="bt Char1,body text Char1,Body Char1"/>
    <w:link w:val="BodyText"/>
    <w:uiPriority w:val="99"/>
    <w:locked/>
    <w:rsid w:val="00000CCB"/>
    <w:rPr>
      <w:rFonts w:ascii="Arial" w:hAnsi="Arial" w:cs="Angsana New"/>
      <w:sz w:val="22"/>
      <w:szCs w:val="22"/>
    </w:rPr>
  </w:style>
  <w:style w:type="paragraph" w:styleId="Header">
    <w:name w:val="header"/>
    <w:basedOn w:val="Normal"/>
    <w:link w:val="HeaderChar"/>
    <w:rsid w:val="009D1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locked/>
    <w:rsid w:val="00000CCB"/>
    <w:rPr>
      <w:rFonts w:ascii="Arial" w:hAnsi="Arial" w:cs="Times New Roman"/>
      <w:sz w:val="18"/>
      <w:szCs w:val="18"/>
    </w:rPr>
  </w:style>
  <w:style w:type="character" w:customStyle="1" w:styleId="AAAddress">
    <w:name w:val="AA Address"/>
    <w:uiPriority w:val="99"/>
    <w:rsid w:val="009D1976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9D1976"/>
    <w:rPr>
      <w:rFonts w:ascii="Arial" w:hAnsi="Arial" w:cs="Times New Roman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9D1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locked/>
    <w:rsid w:val="00883C2E"/>
    <w:rPr>
      <w:rFonts w:ascii="Arial" w:hAnsi="Arial" w:cs="Times New Roman"/>
      <w:sz w:val="18"/>
      <w:szCs w:val="18"/>
    </w:rPr>
  </w:style>
  <w:style w:type="paragraph" w:styleId="Caption">
    <w:name w:val="caption"/>
    <w:basedOn w:val="Normal"/>
    <w:next w:val="Normal"/>
    <w:uiPriority w:val="99"/>
    <w:qFormat/>
    <w:rsid w:val="009D1976"/>
    <w:rPr>
      <w:rFonts w:cs="Times New Roman"/>
      <w:b/>
      <w:bCs/>
    </w:rPr>
  </w:style>
  <w:style w:type="paragraph" w:styleId="ListBullet">
    <w:name w:val="List Bullet"/>
    <w:basedOn w:val="Normal"/>
    <w:uiPriority w:val="99"/>
    <w:rsid w:val="009D1976"/>
    <w:pPr>
      <w:numPr>
        <w:numId w:val="3"/>
      </w:numPr>
      <w:tabs>
        <w:tab w:val="clear" w:pos="926"/>
        <w:tab w:val="left" w:pos="284"/>
        <w:tab w:val="left" w:pos="907"/>
      </w:tabs>
      <w:ind w:left="284" w:hanging="284"/>
    </w:pPr>
  </w:style>
  <w:style w:type="paragraph" w:styleId="ListBullet2">
    <w:name w:val="List Bullet 2"/>
    <w:basedOn w:val="Normal"/>
    <w:uiPriority w:val="99"/>
    <w:rsid w:val="009D1976"/>
    <w:pPr>
      <w:numPr>
        <w:numId w:val="4"/>
      </w:numPr>
      <w:tabs>
        <w:tab w:val="clear" w:pos="1209"/>
        <w:tab w:val="left" w:pos="567"/>
      </w:tabs>
      <w:ind w:left="851" w:hanging="284"/>
    </w:pPr>
  </w:style>
  <w:style w:type="paragraph" w:styleId="ListBullet3">
    <w:name w:val="List Bullet 3"/>
    <w:basedOn w:val="Normal"/>
    <w:uiPriority w:val="99"/>
    <w:rsid w:val="009D1976"/>
    <w:pPr>
      <w:numPr>
        <w:numId w:val="1"/>
      </w:numPr>
      <w:tabs>
        <w:tab w:val="clear" w:pos="360"/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uiPriority w:val="99"/>
    <w:rsid w:val="009D1976"/>
    <w:pPr>
      <w:numPr>
        <w:numId w:val="2"/>
      </w:numPr>
      <w:tabs>
        <w:tab w:val="clear" w:pos="643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9D1976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9D1976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9D1976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9D1976"/>
    <w:pPr>
      <w:ind w:left="284"/>
    </w:pPr>
  </w:style>
  <w:style w:type="paragraph" w:customStyle="1" w:styleId="AAFrameAddress">
    <w:name w:val="AA Frame Address"/>
    <w:basedOn w:val="Heading1"/>
    <w:uiPriority w:val="99"/>
    <w:rsid w:val="009D1976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9D1976"/>
    <w:pPr>
      <w:numPr>
        <w:numId w:val="8"/>
      </w:numPr>
      <w:tabs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9D1976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9D1976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9D1976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9D1976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9D1976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9D1976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9D1976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9D1976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9D1976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9D1976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9D1976"/>
    <w:pPr>
      <w:ind w:left="2552" w:hanging="284"/>
    </w:pPr>
  </w:style>
  <w:style w:type="paragraph" w:styleId="TOC2">
    <w:name w:val="toc 2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uiPriority w:val="99"/>
    <w:semiHidden/>
    <w:rsid w:val="009D1976"/>
    <w:pPr>
      <w:ind w:left="851"/>
    </w:pPr>
  </w:style>
  <w:style w:type="paragraph" w:styleId="TOC5">
    <w:name w:val="toc 5"/>
    <w:basedOn w:val="Normal"/>
    <w:next w:val="Normal"/>
    <w:uiPriority w:val="99"/>
    <w:semiHidden/>
    <w:rsid w:val="009D1976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9D1976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9D1976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9D1976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9D1976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9D1976"/>
    <w:pPr>
      <w:ind w:left="567" w:hanging="567"/>
    </w:pPr>
  </w:style>
  <w:style w:type="paragraph" w:styleId="ListBullet5">
    <w:name w:val="List Bullet 5"/>
    <w:basedOn w:val="Normal"/>
    <w:uiPriority w:val="99"/>
    <w:rsid w:val="009D1976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uiPriority w:val="99"/>
    <w:rsid w:val="009D1976"/>
    <w:pPr>
      <w:ind w:firstLine="284"/>
    </w:pPr>
    <w:rPr>
      <w:sz w:val="18"/>
      <w:szCs w:val="18"/>
      <w:lang w:val="en-US" w:eastAsia="en-US"/>
    </w:rPr>
  </w:style>
  <w:style w:type="character" w:customStyle="1" w:styleId="BodyTextFirstIndentChar">
    <w:name w:val="Body Text First Indent Char"/>
    <w:link w:val="BodyTextFirstIndent"/>
    <w:uiPriority w:val="99"/>
    <w:locked/>
    <w:rsid w:val="00000CCB"/>
    <w:rPr>
      <w:rFonts w:ascii="Arial" w:hAnsi="Arial" w:cs="Angsana New"/>
      <w:sz w:val="18"/>
      <w:szCs w:val="18"/>
      <w:lang w:val="en-US" w:eastAsia="en-US" w:bidi="th-TH"/>
    </w:rPr>
  </w:style>
  <w:style w:type="paragraph" w:styleId="BodyTextIndent">
    <w:name w:val="Body Text Indent"/>
    <w:aliases w:val="i"/>
    <w:basedOn w:val="Normal"/>
    <w:link w:val="BodyTextIndentChar"/>
    <w:uiPriority w:val="99"/>
    <w:rsid w:val="009D1976"/>
    <w:pPr>
      <w:spacing w:after="120"/>
      <w:ind w:left="283"/>
    </w:pPr>
    <w:rPr>
      <w:lang w:val="x-none" w:eastAsia="x-none"/>
    </w:rPr>
  </w:style>
  <w:style w:type="character" w:customStyle="1" w:styleId="BodyTextIndentChar">
    <w:name w:val="Body Text Indent Char"/>
    <w:aliases w:val="i Char"/>
    <w:link w:val="BodyTextIndent"/>
    <w:uiPriority w:val="99"/>
    <w:locked/>
    <w:rsid w:val="00000CCB"/>
    <w:rPr>
      <w:rFonts w:ascii="Arial" w:hAnsi="Arial" w:cs="Times New Roman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9D1976"/>
    <w:pPr>
      <w:ind w:left="284" w:firstLine="284"/>
    </w:pPr>
  </w:style>
  <w:style w:type="character" w:customStyle="1" w:styleId="BodyTextFirstIndent2Char">
    <w:name w:val="Body Text First Indent 2 Char"/>
    <w:link w:val="BodyTextFirstIndent2"/>
    <w:uiPriority w:val="99"/>
    <w:locked/>
    <w:rsid w:val="00000CCB"/>
    <w:rPr>
      <w:rFonts w:ascii="Arial" w:hAnsi="Arial" w:cs="Times New Roman"/>
      <w:sz w:val="18"/>
      <w:szCs w:val="18"/>
    </w:rPr>
  </w:style>
  <w:style w:type="character" w:styleId="Strong">
    <w:name w:val="Strong"/>
    <w:uiPriority w:val="99"/>
    <w:qFormat/>
    <w:rsid w:val="009D1976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9D1976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9D1976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sid w:val="009D1976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9D1976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360"/>
    </w:pPr>
  </w:style>
  <w:style w:type="paragraph" w:customStyle="1" w:styleId="AANumbering">
    <w:name w:val="AA Numbering"/>
    <w:basedOn w:val="Normal"/>
    <w:uiPriority w:val="99"/>
    <w:rsid w:val="009D1976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uiPriority w:val="99"/>
    <w:semiHidden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9D1976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9D1976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9D1976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9D1976"/>
    <w:pPr>
      <w:framePr w:h="443" w:wrap="around" w:y="8223"/>
    </w:pPr>
  </w:style>
  <w:style w:type="paragraph" w:customStyle="1" w:styleId="a">
    <w:name w:val="¢éÍ¤ÇÒÁ"/>
    <w:basedOn w:val="Normal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9D1976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rsid w:val="009D1976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9D1976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9D1976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9D1976"/>
    <w:pPr>
      <w:spacing w:line="280" w:lineRule="atLeast"/>
    </w:pPr>
    <w:rPr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9D1976"/>
    <w:pPr>
      <w:spacing w:line="280" w:lineRule="atLeast"/>
    </w:pPr>
    <w:rPr>
      <w:sz w:val="22"/>
      <w:szCs w:val="22"/>
    </w:rPr>
  </w:style>
  <w:style w:type="paragraph" w:customStyle="1" w:styleId="T">
    <w:name w:val="Å§ª×Í T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styleId="BodyTextIndent2">
    <w:name w:val="Body Text Indent 2"/>
    <w:basedOn w:val="Normal"/>
    <w:link w:val="BodyTextIndent2Char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locked/>
    <w:rsid w:val="00000CCB"/>
    <w:rPr>
      <w:rFonts w:cs="EucrosiaUPC"/>
      <w:sz w:val="30"/>
      <w:szCs w:val="30"/>
      <w:lang w:bidi="th-TH"/>
    </w:rPr>
  </w:style>
  <w:style w:type="character" w:styleId="PageNumber">
    <w:name w:val="page number"/>
    <w:rsid w:val="009D1976"/>
    <w:rPr>
      <w:rFonts w:cs="Times New Roman"/>
    </w:rPr>
  </w:style>
  <w:style w:type="paragraph" w:customStyle="1" w:styleId="a0">
    <w:name w:val="ºÇ¡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1">
    <w:name w:val="Åº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cs="BrowalliaUPC"/>
      <w:sz w:val="28"/>
      <w:szCs w:val="28"/>
      <w:lang w:val="th-TH"/>
    </w:rPr>
  </w:style>
  <w:style w:type="paragraph" w:customStyle="1" w:styleId="3">
    <w:name w:val="µÒÃÒ§3ªèÍ§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  <w:lang w:val="x-none" w:eastAsia="x-none"/>
    </w:rPr>
  </w:style>
  <w:style w:type="character" w:customStyle="1" w:styleId="BodyText2Char">
    <w:name w:val="Body Text 2 Char"/>
    <w:link w:val="BodyText2"/>
    <w:uiPriority w:val="99"/>
    <w:locked/>
    <w:rsid w:val="00000CCB"/>
    <w:rPr>
      <w:rFonts w:ascii="Book Antiqua" w:hAnsi="Book Antiqua" w:cs="Times New Roman"/>
      <w:sz w:val="22"/>
      <w:szCs w:val="22"/>
    </w:rPr>
  </w:style>
  <w:style w:type="paragraph" w:customStyle="1" w:styleId="a2">
    <w:name w:val="??"/>
    <w:basedOn w:val="Normal"/>
    <w:uiPriority w:val="99"/>
    <w:rsid w:val="009D19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sz w:val="28"/>
      <w:szCs w:val="28"/>
      <w:lang w:val="th-TH"/>
    </w:rPr>
  </w:style>
  <w:style w:type="table" w:styleId="TableGrid">
    <w:name w:val="Table Grid"/>
    <w:basedOn w:val="TableNormal"/>
    <w:uiPriority w:val="39"/>
    <w:rsid w:val="00051F2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policyheading"/>
    <w:basedOn w:val="Normal"/>
    <w:uiPriority w:val="99"/>
    <w:rsid w:val="00EF5C1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900" w:right="387" w:hanging="540"/>
      <w:jc w:val="both"/>
    </w:pPr>
    <w:rPr>
      <w:rFonts w:ascii="Times New Roman" w:eastAsia="MS Mincho" w:hAnsi="Times New Roman"/>
      <w:sz w:val="28"/>
      <w:szCs w:val="28"/>
      <w:lang w:eastAsia="ja-JP"/>
    </w:rPr>
  </w:style>
  <w:style w:type="paragraph" w:styleId="BodyText3">
    <w:name w:val="Body Text 3"/>
    <w:basedOn w:val="Normal"/>
    <w:link w:val="BodyText3Char"/>
    <w:uiPriority w:val="99"/>
    <w:rsid w:val="00BD6BDE"/>
    <w:pPr>
      <w:spacing w:after="120"/>
    </w:pPr>
    <w:rPr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uiPriority w:val="99"/>
    <w:locked/>
    <w:rsid w:val="00000CCB"/>
    <w:rPr>
      <w:rFonts w:ascii="Arial" w:hAnsi="Arial" w:cs="Times New Roman"/>
      <w:sz w:val="16"/>
      <w:szCs w:val="16"/>
    </w:rPr>
  </w:style>
  <w:style w:type="paragraph" w:customStyle="1" w:styleId="30">
    <w:name w:val="?????3????"/>
    <w:basedOn w:val="Normal"/>
    <w:rsid w:val="00BD6B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sz w:val="22"/>
      <w:szCs w:val="22"/>
      <w:lang w:val="th-TH"/>
    </w:rPr>
  </w:style>
  <w:style w:type="paragraph" w:customStyle="1" w:styleId="a3">
    <w:name w:val="???"/>
    <w:basedOn w:val="Normal"/>
    <w:uiPriority w:val="99"/>
    <w:rsid w:val="00BD6B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sz w:val="22"/>
      <w:szCs w:val="22"/>
      <w:lang w:val="th-TH"/>
    </w:rPr>
  </w:style>
  <w:style w:type="paragraph" w:styleId="BalloonText">
    <w:name w:val="Balloon Text"/>
    <w:basedOn w:val="Normal"/>
    <w:link w:val="BalloonTextChar"/>
    <w:uiPriority w:val="99"/>
    <w:semiHidden/>
    <w:rsid w:val="007B1883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locked/>
    <w:rsid w:val="00000CCB"/>
    <w:rPr>
      <w:rFonts w:ascii="Tahoma" w:hAnsi="Tahoma" w:cs="Tahoma"/>
      <w:sz w:val="16"/>
      <w:szCs w:val="16"/>
    </w:rPr>
  </w:style>
  <w:style w:type="paragraph" w:customStyle="1" w:styleId="a4">
    <w:name w:val="???????"/>
    <w:basedOn w:val="Normal"/>
    <w:uiPriority w:val="99"/>
    <w:rsid w:val="00824AF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183A2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">
    <w:name w:val="block"/>
    <w:aliases w:val="b,b + Angsana New,Bold,Left:  0....,Left:  1 cm,Rig..."/>
    <w:basedOn w:val="BodyText"/>
    <w:link w:val="blockChar"/>
    <w:rsid w:val="008C291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sz w:val="18"/>
      <w:szCs w:val="18"/>
      <w:lang w:val="en-GB" w:eastAsia="en-US" w:bidi="ar-SA"/>
    </w:rPr>
  </w:style>
  <w:style w:type="character" w:customStyle="1" w:styleId="blockChar">
    <w:name w:val="block Char"/>
    <w:aliases w:val="b Char"/>
    <w:link w:val="block"/>
    <w:locked/>
    <w:rsid w:val="00000CCB"/>
    <w:rPr>
      <w:rFonts w:ascii="Arial" w:hAnsi="Arial" w:cs="Angsana New"/>
      <w:sz w:val="18"/>
      <w:szCs w:val="18"/>
      <w:lang w:val="en-GB" w:eastAsia="en-US" w:bidi="ar-SA"/>
    </w:rPr>
  </w:style>
  <w:style w:type="paragraph" w:customStyle="1" w:styleId="index">
    <w:name w:val="index"/>
    <w:aliases w:val="ix"/>
    <w:basedOn w:val="BodyText"/>
    <w:rsid w:val="00984D1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cs="Times New Roman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81700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cs="Times New Roman"/>
      <w:b/>
      <w:sz w:val="22"/>
      <w:szCs w:val="20"/>
      <w:lang w:val="en-GB" w:bidi="ar-SA"/>
    </w:rPr>
  </w:style>
  <w:style w:type="paragraph" w:customStyle="1" w:styleId="10">
    <w:name w:val="10"/>
    <w:basedOn w:val="Normal"/>
    <w:uiPriority w:val="99"/>
    <w:rsid w:val="009F10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cs="BrowalliaUPC"/>
      <w:sz w:val="20"/>
      <w:szCs w:val="20"/>
      <w:lang w:val="th-TH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9F10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315"/>
      </w:tabs>
      <w:spacing w:after="0" w:line="260" w:lineRule="atLeast"/>
      <w:ind w:left="540" w:right="389"/>
    </w:pPr>
    <w:rPr>
      <w:rFonts w:ascii="Times New Roman" w:hAnsi="Times New Roman" w:cs="Times New Roman"/>
      <w:bCs/>
      <w:i/>
      <w:iCs/>
      <w:lang w:val="en-US" w:eastAsia="en-GB"/>
    </w:rPr>
  </w:style>
  <w:style w:type="character" w:customStyle="1" w:styleId="AccPolicysubheadChar">
    <w:name w:val="Acc Policy sub head Char"/>
    <w:link w:val="AccPolicysubhead"/>
    <w:uiPriority w:val="99"/>
    <w:locked/>
    <w:rsid w:val="009F10CB"/>
    <w:rPr>
      <w:rFonts w:cs="Times New Roman"/>
      <w:bCs/>
      <w:i/>
      <w:iCs/>
      <w:sz w:val="22"/>
      <w:szCs w:val="22"/>
      <w:lang w:val="en-US" w:eastAsia="en-GB" w:bidi="th-TH"/>
    </w:rPr>
  </w:style>
  <w:style w:type="paragraph" w:customStyle="1" w:styleId="a5">
    <w:name w:val="ลบ"/>
    <w:basedOn w:val="Normal"/>
    <w:uiPriority w:val="99"/>
    <w:rsid w:val="009E7B2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paragraph" w:customStyle="1" w:styleId="AccPolicyHeading0">
    <w:name w:val="Acc Policy Heading"/>
    <w:basedOn w:val="BodyText"/>
    <w:link w:val="AccPolicyHeadingChar"/>
    <w:autoRedefine/>
    <w:uiPriority w:val="99"/>
    <w:rsid w:val="000E358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right="27"/>
      <w:jc w:val="thaiDistribute"/>
    </w:pPr>
    <w:rPr>
      <w:rFonts w:ascii="Angsana New" w:hAnsi="Angsana New"/>
      <w:sz w:val="30"/>
      <w:szCs w:val="30"/>
      <w:lang w:val="en-GB" w:eastAsia="en-US"/>
    </w:rPr>
  </w:style>
  <w:style w:type="character" w:customStyle="1" w:styleId="AccPolicyHeadingChar">
    <w:name w:val="Acc Policy Heading Char"/>
    <w:link w:val="AccPolicyHeading0"/>
    <w:uiPriority w:val="99"/>
    <w:locked/>
    <w:rsid w:val="000E358F"/>
    <w:rPr>
      <w:rFonts w:ascii="Angsana New" w:hAnsi="Angsana New" w:cs="Angsana New"/>
      <w:sz w:val="30"/>
      <w:szCs w:val="30"/>
      <w:lang w:val="en-GB" w:eastAsia="en-US" w:bidi="th-TH"/>
    </w:rPr>
  </w:style>
  <w:style w:type="paragraph" w:customStyle="1" w:styleId="E">
    <w:name w:val="?????? E"/>
    <w:basedOn w:val="Normal"/>
    <w:uiPriority w:val="99"/>
    <w:rsid w:val="00C1519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 w:cs="Times New Roman"/>
      <w:sz w:val="22"/>
      <w:szCs w:val="22"/>
      <w:lang w:val="th-TH"/>
    </w:rPr>
  </w:style>
  <w:style w:type="paragraph" w:styleId="EnvelopeReturn">
    <w:name w:val="envelope return"/>
    <w:basedOn w:val="Normal"/>
    <w:uiPriority w:val="99"/>
    <w:rsid w:val="00125AF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sz w:val="24"/>
      <w:szCs w:val="24"/>
    </w:rPr>
  </w:style>
  <w:style w:type="paragraph" w:customStyle="1" w:styleId="T0">
    <w:name w:val="????? 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E0">
    <w:name w:val="ª×èÍºÃÔÉÑ· 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Signature">
    <w:name w:val="Signature"/>
    <w:basedOn w:val="Normal"/>
    <w:link w:val="SignatureChar"/>
    <w:uiPriority w:val="99"/>
    <w:rsid w:val="00000CCB"/>
    <w:pPr>
      <w:spacing w:line="240" w:lineRule="auto"/>
    </w:pPr>
    <w:rPr>
      <w:lang w:val="x-none" w:eastAsia="x-none"/>
    </w:rPr>
  </w:style>
  <w:style w:type="character" w:customStyle="1" w:styleId="SignatureChar">
    <w:name w:val="Signature Char"/>
    <w:link w:val="Signature"/>
    <w:uiPriority w:val="99"/>
    <w:locked/>
    <w:rsid w:val="00000CCB"/>
    <w:rPr>
      <w:rFonts w:ascii="Arial" w:hAnsi="Arial" w:cs="Times New Roman"/>
      <w:sz w:val="18"/>
      <w:szCs w:val="18"/>
    </w:rPr>
  </w:style>
  <w:style w:type="paragraph" w:customStyle="1" w:styleId="acctmainheading">
    <w:name w:val="acct main heading"/>
    <w:aliases w:val="am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cs="Times New Roman"/>
      <w:szCs w:val="20"/>
      <w:lang w:val="en-GB" w:eastAsia="x-none" w:bidi="ar-SA"/>
    </w:rPr>
  </w:style>
  <w:style w:type="character" w:customStyle="1" w:styleId="FootnoteTextChar">
    <w:name w:val="Footnote Text Char"/>
    <w:aliases w:val="ft Char"/>
    <w:link w:val="FootnoteText"/>
    <w:uiPriority w:val="99"/>
    <w:locked/>
    <w:rsid w:val="00000CCB"/>
    <w:rPr>
      <w:rFonts w:ascii="Arial" w:hAnsi="Arial" w:cs="Times New Roman"/>
      <w:sz w:val="18"/>
      <w:lang w:val="en-GB" w:bidi="ar-SA"/>
    </w:rPr>
  </w:style>
  <w:style w:type="paragraph" w:customStyle="1" w:styleId="Graphic">
    <w:name w:val="Graphic"/>
    <w:basedOn w:val="Signature"/>
    <w:uiPriority w:val="99"/>
    <w:rsid w:val="00000CC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000CCB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000CCB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cs="Times New Roman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000CCB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cs="Times New Roman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000CCB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000CCB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000CCB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000CCB"/>
    <w:pPr>
      <w:ind w:left="1134"/>
    </w:pPr>
    <w:rPr>
      <w:rFonts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000CCB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000CCB"/>
    <w:pPr>
      <w:spacing w:after="0"/>
    </w:pPr>
    <w:rPr>
      <w:rFonts w:cs="Times New Roman"/>
    </w:rPr>
  </w:style>
  <w:style w:type="paragraph" w:customStyle="1" w:styleId="block2nospaceafter">
    <w:name w:val="block2 no space after"/>
    <w:aliases w:val="b2n,block2 no sp"/>
    <w:basedOn w:val="block2"/>
    <w:uiPriority w:val="99"/>
    <w:rsid w:val="00000CCB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sz w:val="22"/>
      <w:szCs w:val="20"/>
      <w:lang w:val="en-GB" w:bidi="ar-SA"/>
    </w:rPr>
  </w:style>
  <w:style w:type="paragraph" w:styleId="MacroText">
    <w:name w:val="macro"/>
    <w:link w:val="MacroTextChar"/>
    <w:uiPriority w:val="99"/>
    <w:semiHidden/>
    <w:rsid w:val="00000CC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character" w:customStyle="1" w:styleId="MacroTextChar">
    <w:name w:val="Macro Text Char"/>
    <w:link w:val="MacroText"/>
    <w:uiPriority w:val="99"/>
    <w:semiHidden/>
    <w:locked/>
    <w:rsid w:val="00000CCB"/>
    <w:rPr>
      <w:rFonts w:ascii="Courier New" w:hAnsi="Courier New"/>
      <w:lang w:val="en-AU" w:eastAsia="en-US" w:bidi="ar-SA"/>
    </w:rPr>
  </w:style>
  <w:style w:type="paragraph" w:customStyle="1" w:styleId="zcompanyname">
    <w:name w:val="zcompany name"/>
    <w:aliases w:val="cn"/>
    <w:basedOn w:val="Normal"/>
    <w:uiPriority w:val="99"/>
    <w:rsid w:val="00000CCB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000CCB"/>
  </w:style>
  <w:style w:type="paragraph" w:customStyle="1" w:styleId="zreportaddinfo">
    <w:name w:val="zreport addinfo"/>
    <w:basedOn w:val="Normal"/>
    <w:uiPriority w:val="99"/>
    <w:rsid w:val="00000CCB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000CCB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000CCB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000CCB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cs="Times New Roman"/>
      <w:szCs w:val="20"/>
      <w:lang w:val="en-GB" w:bidi="ar-SA"/>
    </w:rPr>
  </w:style>
  <w:style w:type="paragraph" w:customStyle="1" w:styleId="ind">
    <w:name w:val="*ind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cs="Times New Roman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000CCB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uiPriority w:val="99"/>
    <w:rsid w:val="00000CCB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000CCB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000CCB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b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uiPriority w:val="99"/>
    <w:rsid w:val="00000CCB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000CCB"/>
  </w:style>
  <w:style w:type="paragraph" w:customStyle="1" w:styleId="nineptheadingcentredbold">
    <w:name w:val="nine pt heading centred bold"/>
    <w:aliases w:val="9hc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000CCB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000CCB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000CCB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000CCB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000CCB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000CCB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000CCB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  <w:tab w:val="left" w:pos="907"/>
      </w:tabs>
      <w:spacing w:after="130" w:line="260" w:lineRule="atLeast"/>
      <w:ind w:left="340" w:hanging="340"/>
    </w:pPr>
    <w:rPr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000CCB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000CCB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000CCB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cs="Times New Roman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uiPriority w:val="99"/>
    <w:rsid w:val="00000CCB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cs="Times New Roman"/>
      <w:i/>
      <w:iCs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000CCB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000CCB"/>
    <w:pPr>
      <w:tabs>
        <w:tab w:val="right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000CCB"/>
    <w:pPr>
      <w:tabs>
        <w:tab w:val="right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000CCB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szCs w:val="20"/>
      <w:lang w:val="en-GB" w:bidi="ar-SA"/>
    </w:rPr>
  </w:style>
  <w:style w:type="paragraph" w:styleId="IndexHeading">
    <w:name w:val="index heading"/>
    <w:aliases w:val="ixh,Index Heading1"/>
    <w:basedOn w:val="BodyText"/>
    <w:uiPriority w:val="99"/>
    <w:semiHidden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cs="Times New Roman"/>
      <w:b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000CCB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000CCB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000CCB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000CCB"/>
    <w:pPr>
      <w:ind w:left="1134" w:hanging="567"/>
    </w:pPr>
    <w:rPr>
      <w:rFonts w:cs="Times New Roman"/>
    </w:rPr>
  </w:style>
  <w:style w:type="paragraph" w:customStyle="1" w:styleId="blocklist2">
    <w:name w:val="block list2"/>
    <w:aliases w:val="blist2"/>
    <w:basedOn w:val="blocklist"/>
    <w:uiPriority w:val="99"/>
    <w:rsid w:val="00000CCB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uiPriority w:val="99"/>
    <w:rsid w:val="00000CCB"/>
    <w:pPr>
      <w:keepNext/>
      <w:keepLines/>
      <w:spacing w:before="70"/>
    </w:pPr>
    <w:rPr>
      <w:rFonts w:cs="Times New Roman"/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000CCB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000CCB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000CCB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000CCB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000CCB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000CCB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000CC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000CCB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000CCB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000CCB"/>
    <w:pPr>
      <w:tabs>
        <w:tab w:val="num" w:pos="907"/>
      </w:tabs>
      <w:ind w:left="907" w:hanging="340"/>
    </w:pPr>
    <w:rPr>
      <w:rFonts w:cs="Times New Roman"/>
    </w:rPr>
  </w:style>
  <w:style w:type="paragraph" w:customStyle="1" w:styleId="acctfourfigureslongernumber3">
    <w:name w:val="acct four figures longer number3"/>
    <w:aliases w:val="a4+3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000CCB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000CCB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000CCB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000CCB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000CCB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000CCB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000CCB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000CCB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000CCB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000CCB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000CCB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000CCB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000CCB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000CCB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000CCB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000CCB"/>
    <w:pPr>
      <w:ind w:left="737" w:hanging="170"/>
    </w:pPr>
    <w:rPr>
      <w:rFonts w:cs="Times New Roman"/>
    </w:rPr>
  </w:style>
  <w:style w:type="paragraph" w:customStyle="1" w:styleId="nineptnormalcentred">
    <w:name w:val="nine pt normal centred"/>
    <w:aliases w:val="9nc"/>
    <w:basedOn w:val="nineptnormal"/>
    <w:uiPriority w:val="99"/>
    <w:rsid w:val="00000CCB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000CCB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000CCB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000CCB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000CCB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000CCB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000CCB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000CCB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000CCB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000CCB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000CCB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000CCB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000CCB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000CCB"/>
    <w:pPr>
      <w:tabs>
        <w:tab w:val="num" w:pos="907"/>
      </w:tabs>
      <w:spacing w:line="260" w:lineRule="atLeast"/>
      <w:ind w:left="907" w:hanging="340"/>
    </w:pPr>
    <w:rPr>
      <w:rFonts w:ascii="Arial" w:hAnsi="Arial"/>
      <w:sz w:val="22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000CCB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000CCB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000CCB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000CCB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000CCB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000CCB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000CCB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000CCB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000CCB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000CCB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000CCB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000CCB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000CCB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000CCB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000CCB"/>
    <w:pPr>
      <w:ind w:left="907" w:hanging="340"/>
    </w:pPr>
    <w:rPr>
      <w:rFonts w:cs="Times New Roman"/>
    </w:rPr>
  </w:style>
  <w:style w:type="paragraph" w:customStyle="1" w:styleId="List3i">
    <w:name w:val="List 3i"/>
    <w:aliases w:val="3i"/>
    <w:basedOn w:val="List2i"/>
    <w:uiPriority w:val="99"/>
    <w:rsid w:val="00000CCB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000CCB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000CCB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000CCB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000CCB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000CCB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000CCB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000CCB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cs="Times New Roman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000CCB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sz w:val="22"/>
      <w:szCs w:val="20"/>
      <w:lang w:val="en-GB" w:bidi="ar-SA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cs="Times New Roman"/>
      <w:bCs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cs="Times New Roman"/>
      <w:b/>
      <w:bCs/>
      <w:sz w:val="24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uiPriority w:val="99"/>
    <w:rsid w:val="00000CCB"/>
    <w:pPr>
      <w:tabs>
        <w:tab w:val="clear" w:pos="9315"/>
      </w:tabs>
      <w:spacing w:after="120"/>
      <w:ind w:left="1134"/>
      <w:jc w:val="both"/>
    </w:pPr>
    <w:rPr>
      <w:rFonts w:ascii="Arial" w:hAnsi="Arial"/>
    </w:rPr>
  </w:style>
  <w:style w:type="character" w:customStyle="1" w:styleId="AccPolicyalternativeChar">
    <w:name w:val="Acc Policy alternative Char"/>
    <w:link w:val="AccPolicyalternative"/>
    <w:uiPriority w:val="99"/>
    <w:locked/>
    <w:rsid w:val="00000CCB"/>
    <w:rPr>
      <w:rFonts w:ascii="Arial" w:hAnsi="Arial" w:cs="Times New Roman"/>
      <w:bCs/>
      <w:i/>
      <w:iCs/>
      <w:sz w:val="22"/>
      <w:szCs w:val="22"/>
      <w:lang w:val="en-US" w:eastAsia="en-GB" w:bidi="th-TH"/>
    </w:rPr>
  </w:style>
  <w:style w:type="paragraph" w:customStyle="1" w:styleId="CoverTitle">
    <w:name w:val="Cover Tit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000CCB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000CCB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uiPriority w:val="99"/>
    <w:semiHidden/>
    <w:rsid w:val="00000CCB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eastAsia="x-none" w:bidi="ar-SA"/>
    </w:rPr>
  </w:style>
  <w:style w:type="character" w:customStyle="1" w:styleId="DocumentMapChar">
    <w:name w:val="Document Map Char"/>
    <w:link w:val="DocumentMap"/>
    <w:uiPriority w:val="99"/>
    <w:locked/>
    <w:rsid w:val="00000CCB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uiPriority w:val="99"/>
    <w:rsid w:val="00000CCB"/>
    <w:rPr>
      <w:rFonts w:cs="Times New Roman"/>
      <w:bCs/>
      <w:sz w:val="22"/>
      <w:szCs w:val="22"/>
      <w:lang w:val="en-US" w:eastAsia="en-GB" w:bidi="th-TH"/>
    </w:rPr>
  </w:style>
  <w:style w:type="paragraph" w:customStyle="1" w:styleId="Char">
    <w:name w:val="Char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Char1">
    <w:name w:val="Char1"/>
    <w:basedOn w:val="Normal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NormalAngsanaNew">
    <w:name w:val="Normal + Angsana New"/>
    <w:aliases w:val="15 pt,Thai Distributed Justification,Left:  0.38&quot;,H..."/>
    <w:basedOn w:val="block"/>
    <w:link w:val="NormalAngsanaNewChar"/>
    <w:uiPriority w:val="99"/>
    <w:rsid w:val="00000CCB"/>
    <w:pPr>
      <w:tabs>
        <w:tab w:val="left" w:pos="540"/>
        <w:tab w:val="left" w:pos="5670"/>
      </w:tabs>
      <w:spacing w:after="0" w:line="240" w:lineRule="atLeast"/>
      <w:ind w:left="540"/>
      <w:jc w:val="both"/>
    </w:pPr>
    <w:rPr>
      <w:rFonts w:ascii="Angsana New" w:hAnsi="Angsana New" w:cs="Times New Roman"/>
      <w:sz w:val="30"/>
      <w:szCs w:val="30"/>
    </w:rPr>
  </w:style>
  <w:style w:type="character" w:customStyle="1" w:styleId="NormalAngsanaNewChar">
    <w:name w:val="Normal + Angsana New Char"/>
    <w:aliases w:val="15 pt Char,Thai Distributed Justification Char,Left:  0.38&quot; Char,H... Char Char"/>
    <w:link w:val="NormalAngsanaNew"/>
    <w:uiPriority w:val="99"/>
    <w:locked/>
    <w:rsid w:val="00000CCB"/>
    <w:rPr>
      <w:rFonts w:ascii="Angsana New" w:hAnsi="Angsana New" w:cs="Times New Roman"/>
      <w:sz w:val="30"/>
      <w:szCs w:val="30"/>
      <w:lang w:val="en-GB" w:eastAsia="en-US" w:bidi="ar-SA"/>
    </w:rPr>
  </w:style>
  <w:style w:type="paragraph" w:styleId="ListParagraph">
    <w:name w:val="List Paragraph"/>
    <w:aliases w:val="FS ENG01"/>
    <w:basedOn w:val="Normal"/>
    <w:link w:val="ListParagraphChar"/>
    <w:uiPriority w:val="34"/>
    <w:qFormat/>
    <w:rsid w:val="00000CCB"/>
    <w:pPr>
      <w:ind w:left="720"/>
    </w:pPr>
    <w:rPr>
      <w:szCs w:val="22"/>
    </w:rPr>
  </w:style>
  <w:style w:type="character" w:customStyle="1" w:styleId="shorttext1">
    <w:name w:val="short_text1"/>
    <w:uiPriority w:val="99"/>
    <w:rsid w:val="00000CCB"/>
    <w:rPr>
      <w:rFonts w:cs="Times New Roman"/>
      <w:sz w:val="29"/>
      <w:szCs w:val="29"/>
    </w:rPr>
  </w:style>
  <w:style w:type="character" w:customStyle="1" w:styleId="hps">
    <w:name w:val="hps"/>
    <w:uiPriority w:val="99"/>
    <w:rsid w:val="00000CCB"/>
    <w:rPr>
      <w:rFonts w:cs="Times New Roman"/>
    </w:rPr>
  </w:style>
  <w:style w:type="character" w:customStyle="1" w:styleId="gt-icon-text1">
    <w:name w:val="gt-icon-text1"/>
    <w:uiPriority w:val="99"/>
    <w:rsid w:val="00000CCB"/>
    <w:rPr>
      <w:rFonts w:cs="Times New Roman"/>
    </w:rPr>
  </w:style>
  <w:style w:type="character" w:customStyle="1" w:styleId="shorttext">
    <w:name w:val="short_text"/>
    <w:uiPriority w:val="99"/>
    <w:rsid w:val="00000CCB"/>
    <w:rPr>
      <w:rFonts w:cs="Times New Roman"/>
    </w:rPr>
  </w:style>
  <w:style w:type="paragraph" w:customStyle="1" w:styleId="Default">
    <w:name w:val="Default"/>
    <w:uiPriority w:val="99"/>
    <w:rsid w:val="00000CCB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character" w:customStyle="1" w:styleId="longtext">
    <w:name w:val="long_text"/>
    <w:uiPriority w:val="99"/>
    <w:rsid w:val="00000CCB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000CC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6"/>
      <w:szCs w:val="26"/>
      <w:lang w:val="x-none" w:eastAsia="x-none"/>
    </w:rPr>
  </w:style>
  <w:style w:type="character" w:customStyle="1" w:styleId="PlainTextChar">
    <w:name w:val="Plain Text Char"/>
    <w:link w:val="PlainText"/>
    <w:uiPriority w:val="99"/>
    <w:locked/>
    <w:rsid w:val="00000CCB"/>
    <w:rPr>
      <w:rFonts w:ascii="Consolas" w:hAnsi="Consolas" w:cs="Times New Roman"/>
      <w:sz w:val="26"/>
      <w:szCs w:val="26"/>
    </w:rPr>
  </w:style>
  <w:style w:type="character" w:styleId="CommentReference">
    <w:name w:val="annotation reference"/>
    <w:uiPriority w:val="99"/>
    <w:semiHidden/>
    <w:rsid w:val="00000CC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00CCB"/>
    <w:pPr>
      <w:spacing w:line="240" w:lineRule="auto"/>
    </w:pPr>
    <w:rPr>
      <w:sz w:val="25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locked/>
    <w:rsid w:val="00000CCB"/>
    <w:rPr>
      <w:rFonts w:ascii="Arial" w:hAnsi="Arial" w:cs="Times New Roman"/>
      <w:sz w:val="25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00CC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000CCB"/>
    <w:rPr>
      <w:rFonts w:ascii="Arial" w:hAnsi="Arial" w:cs="Times New Roman"/>
      <w:b/>
      <w:bCs/>
      <w:sz w:val="25"/>
      <w:szCs w:val="25"/>
    </w:rPr>
  </w:style>
  <w:style w:type="character" w:styleId="Emphasis">
    <w:name w:val="Emphasis"/>
    <w:uiPriority w:val="99"/>
    <w:qFormat/>
    <w:rsid w:val="009E6165"/>
    <w:rPr>
      <w:rFonts w:cs="Times New Roman"/>
      <w:i/>
      <w:iCs/>
    </w:rPr>
  </w:style>
  <w:style w:type="paragraph" w:styleId="NormalWeb">
    <w:name w:val="Normal (Web)"/>
    <w:basedOn w:val="Normal"/>
    <w:uiPriority w:val="99"/>
    <w:semiHidden/>
    <w:locked/>
    <w:rsid w:val="00AD4B2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ListParagraphChar">
    <w:name w:val="List Paragraph Char"/>
    <w:aliases w:val="FS ENG01 Char"/>
    <w:link w:val="ListParagraph"/>
    <w:uiPriority w:val="34"/>
    <w:locked/>
    <w:rsid w:val="00B60531"/>
    <w:rPr>
      <w:rFonts w:ascii="Arial" w:hAnsi="Arial"/>
      <w:sz w:val="18"/>
      <w:szCs w:val="22"/>
    </w:rPr>
  </w:style>
  <w:style w:type="character" w:styleId="FootnoteReference">
    <w:name w:val="footnote reference"/>
    <w:semiHidden/>
    <w:unhideWhenUsed/>
    <w:locked/>
    <w:rsid w:val="00613E32"/>
    <w:rPr>
      <w:vertAlign w:val="superscript"/>
    </w:rPr>
  </w:style>
  <w:style w:type="paragraph" w:customStyle="1" w:styleId="a6">
    <w:name w:val="เนื้อเรื่อง"/>
    <w:basedOn w:val="Normal"/>
    <w:uiPriority w:val="99"/>
    <w:rsid w:val="0047224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Times New Roman" w:eastAsia="Cordia New" w:hAnsi="Times New Roman" w:cs="Cordia New"/>
      <w:sz w:val="28"/>
      <w:szCs w:val="28"/>
      <w:lang w:val="th-TH" w:eastAsia="th-TH"/>
    </w:rPr>
  </w:style>
  <w:style w:type="paragraph" w:styleId="NoSpacing">
    <w:name w:val="No Spacing"/>
    <w:uiPriority w:val="1"/>
    <w:qFormat/>
    <w:rsid w:val="00186F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1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7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95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3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04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044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66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5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CDF57-137E-44BF-B126-A68614E98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1</TotalTime>
  <Pages>3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พฤกษา เรียลเอสเตท จำกัด</vt:lpstr>
    </vt:vector>
  </TitlesOfParts>
  <Company>KPMG</Company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พฤกษา เรียลเอสเตท จำกัด</dc:title>
  <dc:creator>thippapha_670</dc:creator>
  <cp:lastModifiedBy>Salisa, Tantrakulcharoen</cp:lastModifiedBy>
  <cp:revision>2</cp:revision>
  <cp:lastPrinted>2021-05-07T11:18:00Z</cp:lastPrinted>
  <dcterms:created xsi:type="dcterms:W3CDTF">2023-07-25T07:07:00Z</dcterms:created>
  <dcterms:modified xsi:type="dcterms:W3CDTF">2023-07-25T07:07:00Z</dcterms:modified>
</cp:coreProperties>
</file>