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456A3FEC" w14:textId="77777777" w:rsidR="008F4947" w:rsidRPr="00521733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66873408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sz w:val="52"/>
          <w:szCs w:val="52"/>
        </w:rPr>
      </w:pPr>
    </w:p>
    <w:p w14:paraId="6BE3F311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sz w:val="52"/>
          <w:szCs w:val="52"/>
        </w:rPr>
      </w:pPr>
    </w:p>
    <w:p w14:paraId="22F0BD0D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08916887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4D63BD7D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066931F7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0CAE8422" w14:textId="77777777" w:rsidR="003E0028" w:rsidRPr="00AD56E0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AD56E0">
        <w:rPr>
          <w:rFonts w:asciiTheme="majorBidi" w:hAnsiTheme="majorBidi" w:cstheme="majorBidi"/>
          <w:b/>
          <w:bCs/>
          <w:sz w:val="52"/>
          <w:szCs w:val="52"/>
          <w:cs/>
        </w:rPr>
        <w:t xml:space="preserve">บริษัท </w:t>
      </w:r>
      <w:bookmarkStart w:id="0" w:name="SubTitle"/>
      <w:r w:rsidRPr="00AD56E0">
        <w:rPr>
          <w:rFonts w:asciiTheme="majorBidi" w:hAnsiTheme="majorBidi" w:cstheme="majorBidi"/>
          <w:b/>
          <w:bCs/>
          <w:sz w:val="52"/>
          <w:szCs w:val="52"/>
          <w:cs/>
        </w:rPr>
        <w:t>แกรนด์ คาแนล แลนด์ จำกัด</w:t>
      </w:r>
      <w:r w:rsidRPr="00AD56E0">
        <w:rPr>
          <w:rFonts w:asciiTheme="majorBidi" w:hAnsiTheme="majorBidi" w:cstheme="majorBidi"/>
          <w:b/>
          <w:bCs/>
          <w:sz w:val="52"/>
          <w:szCs w:val="52"/>
        </w:rPr>
        <w:t xml:space="preserve"> </w:t>
      </w:r>
      <w:r w:rsidRPr="00AD56E0">
        <w:rPr>
          <w:rFonts w:asciiTheme="majorBidi" w:hAnsiTheme="majorBidi" w:cstheme="majorBidi"/>
          <w:b/>
          <w:bCs/>
          <w:sz w:val="52"/>
          <w:szCs w:val="52"/>
          <w:cs/>
        </w:rPr>
        <w:t>(มหาชน)</w:t>
      </w:r>
    </w:p>
    <w:p w14:paraId="1E0FD70F" w14:textId="77777777" w:rsidR="003E0028" w:rsidRPr="00AD56E0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cs/>
        </w:rPr>
      </w:pPr>
      <w:r w:rsidRPr="00AD56E0">
        <w:rPr>
          <w:rFonts w:asciiTheme="majorBidi" w:hAnsiTheme="majorBidi" w:cstheme="majorBidi"/>
          <w:b/>
          <w:bCs/>
          <w:sz w:val="52"/>
          <w:szCs w:val="52"/>
          <w:cs/>
        </w:rPr>
        <w:t>และบริษัทย่อย</w:t>
      </w:r>
    </w:p>
    <w:p w14:paraId="60BA1198" w14:textId="77777777" w:rsidR="003E0028" w:rsidRPr="00AD56E0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sz w:val="28"/>
          <w:szCs w:val="28"/>
        </w:rPr>
      </w:pPr>
    </w:p>
    <w:p w14:paraId="5D41E86E" w14:textId="77777777" w:rsidR="003E0028" w:rsidRPr="00AD56E0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  <w:bookmarkStart w:id="1" w:name="ExtraText"/>
      <w:bookmarkEnd w:id="0"/>
      <w:bookmarkEnd w:id="1"/>
      <w:r w:rsidRPr="00AD56E0">
        <w:rPr>
          <w:rFonts w:asciiTheme="majorBidi" w:hAnsiTheme="majorBidi" w:cstheme="majorBidi"/>
          <w:sz w:val="32"/>
          <w:szCs w:val="32"/>
          <w:cs/>
        </w:rPr>
        <w:t>งบการเงินระหว่างกาลแบบย่อ</w:t>
      </w:r>
    </w:p>
    <w:p w14:paraId="447EB999" w14:textId="7626139D" w:rsidR="003E0028" w:rsidRPr="00AD56E0" w:rsidRDefault="00152130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020"/>
        </w:tabs>
        <w:jc w:val="center"/>
        <w:rPr>
          <w:rFonts w:asciiTheme="majorBidi" w:hAnsiTheme="majorBidi" w:cstheme="majorBidi"/>
          <w:sz w:val="32"/>
          <w:szCs w:val="32"/>
          <w:cs/>
        </w:rPr>
      </w:pPr>
      <w:r w:rsidRPr="00AD56E0">
        <w:rPr>
          <w:rFonts w:ascii="Angsana New" w:hAnsi="Angsana New"/>
          <w:sz w:val="32"/>
          <w:szCs w:val="32"/>
          <w:cs/>
        </w:rPr>
        <w:t>สำหรับงวด</w:t>
      </w:r>
      <w:r w:rsidRPr="00AD56E0">
        <w:rPr>
          <w:rFonts w:ascii="Angsana New" w:hAnsi="Angsana New" w:hint="cs"/>
          <w:sz w:val="32"/>
          <w:szCs w:val="32"/>
          <w:cs/>
        </w:rPr>
        <w:t>สามเดือนและหก</w:t>
      </w:r>
      <w:r w:rsidRPr="00AD56E0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Pr="00AD56E0">
        <w:rPr>
          <w:rFonts w:ascii="Angsana New" w:hAnsi="Angsana New"/>
          <w:sz w:val="32"/>
          <w:szCs w:val="32"/>
        </w:rPr>
        <w:t>3</w:t>
      </w:r>
      <w:r w:rsidRPr="00AD56E0">
        <w:rPr>
          <w:rFonts w:ascii="Angsana New" w:hAnsi="Angsana New" w:hint="cs"/>
          <w:sz w:val="32"/>
          <w:szCs w:val="32"/>
        </w:rPr>
        <w:t>0</w:t>
      </w:r>
      <w:r w:rsidRPr="00AD56E0">
        <w:rPr>
          <w:rFonts w:ascii="Angsana New" w:hAnsi="Angsana New"/>
          <w:sz w:val="32"/>
          <w:szCs w:val="32"/>
          <w:cs/>
        </w:rPr>
        <w:t xml:space="preserve"> </w:t>
      </w:r>
      <w:r w:rsidRPr="00AD56E0">
        <w:rPr>
          <w:rFonts w:ascii="Angsana New" w:hAnsi="Angsana New" w:hint="cs"/>
          <w:sz w:val="32"/>
          <w:szCs w:val="32"/>
          <w:cs/>
        </w:rPr>
        <w:t>มิถุนายน</w:t>
      </w:r>
      <w:r w:rsidRPr="00AD56E0">
        <w:rPr>
          <w:rFonts w:ascii="Angsana New" w:hAnsi="Angsana New"/>
          <w:sz w:val="32"/>
          <w:szCs w:val="32"/>
          <w:cs/>
        </w:rPr>
        <w:t xml:space="preserve"> </w:t>
      </w:r>
      <w:r w:rsidRPr="00AD56E0">
        <w:rPr>
          <w:rFonts w:ascii="Angsana New" w:hAnsi="Angsana New"/>
          <w:sz w:val="32"/>
          <w:szCs w:val="32"/>
        </w:rPr>
        <w:t>2564</w:t>
      </w:r>
    </w:p>
    <w:p w14:paraId="4CA3032A" w14:textId="77777777" w:rsidR="003E0028" w:rsidRPr="00AD56E0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</w:pPr>
      <w:r w:rsidRPr="00AD56E0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24BD4145" w14:textId="77777777" w:rsidR="003E0028" w:rsidRPr="00AD56E0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bookmarkStart w:id="2" w:name="_Hlk40204001"/>
      <w:r w:rsidRPr="00AD56E0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รายงานการสอบทานของผู้สอบบัญชีรับอนุญาต</w:t>
      </w:r>
    </w:p>
    <w:bookmarkEnd w:id="2"/>
    <w:p w14:paraId="0B7DB3D5" w14:textId="77777777" w:rsidR="003E0028" w:rsidRPr="00AD56E0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  <w:sectPr w:rsidR="003E0028" w:rsidRPr="00AD56E0" w:rsidSect="00563A3B">
          <w:footerReference w:type="even" r:id="rId8"/>
          <w:footerReference w:type="default" r:id="rId9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14:paraId="7068BBF5" w14:textId="77777777" w:rsidR="003E0028" w:rsidRPr="00AD56E0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7CFF8E13" w14:textId="77777777" w:rsidR="003E0028" w:rsidRPr="00AD56E0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7D51081D" w14:textId="77777777" w:rsidR="003E0028" w:rsidRPr="00AD56E0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28B129A9" w14:textId="26ADE6B9" w:rsidR="003E0028" w:rsidRPr="00AD56E0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8791C3F" w14:textId="593DA34F" w:rsidR="00953AB8" w:rsidRPr="00AD56E0" w:rsidRDefault="00953AB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CAEE272" w14:textId="77777777" w:rsidR="00953AB8" w:rsidRPr="00AD56E0" w:rsidRDefault="00953AB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F980C3E" w14:textId="77777777" w:rsidR="003E0028" w:rsidRPr="00AD56E0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71A63D0" w14:textId="77777777" w:rsidR="003E0028" w:rsidRPr="00AD56E0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AD56E0">
        <w:rPr>
          <w:rFonts w:asciiTheme="majorBidi" w:hAnsiTheme="majorBidi" w:cstheme="majorBidi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4A7412BB" w14:textId="77777777" w:rsidR="003E0028" w:rsidRPr="00AD56E0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4EAA0EA" w14:textId="77777777" w:rsidR="007E70BC" w:rsidRPr="00AD56E0" w:rsidRDefault="007E70BC" w:rsidP="007E7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AD56E0">
        <w:rPr>
          <w:rFonts w:asciiTheme="majorBidi" w:hAnsiTheme="majorBidi" w:cstheme="majorBidi"/>
          <w:b/>
          <w:bCs/>
          <w:sz w:val="30"/>
          <w:szCs w:val="30"/>
          <w:cs/>
        </w:rPr>
        <w:t>เสนอ คณะกรรมการบริษัท แกรนด์ คาแนล แลนด์ จำกัด (มหาชน)</w:t>
      </w:r>
    </w:p>
    <w:p w14:paraId="182C1590" w14:textId="77777777" w:rsidR="007E70BC" w:rsidRPr="00AD56E0" w:rsidRDefault="007E70BC" w:rsidP="007E7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E440602" w14:textId="77777777" w:rsidR="007E70BC" w:rsidRPr="00AD56E0" w:rsidRDefault="007E70BC" w:rsidP="007E7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ข้าพเจ้าได้สอบทานงบแสดงฐานะการเงินรวมและงบแสดงฐานะการเงินเฉพาะกิจการ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ณ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วันที่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30 </w:t>
      </w:r>
      <w:r w:rsidRPr="00AD56E0">
        <w:rPr>
          <w:rFonts w:asciiTheme="majorBidi" w:hAnsiTheme="majorBidi" w:cstheme="majorBidi" w:hint="cs"/>
          <w:spacing w:val="-2"/>
          <w:sz w:val="30"/>
          <w:szCs w:val="30"/>
          <w:cs/>
          <w:lang w:eastAsia="ja-JP"/>
        </w:rPr>
        <w:t>มิถุนายน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2564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งบกำไรขาดทุนเบ็ดเสร็จรวมและงบกำไรขาดทุนเบ็ดเสร็จเฉพาะกิจการสำหรับงวดสามเดือน</w:t>
      </w:r>
      <w:r w:rsidRPr="00AD56E0">
        <w:rPr>
          <w:rFonts w:asciiTheme="majorBidi" w:hAnsiTheme="majorBidi" w:cstheme="majorBidi" w:hint="cs"/>
          <w:spacing w:val="-2"/>
          <w:sz w:val="30"/>
          <w:szCs w:val="30"/>
          <w:cs/>
        </w:rPr>
        <w:t>และหกเดือน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สิ้นสุดวันที่ 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30 </w:t>
      </w:r>
      <w:r w:rsidRPr="00AD56E0">
        <w:rPr>
          <w:rFonts w:asciiTheme="majorBidi" w:hAnsiTheme="majorBidi" w:cstheme="majorBidi" w:hint="cs"/>
          <w:spacing w:val="-2"/>
          <w:sz w:val="30"/>
          <w:szCs w:val="30"/>
          <w:cs/>
          <w:lang w:eastAsia="ja-JP"/>
        </w:rPr>
        <w:t xml:space="preserve">มิถุนายน 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2564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และงบกระแสเงินสดรวมและงบกระแสเงินสดเฉพาะกิจการสำหรับงวด</w:t>
      </w:r>
      <w:r w:rsidRPr="00AD56E0">
        <w:rPr>
          <w:rFonts w:asciiTheme="majorBidi" w:hAnsiTheme="majorBidi" w:cstheme="majorBidi" w:hint="cs"/>
          <w:spacing w:val="-2"/>
          <w:sz w:val="30"/>
          <w:szCs w:val="30"/>
          <w:cs/>
        </w:rPr>
        <w:t>หกเดือน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สิ้นสุดวันที่ 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30 </w:t>
      </w:r>
      <w:r w:rsidRPr="00AD56E0">
        <w:rPr>
          <w:rFonts w:asciiTheme="majorBidi" w:hAnsiTheme="majorBidi" w:cstheme="majorBidi" w:hint="cs"/>
          <w:spacing w:val="-2"/>
          <w:sz w:val="30"/>
          <w:szCs w:val="30"/>
          <w:cs/>
          <w:lang w:eastAsia="ja-JP"/>
        </w:rPr>
        <w:t xml:space="preserve">มิถุนายน 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2564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และหมายเหตุประกอบงบการเงินแบบย่อ 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>(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ข้อมูลทางการเงินระหว่างกาล) ของบริษัท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แกรนด์ คาแนล แลนด์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จำกัด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(มหาชน) และบริษัทย่อย และของเฉพาะบริษัท แกรนด์ คาแนล แลนด์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จำกัด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(มหาชน) ตามลำดับ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34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เรื่อง </w:t>
      </w:r>
      <w:r w:rsidRPr="00AD56E0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 xml:space="preserve">การรายงานทางการเงินระหว่างกาล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br/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สอบทานของข้าพเจ้า</w:t>
      </w:r>
    </w:p>
    <w:p w14:paraId="42A76C9E" w14:textId="77777777" w:rsidR="007E70BC" w:rsidRPr="00AD56E0" w:rsidRDefault="007E70BC" w:rsidP="007E7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2BFEC6D6" w14:textId="77777777" w:rsidR="007E70BC" w:rsidRPr="00AD56E0" w:rsidRDefault="007E70BC" w:rsidP="007E70BC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AD56E0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681EC69F" w14:textId="77777777" w:rsidR="007E70BC" w:rsidRPr="00AD56E0" w:rsidRDefault="007E70BC" w:rsidP="007E70BC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7FB6BB84" w14:textId="77777777" w:rsidR="007E70BC" w:rsidRPr="00AD56E0" w:rsidRDefault="007E70BC" w:rsidP="007E70BC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ข้าพเจ้าได้ปฏิบัติงานสอบทานตามมาตรฐานงานสอบทานรหัส</w:t>
      </w:r>
      <w:r w:rsidRPr="00AD56E0">
        <w:rPr>
          <w:rFonts w:asciiTheme="majorBidi" w:hAnsiTheme="majorBidi" w:cstheme="majorBidi"/>
          <w:sz w:val="30"/>
          <w:szCs w:val="30"/>
        </w:rPr>
        <w:t xml:space="preserve"> 2410 “</w:t>
      </w:r>
      <w:r w:rsidRPr="00AD56E0">
        <w:rPr>
          <w:rFonts w:asciiTheme="majorBidi" w:hAnsiTheme="majorBidi" w:cstheme="majorBidi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AD56E0">
        <w:rPr>
          <w:rFonts w:asciiTheme="majorBidi" w:hAnsiTheme="majorBidi" w:cstheme="majorBidi"/>
          <w:sz w:val="30"/>
          <w:szCs w:val="30"/>
        </w:rPr>
        <w:t>”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7DF595F3" w14:textId="77777777" w:rsidR="003E0028" w:rsidRPr="00AD56E0" w:rsidRDefault="003E0028" w:rsidP="003E0028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5931E3F3" w14:textId="77777777" w:rsidR="003E0028" w:rsidRPr="00AD56E0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  <w:sectPr w:rsidR="003E0028" w:rsidRPr="00AD56E0" w:rsidSect="003E0028">
          <w:headerReference w:type="default" r:id="rId10"/>
          <w:footerReference w:type="default" r:id="rId11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36B90873" w14:textId="77777777" w:rsidR="007E70BC" w:rsidRPr="00AD56E0" w:rsidRDefault="007E70BC" w:rsidP="007E7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7385EF27" w14:textId="77777777" w:rsidR="007E70BC" w:rsidRPr="00AD56E0" w:rsidRDefault="007E70BC" w:rsidP="007E7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7434A107" w14:textId="77777777" w:rsidR="007E70BC" w:rsidRPr="00AD56E0" w:rsidRDefault="007E70BC" w:rsidP="007E7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AD56E0">
        <w:rPr>
          <w:rFonts w:asciiTheme="majorBidi" w:hAnsiTheme="majorBidi" w:cstheme="majorBidi"/>
          <w:i/>
          <w:iCs/>
          <w:sz w:val="30"/>
          <w:szCs w:val="30"/>
          <w:cs/>
        </w:rPr>
        <w:t>ข้อสรุป</w:t>
      </w:r>
    </w:p>
    <w:p w14:paraId="22127F1C" w14:textId="77777777" w:rsidR="007E70BC" w:rsidRPr="00AD56E0" w:rsidRDefault="007E70BC" w:rsidP="007E7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</w:p>
    <w:p w14:paraId="3AA30880" w14:textId="77777777" w:rsidR="007E70BC" w:rsidRPr="00AD56E0" w:rsidRDefault="007E70BC" w:rsidP="007E7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>34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1B89DA3D" w14:textId="77777777" w:rsidR="007E70BC" w:rsidRPr="00AD56E0" w:rsidRDefault="007E70BC" w:rsidP="007E7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14:paraId="1286116E" w14:textId="77777777" w:rsidR="007E70BC" w:rsidRPr="00AD56E0" w:rsidRDefault="007E70BC" w:rsidP="007E7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14:paraId="3C577670" w14:textId="77777777" w:rsidR="007E70BC" w:rsidRPr="00AD56E0" w:rsidRDefault="007E70BC" w:rsidP="007E7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</w:p>
    <w:p w14:paraId="0267797D" w14:textId="77777777" w:rsidR="007E70BC" w:rsidRPr="00AD56E0" w:rsidRDefault="007E70BC" w:rsidP="007E7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56AC58DF" w14:textId="77777777" w:rsidR="007E70BC" w:rsidRPr="00AD56E0" w:rsidRDefault="007E70BC" w:rsidP="007E7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2CDA4027" w14:textId="77777777" w:rsidR="007E70BC" w:rsidRPr="00AD56E0" w:rsidRDefault="007E70BC" w:rsidP="007E7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4BDBDA2E" w14:textId="77777777" w:rsidR="007E70BC" w:rsidRPr="00AD56E0" w:rsidRDefault="007E70BC" w:rsidP="007E7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cstheme="majorBidi"/>
          <w:sz w:val="30"/>
          <w:szCs w:val="30"/>
          <w:cs/>
        </w:rPr>
        <w:t>(วรรณาพร จงพีรเดชานนท์)</w:t>
      </w:r>
    </w:p>
    <w:p w14:paraId="4C4DF186" w14:textId="77777777" w:rsidR="007E70BC" w:rsidRPr="00AD56E0" w:rsidRDefault="007E70BC" w:rsidP="007E7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cstheme="majorBidi"/>
          <w:sz w:val="30"/>
          <w:szCs w:val="30"/>
          <w:cs/>
        </w:rPr>
        <w:t>ผู้สอบบัญชีรับอนุญาต</w:t>
      </w:r>
    </w:p>
    <w:p w14:paraId="65378136" w14:textId="77777777" w:rsidR="007E70BC" w:rsidRPr="00AD56E0" w:rsidRDefault="007E70BC" w:rsidP="007E7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cstheme="majorBidi"/>
          <w:sz w:val="30"/>
          <w:szCs w:val="30"/>
          <w:cs/>
        </w:rPr>
        <w:t xml:space="preserve">เลขทะเบียน </w:t>
      </w:r>
      <w:r w:rsidRPr="00AD56E0">
        <w:rPr>
          <w:rFonts w:asciiTheme="majorBidi" w:hAnsiTheme="majorBidi" w:cstheme="majorBidi"/>
          <w:sz w:val="30"/>
          <w:szCs w:val="30"/>
        </w:rPr>
        <w:t>4098</w:t>
      </w:r>
    </w:p>
    <w:p w14:paraId="1D64E529" w14:textId="77777777" w:rsidR="007E70BC" w:rsidRPr="00AD56E0" w:rsidRDefault="007E70BC" w:rsidP="007E7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outlineLvl w:val="0"/>
        <w:rPr>
          <w:rFonts w:asciiTheme="majorBidi" w:hAnsiTheme="majorBidi" w:cstheme="majorBidi"/>
          <w:sz w:val="30"/>
          <w:szCs w:val="30"/>
        </w:rPr>
      </w:pPr>
    </w:p>
    <w:p w14:paraId="42B828FD" w14:textId="77777777" w:rsidR="007E70BC" w:rsidRPr="00AD56E0" w:rsidRDefault="007E70BC" w:rsidP="007E7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2E095C9C" w14:textId="77777777" w:rsidR="007E70BC" w:rsidRPr="00AD56E0" w:rsidRDefault="007E70BC" w:rsidP="007E7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38329953" w14:textId="77777777" w:rsidR="007E70BC" w:rsidRPr="00AD56E0" w:rsidRDefault="007E70BC" w:rsidP="007E70BC">
      <w:pPr>
        <w:rPr>
          <w:rFonts w:ascii="Angsana New" w:hAnsi="Angsana New"/>
          <w:sz w:val="30"/>
          <w:szCs w:val="30"/>
          <w:lang w:eastAsia="ja-JP"/>
        </w:rPr>
      </w:pPr>
      <w:r w:rsidRPr="00AD56E0">
        <w:rPr>
          <w:rFonts w:ascii="Angsana New" w:hAnsi="Angsana New"/>
          <w:sz w:val="30"/>
          <w:szCs w:val="30"/>
        </w:rPr>
        <w:t xml:space="preserve">5 </w:t>
      </w:r>
      <w:r w:rsidRPr="00AD56E0">
        <w:rPr>
          <w:rFonts w:ascii="Angsana New" w:hAnsi="Angsana New" w:hint="cs"/>
          <w:sz w:val="30"/>
          <w:szCs w:val="30"/>
          <w:cs/>
          <w:lang w:eastAsia="ja-JP"/>
        </w:rPr>
        <w:t xml:space="preserve">สิงหาคม </w:t>
      </w:r>
      <w:r w:rsidRPr="00AD56E0">
        <w:rPr>
          <w:rFonts w:ascii="Angsana New" w:hAnsi="Angsana New"/>
          <w:sz w:val="30"/>
          <w:szCs w:val="30"/>
          <w:lang w:eastAsia="ja-JP"/>
        </w:rPr>
        <w:t>2564</w:t>
      </w:r>
    </w:p>
    <w:sectPr w:rsidR="007E70BC" w:rsidRPr="00AD56E0" w:rsidSect="002374C3">
      <w:headerReference w:type="default" r:id="rId12"/>
      <w:footerReference w:type="default" r:id="rId13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246E6" w14:textId="77777777" w:rsidR="0036511D" w:rsidRDefault="0036511D">
      <w:r>
        <w:separator/>
      </w:r>
    </w:p>
  </w:endnote>
  <w:endnote w:type="continuationSeparator" w:id="0">
    <w:p w14:paraId="18F8BBC8" w14:textId="77777777" w:rsidR="0036511D" w:rsidRDefault="00365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F5168" w14:textId="77777777" w:rsidR="00711341" w:rsidRDefault="00711341" w:rsidP="009B7B11">
    <w:pPr>
      <w:pStyle w:val="Footer"/>
      <w:framePr w:wrap="around" w:vAnchor="text" w:hAnchor="margin" w:xAlign="center" w:y="1"/>
      <w:rPr>
        <w:rStyle w:val="PageNumber"/>
        <w:rFonts w:cs="Angsana New"/>
      </w:rPr>
    </w:pPr>
    <w:r>
      <w:rPr>
        <w:rStyle w:val="PageNumber"/>
        <w:rFonts w:cs="Angsana New"/>
      </w:rPr>
      <w:fldChar w:fldCharType="begin"/>
    </w:r>
    <w:r>
      <w:rPr>
        <w:rStyle w:val="PageNumber"/>
        <w:rFonts w:cs="Angsana New"/>
      </w:rPr>
      <w:instrText xml:space="preserve">PAGE  </w:instrText>
    </w:r>
    <w:r>
      <w:rPr>
        <w:rStyle w:val="PageNumber"/>
        <w:rFonts w:cs="Angsana New"/>
      </w:rPr>
      <w:fldChar w:fldCharType="separate"/>
    </w:r>
    <w:r>
      <w:rPr>
        <w:rStyle w:val="PageNumber"/>
        <w:rFonts w:cs="Angsana New"/>
        <w:noProof/>
      </w:rPr>
      <w:t>36</w:t>
    </w:r>
    <w:r>
      <w:rPr>
        <w:rStyle w:val="PageNumber"/>
        <w:rFonts w:cs="Angsana New"/>
      </w:rPr>
      <w:fldChar w:fldCharType="end"/>
    </w:r>
  </w:p>
  <w:p w14:paraId="7512B8E0" w14:textId="77777777" w:rsidR="00711341" w:rsidRDefault="00711341" w:rsidP="00C56A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2DAF1" w14:textId="77777777" w:rsidR="00711341" w:rsidRDefault="00711341" w:rsidP="00DD75E4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begin"/>
    </w:r>
    <w:r>
      <w:rPr>
        <w:rStyle w:val="PageNumber"/>
        <w:rFonts w:ascii="Angsana New" w:hAnsi="Angsana New" w:cs="Angsana New"/>
        <w:sz w:val="30"/>
        <w:szCs w:val="30"/>
      </w:rPr>
      <w:instrText>PAGE</w:instrTex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  <w:cs/>
        <w:lang w:val="en-GB"/>
      </w:rPr>
      <w:t>3</w:t>
    </w:r>
    <w:r w:rsidRPr="007D2D10">
      <w:rPr>
        <w:rStyle w:val="PageNumber"/>
        <w:rFonts w:ascii="Angsana New" w:hAnsi="Angsana New" w:cs="Angsana New"/>
        <w:noProof/>
        <w:sz w:val="30"/>
        <w:szCs w:val="30"/>
      </w:rPr>
      <w:t>6</w: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9275F" w14:textId="77777777" w:rsidR="00711341" w:rsidRPr="0070026C" w:rsidRDefault="00711341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2E6D2" w14:textId="77777777" w:rsidR="00711341" w:rsidRPr="00C43C56" w:rsidRDefault="00711341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  <w:lang w:val="en-US"/>
      </w:rPr>
    </w:pPr>
    <w:r w:rsidRPr="00381B5D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381B5D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10</w: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756DEE36" w14:textId="77777777" w:rsidR="00711341" w:rsidRPr="0070026C" w:rsidRDefault="00711341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4BC025" w14:textId="77777777" w:rsidR="0036511D" w:rsidRDefault="0036511D">
      <w:r>
        <w:separator/>
      </w:r>
    </w:p>
  </w:footnote>
  <w:footnote w:type="continuationSeparator" w:id="0">
    <w:p w14:paraId="772ADA56" w14:textId="77777777" w:rsidR="0036511D" w:rsidRDefault="00365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BB5E2" w14:textId="77777777" w:rsidR="00711341" w:rsidRPr="00803194" w:rsidRDefault="00711341" w:rsidP="00803194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8332F" w14:textId="77777777" w:rsidR="00711341" w:rsidRPr="00313A54" w:rsidRDefault="00711341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313A54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313A54">
      <w:rPr>
        <w:rFonts w:ascii="Angsana New" w:hAnsi="Angsana New" w:hint="cs"/>
        <w:b/>
        <w:bCs/>
        <w:sz w:val="32"/>
        <w:szCs w:val="32"/>
        <w:cs/>
      </w:rPr>
      <w:t>แกรนด์ คาแนล แลนด์</w:t>
    </w:r>
    <w:r w:rsidRPr="00313A54">
      <w:rPr>
        <w:rFonts w:ascii="Angsana New" w:hAnsi="Angsana New"/>
        <w:b/>
        <w:bCs/>
        <w:sz w:val="32"/>
        <w:szCs w:val="32"/>
        <w:cs/>
      </w:rPr>
      <w:t xml:space="preserve"> จำกัด (มหาชน)</w:t>
    </w:r>
    <w:r w:rsidRPr="00313A54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313A54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50206671" w14:textId="77777777" w:rsidR="00711341" w:rsidRPr="00313A54" w:rsidRDefault="00711341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313A5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0606EB20" w14:textId="09486B00" w:rsidR="00711341" w:rsidRDefault="00711341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813E9">
      <w:rPr>
        <w:rFonts w:ascii="Angsana New" w:hAnsi="Angsana New"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 w:rsidRPr="00C42B15">
      <w:rPr>
        <w:rFonts w:ascii="Angsana New" w:hAnsi="Angsana New"/>
        <w:b/>
        <w:sz w:val="32"/>
        <w:szCs w:val="32"/>
      </w:rPr>
      <w:t>30</w:t>
    </w:r>
    <w:r w:rsidRPr="004813E9">
      <w:rPr>
        <w:rFonts w:ascii="Angsana New" w:hAnsi="Angsana New"/>
        <w:bCs/>
        <w:sz w:val="32"/>
        <w:szCs w:val="32"/>
        <w:cs/>
      </w:rPr>
      <w:t xml:space="preserve"> มิถุนายน</w:t>
    </w:r>
    <w:r w:rsidRPr="00580DD4">
      <w:rPr>
        <w:rFonts w:ascii="Angsana New" w:hAnsi="Angsana New"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</w:t>
    </w:r>
    <w:r w:rsidRPr="00580DD4">
      <w:rPr>
        <w:rFonts w:ascii="Angsana New" w:hAnsi="Angsana New"/>
        <w:b/>
        <w:bCs/>
        <w:sz w:val="32"/>
        <w:szCs w:val="32"/>
      </w:rPr>
      <w:t>6</w:t>
    </w:r>
    <w:r>
      <w:rPr>
        <w:rFonts w:ascii="Angsana New" w:hAnsi="Angsana New"/>
        <w:b/>
        <w:bCs/>
        <w:sz w:val="32"/>
        <w:szCs w:val="32"/>
      </w:rPr>
      <w:t>4</w:t>
    </w:r>
    <w:r w:rsidRPr="00580DD4">
      <w:rPr>
        <w:rFonts w:ascii="Angsana New" w:hAnsi="Angsana New"/>
        <w:b/>
        <w:bCs/>
        <w:sz w:val="32"/>
        <w:szCs w:val="32"/>
      </w:rPr>
      <w:t xml:space="preserve"> (</w:t>
    </w:r>
    <w:r w:rsidRPr="00580DD4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580DD4">
      <w:rPr>
        <w:rFonts w:ascii="Angsana New" w:hAnsi="Angsana New"/>
        <w:b/>
        <w:bCs/>
        <w:sz w:val="32"/>
        <w:szCs w:val="32"/>
      </w:rPr>
      <w:t>)</w:t>
    </w:r>
  </w:p>
  <w:p w14:paraId="5276D795" w14:textId="77777777" w:rsidR="00711341" w:rsidRPr="00580DD4" w:rsidRDefault="00711341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C1419A"/>
    <w:multiLevelType w:val="hybridMultilevel"/>
    <w:tmpl w:val="4A087B50"/>
    <w:lvl w:ilvl="0" w:tplc="40161BEC">
      <w:start w:val="1"/>
      <w:numFmt w:val="thaiLetters"/>
      <w:lvlText w:val="%1)"/>
      <w:lvlJc w:val="left"/>
      <w:pPr>
        <w:ind w:left="1080" w:hanging="540"/>
      </w:pPr>
      <w:rPr>
        <w:rFonts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38D761EF"/>
    <w:multiLevelType w:val="hybridMultilevel"/>
    <w:tmpl w:val="C414E0EE"/>
    <w:lvl w:ilvl="0" w:tplc="29C6F4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17" w15:restartNumberingAfterBreak="0">
    <w:nsid w:val="4257366C"/>
    <w:multiLevelType w:val="hybridMultilevel"/>
    <w:tmpl w:val="CD7A6AAE"/>
    <w:lvl w:ilvl="0" w:tplc="2AA8C0AE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20" w15:restartNumberingAfterBreak="0">
    <w:nsid w:val="6EE647C0"/>
    <w:multiLevelType w:val="hybridMultilevel"/>
    <w:tmpl w:val="4C48BD8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4"/>
  </w:num>
  <w:num w:numId="12">
    <w:abstractNumId w:val="11"/>
  </w:num>
  <w:num w:numId="13">
    <w:abstractNumId w:val="19"/>
  </w:num>
  <w:num w:numId="14">
    <w:abstractNumId w:val="12"/>
  </w:num>
  <w:num w:numId="15">
    <w:abstractNumId w:val="15"/>
  </w:num>
  <w:num w:numId="16">
    <w:abstractNumId w:val="10"/>
  </w:num>
  <w:num w:numId="17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1"/>
  </w:num>
  <w:num w:numId="20">
    <w:abstractNumId w:val="12"/>
  </w:num>
  <w:num w:numId="21">
    <w:abstractNumId w:val="13"/>
  </w:num>
  <w:num w:numId="22">
    <w:abstractNumId w:val="20"/>
  </w:num>
  <w:num w:numId="23">
    <w:abstractNumId w:val="18"/>
  </w:num>
  <w:num w:numId="24">
    <w:abstractNumId w:val="12"/>
  </w:num>
  <w:num w:numId="25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9E4"/>
    <w:rsid w:val="00000CCB"/>
    <w:rsid w:val="00000DB1"/>
    <w:rsid w:val="00000E0A"/>
    <w:rsid w:val="00001079"/>
    <w:rsid w:val="000011B3"/>
    <w:rsid w:val="000017BC"/>
    <w:rsid w:val="00001864"/>
    <w:rsid w:val="00002263"/>
    <w:rsid w:val="0000226D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176"/>
    <w:rsid w:val="000114BF"/>
    <w:rsid w:val="000118BE"/>
    <w:rsid w:val="00011C81"/>
    <w:rsid w:val="000129D5"/>
    <w:rsid w:val="00012BED"/>
    <w:rsid w:val="0001338A"/>
    <w:rsid w:val="00013A69"/>
    <w:rsid w:val="00013A79"/>
    <w:rsid w:val="00014327"/>
    <w:rsid w:val="00014D29"/>
    <w:rsid w:val="000155F5"/>
    <w:rsid w:val="00015F19"/>
    <w:rsid w:val="00015FBF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2262"/>
    <w:rsid w:val="00022401"/>
    <w:rsid w:val="0002260D"/>
    <w:rsid w:val="00022BA7"/>
    <w:rsid w:val="0002310B"/>
    <w:rsid w:val="00023BFE"/>
    <w:rsid w:val="00023DC9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1D6"/>
    <w:rsid w:val="00027593"/>
    <w:rsid w:val="000279DC"/>
    <w:rsid w:val="000308CB"/>
    <w:rsid w:val="00030D88"/>
    <w:rsid w:val="000317D2"/>
    <w:rsid w:val="00031AA2"/>
    <w:rsid w:val="000321B6"/>
    <w:rsid w:val="0003239B"/>
    <w:rsid w:val="00032461"/>
    <w:rsid w:val="000325FE"/>
    <w:rsid w:val="00032CEC"/>
    <w:rsid w:val="0003324D"/>
    <w:rsid w:val="00033310"/>
    <w:rsid w:val="000333A8"/>
    <w:rsid w:val="000334D5"/>
    <w:rsid w:val="0003489F"/>
    <w:rsid w:val="00034C56"/>
    <w:rsid w:val="00035525"/>
    <w:rsid w:val="00035D20"/>
    <w:rsid w:val="00036176"/>
    <w:rsid w:val="000362A0"/>
    <w:rsid w:val="00036364"/>
    <w:rsid w:val="00036B7D"/>
    <w:rsid w:val="00037A59"/>
    <w:rsid w:val="00037AC1"/>
    <w:rsid w:val="00037D0D"/>
    <w:rsid w:val="0004030D"/>
    <w:rsid w:val="00040937"/>
    <w:rsid w:val="000410BE"/>
    <w:rsid w:val="0004162C"/>
    <w:rsid w:val="000422E8"/>
    <w:rsid w:val="000422F0"/>
    <w:rsid w:val="0004257B"/>
    <w:rsid w:val="00042A8D"/>
    <w:rsid w:val="0004314C"/>
    <w:rsid w:val="0004317E"/>
    <w:rsid w:val="000432B1"/>
    <w:rsid w:val="00043694"/>
    <w:rsid w:val="00043820"/>
    <w:rsid w:val="00043826"/>
    <w:rsid w:val="0004384B"/>
    <w:rsid w:val="00043D01"/>
    <w:rsid w:val="00045407"/>
    <w:rsid w:val="000455D5"/>
    <w:rsid w:val="00045E50"/>
    <w:rsid w:val="00046739"/>
    <w:rsid w:val="00047461"/>
    <w:rsid w:val="0004756D"/>
    <w:rsid w:val="000501A7"/>
    <w:rsid w:val="0005069C"/>
    <w:rsid w:val="00050845"/>
    <w:rsid w:val="000511DF"/>
    <w:rsid w:val="000512B4"/>
    <w:rsid w:val="0005188B"/>
    <w:rsid w:val="0005196B"/>
    <w:rsid w:val="00051F21"/>
    <w:rsid w:val="00051F34"/>
    <w:rsid w:val="00052A69"/>
    <w:rsid w:val="00052A83"/>
    <w:rsid w:val="00052BEC"/>
    <w:rsid w:val="00052F36"/>
    <w:rsid w:val="00053163"/>
    <w:rsid w:val="000539CC"/>
    <w:rsid w:val="00053D65"/>
    <w:rsid w:val="00053FA3"/>
    <w:rsid w:val="000540F9"/>
    <w:rsid w:val="00054654"/>
    <w:rsid w:val="00054860"/>
    <w:rsid w:val="00054CA2"/>
    <w:rsid w:val="0005503A"/>
    <w:rsid w:val="0005504F"/>
    <w:rsid w:val="000557F2"/>
    <w:rsid w:val="00055BCA"/>
    <w:rsid w:val="00055D0D"/>
    <w:rsid w:val="00055E11"/>
    <w:rsid w:val="000560E2"/>
    <w:rsid w:val="00056BBF"/>
    <w:rsid w:val="00057FE7"/>
    <w:rsid w:val="000605F9"/>
    <w:rsid w:val="000608EB"/>
    <w:rsid w:val="00060A48"/>
    <w:rsid w:val="00060FE3"/>
    <w:rsid w:val="00061976"/>
    <w:rsid w:val="00061A13"/>
    <w:rsid w:val="00061C70"/>
    <w:rsid w:val="00061C80"/>
    <w:rsid w:val="00061E88"/>
    <w:rsid w:val="00062240"/>
    <w:rsid w:val="000622C2"/>
    <w:rsid w:val="000625DC"/>
    <w:rsid w:val="0006291D"/>
    <w:rsid w:val="00062E94"/>
    <w:rsid w:val="00062F3A"/>
    <w:rsid w:val="00063594"/>
    <w:rsid w:val="0006426B"/>
    <w:rsid w:val="0006439F"/>
    <w:rsid w:val="00064810"/>
    <w:rsid w:val="000649D4"/>
    <w:rsid w:val="00064A8D"/>
    <w:rsid w:val="00064C3D"/>
    <w:rsid w:val="00064D7B"/>
    <w:rsid w:val="00065113"/>
    <w:rsid w:val="00065245"/>
    <w:rsid w:val="0006576E"/>
    <w:rsid w:val="00065F45"/>
    <w:rsid w:val="00066103"/>
    <w:rsid w:val="0006663F"/>
    <w:rsid w:val="00066745"/>
    <w:rsid w:val="000671AA"/>
    <w:rsid w:val="0006722F"/>
    <w:rsid w:val="00067603"/>
    <w:rsid w:val="000678E4"/>
    <w:rsid w:val="000679F6"/>
    <w:rsid w:val="00067F0B"/>
    <w:rsid w:val="000700F8"/>
    <w:rsid w:val="00070385"/>
    <w:rsid w:val="000708CF"/>
    <w:rsid w:val="00070FA5"/>
    <w:rsid w:val="00071222"/>
    <w:rsid w:val="00071833"/>
    <w:rsid w:val="00071B5B"/>
    <w:rsid w:val="00072541"/>
    <w:rsid w:val="00072F8C"/>
    <w:rsid w:val="00074075"/>
    <w:rsid w:val="000743B1"/>
    <w:rsid w:val="000743C2"/>
    <w:rsid w:val="00074555"/>
    <w:rsid w:val="00074B34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64F"/>
    <w:rsid w:val="00077952"/>
    <w:rsid w:val="00077F57"/>
    <w:rsid w:val="00080383"/>
    <w:rsid w:val="00080899"/>
    <w:rsid w:val="00080D61"/>
    <w:rsid w:val="00080E2F"/>
    <w:rsid w:val="00083095"/>
    <w:rsid w:val="00083AEB"/>
    <w:rsid w:val="000846DF"/>
    <w:rsid w:val="00085134"/>
    <w:rsid w:val="00085E23"/>
    <w:rsid w:val="00086087"/>
    <w:rsid w:val="000864D8"/>
    <w:rsid w:val="00086C53"/>
    <w:rsid w:val="00086F3F"/>
    <w:rsid w:val="00087AE1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F7"/>
    <w:rsid w:val="00092B1C"/>
    <w:rsid w:val="00093FC8"/>
    <w:rsid w:val="00094B1C"/>
    <w:rsid w:val="00094CDE"/>
    <w:rsid w:val="00094E81"/>
    <w:rsid w:val="000958D6"/>
    <w:rsid w:val="00096515"/>
    <w:rsid w:val="000966AF"/>
    <w:rsid w:val="00096C6F"/>
    <w:rsid w:val="00096FC0"/>
    <w:rsid w:val="00097CEE"/>
    <w:rsid w:val="000A03EA"/>
    <w:rsid w:val="000A0EE5"/>
    <w:rsid w:val="000A129D"/>
    <w:rsid w:val="000A12FB"/>
    <w:rsid w:val="000A140D"/>
    <w:rsid w:val="000A1A40"/>
    <w:rsid w:val="000A1BBF"/>
    <w:rsid w:val="000A214D"/>
    <w:rsid w:val="000A236C"/>
    <w:rsid w:val="000A274D"/>
    <w:rsid w:val="000A2E6B"/>
    <w:rsid w:val="000A4272"/>
    <w:rsid w:val="000A42CC"/>
    <w:rsid w:val="000A4598"/>
    <w:rsid w:val="000A48BA"/>
    <w:rsid w:val="000A4BE1"/>
    <w:rsid w:val="000A5631"/>
    <w:rsid w:val="000A5837"/>
    <w:rsid w:val="000A5C76"/>
    <w:rsid w:val="000A5CF4"/>
    <w:rsid w:val="000A643D"/>
    <w:rsid w:val="000A64A3"/>
    <w:rsid w:val="000A66B6"/>
    <w:rsid w:val="000A6C9B"/>
    <w:rsid w:val="000A6D7A"/>
    <w:rsid w:val="000A7007"/>
    <w:rsid w:val="000A7FC4"/>
    <w:rsid w:val="000B0BB3"/>
    <w:rsid w:val="000B11B0"/>
    <w:rsid w:val="000B1352"/>
    <w:rsid w:val="000B13E8"/>
    <w:rsid w:val="000B1D5D"/>
    <w:rsid w:val="000B21C7"/>
    <w:rsid w:val="000B26B9"/>
    <w:rsid w:val="000B2ADD"/>
    <w:rsid w:val="000B2B32"/>
    <w:rsid w:val="000B2C3A"/>
    <w:rsid w:val="000B32D7"/>
    <w:rsid w:val="000B3AC0"/>
    <w:rsid w:val="000B3CFD"/>
    <w:rsid w:val="000B451D"/>
    <w:rsid w:val="000B4C3E"/>
    <w:rsid w:val="000B5037"/>
    <w:rsid w:val="000B5312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CDD"/>
    <w:rsid w:val="000C0EA6"/>
    <w:rsid w:val="000C1504"/>
    <w:rsid w:val="000C16DF"/>
    <w:rsid w:val="000C2024"/>
    <w:rsid w:val="000C257F"/>
    <w:rsid w:val="000C2FDC"/>
    <w:rsid w:val="000C3256"/>
    <w:rsid w:val="000C37F3"/>
    <w:rsid w:val="000C3986"/>
    <w:rsid w:val="000C3B66"/>
    <w:rsid w:val="000C3BE8"/>
    <w:rsid w:val="000C3EFE"/>
    <w:rsid w:val="000C432B"/>
    <w:rsid w:val="000C44F5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891"/>
    <w:rsid w:val="000C7B14"/>
    <w:rsid w:val="000C7B42"/>
    <w:rsid w:val="000C7D9A"/>
    <w:rsid w:val="000D0AE0"/>
    <w:rsid w:val="000D0CC6"/>
    <w:rsid w:val="000D0F7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9D8"/>
    <w:rsid w:val="000D3A18"/>
    <w:rsid w:val="000D3A7B"/>
    <w:rsid w:val="000D3F7F"/>
    <w:rsid w:val="000D5A11"/>
    <w:rsid w:val="000D5C86"/>
    <w:rsid w:val="000D6CA8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1C"/>
    <w:rsid w:val="000E329B"/>
    <w:rsid w:val="000E32C6"/>
    <w:rsid w:val="000E358F"/>
    <w:rsid w:val="000E3923"/>
    <w:rsid w:val="000E42F5"/>
    <w:rsid w:val="000E44F5"/>
    <w:rsid w:val="000E4631"/>
    <w:rsid w:val="000E464B"/>
    <w:rsid w:val="000E464E"/>
    <w:rsid w:val="000E4A82"/>
    <w:rsid w:val="000E4E5D"/>
    <w:rsid w:val="000E51CD"/>
    <w:rsid w:val="000E5738"/>
    <w:rsid w:val="000E5C6D"/>
    <w:rsid w:val="000E7129"/>
    <w:rsid w:val="000E7223"/>
    <w:rsid w:val="000E7264"/>
    <w:rsid w:val="000E7353"/>
    <w:rsid w:val="000E774B"/>
    <w:rsid w:val="000E786C"/>
    <w:rsid w:val="000E7D0A"/>
    <w:rsid w:val="000F000B"/>
    <w:rsid w:val="000F0589"/>
    <w:rsid w:val="000F0A17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682"/>
    <w:rsid w:val="000F5578"/>
    <w:rsid w:val="000F585F"/>
    <w:rsid w:val="000F5FD8"/>
    <w:rsid w:val="000F663F"/>
    <w:rsid w:val="000F67E1"/>
    <w:rsid w:val="000F6DA2"/>
    <w:rsid w:val="000F7841"/>
    <w:rsid w:val="000F7C3B"/>
    <w:rsid w:val="001000D2"/>
    <w:rsid w:val="001000E5"/>
    <w:rsid w:val="001002AC"/>
    <w:rsid w:val="001004DA"/>
    <w:rsid w:val="001008B1"/>
    <w:rsid w:val="00100B68"/>
    <w:rsid w:val="00100BB4"/>
    <w:rsid w:val="00100C24"/>
    <w:rsid w:val="00100F1D"/>
    <w:rsid w:val="00101886"/>
    <w:rsid w:val="00101D0C"/>
    <w:rsid w:val="00102046"/>
    <w:rsid w:val="00102491"/>
    <w:rsid w:val="00102C83"/>
    <w:rsid w:val="0010334C"/>
    <w:rsid w:val="001034A6"/>
    <w:rsid w:val="001040E6"/>
    <w:rsid w:val="001041C4"/>
    <w:rsid w:val="001043A7"/>
    <w:rsid w:val="001053C1"/>
    <w:rsid w:val="00105AC1"/>
    <w:rsid w:val="00105D46"/>
    <w:rsid w:val="00105DB7"/>
    <w:rsid w:val="00106899"/>
    <w:rsid w:val="001074B7"/>
    <w:rsid w:val="0010755D"/>
    <w:rsid w:val="00107EF4"/>
    <w:rsid w:val="0011194A"/>
    <w:rsid w:val="00112212"/>
    <w:rsid w:val="001122D1"/>
    <w:rsid w:val="00112724"/>
    <w:rsid w:val="00112C30"/>
    <w:rsid w:val="00112C43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73D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7E8"/>
    <w:rsid w:val="00121667"/>
    <w:rsid w:val="0012232D"/>
    <w:rsid w:val="001233F1"/>
    <w:rsid w:val="001234D2"/>
    <w:rsid w:val="0012370B"/>
    <w:rsid w:val="001237BD"/>
    <w:rsid w:val="00123CCB"/>
    <w:rsid w:val="00123F41"/>
    <w:rsid w:val="0012400C"/>
    <w:rsid w:val="0012483F"/>
    <w:rsid w:val="001248C2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6E93"/>
    <w:rsid w:val="0012729E"/>
    <w:rsid w:val="00127C31"/>
    <w:rsid w:val="00130089"/>
    <w:rsid w:val="00130D6F"/>
    <w:rsid w:val="001310A1"/>
    <w:rsid w:val="00131230"/>
    <w:rsid w:val="0013138A"/>
    <w:rsid w:val="00131619"/>
    <w:rsid w:val="00131957"/>
    <w:rsid w:val="00131A54"/>
    <w:rsid w:val="001327A3"/>
    <w:rsid w:val="00132B0E"/>
    <w:rsid w:val="0013338B"/>
    <w:rsid w:val="0013338D"/>
    <w:rsid w:val="001335BC"/>
    <w:rsid w:val="00133CE8"/>
    <w:rsid w:val="00134171"/>
    <w:rsid w:val="00134B72"/>
    <w:rsid w:val="00134C65"/>
    <w:rsid w:val="00134D17"/>
    <w:rsid w:val="00135068"/>
    <w:rsid w:val="00135802"/>
    <w:rsid w:val="00135D23"/>
    <w:rsid w:val="00135FA0"/>
    <w:rsid w:val="0013635B"/>
    <w:rsid w:val="00136422"/>
    <w:rsid w:val="0013657B"/>
    <w:rsid w:val="00136749"/>
    <w:rsid w:val="0013676A"/>
    <w:rsid w:val="001374EA"/>
    <w:rsid w:val="001375C7"/>
    <w:rsid w:val="001377D7"/>
    <w:rsid w:val="0014027D"/>
    <w:rsid w:val="00140500"/>
    <w:rsid w:val="00140C1D"/>
    <w:rsid w:val="00140FEA"/>
    <w:rsid w:val="00141BB5"/>
    <w:rsid w:val="00141EDA"/>
    <w:rsid w:val="00141F3C"/>
    <w:rsid w:val="00141F5B"/>
    <w:rsid w:val="00142557"/>
    <w:rsid w:val="0014297A"/>
    <w:rsid w:val="00142AA2"/>
    <w:rsid w:val="00142B6C"/>
    <w:rsid w:val="001438A4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6F69"/>
    <w:rsid w:val="001470E0"/>
    <w:rsid w:val="001473F5"/>
    <w:rsid w:val="001475B9"/>
    <w:rsid w:val="001475F5"/>
    <w:rsid w:val="00147ABF"/>
    <w:rsid w:val="0015077E"/>
    <w:rsid w:val="001508F8"/>
    <w:rsid w:val="0015103C"/>
    <w:rsid w:val="00151398"/>
    <w:rsid w:val="001513DA"/>
    <w:rsid w:val="00151420"/>
    <w:rsid w:val="00151910"/>
    <w:rsid w:val="00151BAC"/>
    <w:rsid w:val="00151DA7"/>
    <w:rsid w:val="00151E28"/>
    <w:rsid w:val="00151F0D"/>
    <w:rsid w:val="0015206B"/>
    <w:rsid w:val="00152120"/>
    <w:rsid w:val="00152130"/>
    <w:rsid w:val="00152C19"/>
    <w:rsid w:val="00152C62"/>
    <w:rsid w:val="00152E34"/>
    <w:rsid w:val="00153830"/>
    <w:rsid w:val="00153AAE"/>
    <w:rsid w:val="00154229"/>
    <w:rsid w:val="001544C9"/>
    <w:rsid w:val="00155D09"/>
    <w:rsid w:val="00155EA0"/>
    <w:rsid w:val="00155EDD"/>
    <w:rsid w:val="0015635B"/>
    <w:rsid w:val="00156403"/>
    <w:rsid w:val="001565FE"/>
    <w:rsid w:val="00156A7E"/>
    <w:rsid w:val="00156D69"/>
    <w:rsid w:val="001570CD"/>
    <w:rsid w:val="00157481"/>
    <w:rsid w:val="001574CF"/>
    <w:rsid w:val="00157764"/>
    <w:rsid w:val="001603A6"/>
    <w:rsid w:val="0016083C"/>
    <w:rsid w:val="00160A16"/>
    <w:rsid w:val="00160B7D"/>
    <w:rsid w:val="001616E6"/>
    <w:rsid w:val="00161C43"/>
    <w:rsid w:val="00161FF9"/>
    <w:rsid w:val="0016217C"/>
    <w:rsid w:val="001623F2"/>
    <w:rsid w:val="0016278A"/>
    <w:rsid w:val="00162AB9"/>
    <w:rsid w:val="00162CB9"/>
    <w:rsid w:val="00162F1A"/>
    <w:rsid w:val="001630A5"/>
    <w:rsid w:val="00163558"/>
    <w:rsid w:val="00163681"/>
    <w:rsid w:val="001639C6"/>
    <w:rsid w:val="00163A03"/>
    <w:rsid w:val="001640A1"/>
    <w:rsid w:val="0016470D"/>
    <w:rsid w:val="001647E7"/>
    <w:rsid w:val="00164908"/>
    <w:rsid w:val="00164933"/>
    <w:rsid w:val="00164B4E"/>
    <w:rsid w:val="00165FEB"/>
    <w:rsid w:val="001662F0"/>
    <w:rsid w:val="001666B9"/>
    <w:rsid w:val="00166B6C"/>
    <w:rsid w:val="001701B9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FDC"/>
    <w:rsid w:val="001740F2"/>
    <w:rsid w:val="00174484"/>
    <w:rsid w:val="00174B5A"/>
    <w:rsid w:val="00174CC9"/>
    <w:rsid w:val="00175035"/>
    <w:rsid w:val="00175283"/>
    <w:rsid w:val="001753E9"/>
    <w:rsid w:val="00175420"/>
    <w:rsid w:val="001759AA"/>
    <w:rsid w:val="00175E09"/>
    <w:rsid w:val="0017629F"/>
    <w:rsid w:val="00176968"/>
    <w:rsid w:val="00176D89"/>
    <w:rsid w:val="00176E6B"/>
    <w:rsid w:val="00177A08"/>
    <w:rsid w:val="00177C3D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DA2"/>
    <w:rsid w:val="001830A1"/>
    <w:rsid w:val="00183265"/>
    <w:rsid w:val="0018360B"/>
    <w:rsid w:val="001839B5"/>
    <w:rsid w:val="00183A2B"/>
    <w:rsid w:val="00183E7A"/>
    <w:rsid w:val="0018492D"/>
    <w:rsid w:val="001853D1"/>
    <w:rsid w:val="00185A52"/>
    <w:rsid w:val="00185BAF"/>
    <w:rsid w:val="00186343"/>
    <w:rsid w:val="00186F96"/>
    <w:rsid w:val="0018754C"/>
    <w:rsid w:val="00187D5D"/>
    <w:rsid w:val="001900B6"/>
    <w:rsid w:val="00190167"/>
    <w:rsid w:val="00190AAC"/>
    <w:rsid w:val="00191466"/>
    <w:rsid w:val="001914BD"/>
    <w:rsid w:val="001917BF"/>
    <w:rsid w:val="00191A80"/>
    <w:rsid w:val="001925F2"/>
    <w:rsid w:val="001926B7"/>
    <w:rsid w:val="001929B0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A3"/>
    <w:rsid w:val="00195DC1"/>
    <w:rsid w:val="001967ED"/>
    <w:rsid w:val="00196872"/>
    <w:rsid w:val="00196C8A"/>
    <w:rsid w:val="00196DE1"/>
    <w:rsid w:val="0019721F"/>
    <w:rsid w:val="001975EC"/>
    <w:rsid w:val="001978EF"/>
    <w:rsid w:val="00197B9A"/>
    <w:rsid w:val="001A03D2"/>
    <w:rsid w:val="001A0652"/>
    <w:rsid w:val="001A0873"/>
    <w:rsid w:val="001A08E8"/>
    <w:rsid w:val="001A0A25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BEA"/>
    <w:rsid w:val="001A4EFF"/>
    <w:rsid w:val="001A50A3"/>
    <w:rsid w:val="001A5180"/>
    <w:rsid w:val="001A5273"/>
    <w:rsid w:val="001A543A"/>
    <w:rsid w:val="001A552C"/>
    <w:rsid w:val="001A5723"/>
    <w:rsid w:val="001A5A49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1A5"/>
    <w:rsid w:val="001B0A78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2B7"/>
    <w:rsid w:val="001B49B9"/>
    <w:rsid w:val="001B4AF6"/>
    <w:rsid w:val="001B4B7E"/>
    <w:rsid w:val="001B4CBB"/>
    <w:rsid w:val="001B4D8B"/>
    <w:rsid w:val="001B4DD5"/>
    <w:rsid w:val="001B4F15"/>
    <w:rsid w:val="001B5206"/>
    <w:rsid w:val="001B58D1"/>
    <w:rsid w:val="001B5A79"/>
    <w:rsid w:val="001B5BFB"/>
    <w:rsid w:val="001B5ED8"/>
    <w:rsid w:val="001B606B"/>
    <w:rsid w:val="001B608D"/>
    <w:rsid w:val="001B6340"/>
    <w:rsid w:val="001B6379"/>
    <w:rsid w:val="001B6434"/>
    <w:rsid w:val="001B655F"/>
    <w:rsid w:val="001B676A"/>
    <w:rsid w:val="001B6795"/>
    <w:rsid w:val="001B6D82"/>
    <w:rsid w:val="001B6FD2"/>
    <w:rsid w:val="001B701E"/>
    <w:rsid w:val="001B75FF"/>
    <w:rsid w:val="001B7644"/>
    <w:rsid w:val="001B7B4B"/>
    <w:rsid w:val="001C001A"/>
    <w:rsid w:val="001C0107"/>
    <w:rsid w:val="001C0E2A"/>
    <w:rsid w:val="001C1007"/>
    <w:rsid w:val="001C196F"/>
    <w:rsid w:val="001C205F"/>
    <w:rsid w:val="001C2085"/>
    <w:rsid w:val="001C2566"/>
    <w:rsid w:val="001C2DD8"/>
    <w:rsid w:val="001C30DC"/>
    <w:rsid w:val="001C3699"/>
    <w:rsid w:val="001C3896"/>
    <w:rsid w:val="001C3B6D"/>
    <w:rsid w:val="001C3F5A"/>
    <w:rsid w:val="001C3F98"/>
    <w:rsid w:val="001C40A1"/>
    <w:rsid w:val="001C41DE"/>
    <w:rsid w:val="001C441B"/>
    <w:rsid w:val="001C44BF"/>
    <w:rsid w:val="001C4C4D"/>
    <w:rsid w:val="001C5972"/>
    <w:rsid w:val="001C5C74"/>
    <w:rsid w:val="001C6215"/>
    <w:rsid w:val="001C62F9"/>
    <w:rsid w:val="001C6898"/>
    <w:rsid w:val="001C7384"/>
    <w:rsid w:val="001C7B38"/>
    <w:rsid w:val="001C7BD0"/>
    <w:rsid w:val="001D0667"/>
    <w:rsid w:val="001D0F75"/>
    <w:rsid w:val="001D122B"/>
    <w:rsid w:val="001D15AF"/>
    <w:rsid w:val="001D160A"/>
    <w:rsid w:val="001D1A50"/>
    <w:rsid w:val="001D20F9"/>
    <w:rsid w:val="001D2470"/>
    <w:rsid w:val="001D28B8"/>
    <w:rsid w:val="001D2C8D"/>
    <w:rsid w:val="001D32FF"/>
    <w:rsid w:val="001D34B8"/>
    <w:rsid w:val="001D380E"/>
    <w:rsid w:val="001D3A07"/>
    <w:rsid w:val="001D4151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E000A"/>
    <w:rsid w:val="001E028F"/>
    <w:rsid w:val="001E0C46"/>
    <w:rsid w:val="001E0FC4"/>
    <w:rsid w:val="001E13B6"/>
    <w:rsid w:val="001E198E"/>
    <w:rsid w:val="001E1ED5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57D0"/>
    <w:rsid w:val="001E6E43"/>
    <w:rsid w:val="001E7450"/>
    <w:rsid w:val="001E75C6"/>
    <w:rsid w:val="001E7E7C"/>
    <w:rsid w:val="001F01CA"/>
    <w:rsid w:val="001F0631"/>
    <w:rsid w:val="001F0969"/>
    <w:rsid w:val="001F0B66"/>
    <w:rsid w:val="001F1410"/>
    <w:rsid w:val="001F1606"/>
    <w:rsid w:val="001F1B68"/>
    <w:rsid w:val="001F226A"/>
    <w:rsid w:val="001F2412"/>
    <w:rsid w:val="001F2B8B"/>
    <w:rsid w:val="001F2D2C"/>
    <w:rsid w:val="001F308B"/>
    <w:rsid w:val="001F3163"/>
    <w:rsid w:val="001F3271"/>
    <w:rsid w:val="001F3357"/>
    <w:rsid w:val="001F346B"/>
    <w:rsid w:val="001F3D16"/>
    <w:rsid w:val="001F3F1E"/>
    <w:rsid w:val="001F47DC"/>
    <w:rsid w:val="001F4AE2"/>
    <w:rsid w:val="001F4E3A"/>
    <w:rsid w:val="001F4F45"/>
    <w:rsid w:val="001F5660"/>
    <w:rsid w:val="001F5DE4"/>
    <w:rsid w:val="001F5E89"/>
    <w:rsid w:val="001F6885"/>
    <w:rsid w:val="001F6B1C"/>
    <w:rsid w:val="001F6FEB"/>
    <w:rsid w:val="001F7194"/>
    <w:rsid w:val="001F74BA"/>
    <w:rsid w:val="001F7F31"/>
    <w:rsid w:val="00200446"/>
    <w:rsid w:val="0020090F"/>
    <w:rsid w:val="00200B85"/>
    <w:rsid w:val="002014B8"/>
    <w:rsid w:val="00201881"/>
    <w:rsid w:val="002020FC"/>
    <w:rsid w:val="00202382"/>
    <w:rsid w:val="00202728"/>
    <w:rsid w:val="00202DD2"/>
    <w:rsid w:val="00203974"/>
    <w:rsid w:val="002039A3"/>
    <w:rsid w:val="0020461C"/>
    <w:rsid w:val="002047EE"/>
    <w:rsid w:val="002053AE"/>
    <w:rsid w:val="00205575"/>
    <w:rsid w:val="00205DEB"/>
    <w:rsid w:val="0020657A"/>
    <w:rsid w:val="00206707"/>
    <w:rsid w:val="00206FB5"/>
    <w:rsid w:val="0020779F"/>
    <w:rsid w:val="00207808"/>
    <w:rsid w:val="00207D0C"/>
    <w:rsid w:val="002100AF"/>
    <w:rsid w:val="002102E9"/>
    <w:rsid w:val="0021071F"/>
    <w:rsid w:val="0021081A"/>
    <w:rsid w:val="00210FF5"/>
    <w:rsid w:val="00211F28"/>
    <w:rsid w:val="00212433"/>
    <w:rsid w:val="002124B2"/>
    <w:rsid w:val="00212846"/>
    <w:rsid w:val="00212D6C"/>
    <w:rsid w:val="00212D73"/>
    <w:rsid w:val="0021311B"/>
    <w:rsid w:val="00213174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10"/>
    <w:rsid w:val="00215F22"/>
    <w:rsid w:val="0021608B"/>
    <w:rsid w:val="002162CB"/>
    <w:rsid w:val="002162DC"/>
    <w:rsid w:val="00216582"/>
    <w:rsid w:val="00216908"/>
    <w:rsid w:val="00216AE6"/>
    <w:rsid w:val="00216C74"/>
    <w:rsid w:val="00217076"/>
    <w:rsid w:val="00217E33"/>
    <w:rsid w:val="002200D5"/>
    <w:rsid w:val="00220320"/>
    <w:rsid w:val="00220443"/>
    <w:rsid w:val="00220DB8"/>
    <w:rsid w:val="00220F44"/>
    <w:rsid w:val="0022131C"/>
    <w:rsid w:val="00221934"/>
    <w:rsid w:val="00221DC9"/>
    <w:rsid w:val="00221E3D"/>
    <w:rsid w:val="002220C7"/>
    <w:rsid w:val="0022264F"/>
    <w:rsid w:val="00222667"/>
    <w:rsid w:val="00222802"/>
    <w:rsid w:val="0022338D"/>
    <w:rsid w:val="002234D7"/>
    <w:rsid w:val="00223ADB"/>
    <w:rsid w:val="00223CA2"/>
    <w:rsid w:val="00223F2F"/>
    <w:rsid w:val="00224191"/>
    <w:rsid w:val="0022424A"/>
    <w:rsid w:val="002242A7"/>
    <w:rsid w:val="002244A6"/>
    <w:rsid w:val="00224C1D"/>
    <w:rsid w:val="00224C3F"/>
    <w:rsid w:val="0022563E"/>
    <w:rsid w:val="00225FD2"/>
    <w:rsid w:val="0022609C"/>
    <w:rsid w:val="002263D4"/>
    <w:rsid w:val="00227322"/>
    <w:rsid w:val="00227BB6"/>
    <w:rsid w:val="00230150"/>
    <w:rsid w:val="00230AD9"/>
    <w:rsid w:val="00230BC8"/>
    <w:rsid w:val="00230E17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DB0"/>
    <w:rsid w:val="0023348D"/>
    <w:rsid w:val="002334AD"/>
    <w:rsid w:val="00233600"/>
    <w:rsid w:val="002339B1"/>
    <w:rsid w:val="00233B5C"/>
    <w:rsid w:val="002340A4"/>
    <w:rsid w:val="002344FB"/>
    <w:rsid w:val="00234D6B"/>
    <w:rsid w:val="0023539C"/>
    <w:rsid w:val="002355AD"/>
    <w:rsid w:val="00235793"/>
    <w:rsid w:val="00235EB4"/>
    <w:rsid w:val="00235F34"/>
    <w:rsid w:val="00236749"/>
    <w:rsid w:val="0023748E"/>
    <w:rsid w:val="002374C3"/>
    <w:rsid w:val="00237A00"/>
    <w:rsid w:val="00240669"/>
    <w:rsid w:val="002406B3"/>
    <w:rsid w:val="00240955"/>
    <w:rsid w:val="00240E2F"/>
    <w:rsid w:val="00241260"/>
    <w:rsid w:val="00241368"/>
    <w:rsid w:val="002415F3"/>
    <w:rsid w:val="00242148"/>
    <w:rsid w:val="00242766"/>
    <w:rsid w:val="00242C7F"/>
    <w:rsid w:val="00242D34"/>
    <w:rsid w:val="00242FCD"/>
    <w:rsid w:val="00243C9D"/>
    <w:rsid w:val="00243F3F"/>
    <w:rsid w:val="002441C0"/>
    <w:rsid w:val="00244255"/>
    <w:rsid w:val="002442D7"/>
    <w:rsid w:val="00244FFC"/>
    <w:rsid w:val="0024517B"/>
    <w:rsid w:val="00245221"/>
    <w:rsid w:val="002452A8"/>
    <w:rsid w:val="00245BE4"/>
    <w:rsid w:val="002465A4"/>
    <w:rsid w:val="00246CD3"/>
    <w:rsid w:val="00246E6E"/>
    <w:rsid w:val="002500CB"/>
    <w:rsid w:val="00250AD4"/>
    <w:rsid w:val="00250B90"/>
    <w:rsid w:val="0025143D"/>
    <w:rsid w:val="00251557"/>
    <w:rsid w:val="00251D42"/>
    <w:rsid w:val="002522C4"/>
    <w:rsid w:val="00252646"/>
    <w:rsid w:val="00252A5D"/>
    <w:rsid w:val="00252A81"/>
    <w:rsid w:val="00252B6F"/>
    <w:rsid w:val="00252D21"/>
    <w:rsid w:val="00253023"/>
    <w:rsid w:val="0025314D"/>
    <w:rsid w:val="00254456"/>
    <w:rsid w:val="00254EED"/>
    <w:rsid w:val="00254F8A"/>
    <w:rsid w:val="00254FB3"/>
    <w:rsid w:val="002563E5"/>
    <w:rsid w:val="00256A7A"/>
    <w:rsid w:val="00256A95"/>
    <w:rsid w:val="00260050"/>
    <w:rsid w:val="002608C4"/>
    <w:rsid w:val="00260C9F"/>
    <w:rsid w:val="00261460"/>
    <w:rsid w:val="00261589"/>
    <w:rsid w:val="00261AA4"/>
    <w:rsid w:val="00262472"/>
    <w:rsid w:val="002626D0"/>
    <w:rsid w:val="00262762"/>
    <w:rsid w:val="002628C7"/>
    <w:rsid w:val="002632C6"/>
    <w:rsid w:val="0026554D"/>
    <w:rsid w:val="00265766"/>
    <w:rsid w:val="0026583C"/>
    <w:rsid w:val="00265AAA"/>
    <w:rsid w:val="002668FF"/>
    <w:rsid w:val="00266E2A"/>
    <w:rsid w:val="002673D5"/>
    <w:rsid w:val="002677DB"/>
    <w:rsid w:val="00267922"/>
    <w:rsid w:val="00267CD2"/>
    <w:rsid w:val="00270B26"/>
    <w:rsid w:val="00270F5F"/>
    <w:rsid w:val="00271978"/>
    <w:rsid w:val="00271B62"/>
    <w:rsid w:val="00271BC1"/>
    <w:rsid w:val="00271E72"/>
    <w:rsid w:val="002723FA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6443"/>
    <w:rsid w:val="00276991"/>
    <w:rsid w:val="002772C0"/>
    <w:rsid w:val="002802AD"/>
    <w:rsid w:val="00280CBF"/>
    <w:rsid w:val="00280E75"/>
    <w:rsid w:val="00280E9E"/>
    <w:rsid w:val="00280F51"/>
    <w:rsid w:val="002815B6"/>
    <w:rsid w:val="00281A92"/>
    <w:rsid w:val="00281C95"/>
    <w:rsid w:val="00282152"/>
    <w:rsid w:val="0028299B"/>
    <w:rsid w:val="00282FDB"/>
    <w:rsid w:val="00283647"/>
    <w:rsid w:val="002838D9"/>
    <w:rsid w:val="00284525"/>
    <w:rsid w:val="00284A43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578"/>
    <w:rsid w:val="002877DE"/>
    <w:rsid w:val="002902C6"/>
    <w:rsid w:val="00290AAA"/>
    <w:rsid w:val="00290FE7"/>
    <w:rsid w:val="00291702"/>
    <w:rsid w:val="0029179A"/>
    <w:rsid w:val="00292042"/>
    <w:rsid w:val="00292BB5"/>
    <w:rsid w:val="00292E67"/>
    <w:rsid w:val="00292EC3"/>
    <w:rsid w:val="00292FBC"/>
    <w:rsid w:val="002931B3"/>
    <w:rsid w:val="002934F0"/>
    <w:rsid w:val="00293C78"/>
    <w:rsid w:val="00293FDC"/>
    <w:rsid w:val="00294447"/>
    <w:rsid w:val="002944D4"/>
    <w:rsid w:val="002947BB"/>
    <w:rsid w:val="002948D7"/>
    <w:rsid w:val="00294BAA"/>
    <w:rsid w:val="00294D09"/>
    <w:rsid w:val="0029506A"/>
    <w:rsid w:val="002954AD"/>
    <w:rsid w:val="002956CE"/>
    <w:rsid w:val="00295E77"/>
    <w:rsid w:val="00296170"/>
    <w:rsid w:val="00296621"/>
    <w:rsid w:val="002968C6"/>
    <w:rsid w:val="00296F54"/>
    <w:rsid w:val="00297543"/>
    <w:rsid w:val="00297CC4"/>
    <w:rsid w:val="002A05BF"/>
    <w:rsid w:val="002A063D"/>
    <w:rsid w:val="002A074A"/>
    <w:rsid w:val="002A089F"/>
    <w:rsid w:val="002A0DDF"/>
    <w:rsid w:val="002A0FC7"/>
    <w:rsid w:val="002A173B"/>
    <w:rsid w:val="002A25B7"/>
    <w:rsid w:val="002A2813"/>
    <w:rsid w:val="002A2936"/>
    <w:rsid w:val="002A2D14"/>
    <w:rsid w:val="002A2F3E"/>
    <w:rsid w:val="002A31CE"/>
    <w:rsid w:val="002A331D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EAC"/>
    <w:rsid w:val="002A5FF1"/>
    <w:rsid w:val="002A644F"/>
    <w:rsid w:val="002A6505"/>
    <w:rsid w:val="002A65D0"/>
    <w:rsid w:val="002A67CA"/>
    <w:rsid w:val="002A6909"/>
    <w:rsid w:val="002A6C9C"/>
    <w:rsid w:val="002A6DE2"/>
    <w:rsid w:val="002A7B1A"/>
    <w:rsid w:val="002A7F29"/>
    <w:rsid w:val="002B03CC"/>
    <w:rsid w:val="002B0737"/>
    <w:rsid w:val="002B0920"/>
    <w:rsid w:val="002B0EFF"/>
    <w:rsid w:val="002B2215"/>
    <w:rsid w:val="002B2370"/>
    <w:rsid w:val="002B256B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7D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F8D"/>
    <w:rsid w:val="002C23A0"/>
    <w:rsid w:val="002C2542"/>
    <w:rsid w:val="002C272A"/>
    <w:rsid w:val="002C2855"/>
    <w:rsid w:val="002C2D9A"/>
    <w:rsid w:val="002C2DF4"/>
    <w:rsid w:val="002C2F29"/>
    <w:rsid w:val="002C32F3"/>
    <w:rsid w:val="002C3664"/>
    <w:rsid w:val="002C377B"/>
    <w:rsid w:val="002C4A9B"/>
    <w:rsid w:val="002C4D56"/>
    <w:rsid w:val="002C50E7"/>
    <w:rsid w:val="002C536F"/>
    <w:rsid w:val="002C5F52"/>
    <w:rsid w:val="002C5F73"/>
    <w:rsid w:val="002C6817"/>
    <w:rsid w:val="002C692F"/>
    <w:rsid w:val="002C6E5B"/>
    <w:rsid w:val="002C71B9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4F2"/>
    <w:rsid w:val="002D45B2"/>
    <w:rsid w:val="002D4685"/>
    <w:rsid w:val="002D4A05"/>
    <w:rsid w:val="002D51F6"/>
    <w:rsid w:val="002D53C7"/>
    <w:rsid w:val="002D550B"/>
    <w:rsid w:val="002D553B"/>
    <w:rsid w:val="002D7198"/>
    <w:rsid w:val="002D724C"/>
    <w:rsid w:val="002D7483"/>
    <w:rsid w:val="002D7773"/>
    <w:rsid w:val="002D7EB7"/>
    <w:rsid w:val="002E00D7"/>
    <w:rsid w:val="002E0DD6"/>
    <w:rsid w:val="002E127A"/>
    <w:rsid w:val="002E14DC"/>
    <w:rsid w:val="002E15D2"/>
    <w:rsid w:val="002E18EF"/>
    <w:rsid w:val="002E263D"/>
    <w:rsid w:val="002E2783"/>
    <w:rsid w:val="002E28AE"/>
    <w:rsid w:val="002E2FD7"/>
    <w:rsid w:val="002E3E1D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E0A"/>
    <w:rsid w:val="002E6113"/>
    <w:rsid w:val="002E6141"/>
    <w:rsid w:val="002E680A"/>
    <w:rsid w:val="002E6910"/>
    <w:rsid w:val="002E7001"/>
    <w:rsid w:val="002E701E"/>
    <w:rsid w:val="002F0672"/>
    <w:rsid w:val="002F09E6"/>
    <w:rsid w:val="002F0FB9"/>
    <w:rsid w:val="002F1182"/>
    <w:rsid w:val="002F13DC"/>
    <w:rsid w:val="002F1879"/>
    <w:rsid w:val="002F1985"/>
    <w:rsid w:val="002F19C4"/>
    <w:rsid w:val="002F2969"/>
    <w:rsid w:val="002F2B1F"/>
    <w:rsid w:val="002F3076"/>
    <w:rsid w:val="002F3224"/>
    <w:rsid w:val="002F3E8F"/>
    <w:rsid w:val="002F496B"/>
    <w:rsid w:val="002F5503"/>
    <w:rsid w:val="002F583B"/>
    <w:rsid w:val="002F5A50"/>
    <w:rsid w:val="002F60A8"/>
    <w:rsid w:val="002F664D"/>
    <w:rsid w:val="002F6881"/>
    <w:rsid w:val="002F72DC"/>
    <w:rsid w:val="002F73C7"/>
    <w:rsid w:val="002F747D"/>
    <w:rsid w:val="002F759D"/>
    <w:rsid w:val="002F78E8"/>
    <w:rsid w:val="003000DE"/>
    <w:rsid w:val="00301807"/>
    <w:rsid w:val="003018C7"/>
    <w:rsid w:val="00301AB7"/>
    <w:rsid w:val="00301CD4"/>
    <w:rsid w:val="00301F1B"/>
    <w:rsid w:val="00302984"/>
    <w:rsid w:val="00302E7D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76"/>
    <w:rsid w:val="003134A4"/>
    <w:rsid w:val="0031388A"/>
    <w:rsid w:val="00313A54"/>
    <w:rsid w:val="003141EB"/>
    <w:rsid w:val="0031439A"/>
    <w:rsid w:val="0031456A"/>
    <w:rsid w:val="00314673"/>
    <w:rsid w:val="00315231"/>
    <w:rsid w:val="003161EE"/>
    <w:rsid w:val="00316862"/>
    <w:rsid w:val="00316A18"/>
    <w:rsid w:val="00316E16"/>
    <w:rsid w:val="00316E76"/>
    <w:rsid w:val="00316E82"/>
    <w:rsid w:val="00316E9F"/>
    <w:rsid w:val="0031732A"/>
    <w:rsid w:val="00317667"/>
    <w:rsid w:val="00317D17"/>
    <w:rsid w:val="00317D43"/>
    <w:rsid w:val="003201CE"/>
    <w:rsid w:val="00320406"/>
    <w:rsid w:val="00320B0C"/>
    <w:rsid w:val="00321D65"/>
    <w:rsid w:val="00321D7C"/>
    <w:rsid w:val="00321F2F"/>
    <w:rsid w:val="00321F72"/>
    <w:rsid w:val="00321FB1"/>
    <w:rsid w:val="00322BBD"/>
    <w:rsid w:val="00322D92"/>
    <w:rsid w:val="0032434D"/>
    <w:rsid w:val="00324611"/>
    <w:rsid w:val="003249EF"/>
    <w:rsid w:val="00324F84"/>
    <w:rsid w:val="003254AA"/>
    <w:rsid w:val="00325641"/>
    <w:rsid w:val="00325BA2"/>
    <w:rsid w:val="003267B2"/>
    <w:rsid w:val="003269C5"/>
    <w:rsid w:val="00327C17"/>
    <w:rsid w:val="00327DEA"/>
    <w:rsid w:val="00327E1B"/>
    <w:rsid w:val="00327EE4"/>
    <w:rsid w:val="0033002F"/>
    <w:rsid w:val="00330084"/>
    <w:rsid w:val="00330181"/>
    <w:rsid w:val="00330DB1"/>
    <w:rsid w:val="00330F8D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F4"/>
    <w:rsid w:val="0033441C"/>
    <w:rsid w:val="0033455E"/>
    <w:rsid w:val="00334580"/>
    <w:rsid w:val="00334884"/>
    <w:rsid w:val="00334BBF"/>
    <w:rsid w:val="00334CDC"/>
    <w:rsid w:val="0033540D"/>
    <w:rsid w:val="00335A9E"/>
    <w:rsid w:val="00335DD7"/>
    <w:rsid w:val="00336721"/>
    <w:rsid w:val="0033723F"/>
    <w:rsid w:val="0033731A"/>
    <w:rsid w:val="00337732"/>
    <w:rsid w:val="003378AB"/>
    <w:rsid w:val="00337BBF"/>
    <w:rsid w:val="00337C91"/>
    <w:rsid w:val="00340355"/>
    <w:rsid w:val="00340365"/>
    <w:rsid w:val="003409C9"/>
    <w:rsid w:val="00340C65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866"/>
    <w:rsid w:val="003448C2"/>
    <w:rsid w:val="00344A27"/>
    <w:rsid w:val="00344E67"/>
    <w:rsid w:val="003450E5"/>
    <w:rsid w:val="003465A7"/>
    <w:rsid w:val="00346C98"/>
    <w:rsid w:val="003471C6"/>
    <w:rsid w:val="00347482"/>
    <w:rsid w:val="003479F2"/>
    <w:rsid w:val="0035014B"/>
    <w:rsid w:val="003502F3"/>
    <w:rsid w:val="00350EFE"/>
    <w:rsid w:val="0035109F"/>
    <w:rsid w:val="00351698"/>
    <w:rsid w:val="00351A3D"/>
    <w:rsid w:val="00351EF0"/>
    <w:rsid w:val="0035234F"/>
    <w:rsid w:val="00352CB5"/>
    <w:rsid w:val="00353A01"/>
    <w:rsid w:val="00354383"/>
    <w:rsid w:val="00354B24"/>
    <w:rsid w:val="00354DF3"/>
    <w:rsid w:val="0035548D"/>
    <w:rsid w:val="00355EE5"/>
    <w:rsid w:val="00356081"/>
    <w:rsid w:val="0035628B"/>
    <w:rsid w:val="0035635B"/>
    <w:rsid w:val="00356746"/>
    <w:rsid w:val="00356C4B"/>
    <w:rsid w:val="0035736D"/>
    <w:rsid w:val="003575FA"/>
    <w:rsid w:val="0036019B"/>
    <w:rsid w:val="00360233"/>
    <w:rsid w:val="0036027F"/>
    <w:rsid w:val="00360BB0"/>
    <w:rsid w:val="00360E49"/>
    <w:rsid w:val="00361237"/>
    <w:rsid w:val="00361C40"/>
    <w:rsid w:val="00361FFD"/>
    <w:rsid w:val="003620E9"/>
    <w:rsid w:val="0036224C"/>
    <w:rsid w:val="003628C3"/>
    <w:rsid w:val="00362916"/>
    <w:rsid w:val="003630BF"/>
    <w:rsid w:val="0036352B"/>
    <w:rsid w:val="00363FE9"/>
    <w:rsid w:val="003643DA"/>
    <w:rsid w:val="00364894"/>
    <w:rsid w:val="00364B1A"/>
    <w:rsid w:val="00364DE4"/>
    <w:rsid w:val="0036511D"/>
    <w:rsid w:val="0036554B"/>
    <w:rsid w:val="00365936"/>
    <w:rsid w:val="00365AEE"/>
    <w:rsid w:val="00365B4F"/>
    <w:rsid w:val="00365B83"/>
    <w:rsid w:val="00365D90"/>
    <w:rsid w:val="00365EC3"/>
    <w:rsid w:val="00366140"/>
    <w:rsid w:val="003663D8"/>
    <w:rsid w:val="00367004"/>
    <w:rsid w:val="00367348"/>
    <w:rsid w:val="0036738E"/>
    <w:rsid w:val="0036784B"/>
    <w:rsid w:val="00367E9B"/>
    <w:rsid w:val="00367F4F"/>
    <w:rsid w:val="00370E77"/>
    <w:rsid w:val="003717C7"/>
    <w:rsid w:val="00371807"/>
    <w:rsid w:val="0037195C"/>
    <w:rsid w:val="00371B77"/>
    <w:rsid w:val="00371B9E"/>
    <w:rsid w:val="00371CA3"/>
    <w:rsid w:val="00372632"/>
    <w:rsid w:val="003727EF"/>
    <w:rsid w:val="00372BA7"/>
    <w:rsid w:val="00372D48"/>
    <w:rsid w:val="00372EC0"/>
    <w:rsid w:val="003732FE"/>
    <w:rsid w:val="00373C2A"/>
    <w:rsid w:val="00373F18"/>
    <w:rsid w:val="003740E6"/>
    <w:rsid w:val="00374344"/>
    <w:rsid w:val="00374467"/>
    <w:rsid w:val="00374681"/>
    <w:rsid w:val="003746C8"/>
    <w:rsid w:val="0037486C"/>
    <w:rsid w:val="00374A07"/>
    <w:rsid w:val="00374BC1"/>
    <w:rsid w:val="00375EDB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1B5D"/>
    <w:rsid w:val="00381B70"/>
    <w:rsid w:val="00381E73"/>
    <w:rsid w:val="00381FF2"/>
    <w:rsid w:val="0038201F"/>
    <w:rsid w:val="00382BD6"/>
    <w:rsid w:val="00382DE3"/>
    <w:rsid w:val="00382EC3"/>
    <w:rsid w:val="00382F08"/>
    <w:rsid w:val="00383248"/>
    <w:rsid w:val="00383D61"/>
    <w:rsid w:val="00385505"/>
    <w:rsid w:val="00385574"/>
    <w:rsid w:val="00385A50"/>
    <w:rsid w:val="00386016"/>
    <w:rsid w:val="0038601A"/>
    <w:rsid w:val="00386A4D"/>
    <w:rsid w:val="00386AF0"/>
    <w:rsid w:val="00386EAA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13A2"/>
    <w:rsid w:val="0039161F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5BFF"/>
    <w:rsid w:val="00395ED5"/>
    <w:rsid w:val="00395F86"/>
    <w:rsid w:val="00396136"/>
    <w:rsid w:val="0039670C"/>
    <w:rsid w:val="0039693C"/>
    <w:rsid w:val="00396940"/>
    <w:rsid w:val="00396CB8"/>
    <w:rsid w:val="00396E84"/>
    <w:rsid w:val="00397148"/>
    <w:rsid w:val="003971F9"/>
    <w:rsid w:val="00397398"/>
    <w:rsid w:val="00397F23"/>
    <w:rsid w:val="003A08BE"/>
    <w:rsid w:val="003A14A6"/>
    <w:rsid w:val="003A153A"/>
    <w:rsid w:val="003A17A0"/>
    <w:rsid w:val="003A287A"/>
    <w:rsid w:val="003A2A06"/>
    <w:rsid w:val="003A2A12"/>
    <w:rsid w:val="003A2DC3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6BAB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347"/>
    <w:rsid w:val="003B18ED"/>
    <w:rsid w:val="003B2926"/>
    <w:rsid w:val="003B2ABA"/>
    <w:rsid w:val="003B2C45"/>
    <w:rsid w:val="003B2E57"/>
    <w:rsid w:val="003B3394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1D58"/>
    <w:rsid w:val="003C261F"/>
    <w:rsid w:val="003C271F"/>
    <w:rsid w:val="003C29CD"/>
    <w:rsid w:val="003C2AB7"/>
    <w:rsid w:val="003C3235"/>
    <w:rsid w:val="003C3524"/>
    <w:rsid w:val="003C41A7"/>
    <w:rsid w:val="003C42A3"/>
    <w:rsid w:val="003C446E"/>
    <w:rsid w:val="003C4CF6"/>
    <w:rsid w:val="003C56A8"/>
    <w:rsid w:val="003C5F55"/>
    <w:rsid w:val="003C605B"/>
    <w:rsid w:val="003C618B"/>
    <w:rsid w:val="003C69EC"/>
    <w:rsid w:val="003C6B93"/>
    <w:rsid w:val="003C6ED2"/>
    <w:rsid w:val="003C711B"/>
    <w:rsid w:val="003C7325"/>
    <w:rsid w:val="003C7CD1"/>
    <w:rsid w:val="003D06D9"/>
    <w:rsid w:val="003D0838"/>
    <w:rsid w:val="003D0864"/>
    <w:rsid w:val="003D0D8F"/>
    <w:rsid w:val="003D194C"/>
    <w:rsid w:val="003D1A55"/>
    <w:rsid w:val="003D1C66"/>
    <w:rsid w:val="003D1D0F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22A"/>
    <w:rsid w:val="003D5A54"/>
    <w:rsid w:val="003D5FEB"/>
    <w:rsid w:val="003D68A8"/>
    <w:rsid w:val="003D6912"/>
    <w:rsid w:val="003D6DCB"/>
    <w:rsid w:val="003D7255"/>
    <w:rsid w:val="003D7C44"/>
    <w:rsid w:val="003D7C7A"/>
    <w:rsid w:val="003E0028"/>
    <w:rsid w:val="003E055B"/>
    <w:rsid w:val="003E11F4"/>
    <w:rsid w:val="003E126A"/>
    <w:rsid w:val="003E144F"/>
    <w:rsid w:val="003E1618"/>
    <w:rsid w:val="003E1778"/>
    <w:rsid w:val="003E1984"/>
    <w:rsid w:val="003E1ABC"/>
    <w:rsid w:val="003E1CFC"/>
    <w:rsid w:val="003E1D15"/>
    <w:rsid w:val="003E1D3E"/>
    <w:rsid w:val="003E1EF7"/>
    <w:rsid w:val="003E220F"/>
    <w:rsid w:val="003E26D1"/>
    <w:rsid w:val="003E2B73"/>
    <w:rsid w:val="003E2BE5"/>
    <w:rsid w:val="003E2C17"/>
    <w:rsid w:val="003E316E"/>
    <w:rsid w:val="003E329A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FB0"/>
    <w:rsid w:val="003E6274"/>
    <w:rsid w:val="003E63CD"/>
    <w:rsid w:val="003E6655"/>
    <w:rsid w:val="003E690E"/>
    <w:rsid w:val="003E6B6A"/>
    <w:rsid w:val="003E6E49"/>
    <w:rsid w:val="003E705B"/>
    <w:rsid w:val="003E7DEB"/>
    <w:rsid w:val="003E7E04"/>
    <w:rsid w:val="003E7E24"/>
    <w:rsid w:val="003F0147"/>
    <w:rsid w:val="003F02B4"/>
    <w:rsid w:val="003F035E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41DB"/>
    <w:rsid w:val="003F4677"/>
    <w:rsid w:val="003F59C3"/>
    <w:rsid w:val="003F656B"/>
    <w:rsid w:val="003F6A95"/>
    <w:rsid w:val="003F6DB5"/>
    <w:rsid w:val="003F75FB"/>
    <w:rsid w:val="003F79C8"/>
    <w:rsid w:val="00400060"/>
    <w:rsid w:val="0040063D"/>
    <w:rsid w:val="00400A0C"/>
    <w:rsid w:val="00401138"/>
    <w:rsid w:val="0040151F"/>
    <w:rsid w:val="0040160D"/>
    <w:rsid w:val="004017E2"/>
    <w:rsid w:val="00401D2B"/>
    <w:rsid w:val="0040281B"/>
    <w:rsid w:val="00402A7C"/>
    <w:rsid w:val="00402DF4"/>
    <w:rsid w:val="00403579"/>
    <w:rsid w:val="004035BF"/>
    <w:rsid w:val="00403F61"/>
    <w:rsid w:val="0040444C"/>
    <w:rsid w:val="004046A3"/>
    <w:rsid w:val="00404EC5"/>
    <w:rsid w:val="00405790"/>
    <w:rsid w:val="00406016"/>
    <w:rsid w:val="00406354"/>
    <w:rsid w:val="004066A6"/>
    <w:rsid w:val="00406A63"/>
    <w:rsid w:val="00406C91"/>
    <w:rsid w:val="00406CA5"/>
    <w:rsid w:val="00406EE2"/>
    <w:rsid w:val="00407007"/>
    <w:rsid w:val="00407293"/>
    <w:rsid w:val="00407BD6"/>
    <w:rsid w:val="00407EA9"/>
    <w:rsid w:val="004100DA"/>
    <w:rsid w:val="0041018F"/>
    <w:rsid w:val="004106F5"/>
    <w:rsid w:val="0041072C"/>
    <w:rsid w:val="00410770"/>
    <w:rsid w:val="00410FA2"/>
    <w:rsid w:val="00411054"/>
    <w:rsid w:val="00411461"/>
    <w:rsid w:val="00411EC0"/>
    <w:rsid w:val="004137F4"/>
    <w:rsid w:val="00413A7B"/>
    <w:rsid w:val="00413B16"/>
    <w:rsid w:val="00413D6C"/>
    <w:rsid w:val="00414E93"/>
    <w:rsid w:val="004152EB"/>
    <w:rsid w:val="00415423"/>
    <w:rsid w:val="00415670"/>
    <w:rsid w:val="004157E2"/>
    <w:rsid w:val="00415BD5"/>
    <w:rsid w:val="00416258"/>
    <w:rsid w:val="00416BBB"/>
    <w:rsid w:val="00416E99"/>
    <w:rsid w:val="00417A00"/>
    <w:rsid w:val="00417A96"/>
    <w:rsid w:val="00417AD1"/>
    <w:rsid w:val="0042017A"/>
    <w:rsid w:val="00420304"/>
    <w:rsid w:val="00420425"/>
    <w:rsid w:val="004204B8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316"/>
    <w:rsid w:val="0042346A"/>
    <w:rsid w:val="004236DA"/>
    <w:rsid w:val="00423F42"/>
    <w:rsid w:val="004249C8"/>
    <w:rsid w:val="00424BF0"/>
    <w:rsid w:val="00424C63"/>
    <w:rsid w:val="0042501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7DA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41E5"/>
    <w:rsid w:val="004342EC"/>
    <w:rsid w:val="004346CB"/>
    <w:rsid w:val="0043494C"/>
    <w:rsid w:val="00435378"/>
    <w:rsid w:val="00436AC9"/>
    <w:rsid w:val="00436F9F"/>
    <w:rsid w:val="00436FC9"/>
    <w:rsid w:val="00437731"/>
    <w:rsid w:val="0043791A"/>
    <w:rsid w:val="00437AA9"/>
    <w:rsid w:val="00437B4D"/>
    <w:rsid w:val="00437BDA"/>
    <w:rsid w:val="00437D77"/>
    <w:rsid w:val="00437EE3"/>
    <w:rsid w:val="004403FF"/>
    <w:rsid w:val="004410F1"/>
    <w:rsid w:val="0044143A"/>
    <w:rsid w:val="004415FF"/>
    <w:rsid w:val="00441D91"/>
    <w:rsid w:val="00442ECD"/>
    <w:rsid w:val="00442F37"/>
    <w:rsid w:val="00443386"/>
    <w:rsid w:val="004433AD"/>
    <w:rsid w:val="00443B37"/>
    <w:rsid w:val="004440D7"/>
    <w:rsid w:val="00444168"/>
    <w:rsid w:val="0044445D"/>
    <w:rsid w:val="00444B83"/>
    <w:rsid w:val="004451D8"/>
    <w:rsid w:val="00445608"/>
    <w:rsid w:val="00445CB5"/>
    <w:rsid w:val="0044605E"/>
    <w:rsid w:val="004461E5"/>
    <w:rsid w:val="0044629E"/>
    <w:rsid w:val="00447A20"/>
    <w:rsid w:val="00447DCA"/>
    <w:rsid w:val="00447DD9"/>
    <w:rsid w:val="00450043"/>
    <w:rsid w:val="00450778"/>
    <w:rsid w:val="00450A05"/>
    <w:rsid w:val="00450EF2"/>
    <w:rsid w:val="0045149F"/>
    <w:rsid w:val="00452340"/>
    <w:rsid w:val="0045265B"/>
    <w:rsid w:val="004527B6"/>
    <w:rsid w:val="0045299A"/>
    <w:rsid w:val="00452B5E"/>
    <w:rsid w:val="00452CEA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45F"/>
    <w:rsid w:val="0045771A"/>
    <w:rsid w:val="00457B63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76B"/>
    <w:rsid w:val="00462E26"/>
    <w:rsid w:val="00462F11"/>
    <w:rsid w:val="00462F9F"/>
    <w:rsid w:val="0046320C"/>
    <w:rsid w:val="00463371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CE9"/>
    <w:rsid w:val="00472247"/>
    <w:rsid w:val="004726E8"/>
    <w:rsid w:val="00472D9B"/>
    <w:rsid w:val="00472FB3"/>
    <w:rsid w:val="00473707"/>
    <w:rsid w:val="004737B6"/>
    <w:rsid w:val="00473AF1"/>
    <w:rsid w:val="00473E4D"/>
    <w:rsid w:val="00473FAF"/>
    <w:rsid w:val="00474252"/>
    <w:rsid w:val="004748E2"/>
    <w:rsid w:val="0047515A"/>
    <w:rsid w:val="00475661"/>
    <w:rsid w:val="00475A29"/>
    <w:rsid w:val="00475A73"/>
    <w:rsid w:val="00475B1C"/>
    <w:rsid w:val="00475C48"/>
    <w:rsid w:val="00475F93"/>
    <w:rsid w:val="004764BC"/>
    <w:rsid w:val="0047654C"/>
    <w:rsid w:val="00476C5F"/>
    <w:rsid w:val="004771F4"/>
    <w:rsid w:val="00477387"/>
    <w:rsid w:val="00477CDE"/>
    <w:rsid w:val="0048013A"/>
    <w:rsid w:val="0048090C"/>
    <w:rsid w:val="004809ED"/>
    <w:rsid w:val="00480B04"/>
    <w:rsid w:val="00481492"/>
    <w:rsid w:val="00481D5C"/>
    <w:rsid w:val="00482AAA"/>
    <w:rsid w:val="00482ACF"/>
    <w:rsid w:val="00482C01"/>
    <w:rsid w:val="00482CBF"/>
    <w:rsid w:val="00483340"/>
    <w:rsid w:val="00483B23"/>
    <w:rsid w:val="00483E91"/>
    <w:rsid w:val="00483F13"/>
    <w:rsid w:val="00484035"/>
    <w:rsid w:val="00484378"/>
    <w:rsid w:val="004847FD"/>
    <w:rsid w:val="0048494F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F31"/>
    <w:rsid w:val="00491A6F"/>
    <w:rsid w:val="00491AAF"/>
    <w:rsid w:val="004921E9"/>
    <w:rsid w:val="004930B1"/>
    <w:rsid w:val="004938BC"/>
    <w:rsid w:val="00494BB4"/>
    <w:rsid w:val="00494C64"/>
    <w:rsid w:val="00494D39"/>
    <w:rsid w:val="004958EF"/>
    <w:rsid w:val="00496418"/>
    <w:rsid w:val="004967C8"/>
    <w:rsid w:val="00496CF7"/>
    <w:rsid w:val="0049733D"/>
    <w:rsid w:val="00497D5A"/>
    <w:rsid w:val="00497F62"/>
    <w:rsid w:val="004A0C48"/>
    <w:rsid w:val="004A121A"/>
    <w:rsid w:val="004A187A"/>
    <w:rsid w:val="004A18B9"/>
    <w:rsid w:val="004A1FBD"/>
    <w:rsid w:val="004A253C"/>
    <w:rsid w:val="004A2808"/>
    <w:rsid w:val="004A2BA6"/>
    <w:rsid w:val="004A3580"/>
    <w:rsid w:val="004A4D48"/>
    <w:rsid w:val="004A52ED"/>
    <w:rsid w:val="004A5CB9"/>
    <w:rsid w:val="004A60B5"/>
    <w:rsid w:val="004A63B4"/>
    <w:rsid w:val="004A6543"/>
    <w:rsid w:val="004A66EB"/>
    <w:rsid w:val="004A6925"/>
    <w:rsid w:val="004A6C91"/>
    <w:rsid w:val="004A6E2D"/>
    <w:rsid w:val="004A6FCF"/>
    <w:rsid w:val="004A7199"/>
    <w:rsid w:val="004A7585"/>
    <w:rsid w:val="004A7612"/>
    <w:rsid w:val="004A784F"/>
    <w:rsid w:val="004A7A0E"/>
    <w:rsid w:val="004B079D"/>
    <w:rsid w:val="004B0899"/>
    <w:rsid w:val="004B0A13"/>
    <w:rsid w:val="004B0DA7"/>
    <w:rsid w:val="004B1D20"/>
    <w:rsid w:val="004B1E95"/>
    <w:rsid w:val="004B20FF"/>
    <w:rsid w:val="004B2183"/>
    <w:rsid w:val="004B31C2"/>
    <w:rsid w:val="004B3393"/>
    <w:rsid w:val="004B3AC3"/>
    <w:rsid w:val="004B3C2D"/>
    <w:rsid w:val="004B3C3C"/>
    <w:rsid w:val="004B3DFF"/>
    <w:rsid w:val="004B4013"/>
    <w:rsid w:val="004B443F"/>
    <w:rsid w:val="004B471A"/>
    <w:rsid w:val="004B4784"/>
    <w:rsid w:val="004B47F6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B55"/>
    <w:rsid w:val="004C0FC8"/>
    <w:rsid w:val="004C16C4"/>
    <w:rsid w:val="004C19F8"/>
    <w:rsid w:val="004C1BD7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BF6"/>
    <w:rsid w:val="004C5C3B"/>
    <w:rsid w:val="004C625F"/>
    <w:rsid w:val="004C7334"/>
    <w:rsid w:val="004C7450"/>
    <w:rsid w:val="004C75FE"/>
    <w:rsid w:val="004C76AF"/>
    <w:rsid w:val="004C7B5A"/>
    <w:rsid w:val="004C7BBC"/>
    <w:rsid w:val="004C7C01"/>
    <w:rsid w:val="004C7E2C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9F6"/>
    <w:rsid w:val="004D2A32"/>
    <w:rsid w:val="004D2FA2"/>
    <w:rsid w:val="004D34E0"/>
    <w:rsid w:val="004D37D7"/>
    <w:rsid w:val="004D38D8"/>
    <w:rsid w:val="004D4A70"/>
    <w:rsid w:val="004D4B11"/>
    <w:rsid w:val="004D4BEA"/>
    <w:rsid w:val="004D5332"/>
    <w:rsid w:val="004D59D8"/>
    <w:rsid w:val="004D5E3F"/>
    <w:rsid w:val="004D5F9B"/>
    <w:rsid w:val="004D660C"/>
    <w:rsid w:val="004D668A"/>
    <w:rsid w:val="004D6820"/>
    <w:rsid w:val="004D6E20"/>
    <w:rsid w:val="004D6E45"/>
    <w:rsid w:val="004D725F"/>
    <w:rsid w:val="004D77B9"/>
    <w:rsid w:val="004D7926"/>
    <w:rsid w:val="004D7CBE"/>
    <w:rsid w:val="004E129C"/>
    <w:rsid w:val="004E15AD"/>
    <w:rsid w:val="004E1C01"/>
    <w:rsid w:val="004E1C89"/>
    <w:rsid w:val="004E2028"/>
    <w:rsid w:val="004E2777"/>
    <w:rsid w:val="004E284F"/>
    <w:rsid w:val="004E296B"/>
    <w:rsid w:val="004E35EE"/>
    <w:rsid w:val="004E3787"/>
    <w:rsid w:val="004E439C"/>
    <w:rsid w:val="004E4AD9"/>
    <w:rsid w:val="004E4D9C"/>
    <w:rsid w:val="004E4E67"/>
    <w:rsid w:val="004E5018"/>
    <w:rsid w:val="004E579D"/>
    <w:rsid w:val="004E5E4B"/>
    <w:rsid w:val="004E5F37"/>
    <w:rsid w:val="004E629A"/>
    <w:rsid w:val="004E6375"/>
    <w:rsid w:val="004E63A6"/>
    <w:rsid w:val="004E64B8"/>
    <w:rsid w:val="004E66BA"/>
    <w:rsid w:val="004E6BDE"/>
    <w:rsid w:val="004E7281"/>
    <w:rsid w:val="004E797C"/>
    <w:rsid w:val="004F0108"/>
    <w:rsid w:val="004F02D3"/>
    <w:rsid w:val="004F0778"/>
    <w:rsid w:val="004F0AF4"/>
    <w:rsid w:val="004F0B21"/>
    <w:rsid w:val="004F0D62"/>
    <w:rsid w:val="004F2118"/>
    <w:rsid w:val="004F2493"/>
    <w:rsid w:val="004F2FDD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D31"/>
    <w:rsid w:val="00500857"/>
    <w:rsid w:val="00501079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42A3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C62"/>
    <w:rsid w:val="00514CA1"/>
    <w:rsid w:val="005151AA"/>
    <w:rsid w:val="005151AD"/>
    <w:rsid w:val="00515230"/>
    <w:rsid w:val="00515285"/>
    <w:rsid w:val="00515CF5"/>
    <w:rsid w:val="00516747"/>
    <w:rsid w:val="00516860"/>
    <w:rsid w:val="00516BFC"/>
    <w:rsid w:val="00516D93"/>
    <w:rsid w:val="00516DDA"/>
    <w:rsid w:val="00517145"/>
    <w:rsid w:val="00517BF9"/>
    <w:rsid w:val="00520129"/>
    <w:rsid w:val="005206D9"/>
    <w:rsid w:val="00521568"/>
    <w:rsid w:val="00521733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707"/>
    <w:rsid w:val="005238D0"/>
    <w:rsid w:val="00523E30"/>
    <w:rsid w:val="00524107"/>
    <w:rsid w:val="005243D8"/>
    <w:rsid w:val="005244AB"/>
    <w:rsid w:val="00524621"/>
    <w:rsid w:val="005249E6"/>
    <w:rsid w:val="005249EE"/>
    <w:rsid w:val="00525942"/>
    <w:rsid w:val="005259CB"/>
    <w:rsid w:val="005265D4"/>
    <w:rsid w:val="005265DA"/>
    <w:rsid w:val="005269E1"/>
    <w:rsid w:val="00526A47"/>
    <w:rsid w:val="00526D1B"/>
    <w:rsid w:val="00527272"/>
    <w:rsid w:val="0052754D"/>
    <w:rsid w:val="00527A9B"/>
    <w:rsid w:val="00530048"/>
    <w:rsid w:val="005306B0"/>
    <w:rsid w:val="00530E2C"/>
    <w:rsid w:val="00531002"/>
    <w:rsid w:val="0053184F"/>
    <w:rsid w:val="00531CBD"/>
    <w:rsid w:val="0053228F"/>
    <w:rsid w:val="005323C4"/>
    <w:rsid w:val="0053240B"/>
    <w:rsid w:val="005329EB"/>
    <w:rsid w:val="00532BC6"/>
    <w:rsid w:val="00533232"/>
    <w:rsid w:val="0053372F"/>
    <w:rsid w:val="00533EE3"/>
    <w:rsid w:val="0053455B"/>
    <w:rsid w:val="00534D49"/>
    <w:rsid w:val="00535375"/>
    <w:rsid w:val="005354A7"/>
    <w:rsid w:val="005356B0"/>
    <w:rsid w:val="005359F4"/>
    <w:rsid w:val="00535A32"/>
    <w:rsid w:val="00535C97"/>
    <w:rsid w:val="0053655A"/>
    <w:rsid w:val="00540CDC"/>
    <w:rsid w:val="00540F56"/>
    <w:rsid w:val="00541613"/>
    <w:rsid w:val="0054166D"/>
    <w:rsid w:val="00541780"/>
    <w:rsid w:val="0054183E"/>
    <w:rsid w:val="005420EA"/>
    <w:rsid w:val="00542150"/>
    <w:rsid w:val="00542609"/>
    <w:rsid w:val="0054288F"/>
    <w:rsid w:val="00543E2D"/>
    <w:rsid w:val="005440C7"/>
    <w:rsid w:val="0054422B"/>
    <w:rsid w:val="00544448"/>
    <w:rsid w:val="00544795"/>
    <w:rsid w:val="0054482E"/>
    <w:rsid w:val="00544E5A"/>
    <w:rsid w:val="00545144"/>
    <w:rsid w:val="00546C1A"/>
    <w:rsid w:val="005476B8"/>
    <w:rsid w:val="005478C2"/>
    <w:rsid w:val="00547C6A"/>
    <w:rsid w:val="00550689"/>
    <w:rsid w:val="00550A4D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4DE1"/>
    <w:rsid w:val="00555764"/>
    <w:rsid w:val="00555907"/>
    <w:rsid w:val="00555EBF"/>
    <w:rsid w:val="005564A6"/>
    <w:rsid w:val="00557075"/>
    <w:rsid w:val="00557CBB"/>
    <w:rsid w:val="00560694"/>
    <w:rsid w:val="0056075E"/>
    <w:rsid w:val="005615C8"/>
    <w:rsid w:val="0056171D"/>
    <w:rsid w:val="00562523"/>
    <w:rsid w:val="00562580"/>
    <w:rsid w:val="005626AA"/>
    <w:rsid w:val="00563481"/>
    <w:rsid w:val="00563694"/>
    <w:rsid w:val="00563A3B"/>
    <w:rsid w:val="00563ABE"/>
    <w:rsid w:val="00564413"/>
    <w:rsid w:val="00565186"/>
    <w:rsid w:val="00565743"/>
    <w:rsid w:val="0056581B"/>
    <w:rsid w:val="00565972"/>
    <w:rsid w:val="0056649C"/>
    <w:rsid w:val="00566872"/>
    <w:rsid w:val="005668F8"/>
    <w:rsid w:val="00566C67"/>
    <w:rsid w:val="00566E20"/>
    <w:rsid w:val="00566FD4"/>
    <w:rsid w:val="0056708A"/>
    <w:rsid w:val="00567D95"/>
    <w:rsid w:val="00567EEE"/>
    <w:rsid w:val="00567F64"/>
    <w:rsid w:val="00570BE4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C2F"/>
    <w:rsid w:val="00574C79"/>
    <w:rsid w:val="00575152"/>
    <w:rsid w:val="0057544C"/>
    <w:rsid w:val="0057637D"/>
    <w:rsid w:val="00576791"/>
    <w:rsid w:val="00576A90"/>
    <w:rsid w:val="00576B42"/>
    <w:rsid w:val="00576C1C"/>
    <w:rsid w:val="00576EC6"/>
    <w:rsid w:val="00576F91"/>
    <w:rsid w:val="005774B6"/>
    <w:rsid w:val="0057774C"/>
    <w:rsid w:val="005777F5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9E1"/>
    <w:rsid w:val="00582E01"/>
    <w:rsid w:val="0058353F"/>
    <w:rsid w:val="00583935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414"/>
    <w:rsid w:val="00586756"/>
    <w:rsid w:val="0058681F"/>
    <w:rsid w:val="00586971"/>
    <w:rsid w:val="00586AD4"/>
    <w:rsid w:val="0058718E"/>
    <w:rsid w:val="00587673"/>
    <w:rsid w:val="00587AC8"/>
    <w:rsid w:val="0059001E"/>
    <w:rsid w:val="005901EC"/>
    <w:rsid w:val="00590922"/>
    <w:rsid w:val="00590999"/>
    <w:rsid w:val="00591305"/>
    <w:rsid w:val="00591656"/>
    <w:rsid w:val="00591E1F"/>
    <w:rsid w:val="00592017"/>
    <w:rsid w:val="00592292"/>
    <w:rsid w:val="00592B66"/>
    <w:rsid w:val="00592DBB"/>
    <w:rsid w:val="00592DC2"/>
    <w:rsid w:val="005937A4"/>
    <w:rsid w:val="00593A79"/>
    <w:rsid w:val="00593A98"/>
    <w:rsid w:val="0059453D"/>
    <w:rsid w:val="00594F7B"/>
    <w:rsid w:val="005952BD"/>
    <w:rsid w:val="00595351"/>
    <w:rsid w:val="0059555E"/>
    <w:rsid w:val="005957DE"/>
    <w:rsid w:val="00595895"/>
    <w:rsid w:val="0059596A"/>
    <w:rsid w:val="00595D75"/>
    <w:rsid w:val="005961B9"/>
    <w:rsid w:val="005969A9"/>
    <w:rsid w:val="00596B65"/>
    <w:rsid w:val="00596DFF"/>
    <w:rsid w:val="0059708D"/>
    <w:rsid w:val="0059718C"/>
    <w:rsid w:val="00597782"/>
    <w:rsid w:val="005A0107"/>
    <w:rsid w:val="005A09FC"/>
    <w:rsid w:val="005A0D94"/>
    <w:rsid w:val="005A244A"/>
    <w:rsid w:val="005A24D9"/>
    <w:rsid w:val="005A33DD"/>
    <w:rsid w:val="005A33DF"/>
    <w:rsid w:val="005A35A5"/>
    <w:rsid w:val="005A35F7"/>
    <w:rsid w:val="005A3B6A"/>
    <w:rsid w:val="005A3D84"/>
    <w:rsid w:val="005A3EB7"/>
    <w:rsid w:val="005A50CD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B0A29"/>
    <w:rsid w:val="005B0D02"/>
    <w:rsid w:val="005B121B"/>
    <w:rsid w:val="005B132D"/>
    <w:rsid w:val="005B1479"/>
    <w:rsid w:val="005B311E"/>
    <w:rsid w:val="005B3611"/>
    <w:rsid w:val="005B3623"/>
    <w:rsid w:val="005B3BC8"/>
    <w:rsid w:val="005B3E06"/>
    <w:rsid w:val="005B3F9C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71F1"/>
    <w:rsid w:val="005C7CDE"/>
    <w:rsid w:val="005C7F67"/>
    <w:rsid w:val="005D023E"/>
    <w:rsid w:val="005D05F7"/>
    <w:rsid w:val="005D0E77"/>
    <w:rsid w:val="005D119E"/>
    <w:rsid w:val="005D1270"/>
    <w:rsid w:val="005D1DF0"/>
    <w:rsid w:val="005D2231"/>
    <w:rsid w:val="005D2464"/>
    <w:rsid w:val="005D254B"/>
    <w:rsid w:val="005D2961"/>
    <w:rsid w:val="005D2D48"/>
    <w:rsid w:val="005D2E33"/>
    <w:rsid w:val="005D32D7"/>
    <w:rsid w:val="005D333C"/>
    <w:rsid w:val="005D33D7"/>
    <w:rsid w:val="005D3AF9"/>
    <w:rsid w:val="005D3B4F"/>
    <w:rsid w:val="005D3BB8"/>
    <w:rsid w:val="005D448C"/>
    <w:rsid w:val="005D4DA4"/>
    <w:rsid w:val="005D4DD9"/>
    <w:rsid w:val="005D51A4"/>
    <w:rsid w:val="005D5689"/>
    <w:rsid w:val="005D5884"/>
    <w:rsid w:val="005D5C2C"/>
    <w:rsid w:val="005D61F8"/>
    <w:rsid w:val="005D626D"/>
    <w:rsid w:val="005D660D"/>
    <w:rsid w:val="005D71C6"/>
    <w:rsid w:val="005E003F"/>
    <w:rsid w:val="005E0885"/>
    <w:rsid w:val="005E1362"/>
    <w:rsid w:val="005E1618"/>
    <w:rsid w:val="005E1807"/>
    <w:rsid w:val="005E1847"/>
    <w:rsid w:val="005E23A7"/>
    <w:rsid w:val="005E279A"/>
    <w:rsid w:val="005E284D"/>
    <w:rsid w:val="005E28D3"/>
    <w:rsid w:val="005E293A"/>
    <w:rsid w:val="005E2A69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DDA"/>
    <w:rsid w:val="005E5E13"/>
    <w:rsid w:val="005E6577"/>
    <w:rsid w:val="005E69FA"/>
    <w:rsid w:val="005E6E58"/>
    <w:rsid w:val="005E6F95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A68"/>
    <w:rsid w:val="005F2B3D"/>
    <w:rsid w:val="005F2DB0"/>
    <w:rsid w:val="005F2EFE"/>
    <w:rsid w:val="005F3A0D"/>
    <w:rsid w:val="005F4768"/>
    <w:rsid w:val="005F4B15"/>
    <w:rsid w:val="005F4BF8"/>
    <w:rsid w:val="005F5613"/>
    <w:rsid w:val="005F5715"/>
    <w:rsid w:val="005F5742"/>
    <w:rsid w:val="005F5D24"/>
    <w:rsid w:val="005F5E71"/>
    <w:rsid w:val="005F5E98"/>
    <w:rsid w:val="005F64C3"/>
    <w:rsid w:val="005F79AD"/>
    <w:rsid w:val="005F7AF1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66B"/>
    <w:rsid w:val="0060470E"/>
    <w:rsid w:val="0060471C"/>
    <w:rsid w:val="006048D5"/>
    <w:rsid w:val="00605BF9"/>
    <w:rsid w:val="0060629B"/>
    <w:rsid w:val="006062A0"/>
    <w:rsid w:val="0060637B"/>
    <w:rsid w:val="006068D8"/>
    <w:rsid w:val="00606EE8"/>
    <w:rsid w:val="0060724C"/>
    <w:rsid w:val="0060725F"/>
    <w:rsid w:val="00607D49"/>
    <w:rsid w:val="00607E90"/>
    <w:rsid w:val="0061004A"/>
    <w:rsid w:val="00610099"/>
    <w:rsid w:val="006107A6"/>
    <w:rsid w:val="00610C0F"/>
    <w:rsid w:val="00610DE2"/>
    <w:rsid w:val="00610F2E"/>
    <w:rsid w:val="00611058"/>
    <w:rsid w:val="00611D80"/>
    <w:rsid w:val="0061285B"/>
    <w:rsid w:val="00612CF5"/>
    <w:rsid w:val="00613009"/>
    <w:rsid w:val="006133B0"/>
    <w:rsid w:val="006136F9"/>
    <w:rsid w:val="00613E32"/>
    <w:rsid w:val="00613FA6"/>
    <w:rsid w:val="0061494B"/>
    <w:rsid w:val="00614D1B"/>
    <w:rsid w:val="006156CC"/>
    <w:rsid w:val="00615E1D"/>
    <w:rsid w:val="0061618F"/>
    <w:rsid w:val="00616602"/>
    <w:rsid w:val="006168B6"/>
    <w:rsid w:val="00616AB5"/>
    <w:rsid w:val="00616F64"/>
    <w:rsid w:val="00617317"/>
    <w:rsid w:val="00620927"/>
    <w:rsid w:val="00620BE7"/>
    <w:rsid w:val="00620C0B"/>
    <w:rsid w:val="00621138"/>
    <w:rsid w:val="00621761"/>
    <w:rsid w:val="00621C6C"/>
    <w:rsid w:val="00621FAC"/>
    <w:rsid w:val="006220BE"/>
    <w:rsid w:val="006220E2"/>
    <w:rsid w:val="00622314"/>
    <w:rsid w:val="00622317"/>
    <w:rsid w:val="006227C5"/>
    <w:rsid w:val="00622D05"/>
    <w:rsid w:val="006233B0"/>
    <w:rsid w:val="00623AC3"/>
    <w:rsid w:val="00623B35"/>
    <w:rsid w:val="00623B77"/>
    <w:rsid w:val="0062404B"/>
    <w:rsid w:val="0062463A"/>
    <w:rsid w:val="00624658"/>
    <w:rsid w:val="0062467E"/>
    <w:rsid w:val="00624910"/>
    <w:rsid w:val="00625052"/>
    <w:rsid w:val="006251C0"/>
    <w:rsid w:val="00625276"/>
    <w:rsid w:val="00625533"/>
    <w:rsid w:val="00625F01"/>
    <w:rsid w:val="0062632A"/>
    <w:rsid w:val="00626952"/>
    <w:rsid w:val="00626B17"/>
    <w:rsid w:val="00626D69"/>
    <w:rsid w:val="00626F99"/>
    <w:rsid w:val="006271BD"/>
    <w:rsid w:val="0062734D"/>
    <w:rsid w:val="00627F9E"/>
    <w:rsid w:val="00631024"/>
    <w:rsid w:val="0063158D"/>
    <w:rsid w:val="00631B03"/>
    <w:rsid w:val="00631D24"/>
    <w:rsid w:val="00631DFB"/>
    <w:rsid w:val="00632308"/>
    <w:rsid w:val="006323C7"/>
    <w:rsid w:val="0063272F"/>
    <w:rsid w:val="00632977"/>
    <w:rsid w:val="00632DEC"/>
    <w:rsid w:val="0063373C"/>
    <w:rsid w:val="006338D5"/>
    <w:rsid w:val="0063393A"/>
    <w:rsid w:val="00633BFD"/>
    <w:rsid w:val="00633EAC"/>
    <w:rsid w:val="00634070"/>
    <w:rsid w:val="0063451E"/>
    <w:rsid w:val="006346EA"/>
    <w:rsid w:val="00634CBC"/>
    <w:rsid w:val="00635338"/>
    <w:rsid w:val="006360E3"/>
    <w:rsid w:val="006362F0"/>
    <w:rsid w:val="006364EC"/>
    <w:rsid w:val="006370AB"/>
    <w:rsid w:val="00637898"/>
    <w:rsid w:val="00637D0B"/>
    <w:rsid w:val="0064005F"/>
    <w:rsid w:val="00640BF8"/>
    <w:rsid w:val="00640EBC"/>
    <w:rsid w:val="006412D3"/>
    <w:rsid w:val="00641E7D"/>
    <w:rsid w:val="00642226"/>
    <w:rsid w:val="00642A94"/>
    <w:rsid w:val="00643113"/>
    <w:rsid w:val="0064318E"/>
    <w:rsid w:val="00643A8D"/>
    <w:rsid w:val="00644277"/>
    <w:rsid w:val="006444E8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4757F"/>
    <w:rsid w:val="0065003C"/>
    <w:rsid w:val="006509CC"/>
    <w:rsid w:val="00650F20"/>
    <w:rsid w:val="0065155B"/>
    <w:rsid w:val="00651AF4"/>
    <w:rsid w:val="00651D9B"/>
    <w:rsid w:val="00651FDB"/>
    <w:rsid w:val="00652417"/>
    <w:rsid w:val="00652690"/>
    <w:rsid w:val="00652ABC"/>
    <w:rsid w:val="00652D7B"/>
    <w:rsid w:val="00653026"/>
    <w:rsid w:val="0065314F"/>
    <w:rsid w:val="00653CF1"/>
    <w:rsid w:val="00653F63"/>
    <w:rsid w:val="00654086"/>
    <w:rsid w:val="006544A0"/>
    <w:rsid w:val="006546A6"/>
    <w:rsid w:val="00654F76"/>
    <w:rsid w:val="00654FD4"/>
    <w:rsid w:val="00655312"/>
    <w:rsid w:val="006556F3"/>
    <w:rsid w:val="00655F96"/>
    <w:rsid w:val="00655FA6"/>
    <w:rsid w:val="00656362"/>
    <w:rsid w:val="00656CE1"/>
    <w:rsid w:val="00657403"/>
    <w:rsid w:val="00657EC4"/>
    <w:rsid w:val="006602B8"/>
    <w:rsid w:val="00660353"/>
    <w:rsid w:val="0066094D"/>
    <w:rsid w:val="00660AB6"/>
    <w:rsid w:val="00660B2C"/>
    <w:rsid w:val="00660F5F"/>
    <w:rsid w:val="006613EE"/>
    <w:rsid w:val="00661664"/>
    <w:rsid w:val="00661964"/>
    <w:rsid w:val="00662180"/>
    <w:rsid w:val="0066294A"/>
    <w:rsid w:val="00662977"/>
    <w:rsid w:val="0066300D"/>
    <w:rsid w:val="00663411"/>
    <w:rsid w:val="006637AE"/>
    <w:rsid w:val="0066392B"/>
    <w:rsid w:val="006639A3"/>
    <w:rsid w:val="00663A1B"/>
    <w:rsid w:val="0066454F"/>
    <w:rsid w:val="00664625"/>
    <w:rsid w:val="0066496C"/>
    <w:rsid w:val="00664997"/>
    <w:rsid w:val="00665AC9"/>
    <w:rsid w:val="006662BE"/>
    <w:rsid w:val="00666476"/>
    <w:rsid w:val="006667EB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5FF"/>
    <w:rsid w:val="00671988"/>
    <w:rsid w:val="00671C9A"/>
    <w:rsid w:val="006721F6"/>
    <w:rsid w:val="006725F3"/>
    <w:rsid w:val="0067269F"/>
    <w:rsid w:val="006728B0"/>
    <w:rsid w:val="0067294B"/>
    <w:rsid w:val="00672AC8"/>
    <w:rsid w:val="00673A54"/>
    <w:rsid w:val="00674074"/>
    <w:rsid w:val="00674230"/>
    <w:rsid w:val="00674963"/>
    <w:rsid w:val="00674A85"/>
    <w:rsid w:val="006753F5"/>
    <w:rsid w:val="006756DA"/>
    <w:rsid w:val="00675A89"/>
    <w:rsid w:val="00675F08"/>
    <w:rsid w:val="006761D2"/>
    <w:rsid w:val="00676467"/>
    <w:rsid w:val="00676599"/>
    <w:rsid w:val="006771A4"/>
    <w:rsid w:val="006773FC"/>
    <w:rsid w:val="00677430"/>
    <w:rsid w:val="00677497"/>
    <w:rsid w:val="00677662"/>
    <w:rsid w:val="0067798D"/>
    <w:rsid w:val="00677FE5"/>
    <w:rsid w:val="006807E4"/>
    <w:rsid w:val="0068100A"/>
    <w:rsid w:val="00681506"/>
    <w:rsid w:val="00681883"/>
    <w:rsid w:val="00682036"/>
    <w:rsid w:val="00682617"/>
    <w:rsid w:val="006826E2"/>
    <w:rsid w:val="00682A94"/>
    <w:rsid w:val="00682C02"/>
    <w:rsid w:val="00682C91"/>
    <w:rsid w:val="006831C2"/>
    <w:rsid w:val="006833EC"/>
    <w:rsid w:val="00683765"/>
    <w:rsid w:val="00683988"/>
    <w:rsid w:val="00683D91"/>
    <w:rsid w:val="00684079"/>
    <w:rsid w:val="00684334"/>
    <w:rsid w:val="00684995"/>
    <w:rsid w:val="00684A9E"/>
    <w:rsid w:val="006850A8"/>
    <w:rsid w:val="00685444"/>
    <w:rsid w:val="00685840"/>
    <w:rsid w:val="00685A56"/>
    <w:rsid w:val="0068662E"/>
    <w:rsid w:val="00686EC6"/>
    <w:rsid w:val="00687C4D"/>
    <w:rsid w:val="00687C77"/>
    <w:rsid w:val="006904EB"/>
    <w:rsid w:val="00690D2B"/>
    <w:rsid w:val="00690E98"/>
    <w:rsid w:val="00691527"/>
    <w:rsid w:val="006917DB"/>
    <w:rsid w:val="006922DC"/>
    <w:rsid w:val="006926C5"/>
    <w:rsid w:val="0069275C"/>
    <w:rsid w:val="0069311D"/>
    <w:rsid w:val="00693336"/>
    <w:rsid w:val="006935E3"/>
    <w:rsid w:val="00693E2D"/>
    <w:rsid w:val="00693F45"/>
    <w:rsid w:val="00693FE8"/>
    <w:rsid w:val="00694141"/>
    <w:rsid w:val="0069468B"/>
    <w:rsid w:val="006949E2"/>
    <w:rsid w:val="006953FD"/>
    <w:rsid w:val="00695D09"/>
    <w:rsid w:val="00696BC0"/>
    <w:rsid w:val="00696BC1"/>
    <w:rsid w:val="00696CAC"/>
    <w:rsid w:val="00696E88"/>
    <w:rsid w:val="00697500"/>
    <w:rsid w:val="00697886"/>
    <w:rsid w:val="00697ACE"/>
    <w:rsid w:val="006A07B1"/>
    <w:rsid w:val="006A09AF"/>
    <w:rsid w:val="006A09F6"/>
    <w:rsid w:val="006A0A34"/>
    <w:rsid w:val="006A0E9B"/>
    <w:rsid w:val="006A18A5"/>
    <w:rsid w:val="006A1A34"/>
    <w:rsid w:val="006A1D33"/>
    <w:rsid w:val="006A222C"/>
    <w:rsid w:val="006A2568"/>
    <w:rsid w:val="006A2BCA"/>
    <w:rsid w:val="006A2C73"/>
    <w:rsid w:val="006A2C89"/>
    <w:rsid w:val="006A3073"/>
    <w:rsid w:val="006A3868"/>
    <w:rsid w:val="006A4948"/>
    <w:rsid w:val="006A4DF5"/>
    <w:rsid w:val="006A5563"/>
    <w:rsid w:val="006A55DC"/>
    <w:rsid w:val="006A6440"/>
    <w:rsid w:val="006A6C1A"/>
    <w:rsid w:val="006A6D5A"/>
    <w:rsid w:val="006A7050"/>
    <w:rsid w:val="006A7A26"/>
    <w:rsid w:val="006A7CC9"/>
    <w:rsid w:val="006A7D94"/>
    <w:rsid w:val="006A7E5D"/>
    <w:rsid w:val="006A7E80"/>
    <w:rsid w:val="006B05F3"/>
    <w:rsid w:val="006B05FC"/>
    <w:rsid w:val="006B0F8B"/>
    <w:rsid w:val="006B0F9D"/>
    <w:rsid w:val="006B1007"/>
    <w:rsid w:val="006B1026"/>
    <w:rsid w:val="006B168D"/>
    <w:rsid w:val="006B17EF"/>
    <w:rsid w:val="006B1A4D"/>
    <w:rsid w:val="006B238D"/>
    <w:rsid w:val="006B23B6"/>
    <w:rsid w:val="006B2439"/>
    <w:rsid w:val="006B2542"/>
    <w:rsid w:val="006B28A4"/>
    <w:rsid w:val="006B29D8"/>
    <w:rsid w:val="006B32F3"/>
    <w:rsid w:val="006B38EF"/>
    <w:rsid w:val="006B39E9"/>
    <w:rsid w:val="006B3F54"/>
    <w:rsid w:val="006B4EA0"/>
    <w:rsid w:val="006B50B9"/>
    <w:rsid w:val="006B5114"/>
    <w:rsid w:val="006B524E"/>
    <w:rsid w:val="006B55A3"/>
    <w:rsid w:val="006B5619"/>
    <w:rsid w:val="006B5877"/>
    <w:rsid w:val="006B5996"/>
    <w:rsid w:val="006B5B69"/>
    <w:rsid w:val="006B5C89"/>
    <w:rsid w:val="006B6206"/>
    <w:rsid w:val="006B633A"/>
    <w:rsid w:val="006B68FD"/>
    <w:rsid w:val="006B6973"/>
    <w:rsid w:val="006B6C12"/>
    <w:rsid w:val="006B6F26"/>
    <w:rsid w:val="006B7034"/>
    <w:rsid w:val="006B7AD8"/>
    <w:rsid w:val="006B7F11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5311"/>
    <w:rsid w:val="006C5449"/>
    <w:rsid w:val="006C6510"/>
    <w:rsid w:val="006C6FE9"/>
    <w:rsid w:val="006C75FC"/>
    <w:rsid w:val="006C7D94"/>
    <w:rsid w:val="006D0494"/>
    <w:rsid w:val="006D05B1"/>
    <w:rsid w:val="006D1B30"/>
    <w:rsid w:val="006D1D16"/>
    <w:rsid w:val="006D24D3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605A"/>
    <w:rsid w:val="006D618B"/>
    <w:rsid w:val="006D6744"/>
    <w:rsid w:val="006D681D"/>
    <w:rsid w:val="006D6C91"/>
    <w:rsid w:val="006D6F78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29A"/>
    <w:rsid w:val="006E35ED"/>
    <w:rsid w:val="006E43DA"/>
    <w:rsid w:val="006E4B5B"/>
    <w:rsid w:val="006E5484"/>
    <w:rsid w:val="006E5C5F"/>
    <w:rsid w:val="006E5F40"/>
    <w:rsid w:val="006E664E"/>
    <w:rsid w:val="006E6926"/>
    <w:rsid w:val="006E6947"/>
    <w:rsid w:val="006E6E1E"/>
    <w:rsid w:val="006E6F32"/>
    <w:rsid w:val="006E7785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2788"/>
    <w:rsid w:val="006F3745"/>
    <w:rsid w:val="006F3B2F"/>
    <w:rsid w:val="006F3E33"/>
    <w:rsid w:val="006F40D7"/>
    <w:rsid w:val="006F4182"/>
    <w:rsid w:val="006F4761"/>
    <w:rsid w:val="006F48A9"/>
    <w:rsid w:val="006F48EC"/>
    <w:rsid w:val="006F5166"/>
    <w:rsid w:val="006F594E"/>
    <w:rsid w:val="006F5BEC"/>
    <w:rsid w:val="006F5E5F"/>
    <w:rsid w:val="006F5F01"/>
    <w:rsid w:val="006F6751"/>
    <w:rsid w:val="006F6A7F"/>
    <w:rsid w:val="006F73EB"/>
    <w:rsid w:val="006F7654"/>
    <w:rsid w:val="006F7C20"/>
    <w:rsid w:val="006F7D49"/>
    <w:rsid w:val="0070026C"/>
    <w:rsid w:val="00700A95"/>
    <w:rsid w:val="00700B01"/>
    <w:rsid w:val="00700D8C"/>
    <w:rsid w:val="007010AD"/>
    <w:rsid w:val="00701101"/>
    <w:rsid w:val="007016CF"/>
    <w:rsid w:val="00701C15"/>
    <w:rsid w:val="007021A9"/>
    <w:rsid w:val="0070278E"/>
    <w:rsid w:val="00702EB8"/>
    <w:rsid w:val="0070317A"/>
    <w:rsid w:val="00703876"/>
    <w:rsid w:val="00703B37"/>
    <w:rsid w:val="00704D53"/>
    <w:rsid w:val="007053E4"/>
    <w:rsid w:val="00705BE9"/>
    <w:rsid w:val="00705C58"/>
    <w:rsid w:val="00705D40"/>
    <w:rsid w:val="00706100"/>
    <w:rsid w:val="007068BD"/>
    <w:rsid w:val="00706FD5"/>
    <w:rsid w:val="0070725B"/>
    <w:rsid w:val="0070735F"/>
    <w:rsid w:val="00707552"/>
    <w:rsid w:val="00707C37"/>
    <w:rsid w:val="00707E5B"/>
    <w:rsid w:val="007100E7"/>
    <w:rsid w:val="00710717"/>
    <w:rsid w:val="00710DE0"/>
    <w:rsid w:val="00711341"/>
    <w:rsid w:val="00711AE0"/>
    <w:rsid w:val="0071208E"/>
    <w:rsid w:val="00712BC1"/>
    <w:rsid w:val="00712F07"/>
    <w:rsid w:val="00713429"/>
    <w:rsid w:val="0071368F"/>
    <w:rsid w:val="00713D51"/>
    <w:rsid w:val="0071449E"/>
    <w:rsid w:val="00714704"/>
    <w:rsid w:val="0071494F"/>
    <w:rsid w:val="00715236"/>
    <w:rsid w:val="00716E9E"/>
    <w:rsid w:val="00716F5A"/>
    <w:rsid w:val="007170D0"/>
    <w:rsid w:val="00717564"/>
    <w:rsid w:val="00717948"/>
    <w:rsid w:val="00717CE5"/>
    <w:rsid w:val="00717F48"/>
    <w:rsid w:val="00720707"/>
    <w:rsid w:val="007208AA"/>
    <w:rsid w:val="00720962"/>
    <w:rsid w:val="00720A78"/>
    <w:rsid w:val="0072113E"/>
    <w:rsid w:val="00721330"/>
    <w:rsid w:val="007213D7"/>
    <w:rsid w:val="007216EC"/>
    <w:rsid w:val="00721997"/>
    <w:rsid w:val="00722507"/>
    <w:rsid w:val="00722B75"/>
    <w:rsid w:val="00722F80"/>
    <w:rsid w:val="00722FA7"/>
    <w:rsid w:val="007230FE"/>
    <w:rsid w:val="00723378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CCF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2703"/>
    <w:rsid w:val="00733063"/>
    <w:rsid w:val="007334C9"/>
    <w:rsid w:val="007337BE"/>
    <w:rsid w:val="00733A4D"/>
    <w:rsid w:val="00733DAB"/>
    <w:rsid w:val="007341C5"/>
    <w:rsid w:val="0073435C"/>
    <w:rsid w:val="00734740"/>
    <w:rsid w:val="007348BC"/>
    <w:rsid w:val="00734D2A"/>
    <w:rsid w:val="007356C2"/>
    <w:rsid w:val="00735A37"/>
    <w:rsid w:val="00735B10"/>
    <w:rsid w:val="0073605C"/>
    <w:rsid w:val="0073667F"/>
    <w:rsid w:val="00736A1B"/>
    <w:rsid w:val="00736A97"/>
    <w:rsid w:val="00736CD9"/>
    <w:rsid w:val="00736D87"/>
    <w:rsid w:val="00737D02"/>
    <w:rsid w:val="00737D18"/>
    <w:rsid w:val="00737D79"/>
    <w:rsid w:val="007400EB"/>
    <w:rsid w:val="007404CA"/>
    <w:rsid w:val="00741136"/>
    <w:rsid w:val="00741B1D"/>
    <w:rsid w:val="00742006"/>
    <w:rsid w:val="00742204"/>
    <w:rsid w:val="007425E9"/>
    <w:rsid w:val="00742752"/>
    <w:rsid w:val="00742DB8"/>
    <w:rsid w:val="00743EA0"/>
    <w:rsid w:val="0074416A"/>
    <w:rsid w:val="0074444E"/>
    <w:rsid w:val="00744A69"/>
    <w:rsid w:val="00744BA6"/>
    <w:rsid w:val="00744D05"/>
    <w:rsid w:val="007450D3"/>
    <w:rsid w:val="00745432"/>
    <w:rsid w:val="00745B51"/>
    <w:rsid w:val="0074639F"/>
    <w:rsid w:val="00746A35"/>
    <w:rsid w:val="00746CCB"/>
    <w:rsid w:val="007476DB"/>
    <w:rsid w:val="0074797B"/>
    <w:rsid w:val="00747C80"/>
    <w:rsid w:val="0075006F"/>
    <w:rsid w:val="00750DD5"/>
    <w:rsid w:val="007512A0"/>
    <w:rsid w:val="00751888"/>
    <w:rsid w:val="00751E23"/>
    <w:rsid w:val="00752097"/>
    <w:rsid w:val="0075221D"/>
    <w:rsid w:val="0075277F"/>
    <w:rsid w:val="00752C5B"/>
    <w:rsid w:val="00753878"/>
    <w:rsid w:val="00753B25"/>
    <w:rsid w:val="00753BC9"/>
    <w:rsid w:val="00753BFB"/>
    <w:rsid w:val="007542A7"/>
    <w:rsid w:val="0075465B"/>
    <w:rsid w:val="00754752"/>
    <w:rsid w:val="007550B0"/>
    <w:rsid w:val="0075516C"/>
    <w:rsid w:val="0075568B"/>
    <w:rsid w:val="00755ECB"/>
    <w:rsid w:val="00756724"/>
    <w:rsid w:val="00756B8D"/>
    <w:rsid w:val="00756CEB"/>
    <w:rsid w:val="00756FEE"/>
    <w:rsid w:val="0075742E"/>
    <w:rsid w:val="00757716"/>
    <w:rsid w:val="00760399"/>
    <w:rsid w:val="00760DBE"/>
    <w:rsid w:val="007616D1"/>
    <w:rsid w:val="00761B92"/>
    <w:rsid w:val="00761F79"/>
    <w:rsid w:val="00761FC4"/>
    <w:rsid w:val="00762A37"/>
    <w:rsid w:val="00762AF6"/>
    <w:rsid w:val="007632DD"/>
    <w:rsid w:val="00763387"/>
    <w:rsid w:val="0076343F"/>
    <w:rsid w:val="00763831"/>
    <w:rsid w:val="0076546E"/>
    <w:rsid w:val="00766560"/>
    <w:rsid w:val="00766775"/>
    <w:rsid w:val="00766922"/>
    <w:rsid w:val="00766DA6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1F85"/>
    <w:rsid w:val="007729EC"/>
    <w:rsid w:val="007732C5"/>
    <w:rsid w:val="007737D2"/>
    <w:rsid w:val="00773D7C"/>
    <w:rsid w:val="00773E18"/>
    <w:rsid w:val="00774399"/>
    <w:rsid w:val="00774702"/>
    <w:rsid w:val="00774B54"/>
    <w:rsid w:val="00774F30"/>
    <w:rsid w:val="00774FEB"/>
    <w:rsid w:val="0077505F"/>
    <w:rsid w:val="0077528C"/>
    <w:rsid w:val="007754B5"/>
    <w:rsid w:val="00775F87"/>
    <w:rsid w:val="00775FFB"/>
    <w:rsid w:val="00777014"/>
    <w:rsid w:val="00777253"/>
    <w:rsid w:val="00777425"/>
    <w:rsid w:val="00777B45"/>
    <w:rsid w:val="00777EA7"/>
    <w:rsid w:val="00780D7C"/>
    <w:rsid w:val="0078184A"/>
    <w:rsid w:val="00781B33"/>
    <w:rsid w:val="00781BF8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4386"/>
    <w:rsid w:val="00784613"/>
    <w:rsid w:val="00784970"/>
    <w:rsid w:val="007854DD"/>
    <w:rsid w:val="00785CAC"/>
    <w:rsid w:val="00786F9B"/>
    <w:rsid w:val="0078727C"/>
    <w:rsid w:val="007872F3"/>
    <w:rsid w:val="007873C7"/>
    <w:rsid w:val="007874E5"/>
    <w:rsid w:val="0078762B"/>
    <w:rsid w:val="00790681"/>
    <w:rsid w:val="00790E74"/>
    <w:rsid w:val="00791F20"/>
    <w:rsid w:val="00791FC6"/>
    <w:rsid w:val="007927B5"/>
    <w:rsid w:val="00792A8E"/>
    <w:rsid w:val="0079314B"/>
    <w:rsid w:val="00793870"/>
    <w:rsid w:val="00793FAA"/>
    <w:rsid w:val="00794043"/>
    <w:rsid w:val="0079433F"/>
    <w:rsid w:val="00794CEA"/>
    <w:rsid w:val="00795E93"/>
    <w:rsid w:val="00796A24"/>
    <w:rsid w:val="00796B44"/>
    <w:rsid w:val="00797003"/>
    <w:rsid w:val="0079793E"/>
    <w:rsid w:val="007A00CA"/>
    <w:rsid w:val="007A03E7"/>
    <w:rsid w:val="007A0641"/>
    <w:rsid w:val="007A0F1A"/>
    <w:rsid w:val="007A1721"/>
    <w:rsid w:val="007A196F"/>
    <w:rsid w:val="007A19F4"/>
    <w:rsid w:val="007A1A16"/>
    <w:rsid w:val="007A1B05"/>
    <w:rsid w:val="007A1FB5"/>
    <w:rsid w:val="007A1FF4"/>
    <w:rsid w:val="007A21F1"/>
    <w:rsid w:val="007A2DFD"/>
    <w:rsid w:val="007A30A0"/>
    <w:rsid w:val="007A329C"/>
    <w:rsid w:val="007A3B11"/>
    <w:rsid w:val="007A3C13"/>
    <w:rsid w:val="007A3F27"/>
    <w:rsid w:val="007A41F7"/>
    <w:rsid w:val="007A4464"/>
    <w:rsid w:val="007A4609"/>
    <w:rsid w:val="007A4A95"/>
    <w:rsid w:val="007A4AA9"/>
    <w:rsid w:val="007A5110"/>
    <w:rsid w:val="007A5615"/>
    <w:rsid w:val="007A5A5F"/>
    <w:rsid w:val="007A5CA1"/>
    <w:rsid w:val="007A71AC"/>
    <w:rsid w:val="007A74C2"/>
    <w:rsid w:val="007A7903"/>
    <w:rsid w:val="007B007F"/>
    <w:rsid w:val="007B0F4F"/>
    <w:rsid w:val="007B0F7B"/>
    <w:rsid w:val="007B1480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30BC"/>
    <w:rsid w:val="007B3712"/>
    <w:rsid w:val="007B396D"/>
    <w:rsid w:val="007B3CFE"/>
    <w:rsid w:val="007B3D16"/>
    <w:rsid w:val="007B47B2"/>
    <w:rsid w:val="007B4DD3"/>
    <w:rsid w:val="007B4F91"/>
    <w:rsid w:val="007B5021"/>
    <w:rsid w:val="007B57C8"/>
    <w:rsid w:val="007B6086"/>
    <w:rsid w:val="007B6690"/>
    <w:rsid w:val="007B79F1"/>
    <w:rsid w:val="007C02DA"/>
    <w:rsid w:val="007C02EF"/>
    <w:rsid w:val="007C033A"/>
    <w:rsid w:val="007C05B9"/>
    <w:rsid w:val="007C090A"/>
    <w:rsid w:val="007C0DF4"/>
    <w:rsid w:val="007C13F3"/>
    <w:rsid w:val="007C1AF8"/>
    <w:rsid w:val="007C205E"/>
    <w:rsid w:val="007C2529"/>
    <w:rsid w:val="007C276B"/>
    <w:rsid w:val="007C317E"/>
    <w:rsid w:val="007C31AF"/>
    <w:rsid w:val="007C34D4"/>
    <w:rsid w:val="007C3807"/>
    <w:rsid w:val="007C3FDD"/>
    <w:rsid w:val="007C4AB3"/>
    <w:rsid w:val="007C4BB6"/>
    <w:rsid w:val="007C615F"/>
    <w:rsid w:val="007C6A24"/>
    <w:rsid w:val="007C71F9"/>
    <w:rsid w:val="007C7469"/>
    <w:rsid w:val="007C7520"/>
    <w:rsid w:val="007C7752"/>
    <w:rsid w:val="007C7811"/>
    <w:rsid w:val="007C7B64"/>
    <w:rsid w:val="007C7E10"/>
    <w:rsid w:val="007D0415"/>
    <w:rsid w:val="007D0619"/>
    <w:rsid w:val="007D065A"/>
    <w:rsid w:val="007D16C7"/>
    <w:rsid w:val="007D17A4"/>
    <w:rsid w:val="007D1A10"/>
    <w:rsid w:val="007D252C"/>
    <w:rsid w:val="007D262D"/>
    <w:rsid w:val="007D2D10"/>
    <w:rsid w:val="007D36AD"/>
    <w:rsid w:val="007D37C1"/>
    <w:rsid w:val="007D489B"/>
    <w:rsid w:val="007D48C4"/>
    <w:rsid w:val="007D508D"/>
    <w:rsid w:val="007D5CC1"/>
    <w:rsid w:val="007D5F81"/>
    <w:rsid w:val="007D635A"/>
    <w:rsid w:val="007D7322"/>
    <w:rsid w:val="007D7363"/>
    <w:rsid w:val="007D74FD"/>
    <w:rsid w:val="007D750A"/>
    <w:rsid w:val="007D7ABE"/>
    <w:rsid w:val="007D7D37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557"/>
    <w:rsid w:val="007E502E"/>
    <w:rsid w:val="007E5130"/>
    <w:rsid w:val="007E5EB6"/>
    <w:rsid w:val="007E5FD3"/>
    <w:rsid w:val="007E65FE"/>
    <w:rsid w:val="007E6817"/>
    <w:rsid w:val="007E6AE3"/>
    <w:rsid w:val="007E6E7B"/>
    <w:rsid w:val="007E70BC"/>
    <w:rsid w:val="007E7409"/>
    <w:rsid w:val="007F04CB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C36"/>
    <w:rsid w:val="007F4618"/>
    <w:rsid w:val="007F4976"/>
    <w:rsid w:val="007F4D8F"/>
    <w:rsid w:val="007F4F4C"/>
    <w:rsid w:val="007F5CB0"/>
    <w:rsid w:val="007F5D4D"/>
    <w:rsid w:val="007F5DF0"/>
    <w:rsid w:val="007F64A6"/>
    <w:rsid w:val="007F6A97"/>
    <w:rsid w:val="007F6D46"/>
    <w:rsid w:val="007F6D85"/>
    <w:rsid w:val="007F70B7"/>
    <w:rsid w:val="007F78D6"/>
    <w:rsid w:val="008009CE"/>
    <w:rsid w:val="00800A70"/>
    <w:rsid w:val="008015F2"/>
    <w:rsid w:val="00801CA7"/>
    <w:rsid w:val="00801CB9"/>
    <w:rsid w:val="00802034"/>
    <w:rsid w:val="0080261E"/>
    <w:rsid w:val="00803194"/>
    <w:rsid w:val="00803371"/>
    <w:rsid w:val="00803957"/>
    <w:rsid w:val="00803CE0"/>
    <w:rsid w:val="00804011"/>
    <w:rsid w:val="00804498"/>
    <w:rsid w:val="00804542"/>
    <w:rsid w:val="00804DD5"/>
    <w:rsid w:val="00804EA2"/>
    <w:rsid w:val="00805070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BC5"/>
    <w:rsid w:val="00811EF3"/>
    <w:rsid w:val="00811F4D"/>
    <w:rsid w:val="00812A98"/>
    <w:rsid w:val="00812B86"/>
    <w:rsid w:val="00812D44"/>
    <w:rsid w:val="00813366"/>
    <w:rsid w:val="008139F0"/>
    <w:rsid w:val="00813A45"/>
    <w:rsid w:val="00814785"/>
    <w:rsid w:val="00814BE0"/>
    <w:rsid w:val="00814F89"/>
    <w:rsid w:val="00815287"/>
    <w:rsid w:val="00815321"/>
    <w:rsid w:val="00815B65"/>
    <w:rsid w:val="00815BE2"/>
    <w:rsid w:val="00815D55"/>
    <w:rsid w:val="008162C7"/>
    <w:rsid w:val="008165BB"/>
    <w:rsid w:val="008168E2"/>
    <w:rsid w:val="00817007"/>
    <w:rsid w:val="00817085"/>
    <w:rsid w:val="00820006"/>
    <w:rsid w:val="008202F5"/>
    <w:rsid w:val="008207BC"/>
    <w:rsid w:val="008208FA"/>
    <w:rsid w:val="00820D63"/>
    <w:rsid w:val="00820E7F"/>
    <w:rsid w:val="008213A0"/>
    <w:rsid w:val="00821920"/>
    <w:rsid w:val="00821CF1"/>
    <w:rsid w:val="0082222A"/>
    <w:rsid w:val="008229AB"/>
    <w:rsid w:val="0082432C"/>
    <w:rsid w:val="00824569"/>
    <w:rsid w:val="00824AF0"/>
    <w:rsid w:val="00824F9E"/>
    <w:rsid w:val="00825883"/>
    <w:rsid w:val="00826834"/>
    <w:rsid w:val="0082742E"/>
    <w:rsid w:val="008274B7"/>
    <w:rsid w:val="00827CD4"/>
    <w:rsid w:val="00827DF8"/>
    <w:rsid w:val="00830809"/>
    <w:rsid w:val="00830D7C"/>
    <w:rsid w:val="00830F25"/>
    <w:rsid w:val="0083114F"/>
    <w:rsid w:val="00831310"/>
    <w:rsid w:val="008318E4"/>
    <w:rsid w:val="00831A2F"/>
    <w:rsid w:val="0083206D"/>
    <w:rsid w:val="00832188"/>
    <w:rsid w:val="008325E3"/>
    <w:rsid w:val="008325EF"/>
    <w:rsid w:val="008327AD"/>
    <w:rsid w:val="0083292F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28C"/>
    <w:rsid w:val="00835444"/>
    <w:rsid w:val="008354A5"/>
    <w:rsid w:val="00835D69"/>
    <w:rsid w:val="0083676E"/>
    <w:rsid w:val="0083696F"/>
    <w:rsid w:val="00836AC8"/>
    <w:rsid w:val="00836BE5"/>
    <w:rsid w:val="00836C77"/>
    <w:rsid w:val="00836EA0"/>
    <w:rsid w:val="0083797E"/>
    <w:rsid w:val="00837CB9"/>
    <w:rsid w:val="00837EF9"/>
    <w:rsid w:val="00840072"/>
    <w:rsid w:val="00840370"/>
    <w:rsid w:val="00840937"/>
    <w:rsid w:val="00840941"/>
    <w:rsid w:val="00841335"/>
    <w:rsid w:val="00841BF5"/>
    <w:rsid w:val="00841FF6"/>
    <w:rsid w:val="008421E4"/>
    <w:rsid w:val="008429A9"/>
    <w:rsid w:val="00842AF3"/>
    <w:rsid w:val="00842EDB"/>
    <w:rsid w:val="00843C9B"/>
    <w:rsid w:val="00843E1C"/>
    <w:rsid w:val="008444B5"/>
    <w:rsid w:val="008444F5"/>
    <w:rsid w:val="008446D9"/>
    <w:rsid w:val="00844BFA"/>
    <w:rsid w:val="0084511D"/>
    <w:rsid w:val="00845186"/>
    <w:rsid w:val="008452A4"/>
    <w:rsid w:val="00845386"/>
    <w:rsid w:val="008457E8"/>
    <w:rsid w:val="0084590B"/>
    <w:rsid w:val="00845A7F"/>
    <w:rsid w:val="00845ECB"/>
    <w:rsid w:val="00845FFD"/>
    <w:rsid w:val="00846289"/>
    <w:rsid w:val="008463E7"/>
    <w:rsid w:val="008471DA"/>
    <w:rsid w:val="00847987"/>
    <w:rsid w:val="008502A7"/>
    <w:rsid w:val="00850939"/>
    <w:rsid w:val="00851069"/>
    <w:rsid w:val="00851147"/>
    <w:rsid w:val="0085180D"/>
    <w:rsid w:val="00851FAE"/>
    <w:rsid w:val="0085262E"/>
    <w:rsid w:val="00852B6C"/>
    <w:rsid w:val="00852CC5"/>
    <w:rsid w:val="00852E6C"/>
    <w:rsid w:val="008533FD"/>
    <w:rsid w:val="00853E83"/>
    <w:rsid w:val="00853EAC"/>
    <w:rsid w:val="008542D1"/>
    <w:rsid w:val="00854401"/>
    <w:rsid w:val="00854CE8"/>
    <w:rsid w:val="008553B7"/>
    <w:rsid w:val="00855D3D"/>
    <w:rsid w:val="00855E2E"/>
    <w:rsid w:val="00855F21"/>
    <w:rsid w:val="008561FB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E6E"/>
    <w:rsid w:val="00873407"/>
    <w:rsid w:val="00873544"/>
    <w:rsid w:val="008737CE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785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84B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5BC"/>
    <w:rsid w:val="00890C75"/>
    <w:rsid w:val="008910DD"/>
    <w:rsid w:val="008910E4"/>
    <w:rsid w:val="00891B98"/>
    <w:rsid w:val="00891CFD"/>
    <w:rsid w:val="00891E44"/>
    <w:rsid w:val="00892216"/>
    <w:rsid w:val="00892545"/>
    <w:rsid w:val="008929B0"/>
    <w:rsid w:val="00892DDC"/>
    <w:rsid w:val="00893276"/>
    <w:rsid w:val="008933A5"/>
    <w:rsid w:val="00893BC3"/>
    <w:rsid w:val="00895194"/>
    <w:rsid w:val="00896336"/>
    <w:rsid w:val="00896571"/>
    <w:rsid w:val="008967E9"/>
    <w:rsid w:val="00896EE8"/>
    <w:rsid w:val="008978FB"/>
    <w:rsid w:val="00897A1C"/>
    <w:rsid w:val="00897E04"/>
    <w:rsid w:val="008A099C"/>
    <w:rsid w:val="008A09D5"/>
    <w:rsid w:val="008A0B3D"/>
    <w:rsid w:val="008A0DBC"/>
    <w:rsid w:val="008A1469"/>
    <w:rsid w:val="008A14FD"/>
    <w:rsid w:val="008A17E5"/>
    <w:rsid w:val="008A1CD6"/>
    <w:rsid w:val="008A1EA0"/>
    <w:rsid w:val="008A2E83"/>
    <w:rsid w:val="008A3874"/>
    <w:rsid w:val="008A3AB5"/>
    <w:rsid w:val="008A3B79"/>
    <w:rsid w:val="008A3EBD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A7F43"/>
    <w:rsid w:val="008B00EC"/>
    <w:rsid w:val="008B0347"/>
    <w:rsid w:val="008B0D33"/>
    <w:rsid w:val="008B0FF0"/>
    <w:rsid w:val="008B16B3"/>
    <w:rsid w:val="008B186C"/>
    <w:rsid w:val="008B23EE"/>
    <w:rsid w:val="008B2DD5"/>
    <w:rsid w:val="008B2E3D"/>
    <w:rsid w:val="008B322F"/>
    <w:rsid w:val="008B3393"/>
    <w:rsid w:val="008B4238"/>
    <w:rsid w:val="008B4560"/>
    <w:rsid w:val="008B4E3B"/>
    <w:rsid w:val="008B4FE9"/>
    <w:rsid w:val="008B50F5"/>
    <w:rsid w:val="008B5326"/>
    <w:rsid w:val="008B5CD3"/>
    <w:rsid w:val="008B60EB"/>
    <w:rsid w:val="008B6319"/>
    <w:rsid w:val="008B651D"/>
    <w:rsid w:val="008B6571"/>
    <w:rsid w:val="008B6816"/>
    <w:rsid w:val="008B6C3C"/>
    <w:rsid w:val="008B6E93"/>
    <w:rsid w:val="008B74F0"/>
    <w:rsid w:val="008B752B"/>
    <w:rsid w:val="008B79DE"/>
    <w:rsid w:val="008B7F0E"/>
    <w:rsid w:val="008C0C8D"/>
    <w:rsid w:val="008C0F7A"/>
    <w:rsid w:val="008C114A"/>
    <w:rsid w:val="008C182F"/>
    <w:rsid w:val="008C1CB1"/>
    <w:rsid w:val="008C1DC3"/>
    <w:rsid w:val="008C2001"/>
    <w:rsid w:val="008C2466"/>
    <w:rsid w:val="008C2701"/>
    <w:rsid w:val="008C291D"/>
    <w:rsid w:val="008C2C37"/>
    <w:rsid w:val="008C2E34"/>
    <w:rsid w:val="008C2E35"/>
    <w:rsid w:val="008C2E95"/>
    <w:rsid w:val="008C37AF"/>
    <w:rsid w:val="008C37F1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85F"/>
    <w:rsid w:val="008C78EF"/>
    <w:rsid w:val="008C7928"/>
    <w:rsid w:val="008D0011"/>
    <w:rsid w:val="008D02B9"/>
    <w:rsid w:val="008D1264"/>
    <w:rsid w:val="008D14BF"/>
    <w:rsid w:val="008D164F"/>
    <w:rsid w:val="008D1BB4"/>
    <w:rsid w:val="008D1C8A"/>
    <w:rsid w:val="008D1F3D"/>
    <w:rsid w:val="008D217D"/>
    <w:rsid w:val="008D26CD"/>
    <w:rsid w:val="008D3352"/>
    <w:rsid w:val="008D35D5"/>
    <w:rsid w:val="008D3D11"/>
    <w:rsid w:val="008D4725"/>
    <w:rsid w:val="008D4A98"/>
    <w:rsid w:val="008D5331"/>
    <w:rsid w:val="008D61BE"/>
    <w:rsid w:val="008D68D9"/>
    <w:rsid w:val="008D6D56"/>
    <w:rsid w:val="008D6DA8"/>
    <w:rsid w:val="008D759B"/>
    <w:rsid w:val="008D7BC5"/>
    <w:rsid w:val="008D7EF0"/>
    <w:rsid w:val="008D7FAD"/>
    <w:rsid w:val="008E01A1"/>
    <w:rsid w:val="008E0C99"/>
    <w:rsid w:val="008E19ED"/>
    <w:rsid w:val="008E25E9"/>
    <w:rsid w:val="008E260A"/>
    <w:rsid w:val="008E271D"/>
    <w:rsid w:val="008E2B9B"/>
    <w:rsid w:val="008E2C13"/>
    <w:rsid w:val="008E380A"/>
    <w:rsid w:val="008E3CD4"/>
    <w:rsid w:val="008E41F4"/>
    <w:rsid w:val="008E4AC6"/>
    <w:rsid w:val="008E4B17"/>
    <w:rsid w:val="008E4B5E"/>
    <w:rsid w:val="008E4E43"/>
    <w:rsid w:val="008E50B6"/>
    <w:rsid w:val="008E5949"/>
    <w:rsid w:val="008E5C90"/>
    <w:rsid w:val="008E6266"/>
    <w:rsid w:val="008E6364"/>
    <w:rsid w:val="008E63D7"/>
    <w:rsid w:val="008E641B"/>
    <w:rsid w:val="008E64E3"/>
    <w:rsid w:val="008E6552"/>
    <w:rsid w:val="008E74CD"/>
    <w:rsid w:val="008E7DCD"/>
    <w:rsid w:val="008F0D98"/>
    <w:rsid w:val="008F0DD0"/>
    <w:rsid w:val="008F168A"/>
    <w:rsid w:val="008F2323"/>
    <w:rsid w:val="008F250F"/>
    <w:rsid w:val="008F252D"/>
    <w:rsid w:val="008F28D6"/>
    <w:rsid w:val="008F2C27"/>
    <w:rsid w:val="008F30E0"/>
    <w:rsid w:val="008F349A"/>
    <w:rsid w:val="008F34C0"/>
    <w:rsid w:val="008F35D5"/>
    <w:rsid w:val="008F365D"/>
    <w:rsid w:val="008F367B"/>
    <w:rsid w:val="008F38D8"/>
    <w:rsid w:val="008F3F15"/>
    <w:rsid w:val="008F47F6"/>
    <w:rsid w:val="008F4947"/>
    <w:rsid w:val="008F4C03"/>
    <w:rsid w:val="008F4C5F"/>
    <w:rsid w:val="008F5212"/>
    <w:rsid w:val="008F5326"/>
    <w:rsid w:val="008F5453"/>
    <w:rsid w:val="008F5469"/>
    <w:rsid w:val="008F5473"/>
    <w:rsid w:val="008F5869"/>
    <w:rsid w:val="008F5E4A"/>
    <w:rsid w:val="008F6031"/>
    <w:rsid w:val="008F615A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8F7D47"/>
    <w:rsid w:val="0090021E"/>
    <w:rsid w:val="00900326"/>
    <w:rsid w:val="0090081F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D4C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EEA"/>
    <w:rsid w:val="009068BA"/>
    <w:rsid w:val="0090691C"/>
    <w:rsid w:val="00906CA5"/>
    <w:rsid w:val="0090708E"/>
    <w:rsid w:val="009077F6"/>
    <w:rsid w:val="00907869"/>
    <w:rsid w:val="00907EF1"/>
    <w:rsid w:val="0091040B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310E"/>
    <w:rsid w:val="00914212"/>
    <w:rsid w:val="00914B39"/>
    <w:rsid w:val="00915C76"/>
    <w:rsid w:val="00916A7F"/>
    <w:rsid w:val="00917529"/>
    <w:rsid w:val="00917E21"/>
    <w:rsid w:val="009200C3"/>
    <w:rsid w:val="009201FF"/>
    <w:rsid w:val="009203C4"/>
    <w:rsid w:val="00920587"/>
    <w:rsid w:val="009206E5"/>
    <w:rsid w:val="009207CD"/>
    <w:rsid w:val="0092190C"/>
    <w:rsid w:val="009219D5"/>
    <w:rsid w:val="009220D5"/>
    <w:rsid w:val="00922228"/>
    <w:rsid w:val="009222FF"/>
    <w:rsid w:val="00922686"/>
    <w:rsid w:val="009231D1"/>
    <w:rsid w:val="00923FF6"/>
    <w:rsid w:val="009242C3"/>
    <w:rsid w:val="009249DF"/>
    <w:rsid w:val="00924B7F"/>
    <w:rsid w:val="00924CCF"/>
    <w:rsid w:val="0092533D"/>
    <w:rsid w:val="00925C2E"/>
    <w:rsid w:val="00926B5D"/>
    <w:rsid w:val="00926F48"/>
    <w:rsid w:val="00927E3C"/>
    <w:rsid w:val="00927FD4"/>
    <w:rsid w:val="0093003D"/>
    <w:rsid w:val="00930060"/>
    <w:rsid w:val="00930267"/>
    <w:rsid w:val="009302CC"/>
    <w:rsid w:val="00930AA2"/>
    <w:rsid w:val="00930C5C"/>
    <w:rsid w:val="00930D10"/>
    <w:rsid w:val="00930D1D"/>
    <w:rsid w:val="00931395"/>
    <w:rsid w:val="00931CC8"/>
    <w:rsid w:val="00931CFE"/>
    <w:rsid w:val="009328FE"/>
    <w:rsid w:val="00933032"/>
    <w:rsid w:val="0093366A"/>
    <w:rsid w:val="009341DA"/>
    <w:rsid w:val="0093439B"/>
    <w:rsid w:val="00934D68"/>
    <w:rsid w:val="00936123"/>
    <w:rsid w:val="00937111"/>
    <w:rsid w:val="009375E9"/>
    <w:rsid w:val="0094274B"/>
    <w:rsid w:val="0094307F"/>
    <w:rsid w:val="00943344"/>
    <w:rsid w:val="0094346B"/>
    <w:rsid w:val="00943900"/>
    <w:rsid w:val="00943F02"/>
    <w:rsid w:val="00944325"/>
    <w:rsid w:val="009446AB"/>
    <w:rsid w:val="009446CB"/>
    <w:rsid w:val="009448F9"/>
    <w:rsid w:val="00944C09"/>
    <w:rsid w:val="00944D8F"/>
    <w:rsid w:val="00945423"/>
    <w:rsid w:val="00945B7B"/>
    <w:rsid w:val="00945CE7"/>
    <w:rsid w:val="00945D3A"/>
    <w:rsid w:val="00946193"/>
    <w:rsid w:val="00946C41"/>
    <w:rsid w:val="00946C47"/>
    <w:rsid w:val="00946CA3"/>
    <w:rsid w:val="00946F3C"/>
    <w:rsid w:val="00950162"/>
    <w:rsid w:val="00950B6C"/>
    <w:rsid w:val="00950C40"/>
    <w:rsid w:val="00951050"/>
    <w:rsid w:val="009512A2"/>
    <w:rsid w:val="00951634"/>
    <w:rsid w:val="00952041"/>
    <w:rsid w:val="0095232B"/>
    <w:rsid w:val="00952A17"/>
    <w:rsid w:val="00953397"/>
    <w:rsid w:val="009535F7"/>
    <w:rsid w:val="00953698"/>
    <w:rsid w:val="009537D6"/>
    <w:rsid w:val="00953AB8"/>
    <w:rsid w:val="009541C6"/>
    <w:rsid w:val="00954579"/>
    <w:rsid w:val="00954EDD"/>
    <w:rsid w:val="0095509A"/>
    <w:rsid w:val="009556C7"/>
    <w:rsid w:val="00955EE3"/>
    <w:rsid w:val="00955FD3"/>
    <w:rsid w:val="00956F6E"/>
    <w:rsid w:val="00957555"/>
    <w:rsid w:val="00957872"/>
    <w:rsid w:val="0095799F"/>
    <w:rsid w:val="00957C4D"/>
    <w:rsid w:val="0096021D"/>
    <w:rsid w:val="0096066E"/>
    <w:rsid w:val="00960D2D"/>
    <w:rsid w:val="00960FE5"/>
    <w:rsid w:val="00961974"/>
    <w:rsid w:val="00961BB0"/>
    <w:rsid w:val="0096223E"/>
    <w:rsid w:val="00962676"/>
    <w:rsid w:val="009626ED"/>
    <w:rsid w:val="00962D7C"/>
    <w:rsid w:val="00962DAC"/>
    <w:rsid w:val="00962EE8"/>
    <w:rsid w:val="0096328F"/>
    <w:rsid w:val="009639A3"/>
    <w:rsid w:val="00963E76"/>
    <w:rsid w:val="00964747"/>
    <w:rsid w:val="0096477B"/>
    <w:rsid w:val="00964885"/>
    <w:rsid w:val="0096532F"/>
    <w:rsid w:val="00965AD7"/>
    <w:rsid w:val="00965CA8"/>
    <w:rsid w:val="00965D67"/>
    <w:rsid w:val="00965E8F"/>
    <w:rsid w:val="00965ED7"/>
    <w:rsid w:val="00965F5B"/>
    <w:rsid w:val="0096609E"/>
    <w:rsid w:val="009668B9"/>
    <w:rsid w:val="00966B80"/>
    <w:rsid w:val="00966DD6"/>
    <w:rsid w:val="00966F04"/>
    <w:rsid w:val="00967D5F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0D97"/>
    <w:rsid w:val="00971211"/>
    <w:rsid w:val="009713FB"/>
    <w:rsid w:val="00971940"/>
    <w:rsid w:val="0097200F"/>
    <w:rsid w:val="009720E6"/>
    <w:rsid w:val="00972B0F"/>
    <w:rsid w:val="009733DC"/>
    <w:rsid w:val="00973469"/>
    <w:rsid w:val="00973A76"/>
    <w:rsid w:val="00973EBE"/>
    <w:rsid w:val="00974195"/>
    <w:rsid w:val="009744B9"/>
    <w:rsid w:val="00974795"/>
    <w:rsid w:val="00974886"/>
    <w:rsid w:val="009748F3"/>
    <w:rsid w:val="00974D24"/>
    <w:rsid w:val="0097598F"/>
    <w:rsid w:val="00975B6D"/>
    <w:rsid w:val="0097699B"/>
    <w:rsid w:val="009769FB"/>
    <w:rsid w:val="009777D2"/>
    <w:rsid w:val="009778F1"/>
    <w:rsid w:val="00977AE2"/>
    <w:rsid w:val="00977CA3"/>
    <w:rsid w:val="00977D02"/>
    <w:rsid w:val="009801E8"/>
    <w:rsid w:val="00980349"/>
    <w:rsid w:val="00980624"/>
    <w:rsid w:val="0098065C"/>
    <w:rsid w:val="009806CB"/>
    <w:rsid w:val="00981F4A"/>
    <w:rsid w:val="009823FA"/>
    <w:rsid w:val="00982535"/>
    <w:rsid w:val="0098341F"/>
    <w:rsid w:val="00983FAA"/>
    <w:rsid w:val="00984085"/>
    <w:rsid w:val="00984619"/>
    <w:rsid w:val="00984955"/>
    <w:rsid w:val="00984D1B"/>
    <w:rsid w:val="0098561A"/>
    <w:rsid w:val="0098576A"/>
    <w:rsid w:val="0098594D"/>
    <w:rsid w:val="00985A3C"/>
    <w:rsid w:val="00985C19"/>
    <w:rsid w:val="00985D3B"/>
    <w:rsid w:val="0098646F"/>
    <w:rsid w:val="009866A6"/>
    <w:rsid w:val="00986B4A"/>
    <w:rsid w:val="0098754C"/>
    <w:rsid w:val="009879A7"/>
    <w:rsid w:val="00987F94"/>
    <w:rsid w:val="0099011E"/>
    <w:rsid w:val="00990466"/>
    <w:rsid w:val="00990938"/>
    <w:rsid w:val="00990BE3"/>
    <w:rsid w:val="00990DBB"/>
    <w:rsid w:val="00991433"/>
    <w:rsid w:val="009919C2"/>
    <w:rsid w:val="00992B3B"/>
    <w:rsid w:val="00994098"/>
    <w:rsid w:val="009941A0"/>
    <w:rsid w:val="009948B9"/>
    <w:rsid w:val="00994AC4"/>
    <w:rsid w:val="0099512F"/>
    <w:rsid w:val="00995233"/>
    <w:rsid w:val="00995297"/>
    <w:rsid w:val="0099536F"/>
    <w:rsid w:val="009955C1"/>
    <w:rsid w:val="0099561B"/>
    <w:rsid w:val="00995E4B"/>
    <w:rsid w:val="009960CD"/>
    <w:rsid w:val="009967A5"/>
    <w:rsid w:val="00997057"/>
    <w:rsid w:val="00997BEF"/>
    <w:rsid w:val="00997CF9"/>
    <w:rsid w:val="009A07AC"/>
    <w:rsid w:val="009A09A5"/>
    <w:rsid w:val="009A0AED"/>
    <w:rsid w:val="009A0DED"/>
    <w:rsid w:val="009A12D2"/>
    <w:rsid w:val="009A1665"/>
    <w:rsid w:val="009A19F2"/>
    <w:rsid w:val="009A1A0F"/>
    <w:rsid w:val="009A26F5"/>
    <w:rsid w:val="009A2843"/>
    <w:rsid w:val="009A2B5B"/>
    <w:rsid w:val="009A3673"/>
    <w:rsid w:val="009A3E7D"/>
    <w:rsid w:val="009A3F01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DDA"/>
    <w:rsid w:val="009A6111"/>
    <w:rsid w:val="009A66DD"/>
    <w:rsid w:val="009A6AAB"/>
    <w:rsid w:val="009A7239"/>
    <w:rsid w:val="009B00E5"/>
    <w:rsid w:val="009B0D52"/>
    <w:rsid w:val="009B0F54"/>
    <w:rsid w:val="009B0F6A"/>
    <w:rsid w:val="009B16BD"/>
    <w:rsid w:val="009B1AF3"/>
    <w:rsid w:val="009B2EE2"/>
    <w:rsid w:val="009B30BE"/>
    <w:rsid w:val="009B3390"/>
    <w:rsid w:val="009B365A"/>
    <w:rsid w:val="009B3CE3"/>
    <w:rsid w:val="009B41A3"/>
    <w:rsid w:val="009B4309"/>
    <w:rsid w:val="009B43C1"/>
    <w:rsid w:val="009B4B08"/>
    <w:rsid w:val="009B4C65"/>
    <w:rsid w:val="009B4EF7"/>
    <w:rsid w:val="009B4F97"/>
    <w:rsid w:val="009B58DA"/>
    <w:rsid w:val="009B5AD1"/>
    <w:rsid w:val="009B5CE1"/>
    <w:rsid w:val="009B5FB0"/>
    <w:rsid w:val="009B7B11"/>
    <w:rsid w:val="009B7CF6"/>
    <w:rsid w:val="009B7D37"/>
    <w:rsid w:val="009C0AA6"/>
    <w:rsid w:val="009C0DC1"/>
    <w:rsid w:val="009C1967"/>
    <w:rsid w:val="009C1BEE"/>
    <w:rsid w:val="009C1D33"/>
    <w:rsid w:val="009C2ADD"/>
    <w:rsid w:val="009C2DAA"/>
    <w:rsid w:val="009C2DC7"/>
    <w:rsid w:val="009C2E5F"/>
    <w:rsid w:val="009C2EF2"/>
    <w:rsid w:val="009C2F6D"/>
    <w:rsid w:val="009C3D27"/>
    <w:rsid w:val="009C4418"/>
    <w:rsid w:val="009C47BF"/>
    <w:rsid w:val="009C4BAB"/>
    <w:rsid w:val="009C5D2B"/>
    <w:rsid w:val="009C5E2C"/>
    <w:rsid w:val="009C5ECA"/>
    <w:rsid w:val="009C6095"/>
    <w:rsid w:val="009C61A6"/>
    <w:rsid w:val="009C669C"/>
    <w:rsid w:val="009C6D52"/>
    <w:rsid w:val="009C73F7"/>
    <w:rsid w:val="009C745D"/>
    <w:rsid w:val="009C749B"/>
    <w:rsid w:val="009C76E6"/>
    <w:rsid w:val="009C772E"/>
    <w:rsid w:val="009C77B4"/>
    <w:rsid w:val="009C78A7"/>
    <w:rsid w:val="009C78AA"/>
    <w:rsid w:val="009D0FF7"/>
    <w:rsid w:val="009D1396"/>
    <w:rsid w:val="009D148A"/>
    <w:rsid w:val="009D18AB"/>
    <w:rsid w:val="009D1976"/>
    <w:rsid w:val="009D1CFA"/>
    <w:rsid w:val="009D1EC1"/>
    <w:rsid w:val="009D2544"/>
    <w:rsid w:val="009D2680"/>
    <w:rsid w:val="009D2806"/>
    <w:rsid w:val="009D2F43"/>
    <w:rsid w:val="009D3191"/>
    <w:rsid w:val="009D32BA"/>
    <w:rsid w:val="009D34CC"/>
    <w:rsid w:val="009D354B"/>
    <w:rsid w:val="009D3773"/>
    <w:rsid w:val="009D40B1"/>
    <w:rsid w:val="009D48B8"/>
    <w:rsid w:val="009D49BF"/>
    <w:rsid w:val="009D4CD0"/>
    <w:rsid w:val="009D5ED2"/>
    <w:rsid w:val="009D60EC"/>
    <w:rsid w:val="009D6146"/>
    <w:rsid w:val="009D6CF2"/>
    <w:rsid w:val="009D6ED5"/>
    <w:rsid w:val="009D6F61"/>
    <w:rsid w:val="009D6FC3"/>
    <w:rsid w:val="009D7044"/>
    <w:rsid w:val="009D7311"/>
    <w:rsid w:val="009D7763"/>
    <w:rsid w:val="009E005A"/>
    <w:rsid w:val="009E026E"/>
    <w:rsid w:val="009E04F0"/>
    <w:rsid w:val="009E05F2"/>
    <w:rsid w:val="009E2BAE"/>
    <w:rsid w:val="009E2C9B"/>
    <w:rsid w:val="009E312C"/>
    <w:rsid w:val="009E331E"/>
    <w:rsid w:val="009E340D"/>
    <w:rsid w:val="009E3ABD"/>
    <w:rsid w:val="009E3E5E"/>
    <w:rsid w:val="009E42C1"/>
    <w:rsid w:val="009E4C72"/>
    <w:rsid w:val="009E4EAF"/>
    <w:rsid w:val="009E5051"/>
    <w:rsid w:val="009E557E"/>
    <w:rsid w:val="009E5EEA"/>
    <w:rsid w:val="009E6165"/>
    <w:rsid w:val="009E63EC"/>
    <w:rsid w:val="009E650F"/>
    <w:rsid w:val="009E6530"/>
    <w:rsid w:val="009E669B"/>
    <w:rsid w:val="009E671A"/>
    <w:rsid w:val="009E675E"/>
    <w:rsid w:val="009E6D5C"/>
    <w:rsid w:val="009E6FAA"/>
    <w:rsid w:val="009E73B2"/>
    <w:rsid w:val="009E7B1F"/>
    <w:rsid w:val="009E7B21"/>
    <w:rsid w:val="009F02B7"/>
    <w:rsid w:val="009F046E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257"/>
    <w:rsid w:val="009F38D6"/>
    <w:rsid w:val="009F3920"/>
    <w:rsid w:val="009F3C40"/>
    <w:rsid w:val="009F4DA8"/>
    <w:rsid w:val="009F51D5"/>
    <w:rsid w:val="009F5200"/>
    <w:rsid w:val="009F5C4B"/>
    <w:rsid w:val="009F617B"/>
    <w:rsid w:val="009F6A08"/>
    <w:rsid w:val="009F6F11"/>
    <w:rsid w:val="009F728A"/>
    <w:rsid w:val="009F728E"/>
    <w:rsid w:val="009F75DD"/>
    <w:rsid w:val="009F79EB"/>
    <w:rsid w:val="00A002FD"/>
    <w:rsid w:val="00A00329"/>
    <w:rsid w:val="00A00461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55B"/>
    <w:rsid w:val="00A02611"/>
    <w:rsid w:val="00A0299B"/>
    <w:rsid w:val="00A02A20"/>
    <w:rsid w:val="00A02E85"/>
    <w:rsid w:val="00A037C1"/>
    <w:rsid w:val="00A037D3"/>
    <w:rsid w:val="00A03878"/>
    <w:rsid w:val="00A03BC2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5B2"/>
    <w:rsid w:val="00A067F1"/>
    <w:rsid w:val="00A06A63"/>
    <w:rsid w:val="00A06C16"/>
    <w:rsid w:val="00A0707C"/>
    <w:rsid w:val="00A071BF"/>
    <w:rsid w:val="00A073CA"/>
    <w:rsid w:val="00A07653"/>
    <w:rsid w:val="00A07D84"/>
    <w:rsid w:val="00A10094"/>
    <w:rsid w:val="00A10215"/>
    <w:rsid w:val="00A105FB"/>
    <w:rsid w:val="00A1161F"/>
    <w:rsid w:val="00A1171E"/>
    <w:rsid w:val="00A11852"/>
    <w:rsid w:val="00A11DC1"/>
    <w:rsid w:val="00A12154"/>
    <w:rsid w:val="00A12665"/>
    <w:rsid w:val="00A12D9F"/>
    <w:rsid w:val="00A1323C"/>
    <w:rsid w:val="00A134FE"/>
    <w:rsid w:val="00A13532"/>
    <w:rsid w:val="00A136B3"/>
    <w:rsid w:val="00A13708"/>
    <w:rsid w:val="00A13977"/>
    <w:rsid w:val="00A14D7C"/>
    <w:rsid w:val="00A1582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FC1"/>
    <w:rsid w:val="00A203C6"/>
    <w:rsid w:val="00A207AD"/>
    <w:rsid w:val="00A20B87"/>
    <w:rsid w:val="00A20FF5"/>
    <w:rsid w:val="00A21093"/>
    <w:rsid w:val="00A217FE"/>
    <w:rsid w:val="00A21DB9"/>
    <w:rsid w:val="00A227FE"/>
    <w:rsid w:val="00A22C1C"/>
    <w:rsid w:val="00A232FF"/>
    <w:rsid w:val="00A2361B"/>
    <w:rsid w:val="00A23888"/>
    <w:rsid w:val="00A23CBE"/>
    <w:rsid w:val="00A2411F"/>
    <w:rsid w:val="00A24156"/>
    <w:rsid w:val="00A243A2"/>
    <w:rsid w:val="00A245E0"/>
    <w:rsid w:val="00A247EF"/>
    <w:rsid w:val="00A24AAD"/>
    <w:rsid w:val="00A24E16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27AC7"/>
    <w:rsid w:val="00A31345"/>
    <w:rsid w:val="00A315D0"/>
    <w:rsid w:val="00A31DFE"/>
    <w:rsid w:val="00A32382"/>
    <w:rsid w:val="00A323EE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628"/>
    <w:rsid w:val="00A35E8B"/>
    <w:rsid w:val="00A3606B"/>
    <w:rsid w:val="00A365CC"/>
    <w:rsid w:val="00A36837"/>
    <w:rsid w:val="00A36C44"/>
    <w:rsid w:val="00A36D16"/>
    <w:rsid w:val="00A37086"/>
    <w:rsid w:val="00A37565"/>
    <w:rsid w:val="00A377B4"/>
    <w:rsid w:val="00A37A6E"/>
    <w:rsid w:val="00A37C0B"/>
    <w:rsid w:val="00A404F0"/>
    <w:rsid w:val="00A40A32"/>
    <w:rsid w:val="00A40AC2"/>
    <w:rsid w:val="00A40AC8"/>
    <w:rsid w:val="00A40B8C"/>
    <w:rsid w:val="00A415CA"/>
    <w:rsid w:val="00A41694"/>
    <w:rsid w:val="00A4230F"/>
    <w:rsid w:val="00A4271F"/>
    <w:rsid w:val="00A429C7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54C"/>
    <w:rsid w:val="00A46BC4"/>
    <w:rsid w:val="00A47558"/>
    <w:rsid w:val="00A47865"/>
    <w:rsid w:val="00A478AE"/>
    <w:rsid w:val="00A4791A"/>
    <w:rsid w:val="00A502AC"/>
    <w:rsid w:val="00A50889"/>
    <w:rsid w:val="00A514C8"/>
    <w:rsid w:val="00A51848"/>
    <w:rsid w:val="00A51CCA"/>
    <w:rsid w:val="00A51E92"/>
    <w:rsid w:val="00A52256"/>
    <w:rsid w:val="00A522F0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50A"/>
    <w:rsid w:val="00A54859"/>
    <w:rsid w:val="00A54DBE"/>
    <w:rsid w:val="00A55045"/>
    <w:rsid w:val="00A5539B"/>
    <w:rsid w:val="00A557F8"/>
    <w:rsid w:val="00A56B3A"/>
    <w:rsid w:val="00A570AD"/>
    <w:rsid w:val="00A571B1"/>
    <w:rsid w:val="00A575FF"/>
    <w:rsid w:val="00A57A7A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913"/>
    <w:rsid w:val="00A63C10"/>
    <w:rsid w:val="00A644A8"/>
    <w:rsid w:val="00A648E6"/>
    <w:rsid w:val="00A64BE8"/>
    <w:rsid w:val="00A64C89"/>
    <w:rsid w:val="00A64CA0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33D"/>
    <w:rsid w:val="00A734DD"/>
    <w:rsid w:val="00A73CF7"/>
    <w:rsid w:val="00A74364"/>
    <w:rsid w:val="00A74690"/>
    <w:rsid w:val="00A748FC"/>
    <w:rsid w:val="00A74B02"/>
    <w:rsid w:val="00A74D44"/>
    <w:rsid w:val="00A75730"/>
    <w:rsid w:val="00A75DF3"/>
    <w:rsid w:val="00A76B99"/>
    <w:rsid w:val="00A776D3"/>
    <w:rsid w:val="00A77B99"/>
    <w:rsid w:val="00A77C72"/>
    <w:rsid w:val="00A77DE3"/>
    <w:rsid w:val="00A80167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87EDF"/>
    <w:rsid w:val="00A90199"/>
    <w:rsid w:val="00A9092F"/>
    <w:rsid w:val="00A90B01"/>
    <w:rsid w:val="00A90FA0"/>
    <w:rsid w:val="00A91AE5"/>
    <w:rsid w:val="00A92C6F"/>
    <w:rsid w:val="00A92D12"/>
    <w:rsid w:val="00A93A04"/>
    <w:rsid w:val="00A93CE8"/>
    <w:rsid w:val="00A9413E"/>
    <w:rsid w:val="00A94451"/>
    <w:rsid w:val="00A9449D"/>
    <w:rsid w:val="00A94572"/>
    <w:rsid w:val="00A94730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9BE"/>
    <w:rsid w:val="00A97A0E"/>
    <w:rsid w:val="00A97B6D"/>
    <w:rsid w:val="00AA00F4"/>
    <w:rsid w:val="00AA083B"/>
    <w:rsid w:val="00AA09D7"/>
    <w:rsid w:val="00AA0B9C"/>
    <w:rsid w:val="00AA0E3A"/>
    <w:rsid w:val="00AA1583"/>
    <w:rsid w:val="00AA162D"/>
    <w:rsid w:val="00AA164B"/>
    <w:rsid w:val="00AA1862"/>
    <w:rsid w:val="00AA18DE"/>
    <w:rsid w:val="00AA1EEE"/>
    <w:rsid w:val="00AA1FAC"/>
    <w:rsid w:val="00AA206B"/>
    <w:rsid w:val="00AA213E"/>
    <w:rsid w:val="00AA23A9"/>
    <w:rsid w:val="00AA271B"/>
    <w:rsid w:val="00AA2986"/>
    <w:rsid w:val="00AA2998"/>
    <w:rsid w:val="00AA35BF"/>
    <w:rsid w:val="00AA39C4"/>
    <w:rsid w:val="00AA3BD3"/>
    <w:rsid w:val="00AA3C07"/>
    <w:rsid w:val="00AA3CF3"/>
    <w:rsid w:val="00AA410C"/>
    <w:rsid w:val="00AA447D"/>
    <w:rsid w:val="00AA50F5"/>
    <w:rsid w:val="00AA5DF3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914"/>
    <w:rsid w:val="00AB06C3"/>
    <w:rsid w:val="00AB081F"/>
    <w:rsid w:val="00AB11F9"/>
    <w:rsid w:val="00AB1D1B"/>
    <w:rsid w:val="00AB1EE7"/>
    <w:rsid w:val="00AB26AD"/>
    <w:rsid w:val="00AB2AB8"/>
    <w:rsid w:val="00AB2E34"/>
    <w:rsid w:val="00AB3680"/>
    <w:rsid w:val="00AB3836"/>
    <w:rsid w:val="00AB3F8A"/>
    <w:rsid w:val="00AB4066"/>
    <w:rsid w:val="00AB412B"/>
    <w:rsid w:val="00AB43A5"/>
    <w:rsid w:val="00AB43EF"/>
    <w:rsid w:val="00AB4481"/>
    <w:rsid w:val="00AB45CB"/>
    <w:rsid w:val="00AB4920"/>
    <w:rsid w:val="00AB4A7C"/>
    <w:rsid w:val="00AB5C5B"/>
    <w:rsid w:val="00AB63B5"/>
    <w:rsid w:val="00AB645E"/>
    <w:rsid w:val="00AB6B30"/>
    <w:rsid w:val="00AB6D72"/>
    <w:rsid w:val="00AB6EC9"/>
    <w:rsid w:val="00AB6F13"/>
    <w:rsid w:val="00AB775A"/>
    <w:rsid w:val="00AB7FD7"/>
    <w:rsid w:val="00AC0319"/>
    <w:rsid w:val="00AC1B44"/>
    <w:rsid w:val="00AC2081"/>
    <w:rsid w:val="00AC2362"/>
    <w:rsid w:val="00AC279D"/>
    <w:rsid w:val="00AC2807"/>
    <w:rsid w:val="00AC2BD4"/>
    <w:rsid w:val="00AC2D67"/>
    <w:rsid w:val="00AC307D"/>
    <w:rsid w:val="00AC319C"/>
    <w:rsid w:val="00AC3716"/>
    <w:rsid w:val="00AC3A31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C38"/>
    <w:rsid w:val="00AC5D43"/>
    <w:rsid w:val="00AC666B"/>
    <w:rsid w:val="00AC7EB7"/>
    <w:rsid w:val="00AC7ED0"/>
    <w:rsid w:val="00AD0052"/>
    <w:rsid w:val="00AD0847"/>
    <w:rsid w:val="00AD10B9"/>
    <w:rsid w:val="00AD1116"/>
    <w:rsid w:val="00AD1B96"/>
    <w:rsid w:val="00AD1BB4"/>
    <w:rsid w:val="00AD1FF4"/>
    <w:rsid w:val="00AD296A"/>
    <w:rsid w:val="00AD2A50"/>
    <w:rsid w:val="00AD2CF6"/>
    <w:rsid w:val="00AD2E79"/>
    <w:rsid w:val="00AD4679"/>
    <w:rsid w:val="00AD4962"/>
    <w:rsid w:val="00AD4B26"/>
    <w:rsid w:val="00AD52D9"/>
    <w:rsid w:val="00AD56E0"/>
    <w:rsid w:val="00AD57E4"/>
    <w:rsid w:val="00AD618F"/>
    <w:rsid w:val="00AD6623"/>
    <w:rsid w:val="00AD662F"/>
    <w:rsid w:val="00AD6FC6"/>
    <w:rsid w:val="00AD718E"/>
    <w:rsid w:val="00AD77AB"/>
    <w:rsid w:val="00AD77D5"/>
    <w:rsid w:val="00AE0C97"/>
    <w:rsid w:val="00AE0E78"/>
    <w:rsid w:val="00AE0F0C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282"/>
    <w:rsid w:val="00AE331C"/>
    <w:rsid w:val="00AE3396"/>
    <w:rsid w:val="00AE3825"/>
    <w:rsid w:val="00AE3ABB"/>
    <w:rsid w:val="00AE3EBE"/>
    <w:rsid w:val="00AE44F8"/>
    <w:rsid w:val="00AE4585"/>
    <w:rsid w:val="00AE4979"/>
    <w:rsid w:val="00AE49A4"/>
    <w:rsid w:val="00AE49CC"/>
    <w:rsid w:val="00AE5013"/>
    <w:rsid w:val="00AE50AE"/>
    <w:rsid w:val="00AE50F8"/>
    <w:rsid w:val="00AE67AB"/>
    <w:rsid w:val="00AE680E"/>
    <w:rsid w:val="00AE6F6F"/>
    <w:rsid w:val="00AE73B6"/>
    <w:rsid w:val="00AE74FF"/>
    <w:rsid w:val="00AE7EEC"/>
    <w:rsid w:val="00AF0208"/>
    <w:rsid w:val="00AF051B"/>
    <w:rsid w:val="00AF1262"/>
    <w:rsid w:val="00AF170E"/>
    <w:rsid w:val="00AF2718"/>
    <w:rsid w:val="00AF273B"/>
    <w:rsid w:val="00AF2C50"/>
    <w:rsid w:val="00AF3222"/>
    <w:rsid w:val="00AF366C"/>
    <w:rsid w:val="00AF3711"/>
    <w:rsid w:val="00AF3B8C"/>
    <w:rsid w:val="00AF4271"/>
    <w:rsid w:val="00AF4314"/>
    <w:rsid w:val="00AF48C2"/>
    <w:rsid w:val="00AF522D"/>
    <w:rsid w:val="00AF5809"/>
    <w:rsid w:val="00AF5B2E"/>
    <w:rsid w:val="00AF63C1"/>
    <w:rsid w:val="00AF67C0"/>
    <w:rsid w:val="00AF69C0"/>
    <w:rsid w:val="00AF719E"/>
    <w:rsid w:val="00AF74CE"/>
    <w:rsid w:val="00AF76F3"/>
    <w:rsid w:val="00AF7707"/>
    <w:rsid w:val="00AF7A8F"/>
    <w:rsid w:val="00AF7E71"/>
    <w:rsid w:val="00B0043A"/>
    <w:rsid w:val="00B00E34"/>
    <w:rsid w:val="00B01B92"/>
    <w:rsid w:val="00B01C66"/>
    <w:rsid w:val="00B01CFE"/>
    <w:rsid w:val="00B021F7"/>
    <w:rsid w:val="00B02463"/>
    <w:rsid w:val="00B02662"/>
    <w:rsid w:val="00B02E63"/>
    <w:rsid w:val="00B0351A"/>
    <w:rsid w:val="00B04348"/>
    <w:rsid w:val="00B04386"/>
    <w:rsid w:val="00B0468B"/>
    <w:rsid w:val="00B0477A"/>
    <w:rsid w:val="00B048A4"/>
    <w:rsid w:val="00B05101"/>
    <w:rsid w:val="00B051E3"/>
    <w:rsid w:val="00B053E5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76F2"/>
    <w:rsid w:val="00B07C26"/>
    <w:rsid w:val="00B07D83"/>
    <w:rsid w:val="00B107D6"/>
    <w:rsid w:val="00B10945"/>
    <w:rsid w:val="00B10A0B"/>
    <w:rsid w:val="00B120C8"/>
    <w:rsid w:val="00B127C5"/>
    <w:rsid w:val="00B13223"/>
    <w:rsid w:val="00B1325C"/>
    <w:rsid w:val="00B13492"/>
    <w:rsid w:val="00B13990"/>
    <w:rsid w:val="00B13E1C"/>
    <w:rsid w:val="00B13E87"/>
    <w:rsid w:val="00B14B59"/>
    <w:rsid w:val="00B15040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BB1"/>
    <w:rsid w:val="00B16EA1"/>
    <w:rsid w:val="00B17070"/>
    <w:rsid w:val="00B1722D"/>
    <w:rsid w:val="00B1767D"/>
    <w:rsid w:val="00B17939"/>
    <w:rsid w:val="00B17A83"/>
    <w:rsid w:val="00B17CAB"/>
    <w:rsid w:val="00B2028C"/>
    <w:rsid w:val="00B2087E"/>
    <w:rsid w:val="00B2137C"/>
    <w:rsid w:val="00B215B0"/>
    <w:rsid w:val="00B216A3"/>
    <w:rsid w:val="00B21877"/>
    <w:rsid w:val="00B219B0"/>
    <w:rsid w:val="00B21E4D"/>
    <w:rsid w:val="00B221CB"/>
    <w:rsid w:val="00B222CB"/>
    <w:rsid w:val="00B238BC"/>
    <w:rsid w:val="00B23D7D"/>
    <w:rsid w:val="00B23DAE"/>
    <w:rsid w:val="00B2409C"/>
    <w:rsid w:val="00B2437C"/>
    <w:rsid w:val="00B24774"/>
    <w:rsid w:val="00B25119"/>
    <w:rsid w:val="00B252D0"/>
    <w:rsid w:val="00B25411"/>
    <w:rsid w:val="00B25AD9"/>
    <w:rsid w:val="00B25B6E"/>
    <w:rsid w:val="00B25CFA"/>
    <w:rsid w:val="00B265AC"/>
    <w:rsid w:val="00B278DA"/>
    <w:rsid w:val="00B300B7"/>
    <w:rsid w:val="00B30CD5"/>
    <w:rsid w:val="00B31324"/>
    <w:rsid w:val="00B32AC4"/>
    <w:rsid w:val="00B32C06"/>
    <w:rsid w:val="00B3329F"/>
    <w:rsid w:val="00B334A9"/>
    <w:rsid w:val="00B34247"/>
    <w:rsid w:val="00B34418"/>
    <w:rsid w:val="00B348DB"/>
    <w:rsid w:val="00B34E0B"/>
    <w:rsid w:val="00B35241"/>
    <w:rsid w:val="00B357A8"/>
    <w:rsid w:val="00B35A0F"/>
    <w:rsid w:val="00B35BB6"/>
    <w:rsid w:val="00B365E6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EC4"/>
    <w:rsid w:val="00B433EC"/>
    <w:rsid w:val="00B43961"/>
    <w:rsid w:val="00B44036"/>
    <w:rsid w:val="00B44324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6D85"/>
    <w:rsid w:val="00B47113"/>
    <w:rsid w:val="00B4734C"/>
    <w:rsid w:val="00B47F06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A25"/>
    <w:rsid w:val="00B54E0D"/>
    <w:rsid w:val="00B55341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57E1C"/>
    <w:rsid w:val="00B600DC"/>
    <w:rsid w:val="00B60531"/>
    <w:rsid w:val="00B60649"/>
    <w:rsid w:val="00B6064F"/>
    <w:rsid w:val="00B60DC9"/>
    <w:rsid w:val="00B616CB"/>
    <w:rsid w:val="00B6235E"/>
    <w:rsid w:val="00B62440"/>
    <w:rsid w:val="00B63F6B"/>
    <w:rsid w:val="00B64390"/>
    <w:rsid w:val="00B657D9"/>
    <w:rsid w:val="00B66E95"/>
    <w:rsid w:val="00B677CE"/>
    <w:rsid w:val="00B70443"/>
    <w:rsid w:val="00B70BD2"/>
    <w:rsid w:val="00B715C3"/>
    <w:rsid w:val="00B71EEB"/>
    <w:rsid w:val="00B7209F"/>
    <w:rsid w:val="00B722DC"/>
    <w:rsid w:val="00B73179"/>
    <w:rsid w:val="00B7328B"/>
    <w:rsid w:val="00B73D4B"/>
    <w:rsid w:val="00B73E8E"/>
    <w:rsid w:val="00B73FA9"/>
    <w:rsid w:val="00B740BC"/>
    <w:rsid w:val="00B7415C"/>
    <w:rsid w:val="00B74520"/>
    <w:rsid w:val="00B74AFF"/>
    <w:rsid w:val="00B74E6E"/>
    <w:rsid w:val="00B75605"/>
    <w:rsid w:val="00B75DB0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DB"/>
    <w:rsid w:val="00B819DC"/>
    <w:rsid w:val="00B81B53"/>
    <w:rsid w:val="00B82036"/>
    <w:rsid w:val="00B8212F"/>
    <w:rsid w:val="00B82646"/>
    <w:rsid w:val="00B82909"/>
    <w:rsid w:val="00B82CC1"/>
    <w:rsid w:val="00B82D7E"/>
    <w:rsid w:val="00B82D94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7E52"/>
    <w:rsid w:val="00B90269"/>
    <w:rsid w:val="00B90C5E"/>
    <w:rsid w:val="00B90D1C"/>
    <w:rsid w:val="00B90D41"/>
    <w:rsid w:val="00B90DA5"/>
    <w:rsid w:val="00B90DC3"/>
    <w:rsid w:val="00B91786"/>
    <w:rsid w:val="00B91C38"/>
    <w:rsid w:val="00B91D17"/>
    <w:rsid w:val="00B91D9F"/>
    <w:rsid w:val="00B91F52"/>
    <w:rsid w:val="00B92277"/>
    <w:rsid w:val="00B928C7"/>
    <w:rsid w:val="00B92E4A"/>
    <w:rsid w:val="00B932CD"/>
    <w:rsid w:val="00B934BA"/>
    <w:rsid w:val="00B93719"/>
    <w:rsid w:val="00B93D6F"/>
    <w:rsid w:val="00B9439C"/>
    <w:rsid w:val="00B949BF"/>
    <w:rsid w:val="00B95308"/>
    <w:rsid w:val="00B958C6"/>
    <w:rsid w:val="00B9689B"/>
    <w:rsid w:val="00B96D7F"/>
    <w:rsid w:val="00B96DDF"/>
    <w:rsid w:val="00B970F8"/>
    <w:rsid w:val="00B9787E"/>
    <w:rsid w:val="00B97FC0"/>
    <w:rsid w:val="00BA04F4"/>
    <w:rsid w:val="00BA0BD5"/>
    <w:rsid w:val="00BA0C94"/>
    <w:rsid w:val="00BA113F"/>
    <w:rsid w:val="00BA11FA"/>
    <w:rsid w:val="00BA19A7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8FB"/>
    <w:rsid w:val="00BA4C7F"/>
    <w:rsid w:val="00BA4F20"/>
    <w:rsid w:val="00BA4F40"/>
    <w:rsid w:val="00BA5892"/>
    <w:rsid w:val="00BA5E56"/>
    <w:rsid w:val="00BA6135"/>
    <w:rsid w:val="00BA6389"/>
    <w:rsid w:val="00BA66E9"/>
    <w:rsid w:val="00BA6A6D"/>
    <w:rsid w:val="00BA72EB"/>
    <w:rsid w:val="00BA7EDD"/>
    <w:rsid w:val="00BB00A4"/>
    <w:rsid w:val="00BB0458"/>
    <w:rsid w:val="00BB0466"/>
    <w:rsid w:val="00BB0F85"/>
    <w:rsid w:val="00BB11D6"/>
    <w:rsid w:val="00BB226C"/>
    <w:rsid w:val="00BB227E"/>
    <w:rsid w:val="00BB24CD"/>
    <w:rsid w:val="00BB2730"/>
    <w:rsid w:val="00BB28CD"/>
    <w:rsid w:val="00BB2B43"/>
    <w:rsid w:val="00BB3D89"/>
    <w:rsid w:val="00BB40CF"/>
    <w:rsid w:val="00BB430F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325"/>
    <w:rsid w:val="00BC188A"/>
    <w:rsid w:val="00BC198F"/>
    <w:rsid w:val="00BC2009"/>
    <w:rsid w:val="00BC2166"/>
    <w:rsid w:val="00BC233D"/>
    <w:rsid w:val="00BC2AF7"/>
    <w:rsid w:val="00BC2F75"/>
    <w:rsid w:val="00BC3143"/>
    <w:rsid w:val="00BC379E"/>
    <w:rsid w:val="00BC3AE1"/>
    <w:rsid w:val="00BC46D5"/>
    <w:rsid w:val="00BC4737"/>
    <w:rsid w:val="00BC4749"/>
    <w:rsid w:val="00BC4775"/>
    <w:rsid w:val="00BC4DC1"/>
    <w:rsid w:val="00BC4DE7"/>
    <w:rsid w:val="00BC54ED"/>
    <w:rsid w:val="00BC5A5B"/>
    <w:rsid w:val="00BC5C03"/>
    <w:rsid w:val="00BC5C8F"/>
    <w:rsid w:val="00BC5CF6"/>
    <w:rsid w:val="00BC6031"/>
    <w:rsid w:val="00BC6E01"/>
    <w:rsid w:val="00BC74EB"/>
    <w:rsid w:val="00BC788E"/>
    <w:rsid w:val="00BD08FA"/>
    <w:rsid w:val="00BD098E"/>
    <w:rsid w:val="00BD0A46"/>
    <w:rsid w:val="00BD1451"/>
    <w:rsid w:val="00BD1D43"/>
    <w:rsid w:val="00BD1ECB"/>
    <w:rsid w:val="00BD20EC"/>
    <w:rsid w:val="00BD2186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798"/>
    <w:rsid w:val="00BD7F9E"/>
    <w:rsid w:val="00BD7FE0"/>
    <w:rsid w:val="00BE07F5"/>
    <w:rsid w:val="00BE0A6B"/>
    <w:rsid w:val="00BE0E23"/>
    <w:rsid w:val="00BE125B"/>
    <w:rsid w:val="00BE12FC"/>
    <w:rsid w:val="00BE2447"/>
    <w:rsid w:val="00BE2BBA"/>
    <w:rsid w:val="00BE2BC3"/>
    <w:rsid w:val="00BE3165"/>
    <w:rsid w:val="00BE35D5"/>
    <w:rsid w:val="00BE3BF2"/>
    <w:rsid w:val="00BE3DC1"/>
    <w:rsid w:val="00BE46DA"/>
    <w:rsid w:val="00BE4ACA"/>
    <w:rsid w:val="00BE4FCA"/>
    <w:rsid w:val="00BE57E7"/>
    <w:rsid w:val="00BE5E56"/>
    <w:rsid w:val="00BE6022"/>
    <w:rsid w:val="00BE62F2"/>
    <w:rsid w:val="00BE659C"/>
    <w:rsid w:val="00BE6925"/>
    <w:rsid w:val="00BE70A3"/>
    <w:rsid w:val="00BE7253"/>
    <w:rsid w:val="00BE7314"/>
    <w:rsid w:val="00BE792A"/>
    <w:rsid w:val="00BE79DF"/>
    <w:rsid w:val="00BE7A4F"/>
    <w:rsid w:val="00BE7CB1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71D"/>
    <w:rsid w:val="00BF4927"/>
    <w:rsid w:val="00BF5063"/>
    <w:rsid w:val="00BF50C6"/>
    <w:rsid w:val="00BF5349"/>
    <w:rsid w:val="00BF5652"/>
    <w:rsid w:val="00BF56BB"/>
    <w:rsid w:val="00BF5B84"/>
    <w:rsid w:val="00BF5BA7"/>
    <w:rsid w:val="00BF6A0A"/>
    <w:rsid w:val="00BF6B7E"/>
    <w:rsid w:val="00BF7102"/>
    <w:rsid w:val="00BF75C8"/>
    <w:rsid w:val="00BF7698"/>
    <w:rsid w:val="00BF7738"/>
    <w:rsid w:val="00BF7D8E"/>
    <w:rsid w:val="00BF7F7D"/>
    <w:rsid w:val="00C00087"/>
    <w:rsid w:val="00C004E1"/>
    <w:rsid w:val="00C00650"/>
    <w:rsid w:val="00C007E9"/>
    <w:rsid w:val="00C007F8"/>
    <w:rsid w:val="00C00E1F"/>
    <w:rsid w:val="00C01208"/>
    <w:rsid w:val="00C027CD"/>
    <w:rsid w:val="00C0305E"/>
    <w:rsid w:val="00C03D28"/>
    <w:rsid w:val="00C03E2F"/>
    <w:rsid w:val="00C040E8"/>
    <w:rsid w:val="00C0433B"/>
    <w:rsid w:val="00C0437E"/>
    <w:rsid w:val="00C045DD"/>
    <w:rsid w:val="00C047F5"/>
    <w:rsid w:val="00C05320"/>
    <w:rsid w:val="00C0532F"/>
    <w:rsid w:val="00C05550"/>
    <w:rsid w:val="00C0596B"/>
    <w:rsid w:val="00C05D04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24"/>
    <w:rsid w:val="00C11F97"/>
    <w:rsid w:val="00C12252"/>
    <w:rsid w:val="00C12DFF"/>
    <w:rsid w:val="00C12EAF"/>
    <w:rsid w:val="00C12EBB"/>
    <w:rsid w:val="00C1303B"/>
    <w:rsid w:val="00C133F5"/>
    <w:rsid w:val="00C13D02"/>
    <w:rsid w:val="00C13DD2"/>
    <w:rsid w:val="00C14035"/>
    <w:rsid w:val="00C1437D"/>
    <w:rsid w:val="00C143D9"/>
    <w:rsid w:val="00C14C6C"/>
    <w:rsid w:val="00C15190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F1"/>
    <w:rsid w:val="00C204AF"/>
    <w:rsid w:val="00C206E2"/>
    <w:rsid w:val="00C20C31"/>
    <w:rsid w:val="00C21188"/>
    <w:rsid w:val="00C213A3"/>
    <w:rsid w:val="00C214E9"/>
    <w:rsid w:val="00C219AC"/>
    <w:rsid w:val="00C22619"/>
    <w:rsid w:val="00C22BB4"/>
    <w:rsid w:val="00C2378E"/>
    <w:rsid w:val="00C238FC"/>
    <w:rsid w:val="00C23C40"/>
    <w:rsid w:val="00C23D04"/>
    <w:rsid w:val="00C2401F"/>
    <w:rsid w:val="00C24596"/>
    <w:rsid w:val="00C245E0"/>
    <w:rsid w:val="00C24B0F"/>
    <w:rsid w:val="00C250B3"/>
    <w:rsid w:val="00C25179"/>
    <w:rsid w:val="00C25EE8"/>
    <w:rsid w:val="00C25F32"/>
    <w:rsid w:val="00C2677A"/>
    <w:rsid w:val="00C26E90"/>
    <w:rsid w:val="00C27174"/>
    <w:rsid w:val="00C279E1"/>
    <w:rsid w:val="00C30005"/>
    <w:rsid w:val="00C30075"/>
    <w:rsid w:val="00C308CE"/>
    <w:rsid w:val="00C309F0"/>
    <w:rsid w:val="00C30E6C"/>
    <w:rsid w:val="00C31312"/>
    <w:rsid w:val="00C31A62"/>
    <w:rsid w:val="00C31DE3"/>
    <w:rsid w:val="00C32007"/>
    <w:rsid w:val="00C3204C"/>
    <w:rsid w:val="00C322C3"/>
    <w:rsid w:val="00C336A6"/>
    <w:rsid w:val="00C33EEF"/>
    <w:rsid w:val="00C33F2F"/>
    <w:rsid w:val="00C34190"/>
    <w:rsid w:val="00C356AE"/>
    <w:rsid w:val="00C358E9"/>
    <w:rsid w:val="00C3598B"/>
    <w:rsid w:val="00C35AE2"/>
    <w:rsid w:val="00C35BDC"/>
    <w:rsid w:val="00C35E4B"/>
    <w:rsid w:val="00C35FC6"/>
    <w:rsid w:val="00C3634C"/>
    <w:rsid w:val="00C36806"/>
    <w:rsid w:val="00C37051"/>
    <w:rsid w:val="00C37083"/>
    <w:rsid w:val="00C37116"/>
    <w:rsid w:val="00C37565"/>
    <w:rsid w:val="00C37801"/>
    <w:rsid w:val="00C378FE"/>
    <w:rsid w:val="00C400B9"/>
    <w:rsid w:val="00C40908"/>
    <w:rsid w:val="00C40920"/>
    <w:rsid w:val="00C40CA4"/>
    <w:rsid w:val="00C40FEA"/>
    <w:rsid w:val="00C41137"/>
    <w:rsid w:val="00C4119D"/>
    <w:rsid w:val="00C416F4"/>
    <w:rsid w:val="00C41BA3"/>
    <w:rsid w:val="00C43294"/>
    <w:rsid w:val="00C432E2"/>
    <w:rsid w:val="00C43C56"/>
    <w:rsid w:val="00C443C0"/>
    <w:rsid w:val="00C445F8"/>
    <w:rsid w:val="00C4464E"/>
    <w:rsid w:val="00C449AA"/>
    <w:rsid w:val="00C44BB7"/>
    <w:rsid w:val="00C44F84"/>
    <w:rsid w:val="00C457E4"/>
    <w:rsid w:val="00C45ACE"/>
    <w:rsid w:val="00C45BE7"/>
    <w:rsid w:val="00C4624F"/>
    <w:rsid w:val="00C46764"/>
    <w:rsid w:val="00C46D5D"/>
    <w:rsid w:val="00C46E56"/>
    <w:rsid w:val="00C472C8"/>
    <w:rsid w:val="00C4749B"/>
    <w:rsid w:val="00C47998"/>
    <w:rsid w:val="00C506D8"/>
    <w:rsid w:val="00C50EDC"/>
    <w:rsid w:val="00C51B5B"/>
    <w:rsid w:val="00C51EAF"/>
    <w:rsid w:val="00C5210E"/>
    <w:rsid w:val="00C52CFA"/>
    <w:rsid w:val="00C52D32"/>
    <w:rsid w:val="00C5376C"/>
    <w:rsid w:val="00C53797"/>
    <w:rsid w:val="00C54223"/>
    <w:rsid w:val="00C5455B"/>
    <w:rsid w:val="00C546E6"/>
    <w:rsid w:val="00C55631"/>
    <w:rsid w:val="00C5613B"/>
    <w:rsid w:val="00C563D1"/>
    <w:rsid w:val="00C56ACC"/>
    <w:rsid w:val="00C571DA"/>
    <w:rsid w:val="00C57298"/>
    <w:rsid w:val="00C57331"/>
    <w:rsid w:val="00C57BFB"/>
    <w:rsid w:val="00C57E98"/>
    <w:rsid w:val="00C600DF"/>
    <w:rsid w:val="00C601BB"/>
    <w:rsid w:val="00C60363"/>
    <w:rsid w:val="00C60532"/>
    <w:rsid w:val="00C61461"/>
    <w:rsid w:val="00C61B47"/>
    <w:rsid w:val="00C621DF"/>
    <w:rsid w:val="00C62392"/>
    <w:rsid w:val="00C6240C"/>
    <w:rsid w:val="00C62570"/>
    <w:rsid w:val="00C62600"/>
    <w:rsid w:val="00C6295B"/>
    <w:rsid w:val="00C62A05"/>
    <w:rsid w:val="00C62D0D"/>
    <w:rsid w:val="00C63528"/>
    <w:rsid w:val="00C63991"/>
    <w:rsid w:val="00C63AC0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6AB"/>
    <w:rsid w:val="00C659EA"/>
    <w:rsid w:val="00C65DE1"/>
    <w:rsid w:val="00C65EEA"/>
    <w:rsid w:val="00C660B3"/>
    <w:rsid w:val="00C66346"/>
    <w:rsid w:val="00C67663"/>
    <w:rsid w:val="00C67C9D"/>
    <w:rsid w:val="00C701EE"/>
    <w:rsid w:val="00C70699"/>
    <w:rsid w:val="00C71535"/>
    <w:rsid w:val="00C71CE8"/>
    <w:rsid w:val="00C720E4"/>
    <w:rsid w:val="00C723BB"/>
    <w:rsid w:val="00C728E9"/>
    <w:rsid w:val="00C729FD"/>
    <w:rsid w:val="00C7318E"/>
    <w:rsid w:val="00C732DC"/>
    <w:rsid w:val="00C73358"/>
    <w:rsid w:val="00C734AA"/>
    <w:rsid w:val="00C73502"/>
    <w:rsid w:val="00C73810"/>
    <w:rsid w:val="00C73B30"/>
    <w:rsid w:val="00C751F9"/>
    <w:rsid w:val="00C761DD"/>
    <w:rsid w:val="00C76206"/>
    <w:rsid w:val="00C76736"/>
    <w:rsid w:val="00C76E7A"/>
    <w:rsid w:val="00C7715B"/>
    <w:rsid w:val="00C77A3B"/>
    <w:rsid w:val="00C77FA8"/>
    <w:rsid w:val="00C80642"/>
    <w:rsid w:val="00C80CF7"/>
    <w:rsid w:val="00C80D39"/>
    <w:rsid w:val="00C81398"/>
    <w:rsid w:val="00C81450"/>
    <w:rsid w:val="00C81489"/>
    <w:rsid w:val="00C8155F"/>
    <w:rsid w:val="00C815A9"/>
    <w:rsid w:val="00C816AF"/>
    <w:rsid w:val="00C82052"/>
    <w:rsid w:val="00C8238B"/>
    <w:rsid w:val="00C82F2C"/>
    <w:rsid w:val="00C82F78"/>
    <w:rsid w:val="00C8345A"/>
    <w:rsid w:val="00C8347B"/>
    <w:rsid w:val="00C83508"/>
    <w:rsid w:val="00C8365C"/>
    <w:rsid w:val="00C83716"/>
    <w:rsid w:val="00C842FB"/>
    <w:rsid w:val="00C845C1"/>
    <w:rsid w:val="00C8471E"/>
    <w:rsid w:val="00C85D37"/>
    <w:rsid w:val="00C85FC1"/>
    <w:rsid w:val="00C86E9B"/>
    <w:rsid w:val="00C8773B"/>
    <w:rsid w:val="00C87DB3"/>
    <w:rsid w:val="00C87E15"/>
    <w:rsid w:val="00C90A3B"/>
    <w:rsid w:val="00C90C92"/>
    <w:rsid w:val="00C91161"/>
    <w:rsid w:val="00C911E8"/>
    <w:rsid w:val="00C91AA0"/>
    <w:rsid w:val="00C91CA4"/>
    <w:rsid w:val="00C92138"/>
    <w:rsid w:val="00C926AE"/>
    <w:rsid w:val="00C926DD"/>
    <w:rsid w:val="00C929E4"/>
    <w:rsid w:val="00C933C4"/>
    <w:rsid w:val="00C933CA"/>
    <w:rsid w:val="00C93CA7"/>
    <w:rsid w:val="00C9430B"/>
    <w:rsid w:val="00C94325"/>
    <w:rsid w:val="00C94469"/>
    <w:rsid w:val="00C95136"/>
    <w:rsid w:val="00C95969"/>
    <w:rsid w:val="00C9605E"/>
    <w:rsid w:val="00C965BC"/>
    <w:rsid w:val="00C9694B"/>
    <w:rsid w:val="00C96A18"/>
    <w:rsid w:val="00C96FF1"/>
    <w:rsid w:val="00C9750B"/>
    <w:rsid w:val="00C97889"/>
    <w:rsid w:val="00CA06E4"/>
    <w:rsid w:val="00CA0BE7"/>
    <w:rsid w:val="00CA0D71"/>
    <w:rsid w:val="00CA0E9E"/>
    <w:rsid w:val="00CA203E"/>
    <w:rsid w:val="00CA2177"/>
    <w:rsid w:val="00CA21A6"/>
    <w:rsid w:val="00CA2B1C"/>
    <w:rsid w:val="00CA3072"/>
    <w:rsid w:val="00CA3381"/>
    <w:rsid w:val="00CA37C0"/>
    <w:rsid w:val="00CA39EC"/>
    <w:rsid w:val="00CA4159"/>
    <w:rsid w:val="00CA43A0"/>
    <w:rsid w:val="00CA4728"/>
    <w:rsid w:val="00CA479E"/>
    <w:rsid w:val="00CA47B4"/>
    <w:rsid w:val="00CA47CC"/>
    <w:rsid w:val="00CA4E3F"/>
    <w:rsid w:val="00CA521F"/>
    <w:rsid w:val="00CA54B8"/>
    <w:rsid w:val="00CA550C"/>
    <w:rsid w:val="00CA5773"/>
    <w:rsid w:val="00CA6A77"/>
    <w:rsid w:val="00CA6AAB"/>
    <w:rsid w:val="00CA71A2"/>
    <w:rsid w:val="00CA71CC"/>
    <w:rsid w:val="00CA7243"/>
    <w:rsid w:val="00CB0518"/>
    <w:rsid w:val="00CB20A7"/>
    <w:rsid w:val="00CB215C"/>
    <w:rsid w:val="00CB2B16"/>
    <w:rsid w:val="00CB3394"/>
    <w:rsid w:val="00CB3464"/>
    <w:rsid w:val="00CB3558"/>
    <w:rsid w:val="00CB36B5"/>
    <w:rsid w:val="00CB460A"/>
    <w:rsid w:val="00CB47A7"/>
    <w:rsid w:val="00CB4B0E"/>
    <w:rsid w:val="00CB7896"/>
    <w:rsid w:val="00CB79C5"/>
    <w:rsid w:val="00CC00E0"/>
    <w:rsid w:val="00CC0608"/>
    <w:rsid w:val="00CC0AD3"/>
    <w:rsid w:val="00CC0ADB"/>
    <w:rsid w:val="00CC0F6E"/>
    <w:rsid w:val="00CC1024"/>
    <w:rsid w:val="00CC11A7"/>
    <w:rsid w:val="00CC1A41"/>
    <w:rsid w:val="00CC1C20"/>
    <w:rsid w:val="00CC2443"/>
    <w:rsid w:val="00CC2635"/>
    <w:rsid w:val="00CC27D6"/>
    <w:rsid w:val="00CC2C2A"/>
    <w:rsid w:val="00CC32F1"/>
    <w:rsid w:val="00CC35C6"/>
    <w:rsid w:val="00CC3F63"/>
    <w:rsid w:val="00CC3FF0"/>
    <w:rsid w:val="00CC417E"/>
    <w:rsid w:val="00CC4DCE"/>
    <w:rsid w:val="00CC4DDA"/>
    <w:rsid w:val="00CC50F0"/>
    <w:rsid w:val="00CC6BF5"/>
    <w:rsid w:val="00CC6F37"/>
    <w:rsid w:val="00CC7B24"/>
    <w:rsid w:val="00CC7F4A"/>
    <w:rsid w:val="00CC7F51"/>
    <w:rsid w:val="00CD03CF"/>
    <w:rsid w:val="00CD0D9B"/>
    <w:rsid w:val="00CD1576"/>
    <w:rsid w:val="00CD1C44"/>
    <w:rsid w:val="00CD238C"/>
    <w:rsid w:val="00CD26C7"/>
    <w:rsid w:val="00CD2748"/>
    <w:rsid w:val="00CD2869"/>
    <w:rsid w:val="00CD299F"/>
    <w:rsid w:val="00CD2AFB"/>
    <w:rsid w:val="00CD2E7E"/>
    <w:rsid w:val="00CD36BE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726E"/>
    <w:rsid w:val="00CD728F"/>
    <w:rsid w:val="00CD7700"/>
    <w:rsid w:val="00CD7E8B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8B7"/>
    <w:rsid w:val="00CE1E74"/>
    <w:rsid w:val="00CE2693"/>
    <w:rsid w:val="00CE2823"/>
    <w:rsid w:val="00CE2D0B"/>
    <w:rsid w:val="00CE34CC"/>
    <w:rsid w:val="00CE415F"/>
    <w:rsid w:val="00CE46EB"/>
    <w:rsid w:val="00CE4EF1"/>
    <w:rsid w:val="00CE5556"/>
    <w:rsid w:val="00CE57F1"/>
    <w:rsid w:val="00CE58AD"/>
    <w:rsid w:val="00CE59E4"/>
    <w:rsid w:val="00CE5A30"/>
    <w:rsid w:val="00CE5D90"/>
    <w:rsid w:val="00CE654C"/>
    <w:rsid w:val="00CE6571"/>
    <w:rsid w:val="00CE67F3"/>
    <w:rsid w:val="00CE6C1B"/>
    <w:rsid w:val="00CE6E0C"/>
    <w:rsid w:val="00CE7DFF"/>
    <w:rsid w:val="00CF0341"/>
    <w:rsid w:val="00CF0793"/>
    <w:rsid w:val="00CF0AAA"/>
    <w:rsid w:val="00CF0E81"/>
    <w:rsid w:val="00CF0ECB"/>
    <w:rsid w:val="00CF114A"/>
    <w:rsid w:val="00CF1188"/>
    <w:rsid w:val="00CF1347"/>
    <w:rsid w:val="00CF1426"/>
    <w:rsid w:val="00CF189B"/>
    <w:rsid w:val="00CF1A43"/>
    <w:rsid w:val="00CF1BAA"/>
    <w:rsid w:val="00CF1BC4"/>
    <w:rsid w:val="00CF1D0D"/>
    <w:rsid w:val="00CF238A"/>
    <w:rsid w:val="00CF24CD"/>
    <w:rsid w:val="00CF27BA"/>
    <w:rsid w:val="00CF29CF"/>
    <w:rsid w:val="00CF344A"/>
    <w:rsid w:val="00CF3593"/>
    <w:rsid w:val="00CF3EAA"/>
    <w:rsid w:val="00CF4CE4"/>
    <w:rsid w:val="00CF5053"/>
    <w:rsid w:val="00CF5D69"/>
    <w:rsid w:val="00CF5F98"/>
    <w:rsid w:val="00CF64AE"/>
    <w:rsid w:val="00CF6AD8"/>
    <w:rsid w:val="00CF6E5C"/>
    <w:rsid w:val="00CF6F85"/>
    <w:rsid w:val="00CF7173"/>
    <w:rsid w:val="00CF7210"/>
    <w:rsid w:val="00CF784A"/>
    <w:rsid w:val="00CF7976"/>
    <w:rsid w:val="00CF7D18"/>
    <w:rsid w:val="00D00721"/>
    <w:rsid w:val="00D008A0"/>
    <w:rsid w:val="00D00B66"/>
    <w:rsid w:val="00D01079"/>
    <w:rsid w:val="00D01640"/>
    <w:rsid w:val="00D01ACA"/>
    <w:rsid w:val="00D01CAD"/>
    <w:rsid w:val="00D04756"/>
    <w:rsid w:val="00D04AC9"/>
    <w:rsid w:val="00D04D96"/>
    <w:rsid w:val="00D05EAC"/>
    <w:rsid w:val="00D06595"/>
    <w:rsid w:val="00D06EFB"/>
    <w:rsid w:val="00D07131"/>
    <w:rsid w:val="00D07155"/>
    <w:rsid w:val="00D07C6B"/>
    <w:rsid w:val="00D104E5"/>
    <w:rsid w:val="00D1057B"/>
    <w:rsid w:val="00D108FF"/>
    <w:rsid w:val="00D10BAD"/>
    <w:rsid w:val="00D10FAD"/>
    <w:rsid w:val="00D11298"/>
    <w:rsid w:val="00D1192C"/>
    <w:rsid w:val="00D11C4A"/>
    <w:rsid w:val="00D11E87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366"/>
    <w:rsid w:val="00D149B2"/>
    <w:rsid w:val="00D149FA"/>
    <w:rsid w:val="00D15C14"/>
    <w:rsid w:val="00D1645B"/>
    <w:rsid w:val="00D1679D"/>
    <w:rsid w:val="00D1682C"/>
    <w:rsid w:val="00D168DA"/>
    <w:rsid w:val="00D178F5"/>
    <w:rsid w:val="00D202B0"/>
    <w:rsid w:val="00D20503"/>
    <w:rsid w:val="00D2084F"/>
    <w:rsid w:val="00D20B42"/>
    <w:rsid w:val="00D20E9F"/>
    <w:rsid w:val="00D20EC0"/>
    <w:rsid w:val="00D2184F"/>
    <w:rsid w:val="00D2195F"/>
    <w:rsid w:val="00D2197E"/>
    <w:rsid w:val="00D219A6"/>
    <w:rsid w:val="00D21FB5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5212"/>
    <w:rsid w:val="00D2531B"/>
    <w:rsid w:val="00D25ACE"/>
    <w:rsid w:val="00D25ECF"/>
    <w:rsid w:val="00D26402"/>
    <w:rsid w:val="00D26881"/>
    <w:rsid w:val="00D2719C"/>
    <w:rsid w:val="00D27551"/>
    <w:rsid w:val="00D27747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56C"/>
    <w:rsid w:val="00D31D9B"/>
    <w:rsid w:val="00D31DCE"/>
    <w:rsid w:val="00D31FD3"/>
    <w:rsid w:val="00D323CD"/>
    <w:rsid w:val="00D328AC"/>
    <w:rsid w:val="00D33342"/>
    <w:rsid w:val="00D33475"/>
    <w:rsid w:val="00D33B4A"/>
    <w:rsid w:val="00D33CE0"/>
    <w:rsid w:val="00D3436D"/>
    <w:rsid w:val="00D343BD"/>
    <w:rsid w:val="00D34CBC"/>
    <w:rsid w:val="00D35103"/>
    <w:rsid w:val="00D3519D"/>
    <w:rsid w:val="00D356A8"/>
    <w:rsid w:val="00D356E1"/>
    <w:rsid w:val="00D35F54"/>
    <w:rsid w:val="00D361F9"/>
    <w:rsid w:val="00D36A05"/>
    <w:rsid w:val="00D36ECB"/>
    <w:rsid w:val="00D373B9"/>
    <w:rsid w:val="00D377CC"/>
    <w:rsid w:val="00D37C8C"/>
    <w:rsid w:val="00D37E56"/>
    <w:rsid w:val="00D40474"/>
    <w:rsid w:val="00D40B59"/>
    <w:rsid w:val="00D41207"/>
    <w:rsid w:val="00D41A7D"/>
    <w:rsid w:val="00D41C73"/>
    <w:rsid w:val="00D421C4"/>
    <w:rsid w:val="00D4243E"/>
    <w:rsid w:val="00D42467"/>
    <w:rsid w:val="00D42836"/>
    <w:rsid w:val="00D42A54"/>
    <w:rsid w:val="00D42A5B"/>
    <w:rsid w:val="00D42E5F"/>
    <w:rsid w:val="00D42FD6"/>
    <w:rsid w:val="00D43758"/>
    <w:rsid w:val="00D43BF8"/>
    <w:rsid w:val="00D44113"/>
    <w:rsid w:val="00D44462"/>
    <w:rsid w:val="00D44701"/>
    <w:rsid w:val="00D44957"/>
    <w:rsid w:val="00D449BE"/>
    <w:rsid w:val="00D44ACB"/>
    <w:rsid w:val="00D45354"/>
    <w:rsid w:val="00D454AC"/>
    <w:rsid w:val="00D4587F"/>
    <w:rsid w:val="00D45D78"/>
    <w:rsid w:val="00D45E88"/>
    <w:rsid w:val="00D46207"/>
    <w:rsid w:val="00D474F8"/>
    <w:rsid w:val="00D47606"/>
    <w:rsid w:val="00D50C2C"/>
    <w:rsid w:val="00D50DF2"/>
    <w:rsid w:val="00D51CFA"/>
    <w:rsid w:val="00D51DFD"/>
    <w:rsid w:val="00D520C6"/>
    <w:rsid w:val="00D525A4"/>
    <w:rsid w:val="00D52783"/>
    <w:rsid w:val="00D5330B"/>
    <w:rsid w:val="00D535E3"/>
    <w:rsid w:val="00D53B6C"/>
    <w:rsid w:val="00D54D39"/>
    <w:rsid w:val="00D54E85"/>
    <w:rsid w:val="00D54F80"/>
    <w:rsid w:val="00D5524B"/>
    <w:rsid w:val="00D552CB"/>
    <w:rsid w:val="00D557E3"/>
    <w:rsid w:val="00D56762"/>
    <w:rsid w:val="00D56D3A"/>
    <w:rsid w:val="00D57B3B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63"/>
    <w:rsid w:val="00D634E7"/>
    <w:rsid w:val="00D637E3"/>
    <w:rsid w:val="00D63F81"/>
    <w:rsid w:val="00D6409A"/>
    <w:rsid w:val="00D64499"/>
    <w:rsid w:val="00D646E6"/>
    <w:rsid w:val="00D64DF8"/>
    <w:rsid w:val="00D64FAA"/>
    <w:rsid w:val="00D651CC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70020"/>
    <w:rsid w:val="00D70113"/>
    <w:rsid w:val="00D70433"/>
    <w:rsid w:val="00D707FF"/>
    <w:rsid w:val="00D70932"/>
    <w:rsid w:val="00D70DA5"/>
    <w:rsid w:val="00D71158"/>
    <w:rsid w:val="00D7187F"/>
    <w:rsid w:val="00D71C60"/>
    <w:rsid w:val="00D71E91"/>
    <w:rsid w:val="00D72625"/>
    <w:rsid w:val="00D730A6"/>
    <w:rsid w:val="00D73A69"/>
    <w:rsid w:val="00D73D60"/>
    <w:rsid w:val="00D73E0D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7B"/>
    <w:rsid w:val="00D77EF9"/>
    <w:rsid w:val="00D80423"/>
    <w:rsid w:val="00D80426"/>
    <w:rsid w:val="00D8072E"/>
    <w:rsid w:val="00D8081D"/>
    <w:rsid w:val="00D80838"/>
    <w:rsid w:val="00D80903"/>
    <w:rsid w:val="00D80BCD"/>
    <w:rsid w:val="00D80EFA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4B62"/>
    <w:rsid w:val="00D85597"/>
    <w:rsid w:val="00D8582F"/>
    <w:rsid w:val="00D859CC"/>
    <w:rsid w:val="00D85F02"/>
    <w:rsid w:val="00D862F7"/>
    <w:rsid w:val="00D86376"/>
    <w:rsid w:val="00D8698E"/>
    <w:rsid w:val="00D86ADB"/>
    <w:rsid w:val="00D86F1B"/>
    <w:rsid w:val="00D8774D"/>
    <w:rsid w:val="00D87CE2"/>
    <w:rsid w:val="00D906C8"/>
    <w:rsid w:val="00D90715"/>
    <w:rsid w:val="00D90DC9"/>
    <w:rsid w:val="00D91020"/>
    <w:rsid w:val="00D91480"/>
    <w:rsid w:val="00D91BF4"/>
    <w:rsid w:val="00D9211D"/>
    <w:rsid w:val="00D922EA"/>
    <w:rsid w:val="00D929C1"/>
    <w:rsid w:val="00D9330C"/>
    <w:rsid w:val="00D935CA"/>
    <w:rsid w:val="00D938E0"/>
    <w:rsid w:val="00D9394F"/>
    <w:rsid w:val="00D94090"/>
    <w:rsid w:val="00D9462E"/>
    <w:rsid w:val="00D94F8D"/>
    <w:rsid w:val="00D94FD6"/>
    <w:rsid w:val="00D95E1B"/>
    <w:rsid w:val="00D96062"/>
    <w:rsid w:val="00D9664D"/>
    <w:rsid w:val="00D966CE"/>
    <w:rsid w:val="00D969BD"/>
    <w:rsid w:val="00D96AC7"/>
    <w:rsid w:val="00D96C8B"/>
    <w:rsid w:val="00D96F1F"/>
    <w:rsid w:val="00D9708C"/>
    <w:rsid w:val="00D9713B"/>
    <w:rsid w:val="00D9744E"/>
    <w:rsid w:val="00D9788B"/>
    <w:rsid w:val="00D97E89"/>
    <w:rsid w:val="00DA034D"/>
    <w:rsid w:val="00DA14C5"/>
    <w:rsid w:val="00DA1AE2"/>
    <w:rsid w:val="00DA1D4C"/>
    <w:rsid w:val="00DA2215"/>
    <w:rsid w:val="00DA244C"/>
    <w:rsid w:val="00DA24A0"/>
    <w:rsid w:val="00DA254D"/>
    <w:rsid w:val="00DA30B5"/>
    <w:rsid w:val="00DA30DB"/>
    <w:rsid w:val="00DA3634"/>
    <w:rsid w:val="00DA3B04"/>
    <w:rsid w:val="00DA3B13"/>
    <w:rsid w:val="00DA3FD1"/>
    <w:rsid w:val="00DA408F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952"/>
    <w:rsid w:val="00DA7022"/>
    <w:rsid w:val="00DA7467"/>
    <w:rsid w:val="00DA760A"/>
    <w:rsid w:val="00DA7C74"/>
    <w:rsid w:val="00DA7EF1"/>
    <w:rsid w:val="00DB09BF"/>
    <w:rsid w:val="00DB1021"/>
    <w:rsid w:val="00DB104D"/>
    <w:rsid w:val="00DB1503"/>
    <w:rsid w:val="00DB1A06"/>
    <w:rsid w:val="00DB1F6D"/>
    <w:rsid w:val="00DB2129"/>
    <w:rsid w:val="00DB23F8"/>
    <w:rsid w:val="00DB2509"/>
    <w:rsid w:val="00DB2B7B"/>
    <w:rsid w:val="00DB33E5"/>
    <w:rsid w:val="00DB36BE"/>
    <w:rsid w:val="00DB3A36"/>
    <w:rsid w:val="00DB411F"/>
    <w:rsid w:val="00DB4727"/>
    <w:rsid w:val="00DB473D"/>
    <w:rsid w:val="00DB48AB"/>
    <w:rsid w:val="00DB4DF7"/>
    <w:rsid w:val="00DB50E4"/>
    <w:rsid w:val="00DB5538"/>
    <w:rsid w:val="00DB59DA"/>
    <w:rsid w:val="00DB5A8E"/>
    <w:rsid w:val="00DB6047"/>
    <w:rsid w:val="00DB70D1"/>
    <w:rsid w:val="00DC0147"/>
    <w:rsid w:val="00DC16CB"/>
    <w:rsid w:val="00DC17BA"/>
    <w:rsid w:val="00DC1FD0"/>
    <w:rsid w:val="00DC207B"/>
    <w:rsid w:val="00DC22B5"/>
    <w:rsid w:val="00DC2318"/>
    <w:rsid w:val="00DC2381"/>
    <w:rsid w:val="00DC239E"/>
    <w:rsid w:val="00DC29D4"/>
    <w:rsid w:val="00DC29F0"/>
    <w:rsid w:val="00DC3303"/>
    <w:rsid w:val="00DC350C"/>
    <w:rsid w:val="00DC37F6"/>
    <w:rsid w:val="00DC3C52"/>
    <w:rsid w:val="00DC3E66"/>
    <w:rsid w:val="00DC40F9"/>
    <w:rsid w:val="00DC4207"/>
    <w:rsid w:val="00DC46BC"/>
    <w:rsid w:val="00DC46BF"/>
    <w:rsid w:val="00DC46F4"/>
    <w:rsid w:val="00DC53E6"/>
    <w:rsid w:val="00DC5423"/>
    <w:rsid w:val="00DC566C"/>
    <w:rsid w:val="00DC5881"/>
    <w:rsid w:val="00DC5A43"/>
    <w:rsid w:val="00DC5C58"/>
    <w:rsid w:val="00DC5CBD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E9D"/>
    <w:rsid w:val="00DD296B"/>
    <w:rsid w:val="00DD2A56"/>
    <w:rsid w:val="00DD2D86"/>
    <w:rsid w:val="00DD3218"/>
    <w:rsid w:val="00DD3692"/>
    <w:rsid w:val="00DD3898"/>
    <w:rsid w:val="00DD3D4F"/>
    <w:rsid w:val="00DD42F7"/>
    <w:rsid w:val="00DD469D"/>
    <w:rsid w:val="00DD4B8F"/>
    <w:rsid w:val="00DD4DEC"/>
    <w:rsid w:val="00DD4ED3"/>
    <w:rsid w:val="00DD5529"/>
    <w:rsid w:val="00DD55AB"/>
    <w:rsid w:val="00DD560C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A91"/>
    <w:rsid w:val="00DF0D82"/>
    <w:rsid w:val="00DF1492"/>
    <w:rsid w:val="00DF1BCC"/>
    <w:rsid w:val="00DF2334"/>
    <w:rsid w:val="00DF23AB"/>
    <w:rsid w:val="00DF254E"/>
    <w:rsid w:val="00DF26B2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3F99"/>
    <w:rsid w:val="00DF407F"/>
    <w:rsid w:val="00DF432A"/>
    <w:rsid w:val="00DF43F8"/>
    <w:rsid w:val="00DF46FA"/>
    <w:rsid w:val="00DF5966"/>
    <w:rsid w:val="00DF5E74"/>
    <w:rsid w:val="00DF5E7B"/>
    <w:rsid w:val="00DF62D0"/>
    <w:rsid w:val="00DF64A6"/>
    <w:rsid w:val="00DF66DD"/>
    <w:rsid w:val="00DF67C8"/>
    <w:rsid w:val="00DF7394"/>
    <w:rsid w:val="00DF76F0"/>
    <w:rsid w:val="00DF7744"/>
    <w:rsid w:val="00DF7824"/>
    <w:rsid w:val="00DF7DAC"/>
    <w:rsid w:val="00DF7E6E"/>
    <w:rsid w:val="00DF7E85"/>
    <w:rsid w:val="00E00509"/>
    <w:rsid w:val="00E00C7A"/>
    <w:rsid w:val="00E01130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C00"/>
    <w:rsid w:val="00E05D7E"/>
    <w:rsid w:val="00E05FD2"/>
    <w:rsid w:val="00E06E3F"/>
    <w:rsid w:val="00E06E7F"/>
    <w:rsid w:val="00E0704C"/>
    <w:rsid w:val="00E0725E"/>
    <w:rsid w:val="00E0733B"/>
    <w:rsid w:val="00E078F4"/>
    <w:rsid w:val="00E10A49"/>
    <w:rsid w:val="00E10A7A"/>
    <w:rsid w:val="00E11F9F"/>
    <w:rsid w:val="00E1204E"/>
    <w:rsid w:val="00E12781"/>
    <w:rsid w:val="00E12826"/>
    <w:rsid w:val="00E1285D"/>
    <w:rsid w:val="00E12DF5"/>
    <w:rsid w:val="00E130CD"/>
    <w:rsid w:val="00E1327A"/>
    <w:rsid w:val="00E13368"/>
    <w:rsid w:val="00E13690"/>
    <w:rsid w:val="00E140C5"/>
    <w:rsid w:val="00E142D3"/>
    <w:rsid w:val="00E1460B"/>
    <w:rsid w:val="00E146CB"/>
    <w:rsid w:val="00E14CA4"/>
    <w:rsid w:val="00E14FFC"/>
    <w:rsid w:val="00E155E5"/>
    <w:rsid w:val="00E1563C"/>
    <w:rsid w:val="00E1573D"/>
    <w:rsid w:val="00E1579C"/>
    <w:rsid w:val="00E16EA6"/>
    <w:rsid w:val="00E16F84"/>
    <w:rsid w:val="00E17AAF"/>
    <w:rsid w:val="00E17B7B"/>
    <w:rsid w:val="00E17F00"/>
    <w:rsid w:val="00E17FF0"/>
    <w:rsid w:val="00E20440"/>
    <w:rsid w:val="00E207CB"/>
    <w:rsid w:val="00E21A7E"/>
    <w:rsid w:val="00E2291E"/>
    <w:rsid w:val="00E2357F"/>
    <w:rsid w:val="00E23584"/>
    <w:rsid w:val="00E23A48"/>
    <w:rsid w:val="00E23AF0"/>
    <w:rsid w:val="00E23F98"/>
    <w:rsid w:val="00E23FED"/>
    <w:rsid w:val="00E24982"/>
    <w:rsid w:val="00E24BF6"/>
    <w:rsid w:val="00E24F46"/>
    <w:rsid w:val="00E24F50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E83"/>
    <w:rsid w:val="00E30FC7"/>
    <w:rsid w:val="00E313DE"/>
    <w:rsid w:val="00E314AB"/>
    <w:rsid w:val="00E316B0"/>
    <w:rsid w:val="00E316E0"/>
    <w:rsid w:val="00E322FC"/>
    <w:rsid w:val="00E325D4"/>
    <w:rsid w:val="00E32730"/>
    <w:rsid w:val="00E32E1F"/>
    <w:rsid w:val="00E34160"/>
    <w:rsid w:val="00E3419C"/>
    <w:rsid w:val="00E3454B"/>
    <w:rsid w:val="00E3513D"/>
    <w:rsid w:val="00E359E8"/>
    <w:rsid w:val="00E36DAC"/>
    <w:rsid w:val="00E370A0"/>
    <w:rsid w:val="00E37DF0"/>
    <w:rsid w:val="00E40EE9"/>
    <w:rsid w:val="00E40F40"/>
    <w:rsid w:val="00E4131E"/>
    <w:rsid w:val="00E41335"/>
    <w:rsid w:val="00E41E16"/>
    <w:rsid w:val="00E42D7E"/>
    <w:rsid w:val="00E43002"/>
    <w:rsid w:val="00E43530"/>
    <w:rsid w:val="00E43802"/>
    <w:rsid w:val="00E439C7"/>
    <w:rsid w:val="00E43CE5"/>
    <w:rsid w:val="00E43F8B"/>
    <w:rsid w:val="00E4426F"/>
    <w:rsid w:val="00E44368"/>
    <w:rsid w:val="00E44793"/>
    <w:rsid w:val="00E44D2B"/>
    <w:rsid w:val="00E454C5"/>
    <w:rsid w:val="00E454CC"/>
    <w:rsid w:val="00E457E8"/>
    <w:rsid w:val="00E458E8"/>
    <w:rsid w:val="00E46718"/>
    <w:rsid w:val="00E46738"/>
    <w:rsid w:val="00E46D05"/>
    <w:rsid w:val="00E46EE2"/>
    <w:rsid w:val="00E4734C"/>
    <w:rsid w:val="00E477E4"/>
    <w:rsid w:val="00E50620"/>
    <w:rsid w:val="00E507E3"/>
    <w:rsid w:val="00E50C25"/>
    <w:rsid w:val="00E511D0"/>
    <w:rsid w:val="00E51572"/>
    <w:rsid w:val="00E5166D"/>
    <w:rsid w:val="00E523EA"/>
    <w:rsid w:val="00E527F6"/>
    <w:rsid w:val="00E53614"/>
    <w:rsid w:val="00E5365F"/>
    <w:rsid w:val="00E53864"/>
    <w:rsid w:val="00E53941"/>
    <w:rsid w:val="00E53B42"/>
    <w:rsid w:val="00E53BBE"/>
    <w:rsid w:val="00E545BF"/>
    <w:rsid w:val="00E54781"/>
    <w:rsid w:val="00E54876"/>
    <w:rsid w:val="00E54E7D"/>
    <w:rsid w:val="00E54F4E"/>
    <w:rsid w:val="00E5509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60B"/>
    <w:rsid w:val="00E618C6"/>
    <w:rsid w:val="00E622C7"/>
    <w:rsid w:val="00E62449"/>
    <w:rsid w:val="00E6246A"/>
    <w:rsid w:val="00E62482"/>
    <w:rsid w:val="00E626D7"/>
    <w:rsid w:val="00E62994"/>
    <w:rsid w:val="00E62CE8"/>
    <w:rsid w:val="00E635F8"/>
    <w:rsid w:val="00E638E6"/>
    <w:rsid w:val="00E643AC"/>
    <w:rsid w:val="00E64571"/>
    <w:rsid w:val="00E64814"/>
    <w:rsid w:val="00E654D2"/>
    <w:rsid w:val="00E6587B"/>
    <w:rsid w:val="00E6760D"/>
    <w:rsid w:val="00E6799E"/>
    <w:rsid w:val="00E67C1E"/>
    <w:rsid w:val="00E7064F"/>
    <w:rsid w:val="00E707E2"/>
    <w:rsid w:val="00E7126E"/>
    <w:rsid w:val="00E71F10"/>
    <w:rsid w:val="00E725A1"/>
    <w:rsid w:val="00E72AB3"/>
    <w:rsid w:val="00E72D07"/>
    <w:rsid w:val="00E72F93"/>
    <w:rsid w:val="00E7392E"/>
    <w:rsid w:val="00E739B4"/>
    <w:rsid w:val="00E74182"/>
    <w:rsid w:val="00E74322"/>
    <w:rsid w:val="00E74C33"/>
    <w:rsid w:val="00E74FFB"/>
    <w:rsid w:val="00E7527A"/>
    <w:rsid w:val="00E75C2A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56D"/>
    <w:rsid w:val="00E806F4"/>
    <w:rsid w:val="00E807EC"/>
    <w:rsid w:val="00E816D5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B39"/>
    <w:rsid w:val="00E86E6B"/>
    <w:rsid w:val="00E876C5"/>
    <w:rsid w:val="00E87914"/>
    <w:rsid w:val="00E87E31"/>
    <w:rsid w:val="00E87E6B"/>
    <w:rsid w:val="00E908B2"/>
    <w:rsid w:val="00E91A1B"/>
    <w:rsid w:val="00E91FAB"/>
    <w:rsid w:val="00E91FB4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508E"/>
    <w:rsid w:val="00E95236"/>
    <w:rsid w:val="00E952CA"/>
    <w:rsid w:val="00E95375"/>
    <w:rsid w:val="00E955E5"/>
    <w:rsid w:val="00E9592D"/>
    <w:rsid w:val="00E959DD"/>
    <w:rsid w:val="00E9602C"/>
    <w:rsid w:val="00E96DD0"/>
    <w:rsid w:val="00E97876"/>
    <w:rsid w:val="00E97D14"/>
    <w:rsid w:val="00E97DEE"/>
    <w:rsid w:val="00E97FB3"/>
    <w:rsid w:val="00EA0076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A53"/>
    <w:rsid w:val="00EB0EF0"/>
    <w:rsid w:val="00EB1D94"/>
    <w:rsid w:val="00EB1DF6"/>
    <w:rsid w:val="00EB1E02"/>
    <w:rsid w:val="00EB1FFA"/>
    <w:rsid w:val="00EB20BC"/>
    <w:rsid w:val="00EB25E7"/>
    <w:rsid w:val="00EB2E89"/>
    <w:rsid w:val="00EB32F4"/>
    <w:rsid w:val="00EB3826"/>
    <w:rsid w:val="00EB39C9"/>
    <w:rsid w:val="00EB46F7"/>
    <w:rsid w:val="00EB4922"/>
    <w:rsid w:val="00EB4EBF"/>
    <w:rsid w:val="00EB64FD"/>
    <w:rsid w:val="00EB66F2"/>
    <w:rsid w:val="00EB6ADA"/>
    <w:rsid w:val="00EB7360"/>
    <w:rsid w:val="00EB7431"/>
    <w:rsid w:val="00EB74DA"/>
    <w:rsid w:val="00EB7970"/>
    <w:rsid w:val="00EB7C16"/>
    <w:rsid w:val="00EC03B0"/>
    <w:rsid w:val="00EC0726"/>
    <w:rsid w:val="00EC0A72"/>
    <w:rsid w:val="00EC0F50"/>
    <w:rsid w:val="00EC1121"/>
    <w:rsid w:val="00EC2539"/>
    <w:rsid w:val="00EC3CAB"/>
    <w:rsid w:val="00EC40C1"/>
    <w:rsid w:val="00EC53F1"/>
    <w:rsid w:val="00EC58AB"/>
    <w:rsid w:val="00EC59BA"/>
    <w:rsid w:val="00EC59FB"/>
    <w:rsid w:val="00EC653F"/>
    <w:rsid w:val="00EC6819"/>
    <w:rsid w:val="00EC6828"/>
    <w:rsid w:val="00EC689A"/>
    <w:rsid w:val="00EC6BB7"/>
    <w:rsid w:val="00EC6C5A"/>
    <w:rsid w:val="00EC7A44"/>
    <w:rsid w:val="00EC7A91"/>
    <w:rsid w:val="00ED105D"/>
    <w:rsid w:val="00ED17F3"/>
    <w:rsid w:val="00ED2040"/>
    <w:rsid w:val="00ED27D7"/>
    <w:rsid w:val="00ED2E98"/>
    <w:rsid w:val="00ED3A65"/>
    <w:rsid w:val="00ED3C05"/>
    <w:rsid w:val="00ED4A81"/>
    <w:rsid w:val="00ED4B66"/>
    <w:rsid w:val="00ED5F76"/>
    <w:rsid w:val="00ED654F"/>
    <w:rsid w:val="00ED665D"/>
    <w:rsid w:val="00ED679C"/>
    <w:rsid w:val="00ED686B"/>
    <w:rsid w:val="00ED691B"/>
    <w:rsid w:val="00ED725D"/>
    <w:rsid w:val="00EE1155"/>
    <w:rsid w:val="00EE148A"/>
    <w:rsid w:val="00EE14C7"/>
    <w:rsid w:val="00EE14ED"/>
    <w:rsid w:val="00EE1B85"/>
    <w:rsid w:val="00EE2147"/>
    <w:rsid w:val="00EE2328"/>
    <w:rsid w:val="00EE247D"/>
    <w:rsid w:val="00EE2A26"/>
    <w:rsid w:val="00EE31F4"/>
    <w:rsid w:val="00EE3AF4"/>
    <w:rsid w:val="00EE4E70"/>
    <w:rsid w:val="00EE4F36"/>
    <w:rsid w:val="00EE5271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964"/>
    <w:rsid w:val="00EF0F49"/>
    <w:rsid w:val="00EF0F9E"/>
    <w:rsid w:val="00EF108A"/>
    <w:rsid w:val="00EF1332"/>
    <w:rsid w:val="00EF142E"/>
    <w:rsid w:val="00EF196D"/>
    <w:rsid w:val="00EF1A6F"/>
    <w:rsid w:val="00EF1BC8"/>
    <w:rsid w:val="00EF25FD"/>
    <w:rsid w:val="00EF2897"/>
    <w:rsid w:val="00EF2B4D"/>
    <w:rsid w:val="00EF2B52"/>
    <w:rsid w:val="00EF302E"/>
    <w:rsid w:val="00EF30D5"/>
    <w:rsid w:val="00EF30FF"/>
    <w:rsid w:val="00EF3D7C"/>
    <w:rsid w:val="00EF428D"/>
    <w:rsid w:val="00EF4509"/>
    <w:rsid w:val="00EF4A5A"/>
    <w:rsid w:val="00EF520C"/>
    <w:rsid w:val="00EF55B9"/>
    <w:rsid w:val="00EF5C15"/>
    <w:rsid w:val="00EF614D"/>
    <w:rsid w:val="00EF65C8"/>
    <w:rsid w:val="00EF65D9"/>
    <w:rsid w:val="00EF6895"/>
    <w:rsid w:val="00EF68A8"/>
    <w:rsid w:val="00EF6C05"/>
    <w:rsid w:val="00EF72AF"/>
    <w:rsid w:val="00EF736D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2D14"/>
    <w:rsid w:val="00F039FC"/>
    <w:rsid w:val="00F03BEC"/>
    <w:rsid w:val="00F03F01"/>
    <w:rsid w:val="00F04142"/>
    <w:rsid w:val="00F044D1"/>
    <w:rsid w:val="00F04EA0"/>
    <w:rsid w:val="00F05211"/>
    <w:rsid w:val="00F05652"/>
    <w:rsid w:val="00F061CB"/>
    <w:rsid w:val="00F06883"/>
    <w:rsid w:val="00F06DD2"/>
    <w:rsid w:val="00F07631"/>
    <w:rsid w:val="00F0787E"/>
    <w:rsid w:val="00F07C61"/>
    <w:rsid w:val="00F1024D"/>
    <w:rsid w:val="00F10830"/>
    <w:rsid w:val="00F10E15"/>
    <w:rsid w:val="00F11097"/>
    <w:rsid w:val="00F1128E"/>
    <w:rsid w:val="00F11675"/>
    <w:rsid w:val="00F12135"/>
    <w:rsid w:val="00F12A19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33E"/>
    <w:rsid w:val="00F1577F"/>
    <w:rsid w:val="00F163F8"/>
    <w:rsid w:val="00F16642"/>
    <w:rsid w:val="00F167CB"/>
    <w:rsid w:val="00F168D3"/>
    <w:rsid w:val="00F16DCD"/>
    <w:rsid w:val="00F17AEC"/>
    <w:rsid w:val="00F206F1"/>
    <w:rsid w:val="00F21445"/>
    <w:rsid w:val="00F214F0"/>
    <w:rsid w:val="00F21E34"/>
    <w:rsid w:val="00F22A63"/>
    <w:rsid w:val="00F22B45"/>
    <w:rsid w:val="00F22B97"/>
    <w:rsid w:val="00F22F7F"/>
    <w:rsid w:val="00F2321E"/>
    <w:rsid w:val="00F23A79"/>
    <w:rsid w:val="00F23CA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5A1"/>
    <w:rsid w:val="00F26977"/>
    <w:rsid w:val="00F26FB2"/>
    <w:rsid w:val="00F2742D"/>
    <w:rsid w:val="00F27614"/>
    <w:rsid w:val="00F276C8"/>
    <w:rsid w:val="00F27848"/>
    <w:rsid w:val="00F27FF3"/>
    <w:rsid w:val="00F3030E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854"/>
    <w:rsid w:val="00F34CF8"/>
    <w:rsid w:val="00F34E82"/>
    <w:rsid w:val="00F364F6"/>
    <w:rsid w:val="00F36572"/>
    <w:rsid w:val="00F366AD"/>
    <w:rsid w:val="00F367B2"/>
    <w:rsid w:val="00F36864"/>
    <w:rsid w:val="00F36BF7"/>
    <w:rsid w:val="00F37166"/>
    <w:rsid w:val="00F3747B"/>
    <w:rsid w:val="00F377A1"/>
    <w:rsid w:val="00F37994"/>
    <w:rsid w:val="00F37EC0"/>
    <w:rsid w:val="00F40138"/>
    <w:rsid w:val="00F40480"/>
    <w:rsid w:val="00F404FC"/>
    <w:rsid w:val="00F41869"/>
    <w:rsid w:val="00F419B8"/>
    <w:rsid w:val="00F41B4D"/>
    <w:rsid w:val="00F41B5A"/>
    <w:rsid w:val="00F41DBC"/>
    <w:rsid w:val="00F420DC"/>
    <w:rsid w:val="00F42258"/>
    <w:rsid w:val="00F42265"/>
    <w:rsid w:val="00F42311"/>
    <w:rsid w:val="00F4259B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AE2"/>
    <w:rsid w:val="00F47E87"/>
    <w:rsid w:val="00F47FDA"/>
    <w:rsid w:val="00F50900"/>
    <w:rsid w:val="00F50EE3"/>
    <w:rsid w:val="00F515D5"/>
    <w:rsid w:val="00F51943"/>
    <w:rsid w:val="00F51B20"/>
    <w:rsid w:val="00F51E7E"/>
    <w:rsid w:val="00F523C0"/>
    <w:rsid w:val="00F524DB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122"/>
    <w:rsid w:val="00F56566"/>
    <w:rsid w:val="00F56AD6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86A"/>
    <w:rsid w:val="00F61DBA"/>
    <w:rsid w:val="00F624BE"/>
    <w:rsid w:val="00F62975"/>
    <w:rsid w:val="00F62AD8"/>
    <w:rsid w:val="00F631D7"/>
    <w:rsid w:val="00F63DC6"/>
    <w:rsid w:val="00F63DDE"/>
    <w:rsid w:val="00F640E1"/>
    <w:rsid w:val="00F6477A"/>
    <w:rsid w:val="00F652F2"/>
    <w:rsid w:val="00F6595F"/>
    <w:rsid w:val="00F65B85"/>
    <w:rsid w:val="00F65FD5"/>
    <w:rsid w:val="00F66120"/>
    <w:rsid w:val="00F6630E"/>
    <w:rsid w:val="00F666B7"/>
    <w:rsid w:val="00F66B97"/>
    <w:rsid w:val="00F66BF4"/>
    <w:rsid w:val="00F66E6B"/>
    <w:rsid w:val="00F676F7"/>
    <w:rsid w:val="00F677EB"/>
    <w:rsid w:val="00F67F27"/>
    <w:rsid w:val="00F7130E"/>
    <w:rsid w:val="00F713ED"/>
    <w:rsid w:val="00F713F3"/>
    <w:rsid w:val="00F71679"/>
    <w:rsid w:val="00F71817"/>
    <w:rsid w:val="00F7278B"/>
    <w:rsid w:val="00F7345C"/>
    <w:rsid w:val="00F7345F"/>
    <w:rsid w:val="00F73734"/>
    <w:rsid w:val="00F73C39"/>
    <w:rsid w:val="00F749E1"/>
    <w:rsid w:val="00F75369"/>
    <w:rsid w:val="00F753FE"/>
    <w:rsid w:val="00F7660D"/>
    <w:rsid w:val="00F773F8"/>
    <w:rsid w:val="00F77D1C"/>
    <w:rsid w:val="00F77E01"/>
    <w:rsid w:val="00F811F6"/>
    <w:rsid w:val="00F8146B"/>
    <w:rsid w:val="00F81975"/>
    <w:rsid w:val="00F819C7"/>
    <w:rsid w:val="00F81E6B"/>
    <w:rsid w:val="00F82430"/>
    <w:rsid w:val="00F8282A"/>
    <w:rsid w:val="00F829BA"/>
    <w:rsid w:val="00F82B47"/>
    <w:rsid w:val="00F83940"/>
    <w:rsid w:val="00F83CC1"/>
    <w:rsid w:val="00F84308"/>
    <w:rsid w:val="00F84610"/>
    <w:rsid w:val="00F8461D"/>
    <w:rsid w:val="00F84EF3"/>
    <w:rsid w:val="00F8567D"/>
    <w:rsid w:val="00F85870"/>
    <w:rsid w:val="00F86259"/>
    <w:rsid w:val="00F868D5"/>
    <w:rsid w:val="00F8699B"/>
    <w:rsid w:val="00F874A0"/>
    <w:rsid w:val="00F87A71"/>
    <w:rsid w:val="00F90181"/>
    <w:rsid w:val="00F9056F"/>
    <w:rsid w:val="00F90F98"/>
    <w:rsid w:val="00F91741"/>
    <w:rsid w:val="00F91FC7"/>
    <w:rsid w:val="00F92590"/>
    <w:rsid w:val="00F92891"/>
    <w:rsid w:val="00F92DBF"/>
    <w:rsid w:val="00F939A4"/>
    <w:rsid w:val="00F93CF7"/>
    <w:rsid w:val="00F93F95"/>
    <w:rsid w:val="00F940CD"/>
    <w:rsid w:val="00F94149"/>
    <w:rsid w:val="00F943ED"/>
    <w:rsid w:val="00F94742"/>
    <w:rsid w:val="00F94884"/>
    <w:rsid w:val="00F9492B"/>
    <w:rsid w:val="00F94DC6"/>
    <w:rsid w:val="00F94DD2"/>
    <w:rsid w:val="00F95084"/>
    <w:rsid w:val="00F954BD"/>
    <w:rsid w:val="00F954DA"/>
    <w:rsid w:val="00F962C6"/>
    <w:rsid w:val="00F96385"/>
    <w:rsid w:val="00F964F5"/>
    <w:rsid w:val="00F96762"/>
    <w:rsid w:val="00F96AE0"/>
    <w:rsid w:val="00F970D2"/>
    <w:rsid w:val="00F9765E"/>
    <w:rsid w:val="00F97794"/>
    <w:rsid w:val="00FA05C0"/>
    <w:rsid w:val="00FA08E0"/>
    <w:rsid w:val="00FA0A53"/>
    <w:rsid w:val="00FA0CBC"/>
    <w:rsid w:val="00FA218E"/>
    <w:rsid w:val="00FA21C0"/>
    <w:rsid w:val="00FA2431"/>
    <w:rsid w:val="00FA294D"/>
    <w:rsid w:val="00FA296B"/>
    <w:rsid w:val="00FA32DA"/>
    <w:rsid w:val="00FA4571"/>
    <w:rsid w:val="00FA4853"/>
    <w:rsid w:val="00FA4968"/>
    <w:rsid w:val="00FA50D8"/>
    <w:rsid w:val="00FA577C"/>
    <w:rsid w:val="00FA5D74"/>
    <w:rsid w:val="00FA5E9E"/>
    <w:rsid w:val="00FA61AE"/>
    <w:rsid w:val="00FA61B3"/>
    <w:rsid w:val="00FA71D7"/>
    <w:rsid w:val="00FA7644"/>
    <w:rsid w:val="00FA7747"/>
    <w:rsid w:val="00FA7950"/>
    <w:rsid w:val="00FB01D4"/>
    <w:rsid w:val="00FB0394"/>
    <w:rsid w:val="00FB062C"/>
    <w:rsid w:val="00FB06DD"/>
    <w:rsid w:val="00FB0748"/>
    <w:rsid w:val="00FB0ED1"/>
    <w:rsid w:val="00FB1816"/>
    <w:rsid w:val="00FB1824"/>
    <w:rsid w:val="00FB1955"/>
    <w:rsid w:val="00FB19A8"/>
    <w:rsid w:val="00FB22F8"/>
    <w:rsid w:val="00FB244E"/>
    <w:rsid w:val="00FB24FA"/>
    <w:rsid w:val="00FB28E6"/>
    <w:rsid w:val="00FB2B7A"/>
    <w:rsid w:val="00FB2C98"/>
    <w:rsid w:val="00FB2FB2"/>
    <w:rsid w:val="00FB3430"/>
    <w:rsid w:val="00FB378B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7E2"/>
    <w:rsid w:val="00FB592D"/>
    <w:rsid w:val="00FB6B65"/>
    <w:rsid w:val="00FB77B0"/>
    <w:rsid w:val="00FB796E"/>
    <w:rsid w:val="00FB7C97"/>
    <w:rsid w:val="00FB7D77"/>
    <w:rsid w:val="00FC0222"/>
    <w:rsid w:val="00FC096F"/>
    <w:rsid w:val="00FC1174"/>
    <w:rsid w:val="00FC1AF0"/>
    <w:rsid w:val="00FC1DE7"/>
    <w:rsid w:val="00FC1EE6"/>
    <w:rsid w:val="00FC28FD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897"/>
    <w:rsid w:val="00FC7F9F"/>
    <w:rsid w:val="00FD0547"/>
    <w:rsid w:val="00FD0802"/>
    <w:rsid w:val="00FD153C"/>
    <w:rsid w:val="00FD1811"/>
    <w:rsid w:val="00FD1AED"/>
    <w:rsid w:val="00FD1C96"/>
    <w:rsid w:val="00FD352A"/>
    <w:rsid w:val="00FD3DB1"/>
    <w:rsid w:val="00FD42A2"/>
    <w:rsid w:val="00FD432A"/>
    <w:rsid w:val="00FD4C29"/>
    <w:rsid w:val="00FD4C44"/>
    <w:rsid w:val="00FD516A"/>
    <w:rsid w:val="00FD5BF1"/>
    <w:rsid w:val="00FD5C05"/>
    <w:rsid w:val="00FD5FD1"/>
    <w:rsid w:val="00FD62B4"/>
    <w:rsid w:val="00FD6BEB"/>
    <w:rsid w:val="00FD6E09"/>
    <w:rsid w:val="00FD77C4"/>
    <w:rsid w:val="00FE038A"/>
    <w:rsid w:val="00FE050A"/>
    <w:rsid w:val="00FE1091"/>
    <w:rsid w:val="00FE1C90"/>
    <w:rsid w:val="00FE25A4"/>
    <w:rsid w:val="00FE29F2"/>
    <w:rsid w:val="00FE3248"/>
    <w:rsid w:val="00FE357F"/>
    <w:rsid w:val="00FE3DB8"/>
    <w:rsid w:val="00FE40E2"/>
    <w:rsid w:val="00FE4C21"/>
    <w:rsid w:val="00FE4C9A"/>
    <w:rsid w:val="00FE4DBE"/>
    <w:rsid w:val="00FE4F66"/>
    <w:rsid w:val="00FE506C"/>
    <w:rsid w:val="00FE5851"/>
    <w:rsid w:val="00FE5D81"/>
    <w:rsid w:val="00FE64B0"/>
    <w:rsid w:val="00FE66EC"/>
    <w:rsid w:val="00FE6CBF"/>
    <w:rsid w:val="00FE71D3"/>
    <w:rsid w:val="00FE7597"/>
    <w:rsid w:val="00FE7BA6"/>
    <w:rsid w:val="00FE7CD1"/>
    <w:rsid w:val="00FF03A7"/>
    <w:rsid w:val="00FF0CDB"/>
    <w:rsid w:val="00FF0DF5"/>
    <w:rsid w:val="00FF0EF0"/>
    <w:rsid w:val="00FF12C0"/>
    <w:rsid w:val="00FF1953"/>
    <w:rsid w:val="00FF1EB0"/>
    <w:rsid w:val="00FF2155"/>
    <w:rsid w:val="00FF2C33"/>
    <w:rsid w:val="00FF2E63"/>
    <w:rsid w:val="00FF3006"/>
    <w:rsid w:val="00FF3C47"/>
    <w:rsid w:val="00FF41F8"/>
    <w:rsid w:val="00FF4222"/>
    <w:rsid w:val="00FF4AC8"/>
    <w:rsid w:val="00FF4B9D"/>
    <w:rsid w:val="00FF5602"/>
    <w:rsid w:val="00FF5ABB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BEB2CEF"/>
  <w15:docId w15:val="{EC830BBC-D708-48B4-B8ED-A61045BEF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3F263-206E-47DD-A5AE-246537AF0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2</TotalTime>
  <Pages>3</Pages>
  <Words>418</Words>
  <Characters>1611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พฤกษา เรียลเอสเตท จำกัด</vt:lpstr>
    </vt:vector>
  </TitlesOfParts>
  <Company>KPMG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พฤกษา เรียลเอสเตท จำกัด</dc:title>
  <dc:creator>thippapha_670</dc:creator>
  <cp:lastModifiedBy>Chutikarn, U-thasoonthorn</cp:lastModifiedBy>
  <cp:revision>5</cp:revision>
  <cp:lastPrinted>2021-08-03T09:37:00Z</cp:lastPrinted>
  <dcterms:created xsi:type="dcterms:W3CDTF">2021-08-05T09:10:00Z</dcterms:created>
  <dcterms:modified xsi:type="dcterms:W3CDTF">2021-08-05T16:03:00Z</dcterms:modified>
</cp:coreProperties>
</file>