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456A3FEC" w14:textId="77777777" w:rsidR="008F4947" w:rsidRPr="00521733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66873408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sz w:val="52"/>
          <w:szCs w:val="52"/>
        </w:rPr>
      </w:pPr>
    </w:p>
    <w:p w14:paraId="6BE3F311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sz w:val="52"/>
          <w:szCs w:val="52"/>
        </w:rPr>
      </w:pPr>
    </w:p>
    <w:p w14:paraId="22F0BD0D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08916887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4D63BD7D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066931F7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0CAE8422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 xml:space="preserve">บริษัท </w:t>
      </w:r>
      <w:bookmarkStart w:id="0" w:name="SubTitle"/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แกรนด์ คาแนล แลนด์ จำกัด</w:t>
      </w:r>
      <w:r w:rsidRPr="00F12A19">
        <w:rPr>
          <w:rFonts w:asciiTheme="majorBidi" w:hAnsiTheme="majorBidi" w:cstheme="majorBidi"/>
          <w:b/>
          <w:bCs/>
          <w:sz w:val="52"/>
          <w:szCs w:val="52"/>
        </w:rPr>
        <w:t xml:space="preserve"> </w:t>
      </w: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(มหาชน)</w:t>
      </w:r>
    </w:p>
    <w:p w14:paraId="1E0FD70F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cs/>
        </w:rPr>
      </w:pP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และบริษัทย่อย</w:t>
      </w:r>
    </w:p>
    <w:p w14:paraId="60BA1198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28"/>
          <w:szCs w:val="28"/>
        </w:rPr>
      </w:pPr>
    </w:p>
    <w:p w14:paraId="5D41E86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bookmarkStart w:id="1" w:name="ExtraText"/>
      <w:bookmarkEnd w:id="0"/>
      <w:bookmarkEnd w:id="1"/>
      <w:r w:rsidRPr="00F12A19">
        <w:rPr>
          <w:rFonts w:asciiTheme="majorBidi" w:hAnsiTheme="majorBidi" w:cstheme="majorBidi"/>
          <w:sz w:val="32"/>
          <w:szCs w:val="32"/>
          <w:cs/>
        </w:rPr>
        <w:t>งบการเงินระหว่างกาลแบบย่อ</w:t>
      </w:r>
    </w:p>
    <w:p w14:paraId="447EB999" w14:textId="79BEC315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020"/>
        </w:tabs>
        <w:jc w:val="center"/>
        <w:rPr>
          <w:rFonts w:asciiTheme="majorBidi" w:hAnsiTheme="majorBidi" w:cstheme="majorBidi"/>
          <w:sz w:val="32"/>
          <w:szCs w:val="32"/>
          <w:cs/>
        </w:rPr>
      </w:pPr>
      <w:r w:rsidRPr="00F12A19">
        <w:rPr>
          <w:rFonts w:asciiTheme="majorBidi" w:hAnsiTheme="majorBidi" w:cstheme="majorBidi"/>
          <w:sz w:val="32"/>
          <w:szCs w:val="32"/>
          <w:cs/>
        </w:rPr>
        <w:t xml:space="preserve">สำหรับงวดสามเดือนสิ้นสุดวันที่ </w:t>
      </w:r>
      <w:r w:rsidRPr="00F12A19">
        <w:rPr>
          <w:rFonts w:asciiTheme="majorBidi" w:hAnsiTheme="majorBidi" w:cstheme="majorBidi"/>
          <w:sz w:val="32"/>
          <w:szCs w:val="32"/>
        </w:rPr>
        <w:t>31</w:t>
      </w:r>
      <w:r w:rsidRPr="00F12A19">
        <w:rPr>
          <w:rFonts w:asciiTheme="majorBidi" w:hAnsiTheme="majorBidi" w:cstheme="majorBidi"/>
          <w:sz w:val="32"/>
          <w:szCs w:val="32"/>
          <w:cs/>
        </w:rPr>
        <w:t xml:space="preserve"> มีนาคม </w:t>
      </w:r>
      <w:r w:rsidRPr="00F12A19">
        <w:rPr>
          <w:rFonts w:asciiTheme="majorBidi" w:hAnsiTheme="majorBidi" w:cstheme="majorBidi"/>
          <w:sz w:val="32"/>
          <w:szCs w:val="32"/>
        </w:rPr>
        <w:t>256</w:t>
      </w:r>
      <w:r w:rsidR="004D29F6" w:rsidRPr="00F12A19">
        <w:rPr>
          <w:rFonts w:asciiTheme="majorBidi" w:hAnsiTheme="majorBidi" w:cstheme="majorBidi"/>
          <w:sz w:val="32"/>
          <w:szCs w:val="32"/>
        </w:rPr>
        <w:t>4</w:t>
      </w:r>
    </w:p>
    <w:p w14:paraId="4CA3032A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F12A19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24BD4145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bookmarkStart w:id="2" w:name="_Hlk40204001"/>
      <w:r w:rsidRPr="00F12A1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bookmarkEnd w:id="2"/>
    <w:p w14:paraId="0B7DB3D5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  <w:sectPr w:rsidR="003E0028" w:rsidRPr="00F12A19" w:rsidSect="00563A3B">
          <w:footerReference w:type="even" r:id="rId8"/>
          <w:footerReference w:type="default" r:id="rId9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7068BBF5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7CFF8E1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7D51081D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28B129A9" w14:textId="26ADE6B9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8791C3F" w14:textId="593DA34F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CAEE272" w14:textId="77777777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F980C3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1A63D0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12A19">
        <w:rPr>
          <w:rFonts w:asciiTheme="majorBidi" w:hAnsiTheme="majorBidi" w:cstheme="majorBidi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4A7412B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1FF66A0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F12A19">
        <w:rPr>
          <w:rFonts w:asciiTheme="majorBidi" w:hAnsiTheme="majorBidi" w:cstheme="majorBidi"/>
          <w:b/>
          <w:bCs/>
          <w:sz w:val="30"/>
          <w:szCs w:val="30"/>
          <w:cs/>
        </w:rPr>
        <w:t>เสนอ คณะกรรมการบริษัท แกรนด์ คาแนล แลนด์ จำกัด (มหาชน)</w:t>
      </w:r>
    </w:p>
    <w:p w14:paraId="1E10E809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9A267EE" w14:textId="77AD9504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ณ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วันที่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31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มีนาคม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256</w:t>
      </w:r>
      <w:r w:rsidR="004D29F6" w:rsidRPr="00F12A19">
        <w:rPr>
          <w:rFonts w:asciiTheme="majorBidi" w:hAnsiTheme="majorBidi" w:cstheme="majorBidi"/>
          <w:spacing w:val="-2"/>
          <w:sz w:val="30"/>
          <w:szCs w:val="30"/>
        </w:rPr>
        <w:t>4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และงบกระแสเงินสดรวมและงบกระแสเงินสดเฉพาะกิจการ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สำหรับงวดสามเดือนสิ้นสุดวันที่ 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>31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 มีนาคม 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4D29F6" w:rsidRPr="00F12A19">
        <w:rPr>
          <w:rFonts w:asciiTheme="majorBidi" w:hAnsiTheme="majorBidi" w:cstheme="majorBidi"/>
          <w:spacing w:val="-2"/>
          <w:sz w:val="30"/>
          <w:szCs w:val="30"/>
        </w:rPr>
        <w:t>4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และหมายเหตุประกอบงบการเงินแบบย่อ 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>(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ข้อมูลทางการเงินระหว่างกาล) ของบริษัท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แกรนด์ คาแนล แลนด์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(มหาชน) และบริษัทย่อย และของเฉพาะบริษัท แกรนด์ คาแนล แลนด์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(มหาชน) ตามลำดับ</w:t>
      </w:r>
      <w:r w:rsidR="00444B83"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34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เรื่อง </w:t>
      </w:r>
      <w:r w:rsidRPr="00F12A19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 xml:space="preserve">การรายงานทางการเงินระหว่างกาล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3679D3F4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7AC4FDD8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724B4F3C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4E2BB618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ข้าพเจ้าได้ปฏิบัติงานสอบทานตามมาตรฐานงานสอบทานรหัส</w:t>
      </w:r>
      <w:r w:rsidRPr="00F12A19">
        <w:rPr>
          <w:rFonts w:asciiTheme="majorBidi" w:hAnsiTheme="majorBidi" w:cstheme="majorBidi"/>
          <w:sz w:val="30"/>
          <w:szCs w:val="30"/>
        </w:rPr>
        <w:t xml:space="preserve"> 2410 “</w:t>
      </w:r>
      <w:r w:rsidRPr="00F12A19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12A19">
        <w:rPr>
          <w:rFonts w:asciiTheme="majorBidi" w:hAnsiTheme="majorBidi" w:cstheme="majorBidi"/>
          <w:sz w:val="30"/>
          <w:szCs w:val="30"/>
        </w:rPr>
        <w:t>”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7DF595F3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5931E3F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  <w:sectPr w:rsidR="003E0028" w:rsidRPr="00F12A19" w:rsidSect="003E0028">
          <w:headerReference w:type="default" r:id="rId10"/>
          <w:footerReference w:type="default" r:id="rId11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30DB686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6C4214B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3E2242C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t>ข้อสรุป</w:t>
      </w:r>
    </w:p>
    <w:p w14:paraId="43693F2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37A7EFF1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>34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40ACBC4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73359CF7" w14:textId="4C31F399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335B19A9" w14:textId="77777777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</w:p>
    <w:p w14:paraId="6AD3A12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53DAEF1F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111465E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56955EF9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(วรรณาพร จงพีรเดชานนท์)</w:t>
      </w:r>
    </w:p>
    <w:p w14:paraId="3B69686C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ผู้สอบบัญชีรับอนุญาต</w:t>
      </w:r>
    </w:p>
    <w:p w14:paraId="55D7DBA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 xml:space="preserve">เลขทะเบียน </w:t>
      </w:r>
      <w:r w:rsidRPr="00F12A19">
        <w:rPr>
          <w:rFonts w:asciiTheme="majorBidi" w:hAnsiTheme="majorBidi" w:cstheme="majorBidi"/>
          <w:sz w:val="30"/>
          <w:szCs w:val="30"/>
        </w:rPr>
        <w:t>4098</w:t>
      </w:r>
    </w:p>
    <w:p w14:paraId="5511E557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Theme="majorBidi" w:hAnsiTheme="majorBidi" w:cstheme="majorBidi"/>
          <w:sz w:val="30"/>
          <w:szCs w:val="30"/>
        </w:rPr>
      </w:pPr>
    </w:p>
    <w:p w14:paraId="2A980E60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266C5590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14F61421" w14:textId="0FE755D8" w:rsidR="00B062C1" w:rsidRDefault="00444B83" w:rsidP="003E0028">
      <w:pPr>
        <w:rPr>
          <w:rFonts w:ascii="Angsana New" w:hAnsi="Angsana New"/>
          <w:sz w:val="30"/>
          <w:szCs w:val="30"/>
        </w:rPr>
      </w:pPr>
      <w:r w:rsidRPr="00F12A19">
        <w:rPr>
          <w:rFonts w:ascii="Angsana New" w:hAnsi="Angsana New"/>
          <w:sz w:val="30"/>
          <w:szCs w:val="30"/>
        </w:rPr>
        <w:t>7</w:t>
      </w:r>
      <w:r w:rsidR="00953AB8" w:rsidRPr="00F12A19">
        <w:rPr>
          <w:rFonts w:ascii="Angsana New" w:hAnsi="Angsana New"/>
          <w:sz w:val="30"/>
          <w:szCs w:val="30"/>
        </w:rPr>
        <w:t xml:space="preserve"> </w:t>
      </w:r>
      <w:r w:rsidR="00953AB8" w:rsidRPr="00F12A19">
        <w:rPr>
          <w:rFonts w:ascii="Angsana New" w:hAnsi="Angsana New"/>
          <w:sz w:val="30"/>
          <w:szCs w:val="30"/>
          <w:cs/>
        </w:rPr>
        <w:t xml:space="preserve">พฤษภาคม </w:t>
      </w:r>
      <w:r w:rsidR="00953AB8" w:rsidRPr="00F12A19">
        <w:rPr>
          <w:rFonts w:ascii="Angsana New" w:hAnsi="Angsana New"/>
          <w:sz w:val="30"/>
          <w:szCs w:val="30"/>
        </w:rPr>
        <w:t>2564</w:t>
      </w:r>
    </w:p>
    <w:p w14:paraId="38D4EEC0" w14:textId="48C379F1" w:rsidR="00E51BDB" w:rsidRDefault="00E51BDB" w:rsidP="003E0028">
      <w:pPr>
        <w:rPr>
          <w:rFonts w:ascii="Angsana New" w:hAnsi="Angsana New"/>
          <w:sz w:val="30"/>
          <w:szCs w:val="30"/>
        </w:rPr>
      </w:pPr>
    </w:p>
    <w:sectPr w:rsidR="00E51BDB" w:rsidSect="00460F92">
      <w:headerReference w:type="default" r:id="rId12"/>
      <w:footerReference w:type="default" r:id="rId13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33C36C" w14:textId="77777777" w:rsidR="00092A2F" w:rsidRDefault="00092A2F">
      <w:r>
        <w:separator/>
      </w:r>
    </w:p>
  </w:endnote>
  <w:endnote w:type="continuationSeparator" w:id="0">
    <w:p w14:paraId="050135FA" w14:textId="77777777" w:rsidR="00092A2F" w:rsidRDefault="00092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7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F5168" w14:textId="77777777" w:rsidR="001575EC" w:rsidRDefault="001575EC" w:rsidP="009B7B11">
    <w:pPr>
      <w:pStyle w:val="Footer"/>
      <w:framePr w:wrap="around" w:vAnchor="text" w:hAnchor="margin" w:xAlign="center" w:y="1"/>
      <w:rPr>
        <w:rStyle w:val="PageNumber"/>
        <w:rFonts w:cs="Angsana New"/>
      </w:rPr>
    </w:pPr>
    <w:r>
      <w:rPr>
        <w:rStyle w:val="PageNumber"/>
        <w:rFonts w:cs="Angsana New"/>
      </w:rPr>
      <w:fldChar w:fldCharType="begin"/>
    </w:r>
    <w:r>
      <w:rPr>
        <w:rStyle w:val="PageNumber"/>
        <w:rFonts w:cs="Angsana New"/>
      </w:rPr>
      <w:instrText xml:space="preserve">PAGE  </w:instrText>
    </w:r>
    <w:r>
      <w:rPr>
        <w:rStyle w:val="PageNumber"/>
        <w:rFonts w:cs="Angsana New"/>
      </w:rPr>
      <w:fldChar w:fldCharType="separate"/>
    </w:r>
    <w:r>
      <w:rPr>
        <w:rStyle w:val="PageNumber"/>
        <w:rFonts w:cs="Angsana New"/>
        <w:noProof/>
      </w:rPr>
      <w:t>36</w:t>
    </w:r>
    <w:r>
      <w:rPr>
        <w:rStyle w:val="PageNumber"/>
        <w:rFonts w:cs="Angsana New"/>
      </w:rPr>
      <w:fldChar w:fldCharType="end"/>
    </w:r>
  </w:p>
  <w:p w14:paraId="7512B8E0" w14:textId="77777777" w:rsidR="001575EC" w:rsidRDefault="001575EC" w:rsidP="00C56A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2DAF1" w14:textId="77777777" w:rsidR="001575EC" w:rsidRDefault="001575EC" w:rsidP="00DD75E4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begin"/>
    </w:r>
    <w:r>
      <w:rPr>
        <w:rStyle w:val="PageNumber"/>
        <w:rFonts w:ascii="Angsana New" w:hAnsi="Angsana New" w:cs="Angsana New"/>
        <w:sz w:val="30"/>
        <w:szCs w:val="30"/>
      </w:rPr>
      <w:instrText>PAGE</w:instrTex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  <w:cs/>
        <w:lang w:val="en-GB"/>
      </w:rPr>
      <w:t>3</w:t>
    </w:r>
    <w:r w:rsidRPr="007D2D10">
      <w:rPr>
        <w:rStyle w:val="PageNumber"/>
        <w:rFonts w:ascii="Angsana New" w:hAnsi="Angsana New" w:cs="Angsana New"/>
        <w:noProof/>
        <w:sz w:val="30"/>
        <w:szCs w:val="30"/>
      </w:rPr>
      <w:t>6</w: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9275F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2E6D2" w14:textId="77777777" w:rsidR="001575EC" w:rsidRPr="00381B5D" w:rsidRDefault="001575EC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381B5D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381B5D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4</w:t>
    </w:r>
    <w:r>
      <w:rPr>
        <w:rStyle w:val="PageNumber"/>
        <w:rFonts w:ascii="Angsana New" w:hAnsi="Angsana New" w:cs="Angsana New"/>
        <w:noProof/>
        <w:sz w:val="30"/>
        <w:szCs w:val="30"/>
      </w:rPr>
      <w:t>0</w: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756DEE36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54C4C" w14:textId="77777777" w:rsidR="00092A2F" w:rsidRDefault="00092A2F">
      <w:r>
        <w:separator/>
      </w:r>
    </w:p>
  </w:footnote>
  <w:footnote w:type="continuationSeparator" w:id="0">
    <w:p w14:paraId="6011567E" w14:textId="77777777" w:rsidR="00092A2F" w:rsidRDefault="00092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BB5E2" w14:textId="77777777" w:rsidR="001575EC" w:rsidRPr="00803194" w:rsidRDefault="001575EC" w:rsidP="00803194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6D795" w14:textId="77777777" w:rsidR="001575EC" w:rsidRPr="00E51BDB" w:rsidRDefault="001575EC" w:rsidP="00E51B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C1419A"/>
    <w:multiLevelType w:val="hybridMultilevel"/>
    <w:tmpl w:val="4A087B50"/>
    <w:lvl w:ilvl="0" w:tplc="40161BEC">
      <w:start w:val="1"/>
      <w:numFmt w:val="thaiLetters"/>
      <w:lvlText w:val="%1)"/>
      <w:lvlJc w:val="left"/>
      <w:pPr>
        <w:ind w:left="1080" w:hanging="540"/>
      </w:pPr>
      <w:rPr>
        <w:rFonts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17" w15:restartNumberingAfterBreak="0">
    <w:nsid w:val="4257366C"/>
    <w:multiLevelType w:val="hybridMultilevel"/>
    <w:tmpl w:val="CD7A6AAE"/>
    <w:lvl w:ilvl="0" w:tplc="2AA8C0AE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0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4"/>
  </w:num>
  <w:num w:numId="12">
    <w:abstractNumId w:val="11"/>
  </w:num>
  <w:num w:numId="13">
    <w:abstractNumId w:val="19"/>
  </w:num>
  <w:num w:numId="14">
    <w:abstractNumId w:val="12"/>
  </w:num>
  <w:num w:numId="15">
    <w:abstractNumId w:val="15"/>
  </w:num>
  <w:num w:numId="16">
    <w:abstractNumId w:val="10"/>
  </w:num>
  <w:num w:numId="17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1"/>
  </w:num>
  <w:num w:numId="20">
    <w:abstractNumId w:val="12"/>
  </w:num>
  <w:num w:numId="21">
    <w:abstractNumId w:val="13"/>
  </w:num>
  <w:num w:numId="22">
    <w:abstractNumId w:val="20"/>
  </w:num>
  <w:num w:numId="23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176"/>
    <w:rsid w:val="000114BF"/>
    <w:rsid w:val="000118BE"/>
    <w:rsid w:val="00011C81"/>
    <w:rsid w:val="000129D5"/>
    <w:rsid w:val="00012BED"/>
    <w:rsid w:val="0001338A"/>
    <w:rsid w:val="00013A69"/>
    <w:rsid w:val="00013A79"/>
    <w:rsid w:val="00014327"/>
    <w:rsid w:val="00014D29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2262"/>
    <w:rsid w:val="00022401"/>
    <w:rsid w:val="0002260D"/>
    <w:rsid w:val="00022BA7"/>
    <w:rsid w:val="0002310B"/>
    <w:rsid w:val="00023BFE"/>
    <w:rsid w:val="00023DC9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1D6"/>
    <w:rsid w:val="00027593"/>
    <w:rsid w:val="000279DC"/>
    <w:rsid w:val="000308CB"/>
    <w:rsid w:val="00030D88"/>
    <w:rsid w:val="000317D2"/>
    <w:rsid w:val="00031AA2"/>
    <w:rsid w:val="000321B6"/>
    <w:rsid w:val="0003239B"/>
    <w:rsid w:val="00032461"/>
    <w:rsid w:val="000325FE"/>
    <w:rsid w:val="00032CEC"/>
    <w:rsid w:val="0003324D"/>
    <w:rsid w:val="00033310"/>
    <w:rsid w:val="000333A8"/>
    <w:rsid w:val="000334D5"/>
    <w:rsid w:val="0003489F"/>
    <w:rsid w:val="00034C56"/>
    <w:rsid w:val="00035525"/>
    <w:rsid w:val="00035D20"/>
    <w:rsid w:val="00036176"/>
    <w:rsid w:val="000362A0"/>
    <w:rsid w:val="00036364"/>
    <w:rsid w:val="00036B7D"/>
    <w:rsid w:val="00037A59"/>
    <w:rsid w:val="00037AC1"/>
    <w:rsid w:val="00037D0D"/>
    <w:rsid w:val="0004030D"/>
    <w:rsid w:val="00040937"/>
    <w:rsid w:val="000410BE"/>
    <w:rsid w:val="0004162C"/>
    <w:rsid w:val="000422E8"/>
    <w:rsid w:val="000422F0"/>
    <w:rsid w:val="0004257B"/>
    <w:rsid w:val="00042A8D"/>
    <w:rsid w:val="0004314C"/>
    <w:rsid w:val="0004317E"/>
    <w:rsid w:val="000432B1"/>
    <w:rsid w:val="00043694"/>
    <w:rsid w:val="00043820"/>
    <w:rsid w:val="00043826"/>
    <w:rsid w:val="0004384B"/>
    <w:rsid w:val="00043D01"/>
    <w:rsid w:val="00045407"/>
    <w:rsid w:val="000455D5"/>
    <w:rsid w:val="00045E50"/>
    <w:rsid w:val="00046739"/>
    <w:rsid w:val="00047461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D0D"/>
    <w:rsid w:val="00055E11"/>
    <w:rsid w:val="000560E2"/>
    <w:rsid w:val="00056BBF"/>
    <w:rsid w:val="00057FE7"/>
    <w:rsid w:val="000605F9"/>
    <w:rsid w:val="000608EB"/>
    <w:rsid w:val="00060A48"/>
    <w:rsid w:val="00060FE3"/>
    <w:rsid w:val="00061976"/>
    <w:rsid w:val="00061A13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63F"/>
    <w:rsid w:val="00066745"/>
    <w:rsid w:val="000671AA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B34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D61"/>
    <w:rsid w:val="00080E2F"/>
    <w:rsid w:val="00083095"/>
    <w:rsid w:val="00083AEB"/>
    <w:rsid w:val="000846DF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2F"/>
    <w:rsid w:val="00092AF7"/>
    <w:rsid w:val="00092B1C"/>
    <w:rsid w:val="00093FC8"/>
    <w:rsid w:val="00094B1C"/>
    <w:rsid w:val="00094CDE"/>
    <w:rsid w:val="00094E81"/>
    <w:rsid w:val="000958D6"/>
    <w:rsid w:val="00096515"/>
    <w:rsid w:val="000966AF"/>
    <w:rsid w:val="00096C6F"/>
    <w:rsid w:val="00096FC0"/>
    <w:rsid w:val="00097CEE"/>
    <w:rsid w:val="000A03EA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4A3"/>
    <w:rsid w:val="000A66B6"/>
    <w:rsid w:val="000A6C9B"/>
    <w:rsid w:val="000A6D7A"/>
    <w:rsid w:val="000A7007"/>
    <w:rsid w:val="000A7FC4"/>
    <w:rsid w:val="000B0BB3"/>
    <w:rsid w:val="000B11B0"/>
    <w:rsid w:val="000B1352"/>
    <w:rsid w:val="000B13E8"/>
    <w:rsid w:val="000B21C7"/>
    <w:rsid w:val="000B26B9"/>
    <w:rsid w:val="000B2B32"/>
    <w:rsid w:val="000B2C3A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CDD"/>
    <w:rsid w:val="000C0EA6"/>
    <w:rsid w:val="000C1504"/>
    <w:rsid w:val="000C16DF"/>
    <w:rsid w:val="000C2024"/>
    <w:rsid w:val="000C257F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9D8"/>
    <w:rsid w:val="000D3A18"/>
    <w:rsid w:val="000D3F7F"/>
    <w:rsid w:val="000D5A11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1C"/>
    <w:rsid w:val="000E329B"/>
    <w:rsid w:val="000E32C6"/>
    <w:rsid w:val="000E358F"/>
    <w:rsid w:val="000E3923"/>
    <w:rsid w:val="000E42F5"/>
    <w:rsid w:val="000E44F5"/>
    <w:rsid w:val="000E4631"/>
    <w:rsid w:val="000E464E"/>
    <w:rsid w:val="000E4A82"/>
    <w:rsid w:val="000E4E5D"/>
    <w:rsid w:val="000E51CD"/>
    <w:rsid w:val="000E5738"/>
    <w:rsid w:val="000E5C6D"/>
    <w:rsid w:val="000E7129"/>
    <w:rsid w:val="000E7223"/>
    <w:rsid w:val="000E7264"/>
    <w:rsid w:val="000E7353"/>
    <w:rsid w:val="000E774B"/>
    <w:rsid w:val="000E786C"/>
    <w:rsid w:val="000E7D0A"/>
    <w:rsid w:val="000F000B"/>
    <w:rsid w:val="000F0589"/>
    <w:rsid w:val="000F0A17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0F7841"/>
    <w:rsid w:val="000F7C3B"/>
    <w:rsid w:val="001000D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AC1"/>
    <w:rsid w:val="00105D46"/>
    <w:rsid w:val="00105DB7"/>
    <w:rsid w:val="00106899"/>
    <w:rsid w:val="001074B7"/>
    <w:rsid w:val="0010755D"/>
    <w:rsid w:val="00107EF4"/>
    <w:rsid w:val="0011194A"/>
    <w:rsid w:val="00112212"/>
    <w:rsid w:val="001122D1"/>
    <w:rsid w:val="00112724"/>
    <w:rsid w:val="00112C30"/>
    <w:rsid w:val="00112C43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73D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7E8"/>
    <w:rsid w:val="00121667"/>
    <w:rsid w:val="001233F1"/>
    <w:rsid w:val="0012370B"/>
    <w:rsid w:val="001237BD"/>
    <w:rsid w:val="00123CCB"/>
    <w:rsid w:val="00123F41"/>
    <w:rsid w:val="0012400C"/>
    <w:rsid w:val="0012483F"/>
    <w:rsid w:val="001248C2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10A1"/>
    <w:rsid w:val="00131230"/>
    <w:rsid w:val="0013138A"/>
    <w:rsid w:val="00131619"/>
    <w:rsid w:val="00131957"/>
    <w:rsid w:val="00131A54"/>
    <w:rsid w:val="001327A3"/>
    <w:rsid w:val="00132B0E"/>
    <w:rsid w:val="0013338B"/>
    <w:rsid w:val="0013338D"/>
    <w:rsid w:val="001335BC"/>
    <w:rsid w:val="00133CE8"/>
    <w:rsid w:val="00134171"/>
    <w:rsid w:val="00134B72"/>
    <w:rsid w:val="00134C65"/>
    <w:rsid w:val="00134D17"/>
    <w:rsid w:val="00135068"/>
    <w:rsid w:val="00135802"/>
    <w:rsid w:val="00135D23"/>
    <w:rsid w:val="00135FA0"/>
    <w:rsid w:val="0013635B"/>
    <w:rsid w:val="00136422"/>
    <w:rsid w:val="0013657B"/>
    <w:rsid w:val="00136749"/>
    <w:rsid w:val="0013676A"/>
    <w:rsid w:val="001374EA"/>
    <w:rsid w:val="001375C7"/>
    <w:rsid w:val="001377D7"/>
    <w:rsid w:val="0014027D"/>
    <w:rsid w:val="00140500"/>
    <w:rsid w:val="00140C1D"/>
    <w:rsid w:val="00140FEA"/>
    <w:rsid w:val="00141BB5"/>
    <w:rsid w:val="00141EDA"/>
    <w:rsid w:val="00141F3C"/>
    <w:rsid w:val="00141F5B"/>
    <w:rsid w:val="00142557"/>
    <w:rsid w:val="0014297A"/>
    <w:rsid w:val="00142AA2"/>
    <w:rsid w:val="00142B6C"/>
    <w:rsid w:val="001438A4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6F69"/>
    <w:rsid w:val="001470E0"/>
    <w:rsid w:val="001473F5"/>
    <w:rsid w:val="001475B9"/>
    <w:rsid w:val="001475F5"/>
    <w:rsid w:val="00147ABF"/>
    <w:rsid w:val="0015077E"/>
    <w:rsid w:val="001508F8"/>
    <w:rsid w:val="0015103C"/>
    <w:rsid w:val="00151398"/>
    <w:rsid w:val="001513DA"/>
    <w:rsid w:val="00151420"/>
    <w:rsid w:val="00151910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4229"/>
    <w:rsid w:val="001544C9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5EC"/>
    <w:rsid w:val="00157764"/>
    <w:rsid w:val="001603A6"/>
    <w:rsid w:val="0016083C"/>
    <w:rsid w:val="00160A16"/>
    <w:rsid w:val="00160B7D"/>
    <w:rsid w:val="001616E6"/>
    <w:rsid w:val="00161C43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FDC"/>
    <w:rsid w:val="001740F2"/>
    <w:rsid w:val="00174484"/>
    <w:rsid w:val="00174B5A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A08"/>
    <w:rsid w:val="00177C3D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3E7A"/>
    <w:rsid w:val="0018492D"/>
    <w:rsid w:val="001853D1"/>
    <w:rsid w:val="00185A52"/>
    <w:rsid w:val="00185BAF"/>
    <w:rsid w:val="00186343"/>
    <w:rsid w:val="00186F96"/>
    <w:rsid w:val="0018754C"/>
    <w:rsid w:val="00187D5D"/>
    <w:rsid w:val="001900B6"/>
    <w:rsid w:val="00190167"/>
    <w:rsid w:val="00190AAC"/>
    <w:rsid w:val="00191466"/>
    <w:rsid w:val="001914BD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A3"/>
    <w:rsid w:val="00195DC1"/>
    <w:rsid w:val="001967ED"/>
    <w:rsid w:val="00196872"/>
    <w:rsid w:val="00196DE1"/>
    <w:rsid w:val="0019721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BEA"/>
    <w:rsid w:val="001A4EFF"/>
    <w:rsid w:val="001A50A3"/>
    <w:rsid w:val="001A5180"/>
    <w:rsid w:val="001A5273"/>
    <w:rsid w:val="001A543A"/>
    <w:rsid w:val="001A552C"/>
    <w:rsid w:val="001A5723"/>
    <w:rsid w:val="001A5A49"/>
    <w:rsid w:val="001A5C9E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1A5"/>
    <w:rsid w:val="001B0A78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BB"/>
    <w:rsid w:val="001B4D8B"/>
    <w:rsid w:val="001B4DD5"/>
    <w:rsid w:val="001B4F15"/>
    <w:rsid w:val="001B5206"/>
    <w:rsid w:val="001B58D1"/>
    <w:rsid w:val="001B5A79"/>
    <w:rsid w:val="001B5BFB"/>
    <w:rsid w:val="001B5ED8"/>
    <w:rsid w:val="001B606B"/>
    <w:rsid w:val="001B608D"/>
    <w:rsid w:val="001B6340"/>
    <w:rsid w:val="001B6379"/>
    <w:rsid w:val="001B6434"/>
    <w:rsid w:val="001B655F"/>
    <w:rsid w:val="001B676A"/>
    <w:rsid w:val="001B6795"/>
    <w:rsid w:val="001B6D82"/>
    <w:rsid w:val="001B6FD2"/>
    <w:rsid w:val="001B701E"/>
    <w:rsid w:val="001B75FF"/>
    <w:rsid w:val="001B7644"/>
    <w:rsid w:val="001B7B4B"/>
    <w:rsid w:val="001C001A"/>
    <w:rsid w:val="001C0107"/>
    <w:rsid w:val="001C0E2A"/>
    <w:rsid w:val="001C1007"/>
    <w:rsid w:val="001C196F"/>
    <w:rsid w:val="001C205F"/>
    <w:rsid w:val="001C2085"/>
    <w:rsid w:val="001C2566"/>
    <w:rsid w:val="001C2DD8"/>
    <w:rsid w:val="001C30DC"/>
    <w:rsid w:val="001C3896"/>
    <w:rsid w:val="001C3B6D"/>
    <w:rsid w:val="001C3F5A"/>
    <w:rsid w:val="001C3F98"/>
    <w:rsid w:val="001C40A1"/>
    <w:rsid w:val="001C41DE"/>
    <w:rsid w:val="001C441B"/>
    <w:rsid w:val="001C44BF"/>
    <w:rsid w:val="001C4C4D"/>
    <w:rsid w:val="001C5972"/>
    <w:rsid w:val="001C5C74"/>
    <w:rsid w:val="001C6215"/>
    <w:rsid w:val="001C62F9"/>
    <w:rsid w:val="001C6898"/>
    <w:rsid w:val="001C7384"/>
    <w:rsid w:val="001C7B38"/>
    <w:rsid w:val="001C7BD0"/>
    <w:rsid w:val="001D0667"/>
    <w:rsid w:val="001D0F75"/>
    <w:rsid w:val="001D122B"/>
    <w:rsid w:val="001D15AF"/>
    <w:rsid w:val="001D160A"/>
    <w:rsid w:val="001D1A50"/>
    <w:rsid w:val="001D20F9"/>
    <w:rsid w:val="001D2470"/>
    <w:rsid w:val="001D28B8"/>
    <w:rsid w:val="001D32FF"/>
    <w:rsid w:val="001D34B8"/>
    <w:rsid w:val="001D380E"/>
    <w:rsid w:val="001D4151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FC4"/>
    <w:rsid w:val="001E13B6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969"/>
    <w:rsid w:val="001F0B66"/>
    <w:rsid w:val="001F1410"/>
    <w:rsid w:val="001F1B68"/>
    <w:rsid w:val="001F226A"/>
    <w:rsid w:val="001F2412"/>
    <w:rsid w:val="001F2B8B"/>
    <w:rsid w:val="001F2D2C"/>
    <w:rsid w:val="001F308B"/>
    <w:rsid w:val="001F3163"/>
    <w:rsid w:val="001F3271"/>
    <w:rsid w:val="001F3357"/>
    <w:rsid w:val="001F346B"/>
    <w:rsid w:val="001F3D16"/>
    <w:rsid w:val="001F3F1E"/>
    <w:rsid w:val="001F47DC"/>
    <w:rsid w:val="001F4AE2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AE"/>
    <w:rsid w:val="00205575"/>
    <w:rsid w:val="00205DEB"/>
    <w:rsid w:val="0020657A"/>
    <w:rsid w:val="00206707"/>
    <w:rsid w:val="00206FB5"/>
    <w:rsid w:val="0020779F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846"/>
    <w:rsid w:val="00212D6C"/>
    <w:rsid w:val="00212D73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10"/>
    <w:rsid w:val="00215F22"/>
    <w:rsid w:val="0021608B"/>
    <w:rsid w:val="002162CB"/>
    <w:rsid w:val="002162DC"/>
    <w:rsid w:val="00216582"/>
    <w:rsid w:val="00216908"/>
    <w:rsid w:val="00216AE6"/>
    <w:rsid w:val="00216C74"/>
    <w:rsid w:val="00217E33"/>
    <w:rsid w:val="002200D5"/>
    <w:rsid w:val="00220320"/>
    <w:rsid w:val="00220443"/>
    <w:rsid w:val="00220DB8"/>
    <w:rsid w:val="00220F44"/>
    <w:rsid w:val="0022131C"/>
    <w:rsid w:val="00221934"/>
    <w:rsid w:val="00221DC9"/>
    <w:rsid w:val="00221E3D"/>
    <w:rsid w:val="002220C7"/>
    <w:rsid w:val="0022264F"/>
    <w:rsid w:val="00222667"/>
    <w:rsid w:val="00222802"/>
    <w:rsid w:val="0022338D"/>
    <w:rsid w:val="002234D7"/>
    <w:rsid w:val="00223ADB"/>
    <w:rsid w:val="00223CA2"/>
    <w:rsid w:val="00223F2F"/>
    <w:rsid w:val="00224191"/>
    <w:rsid w:val="0022424A"/>
    <w:rsid w:val="002242A7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DB0"/>
    <w:rsid w:val="0023348D"/>
    <w:rsid w:val="00233600"/>
    <w:rsid w:val="002339B1"/>
    <w:rsid w:val="00233B5C"/>
    <w:rsid w:val="002340A4"/>
    <w:rsid w:val="002344FB"/>
    <w:rsid w:val="00234D6B"/>
    <w:rsid w:val="0023539C"/>
    <w:rsid w:val="002355AD"/>
    <w:rsid w:val="00235793"/>
    <w:rsid w:val="00235EB4"/>
    <w:rsid w:val="00235F3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766"/>
    <w:rsid w:val="00242C7F"/>
    <w:rsid w:val="00242D34"/>
    <w:rsid w:val="00242FCD"/>
    <w:rsid w:val="0024355D"/>
    <w:rsid w:val="00243C9D"/>
    <w:rsid w:val="00243F3F"/>
    <w:rsid w:val="002441C0"/>
    <w:rsid w:val="00244255"/>
    <w:rsid w:val="002442D7"/>
    <w:rsid w:val="00244FFC"/>
    <w:rsid w:val="0024517B"/>
    <w:rsid w:val="00245221"/>
    <w:rsid w:val="002452A8"/>
    <w:rsid w:val="00245BE4"/>
    <w:rsid w:val="002465A4"/>
    <w:rsid w:val="00246CD3"/>
    <w:rsid w:val="00246E6E"/>
    <w:rsid w:val="002500CB"/>
    <w:rsid w:val="00250AD4"/>
    <w:rsid w:val="00250B90"/>
    <w:rsid w:val="0025143D"/>
    <w:rsid w:val="00251557"/>
    <w:rsid w:val="00251D42"/>
    <w:rsid w:val="002522C4"/>
    <w:rsid w:val="00252646"/>
    <w:rsid w:val="00252A5D"/>
    <w:rsid w:val="00252B6F"/>
    <w:rsid w:val="00252D21"/>
    <w:rsid w:val="00253023"/>
    <w:rsid w:val="0025314D"/>
    <w:rsid w:val="00254456"/>
    <w:rsid w:val="002547A2"/>
    <w:rsid w:val="00254EED"/>
    <w:rsid w:val="00254F8A"/>
    <w:rsid w:val="00254FB3"/>
    <w:rsid w:val="002563E5"/>
    <w:rsid w:val="00256A7A"/>
    <w:rsid w:val="00256A95"/>
    <w:rsid w:val="00260050"/>
    <w:rsid w:val="002608C4"/>
    <w:rsid w:val="00260C9F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67"/>
    <w:rsid w:val="00292EC3"/>
    <w:rsid w:val="00292FBC"/>
    <w:rsid w:val="002931B3"/>
    <w:rsid w:val="002934F0"/>
    <w:rsid w:val="00293FDC"/>
    <w:rsid w:val="00294447"/>
    <w:rsid w:val="002944D4"/>
    <w:rsid w:val="002948D7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44F"/>
    <w:rsid w:val="002A6505"/>
    <w:rsid w:val="002A65D0"/>
    <w:rsid w:val="002A67CA"/>
    <w:rsid w:val="002A6909"/>
    <w:rsid w:val="002A6C9C"/>
    <w:rsid w:val="002A6DE2"/>
    <w:rsid w:val="002A7B1A"/>
    <w:rsid w:val="002A7F29"/>
    <w:rsid w:val="002B03CC"/>
    <w:rsid w:val="002B0737"/>
    <w:rsid w:val="002B0EFF"/>
    <w:rsid w:val="002B2215"/>
    <w:rsid w:val="002B2370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817"/>
    <w:rsid w:val="002C692F"/>
    <w:rsid w:val="002C6E5B"/>
    <w:rsid w:val="002C71B9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7198"/>
    <w:rsid w:val="002D724C"/>
    <w:rsid w:val="002D7483"/>
    <w:rsid w:val="002D7773"/>
    <w:rsid w:val="002E00D7"/>
    <w:rsid w:val="002E0DD6"/>
    <w:rsid w:val="002E127A"/>
    <w:rsid w:val="002E14DC"/>
    <w:rsid w:val="002E15D2"/>
    <w:rsid w:val="002E18EF"/>
    <w:rsid w:val="002E263D"/>
    <w:rsid w:val="002E2783"/>
    <w:rsid w:val="002E28AE"/>
    <w:rsid w:val="002E2FD7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672"/>
    <w:rsid w:val="002F09E6"/>
    <w:rsid w:val="002F0FB9"/>
    <w:rsid w:val="002F1182"/>
    <w:rsid w:val="002F13DC"/>
    <w:rsid w:val="002F1879"/>
    <w:rsid w:val="002F1985"/>
    <w:rsid w:val="002F19C4"/>
    <w:rsid w:val="002F2969"/>
    <w:rsid w:val="002F2B1F"/>
    <w:rsid w:val="002F3224"/>
    <w:rsid w:val="002F3E8F"/>
    <w:rsid w:val="002F496B"/>
    <w:rsid w:val="002F5503"/>
    <w:rsid w:val="002F583B"/>
    <w:rsid w:val="002F5A50"/>
    <w:rsid w:val="002F60A8"/>
    <w:rsid w:val="002F664D"/>
    <w:rsid w:val="002F6881"/>
    <w:rsid w:val="002F72DC"/>
    <w:rsid w:val="002F73C7"/>
    <w:rsid w:val="002F747D"/>
    <w:rsid w:val="002F78E8"/>
    <w:rsid w:val="003000DE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39A"/>
    <w:rsid w:val="0031456A"/>
    <w:rsid w:val="00314673"/>
    <w:rsid w:val="00315231"/>
    <w:rsid w:val="003161EE"/>
    <w:rsid w:val="00316862"/>
    <w:rsid w:val="00316A18"/>
    <w:rsid w:val="00316E16"/>
    <w:rsid w:val="00316E76"/>
    <w:rsid w:val="00316E82"/>
    <w:rsid w:val="00316E9F"/>
    <w:rsid w:val="00317667"/>
    <w:rsid w:val="00317D17"/>
    <w:rsid w:val="00317D43"/>
    <w:rsid w:val="003201CE"/>
    <w:rsid w:val="00320406"/>
    <w:rsid w:val="00320B0C"/>
    <w:rsid w:val="00321D65"/>
    <w:rsid w:val="00321D7C"/>
    <w:rsid w:val="00321F2F"/>
    <w:rsid w:val="00321F72"/>
    <w:rsid w:val="00321FB1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C17"/>
    <w:rsid w:val="00327DEA"/>
    <w:rsid w:val="00327E1B"/>
    <w:rsid w:val="00327EE4"/>
    <w:rsid w:val="0033002F"/>
    <w:rsid w:val="0033008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41C"/>
    <w:rsid w:val="0033455E"/>
    <w:rsid w:val="00334580"/>
    <w:rsid w:val="00334884"/>
    <w:rsid w:val="00334BBF"/>
    <w:rsid w:val="00334CDC"/>
    <w:rsid w:val="0033540D"/>
    <w:rsid w:val="00335A9E"/>
    <w:rsid w:val="00336721"/>
    <w:rsid w:val="0033723F"/>
    <w:rsid w:val="0033731A"/>
    <w:rsid w:val="00337732"/>
    <w:rsid w:val="003378AB"/>
    <w:rsid w:val="00337BBF"/>
    <w:rsid w:val="00337C91"/>
    <w:rsid w:val="00340355"/>
    <w:rsid w:val="00340365"/>
    <w:rsid w:val="003409C9"/>
    <w:rsid w:val="00340C65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65A7"/>
    <w:rsid w:val="00346C98"/>
    <w:rsid w:val="003471C6"/>
    <w:rsid w:val="00347482"/>
    <w:rsid w:val="003479F2"/>
    <w:rsid w:val="0035014B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35B"/>
    <w:rsid w:val="00356746"/>
    <w:rsid w:val="00356C4B"/>
    <w:rsid w:val="0035736D"/>
    <w:rsid w:val="003575FA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894"/>
    <w:rsid w:val="00364B1A"/>
    <w:rsid w:val="00364DE4"/>
    <w:rsid w:val="0036554B"/>
    <w:rsid w:val="00365936"/>
    <w:rsid w:val="00365AEE"/>
    <w:rsid w:val="00365B4F"/>
    <w:rsid w:val="00365B83"/>
    <w:rsid w:val="00365D90"/>
    <w:rsid w:val="00365EC3"/>
    <w:rsid w:val="00366140"/>
    <w:rsid w:val="003663D8"/>
    <w:rsid w:val="00367004"/>
    <w:rsid w:val="00367348"/>
    <w:rsid w:val="0036738E"/>
    <w:rsid w:val="0036784B"/>
    <w:rsid w:val="00367E9B"/>
    <w:rsid w:val="00367F4F"/>
    <w:rsid w:val="00370E77"/>
    <w:rsid w:val="003717C7"/>
    <w:rsid w:val="00371807"/>
    <w:rsid w:val="0037195C"/>
    <w:rsid w:val="00371B77"/>
    <w:rsid w:val="00371B9E"/>
    <w:rsid w:val="00371CA3"/>
    <w:rsid w:val="00372632"/>
    <w:rsid w:val="003727EF"/>
    <w:rsid w:val="00372BA7"/>
    <w:rsid w:val="00372EC0"/>
    <w:rsid w:val="003732FE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1B5D"/>
    <w:rsid w:val="00381B70"/>
    <w:rsid w:val="00381E73"/>
    <w:rsid w:val="00381FF2"/>
    <w:rsid w:val="0038201F"/>
    <w:rsid w:val="00382BD6"/>
    <w:rsid w:val="00382DE3"/>
    <w:rsid w:val="00382EC3"/>
    <w:rsid w:val="00382F08"/>
    <w:rsid w:val="00383248"/>
    <w:rsid w:val="00385505"/>
    <w:rsid w:val="00385574"/>
    <w:rsid w:val="00385A50"/>
    <w:rsid w:val="00386016"/>
    <w:rsid w:val="0038601A"/>
    <w:rsid w:val="00386A4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5BFF"/>
    <w:rsid w:val="00395F86"/>
    <w:rsid w:val="00396136"/>
    <w:rsid w:val="0039670C"/>
    <w:rsid w:val="0039693C"/>
    <w:rsid w:val="00396940"/>
    <w:rsid w:val="00396CB8"/>
    <w:rsid w:val="00396E84"/>
    <w:rsid w:val="00397148"/>
    <w:rsid w:val="003971F9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6BAB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2926"/>
    <w:rsid w:val="003B2ABA"/>
    <w:rsid w:val="003B2C45"/>
    <w:rsid w:val="003B2E57"/>
    <w:rsid w:val="003B3394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A8"/>
    <w:rsid w:val="003C5F55"/>
    <w:rsid w:val="003C605B"/>
    <w:rsid w:val="003C618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194C"/>
    <w:rsid w:val="003D1A55"/>
    <w:rsid w:val="003D1D0F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22A"/>
    <w:rsid w:val="003D5A54"/>
    <w:rsid w:val="003D5FEB"/>
    <w:rsid w:val="003D68A8"/>
    <w:rsid w:val="003D6912"/>
    <w:rsid w:val="003D6DCB"/>
    <w:rsid w:val="003D7255"/>
    <w:rsid w:val="003D7C44"/>
    <w:rsid w:val="003D7C7A"/>
    <w:rsid w:val="003E0028"/>
    <w:rsid w:val="003E055B"/>
    <w:rsid w:val="003E11F4"/>
    <w:rsid w:val="003E126A"/>
    <w:rsid w:val="003E144F"/>
    <w:rsid w:val="003E1618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035E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41DB"/>
    <w:rsid w:val="003F4677"/>
    <w:rsid w:val="003F59C3"/>
    <w:rsid w:val="003F6A95"/>
    <w:rsid w:val="003F75FB"/>
    <w:rsid w:val="003F79C8"/>
    <w:rsid w:val="00400060"/>
    <w:rsid w:val="0040063D"/>
    <w:rsid w:val="00400A0C"/>
    <w:rsid w:val="00401138"/>
    <w:rsid w:val="0040151F"/>
    <w:rsid w:val="0040160D"/>
    <w:rsid w:val="004017E2"/>
    <w:rsid w:val="00401D2B"/>
    <w:rsid w:val="0040281B"/>
    <w:rsid w:val="00402A7C"/>
    <w:rsid w:val="00402DF4"/>
    <w:rsid w:val="00403579"/>
    <w:rsid w:val="004035BF"/>
    <w:rsid w:val="00403F61"/>
    <w:rsid w:val="0040444C"/>
    <w:rsid w:val="004046A3"/>
    <w:rsid w:val="00404EC5"/>
    <w:rsid w:val="00405790"/>
    <w:rsid w:val="00406016"/>
    <w:rsid w:val="00406354"/>
    <w:rsid w:val="004066A6"/>
    <w:rsid w:val="00406A63"/>
    <w:rsid w:val="00406C91"/>
    <w:rsid w:val="00406CA5"/>
    <w:rsid w:val="00406EE2"/>
    <w:rsid w:val="00407293"/>
    <w:rsid w:val="00407BD6"/>
    <w:rsid w:val="00407EA9"/>
    <w:rsid w:val="004100DA"/>
    <w:rsid w:val="0041018F"/>
    <w:rsid w:val="004106F5"/>
    <w:rsid w:val="0041072C"/>
    <w:rsid w:val="00410770"/>
    <w:rsid w:val="00410FA2"/>
    <w:rsid w:val="00411054"/>
    <w:rsid w:val="00411461"/>
    <w:rsid w:val="00411EC0"/>
    <w:rsid w:val="004137F4"/>
    <w:rsid w:val="00413A7B"/>
    <w:rsid w:val="00413B16"/>
    <w:rsid w:val="00413D6C"/>
    <w:rsid w:val="00414E93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17A"/>
    <w:rsid w:val="00420304"/>
    <w:rsid w:val="00420425"/>
    <w:rsid w:val="004204B8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F42"/>
    <w:rsid w:val="004249C8"/>
    <w:rsid w:val="00424BF0"/>
    <w:rsid w:val="00424C63"/>
    <w:rsid w:val="0042501E"/>
    <w:rsid w:val="0042519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10F1"/>
    <w:rsid w:val="0044143A"/>
    <w:rsid w:val="004415FF"/>
    <w:rsid w:val="00442ECD"/>
    <w:rsid w:val="00442F37"/>
    <w:rsid w:val="00443386"/>
    <w:rsid w:val="004433AD"/>
    <w:rsid w:val="00443B37"/>
    <w:rsid w:val="004440D7"/>
    <w:rsid w:val="00444168"/>
    <w:rsid w:val="0044445D"/>
    <w:rsid w:val="00444B83"/>
    <w:rsid w:val="004451D8"/>
    <w:rsid w:val="00445608"/>
    <w:rsid w:val="00445CB5"/>
    <w:rsid w:val="0044605E"/>
    <w:rsid w:val="004461E5"/>
    <w:rsid w:val="0044629E"/>
    <w:rsid w:val="00447A20"/>
    <w:rsid w:val="00447DD9"/>
    <w:rsid w:val="00450043"/>
    <w:rsid w:val="00450778"/>
    <w:rsid w:val="00450A05"/>
    <w:rsid w:val="00450EF2"/>
    <w:rsid w:val="0045149F"/>
    <w:rsid w:val="00452340"/>
    <w:rsid w:val="0045265B"/>
    <w:rsid w:val="004527B6"/>
    <w:rsid w:val="0045299A"/>
    <w:rsid w:val="00452B5E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76B"/>
    <w:rsid w:val="00462E26"/>
    <w:rsid w:val="00462F11"/>
    <w:rsid w:val="0046320C"/>
    <w:rsid w:val="00463371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247"/>
    <w:rsid w:val="004726E8"/>
    <w:rsid w:val="00472D9B"/>
    <w:rsid w:val="00472FB3"/>
    <w:rsid w:val="00473707"/>
    <w:rsid w:val="004737B6"/>
    <w:rsid w:val="00473AF1"/>
    <w:rsid w:val="00473E4D"/>
    <w:rsid w:val="00473FAF"/>
    <w:rsid w:val="00474252"/>
    <w:rsid w:val="004748E2"/>
    <w:rsid w:val="0047515A"/>
    <w:rsid w:val="00475661"/>
    <w:rsid w:val="00475A29"/>
    <w:rsid w:val="00475A73"/>
    <w:rsid w:val="00475B1C"/>
    <w:rsid w:val="00475C48"/>
    <w:rsid w:val="00475F93"/>
    <w:rsid w:val="004764BC"/>
    <w:rsid w:val="0047654C"/>
    <w:rsid w:val="00476C5F"/>
    <w:rsid w:val="004771F4"/>
    <w:rsid w:val="00477387"/>
    <w:rsid w:val="00477CDE"/>
    <w:rsid w:val="0048013A"/>
    <w:rsid w:val="0048090C"/>
    <w:rsid w:val="004809ED"/>
    <w:rsid w:val="00480B04"/>
    <w:rsid w:val="00481492"/>
    <w:rsid w:val="00481D5C"/>
    <w:rsid w:val="00482AAA"/>
    <w:rsid w:val="00482ACF"/>
    <w:rsid w:val="00482C01"/>
    <w:rsid w:val="00482CBF"/>
    <w:rsid w:val="00483340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58EF"/>
    <w:rsid w:val="00496418"/>
    <w:rsid w:val="00496CF7"/>
    <w:rsid w:val="0049733D"/>
    <w:rsid w:val="00497D5A"/>
    <w:rsid w:val="00497F62"/>
    <w:rsid w:val="004A0C48"/>
    <w:rsid w:val="004A121A"/>
    <w:rsid w:val="004A187A"/>
    <w:rsid w:val="004A18B9"/>
    <w:rsid w:val="004A1FBD"/>
    <w:rsid w:val="004A253C"/>
    <w:rsid w:val="004A2808"/>
    <w:rsid w:val="004A2BA6"/>
    <w:rsid w:val="004A3580"/>
    <w:rsid w:val="004A4D48"/>
    <w:rsid w:val="004A52ED"/>
    <w:rsid w:val="004A5CB9"/>
    <w:rsid w:val="004A60B5"/>
    <w:rsid w:val="004A63B4"/>
    <w:rsid w:val="004A6543"/>
    <w:rsid w:val="004A66EB"/>
    <w:rsid w:val="004A6925"/>
    <w:rsid w:val="004A6C91"/>
    <w:rsid w:val="004A6E2D"/>
    <w:rsid w:val="004A6FCF"/>
    <w:rsid w:val="004A7199"/>
    <w:rsid w:val="004A7585"/>
    <w:rsid w:val="004A7612"/>
    <w:rsid w:val="004A784F"/>
    <w:rsid w:val="004B079D"/>
    <w:rsid w:val="004B0899"/>
    <w:rsid w:val="004B0A13"/>
    <w:rsid w:val="004B0DA7"/>
    <w:rsid w:val="004B1D20"/>
    <w:rsid w:val="004B1E95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B55"/>
    <w:rsid w:val="004C0FC8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5C3B"/>
    <w:rsid w:val="004C625F"/>
    <w:rsid w:val="004C7334"/>
    <w:rsid w:val="004C7450"/>
    <w:rsid w:val="004C75FE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9F6"/>
    <w:rsid w:val="004D2A32"/>
    <w:rsid w:val="004D2FA2"/>
    <w:rsid w:val="004D34E0"/>
    <w:rsid w:val="004D37D7"/>
    <w:rsid w:val="004D38D8"/>
    <w:rsid w:val="004D4B11"/>
    <w:rsid w:val="004D4BEA"/>
    <w:rsid w:val="004D5332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29A"/>
    <w:rsid w:val="004E6375"/>
    <w:rsid w:val="004E63A6"/>
    <w:rsid w:val="004E64B8"/>
    <w:rsid w:val="004E66BA"/>
    <w:rsid w:val="004E6BDE"/>
    <w:rsid w:val="004E7281"/>
    <w:rsid w:val="004E797C"/>
    <w:rsid w:val="004F0108"/>
    <w:rsid w:val="004F02D3"/>
    <w:rsid w:val="004F0778"/>
    <w:rsid w:val="004F0AF4"/>
    <w:rsid w:val="004F0B21"/>
    <w:rsid w:val="004F0D62"/>
    <w:rsid w:val="004F1C59"/>
    <w:rsid w:val="004F2118"/>
    <w:rsid w:val="004F2493"/>
    <w:rsid w:val="004F2FDD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D31"/>
    <w:rsid w:val="00500857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42A3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568"/>
    <w:rsid w:val="00521733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707"/>
    <w:rsid w:val="005238D0"/>
    <w:rsid w:val="00523E30"/>
    <w:rsid w:val="00524107"/>
    <w:rsid w:val="005243D8"/>
    <w:rsid w:val="005244AB"/>
    <w:rsid w:val="00524621"/>
    <w:rsid w:val="005249E6"/>
    <w:rsid w:val="00525942"/>
    <w:rsid w:val="005259CB"/>
    <w:rsid w:val="005265D4"/>
    <w:rsid w:val="005265DA"/>
    <w:rsid w:val="005269E1"/>
    <w:rsid w:val="00526A47"/>
    <w:rsid w:val="00527272"/>
    <w:rsid w:val="0052754D"/>
    <w:rsid w:val="00527A9B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72F"/>
    <w:rsid w:val="00533EE3"/>
    <w:rsid w:val="0053455B"/>
    <w:rsid w:val="00534D49"/>
    <w:rsid w:val="00535375"/>
    <w:rsid w:val="005354A7"/>
    <w:rsid w:val="005356B0"/>
    <w:rsid w:val="005359F4"/>
    <w:rsid w:val="00535A32"/>
    <w:rsid w:val="00535C97"/>
    <w:rsid w:val="0053655A"/>
    <w:rsid w:val="00540CDC"/>
    <w:rsid w:val="00540F56"/>
    <w:rsid w:val="00541613"/>
    <w:rsid w:val="0054166D"/>
    <w:rsid w:val="00541780"/>
    <w:rsid w:val="0054183E"/>
    <w:rsid w:val="005420EA"/>
    <w:rsid w:val="00542150"/>
    <w:rsid w:val="00542609"/>
    <w:rsid w:val="0054288F"/>
    <w:rsid w:val="00543E2D"/>
    <w:rsid w:val="005440C7"/>
    <w:rsid w:val="0054422B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64A6"/>
    <w:rsid w:val="00557075"/>
    <w:rsid w:val="00557CBB"/>
    <w:rsid w:val="00560694"/>
    <w:rsid w:val="0056075E"/>
    <w:rsid w:val="005615C8"/>
    <w:rsid w:val="0056171D"/>
    <w:rsid w:val="00562523"/>
    <w:rsid w:val="00562580"/>
    <w:rsid w:val="005626AA"/>
    <w:rsid w:val="00563481"/>
    <w:rsid w:val="00563694"/>
    <w:rsid w:val="00563A3B"/>
    <w:rsid w:val="00564413"/>
    <w:rsid w:val="00565186"/>
    <w:rsid w:val="00565743"/>
    <w:rsid w:val="0056581B"/>
    <w:rsid w:val="00565972"/>
    <w:rsid w:val="0056649C"/>
    <w:rsid w:val="00566872"/>
    <w:rsid w:val="005668F8"/>
    <w:rsid w:val="00566C67"/>
    <w:rsid w:val="00566E20"/>
    <w:rsid w:val="00566FD4"/>
    <w:rsid w:val="0056708A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5152"/>
    <w:rsid w:val="0057544C"/>
    <w:rsid w:val="0057637D"/>
    <w:rsid w:val="00576791"/>
    <w:rsid w:val="00576B42"/>
    <w:rsid w:val="00576C1C"/>
    <w:rsid w:val="00576EC6"/>
    <w:rsid w:val="00576F91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9E1"/>
    <w:rsid w:val="00582E01"/>
    <w:rsid w:val="0058353F"/>
    <w:rsid w:val="00583935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0922"/>
    <w:rsid w:val="00591305"/>
    <w:rsid w:val="00591656"/>
    <w:rsid w:val="00591E1F"/>
    <w:rsid w:val="00592017"/>
    <w:rsid w:val="00592292"/>
    <w:rsid w:val="00592B66"/>
    <w:rsid w:val="00592DBB"/>
    <w:rsid w:val="00592DC2"/>
    <w:rsid w:val="005937A4"/>
    <w:rsid w:val="00593A79"/>
    <w:rsid w:val="00593A98"/>
    <w:rsid w:val="0059453D"/>
    <w:rsid w:val="00594F7B"/>
    <w:rsid w:val="005952BD"/>
    <w:rsid w:val="00595351"/>
    <w:rsid w:val="0059555E"/>
    <w:rsid w:val="005957DE"/>
    <w:rsid w:val="00595895"/>
    <w:rsid w:val="0059596A"/>
    <w:rsid w:val="00595D75"/>
    <w:rsid w:val="005961B9"/>
    <w:rsid w:val="005969A9"/>
    <w:rsid w:val="00596DFF"/>
    <w:rsid w:val="0059708D"/>
    <w:rsid w:val="0059718C"/>
    <w:rsid w:val="00597782"/>
    <w:rsid w:val="005A0107"/>
    <w:rsid w:val="005A09FC"/>
    <w:rsid w:val="005A0D94"/>
    <w:rsid w:val="005A244A"/>
    <w:rsid w:val="005A24D9"/>
    <w:rsid w:val="005A33DD"/>
    <w:rsid w:val="005A35A5"/>
    <w:rsid w:val="005A35F7"/>
    <w:rsid w:val="005A3B6A"/>
    <w:rsid w:val="005A3D84"/>
    <w:rsid w:val="005A3EB7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B0D02"/>
    <w:rsid w:val="005B121B"/>
    <w:rsid w:val="005B132D"/>
    <w:rsid w:val="005B1479"/>
    <w:rsid w:val="005B311E"/>
    <w:rsid w:val="005B3611"/>
    <w:rsid w:val="005B3BC8"/>
    <w:rsid w:val="005B3E06"/>
    <w:rsid w:val="005B3F9C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CDE"/>
    <w:rsid w:val="005C7F67"/>
    <w:rsid w:val="005D023E"/>
    <w:rsid w:val="005D05F7"/>
    <w:rsid w:val="005D0E77"/>
    <w:rsid w:val="005D1270"/>
    <w:rsid w:val="005D1DF0"/>
    <w:rsid w:val="005D2231"/>
    <w:rsid w:val="005D2464"/>
    <w:rsid w:val="005D254B"/>
    <w:rsid w:val="005D2961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4"/>
    <w:rsid w:val="005D5C2C"/>
    <w:rsid w:val="005D61F8"/>
    <w:rsid w:val="005D626D"/>
    <w:rsid w:val="005D660D"/>
    <w:rsid w:val="005E003F"/>
    <w:rsid w:val="005E0885"/>
    <w:rsid w:val="005E1362"/>
    <w:rsid w:val="005E1618"/>
    <w:rsid w:val="005E1807"/>
    <w:rsid w:val="005E1847"/>
    <w:rsid w:val="005E23A7"/>
    <w:rsid w:val="005E279A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577"/>
    <w:rsid w:val="005E69FA"/>
    <w:rsid w:val="005E6E58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CBC"/>
    <w:rsid w:val="005F2DB0"/>
    <w:rsid w:val="005F2EFE"/>
    <w:rsid w:val="005F35B2"/>
    <w:rsid w:val="005F3A0D"/>
    <w:rsid w:val="005F4768"/>
    <w:rsid w:val="005F4B15"/>
    <w:rsid w:val="005F4BF8"/>
    <w:rsid w:val="005F5613"/>
    <w:rsid w:val="005F5715"/>
    <w:rsid w:val="005F5742"/>
    <w:rsid w:val="005F5D24"/>
    <w:rsid w:val="005F5E71"/>
    <w:rsid w:val="005F5E98"/>
    <w:rsid w:val="005F64C3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D49"/>
    <w:rsid w:val="00607E90"/>
    <w:rsid w:val="0061004A"/>
    <w:rsid w:val="00610099"/>
    <w:rsid w:val="006107A6"/>
    <w:rsid w:val="00610C0F"/>
    <w:rsid w:val="00610DE2"/>
    <w:rsid w:val="00610F2E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404B"/>
    <w:rsid w:val="0062463A"/>
    <w:rsid w:val="00624658"/>
    <w:rsid w:val="0062467E"/>
    <w:rsid w:val="00624910"/>
    <w:rsid w:val="00625052"/>
    <w:rsid w:val="006251C0"/>
    <w:rsid w:val="00625276"/>
    <w:rsid w:val="00625533"/>
    <w:rsid w:val="00625F01"/>
    <w:rsid w:val="0062632A"/>
    <w:rsid w:val="00626952"/>
    <w:rsid w:val="00626B17"/>
    <w:rsid w:val="00626D69"/>
    <w:rsid w:val="00626F99"/>
    <w:rsid w:val="006271BD"/>
    <w:rsid w:val="0062734D"/>
    <w:rsid w:val="00627F9E"/>
    <w:rsid w:val="00631024"/>
    <w:rsid w:val="0063158D"/>
    <w:rsid w:val="00631B03"/>
    <w:rsid w:val="00631D24"/>
    <w:rsid w:val="00631DFB"/>
    <w:rsid w:val="00632308"/>
    <w:rsid w:val="006323C7"/>
    <w:rsid w:val="0063272F"/>
    <w:rsid w:val="00632977"/>
    <w:rsid w:val="00632A1F"/>
    <w:rsid w:val="00632DEC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338"/>
    <w:rsid w:val="006360E3"/>
    <w:rsid w:val="006362F0"/>
    <w:rsid w:val="006364EC"/>
    <w:rsid w:val="006370AB"/>
    <w:rsid w:val="00637898"/>
    <w:rsid w:val="00637D0B"/>
    <w:rsid w:val="0064005F"/>
    <w:rsid w:val="00640BF8"/>
    <w:rsid w:val="00640EBC"/>
    <w:rsid w:val="006412D3"/>
    <w:rsid w:val="00641E7D"/>
    <w:rsid w:val="00642226"/>
    <w:rsid w:val="00642A94"/>
    <w:rsid w:val="00643113"/>
    <w:rsid w:val="00643A8D"/>
    <w:rsid w:val="00644277"/>
    <w:rsid w:val="006444E8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03C"/>
    <w:rsid w:val="006509CC"/>
    <w:rsid w:val="00650F20"/>
    <w:rsid w:val="0065155B"/>
    <w:rsid w:val="00651AF4"/>
    <w:rsid w:val="00651D9B"/>
    <w:rsid w:val="00651FDB"/>
    <w:rsid w:val="00652417"/>
    <w:rsid w:val="00652690"/>
    <w:rsid w:val="00652ABC"/>
    <w:rsid w:val="00652D7B"/>
    <w:rsid w:val="00653026"/>
    <w:rsid w:val="0065314F"/>
    <w:rsid w:val="00653CF1"/>
    <w:rsid w:val="00654086"/>
    <w:rsid w:val="006544A0"/>
    <w:rsid w:val="006546A6"/>
    <w:rsid w:val="00654F76"/>
    <w:rsid w:val="00654FD4"/>
    <w:rsid w:val="00655312"/>
    <w:rsid w:val="006556F3"/>
    <w:rsid w:val="00655F96"/>
    <w:rsid w:val="00655FA6"/>
    <w:rsid w:val="00656362"/>
    <w:rsid w:val="00656CE1"/>
    <w:rsid w:val="00657403"/>
    <w:rsid w:val="006602B8"/>
    <w:rsid w:val="00660353"/>
    <w:rsid w:val="0066094D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54F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5FF"/>
    <w:rsid w:val="00671988"/>
    <w:rsid w:val="00671C9A"/>
    <w:rsid w:val="006721F6"/>
    <w:rsid w:val="006725F3"/>
    <w:rsid w:val="0067269F"/>
    <w:rsid w:val="006728B0"/>
    <w:rsid w:val="0067294B"/>
    <w:rsid w:val="00672AC8"/>
    <w:rsid w:val="00673A54"/>
    <w:rsid w:val="00674074"/>
    <w:rsid w:val="00674230"/>
    <w:rsid w:val="00674A85"/>
    <w:rsid w:val="006753F5"/>
    <w:rsid w:val="006756DA"/>
    <w:rsid w:val="00675A89"/>
    <w:rsid w:val="00675F08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0E98"/>
    <w:rsid w:val="00691527"/>
    <w:rsid w:val="006917DB"/>
    <w:rsid w:val="006922DC"/>
    <w:rsid w:val="006926C5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886"/>
    <w:rsid w:val="00697ACE"/>
    <w:rsid w:val="006A07B1"/>
    <w:rsid w:val="006A09AF"/>
    <w:rsid w:val="006A09F6"/>
    <w:rsid w:val="006A0A34"/>
    <w:rsid w:val="006A0E9B"/>
    <w:rsid w:val="006A1679"/>
    <w:rsid w:val="006A18A5"/>
    <w:rsid w:val="006A1A34"/>
    <w:rsid w:val="006A1D33"/>
    <w:rsid w:val="006A2568"/>
    <w:rsid w:val="006A2BCA"/>
    <w:rsid w:val="006A2C73"/>
    <w:rsid w:val="006A2C89"/>
    <w:rsid w:val="006A3073"/>
    <w:rsid w:val="006A3868"/>
    <w:rsid w:val="006A43DC"/>
    <w:rsid w:val="006A4948"/>
    <w:rsid w:val="006A4DF5"/>
    <w:rsid w:val="006A5563"/>
    <w:rsid w:val="006A55DC"/>
    <w:rsid w:val="006A6440"/>
    <w:rsid w:val="006A6C1A"/>
    <w:rsid w:val="006A6D5A"/>
    <w:rsid w:val="006A7050"/>
    <w:rsid w:val="006A7A26"/>
    <w:rsid w:val="006A7CC9"/>
    <w:rsid w:val="006A7D94"/>
    <w:rsid w:val="006A7E5D"/>
    <w:rsid w:val="006A7E80"/>
    <w:rsid w:val="006B05F3"/>
    <w:rsid w:val="006B05FC"/>
    <w:rsid w:val="006B0F8B"/>
    <w:rsid w:val="006B0F9D"/>
    <w:rsid w:val="006B1007"/>
    <w:rsid w:val="006B1026"/>
    <w:rsid w:val="006B168D"/>
    <w:rsid w:val="006B17EF"/>
    <w:rsid w:val="006B1A4D"/>
    <w:rsid w:val="006B238D"/>
    <w:rsid w:val="006B23B6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24E"/>
    <w:rsid w:val="006B55A3"/>
    <w:rsid w:val="006B5619"/>
    <w:rsid w:val="006B5877"/>
    <w:rsid w:val="006B5996"/>
    <w:rsid w:val="006B5B69"/>
    <w:rsid w:val="006B5C89"/>
    <w:rsid w:val="006B6206"/>
    <w:rsid w:val="006B633A"/>
    <w:rsid w:val="006B68FD"/>
    <w:rsid w:val="006B7034"/>
    <w:rsid w:val="006B7AD8"/>
    <w:rsid w:val="006B7F11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5311"/>
    <w:rsid w:val="006C5449"/>
    <w:rsid w:val="006C6510"/>
    <w:rsid w:val="006C75FC"/>
    <w:rsid w:val="006C7D94"/>
    <w:rsid w:val="006D0494"/>
    <w:rsid w:val="006D05B1"/>
    <w:rsid w:val="006D1D16"/>
    <w:rsid w:val="006D24D3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744"/>
    <w:rsid w:val="006D681D"/>
    <w:rsid w:val="006D6F78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3745"/>
    <w:rsid w:val="006F3B2F"/>
    <w:rsid w:val="006F3E33"/>
    <w:rsid w:val="006F40D7"/>
    <w:rsid w:val="006F4182"/>
    <w:rsid w:val="006F4761"/>
    <w:rsid w:val="006F48A9"/>
    <w:rsid w:val="006F48EC"/>
    <w:rsid w:val="006F5166"/>
    <w:rsid w:val="006F594E"/>
    <w:rsid w:val="006F5BEC"/>
    <w:rsid w:val="006F5E5F"/>
    <w:rsid w:val="006F5F01"/>
    <w:rsid w:val="006F6751"/>
    <w:rsid w:val="006F6A7F"/>
    <w:rsid w:val="006F73EB"/>
    <w:rsid w:val="006F7654"/>
    <w:rsid w:val="006F7C20"/>
    <w:rsid w:val="006F7D49"/>
    <w:rsid w:val="0070026C"/>
    <w:rsid w:val="00700A95"/>
    <w:rsid w:val="00700B01"/>
    <w:rsid w:val="00700D8C"/>
    <w:rsid w:val="007010AD"/>
    <w:rsid w:val="00701101"/>
    <w:rsid w:val="007016CF"/>
    <w:rsid w:val="007021A9"/>
    <w:rsid w:val="00702EB8"/>
    <w:rsid w:val="0070317A"/>
    <w:rsid w:val="00703876"/>
    <w:rsid w:val="00703B37"/>
    <w:rsid w:val="00704D53"/>
    <w:rsid w:val="007053E4"/>
    <w:rsid w:val="00705BE9"/>
    <w:rsid w:val="00705C58"/>
    <w:rsid w:val="00705D40"/>
    <w:rsid w:val="00706100"/>
    <w:rsid w:val="007068BD"/>
    <w:rsid w:val="00706FD5"/>
    <w:rsid w:val="0070725B"/>
    <w:rsid w:val="0070735F"/>
    <w:rsid w:val="00707552"/>
    <w:rsid w:val="00707C37"/>
    <w:rsid w:val="00707E5B"/>
    <w:rsid w:val="007100E7"/>
    <w:rsid w:val="00710717"/>
    <w:rsid w:val="00710DE0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494F"/>
    <w:rsid w:val="00715236"/>
    <w:rsid w:val="00716E9E"/>
    <w:rsid w:val="00716F5A"/>
    <w:rsid w:val="007170D0"/>
    <w:rsid w:val="00717564"/>
    <w:rsid w:val="00717948"/>
    <w:rsid w:val="00717CE5"/>
    <w:rsid w:val="00717F48"/>
    <w:rsid w:val="00720707"/>
    <w:rsid w:val="007208AA"/>
    <w:rsid w:val="00720962"/>
    <w:rsid w:val="00720A78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CCF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4C9"/>
    <w:rsid w:val="007337BE"/>
    <w:rsid w:val="00733A4D"/>
    <w:rsid w:val="00733DAB"/>
    <w:rsid w:val="007341C5"/>
    <w:rsid w:val="0073435C"/>
    <w:rsid w:val="00734740"/>
    <w:rsid w:val="007356C2"/>
    <w:rsid w:val="00735A37"/>
    <w:rsid w:val="00735B10"/>
    <w:rsid w:val="0073605C"/>
    <w:rsid w:val="0073667F"/>
    <w:rsid w:val="00736A1B"/>
    <w:rsid w:val="00736A97"/>
    <w:rsid w:val="00736CD9"/>
    <w:rsid w:val="00736D87"/>
    <w:rsid w:val="00737D02"/>
    <w:rsid w:val="00737D18"/>
    <w:rsid w:val="00737D79"/>
    <w:rsid w:val="007400EB"/>
    <w:rsid w:val="007404CA"/>
    <w:rsid w:val="00741136"/>
    <w:rsid w:val="00741B1D"/>
    <w:rsid w:val="00742204"/>
    <w:rsid w:val="007425E9"/>
    <w:rsid w:val="00742752"/>
    <w:rsid w:val="00742DB8"/>
    <w:rsid w:val="00743EA0"/>
    <w:rsid w:val="0074416A"/>
    <w:rsid w:val="0074444E"/>
    <w:rsid w:val="00744A69"/>
    <w:rsid w:val="00744BA6"/>
    <w:rsid w:val="00744D05"/>
    <w:rsid w:val="00745432"/>
    <w:rsid w:val="00745B51"/>
    <w:rsid w:val="0074639F"/>
    <w:rsid w:val="00746A35"/>
    <w:rsid w:val="00746CCB"/>
    <w:rsid w:val="007476DB"/>
    <w:rsid w:val="0074797B"/>
    <w:rsid w:val="00747C80"/>
    <w:rsid w:val="0075006F"/>
    <w:rsid w:val="007507F3"/>
    <w:rsid w:val="00750DD5"/>
    <w:rsid w:val="007512A0"/>
    <w:rsid w:val="00751888"/>
    <w:rsid w:val="00751E23"/>
    <w:rsid w:val="00752097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B8D"/>
    <w:rsid w:val="00756CEB"/>
    <w:rsid w:val="00756FEE"/>
    <w:rsid w:val="0075742E"/>
    <w:rsid w:val="00757716"/>
    <w:rsid w:val="00760399"/>
    <w:rsid w:val="00760DBE"/>
    <w:rsid w:val="007616D1"/>
    <w:rsid w:val="00761B92"/>
    <w:rsid w:val="00761F79"/>
    <w:rsid w:val="00761FC4"/>
    <w:rsid w:val="00762A37"/>
    <w:rsid w:val="00762AF6"/>
    <w:rsid w:val="007632DD"/>
    <w:rsid w:val="00763387"/>
    <w:rsid w:val="0076343F"/>
    <w:rsid w:val="00763831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28C"/>
    <w:rsid w:val="00775F87"/>
    <w:rsid w:val="00775FFB"/>
    <w:rsid w:val="00777014"/>
    <w:rsid w:val="00777253"/>
    <w:rsid w:val="00777425"/>
    <w:rsid w:val="00777B45"/>
    <w:rsid w:val="00777EA7"/>
    <w:rsid w:val="00780D7C"/>
    <w:rsid w:val="0078184A"/>
    <w:rsid w:val="00781B33"/>
    <w:rsid w:val="00781BF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438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F20"/>
    <w:rsid w:val="00791FC6"/>
    <w:rsid w:val="007927B5"/>
    <w:rsid w:val="00792A8E"/>
    <w:rsid w:val="0079314B"/>
    <w:rsid w:val="00793870"/>
    <w:rsid w:val="00793FAA"/>
    <w:rsid w:val="00794043"/>
    <w:rsid w:val="0079433F"/>
    <w:rsid w:val="00794CEA"/>
    <w:rsid w:val="00795E93"/>
    <w:rsid w:val="00796A24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F1"/>
    <w:rsid w:val="007A2DFD"/>
    <w:rsid w:val="007A30A0"/>
    <w:rsid w:val="007A329C"/>
    <w:rsid w:val="007A3B11"/>
    <w:rsid w:val="007A3C13"/>
    <w:rsid w:val="007A3F27"/>
    <w:rsid w:val="007A41F7"/>
    <w:rsid w:val="007A4464"/>
    <w:rsid w:val="007A4609"/>
    <w:rsid w:val="007A4A95"/>
    <w:rsid w:val="007A4AA9"/>
    <w:rsid w:val="007A5110"/>
    <w:rsid w:val="007A5615"/>
    <w:rsid w:val="007A5A5F"/>
    <w:rsid w:val="007A5CA1"/>
    <w:rsid w:val="007A71AC"/>
    <w:rsid w:val="007A74C2"/>
    <w:rsid w:val="007A7903"/>
    <w:rsid w:val="007B007F"/>
    <w:rsid w:val="007B0F4F"/>
    <w:rsid w:val="007B0F7B"/>
    <w:rsid w:val="007B1480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7B2"/>
    <w:rsid w:val="007B4DD3"/>
    <w:rsid w:val="007B4F91"/>
    <w:rsid w:val="007B5021"/>
    <w:rsid w:val="007B57C8"/>
    <w:rsid w:val="007B6086"/>
    <w:rsid w:val="007B6690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529"/>
    <w:rsid w:val="007C276B"/>
    <w:rsid w:val="007C317E"/>
    <w:rsid w:val="007C31AF"/>
    <w:rsid w:val="007C3807"/>
    <w:rsid w:val="007C3FDD"/>
    <w:rsid w:val="007C4AB3"/>
    <w:rsid w:val="007C4BB6"/>
    <w:rsid w:val="007C615F"/>
    <w:rsid w:val="007C6A24"/>
    <w:rsid w:val="007C71F9"/>
    <w:rsid w:val="007C7469"/>
    <w:rsid w:val="007C7520"/>
    <w:rsid w:val="007C7752"/>
    <w:rsid w:val="007C7811"/>
    <w:rsid w:val="007C7B64"/>
    <w:rsid w:val="007D0415"/>
    <w:rsid w:val="007D0619"/>
    <w:rsid w:val="007D065A"/>
    <w:rsid w:val="007D16C7"/>
    <w:rsid w:val="007D17A4"/>
    <w:rsid w:val="007D1A10"/>
    <w:rsid w:val="007D252C"/>
    <w:rsid w:val="007D262D"/>
    <w:rsid w:val="007D2D10"/>
    <w:rsid w:val="007D36AD"/>
    <w:rsid w:val="007D489B"/>
    <w:rsid w:val="007D48C4"/>
    <w:rsid w:val="007D508D"/>
    <w:rsid w:val="007D5CC1"/>
    <w:rsid w:val="007D5F81"/>
    <w:rsid w:val="007D635A"/>
    <w:rsid w:val="007D7322"/>
    <w:rsid w:val="007D7363"/>
    <w:rsid w:val="007D750A"/>
    <w:rsid w:val="007D7ABE"/>
    <w:rsid w:val="007D7D37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618"/>
    <w:rsid w:val="007F4976"/>
    <w:rsid w:val="007F4F4C"/>
    <w:rsid w:val="007F5CB0"/>
    <w:rsid w:val="007F5D4D"/>
    <w:rsid w:val="007F5DF0"/>
    <w:rsid w:val="007F64A6"/>
    <w:rsid w:val="007F6A97"/>
    <w:rsid w:val="007F6D85"/>
    <w:rsid w:val="007F70B7"/>
    <w:rsid w:val="007F78D6"/>
    <w:rsid w:val="008009CE"/>
    <w:rsid w:val="00800A70"/>
    <w:rsid w:val="008015F2"/>
    <w:rsid w:val="00801CA7"/>
    <w:rsid w:val="00801CB9"/>
    <w:rsid w:val="00802034"/>
    <w:rsid w:val="0080261E"/>
    <w:rsid w:val="00803194"/>
    <w:rsid w:val="00803371"/>
    <w:rsid w:val="00803957"/>
    <w:rsid w:val="00803CE0"/>
    <w:rsid w:val="00804011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BC5"/>
    <w:rsid w:val="00811EF3"/>
    <w:rsid w:val="00811F4D"/>
    <w:rsid w:val="00812A98"/>
    <w:rsid w:val="00812D44"/>
    <w:rsid w:val="00813366"/>
    <w:rsid w:val="008139F0"/>
    <w:rsid w:val="00813A45"/>
    <w:rsid w:val="00814785"/>
    <w:rsid w:val="00814BE0"/>
    <w:rsid w:val="00814F89"/>
    <w:rsid w:val="00815287"/>
    <w:rsid w:val="00815321"/>
    <w:rsid w:val="00815B65"/>
    <w:rsid w:val="00815D55"/>
    <w:rsid w:val="008162C7"/>
    <w:rsid w:val="008165BB"/>
    <w:rsid w:val="008168E2"/>
    <w:rsid w:val="00817007"/>
    <w:rsid w:val="00817085"/>
    <w:rsid w:val="00820006"/>
    <w:rsid w:val="008202F5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32C"/>
    <w:rsid w:val="00824569"/>
    <w:rsid w:val="00824AF0"/>
    <w:rsid w:val="00824F9E"/>
    <w:rsid w:val="00825883"/>
    <w:rsid w:val="00826834"/>
    <w:rsid w:val="0082742E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1A2F"/>
    <w:rsid w:val="0083206D"/>
    <w:rsid w:val="00832188"/>
    <w:rsid w:val="008325E3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072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90B"/>
    <w:rsid w:val="00845A7F"/>
    <w:rsid w:val="00845ECB"/>
    <w:rsid w:val="00845FFD"/>
    <w:rsid w:val="00846289"/>
    <w:rsid w:val="008463E7"/>
    <w:rsid w:val="008471DA"/>
    <w:rsid w:val="00847987"/>
    <w:rsid w:val="008502A7"/>
    <w:rsid w:val="00850939"/>
    <w:rsid w:val="00851069"/>
    <w:rsid w:val="00851147"/>
    <w:rsid w:val="0085180D"/>
    <w:rsid w:val="00851FAE"/>
    <w:rsid w:val="0085262E"/>
    <w:rsid w:val="00852B6C"/>
    <w:rsid w:val="00852CC5"/>
    <w:rsid w:val="00852E6C"/>
    <w:rsid w:val="008533FD"/>
    <w:rsid w:val="00853E83"/>
    <w:rsid w:val="00853EAC"/>
    <w:rsid w:val="008542D1"/>
    <w:rsid w:val="00854CE8"/>
    <w:rsid w:val="008553B7"/>
    <w:rsid w:val="00855E2E"/>
    <w:rsid w:val="00855F21"/>
    <w:rsid w:val="008561FB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544"/>
    <w:rsid w:val="008737CE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785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84B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0C75"/>
    <w:rsid w:val="008910DD"/>
    <w:rsid w:val="008910E4"/>
    <w:rsid w:val="00891CFD"/>
    <w:rsid w:val="00891E44"/>
    <w:rsid w:val="00892545"/>
    <w:rsid w:val="008929B0"/>
    <w:rsid w:val="00892DDC"/>
    <w:rsid w:val="00893276"/>
    <w:rsid w:val="008933A5"/>
    <w:rsid w:val="00893BC3"/>
    <w:rsid w:val="00895194"/>
    <w:rsid w:val="00896336"/>
    <w:rsid w:val="00896571"/>
    <w:rsid w:val="008967E9"/>
    <w:rsid w:val="00896EE8"/>
    <w:rsid w:val="008978FB"/>
    <w:rsid w:val="00897A1C"/>
    <w:rsid w:val="00897E04"/>
    <w:rsid w:val="008A099C"/>
    <w:rsid w:val="008A09D5"/>
    <w:rsid w:val="008A0B3D"/>
    <w:rsid w:val="008A0DBC"/>
    <w:rsid w:val="008A1469"/>
    <w:rsid w:val="008A14FD"/>
    <w:rsid w:val="008A17E5"/>
    <w:rsid w:val="008A1CD6"/>
    <w:rsid w:val="008A3874"/>
    <w:rsid w:val="008A3AB5"/>
    <w:rsid w:val="008A3B79"/>
    <w:rsid w:val="008A3EBD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238"/>
    <w:rsid w:val="008B4560"/>
    <w:rsid w:val="008B4E3B"/>
    <w:rsid w:val="008B4FE9"/>
    <w:rsid w:val="008B5326"/>
    <w:rsid w:val="008B5CD3"/>
    <w:rsid w:val="008B60EB"/>
    <w:rsid w:val="008B6319"/>
    <w:rsid w:val="008B651D"/>
    <w:rsid w:val="008B6571"/>
    <w:rsid w:val="008B6816"/>
    <w:rsid w:val="008B6C3C"/>
    <w:rsid w:val="008B6E93"/>
    <w:rsid w:val="008B74F0"/>
    <w:rsid w:val="008B752B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2E95"/>
    <w:rsid w:val="008C37AF"/>
    <w:rsid w:val="008C37F1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85F"/>
    <w:rsid w:val="008C78EF"/>
    <w:rsid w:val="008C7928"/>
    <w:rsid w:val="008D0011"/>
    <w:rsid w:val="008D02B9"/>
    <w:rsid w:val="008D1264"/>
    <w:rsid w:val="008D14BF"/>
    <w:rsid w:val="008D164F"/>
    <w:rsid w:val="008D1BB4"/>
    <w:rsid w:val="008D1C8A"/>
    <w:rsid w:val="008D1F3D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6D56"/>
    <w:rsid w:val="008D6DA8"/>
    <w:rsid w:val="008D759B"/>
    <w:rsid w:val="008D7BC5"/>
    <w:rsid w:val="008D7EC7"/>
    <w:rsid w:val="008D7EF0"/>
    <w:rsid w:val="008D7FAD"/>
    <w:rsid w:val="008E01A1"/>
    <w:rsid w:val="008E0C99"/>
    <w:rsid w:val="008E19ED"/>
    <w:rsid w:val="008E25E9"/>
    <w:rsid w:val="008E260A"/>
    <w:rsid w:val="008E271D"/>
    <w:rsid w:val="008E2B9B"/>
    <w:rsid w:val="008E2C13"/>
    <w:rsid w:val="008E380A"/>
    <w:rsid w:val="008E3CD4"/>
    <w:rsid w:val="008E41F4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1B"/>
    <w:rsid w:val="008E64E3"/>
    <w:rsid w:val="008E6552"/>
    <w:rsid w:val="008E74CD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47F6"/>
    <w:rsid w:val="008F4947"/>
    <w:rsid w:val="008F4C03"/>
    <w:rsid w:val="008F4C5F"/>
    <w:rsid w:val="008F5212"/>
    <w:rsid w:val="008F5326"/>
    <w:rsid w:val="008F5453"/>
    <w:rsid w:val="008F5469"/>
    <w:rsid w:val="008F5473"/>
    <w:rsid w:val="008F5869"/>
    <w:rsid w:val="008F5E4A"/>
    <w:rsid w:val="008F6031"/>
    <w:rsid w:val="008F615A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EEA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B39"/>
    <w:rsid w:val="00915C76"/>
    <w:rsid w:val="00916A7F"/>
    <w:rsid w:val="00917529"/>
    <w:rsid w:val="00917E21"/>
    <w:rsid w:val="009200C3"/>
    <w:rsid w:val="009201FF"/>
    <w:rsid w:val="009203C4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533D"/>
    <w:rsid w:val="00925C2E"/>
    <w:rsid w:val="00926B5D"/>
    <w:rsid w:val="00926F48"/>
    <w:rsid w:val="00927E3C"/>
    <w:rsid w:val="00927FD4"/>
    <w:rsid w:val="0093003D"/>
    <w:rsid w:val="00930267"/>
    <w:rsid w:val="009302CC"/>
    <w:rsid w:val="00930AA2"/>
    <w:rsid w:val="00930C5C"/>
    <w:rsid w:val="00930D10"/>
    <w:rsid w:val="00930D1D"/>
    <w:rsid w:val="00931395"/>
    <w:rsid w:val="00931CC8"/>
    <w:rsid w:val="00931CFE"/>
    <w:rsid w:val="009328FE"/>
    <w:rsid w:val="00933032"/>
    <w:rsid w:val="0093366A"/>
    <w:rsid w:val="009341DA"/>
    <w:rsid w:val="0093439B"/>
    <w:rsid w:val="00934D68"/>
    <w:rsid w:val="00936123"/>
    <w:rsid w:val="00937111"/>
    <w:rsid w:val="009375E9"/>
    <w:rsid w:val="0094274B"/>
    <w:rsid w:val="0094307F"/>
    <w:rsid w:val="00943344"/>
    <w:rsid w:val="0094346B"/>
    <w:rsid w:val="00943900"/>
    <w:rsid w:val="00943F02"/>
    <w:rsid w:val="00944325"/>
    <w:rsid w:val="009446AB"/>
    <w:rsid w:val="009446CB"/>
    <w:rsid w:val="009448F9"/>
    <w:rsid w:val="00944C09"/>
    <w:rsid w:val="00944D8F"/>
    <w:rsid w:val="00945423"/>
    <w:rsid w:val="00945B7B"/>
    <w:rsid w:val="00945CE7"/>
    <w:rsid w:val="00945D3A"/>
    <w:rsid w:val="00946193"/>
    <w:rsid w:val="00946C41"/>
    <w:rsid w:val="00946C47"/>
    <w:rsid w:val="00946CA3"/>
    <w:rsid w:val="00946F3C"/>
    <w:rsid w:val="0095016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3AB8"/>
    <w:rsid w:val="009541C6"/>
    <w:rsid w:val="00954579"/>
    <w:rsid w:val="00954EDD"/>
    <w:rsid w:val="0095509A"/>
    <w:rsid w:val="009556C7"/>
    <w:rsid w:val="00955EE3"/>
    <w:rsid w:val="00955FD3"/>
    <w:rsid w:val="00956F6E"/>
    <w:rsid w:val="00957872"/>
    <w:rsid w:val="0095799F"/>
    <w:rsid w:val="00957C4D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D7C"/>
    <w:rsid w:val="00962DAC"/>
    <w:rsid w:val="00962EE8"/>
    <w:rsid w:val="0096328F"/>
    <w:rsid w:val="009639A3"/>
    <w:rsid w:val="00963B75"/>
    <w:rsid w:val="00963E76"/>
    <w:rsid w:val="00964747"/>
    <w:rsid w:val="0096477B"/>
    <w:rsid w:val="00964885"/>
    <w:rsid w:val="0096532F"/>
    <w:rsid w:val="00965AD7"/>
    <w:rsid w:val="00965CA8"/>
    <w:rsid w:val="00965E8F"/>
    <w:rsid w:val="00965ED7"/>
    <w:rsid w:val="00965F5B"/>
    <w:rsid w:val="0096609E"/>
    <w:rsid w:val="009668B9"/>
    <w:rsid w:val="00966B80"/>
    <w:rsid w:val="00966DD6"/>
    <w:rsid w:val="00966F04"/>
    <w:rsid w:val="00967D5F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0D97"/>
    <w:rsid w:val="00971211"/>
    <w:rsid w:val="009713FB"/>
    <w:rsid w:val="00971940"/>
    <w:rsid w:val="0097200F"/>
    <w:rsid w:val="009720E6"/>
    <w:rsid w:val="00972B0F"/>
    <w:rsid w:val="009733DC"/>
    <w:rsid w:val="00973469"/>
    <w:rsid w:val="00973A76"/>
    <w:rsid w:val="00973EBE"/>
    <w:rsid w:val="00974195"/>
    <w:rsid w:val="009744B9"/>
    <w:rsid w:val="00974795"/>
    <w:rsid w:val="00974886"/>
    <w:rsid w:val="00974D24"/>
    <w:rsid w:val="0097598F"/>
    <w:rsid w:val="00975B6D"/>
    <w:rsid w:val="0097699B"/>
    <w:rsid w:val="009769FB"/>
    <w:rsid w:val="009777D2"/>
    <w:rsid w:val="009778F1"/>
    <w:rsid w:val="00977AE2"/>
    <w:rsid w:val="00977CA3"/>
    <w:rsid w:val="00977D02"/>
    <w:rsid w:val="009801E8"/>
    <w:rsid w:val="00980349"/>
    <w:rsid w:val="00980624"/>
    <w:rsid w:val="0098065C"/>
    <w:rsid w:val="009806CB"/>
    <w:rsid w:val="00981F4A"/>
    <w:rsid w:val="009823FA"/>
    <w:rsid w:val="00982535"/>
    <w:rsid w:val="0098341F"/>
    <w:rsid w:val="00983FAA"/>
    <w:rsid w:val="00984085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754C"/>
    <w:rsid w:val="009879A7"/>
    <w:rsid w:val="00987F94"/>
    <w:rsid w:val="0099011E"/>
    <w:rsid w:val="00990466"/>
    <w:rsid w:val="00990938"/>
    <w:rsid w:val="00990BE3"/>
    <w:rsid w:val="00990DBB"/>
    <w:rsid w:val="00991433"/>
    <w:rsid w:val="009919C2"/>
    <w:rsid w:val="00992B3B"/>
    <w:rsid w:val="00994098"/>
    <w:rsid w:val="009941A0"/>
    <w:rsid w:val="009948B9"/>
    <w:rsid w:val="00994AC4"/>
    <w:rsid w:val="0099512F"/>
    <w:rsid w:val="00995233"/>
    <w:rsid w:val="00995297"/>
    <w:rsid w:val="0099536F"/>
    <w:rsid w:val="009955C1"/>
    <w:rsid w:val="00995E4B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665"/>
    <w:rsid w:val="009A19F2"/>
    <w:rsid w:val="009A1A0F"/>
    <w:rsid w:val="009A26F5"/>
    <w:rsid w:val="009A2843"/>
    <w:rsid w:val="009A2B5B"/>
    <w:rsid w:val="009A3673"/>
    <w:rsid w:val="009A3E7D"/>
    <w:rsid w:val="009A3F01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7239"/>
    <w:rsid w:val="009B00E5"/>
    <w:rsid w:val="009B0D52"/>
    <w:rsid w:val="009B0F54"/>
    <w:rsid w:val="009B0F6A"/>
    <w:rsid w:val="009B16BD"/>
    <w:rsid w:val="009B1AF3"/>
    <w:rsid w:val="009B2EE2"/>
    <w:rsid w:val="009B30BE"/>
    <w:rsid w:val="009B3390"/>
    <w:rsid w:val="009B365A"/>
    <w:rsid w:val="009B3CE3"/>
    <w:rsid w:val="009B41A3"/>
    <w:rsid w:val="009B4309"/>
    <w:rsid w:val="009B43C1"/>
    <w:rsid w:val="009B4B08"/>
    <w:rsid w:val="009B4C65"/>
    <w:rsid w:val="009B4EF7"/>
    <w:rsid w:val="009B4F97"/>
    <w:rsid w:val="009B58DA"/>
    <w:rsid w:val="009B5AD1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5F"/>
    <w:rsid w:val="009C2EF2"/>
    <w:rsid w:val="009C3D27"/>
    <w:rsid w:val="009C4418"/>
    <w:rsid w:val="009C47BF"/>
    <w:rsid w:val="009C4BAB"/>
    <w:rsid w:val="009C5D2B"/>
    <w:rsid w:val="009C5E2C"/>
    <w:rsid w:val="009C5ECA"/>
    <w:rsid w:val="009C6095"/>
    <w:rsid w:val="009C61A6"/>
    <w:rsid w:val="009C669C"/>
    <w:rsid w:val="009C6D52"/>
    <w:rsid w:val="009C73F7"/>
    <w:rsid w:val="009C745D"/>
    <w:rsid w:val="009C749B"/>
    <w:rsid w:val="009C76E6"/>
    <w:rsid w:val="009C772E"/>
    <w:rsid w:val="009C77B4"/>
    <w:rsid w:val="009C78A7"/>
    <w:rsid w:val="009C78AA"/>
    <w:rsid w:val="009D0FF7"/>
    <w:rsid w:val="009D1396"/>
    <w:rsid w:val="009D148A"/>
    <w:rsid w:val="009D18AB"/>
    <w:rsid w:val="009D1976"/>
    <w:rsid w:val="009D1CFA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773"/>
    <w:rsid w:val="009D40B1"/>
    <w:rsid w:val="009D48B8"/>
    <w:rsid w:val="009D49BF"/>
    <w:rsid w:val="009D4CD0"/>
    <w:rsid w:val="009D5ED2"/>
    <w:rsid w:val="009D60EC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F2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D5C"/>
    <w:rsid w:val="009E6FAA"/>
    <w:rsid w:val="009E73B2"/>
    <w:rsid w:val="009E7B1F"/>
    <w:rsid w:val="009E7B21"/>
    <w:rsid w:val="009F02B7"/>
    <w:rsid w:val="009F046E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257"/>
    <w:rsid w:val="009F38D6"/>
    <w:rsid w:val="009F3920"/>
    <w:rsid w:val="009F3C40"/>
    <w:rsid w:val="009F4DA8"/>
    <w:rsid w:val="009F51D5"/>
    <w:rsid w:val="009F5200"/>
    <w:rsid w:val="009F5C4B"/>
    <w:rsid w:val="009F617B"/>
    <w:rsid w:val="009F6A08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C2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7F1"/>
    <w:rsid w:val="00A06A63"/>
    <w:rsid w:val="00A06C16"/>
    <w:rsid w:val="00A0707C"/>
    <w:rsid w:val="00A071BF"/>
    <w:rsid w:val="00A073CA"/>
    <w:rsid w:val="00A07653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D9F"/>
    <w:rsid w:val="00A1323C"/>
    <w:rsid w:val="00A134FE"/>
    <w:rsid w:val="00A13532"/>
    <w:rsid w:val="00A136B3"/>
    <w:rsid w:val="00A13708"/>
    <w:rsid w:val="00A13977"/>
    <w:rsid w:val="00A14D7C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7FE"/>
    <w:rsid w:val="00A21DB9"/>
    <w:rsid w:val="00A227FE"/>
    <w:rsid w:val="00A22C1C"/>
    <w:rsid w:val="00A232FF"/>
    <w:rsid w:val="00A2361B"/>
    <w:rsid w:val="00A23888"/>
    <w:rsid w:val="00A23CBE"/>
    <w:rsid w:val="00A2411F"/>
    <w:rsid w:val="00A24156"/>
    <w:rsid w:val="00A243A2"/>
    <w:rsid w:val="00A245E0"/>
    <w:rsid w:val="00A247EF"/>
    <w:rsid w:val="00A24AAD"/>
    <w:rsid w:val="00A24E16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AC7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C44"/>
    <w:rsid w:val="00A36D16"/>
    <w:rsid w:val="00A37086"/>
    <w:rsid w:val="00A37565"/>
    <w:rsid w:val="00A377B4"/>
    <w:rsid w:val="00A37A6E"/>
    <w:rsid w:val="00A37C0B"/>
    <w:rsid w:val="00A404F0"/>
    <w:rsid w:val="00A40A32"/>
    <w:rsid w:val="00A40AC2"/>
    <w:rsid w:val="00A40AC8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65"/>
    <w:rsid w:val="00A478AE"/>
    <w:rsid w:val="00A4791A"/>
    <w:rsid w:val="00A502AC"/>
    <w:rsid w:val="00A514C8"/>
    <w:rsid w:val="00A51848"/>
    <w:rsid w:val="00A51CCA"/>
    <w:rsid w:val="00A51E92"/>
    <w:rsid w:val="00A52256"/>
    <w:rsid w:val="00A522F0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50A"/>
    <w:rsid w:val="00A54859"/>
    <w:rsid w:val="00A54DBE"/>
    <w:rsid w:val="00A55045"/>
    <w:rsid w:val="00A5539B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913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5730"/>
    <w:rsid w:val="00A75DF3"/>
    <w:rsid w:val="00A76B9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87EDF"/>
    <w:rsid w:val="00A90199"/>
    <w:rsid w:val="00A9092F"/>
    <w:rsid w:val="00A90B01"/>
    <w:rsid w:val="00A90FA0"/>
    <w:rsid w:val="00A91AE5"/>
    <w:rsid w:val="00A92C6F"/>
    <w:rsid w:val="00A92D12"/>
    <w:rsid w:val="00A93A04"/>
    <w:rsid w:val="00A93CE8"/>
    <w:rsid w:val="00A9413E"/>
    <w:rsid w:val="00A94451"/>
    <w:rsid w:val="00A9449D"/>
    <w:rsid w:val="00A94572"/>
    <w:rsid w:val="00A94730"/>
    <w:rsid w:val="00A94FBA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A0E"/>
    <w:rsid w:val="00A97B6D"/>
    <w:rsid w:val="00AA00F4"/>
    <w:rsid w:val="00AA083B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13E"/>
    <w:rsid w:val="00AA23A9"/>
    <w:rsid w:val="00AA271B"/>
    <w:rsid w:val="00AA2986"/>
    <w:rsid w:val="00AA2998"/>
    <w:rsid w:val="00AA35BF"/>
    <w:rsid w:val="00AA39C4"/>
    <w:rsid w:val="00AA3BD3"/>
    <w:rsid w:val="00AA3C07"/>
    <w:rsid w:val="00AA3CF3"/>
    <w:rsid w:val="00AA410C"/>
    <w:rsid w:val="00AA447D"/>
    <w:rsid w:val="00AA50F5"/>
    <w:rsid w:val="00AA5DF3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F9"/>
    <w:rsid w:val="00AB1D1B"/>
    <w:rsid w:val="00AB1EE7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6F13"/>
    <w:rsid w:val="00AB7FD7"/>
    <w:rsid w:val="00AC0319"/>
    <w:rsid w:val="00AC1B44"/>
    <w:rsid w:val="00AC2081"/>
    <w:rsid w:val="00AC2362"/>
    <w:rsid w:val="00AC279D"/>
    <w:rsid w:val="00AC2807"/>
    <w:rsid w:val="00AC2BD4"/>
    <w:rsid w:val="00AC2D67"/>
    <w:rsid w:val="00AC307D"/>
    <w:rsid w:val="00AC319C"/>
    <w:rsid w:val="00AC3716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5D43"/>
    <w:rsid w:val="00AC666B"/>
    <w:rsid w:val="00AC7EB7"/>
    <w:rsid w:val="00AC7ED0"/>
    <w:rsid w:val="00AD0052"/>
    <w:rsid w:val="00AD0847"/>
    <w:rsid w:val="00AD10B9"/>
    <w:rsid w:val="00AD1116"/>
    <w:rsid w:val="00AD1B96"/>
    <w:rsid w:val="00AD1BB4"/>
    <w:rsid w:val="00AD1FF4"/>
    <w:rsid w:val="00AD296A"/>
    <w:rsid w:val="00AD2A50"/>
    <w:rsid w:val="00AD2CF6"/>
    <w:rsid w:val="00AD2E79"/>
    <w:rsid w:val="00AD4679"/>
    <w:rsid w:val="00AD4962"/>
    <w:rsid w:val="00AD4B26"/>
    <w:rsid w:val="00AD52D9"/>
    <w:rsid w:val="00AD57E4"/>
    <w:rsid w:val="00AD618F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ABB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6F6F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222"/>
    <w:rsid w:val="00AF366C"/>
    <w:rsid w:val="00AF3711"/>
    <w:rsid w:val="00AF3B8C"/>
    <w:rsid w:val="00AF4271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4CE"/>
    <w:rsid w:val="00AF76F3"/>
    <w:rsid w:val="00AF7707"/>
    <w:rsid w:val="00AF7A8F"/>
    <w:rsid w:val="00AF7E71"/>
    <w:rsid w:val="00B0043A"/>
    <w:rsid w:val="00B00E34"/>
    <w:rsid w:val="00B01B92"/>
    <w:rsid w:val="00B01C66"/>
    <w:rsid w:val="00B01CFE"/>
    <w:rsid w:val="00B021F7"/>
    <w:rsid w:val="00B02463"/>
    <w:rsid w:val="00B02662"/>
    <w:rsid w:val="00B02E63"/>
    <w:rsid w:val="00B0351A"/>
    <w:rsid w:val="00B04348"/>
    <w:rsid w:val="00B04386"/>
    <w:rsid w:val="00B0468B"/>
    <w:rsid w:val="00B0477A"/>
    <w:rsid w:val="00B048A4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6EA1"/>
    <w:rsid w:val="00B17070"/>
    <w:rsid w:val="00B1722D"/>
    <w:rsid w:val="00B1767D"/>
    <w:rsid w:val="00B17939"/>
    <w:rsid w:val="00B17A83"/>
    <w:rsid w:val="00B17CAB"/>
    <w:rsid w:val="00B2028C"/>
    <w:rsid w:val="00B2087E"/>
    <w:rsid w:val="00B2137C"/>
    <w:rsid w:val="00B215B0"/>
    <w:rsid w:val="00B216A3"/>
    <w:rsid w:val="00B219B0"/>
    <w:rsid w:val="00B21E4D"/>
    <w:rsid w:val="00B221CB"/>
    <w:rsid w:val="00B222CB"/>
    <w:rsid w:val="00B22BB7"/>
    <w:rsid w:val="00B238BC"/>
    <w:rsid w:val="00B23D7D"/>
    <w:rsid w:val="00B23DAE"/>
    <w:rsid w:val="00B2409C"/>
    <w:rsid w:val="00B2437C"/>
    <w:rsid w:val="00B25119"/>
    <w:rsid w:val="00B252D0"/>
    <w:rsid w:val="00B25411"/>
    <w:rsid w:val="00B25AD9"/>
    <w:rsid w:val="00B25B6E"/>
    <w:rsid w:val="00B25CFA"/>
    <w:rsid w:val="00B265AC"/>
    <w:rsid w:val="00B278DA"/>
    <w:rsid w:val="00B300B7"/>
    <w:rsid w:val="00B30CD5"/>
    <w:rsid w:val="00B31324"/>
    <w:rsid w:val="00B32AC4"/>
    <w:rsid w:val="00B32C06"/>
    <w:rsid w:val="00B3329F"/>
    <w:rsid w:val="00B334A9"/>
    <w:rsid w:val="00B34247"/>
    <w:rsid w:val="00B34418"/>
    <w:rsid w:val="00B348DB"/>
    <w:rsid w:val="00B34E0B"/>
    <w:rsid w:val="00B35241"/>
    <w:rsid w:val="00B357A8"/>
    <w:rsid w:val="00B35A0F"/>
    <w:rsid w:val="00B35BB6"/>
    <w:rsid w:val="00B365E6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3961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47F06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A25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57E1C"/>
    <w:rsid w:val="00B600DC"/>
    <w:rsid w:val="00B60531"/>
    <w:rsid w:val="00B60649"/>
    <w:rsid w:val="00B6064F"/>
    <w:rsid w:val="00B60DC9"/>
    <w:rsid w:val="00B616CB"/>
    <w:rsid w:val="00B6235E"/>
    <w:rsid w:val="00B62440"/>
    <w:rsid w:val="00B63F6B"/>
    <w:rsid w:val="00B64390"/>
    <w:rsid w:val="00B657D9"/>
    <w:rsid w:val="00B66E95"/>
    <w:rsid w:val="00B677CE"/>
    <w:rsid w:val="00B70443"/>
    <w:rsid w:val="00B70BD2"/>
    <w:rsid w:val="00B715C3"/>
    <w:rsid w:val="00B71EEB"/>
    <w:rsid w:val="00B7209F"/>
    <w:rsid w:val="00B722DC"/>
    <w:rsid w:val="00B73179"/>
    <w:rsid w:val="00B7328B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DB0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1B53"/>
    <w:rsid w:val="00B82036"/>
    <w:rsid w:val="00B8212F"/>
    <w:rsid w:val="00B82646"/>
    <w:rsid w:val="00B82909"/>
    <w:rsid w:val="00B82CC1"/>
    <w:rsid w:val="00B82D7E"/>
    <w:rsid w:val="00B82D94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2277"/>
    <w:rsid w:val="00B928C7"/>
    <w:rsid w:val="00B92E4A"/>
    <w:rsid w:val="00B932CD"/>
    <w:rsid w:val="00B934BA"/>
    <w:rsid w:val="00B93719"/>
    <w:rsid w:val="00B93D6F"/>
    <w:rsid w:val="00B9439C"/>
    <w:rsid w:val="00B949BF"/>
    <w:rsid w:val="00B95308"/>
    <w:rsid w:val="00B958C6"/>
    <w:rsid w:val="00B9689B"/>
    <w:rsid w:val="00B96D7F"/>
    <w:rsid w:val="00B96DDF"/>
    <w:rsid w:val="00B970F8"/>
    <w:rsid w:val="00B97FC0"/>
    <w:rsid w:val="00BA04F4"/>
    <w:rsid w:val="00BA0BD5"/>
    <w:rsid w:val="00BA0C94"/>
    <w:rsid w:val="00BA113F"/>
    <w:rsid w:val="00BA11FA"/>
    <w:rsid w:val="00BA19A7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8F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72EB"/>
    <w:rsid w:val="00BA7EDD"/>
    <w:rsid w:val="00BB00A4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325"/>
    <w:rsid w:val="00BC188A"/>
    <w:rsid w:val="00BC198F"/>
    <w:rsid w:val="00BC2009"/>
    <w:rsid w:val="00BC2166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0A46"/>
    <w:rsid w:val="00BD1451"/>
    <w:rsid w:val="00BD1D43"/>
    <w:rsid w:val="00BD1ECB"/>
    <w:rsid w:val="00BD20EC"/>
    <w:rsid w:val="00BD2186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2447"/>
    <w:rsid w:val="00BE2BBA"/>
    <w:rsid w:val="00BE2BC3"/>
    <w:rsid w:val="00BE3165"/>
    <w:rsid w:val="00BE35D5"/>
    <w:rsid w:val="00BE3BF2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925"/>
    <w:rsid w:val="00BE70A3"/>
    <w:rsid w:val="00BE7253"/>
    <w:rsid w:val="00BE7314"/>
    <w:rsid w:val="00BE792A"/>
    <w:rsid w:val="00BE79DF"/>
    <w:rsid w:val="00BE7A4F"/>
    <w:rsid w:val="00BE7CB1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5063"/>
    <w:rsid w:val="00BF50C6"/>
    <w:rsid w:val="00BF5349"/>
    <w:rsid w:val="00BF5652"/>
    <w:rsid w:val="00BF56BB"/>
    <w:rsid w:val="00BF5B84"/>
    <w:rsid w:val="00BF5BA7"/>
    <w:rsid w:val="00BF6A0A"/>
    <w:rsid w:val="00BF6B7E"/>
    <w:rsid w:val="00BF7102"/>
    <w:rsid w:val="00BF75C8"/>
    <w:rsid w:val="00BF7698"/>
    <w:rsid w:val="00BF7738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5D04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24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619"/>
    <w:rsid w:val="00C22BB4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179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0E6C"/>
    <w:rsid w:val="00C31312"/>
    <w:rsid w:val="00C31A62"/>
    <w:rsid w:val="00C31DE3"/>
    <w:rsid w:val="00C32007"/>
    <w:rsid w:val="00C3204C"/>
    <w:rsid w:val="00C322C3"/>
    <w:rsid w:val="00C336A6"/>
    <w:rsid w:val="00C33EEF"/>
    <w:rsid w:val="00C33F2F"/>
    <w:rsid w:val="00C34190"/>
    <w:rsid w:val="00C356AE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0B9"/>
    <w:rsid w:val="00C40908"/>
    <w:rsid w:val="00C40920"/>
    <w:rsid w:val="00C40CA4"/>
    <w:rsid w:val="00C40FEA"/>
    <w:rsid w:val="00C41137"/>
    <w:rsid w:val="00C4119D"/>
    <w:rsid w:val="00C416F4"/>
    <w:rsid w:val="00C41BA3"/>
    <w:rsid w:val="00C43294"/>
    <w:rsid w:val="00C432E2"/>
    <w:rsid w:val="00C443C0"/>
    <w:rsid w:val="00C445F8"/>
    <w:rsid w:val="00C4464E"/>
    <w:rsid w:val="00C44BB7"/>
    <w:rsid w:val="00C44F84"/>
    <w:rsid w:val="00C457E4"/>
    <w:rsid w:val="00C45ACE"/>
    <w:rsid w:val="00C45BE7"/>
    <w:rsid w:val="00C4624F"/>
    <w:rsid w:val="00C46764"/>
    <w:rsid w:val="00C46D5D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223"/>
    <w:rsid w:val="00C5455B"/>
    <w:rsid w:val="00C546E6"/>
    <w:rsid w:val="00C55631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1461"/>
    <w:rsid w:val="00C61B47"/>
    <w:rsid w:val="00C621DF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AC0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3B30"/>
    <w:rsid w:val="00C751F9"/>
    <w:rsid w:val="00C761DD"/>
    <w:rsid w:val="00C76206"/>
    <w:rsid w:val="00C76736"/>
    <w:rsid w:val="00C76E7A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16AF"/>
    <w:rsid w:val="00C82052"/>
    <w:rsid w:val="00C8238B"/>
    <w:rsid w:val="00C82F2C"/>
    <w:rsid w:val="00C82F78"/>
    <w:rsid w:val="00C8345A"/>
    <w:rsid w:val="00C8347B"/>
    <w:rsid w:val="00C83508"/>
    <w:rsid w:val="00C8365C"/>
    <w:rsid w:val="00C83716"/>
    <w:rsid w:val="00C842FB"/>
    <w:rsid w:val="00C845C1"/>
    <w:rsid w:val="00C8471E"/>
    <w:rsid w:val="00C85D37"/>
    <w:rsid w:val="00C85FC1"/>
    <w:rsid w:val="00C86E9B"/>
    <w:rsid w:val="00C8773B"/>
    <w:rsid w:val="00C87DB3"/>
    <w:rsid w:val="00C87E15"/>
    <w:rsid w:val="00C90A3B"/>
    <w:rsid w:val="00C90C92"/>
    <w:rsid w:val="00C91161"/>
    <w:rsid w:val="00C911E8"/>
    <w:rsid w:val="00C91AA0"/>
    <w:rsid w:val="00C91CA4"/>
    <w:rsid w:val="00C92138"/>
    <w:rsid w:val="00C926AE"/>
    <w:rsid w:val="00C926DD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94B"/>
    <w:rsid w:val="00C96A18"/>
    <w:rsid w:val="00C96FF1"/>
    <w:rsid w:val="00C9750B"/>
    <w:rsid w:val="00C97889"/>
    <w:rsid w:val="00CA06E4"/>
    <w:rsid w:val="00CA0B52"/>
    <w:rsid w:val="00CA0BE7"/>
    <w:rsid w:val="00CA0D71"/>
    <w:rsid w:val="00CA0E9E"/>
    <w:rsid w:val="00CA203E"/>
    <w:rsid w:val="00CA2177"/>
    <w:rsid w:val="00CA21A6"/>
    <w:rsid w:val="00CA2B1C"/>
    <w:rsid w:val="00CA3072"/>
    <w:rsid w:val="00CA3381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4B8"/>
    <w:rsid w:val="00CA550C"/>
    <w:rsid w:val="00CA5773"/>
    <w:rsid w:val="00CA6A77"/>
    <w:rsid w:val="00CA6AAB"/>
    <w:rsid w:val="00CA71A2"/>
    <w:rsid w:val="00CA71CC"/>
    <w:rsid w:val="00CA7243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7A7"/>
    <w:rsid w:val="00CB4B0E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7D6"/>
    <w:rsid w:val="00CC2C2A"/>
    <w:rsid w:val="00CC32F1"/>
    <w:rsid w:val="00CC35C6"/>
    <w:rsid w:val="00CC3F63"/>
    <w:rsid w:val="00CC3FF0"/>
    <w:rsid w:val="00CC417E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1576"/>
    <w:rsid w:val="00CD1C44"/>
    <w:rsid w:val="00CD238C"/>
    <w:rsid w:val="00CD26C7"/>
    <w:rsid w:val="00CD2748"/>
    <w:rsid w:val="00CD2869"/>
    <w:rsid w:val="00CD299F"/>
    <w:rsid w:val="00CD2AFB"/>
    <w:rsid w:val="00CD2E7E"/>
    <w:rsid w:val="00CD36BE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700"/>
    <w:rsid w:val="00CD7E8B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8B7"/>
    <w:rsid w:val="00CE1E74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8AD"/>
    <w:rsid w:val="00CE59E4"/>
    <w:rsid w:val="00CE5D90"/>
    <w:rsid w:val="00CE654C"/>
    <w:rsid w:val="00CE67F3"/>
    <w:rsid w:val="00CE6C1B"/>
    <w:rsid w:val="00CE6E0C"/>
    <w:rsid w:val="00CE7DFF"/>
    <w:rsid w:val="00CF0341"/>
    <w:rsid w:val="00CF0793"/>
    <w:rsid w:val="00CF0AAA"/>
    <w:rsid w:val="00CF0E81"/>
    <w:rsid w:val="00CF0ECB"/>
    <w:rsid w:val="00CF114A"/>
    <w:rsid w:val="00CF1188"/>
    <w:rsid w:val="00CF1347"/>
    <w:rsid w:val="00CF1426"/>
    <w:rsid w:val="00CF189B"/>
    <w:rsid w:val="00CF1A43"/>
    <w:rsid w:val="00CF1BAA"/>
    <w:rsid w:val="00CF1BC4"/>
    <w:rsid w:val="00CF1D0D"/>
    <w:rsid w:val="00CF238A"/>
    <w:rsid w:val="00CF24CD"/>
    <w:rsid w:val="00CF27BA"/>
    <w:rsid w:val="00CF29CF"/>
    <w:rsid w:val="00CF344A"/>
    <w:rsid w:val="00CF3593"/>
    <w:rsid w:val="00CF3EAA"/>
    <w:rsid w:val="00CF4CE4"/>
    <w:rsid w:val="00CF5053"/>
    <w:rsid w:val="00CF5D69"/>
    <w:rsid w:val="00CF5F98"/>
    <w:rsid w:val="00CF64AE"/>
    <w:rsid w:val="00CF6AD8"/>
    <w:rsid w:val="00CF6E5C"/>
    <w:rsid w:val="00CF6F85"/>
    <w:rsid w:val="00CF7173"/>
    <w:rsid w:val="00CF7210"/>
    <w:rsid w:val="00CF784A"/>
    <w:rsid w:val="00CF7976"/>
    <w:rsid w:val="00CF7D18"/>
    <w:rsid w:val="00D00721"/>
    <w:rsid w:val="00D008A0"/>
    <w:rsid w:val="00D00B66"/>
    <w:rsid w:val="00D01079"/>
    <w:rsid w:val="00D01ACA"/>
    <w:rsid w:val="00D01CAD"/>
    <w:rsid w:val="00D04756"/>
    <w:rsid w:val="00D04AC9"/>
    <w:rsid w:val="00D04D96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366"/>
    <w:rsid w:val="00D149B2"/>
    <w:rsid w:val="00D149FA"/>
    <w:rsid w:val="00D15C14"/>
    <w:rsid w:val="00D1645B"/>
    <w:rsid w:val="00D1679D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5F"/>
    <w:rsid w:val="00D2197E"/>
    <w:rsid w:val="00D219A6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531B"/>
    <w:rsid w:val="00D25ACE"/>
    <w:rsid w:val="00D25ECF"/>
    <w:rsid w:val="00D26402"/>
    <w:rsid w:val="00D26881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56C"/>
    <w:rsid w:val="00D31D9B"/>
    <w:rsid w:val="00D31DCE"/>
    <w:rsid w:val="00D31FD3"/>
    <w:rsid w:val="00D323CD"/>
    <w:rsid w:val="00D328AC"/>
    <w:rsid w:val="00D33342"/>
    <w:rsid w:val="00D33475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1F9"/>
    <w:rsid w:val="00D36A05"/>
    <w:rsid w:val="00D36ECB"/>
    <w:rsid w:val="00D373B9"/>
    <w:rsid w:val="00D377CC"/>
    <w:rsid w:val="00D37C8C"/>
    <w:rsid w:val="00D37E56"/>
    <w:rsid w:val="00D40474"/>
    <w:rsid w:val="00D40B59"/>
    <w:rsid w:val="00D41207"/>
    <w:rsid w:val="00D41A7D"/>
    <w:rsid w:val="00D41C73"/>
    <w:rsid w:val="00D421C4"/>
    <w:rsid w:val="00D4243E"/>
    <w:rsid w:val="00D42836"/>
    <w:rsid w:val="00D42A54"/>
    <w:rsid w:val="00D42A5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354"/>
    <w:rsid w:val="00D454AC"/>
    <w:rsid w:val="00D4587F"/>
    <w:rsid w:val="00D45D78"/>
    <w:rsid w:val="00D45E88"/>
    <w:rsid w:val="00D46207"/>
    <w:rsid w:val="00D474F8"/>
    <w:rsid w:val="00D47606"/>
    <w:rsid w:val="00D50C2C"/>
    <w:rsid w:val="00D51CFA"/>
    <w:rsid w:val="00D51DFD"/>
    <w:rsid w:val="00D520C6"/>
    <w:rsid w:val="00D525A4"/>
    <w:rsid w:val="00D52783"/>
    <w:rsid w:val="00D5330B"/>
    <w:rsid w:val="00D535E3"/>
    <w:rsid w:val="00D53B6C"/>
    <w:rsid w:val="00D54D39"/>
    <w:rsid w:val="00D54E85"/>
    <w:rsid w:val="00D54F80"/>
    <w:rsid w:val="00D5524B"/>
    <w:rsid w:val="00D552CB"/>
    <w:rsid w:val="00D557E3"/>
    <w:rsid w:val="00D56762"/>
    <w:rsid w:val="00D56D3A"/>
    <w:rsid w:val="00D57B3B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63"/>
    <w:rsid w:val="00D634E7"/>
    <w:rsid w:val="00D637E3"/>
    <w:rsid w:val="00D63F81"/>
    <w:rsid w:val="00D6409A"/>
    <w:rsid w:val="00D64499"/>
    <w:rsid w:val="00D646E6"/>
    <w:rsid w:val="00D64DF8"/>
    <w:rsid w:val="00D64FAA"/>
    <w:rsid w:val="00D651CC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70020"/>
    <w:rsid w:val="00D70113"/>
    <w:rsid w:val="00D70433"/>
    <w:rsid w:val="00D707FF"/>
    <w:rsid w:val="00D70932"/>
    <w:rsid w:val="00D70DA5"/>
    <w:rsid w:val="00D71158"/>
    <w:rsid w:val="00D7187F"/>
    <w:rsid w:val="00D71C60"/>
    <w:rsid w:val="00D71E91"/>
    <w:rsid w:val="00D72625"/>
    <w:rsid w:val="00D730A6"/>
    <w:rsid w:val="00D73A69"/>
    <w:rsid w:val="00D73D60"/>
    <w:rsid w:val="00D73E0D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BF4"/>
    <w:rsid w:val="00D9211D"/>
    <w:rsid w:val="00D922EA"/>
    <w:rsid w:val="00D929C1"/>
    <w:rsid w:val="00D9330C"/>
    <w:rsid w:val="00D935CA"/>
    <w:rsid w:val="00D938E0"/>
    <w:rsid w:val="00D9394F"/>
    <w:rsid w:val="00D94090"/>
    <w:rsid w:val="00D9462E"/>
    <w:rsid w:val="00D94F8D"/>
    <w:rsid w:val="00D94FD6"/>
    <w:rsid w:val="00D95E1B"/>
    <w:rsid w:val="00D96062"/>
    <w:rsid w:val="00D9664D"/>
    <w:rsid w:val="00D966CE"/>
    <w:rsid w:val="00D969BD"/>
    <w:rsid w:val="00D96AC7"/>
    <w:rsid w:val="00D96C8B"/>
    <w:rsid w:val="00D96F1F"/>
    <w:rsid w:val="00D9708C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254D"/>
    <w:rsid w:val="00DA30B5"/>
    <w:rsid w:val="00DA30DB"/>
    <w:rsid w:val="00DA3634"/>
    <w:rsid w:val="00DA3B04"/>
    <w:rsid w:val="00DA3B13"/>
    <w:rsid w:val="00DA3FD1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952"/>
    <w:rsid w:val="00DA7022"/>
    <w:rsid w:val="00DA7467"/>
    <w:rsid w:val="00DA760A"/>
    <w:rsid w:val="00DA7C74"/>
    <w:rsid w:val="00DA7EF1"/>
    <w:rsid w:val="00DB09BF"/>
    <w:rsid w:val="00DB1021"/>
    <w:rsid w:val="00DB104D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727"/>
    <w:rsid w:val="00DB473D"/>
    <w:rsid w:val="00DB48AB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66C"/>
    <w:rsid w:val="00DC5881"/>
    <w:rsid w:val="00DC5C58"/>
    <w:rsid w:val="00DC5CBD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B8F"/>
    <w:rsid w:val="00DD4DEC"/>
    <w:rsid w:val="00DD4ED3"/>
    <w:rsid w:val="00DD5529"/>
    <w:rsid w:val="00DD55AB"/>
    <w:rsid w:val="00DD560C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A91"/>
    <w:rsid w:val="00DF0D82"/>
    <w:rsid w:val="00DF1492"/>
    <w:rsid w:val="00DF1BCC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3F99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394"/>
    <w:rsid w:val="00DF7824"/>
    <w:rsid w:val="00DF7DAC"/>
    <w:rsid w:val="00DF7E6E"/>
    <w:rsid w:val="00DF7E85"/>
    <w:rsid w:val="00E00509"/>
    <w:rsid w:val="00E00C7A"/>
    <w:rsid w:val="00E0113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C00"/>
    <w:rsid w:val="00E05D7E"/>
    <w:rsid w:val="00E05FD2"/>
    <w:rsid w:val="00E06E3F"/>
    <w:rsid w:val="00E06E7F"/>
    <w:rsid w:val="00E0704C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2DF5"/>
    <w:rsid w:val="00E130CD"/>
    <w:rsid w:val="00E1327A"/>
    <w:rsid w:val="00E13368"/>
    <w:rsid w:val="00E13690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EA6"/>
    <w:rsid w:val="00E16F84"/>
    <w:rsid w:val="00E17AAF"/>
    <w:rsid w:val="00E17B7B"/>
    <w:rsid w:val="00E17F00"/>
    <w:rsid w:val="00E17FF0"/>
    <w:rsid w:val="00E20440"/>
    <w:rsid w:val="00E207CB"/>
    <w:rsid w:val="00E21A7E"/>
    <w:rsid w:val="00E2291E"/>
    <w:rsid w:val="00E2357F"/>
    <w:rsid w:val="00E23584"/>
    <w:rsid w:val="00E23A48"/>
    <w:rsid w:val="00E23AF0"/>
    <w:rsid w:val="00E23F98"/>
    <w:rsid w:val="00E23FED"/>
    <w:rsid w:val="00E24982"/>
    <w:rsid w:val="00E24BF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1D"/>
    <w:rsid w:val="00E313DE"/>
    <w:rsid w:val="00E314AB"/>
    <w:rsid w:val="00E316B0"/>
    <w:rsid w:val="00E316E0"/>
    <w:rsid w:val="00E322FC"/>
    <w:rsid w:val="00E325D4"/>
    <w:rsid w:val="00E32730"/>
    <w:rsid w:val="00E32E1F"/>
    <w:rsid w:val="00E34160"/>
    <w:rsid w:val="00E3419C"/>
    <w:rsid w:val="00E3454B"/>
    <w:rsid w:val="00E3513D"/>
    <w:rsid w:val="00E359E8"/>
    <w:rsid w:val="00E36DAC"/>
    <w:rsid w:val="00E370A0"/>
    <w:rsid w:val="00E40EE9"/>
    <w:rsid w:val="00E40F40"/>
    <w:rsid w:val="00E4131E"/>
    <w:rsid w:val="00E41335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4CC"/>
    <w:rsid w:val="00E457E8"/>
    <w:rsid w:val="00E458E8"/>
    <w:rsid w:val="00E46718"/>
    <w:rsid w:val="00E46738"/>
    <w:rsid w:val="00E46D05"/>
    <w:rsid w:val="00E46EE2"/>
    <w:rsid w:val="00E4734C"/>
    <w:rsid w:val="00E50620"/>
    <w:rsid w:val="00E507E3"/>
    <w:rsid w:val="00E50C25"/>
    <w:rsid w:val="00E511D0"/>
    <w:rsid w:val="00E51572"/>
    <w:rsid w:val="00E5166D"/>
    <w:rsid w:val="00E51BDB"/>
    <w:rsid w:val="00E523EA"/>
    <w:rsid w:val="00E527F6"/>
    <w:rsid w:val="00E53614"/>
    <w:rsid w:val="00E5365F"/>
    <w:rsid w:val="00E53864"/>
    <w:rsid w:val="00E53941"/>
    <w:rsid w:val="00E53B42"/>
    <w:rsid w:val="00E53BBE"/>
    <w:rsid w:val="00E545BF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22C7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760D"/>
    <w:rsid w:val="00E6799E"/>
    <w:rsid w:val="00E67C1E"/>
    <w:rsid w:val="00E7064F"/>
    <w:rsid w:val="00E707E2"/>
    <w:rsid w:val="00E7126E"/>
    <w:rsid w:val="00E71F10"/>
    <w:rsid w:val="00E725A1"/>
    <w:rsid w:val="00E72AB3"/>
    <w:rsid w:val="00E72D07"/>
    <w:rsid w:val="00E72F93"/>
    <w:rsid w:val="00E7392E"/>
    <w:rsid w:val="00E739B4"/>
    <w:rsid w:val="00E74182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76C5"/>
    <w:rsid w:val="00E87914"/>
    <w:rsid w:val="00E87E31"/>
    <w:rsid w:val="00E908B2"/>
    <w:rsid w:val="00E91A1B"/>
    <w:rsid w:val="00E91FAB"/>
    <w:rsid w:val="00E91FB4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36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DEE"/>
    <w:rsid w:val="00E97FB3"/>
    <w:rsid w:val="00EA0076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46F7"/>
    <w:rsid w:val="00EB4922"/>
    <w:rsid w:val="00EB4EBF"/>
    <w:rsid w:val="00EB64FD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50"/>
    <w:rsid w:val="00EC1121"/>
    <w:rsid w:val="00EC2539"/>
    <w:rsid w:val="00EC3CAB"/>
    <w:rsid w:val="00EC40C1"/>
    <w:rsid w:val="00EC53F1"/>
    <w:rsid w:val="00EC58AB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040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2147"/>
    <w:rsid w:val="00EE2328"/>
    <w:rsid w:val="00EE247D"/>
    <w:rsid w:val="00EE2A26"/>
    <w:rsid w:val="00EE31F4"/>
    <w:rsid w:val="00EE3AF4"/>
    <w:rsid w:val="00EE4E70"/>
    <w:rsid w:val="00EE4F36"/>
    <w:rsid w:val="00EE5271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0F9E"/>
    <w:rsid w:val="00EF108A"/>
    <w:rsid w:val="00EF1332"/>
    <w:rsid w:val="00EF142E"/>
    <w:rsid w:val="00EF196D"/>
    <w:rsid w:val="00EF1A6F"/>
    <w:rsid w:val="00EF1BC8"/>
    <w:rsid w:val="00EF2897"/>
    <w:rsid w:val="00EF2B4D"/>
    <w:rsid w:val="00EF2B52"/>
    <w:rsid w:val="00EF302E"/>
    <w:rsid w:val="00EF30D5"/>
    <w:rsid w:val="00EF30FF"/>
    <w:rsid w:val="00EF3D7C"/>
    <w:rsid w:val="00EF428D"/>
    <w:rsid w:val="00EF4509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2D14"/>
    <w:rsid w:val="00F039FC"/>
    <w:rsid w:val="00F03BEC"/>
    <w:rsid w:val="00F03F01"/>
    <w:rsid w:val="00F04142"/>
    <w:rsid w:val="00F044D1"/>
    <w:rsid w:val="00F04EA0"/>
    <w:rsid w:val="00F05211"/>
    <w:rsid w:val="00F05652"/>
    <w:rsid w:val="00F061CB"/>
    <w:rsid w:val="00F06883"/>
    <w:rsid w:val="00F06DD2"/>
    <w:rsid w:val="00F07631"/>
    <w:rsid w:val="00F0779D"/>
    <w:rsid w:val="00F0787E"/>
    <w:rsid w:val="00F07C61"/>
    <w:rsid w:val="00F1024D"/>
    <w:rsid w:val="00F10830"/>
    <w:rsid w:val="00F10E15"/>
    <w:rsid w:val="00F11097"/>
    <w:rsid w:val="00F1128E"/>
    <w:rsid w:val="00F11675"/>
    <w:rsid w:val="00F12135"/>
    <w:rsid w:val="00F12A19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33E"/>
    <w:rsid w:val="00F1577F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64F6"/>
    <w:rsid w:val="00F3657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80"/>
    <w:rsid w:val="00F404FC"/>
    <w:rsid w:val="00F41869"/>
    <w:rsid w:val="00F419B8"/>
    <w:rsid w:val="00F41B4D"/>
    <w:rsid w:val="00F41B5A"/>
    <w:rsid w:val="00F41DBC"/>
    <w:rsid w:val="00F420DC"/>
    <w:rsid w:val="00F42258"/>
    <w:rsid w:val="00F42265"/>
    <w:rsid w:val="00F42311"/>
    <w:rsid w:val="00F4259B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86A"/>
    <w:rsid w:val="00F61DBA"/>
    <w:rsid w:val="00F624BE"/>
    <w:rsid w:val="00F62975"/>
    <w:rsid w:val="00F62AD8"/>
    <w:rsid w:val="00F631D7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734"/>
    <w:rsid w:val="00F73C39"/>
    <w:rsid w:val="00F749E1"/>
    <w:rsid w:val="00F75369"/>
    <w:rsid w:val="00F753FE"/>
    <w:rsid w:val="00F7660D"/>
    <w:rsid w:val="00F773F8"/>
    <w:rsid w:val="00F77D1C"/>
    <w:rsid w:val="00F77E01"/>
    <w:rsid w:val="00F811F6"/>
    <w:rsid w:val="00F8146B"/>
    <w:rsid w:val="00F81975"/>
    <w:rsid w:val="00F819C7"/>
    <w:rsid w:val="00F81E6B"/>
    <w:rsid w:val="00F82430"/>
    <w:rsid w:val="00F8282A"/>
    <w:rsid w:val="00F829BA"/>
    <w:rsid w:val="00F82B47"/>
    <w:rsid w:val="00F83940"/>
    <w:rsid w:val="00F84308"/>
    <w:rsid w:val="00F84610"/>
    <w:rsid w:val="00F8461D"/>
    <w:rsid w:val="00F84EF3"/>
    <w:rsid w:val="00F8567D"/>
    <w:rsid w:val="00F85870"/>
    <w:rsid w:val="00F86259"/>
    <w:rsid w:val="00F868D5"/>
    <w:rsid w:val="00F8699B"/>
    <w:rsid w:val="00F874A0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F95"/>
    <w:rsid w:val="00F940CD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A05C0"/>
    <w:rsid w:val="00FA08E0"/>
    <w:rsid w:val="00FA0A53"/>
    <w:rsid w:val="00FA0CBC"/>
    <w:rsid w:val="00FA218E"/>
    <w:rsid w:val="00FA21C0"/>
    <w:rsid w:val="00FA2431"/>
    <w:rsid w:val="00FA294D"/>
    <w:rsid w:val="00FA296B"/>
    <w:rsid w:val="00FA32DA"/>
    <w:rsid w:val="00FA4571"/>
    <w:rsid w:val="00FA4853"/>
    <w:rsid w:val="00FA4968"/>
    <w:rsid w:val="00FA50D8"/>
    <w:rsid w:val="00FA577C"/>
    <w:rsid w:val="00FA5D74"/>
    <w:rsid w:val="00FA5E9E"/>
    <w:rsid w:val="00FA61AE"/>
    <w:rsid w:val="00FA61B3"/>
    <w:rsid w:val="00FA71D7"/>
    <w:rsid w:val="00FA7644"/>
    <w:rsid w:val="00FA7747"/>
    <w:rsid w:val="00FB01D4"/>
    <w:rsid w:val="00FB0394"/>
    <w:rsid w:val="00FB062C"/>
    <w:rsid w:val="00FB06DD"/>
    <w:rsid w:val="00FB0748"/>
    <w:rsid w:val="00FB0ED1"/>
    <w:rsid w:val="00FB1824"/>
    <w:rsid w:val="00FB1955"/>
    <w:rsid w:val="00FB19A8"/>
    <w:rsid w:val="00FB22F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7E2"/>
    <w:rsid w:val="00FB592D"/>
    <w:rsid w:val="00FB6B65"/>
    <w:rsid w:val="00FB77B0"/>
    <w:rsid w:val="00FB796E"/>
    <w:rsid w:val="00FB7C97"/>
    <w:rsid w:val="00FB7D77"/>
    <w:rsid w:val="00FC0222"/>
    <w:rsid w:val="00FC096F"/>
    <w:rsid w:val="00FC1174"/>
    <w:rsid w:val="00FC1AF0"/>
    <w:rsid w:val="00FC1DE7"/>
    <w:rsid w:val="00FC1EE6"/>
    <w:rsid w:val="00FC28FD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1AED"/>
    <w:rsid w:val="00FD1C96"/>
    <w:rsid w:val="00FD352A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D77C4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4F66"/>
    <w:rsid w:val="00FE506C"/>
    <w:rsid w:val="00FE5851"/>
    <w:rsid w:val="00FE5D81"/>
    <w:rsid w:val="00FE64B0"/>
    <w:rsid w:val="00FE66EC"/>
    <w:rsid w:val="00FE6CBF"/>
    <w:rsid w:val="00FE71D3"/>
    <w:rsid w:val="00FE7597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B2CEF"/>
  <w15:docId w15:val="{A3AB095C-EDCE-4904-B8BB-FFE8588F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CDF57-137E-44BF-B126-A68614E98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297</TotalTime>
  <Pages>3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Nopparat, Suriyaworapant</cp:lastModifiedBy>
  <cp:revision>76</cp:revision>
  <cp:lastPrinted>2021-05-07T11:18:00Z</cp:lastPrinted>
  <dcterms:created xsi:type="dcterms:W3CDTF">2021-05-04T11:05:00Z</dcterms:created>
  <dcterms:modified xsi:type="dcterms:W3CDTF">2021-05-09T09:44:00Z</dcterms:modified>
</cp:coreProperties>
</file>