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E3C" w:rsidRPr="00E26742" w:rsidRDefault="00003652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  <w:bookmarkStart w:id="0" w:name="Title"/>
      <w:r>
        <w:rPr>
          <w:rFonts w:ascii="Angsana New" w:hAnsi="Angsana New"/>
          <w:sz w:val="52"/>
          <w:szCs w:val="52"/>
        </w:rPr>
        <w:tab/>
      </w:r>
      <w:r w:rsidR="000B7586">
        <w:rPr>
          <w:rFonts w:ascii="Angsana New" w:hAnsi="Angsana New"/>
          <w:sz w:val="52"/>
          <w:szCs w:val="52"/>
        </w:rPr>
        <w:t xml:space="preserve"> </w:t>
      </w:r>
    </w:p>
    <w:p w:rsidR="00DF5E7B" w:rsidRPr="00E26742" w:rsidRDefault="00DF5E7B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6B55A3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="00E2291E" w:rsidRPr="006B55A3">
        <w:rPr>
          <w:rFonts w:ascii="Angsana New" w:hAnsi="Angsana New" w:hint="cs"/>
          <w:b/>
          <w:bCs/>
          <w:sz w:val="52"/>
          <w:szCs w:val="52"/>
          <w:cs/>
        </w:rPr>
        <w:t>แกรนด์ คาแนล แลนด์</w:t>
      </w:r>
      <w:r w:rsidRPr="006B55A3">
        <w:rPr>
          <w:rFonts w:ascii="Angsana New" w:hAnsi="Angsana New"/>
          <w:b/>
          <w:bCs/>
          <w:sz w:val="52"/>
          <w:szCs w:val="52"/>
          <w:cs/>
        </w:rPr>
        <w:t xml:space="preserve"> จำกัด</w:t>
      </w:r>
      <w:bookmarkEnd w:id="0"/>
      <w:r w:rsidR="00B92277" w:rsidRPr="006B55A3">
        <w:rPr>
          <w:rFonts w:ascii="Angsana New" w:hAnsi="Angsana New"/>
          <w:b/>
          <w:bCs/>
          <w:sz w:val="52"/>
          <w:szCs w:val="52"/>
        </w:rPr>
        <w:t xml:space="preserve"> </w:t>
      </w:r>
      <w:r w:rsidRPr="006B55A3">
        <w:rPr>
          <w:rFonts w:ascii="Angsana New" w:hAnsi="Angsana New"/>
          <w:b/>
          <w:bCs/>
          <w:sz w:val="52"/>
          <w:szCs w:val="52"/>
          <w:cs/>
        </w:rPr>
        <w:t>(มหาชน)</w:t>
      </w: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6B55A3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:rsidR="00A45E3C" w:rsidRPr="006B55A3" w:rsidRDefault="00A45E3C" w:rsidP="00924B7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28"/>
          <w:szCs w:val="28"/>
        </w:rPr>
      </w:pPr>
    </w:p>
    <w:p w:rsidR="001F2D2C" w:rsidRPr="006B55A3" w:rsidRDefault="007A196F" w:rsidP="001F2D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1"/>
      <w:bookmarkEnd w:id="2"/>
      <w:r w:rsidRPr="006B55A3">
        <w:rPr>
          <w:rFonts w:ascii="Angsana New" w:hAnsi="Angsana New"/>
          <w:sz w:val="32"/>
          <w:szCs w:val="32"/>
          <w:cs/>
        </w:rPr>
        <w:t>งบการเงินระหว่างกาลแบบย่อ</w:t>
      </w:r>
      <w:r w:rsidR="00DD0B81" w:rsidRPr="006B55A3">
        <w:rPr>
          <w:rFonts w:ascii="Angsana New" w:hAnsi="Angsana New"/>
          <w:sz w:val="32"/>
          <w:szCs w:val="32"/>
        </w:rPr>
        <w:tab/>
      </w:r>
    </w:p>
    <w:p w:rsidR="00A45E3C" w:rsidRPr="006B55A3" w:rsidRDefault="001F2D2C" w:rsidP="001F2D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  <w:cs/>
        </w:rPr>
      </w:pPr>
      <w:r w:rsidRPr="006B55A3">
        <w:rPr>
          <w:rFonts w:ascii="Angsana New" w:hAnsi="Angsana New"/>
          <w:sz w:val="32"/>
          <w:szCs w:val="32"/>
          <w:cs/>
        </w:rPr>
        <w:t>สำหรับงวด</w:t>
      </w:r>
      <w:r w:rsidRPr="006B55A3">
        <w:rPr>
          <w:rFonts w:ascii="Angsana New" w:hAnsi="Angsana New" w:hint="cs"/>
          <w:sz w:val="32"/>
          <w:szCs w:val="32"/>
          <w:cs/>
        </w:rPr>
        <w:t>สามเดือนและหก</w:t>
      </w:r>
      <w:r w:rsidRPr="006B55A3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2"/>
          <w:szCs w:val="32"/>
        </w:rPr>
        <w:t>3</w:t>
      </w:r>
      <w:r w:rsidR="007D2D10" w:rsidRPr="006B55A3">
        <w:rPr>
          <w:rFonts w:ascii="Angsana New" w:hAnsi="Angsana New" w:hint="cs"/>
          <w:sz w:val="32"/>
          <w:szCs w:val="32"/>
        </w:rPr>
        <w:t>0</w:t>
      </w:r>
      <w:r w:rsidRPr="006B55A3">
        <w:rPr>
          <w:rFonts w:ascii="Angsana New" w:hAnsi="Angsana New"/>
          <w:sz w:val="32"/>
          <w:szCs w:val="32"/>
          <w:cs/>
        </w:rPr>
        <w:t xml:space="preserve"> </w:t>
      </w:r>
      <w:r w:rsidRPr="006B55A3">
        <w:rPr>
          <w:rFonts w:ascii="Angsana New" w:hAnsi="Angsana New" w:hint="cs"/>
          <w:sz w:val="32"/>
          <w:szCs w:val="32"/>
          <w:cs/>
        </w:rPr>
        <w:t>มิถุนายน</w:t>
      </w:r>
      <w:r w:rsidR="000B2C3A" w:rsidRPr="006B55A3">
        <w:rPr>
          <w:rFonts w:ascii="Angsana New" w:hAnsi="Angsana New"/>
          <w:sz w:val="32"/>
          <w:szCs w:val="32"/>
          <w:cs/>
        </w:rPr>
        <w:t xml:space="preserve"> </w:t>
      </w:r>
      <w:r w:rsidR="000B2C3A" w:rsidRPr="006B55A3">
        <w:rPr>
          <w:rFonts w:ascii="Angsana New" w:hAnsi="Angsana New"/>
          <w:sz w:val="32"/>
          <w:szCs w:val="32"/>
        </w:rPr>
        <w:t>25</w:t>
      </w:r>
      <w:r w:rsidR="00E2291E" w:rsidRPr="006B55A3">
        <w:rPr>
          <w:rFonts w:ascii="Angsana New" w:hAnsi="Angsana New"/>
          <w:sz w:val="32"/>
          <w:szCs w:val="32"/>
        </w:rPr>
        <w:t>62</w:t>
      </w:r>
    </w:p>
    <w:p w:rsidR="00A45E3C" w:rsidRPr="006B55A3" w:rsidRDefault="00A45E3C" w:rsidP="009B7B1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6B55A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="00A45E3C" w:rsidRPr="006B55A3" w:rsidRDefault="00CF5F98" w:rsidP="009B7B1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B55A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="00753BC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="00A45E3C" w:rsidRPr="006B55A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:rsidR="00A45E3C" w:rsidRPr="006B55A3" w:rsidRDefault="00A45E3C" w:rsidP="009B7B1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  <w:sectPr w:rsidR="00A45E3C" w:rsidRPr="006B55A3" w:rsidSect="004535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D87CE2" w:rsidRPr="006B55A3" w:rsidRDefault="00D87CE2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:rsidR="005E45D2" w:rsidRPr="006B55A3" w:rsidRDefault="005E45D2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F6477A" w:rsidRPr="006B55A3" w:rsidRDefault="00F6477A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6B55A3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  <w:cs/>
        </w:rPr>
        <w:t xml:space="preserve">เสนอ คณะกรรมการบริษัท </w:t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ณ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วันที่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3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2562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30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มิถุนายน </w:t>
      </w:r>
      <w:r w:rsidRPr="006B55A3">
        <w:rPr>
          <w:rFonts w:ascii="Angsana New" w:hAnsi="Angsana New"/>
          <w:spacing w:val="-2"/>
          <w:sz w:val="30"/>
          <w:szCs w:val="30"/>
        </w:rPr>
        <w:t>2562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สำหรับงวด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pacing w:val="-2"/>
          <w:sz w:val="30"/>
          <w:szCs w:val="30"/>
        </w:rPr>
        <w:t>3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pacing w:val="-2"/>
          <w:sz w:val="30"/>
          <w:szCs w:val="30"/>
        </w:rPr>
        <w:t>25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62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6B55A3">
        <w:rPr>
          <w:rFonts w:ascii="Angsana New" w:hAnsi="Angsana New"/>
          <w:spacing w:val="-2"/>
          <w:sz w:val="30"/>
          <w:szCs w:val="30"/>
        </w:rPr>
        <w:t>(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(มหาชน) และบริษัทย่อย และของเฉพาะบริษัท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(มหาชน) ตามลำดับ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34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6B55A3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="00D04AC9"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สอบทานของข้าพเจ้า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63481" w:rsidRPr="006B55A3" w:rsidRDefault="00563481" w:rsidP="00563481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:rsidR="00563481" w:rsidRPr="006B55A3" w:rsidRDefault="00563481" w:rsidP="00563481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:rsidR="00563481" w:rsidRPr="006B55A3" w:rsidRDefault="00563481" w:rsidP="00563481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6B55A3">
        <w:rPr>
          <w:rFonts w:ascii="Angsana New" w:hAnsi="Angsana New"/>
          <w:sz w:val="30"/>
          <w:szCs w:val="30"/>
        </w:rPr>
        <w:t xml:space="preserve"> 2410 “</w:t>
      </w:r>
      <w:r w:rsidRPr="006B55A3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6B55A3">
        <w:rPr>
          <w:rFonts w:ascii="Angsana New" w:hAnsi="Angsana New"/>
          <w:sz w:val="30"/>
          <w:szCs w:val="30"/>
        </w:rPr>
        <w:t>”</w:t>
      </w:r>
      <w:r w:rsidRPr="006B55A3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:rsidR="00563481" w:rsidRPr="006B55A3" w:rsidRDefault="00563481" w:rsidP="00563481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ไม่ได้จัดทำขึ้นตามมาตรฐานการบัญชี ฉบับที่ </w:t>
      </w:r>
      <w:r w:rsidRPr="006B55A3">
        <w:rPr>
          <w:rFonts w:ascii="Angsana New" w:hAnsi="Angsana New"/>
          <w:spacing w:val="-2"/>
          <w:sz w:val="30"/>
          <w:szCs w:val="30"/>
        </w:rPr>
        <w:t>34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ในสาระสำคัญจากการสอบทานของข้าพเจ้า</w:t>
      </w:r>
    </w:p>
    <w:p w:rsidR="00563481" w:rsidRPr="006B55A3" w:rsidRDefault="00563481" w:rsidP="00563481">
      <w:pPr>
        <w:spacing w:line="240" w:lineRule="auto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br w:type="page"/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เรื่องอื่น </w:t>
      </w:r>
    </w:p>
    <w:p w:rsidR="00563481" w:rsidRPr="006B55A3" w:rsidRDefault="00563481" w:rsidP="00563481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งบแสด</w:t>
      </w:r>
      <w:r w:rsidRPr="006B55A3">
        <w:rPr>
          <w:rFonts w:ascii="Angsana New" w:hAnsi="Angsana New" w:hint="cs"/>
          <w:sz w:val="30"/>
          <w:szCs w:val="30"/>
          <w:cs/>
        </w:rPr>
        <w:t>ง</w:t>
      </w:r>
      <w:r w:rsidRPr="006B55A3">
        <w:rPr>
          <w:rFonts w:ascii="Angsana New" w:hAnsi="Angsana New"/>
          <w:sz w:val="30"/>
          <w:szCs w:val="30"/>
          <w:cs/>
        </w:rPr>
        <w:t>ฐ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นะก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รเงิน</w:t>
      </w:r>
      <w:r w:rsidRPr="006B55A3">
        <w:rPr>
          <w:rFonts w:ascii="Angsana New" w:hAnsi="Angsana New" w:hint="cs"/>
          <w:sz w:val="30"/>
          <w:szCs w:val="30"/>
          <w:cs/>
        </w:rPr>
        <w:t>รวมและงบแสดงฐานะการเงินเฉพาะกิจการ</w:t>
      </w:r>
      <w:r w:rsidRPr="006B55A3">
        <w:rPr>
          <w:rFonts w:ascii="Angsana New" w:hAnsi="Angsana New"/>
          <w:sz w:val="30"/>
          <w:szCs w:val="30"/>
          <w:cs/>
        </w:rPr>
        <w:t xml:space="preserve">ของบริษัท </w:t>
      </w:r>
      <w:r w:rsidRPr="006B55A3">
        <w:rPr>
          <w:rFonts w:ascii="Angsana New" w:hAnsi="Angsana New" w:hint="cs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z w:val="30"/>
          <w:szCs w:val="30"/>
          <w:cs/>
        </w:rPr>
        <w:t xml:space="preserve"> จำกัด (มห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ชน)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และบริษัทย่อย </w:t>
      </w:r>
      <w:r w:rsidRPr="006B55A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D2D10" w:rsidRPr="006B55A3">
        <w:rPr>
          <w:rFonts w:ascii="Angsana New" w:hAnsi="Angsana New"/>
          <w:sz w:val="30"/>
          <w:szCs w:val="30"/>
        </w:rPr>
        <w:t>31</w:t>
      </w:r>
      <w:r w:rsidRPr="006B55A3">
        <w:rPr>
          <w:rFonts w:ascii="Angsana New" w:hAnsi="Angsana New"/>
          <w:sz w:val="30"/>
          <w:szCs w:val="30"/>
          <w:cs/>
        </w:rPr>
        <w:t xml:space="preserve"> ธัน</w:t>
      </w:r>
      <w:r w:rsidRPr="006B55A3">
        <w:rPr>
          <w:rFonts w:ascii="Angsana New" w:hAnsi="Angsana New" w:hint="cs"/>
          <w:sz w:val="30"/>
          <w:szCs w:val="30"/>
          <w:cs/>
        </w:rPr>
        <w:t>วา</w:t>
      </w:r>
      <w:r w:rsidRPr="006B55A3">
        <w:rPr>
          <w:rFonts w:ascii="Angsana New" w:hAnsi="Angsana New"/>
          <w:sz w:val="30"/>
          <w:szCs w:val="30"/>
          <w:cs/>
        </w:rPr>
        <w:t xml:space="preserve">คม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61</w:t>
      </w:r>
      <w:r w:rsidRPr="006B55A3">
        <w:rPr>
          <w:rFonts w:ascii="Angsana New" w:hAnsi="Angsana New"/>
          <w:sz w:val="30"/>
          <w:szCs w:val="30"/>
          <w:cs/>
        </w:rPr>
        <w:t xml:space="preserve"> ที่แสดงเป็นข้อมูลเปรียบเทียบตรวจสอบโดยผู้สอบบัญชีอื่น ซึ่งแสดงคว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มเห็นอย่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งไม่มีเงื่อนไขต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มร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ยง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 xml:space="preserve">นลงวันที่ </w:t>
      </w:r>
      <w:r w:rsidR="007D2D10"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/>
          <w:sz w:val="30"/>
          <w:szCs w:val="30"/>
        </w:rPr>
        <w:t>4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กุมภาพันธ์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62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โดยมีข้อมูลและเหตุการณ์ที่เน้นเกี่ยวกับคดีความที่ได้สิ้นสุดลงตามที่กล่าวในหมายเหตุประกอบงบการเงินข้อ </w:t>
      </w:r>
      <w:r w:rsidR="00702EB8">
        <w:rPr>
          <w:rFonts w:ascii="Angsana New" w:hAnsi="Angsana New"/>
          <w:sz w:val="30"/>
          <w:szCs w:val="30"/>
        </w:rPr>
        <w:t>20</w:t>
      </w:r>
      <w:r w:rsidRPr="006B55A3">
        <w:rPr>
          <w:rFonts w:ascii="Angsana New" w:hAnsi="Angsana New"/>
          <w:sz w:val="30"/>
          <w:szCs w:val="30"/>
        </w:rPr>
        <w:t xml:space="preserve"> (</w:t>
      </w:r>
      <w:r w:rsidRPr="006B55A3">
        <w:rPr>
          <w:rFonts w:ascii="Angsana New" w:hAnsi="Angsana New" w:hint="cs"/>
          <w:sz w:val="30"/>
          <w:szCs w:val="30"/>
          <w:cs/>
        </w:rPr>
        <w:t>ก</w:t>
      </w:r>
      <w:r w:rsidRPr="006B55A3">
        <w:rPr>
          <w:rFonts w:ascii="Angsana New" w:hAnsi="Angsana New"/>
          <w:sz w:val="30"/>
          <w:szCs w:val="30"/>
        </w:rPr>
        <w:t xml:space="preserve">) </w:t>
      </w:r>
      <w:r w:rsidRPr="006B55A3">
        <w:rPr>
          <w:rFonts w:ascii="Angsana New" w:hAnsi="Angsana New"/>
          <w:sz w:val="30"/>
          <w:szCs w:val="30"/>
          <w:cs/>
        </w:rPr>
        <w:t>งบกำไรข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ดทุนเบ็ดเสร็จ</w:t>
      </w:r>
      <w:r w:rsidRPr="006B55A3">
        <w:rPr>
          <w:rFonts w:ascii="Angsana New" w:hAnsi="Angsana New" w:hint="cs"/>
          <w:sz w:val="30"/>
          <w:szCs w:val="30"/>
          <w:cs/>
        </w:rPr>
        <w:t>รวมและงบกำไรขาดทุนเบ็ดเสร็จเฉพาะกิจการ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Pr="006B55A3">
        <w:rPr>
          <w:rFonts w:ascii="Angsana New" w:hAnsi="Angsana New"/>
          <w:sz w:val="30"/>
          <w:szCs w:val="30"/>
        </w:rPr>
        <w:t xml:space="preserve">30 </w:t>
      </w:r>
      <w:r w:rsidRPr="006B55A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งบแสดงก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รเปลี่ยนแปลงส่วนของผู้ถือหุ้น</w:t>
      </w:r>
      <w:r w:rsidRPr="006B55A3">
        <w:rPr>
          <w:rFonts w:ascii="Angsana New" w:hAnsi="Angsana New" w:hint="cs"/>
          <w:sz w:val="30"/>
          <w:szCs w:val="30"/>
          <w:cs/>
        </w:rPr>
        <w:t>รวมและงบแสดงการเปลี่ยนแปลงส่วนของผู้ถือหุ้นเฉพาะกิจการ</w:t>
      </w:r>
      <w:r w:rsidRPr="006B55A3">
        <w:rPr>
          <w:rFonts w:ascii="Angsana New" w:hAnsi="Angsana New"/>
          <w:sz w:val="30"/>
          <w:szCs w:val="30"/>
          <w:cs/>
        </w:rPr>
        <w:t xml:space="preserve"> และงบกระแสเงินสด</w:t>
      </w:r>
      <w:r w:rsidRPr="006B55A3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6B55A3">
        <w:rPr>
          <w:rFonts w:ascii="Angsana New" w:hAnsi="Angsana New"/>
          <w:sz w:val="30"/>
          <w:szCs w:val="30"/>
          <w:cs/>
        </w:rPr>
        <w:t>สำหรับงวด</w:t>
      </w:r>
      <w:r w:rsidRPr="006B55A3">
        <w:rPr>
          <w:rFonts w:ascii="Angsana New" w:hAnsi="Angsana New" w:hint="cs"/>
          <w:sz w:val="30"/>
          <w:szCs w:val="30"/>
          <w:cs/>
        </w:rPr>
        <w:t>หกเดือน</w:t>
      </w:r>
      <w:r w:rsidRPr="006B55A3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</w:t>
      </w:r>
      <w:r w:rsidRPr="006B55A3">
        <w:rPr>
          <w:rFonts w:ascii="Angsana New" w:hAnsi="Angsana New"/>
          <w:sz w:val="30"/>
          <w:szCs w:val="30"/>
        </w:rPr>
        <w:t>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มิถุนายน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61</w:t>
      </w:r>
      <w:r w:rsidRPr="006B55A3">
        <w:rPr>
          <w:rFonts w:ascii="Angsana New" w:hAnsi="Angsana New"/>
          <w:sz w:val="30"/>
          <w:szCs w:val="30"/>
          <w:cs/>
        </w:rPr>
        <w:t xml:space="preserve"> ของบริษัท </w:t>
      </w:r>
      <w:r w:rsidRPr="006B55A3">
        <w:rPr>
          <w:rFonts w:ascii="Angsana New" w:hAnsi="Angsana New" w:hint="cs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z w:val="30"/>
          <w:szCs w:val="30"/>
          <w:cs/>
        </w:rPr>
        <w:t xml:space="preserve"> จำกัด (มห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ชน)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6B55A3">
        <w:rPr>
          <w:rFonts w:ascii="Angsana New" w:hAnsi="Angsana New"/>
          <w:sz w:val="30"/>
          <w:szCs w:val="30"/>
          <w:cs/>
        </w:rPr>
        <w:t>ที่แสดงเป็นข้อมูลเปรียบเทียบสอบท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นโดยผู้สอบบัญชีอื่น โดยให้ข้อสรุป</w:t>
      </w:r>
      <w:r w:rsidRPr="006B55A3">
        <w:rPr>
          <w:rFonts w:ascii="Angsana New" w:hAnsi="Angsana New" w:hint="cs"/>
          <w:sz w:val="30"/>
          <w:szCs w:val="30"/>
          <w:cs/>
        </w:rPr>
        <w:t>อย่างไม่มีเงื่อนไข</w:t>
      </w:r>
      <w:r w:rsidRPr="006B55A3">
        <w:rPr>
          <w:rFonts w:ascii="Angsana New" w:hAnsi="Angsana New"/>
          <w:sz w:val="30"/>
          <w:szCs w:val="30"/>
          <w:cs/>
        </w:rPr>
        <w:t xml:space="preserve"> ต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มร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ยง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 xml:space="preserve">นลงวันที่ </w:t>
      </w:r>
      <w:r w:rsidRPr="006B55A3">
        <w:rPr>
          <w:rFonts w:ascii="Angsana New" w:hAnsi="Angsana New"/>
          <w:sz w:val="30"/>
          <w:szCs w:val="30"/>
        </w:rPr>
        <w:t>8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สิงหาคม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61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rPr>
          <w:rFonts w:ascii="Times New Roman" w:hAnsi="Times New Roman" w:cs="Times New Roman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(</w:t>
      </w:r>
      <w:r w:rsidRPr="006B55A3">
        <w:rPr>
          <w:rFonts w:ascii="Angsana New" w:hAnsi="Angsana New" w:hint="cs"/>
          <w:sz w:val="30"/>
          <w:szCs w:val="30"/>
          <w:cs/>
        </w:rPr>
        <w:t>วรรณาพร จงพีรเดชานนท์</w:t>
      </w:r>
      <w:r w:rsidRPr="006B55A3">
        <w:rPr>
          <w:rFonts w:ascii="Angsana New" w:hAnsi="Angsana New"/>
          <w:sz w:val="30"/>
          <w:szCs w:val="30"/>
          <w:cs/>
        </w:rPr>
        <w:t>)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Pr="006B55A3">
        <w:rPr>
          <w:rFonts w:ascii="Angsana New" w:hAnsi="Angsana New"/>
          <w:sz w:val="30"/>
          <w:szCs w:val="30"/>
        </w:rPr>
        <w:t>4098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B215B0" w:rsidRPr="006B55A3" w:rsidRDefault="00DD0B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 xml:space="preserve">8 </w:t>
      </w:r>
      <w:r w:rsidR="00563481" w:rsidRPr="006B55A3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7D2D10" w:rsidRPr="006B55A3">
        <w:rPr>
          <w:rFonts w:ascii="Angsana New" w:hAnsi="Angsana New" w:hint="cs"/>
          <w:sz w:val="30"/>
          <w:szCs w:val="30"/>
        </w:rPr>
        <w:t>2562</w:t>
      </w:r>
    </w:p>
    <w:p w:rsidR="006048D5" w:rsidRPr="006B55A3" w:rsidRDefault="006048D5" w:rsidP="005E45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sectPr w:rsidR="006048D5" w:rsidRPr="006B55A3" w:rsidSect="005B0321">
      <w:headerReference w:type="default" r:id="rId14"/>
      <w:type w:val="nextColumn"/>
      <w:pgSz w:w="11909" w:h="16834" w:code="9"/>
      <w:pgMar w:top="691" w:right="1152" w:bottom="576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9BF" w:rsidRDefault="008859BF">
      <w:r>
        <w:separator/>
      </w:r>
    </w:p>
  </w:endnote>
  <w:endnote w:type="continuationSeparator" w:id="0">
    <w:p w:rsidR="008859BF" w:rsidRDefault="0088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Default="00DE5491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:rsidR="00DE5491" w:rsidRDefault="00DE5491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335776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bookmarkStart w:id="3" w:name="_GoBack" w:displacedByCustomXml="prev"/>
      <w:p w:rsidR="00DE5491" w:rsidRPr="005B0321" w:rsidRDefault="005B0321" w:rsidP="005B0321">
        <w:pPr>
          <w:pStyle w:val="Footer"/>
          <w:jc w:val="center"/>
          <w:rPr>
            <w:rFonts w:ascii="Angsana New" w:hAnsi="Angsana New" w:hint="cs"/>
            <w:sz w:val="30"/>
            <w:szCs w:val="30"/>
          </w:rPr>
        </w:pPr>
        <w:r w:rsidRPr="005B0321">
          <w:rPr>
            <w:rFonts w:ascii="Angsana New" w:hAnsi="Angsana New" w:hint="cs"/>
            <w:sz w:val="30"/>
            <w:szCs w:val="30"/>
          </w:rPr>
          <w:fldChar w:fldCharType="begin"/>
        </w:r>
        <w:r w:rsidRPr="005B0321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5B0321">
          <w:rPr>
            <w:rFonts w:ascii="Angsana New" w:hAnsi="Angsana New" w:hint="cs"/>
            <w:sz w:val="30"/>
            <w:szCs w:val="30"/>
          </w:rPr>
          <w:fldChar w:fldCharType="separate"/>
        </w:r>
        <w:r w:rsidRPr="005B0321">
          <w:rPr>
            <w:rFonts w:ascii="Angsana New" w:hAnsi="Angsana New" w:hint="cs"/>
            <w:noProof/>
            <w:sz w:val="30"/>
            <w:szCs w:val="30"/>
          </w:rPr>
          <w:t>2</w:t>
        </w:r>
        <w:r w:rsidRPr="005B0321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  <w:bookmarkEnd w:id="3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321" w:rsidRDefault="005B03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9BF" w:rsidRDefault="008859BF">
      <w:r>
        <w:separator/>
      </w:r>
    </w:p>
  </w:footnote>
  <w:footnote w:type="continuationSeparator" w:id="0">
    <w:p w:rsidR="008859BF" w:rsidRDefault="0088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321" w:rsidRDefault="005B03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91319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5B0321" w:rsidRDefault="005B032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0321" w:rsidRDefault="005B03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321" w:rsidRDefault="005B03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91" w:rsidRPr="00761FC4" w:rsidRDefault="00DE5491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  <w:p w:rsidR="00DE5491" w:rsidRPr="00761FC4" w:rsidRDefault="00DE5491" w:rsidP="00C64EB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8" w15:restartNumberingAfterBreak="0">
    <w:nsid w:val="4257366C"/>
    <w:multiLevelType w:val="hybridMultilevel"/>
    <w:tmpl w:val="11A09C0A"/>
    <w:lvl w:ilvl="0" w:tplc="0E80CA52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2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3"/>
  </w:num>
  <w:num w:numId="13">
    <w:abstractNumId w:val="21"/>
  </w:num>
  <w:num w:numId="14">
    <w:abstractNumId w:val="14"/>
  </w:num>
  <w:num w:numId="15">
    <w:abstractNumId w:val="16"/>
  </w:num>
  <w:num w:numId="16">
    <w:abstractNumId w:val="12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18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907"/>
    <w:rsid w:val="00007322"/>
    <w:rsid w:val="00007433"/>
    <w:rsid w:val="0000779F"/>
    <w:rsid w:val="00007C06"/>
    <w:rsid w:val="00010C43"/>
    <w:rsid w:val="00011152"/>
    <w:rsid w:val="000114BF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401"/>
    <w:rsid w:val="0002260D"/>
    <w:rsid w:val="00022BA7"/>
    <w:rsid w:val="00023BFE"/>
    <w:rsid w:val="00023DC9"/>
    <w:rsid w:val="0002401D"/>
    <w:rsid w:val="000247E2"/>
    <w:rsid w:val="00024964"/>
    <w:rsid w:val="000253A9"/>
    <w:rsid w:val="00025E72"/>
    <w:rsid w:val="000266D4"/>
    <w:rsid w:val="000269DD"/>
    <w:rsid w:val="00026C25"/>
    <w:rsid w:val="00027593"/>
    <w:rsid w:val="000279DC"/>
    <w:rsid w:val="000308CB"/>
    <w:rsid w:val="00030D88"/>
    <w:rsid w:val="000317D2"/>
    <w:rsid w:val="00031AA2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A8D"/>
    <w:rsid w:val="0004317E"/>
    <w:rsid w:val="00043694"/>
    <w:rsid w:val="00043826"/>
    <w:rsid w:val="0004384B"/>
    <w:rsid w:val="00043D0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F36"/>
    <w:rsid w:val="00053163"/>
    <w:rsid w:val="000539CC"/>
    <w:rsid w:val="00053FA3"/>
    <w:rsid w:val="000540F9"/>
    <w:rsid w:val="00054654"/>
    <w:rsid w:val="00054860"/>
    <w:rsid w:val="00054CA2"/>
    <w:rsid w:val="0005503A"/>
    <w:rsid w:val="0005504F"/>
    <w:rsid w:val="000557F2"/>
    <w:rsid w:val="000560E2"/>
    <w:rsid w:val="00056BBF"/>
    <w:rsid w:val="00057FE7"/>
    <w:rsid w:val="000608EB"/>
    <w:rsid w:val="00060A48"/>
    <w:rsid w:val="00060FE3"/>
    <w:rsid w:val="00061976"/>
    <w:rsid w:val="00061A13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D7B"/>
    <w:rsid w:val="00065113"/>
    <w:rsid w:val="00065245"/>
    <w:rsid w:val="0006576E"/>
    <w:rsid w:val="00065F45"/>
    <w:rsid w:val="00066103"/>
    <w:rsid w:val="0006663F"/>
    <w:rsid w:val="00066745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F3F"/>
    <w:rsid w:val="00087AE1"/>
    <w:rsid w:val="0009069A"/>
    <w:rsid w:val="00090767"/>
    <w:rsid w:val="00090F7F"/>
    <w:rsid w:val="0009114A"/>
    <w:rsid w:val="0009198E"/>
    <w:rsid w:val="00091ABE"/>
    <w:rsid w:val="00091CCD"/>
    <w:rsid w:val="00091F8E"/>
    <w:rsid w:val="0009216A"/>
    <w:rsid w:val="000929FD"/>
    <w:rsid w:val="00092AF7"/>
    <w:rsid w:val="00094B1C"/>
    <w:rsid w:val="00094CDE"/>
    <w:rsid w:val="00094E81"/>
    <w:rsid w:val="000958D6"/>
    <w:rsid w:val="00096515"/>
    <w:rsid w:val="00096C6F"/>
    <w:rsid w:val="00097CEE"/>
    <w:rsid w:val="000A03EA"/>
    <w:rsid w:val="000A0EE5"/>
    <w:rsid w:val="000A12FB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BE1"/>
    <w:rsid w:val="000A5837"/>
    <w:rsid w:val="000A5C76"/>
    <w:rsid w:val="000A5CF4"/>
    <w:rsid w:val="000A643D"/>
    <w:rsid w:val="000A66B6"/>
    <w:rsid w:val="000A6C9B"/>
    <w:rsid w:val="000A6D7A"/>
    <w:rsid w:val="000A7007"/>
    <w:rsid w:val="000A7FC4"/>
    <w:rsid w:val="000B0BB3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1504"/>
    <w:rsid w:val="000C16DF"/>
    <w:rsid w:val="000C2FDC"/>
    <w:rsid w:val="000C3256"/>
    <w:rsid w:val="000C37F3"/>
    <w:rsid w:val="000C3986"/>
    <w:rsid w:val="000C3B66"/>
    <w:rsid w:val="000C3BE8"/>
    <w:rsid w:val="000C3EFE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94A"/>
    <w:rsid w:val="00112212"/>
    <w:rsid w:val="00112724"/>
    <w:rsid w:val="00112C30"/>
    <w:rsid w:val="00113B0D"/>
    <w:rsid w:val="00114CFD"/>
    <w:rsid w:val="00114DD6"/>
    <w:rsid w:val="00114E83"/>
    <w:rsid w:val="001151DB"/>
    <w:rsid w:val="0011545B"/>
    <w:rsid w:val="001154E3"/>
    <w:rsid w:val="0011578D"/>
    <w:rsid w:val="001157AA"/>
    <w:rsid w:val="001158D8"/>
    <w:rsid w:val="00115F04"/>
    <w:rsid w:val="0011622A"/>
    <w:rsid w:val="00116396"/>
    <w:rsid w:val="001168B3"/>
    <w:rsid w:val="0011695B"/>
    <w:rsid w:val="0011735D"/>
    <w:rsid w:val="001174A5"/>
    <w:rsid w:val="00117EC1"/>
    <w:rsid w:val="00117F23"/>
    <w:rsid w:val="00120328"/>
    <w:rsid w:val="001207E8"/>
    <w:rsid w:val="00121667"/>
    <w:rsid w:val="001233F1"/>
    <w:rsid w:val="001237BD"/>
    <w:rsid w:val="00123CCB"/>
    <w:rsid w:val="00123F41"/>
    <w:rsid w:val="0012400C"/>
    <w:rsid w:val="0012483F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7C31"/>
    <w:rsid w:val="00130089"/>
    <w:rsid w:val="00130D6F"/>
    <w:rsid w:val="001310A1"/>
    <w:rsid w:val="0013138A"/>
    <w:rsid w:val="00131619"/>
    <w:rsid w:val="00131957"/>
    <w:rsid w:val="00131A54"/>
    <w:rsid w:val="00132B0E"/>
    <w:rsid w:val="0013338B"/>
    <w:rsid w:val="0013338D"/>
    <w:rsid w:val="00133CE8"/>
    <w:rsid w:val="00134B72"/>
    <w:rsid w:val="00134C65"/>
    <w:rsid w:val="00134D17"/>
    <w:rsid w:val="00135802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5077E"/>
    <w:rsid w:val="001508F8"/>
    <w:rsid w:val="0015103C"/>
    <w:rsid w:val="001513DA"/>
    <w:rsid w:val="00151420"/>
    <w:rsid w:val="00151BAC"/>
    <w:rsid w:val="00151DA7"/>
    <w:rsid w:val="00151E28"/>
    <w:rsid w:val="00152120"/>
    <w:rsid w:val="00152C19"/>
    <w:rsid w:val="00152C62"/>
    <w:rsid w:val="00152E34"/>
    <w:rsid w:val="00153830"/>
    <w:rsid w:val="00154229"/>
    <w:rsid w:val="001544C9"/>
    <w:rsid w:val="00155D09"/>
    <w:rsid w:val="00155EA0"/>
    <w:rsid w:val="00155EDD"/>
    <w:rsid w:val="0015635B"/>
    <w:rsid w:val="00156A7E"/>
    <w:rsid w:val="001570CD"/>
    <w:rsid w:val="00157481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3558"/>
    <w:rsid w:val="00163681"/>
    <w:rsid w:val="001639C6"/>
    <w:rsid w:val="001640A1"/>
    <w:rsid w:val="0016470D"/>
    <w:rsid w:val="001647E7"/>
    <w:rsid w:val="00164933"/>
    <w:rsid w:val="00164B4E"/>
    <w:rsid w:val="001662F0"/>
    <w:rsid w:val="001666B9"/>
    <w:rsid w:val="00166B6C"/>
    <w:rsid w:val="001701B9"/>
    <w:rsid w:val="00170BE5"/>
    <w:rsid w:val="0017105D"/>
    <w:rsid w:val="001712B1"/>
    <w:rsid w:val="00171401"/>
    <w:rsid w:val="001715C7"/>
    <w:rsid w:val="00171854"/>
    <w:rsid w:val="00171E94"/>
    <w:rsid w:val="00172C2E"/>
    <w:rsid w:val="00173402"/>
    <w:rsid w:val="00173FDC"/>
    <w:rsid w:val="00174484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60B"/>
    <w:rsid w:val="001839B5"/>
    <w:rsid w:val="00183A2B"/>
    <w:rsid w:val="0018492D"/>
    <w:rsid w:val="001853D1"/>
    <w:rsid w:val="00185A52"/>
    <w:rsid w:val="00186343"/>
    <w:rsid w:val="0018754C"/>
    <w:rsid w:val="00187D5D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5382"/>
    <w:rsid w:val="00195DC1"/>
    <w:rsid w:val="00196872"/>
    <w:rsid w:val="00196DE1"/>
    <w:rsid w:val="0019721F"/>
    <w:rsid w:val="001975EC"/>
    <w:rsid w:val="001978EF"/>
    <w:rsid w:val="00197B9A"/>
    <w:rsid w:val="001A0652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1242"/>
    <w:rsid w:val="001B176B"/>
    <w:rsid w:val="001B17EF"/>
    <w:rsid w:val="001B1BF5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D5"/>
    <w:rsid w:val="001B4F15"/>
    <w:rsid w:val="001B5206"/>
    <w:rsid w:val="001B5A79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1007"/>
    <w:rsid w:val="001C196F"/>
    <w:rsid w:val="001C205F"/>
    <w:rsid w:val="001C2085"/>
    <w:rsid w:val="001C2566"/>
    <w:rsid w:val="001C2DD8"/>
    <w:rsid w:val="001C30DC"/>
    <w:rsid w:val="001C3896"/>
    <w:rsid w:val="001C3F98"/>
    <w:rsid w:val="001C41DE"/>
    <w:rsid w:val="001C441B"/>
    <w:rsid w:val="001C44BF"/>
    <w:rsid w:val="001C4C4D"/>
    <w:rsid w:val="001C5972"/>
    <w:rsid w:val="001C5C74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32FF"/>
    <w:rsid w:val="001D34B8"/>
    <w:rsid w:val="001D380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13B6"/>
    <w:rsid w:val="001E198E"/>
    <w:rsid w:val="001E1ED5"/>
    <w:rsid w:val="001E223E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1410"/>
    <w:rsid w:val="001F226A"/>
    <w:rsid w:val="001F2B8B"/>
    <w:rsid w:val="001F2D2C"/>
    <w:rsid w:val="001F308B"/>
    <w:rsid w:val="001F3357"/>
    <w:rsid w:val="001F346B"/>
    <w:rsid w:val="001F3F1E"/>
    <w:rsid w:val="001F47DC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7D0C"/>
    <w:rsid w:val="002102E9"/>
    <w:rsid w:val="0021071F"/>
    <w:rsid w:val="0021081A"/>
    <w:rsid w:val="00210FF5"/>
    <w:rsid w:val="00211F28"/>
    <w:rsid w:val="00212433"/>
    <w:rsid w:val="00212D73"/>
    <w:rsid w:val="0021311B"/>
    <w:rsid w:val="002135E9"/>
    <w:rsid w:val="002138C4"/>
    <w:rsid w:val="00213BB4"/>
    <w:rsid w:val="00214134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20443"/>
    <w:rsid w:val="00220F44"/>
    <w:rsid w:val="0022131C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4A6"/>
    <w:rsid w:val="00224C3F"/>
    <w:rsid w:val="0022563E"/>
    <w:rsid w:val="00225FD2"/>
    <w:rsid w:val="0022609C"/>
    <w:rsid w:val="002263D4"/>
    <w:rsid w:val="00227322"/>
    <w:rsid w:val="00227BB6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4FB"/>
    <w:rsid w:val="0023539C"/>
    <w:rsid w:val="002355AD"/>
    <w:rsid w:val="00235793"/>
    <w:rsid w:val="00235EB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3C9D"/>
    <w:rsid w:val="00243F3F"/>
    <w:rsid w:val="002441C0"/>
    <w:rsid w:val="00244255"/>
    <w:rsid w:val="00244FFC"/>
    <w:rsid w:val="0024517B"/>
    <w:rsid w:val="00245221"/>
    <w:rsid w:val="002452A8"/>
    <w:rsid w:val="00245BE4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60050"/>
    <w:rsid w:val="002608C4"/>
    <w:rsid w:val="00260C9F"/>
    <w:rsid w:val="00261589"/>
    <w:rsid w:val="00262472"/>
    <w:rsid w:val="002626D0"/>
    <w:rsid w:val="00262762"/>
    <w:rsid w:val="002632C6"/>
    <w:rsid w:val="0026554D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860"/>
    <w:rsid w:val="002749B8"/>
    <w:rsid w:val="00276443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D51"/>
    <w:rsid w:val="00286774"/>
    <w:rsid w:val="00287578"/>
    <w:rsid w:val="002877DE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4644"/>
    <w:rsid w:val="002A49BB"/>
    <w:rsid w:val="002A507F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855"/>
    <w:rsid w:val="002C2D9A"/>
    <w:rsid w:val="002C2DF4"/>
    <w:rsid w:val="002C2F29"/>
    <w:rsid w:val="002C32F3"/>
    <w:rsid w:val="002C3664"/>
    <w:rsid w:val="002C377B"/>
    <w:rsid w:val="002C4A9B"/>
    <w:rsid w:val="002C50E7"/>
    <w:rsid w:val="002C536F"/>
    <w:rsid w:val="002C5F52"/>
    <w:rsid w:val="002C5F73"/>
    <w:rsid w:val="002C6817"/>
    <w:rsid w:val="002C692F"/>
    <w:rsid w:val="002C71B9"/>
    <w:rsid w:val="002D0917"/>
    <w:rsid w:val="002D0C7A"/>
    <w:rsid w:val="002D1671"/>
    <w:rsid w:val="002D19CA"/>
    <w:rsid w:val="002D1CDB"/>
    <w:rsid w:val="002D2652"/>
    <w:rsid w:val="002D33E7"/>
    <w:rsid w:val="002D3706"/>
    <w:rsid w:val="002D388A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910"/>
    <w:rsid w:val="002E7001"/>
    <w:rsid w:val="002E701E"/>
    <w:rsid w:val="002F09E6"/>
    <w:rsid w:val="002F1182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47D"/>
    <w:rsid w:val="002F78E8"/>
    <w:rsid w:val="003000DE"/>
    <w:rsid w:val="00301807"/>
    <w:rsid w:val="003018C7"/>
    <w:rsid w:val="00301AB7"/>
    <w:rsid w:val="00301CD4"/>
    <w:rsid w:val="00301F1B"/>
    <w:rsid w:val="00302E7D"/>
    <w:rsid w:val="00303B6A"/>
    <w:rsid w:val="00303D0E"/>
    <w:rsid w:val="00303F4D"/>
    <w:rsid w:val="00303FF8"/>
    <w:rsid w:val="0030452D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5231"/>
    <w:rsid w:val="003161EE"/>
    <w:rsid w:val="00316A18"/>
    <w:rsid w:val="00316E16"/>
    <w:rsid w:val="00316E76"/>
    <w:rsid w:val="00317D17"/>
    <w:rsid w:val="00317D43"/>
    <w:rsid w:val="00320406"/>
    <w:rsid w:val="00320B0C"/>
    <w:rsid w:val="00321D65"/>
    <w:rsid w:val="00321D7C"/>
    <w:rsid w:val="00321FB1"/>
    <w:rsid w:val="00322BBD"/>
    <w:rsid w:val="00322D92"/>
    <w:rsid w:val="0032434D"/>
    <w:rsid w:val="00324611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55E"/>
    <w:rsid w:val="00334580"/>
    <w:rsid w:val="00334884"/>
    <w:rsid w:val="00334BBF"/>
    <w:rsid w:val="0033540D"/>
    <w:rsid w:val="00335A9E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4383"/>
    <w:rsid w:val="00354B24"/>
    <w:rsid w:val="00354DF3"/>
    <w:rsid w:val="00355EE5"/>
    <w:rsid w:val="00356C4B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F18"/>
    <w:rsid w:val="003740E6"/>
    <w:rsid w:val="00374467"/>
    <w:rsid w:val="00374681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FF2"/>
    <w:rsid w:val="0038201F"/>
    <w:rsid w:val="00382EC3"/>
    <w:rsid w:val="00382F08"/>
    <w:rsid w:val="00383248"/>
    <w:rsid w:val="00385505"/>
    <w:rsid w:val="00385574"/>
    <w:rsid w:val="00385A50"/>
    <w:rsid w:val="0038601A"/>
    <w:rsid w:val="00386A4D"/>
    <w:rsid w:val="00386AF0"/>
    <w:rsid w:val="003875D7"/>
    <w:rsid w:val="00387702"/>
    <w:rsid w:val="00387777"/>
    <w:rsid w:val="00387C5C"/>
    <w:rsid w:val="003903C6"/>
    <w:rsid w:val="0039058A"/>
    <w:rsid w:val="0039091F"/>
    <w:rsid w:val="00390C2A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70C"/>
    <w:rsid w:val="0039693C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82C"/>
    <w:rsid w:val="003A3FF6"/>
    <w:rsid w:val="003A4576"/>
    <w:rsid w:val="003A4EC3"/>
    <w:rsid w:val="003A520C"/>
    <w:rsid w:val="003A5C2F"/>
    <w:rsid w:val="003A5E8C"/>
    <w:rsid w:val="003A6621"/>
    <w:rsid w:val="003A75F2"/>
    <w:rsid w:val="003B0007"/>
    <w:rsid w:val="003B05D7"/>
    <w:rsid w:val="003B0868"/>
    <w:rsid w:val="003B0A2B"/>
    <w:rsid w:val="003B0BB3"/>
    <w:rsid w:val="003B100E"/>
    <w:rsid w:val="003B112C"/>
    <w:rsid w:val="003B18ED"/>
    <w:rsid w:val="003B2926"/>
    <w:rsid w:val="003B2ABA"/>
    <w:rsid w:val="003B2E57"/>
    <w:rsid w:val="003B3728"/>
    <w:rsid w:val="003B3E24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AB7"/>
    <w:rsid w:val="003C3235"/>
    <w:rsid w:val="003C3524"/>
    <w:rsid w:val="003C41A7"/>
    <w:rsid w:val="003C42A3"/>
    <w:rsid w:val="003C446E"/>
    <w:rsid w:val="003C56A8"/>
    <w:rsid w:val="003C5F55"/>
    <w:rsid w:val="003C605B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7C44"/>
    <w:rsid w:val="003D7C7A"/>
    <w:rsid w:val="003E055B"/>
    <w:rsid w:val="003E11F4"/>
    <w:rsid w:val="003E126A"/>
    <w:rsid w:val="003E144F"/>
    <w:rsid w:val="003E1778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4021"/>
    <w:rsid w:val="003E466B"/>
    <w:rsid w:val="003E47F2"/>
    <w:rsid w:val="003E5005"/>
    <w:rsid w:val="003E5111"/>
    <w:rsid w:val="003E5FB0"/>
    <w:rsid w:val="003E63CD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1138"/>
    <w:rsid w:val="0040151F"/>
    <w:rsid w:val="0040160D"/>
    <w:rsid w:val="00402DF4"/>
    <w:rsid w:val="00403579"/>
    <w:rsid w:val="004035BF"/>
    <w:rsid w:val="00403F61"/>
    <w:rsid w:val="0040444C"/>
    <w:rsid w:val="004046A3"/>
    <w:rsid w:val="00406016"/>
    <w:rsid w:val="00406354"/>
    <w:rsid w:val="004066A6"/>
    <w:rsid w:val="00406CA5"/>
    <w:rsid w:val="00406EE2"/>
    <w:rsid w:val="00407293"/>
    <w:rsid w:val="00407EA9"/>
    <w:rsid w:val="004100DA"/>
    <w:rsid w:val="0041018F"/>
    <w:rsid w:val="004106F5"/>
    <w:rsid w:val="00410770"/>
    <w:rsid w:val="00410FA2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96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46A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5FF"/>
    <w:rsid w:val="00442ECD"/>
    <w:rsid w:val="00442F37"/>
    <w:rsid w:val="00443386"/>
    <w:rsid w:val="004440D7"/>
    <w:rsid w:val="004451D8"/>
    <w:rsid w:val="00445CB5"/>
    <w:rsid w:val="0044605E"/>
    <w:rsid w:val="0044629E"/>
    <w:rsid w:val="00447A20"/>
    <w:rsid w:val="00447DD9"/>
    <w:rsid w:val="00450043"/>
    <w:rsid w:val="00450778"/>
    <w:rsid w:val="00450A05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C8C"/>
    <w:rsid w:val="00453CE3"/>
    <w:rsid w:val="00454942"/>
    <w:rsid w:val="00454D99"/>
    <w:rsid w:val="004558F5"/>
    <w:rsid w:val="00455DF1"/>
    <w:rsid w:val="00456085"/>
    <w:rsid w:val="004562FF"/>
    <w:rsid w:val="00456879"/>
    <w:rsid w:val="00456CDB"/>
    <w:rsid w:val="00456EF4"/>
    <w:rsid w:val="00457226"/>
    <w:rsid w:val="0045745F"/>
    <w:rsid w:val="0045771A"/>
    <w:rsid w:val="00457B63"/>
    <w:rsid w:val="00460ADE"/>
    <w:rsid w:val="00461655"/>
    <w:rsid w:val="0046169D"/>
    <w:rsid w:val="004616A5"/>
    <w:rsid w:val="004617AA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AF1"/>
    <w:rsid w:val="00473FAF"/>
    <w:rsid w:val="00474252"/>
    <w:rsid w:val="0047515A"/>
    <w:rsid w:val="00475661"/>
    <w:rsid w:val="00475A29"/>
    <w:rsid w:val="00475A73"/>
    <w:rsid w:val="00475B1C"/>
    <w:rsid w:val="00475F93"/>
    <w:rsid w:val="004764BC"/>
    <w:rsid w:val="0047654C"/>
    <w:rsid w:val="00476C5F"/>
    <w:rsid w:val="004771F4"/>
    <w:rsid w:val="00477387"/>
    <w:rsid w:val="00477CDE"/>
    <w:rsid w:val="0048013A"/>
    <w:rsid w:val="004809ED"/>
    <w:rsid w:val="00480B04"/>
    <w:rsid w:val="00481492"/>
    <w:rsid w:val="00481D5C"/>
    <w:rsid w:val="00482AAA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B9"/>
    <w:rsid w:val="004A1FBD"/>
    <w:rsid w:val="004A253C"/>
    <w:rsid w:val="004A2808"/>
    <w:rsid w:val="004A2BA6"/>
    <w:rsid w:val="004A3580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36C"/>
    <w:rsid w:val="004C43FD"/>
    <w:rsid w:val="004C4CFC"/>
    <w:rsid w:val="004C518C"/>
    <w:rsid w:val="004C54FF"/>
    <w:rsid w:val="004C5BF6"/>
    <w:rsid w:val="004C625F"/>
    <w:rsid w:val="004C7334"/>
    <w:rsid w:val="004C7450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E20"/>
    <w:rsid w:val="004D6E45"/>
    <w:rsid w:val="004D77B9"/>
    <w:rsid w:val="004D7926"/>
    <w:rsid w:val="004E129C"/>
    <w:rsid w:val="004E15AD"/>
    <w:rsid w:val="004E1C01"/>
    <w:rsid w:val="004E2028"/>
    <w:rsid w:val="004E2777"/>
    <w:rsid w:val="004E284F"/>
    <w:rsid w:val="004E3787"/>
    <w:rsid w:val="004E439C"/>
    <w:rsid w:val="004E4D9C"/>
    <w:rsid w:val="004E4E67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DA0"/>
    <w:rsid w:val="004F5F18"/>
    <w:rsid w:val="004F695F"/>
    <w:rsid w:val="004F6D9A"/>
    <w:rsid w:val="004F7788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9BB"/>
    <w:rsid w:val="00505AD9"/>
    <w:rsid w:val="00505C9D"/>
    <w:rsid w:val="00506359"/>
    <w:rsid w:val="0050637C"/>
    <w:rsid w:val="00506437"/>
    <w:rsid w:val="00506F2F"/>
    <w:rsid w:val="005074B4"/>
    <w:rsid w:val="005074E4"/>
    <w:rsid w:val="00507688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8FB"/>
    <w:rsid w:val="00521AB2"/>
    <w:rsid w:val="00521D5F"/>
    <w:rsid w:val="005220BF"/>
    <w:rsid w:val="005226B3"/>
    <w:rsid w:val="0052289D"/>
    <w:rsid w:val="005230CD"/>
    <w:rsid w:val="00523E30"/>
    <w:rsid w:val="00524107"/>
    <w:rsid w:val="005243D8"/>
    <w:rsid w:val="005244AB"/>
    <w:rsid w:val="00524621"/>
    <w:rsid w:val="00525942"/>
    <w:rsid w:val="005259CB"/>
    <w:rsid w:val="005265D4"/>
    <w:rsid w:val="005265DA"/>
    <w:rsid w:val="005269E1"/>
    <w:rsid w:val="00526A47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20EA"/>
    <w:rsid w:val="00542150"/>
    <w:rsid w:val="00542609"/>
    <w:rsid w:val="0054288F"/>
    <w:rsid w:val="00543E2D"/>
    <w:rsid w:val="005440C7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277C"/>
    <w:rsid w:val="0055292F"/>
    <w:rsid w:val="005536FB"/>
    <w:rsid w:val="00553A51"/>
    <w:rsid w:val="00553A54"/>
    <w:rsid w:val="00554221"/>
    <w:rsid w:val="005545AE"/>
    <w:rsid w:val="0055477B"/>
    <w:rsid w:val="00555764"/>
    <w:rsid w:val="00555EBF"/>
    <w:rsid w:val="00557CBB"/>
    <w:rsid w:val="0056075E"/>
    <w:rsid w:val="005615C8"/>
    <w:rsid w:val="0056171D"/>
    <w:rsid w:val="00562523"/>
    <w:rsid w:val="00562580"/>
    <w:rsid w:val="005626AA"/>
    <w:rsid w:val="00563481"/>
    <w:rsid w:val="00563694"/>
    <w:rsid w:val="00564413"/>
    <w:rsid w:val="00565186"/>
    <w:rsid w:val="00565743"/>
    <w:rsid w:val="00565972"/>
    <w:rsid w:val="00566872"/>
    <w:rsid w:val="005668F8"/>
    <w:rsid w:val="00566C67"/>
    <w:rsid w:val="00566E20"/>
    <w:rsid w:val="00566FD4"/>
    <w:rsid w:val="0056708A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637D"/>
    <w:rsid w:val="00576B42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ED1"/>
    <w:rsid w:val="00585078"/>
    <w:rsid w:val="005854A0"/>
    <w:rsid w:val="005858D5"/>
    <w:rsid w:val="00586268"/>
    <w:rsid w:val="00586756"/>
    <w:rsid w:val="0058681F"/>
    <w:rsid w:val="00586971"/>
    <w:rsid w:val="00586AD4"/>
    <w:rsid w:val="0058718E"/>
    <w:rsid w:val="00587673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718C"/>
    <w:rsid w:val="00597782"/>
    <w:rsid w:val="005A0107"/>
    <w:rsid w:val="005A09FC"/>
    <w:rsid w:val="005A0D94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664"/>
    <w:rsid w:val="005A584C"/>
    <w:rsid w:val="005A5B5A"/>
    <w:rsid w:val="005A5D1F"/>
    <w:rsid w:val="005A6888"/>
    <w:rsid w:val="005A690C"/>
    <w:rsid w:val="005B0321"/>
    <w:rsid w:val="005B0D02"/>
    <w:rsid w:val="005B132D"/>
    <w:rsid w:val="005B311E"/>
    <w:rsid w:val="005B3611"/>
    <w:rsid w:val="005B3BC8"/>
    <w:rsid w:val="005B3E06"/>
    <w:rsid w:val="005B3F9C"/>
    <w:rsid w:val="005B535C"/>
    <w:rsid w:val="005B572B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64DD"/>
    <w:rsid w:val="005C6C09"/>
    <w:rsid w:val="005C71F1"/>
    <w:rsid w:val="005C7F67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336E"/>
    <w:rsid w:val="005E3D6C"/>
    <w:rsid w:val="005E4017"/>
    <w:rsid w:val="005E4159"/>
    <w:rsid w:val="005E45D2"/>
    <w:rsid w:val="005E466E"/>
    <w:rsid w:val="005E495F"/>
    <w:rsid w:val="005E5807"/>
    <w:rsid w:val="005E5E13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A0D"/>
    <w:rsid w:val="005F4768"/>
    <w:rsid w:val="005F4BF8"/>
    <w:rsid w:val="005F5715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6D"/>
    <w:rsid w:val="0060229A"/>
    <w:rsid w:val="00602D8B"/>
    <w:rsid w:val="0060339B"/>
    <w:rsid w:val="00603729"/>
    <w:rsid w:val="0060423C"/>
    <w:rsid w:val="00604460"/>
    <w:rsid w:val="00604580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10099"/>
    <w:rsid w:val="006107A6"/>
    <w:rsid w:val="00610C0F"/>
    <w:rsid w:val="00611058"/>
    <w:rsid w:val="00611D80"/>
    <w:rsid w:val="0061285B"/>
    <w:rsid w:val="00613009"/>
    <w:rsid w:val="006133B0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5052"/>
    <w:rsid w:val="006251C0"/>
    <w:rsid w:val="00625276"/>
    <w:rsid w:val="00625533"/>
    <w:rsid w:val="00625F01"/>
    <w:rsid w:val="0062632A"/>
    <w:rsid w:val="00626952"/>
    <w:rsid w:val="00626D6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8D5"/>
    <w:rsid w:val="00633EAC"/>
    <w:rsid w:val="00634070"/>
    <w:rsid w:val="0063451E"/>
    <w:rsid w:val="00634CBC"/>
    <w:rsid w:val="00635338"/>
    <w:rsid w:val="006360E3"/>
    <w:rsid w:val="006362F0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4277"/>
    <w:rsid w:val="006444E8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F20"/>
    <w:rsid w:val="0065155B"/>
    <w:rsid w:val="00651AF4"/>
    <w:rsid w:val="00651D9B"/>
    <w:rsid w:val="00651FDB"/>
    <w:rsid w:val="00652417"/>
    <w:rsid w:val="00652ABC"/>
    <w:rsid w:val="00653026"/>
    <w:rsid w:val="00653CF1"/>
    <w:rsid w:val="00654086"/>
    <w:rsid w:val="006544A0"/>
    <w:rsid w:val="006546A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664"/>
    <w:rsid w:val="00661964"/>
    <w:rsid w:val="00662180"/>
    <w:rsid w:val="0066294A"/>
    <w:rsid w:val="00662977"/>
    <w:rsid w:val="0066300D"/>
    <w:rsid w:val="00663411"/>
    <w:rsid w:val="006637AE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A85"/>
    <w:rsid w:val="006753F5"/>
    <w:rsid w:val="006756DA"/>
    <w:rsid w:val="00675F08"/>
    <w:rsid w:val="006761D2"/>
    <w:rsid w:val="00676467"/>
    <w:rsid w:val="00676599"/>
    <w:rsid w:val="00677662"/>
    <w:rsid w:val="0067798D"/>
    <w:rsid w:val="00677FE5"/>
    <w:rsid w:val="006807E4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17DB"/>
    <w:rsid w:val="006922DC"/>
    <w:rsid w:val="0069275C"/>
    <w:rsid w:val="0069311D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7500"/>
    <w:rsid w:val="00697ACE"/>
    <w:rsid w:val="006A07B1"/>
    <w:rsid w:val="006A09AF"/>
    <w:rsid w:val="006A09F6"/>
    <w:rsid w:val="006A0A34"/>
    <w:rsid w:val="006A0E9B"/>
    <w:rsid w:val="006A18A5"/>
    <w:rsid w:val="006A2568"/>
    <w:rsid w:val="006A2BCA"/>
    <w:rsid w:val="006A2C73"/>
    <w:rsid w:val="006A2C89"/>
    <w:rsid w:val="006A3073"/>
    <w:rsid w:val="006A3868"/>
    <w:rsid w:val="006A4DF5"/>
    <w:rsid w:val="006A5563"/>
    <w:rsid w:val="006A55DC"/>
    <w:rsid w:val="006A6440"/>
    <w:rsid w:val="006A6C1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633A"/>
    <w:rsid w:val="006B68FD"/>
    <w:rsid w:val="006B7034"/>
    <w:rsid w:val="006B7AD8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743"/>
    <w:rsid w:val="006D47F1"/>
    <w:rsid w:val="006D4F2E"/>
    <w:rsid w:val="006D4FB3"/>
    <w:rsid w:val="006D5739"/>
    <w:rsid w:val="006D5E0A"/>
    <w:rsid w:val="006D5E33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BF"/>
    <w:rsid w:val="006E2205"/>
    <w:rsid w:val="006E2338"/>
    <w:rsid w:val="006E2934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2788"/>
    <w:rsid w:val="006F3B2F"/>
    <w:rsid w:val="006F40D7"/>
    <w:rsid w:val="006F4182"/>
    <w:rsid w:val="006F4761"/>
    <w:rsid w:val="006F48A9"/>
    <w:rsid w:val="006F48EC"/>
    <w:rsid w:val="006F5166"/>
    <w:rsid w:val="006F5BEC"/>
    <w:rsid w:val="006F5F01"/>
    <w:rsid w:val="006F6751"/>
    <w:rsid w:val="006F6A7F"/>
    <w:rsid w:val="006F7654"/>
    <w:rsid w:val="006F7C20"/>
    <w:rsid w:val="006F7D49"/>
    <w:rsid w:val="0070026C"/>
    <w:rsid w:val="00700A95"/>
    <w:rsid w:val="00700D8C"/>
    <w:rsid w:val="007010AD"/>
    <w:rsid w:val="00701101"/>
    <w:rsid w:val="007021A9"/>
    <w:rsid w:val="00702EB8"/>
    <w:rsid w:val="0070317A"/>
    <w:rsid w:val="00703876"/>
    <w:rsid w:val="00704D53"/>
    <w:rsid w:val="007053E4"/>
    <w:rsid w:val="00705BE9"/>
    <w:rsid w:val="00705C58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F5A"/>
    <w:rsid w:val="007170D0"/>
    <w:rsid w:val="00717564"/>
    <w:rsid w:val="00717CE5"/>
    <w:rsid w:val="00717F48"/>
    <w:rsid w:val="007208AA"/>
    <w:rsid w:val="00720962"/>
    <w:rsid w:val="0072113E"/>
    <w:rsid w:val="007213D7"/>
    <w:rsid w:val="007216EC"/>
    <w:rsid w:val="00722B75"/>
    <w:rsid w:val="00722F80"/>
    <w:rsid w:val="00722FA7"/>
    <w:rsid w:val="007230FE"/>
    <w:rsid w:val="00723A6F"/>
    <w:rsid w:val="007242B8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740"/>
    <w:rsid w:val="00735A37"/>
    <w:rsid w:val="00735B10"/>
    <w:rsid w:val="0073605C"/>
    <w:rsid w:val="0073667F"/>
    <w:rsid w:val="00736A1B"/>
    <w:rsid w:val="00736A97"/>
    <w:rsid w:val="00736CD9"/>
    <w:rsid w:val="00737D79"/>
    <w:rsid w:val="007400EB"/>
    <w:rsid w:val="007404CA"/>
    <w:rsid w:val="00741136"/>
    <w:rsid w:val="00741B1D"/>
    <w:rsid w:val="00742204"/>
    <w:rsid w:val="007425E9"/>
    <w:rsid w:val="00742752"/>
    <w:rsid w:val="00743EA0"/>
    <w:rsid w:val="0074416A"/>
    <w:rsid w:val="0074444E"/>
    <w:rsid w:val="00744A69"/>
    <w:rsid w:val="00744BA6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C5B"/>
    <w:rsid w:val="00753878"/>
    <w:rsid w:val="00753B25"/>
    <w:rsid w:val="00753BC9"/>
    <w:rsid w:val="00753BFB"/>
    <w:rsid w:val="007542A7"/>
    <w:rsid w:val="007550B0"/>
    <w:rsid w:val="0075516C"/>
    <w:rsid w:val="00755ECB"/>
    <w:rsid w:val="00756724"/>
    <w:rsid w:val="00756CEB"/>
    <w:rsid w:val="00756FEE"/>
    <w:rsid w:val="0075742E"/>
    <w:rsid w:val="00757716"/>
    <w:rsid w:val="00760399"/>
    <w:rsid w:val="00760DBE"/>
    <w:rsid w:val="007616D1"/>
    <w:rsid w:val="00761B92"/>
    <w:rsid w:val="00761FC4"/>
    <w:rsid w:val="00762A37"/>
    <w:rsid w:val="00762AF6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29EC"/>
    <w:rsid w:val="007732C5"/>
    <w:rsid w:val="00773D7C"/>
    <w:rsid w:val="00773E18"/>
    <w:rsid w:val="00774399"/>
    <w:rsid w:val="00774B54"/>
    <w:rsid w:val="00774F30"/>
    <w:rsid w:val="00774FEB"/>
    <w:rsid w:val="0077505F"/>
    <w:rsid w:val="00775F87"/>
    <w:rsid w:val="00775FFB"/>
    <w:rsid w:val="00777014"/>
    <w:rsid w:val="00777253"/>
    <w:rsid w:val="00777B45"/>
    <w:rsid w:val="00777EA7"/>
    <w:rsid w:val="00780D7C"/>
    <w:rsid w:val="0078184A"/>
    <w:rsid w:val="00781FAB"/>
    <w:rsid w:val="00782343"/>
    <w:rsid w:val="007825EC"/>
    <w:rsid w:val="007826EF"/>
    <w:rsid w:val="00782761"/>
    <w:rsid w:val="00782900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C6"/>
    <w:rsid w:val="007927B5"/>
    <w:rsid w:val="00792A8E"/>
    <w:rsid w:val="0079314B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96F"/>
    <w:rsid w:val="007A19F4"/>
    <w:rsid w:val="007A1A16"/>
    <w:rsid w:val="007A1FB5"/>
    <w:rsid w:val="007A1FF4"/>
    <w:rsid w:val="007A21F1"/>
    <w:rsid w:val="007A2DFD"/>
    <w:rsid w:val="007A30A0"/>
    <w:rsid w:val="007A329C"/>
    <w:rsid w:val="007A3B11"/>
    <w:rsid w:val="007A3F27"/>
    <w:rsid w:val="007A41F7"/>
    <w:rsid w:val="007A4A95"/>
    <w:rsid w:val="007A4AA9"/>
    <w:rsid w:val="007A5110"/>
    <w:rsid w:val="007A5615"/>
    <w:rsid w:val="007A5A5F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76B"/>
    <w:rsid w:val="007C317E"/>
    <w:rsid w:val="007C31AF"/>
    <w:rsid w:val="007C3FDD"/>
    <w:rsid w:val="007C4AB3"/>
    <w:rsid w:val="007C4BB6"/>
    <w:rsid w:val="007C615F"/>
    <w:rsid w:val="007C6A24"/>
    <w:rsid w:val="007C71F9"/>
    <w:rsid w:val="007C7469"/>
    <w:rsid w:val="007C7520"/>
    <w:rsid w:val="007C7811"/>
    <w:rsid w:val="007C7B64"/>
    <w:rsid w:val="007D0415"/>
    <w:rsid w:val="007D0619"/>
    <w:rsid w:val="007D065A"/>
    <w:rsid w:val="007D17A4"/>
    <w:rsid w:val="007D1A10"/>
    <w:rsid w:val="007D252C"/>
    <w:rsid w:val="007D2D10"/>
    <w:rsid w:val="007D36AD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7409"/>
    <w:rsid w:val="007F04CB"/>
    <w:rsid w:val="007F12F7"/>
    <w:rsid w:val="007F1316"/>
    <w:rsid w:val="007F159A"/>
    <w:rsid w:val="007F19B2"/>
    <w:rsid w:val="007F207E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8009CE"/>
    <w:rsid w:val="008015F2"/>
    <w:rsid w:val="00801CB9"/>
    <w:rsid w:val="00802034"/>
    <w:rsid w:val="00803371"/>
    <w:rsid w:val="00803957"/>
    <w:rsid w:val="00803CE0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B65"/>
    <w:rsid w:val="00815D55"/>
    <w:rsid w:val="008168E2"/>
    <w:rsid w:val="00817007"/>
    <w:rsid w:val="00820006"/>
    <w:rsid w:val="008207BC"/>
    <w:rsid w:val="008208FA"/>
    <w:rsid w:val="00820D63"/>
    <w:rsid w:val="00820E7F"/>
    <w:rsid w:val="008213A0"/>
    <w:rsid w:val="00821920"/>
    <w:rsid w:val="00821CF1"/>
    <w:rsid w:val="008229AB"/>
    <w:rsid w:val="00824AF0"/>
    <w:rsid w:val="00824F9E"/>
    <w:rsid w:val="00826834"/>
    <w:rsid w:val="0082742E"/>
    <w:rsid w:val="008274B7"/>
    <w:rsid w:val="00827CD4"/>
    <w:rsid w:val="00827DF8"/>
    <w:rsid w:val="00830809"/>
    <w:rsid w:val="00830F25"/>
    <w:rsid w:val="0083114F"/>
    <w:rsid w:val="00831310"/>
    <w:rsid w:val="0083206D"/>
    <w:rsid w:val="00832188"/>
    <w:rsid w:val="008325EF"/>
    <w:rsid w:val="008327AD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676E"/>
    <w:rsid w:val="00836AC8"/>
    <w:rsid w:val="00836BE5"/>
    <w:rsid w:val="00836C77"/>
    <w:rsid w:val="0083797E"/>
    <w:rsid w:val="00837CB9"/>
    <w:rsid w:val="00837EF9"/>
    <w:rsid w:val="00840370"/>
    <w:rsid w:val="00840937"/>
    <w:rsid w:val="00840941"/>
    <w:rsid w:val="00841BF5"/>
    <w:rsid w:val="00841FF6"/>
    <w:rsid w:val="008421E4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386"/>
    <w:rsid w:val="008457E8"/>
    <w:rsid w:val="00845A7F"/>
    <w:rsid w:val="00845ECB"/>
    <w:rsid w:val="00845FFD"/>
    <w:rsid w:val="00846289"/>
    <w:rsid w:val="008463E7"/>
    <w:rsid w:val="008471DA"/>
    <w:rsid w:val="008502A7"/>
    <w:rsid w:val="00850939"/>
    <w:rsid w:val="00851069"/>
    <w:rsid w:val="00851147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131"/>
    <w:rsid w:val="00871969"/>
    <w:rsid w:val="008720D5"/>
    <w:rsid w:val="008723FE"/>
    <w:rsid w:val="008724AE"/>
    <w:rsid w:val="008724BD"/>
    <w:rsid w:val="008724DE"/>
    <w:rsid w:val="00872E6E"/>
    <w:rsid w:val="00873407"/>
    <w:rsid w:val="00873544"/>
    <w:rsid w:val="008737CE"/>
    <w:rsid w:val="008740EF"/>
    <w:rsid w:val="00874D39"/>
    <w:rsid w:val="00874F7D"/>
    <w:rsid w:val="00875110"/>
    <w:rsid w:val="0087526D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6571"/>
    <w:rsid w:val="008967E9"/>
    <w:rsid w:val="008978FB"/>
    <w:rsid w:val="00897A1C"/>
    <w:rsid w:val="00897E04"/>
    <w:rsid w:val="008A09D5"/>
    <w:rsid w:val="008A0B3D"/>
    <w:rsid w:val="008A0DBC"/>
    <w:rsid w:val="008A1469"/>
    <w:rsid w:val="008A14FD"/>
    <w:rsid w:val="008A3874"/>
    <w:rsid w:val="008A3AB5"/>
    <w:rsid w:val="008A3B79"/>
    <w:rsid w:val="008A44BE"/>
    <w:rsid w:val="008A4991"/>
    <w:rsid w:val="008A537C"/>
    <w:rsid w:val="008A566C"/>
    <w:rsid w:val="008A59D9"/>
    <w:rsid w:val="008A59F0"/>
    <w:rsid w:val="008A6004"/>
    <w:rsid w:val="008A6646"/>
    <w:rsid w:val="008A6C89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6319"/>
    <w:rsid w:val="008B651D"/>
    <w:rsid w:val="008B6571"/>
    <w:rsid w:val="008B6816"/>
    <w:rsid w:val="008B6C3C"/>
    <w:rsid w:val="008B6E93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4BF"/>
    <w:rsid w:val="008D1BB4"/>
    <w:rsid w:val="008D1C8A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759B"/>
    <w:rsid w:val="008D7BC5"/>
    <w:rsid w:val="008D7EF0"/>
    <w:rsid w:val="008D7FAD"/>
    <w:rsid w:val="008E01A1"/>
    <w:rsid w:val="008E0C99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D0"/>
    <w:rsid w:val="008F168A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C03"/>
    <w:rsid w:val="008F4C5F"/>
    <w:rsid w:val="008F5212"/>
    <w:rsid w:val="008F5326"/>
    <w:rsid w:val="008F5453"/>
    <w:rsid w:val="008F5469"/>
    <w:rsid w:val="008F5E4A"/>
    <w:rsid w:val="008F6031"/>
    <w:rsid w:val="008F6160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E9F"/>
    <w:rsid w:val="00905EEA"/>
    <w:rsid w:val="009068BA"/>
    <w:rsid w:val="0090691C"/>
    <w:rsid w:val="00906CA5"/>
    <w:rsid w:val="0090708E"/>
    <w:rsid w:val="009077F6"/>
    <w:rsid w:val="00907869"/>
    <w:rsid w:val="00910525"/>
    <w:rsid w:val="00910BA7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B7F"/>
    <w:rsid w:val="00924CCF"/>
    <w:rsid w:val="0092533D"/>
    <w:rsid w:val="00925C2E"/>
    <w:rsid w:val="00926B5D"/>
    <w:rsid w:val="00926F48"/>
    <w:rsid w:val="00927E3C"/>
    <w:rsid w:val="0093003D"/>
    <w:rsid w:val="009302CC"/>
    <w:rsid w:val="00930C5C"/>
    <w:rsid w:val="00930D1D"/>
    <w:rsid w:val="00931395"/>
    <w:rsid w:val="00931C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900"/>
    <w:rsid w:val="00943F02"/>
    <w:rsid w:val="009446AB"/>
    <w:rsid w:val="009446CB"/>
    <w:rsid w:val="00944C09"/>
    <w:rsid w:val="00944D8F"/>
    <w:rsid w:val="00945423"/>
    <w:rsid w:val="00945CE7"/>
    <w:rsid w:val="00945D3A"/>
    <w:rsid w:val="00946193"/>
    <w:rsid w:val="00946C41"/>
    <w:rsid w:val="00946C47"/>
    <w:rsid w:val="00946CA3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41C6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7D5F"/>
    <w:rsid w:val="00970223"/>
    <w:rsid w:val="00970456"/>
    <w:rsid w:val="00970750"/>
    <w:rsid w:val="00970875"/>
    <w:rsid w:val="0097090B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FB"/>
    <w:rsid w:val="009777D2"/>
    <w:rsid w:val="009778F1"/>
    <w:rsid w:val="00977CA3"/>
    <w:rsid w:val="00977D02"/>
    <w:rsid w:val="009801E8"/>
    <w:rsid w:val="00980624"/>
    <w:rsid w:val="0098065C"/>
    <w:rsid w:val="009806CB"/>
    <w:rsid w:val="00981F4A"/>
    <w:rsid w:val="00982535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F94"/>
    <w:rsid w:val="0099011E"/>
    <w:rsid w:val="00990466"/>
    <w:rsid w:val="00990938"/>
    <w:rsid w:val="00990BE3"/>
    <w:rsid w:val="00990DBB"/>
    <w:rsid w:val="009919C2"/>
    <w:rsid w:val="00992B3B"/>
    <w:rsid w:val="00994098"/>
    <w:rsid w:val="009941A0"/>
    <w:rsid w:val="00994AC4"/>
    <w:rsid w:val="0099512F"/>
    <w:rsid w:val="00995233"/>
    <w:rsid w:val="00995297"/>
    <w:rsid w:val="0099536F"/>
    <w:rsid w:val="009955C1"/>
    <w:rsid w:val="009960CD"/>
    <w:rsid w:val="009967A5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B5B"/>
    <w:rsid w:val="009A3673"/>
    <w:rsid w:val="009A3E7D"/>
    <w:rsid w:val="009A42B1"/>
    <w:rsid w:val="009A4589"/>
    <w:rsid w:val="009A46F0"/>
    <w:rsid w:val="009A4819"/>
    <w:rsid w:val="009A4B4B"/>
    <w:rsid w:val="009A4C1F"/>
    <w:rsid w:val="009A4C94"/>
    <w:rsid w:val="009A4F61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4418"/>
    <w:rsid w:val="009C4BAB"/>
    <w:rsid w:val="009C5D2B"/>
    <w:rsid w:val="009C5E2C"/>
    <w:rsid w:val="009C5ECA"/>
    <w:rsid w:val="009C61A6"/>
    <w:rsid w:val="009C669C"/>
    <w:rsid w:val="009C6D52"/>
    <w:rsid w:val="009C76E6"/>
    <w:rsid w:val="009C772E"/>
    <w:rsid w:val="009C77B4"/>
    <w:rsid w:val="009C78A7"/>
    <w:rsid w:val="009C78AA"/>
    <w:rsid w:val="009D1396"/>
    <w:rsid w:val="009D148A"/>
    <w:rsid w:val="009D18AB"/>
    <w:rsid w:val="009D1976"/>
    <w:rsid w:val="009D1CFA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CD0"/>
    <w:rsid w:val="009D5ED2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154"/>
    <w:rsid w:val="009F38D6"/>
    <w:rsid w:val="009F3920"/>
    <w:rsid w:val="009F3C40"/>
    <w:rsid w:val="009F5200"/>
    <w:rsid w:val="009F617B"/>
    <w:rsid w:val="009F6F11"/>
    <w:rsid w:val="009F728A"/>
    <w:rsid w:val="009F728E"/>
    <w:rsid w:val="009F79EB"/>
    <w:rsid w:val="00A00329"/>
    <w:rsid w:val="00A00461"/>
    <w:rsid w:val="00A00956"/>
    <w:rsid w:val="00A00A8A"/>
    <w:rsid w:val="00A00DAA"/>
    <w:rsid w:val="00A00E48"/>
    <w:rsid w:val="00A00E56"/>
    <w:rsid w:val="00A012DE"/>
    <w:rsid w:val="00A01384"/>
    <w:rsid w:val="00A01755"/>
    <w:rsid w:val="00A01E0F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5B2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161F"/>
    <w:rsid w:val="00A1171E"/>
    <w:rsid w:val="00A11852"/>
    <w:rsid w:val="00A11DC1"/>
    <w:rsid w:val="00A12154"/>
    <w:rsid w:val="00A12665"/>
    <w:rsid w:val="00A1323C"/>
    <w:rsid w:val="00A134FE"/>
    <w:rsid w:val="00A13532"/>
    <w:rsid w:val="00A136B3"/>
    <w:rsid w:val="00A13708"/>
    <w:rsid w:val="00A13977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411F"/>
    <w:rsid w:val="00A24156"/>
    <w:rsid w:val="00A243A2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E8B"/>
    <w:rsid w:val="00A3606B"/>
    <w:rsid w:val="00A365CC"/>
    <w:rsid w:val="00A36C44"/>
    <w:rsid w:val="00A36D16"/>
    <w:rsid w:val="00A37086"/>
    <w:rsid w:val="00A37565"/>
    <w:rsid w:val="00A377B4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C19"/>
    <w:rsid w:val="00A52EE6"/>
    <w:rsid w:val="00A53627"/>
    <w:rsid w:val="00A53866"/>
    <w:rsid w:val="00A53911"/>
    <w:rsid w:val="00A54281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6422"/>
    <w:rsid w:val="00A6646D"/>
    <w:rsid w:val="00A66813"/>
    <w:rsid w:val="00A6693A"/>
    <w:rsid w:val="00A66E72"/>
    <w:rsid w:val="00A6734A"/>
    <w:rsid w:val="00A675DA"/>
    <w:rsid w:val="00A6780B"/>
    <w:rsid w:val="00A70131"/>
    <w:rsid w:val="00A701E2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5730"/>
    <w:rsid w:val="00A76B99"/>
    <w:rsid w:val="00A776D3"/>
    <w:rsid w:val="00A77C72"/>
    <w:rsid w:val="00A77DE3"/>
    <w:rsid w:val="00A80491"/>
    <w:rsid w:val="00A80582"/>
    <w:rsid w:val="00A806FB"/>
    <w:rsid w:val="00A80955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A9D"/>
    <w:rsid w:val="00A85D36"/>
    <w:rsid w:val="00A85D4D"/>
    <w:rsid w:val="00A866D2"/>
    <w:rsid w:val="00A87463"/>
    <w:rsid w:val="00A87CD4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730"/>
    <w:rsid w:val="00A95538"/>
    <w:rsid w:val="00A957B9"/>
    <w:rsid w:val="00A958B6"/>
    <w:rsid w:val="00A95AC8"/>
    <w:rsid w:val="00A95DF1"/>
    <w:rsid w:val="00A96619"/>
    <w:rsid w:val="00A96F81"/>
    <w:rsid w:val="00A97739"/>
    <w:rsid w:val="00A979A8"/>
    <w:rsid w:val="00A97B6D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410C"/>
    <w:rsid w:val="00AA447D"/>
    <w:rsid w:val="00AA5DF3"/>
    <w:rsid w:val="00AA615D"/>
    <w:rsid w:val="00AA6183"/>
    <w:rsid w:val="00AA625F"/>
    <w:rsid w:val="00AA64EA"/>
    <w:rsid w:val="00AA64F9"/>
    <w:rsid w:val="00AA65D2"/>
    <w:rsid w:val="00AA66C2"/>
    <w:rsid w:val="00AA6DDF"/>
    <w:rsid w:val="00AA7659"/>
    <w:rsid w:val="00AA7914"/>
    <w:rsid w:val="00AB06C3"/>
    <w:rsid w:val="00AB081F"/>
    <w:rsid w:val="00AB11F9"/>
    <w:rsid w:val="00AB1D1B"/>
    <w:rsid w:val="00AB1EE7"/>
    <w:rsid w:val="00AB2AB8"/>
    <w:rsid w:val="00AB2E34"/>
    <w:rsid w:val="00AB3680"/>
    <w:rsid w:val="00AB3836"/>
    <w:rsid w:val="00AB3F8A"/>
    <w:rsid w:val="00AB4066"/>
    <w:rsid w:val="00AB43A5"/>
    <w:rsid w:val="00AB4481"/>
    <w:rsid w:val="00AB45CB"/>
    <w:rsid w:val="00AB4920"/>
    <w:rsid w:val="00AB4A7C"/>
    <w:rsid w:val="00AB5C5B"/>
    <w:rsid w:val="00AB63B5"/>
    <w:rsid w:val="00AB645E"/>
    <w:rsid w:val="00AB6B30"/>
    <w:rsid w:val="00AC0319"/>
    <w:rsid w:val="00AC1B44"/>
    <w:rsid w:val="00AC2081"/>
    <w:rsid w:val="00AC279D"/>
    <w:rsid w:val="00AC2807"/>
    <w:rsid w:val="00AC2BD4"/>
    <w:rsid w:val="00AC2D67"/>
    <w:rsid w:val="00AC307D"/>
    <w:rsid w:val="00AC319C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7ED0"/>
    <w:rsid w:val="00AD0052"/>
    <w:rsid w:val="00AD10B9"/>
    <w:rsid w:val="00AD1116"/>
    <w:rsid w:val="00AD1B96"/>
    <w:rsid w:val="00AD1BB4"/>
    <w:rsid w:val="00AD1FF4"/>
    <w:rsid w:val="00AD296A"/>
    <w:rsid w:val="00AD2CF6"/>
    <w:rsid w:val="00AD2E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A11"/>
    <w:rsid w:val="00AE3068"/>
    <w:rsid w:val="00AE3270"/>
    <w:rsid w:val="00AE331C"/>
    <w:rsid w:val="00AE3396"/>
    <w:rsid w:val="00AE3EBE"/>
    <w:rsid w:val="00AE44F8"/>
    <w:rsid w:val="00AE4585"/>
    <w:rsid w:val="00AE4979"/>
    <w:rsid w:val="00AE49A4"/>
    <w:rsid w:val="00AE49CC"/>
    <w:rsid w:val="00AE5013"/>
    <w:rsid w:val="00AE50AE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719E"/>
    <w:rsid w:val="00AF76F3"/>
    <w:rsid w:val="00AF7707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87"/>
    <w:rsid w:val="00B14B59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37C"/>
    <w:rsid w:val="00B25119"/>
    <w:rsid w:val="00B252D0"/>
    <w:rsid w:val="00B25411"/>
    <w:rsid w:val="00B25AD9"/>
    <w:rsid w:val="00B25B6E"/>
    <w:rsid w:val="00B278DA"/>
    <w:rsid w:val="00B300B7"/>
    <w:rsid w:val="00B31324"/>
    <w:rsid w:val="00B32AC4"/>
    <w:rsid w:val="00B32C06"/>
    <w:rsid w:val="00B3329F"/>
    <w:rsid w:val="00B334A9"/>
    <w:rsid w:val="00B34247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7E2"/>
    <w:rsid w:val="00B578F0"/>
    <w:rsid w:val="00B60531"/>
    <w:rsid w:val="00B60DC9"/>
    <w:rsid w:val="00B616CB"/>
    <w:rsid w:val="00B6235E"/>
    <w:rsid w:val="00B62440"/>
    <w:rsid w:val="00B64390"/>
    <w:rsid w:val="00B657D9"/>
    <w:rsid w:val="00B66E95"/>
    <w:rsid w:val="00B677CE"/>
    <w:rsid w:val="00B70443"/>
    <w:rsid w:val="00B70BD2"/>
    <w:rsid w:val="00B715C3"/>
    <w:rsid w:val="00B7209F"/>
    <w:rsid w:val="00B722DC"/>
    <w:rsid w:val="00B73179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1C5"/>
    <w:rsid w:val="00B76B3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D7E"/>
    <w:rsid w:val="00B82D94"/>
    <w:rsid w:val="00B8389C"/>
    <w:rsid w:val="00B84A7D"/>
    <w:rsid w:val="00B84BCC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A5"/>
    <w:rsid w:val="00B91786"/>
    <w:rsid w:val="00B91C38"/>
    <w:rsid w:val="00B91D17"/>
    <w:rsid w:val="00B92277"/>
    <w:rsid w:val="00B928C7"/>
    <w:rsid w:val="00B932CD"/>
    <w:rsid w:val="00B934BA"/>
    <w:rsid w:val="00B93719"/>
    <w:rsid w:val="00B93D6F"/>
    <w:rsid w:val="00B9439C"/>
    <w:rsid w:val="00B95308"/>
    <w:rsid w:val="00B958C6"/>
    <w:rsid w:val="00B96D7F"/>
    <w:rsid w:val="00B96DDF"/>
    <w:rsid w:val="00B97FC0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5892"/>
    <w:rsid w:val="00BA6135"/>
    <w:rsid w:val="00BA6389"/>
    <w:rsid w:val="00BA66E9"/>
    <w:rsid w:val="00BA6A6D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F9E"/>
    <w:rsid w:val="00BD7FE0"/>
    <w:rsid w:val="00BE07F5"/>
    <w:rsid w:val="00BE0A6B"/>
    <w:rsid w:val="00BE0E23"/>
    <w:rsid w:val="00BE125B"/>
    <w:rsid w:val="00BE12FC"/>
    <w:rsid w:val="00BE2BBA"/>
    <w:rsid w:val="00BE3165"/>
    <w:rsid w:val="00BE35D5"/>
    <w:rsid w:val="00BE3DC1"/>
    <w:rsid w:val="00BE4ACA"/>
    <w:rsid w:val="00BE57E7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15D3"/>
    <w:rsid w:val="00BF1820"/>
    <w:rsid w:val="00BF20AE"/>
    <w:rsid w:val="00BF24E9"/>
    <w:rsid w:val="00BF2B1F"/>
    <w:rsid w:val="00BF32C2"/>
    <w:rsid w:val="00BF33BE"/>
    <w:rsid w:val="00BF35ED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BB"/>
    <w:rsid w:val="00BF5B84"/>
    <w:rsid w:val="00BF5BA7"/>
    <w:rsid w:val="00BF6A0A"/>
    <w:rsid w:val="00BF7738"/>
    <w:rsid w:val="00BF7F7D"/>
    <w:rsid w:val="00C004E1"/>
    <w:rsid w:val="00C007E9"/>
    <w:rsid w:val="00C007F8"/>
    <w:rsid w:val="00C00E1F"/>
    <w:rsid w:val="00C01208"/>
    <w:rsid w:val="00C027CD"/>
    <w:rsid w:val="00C0305E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AC8"/>
    <w:rsid w:val="00C10B3B"/>
    <w:rsid w:val="00C10E3F"/>
    <w:rsid w:val="00C10E90"/>
    <w:rsid w:val="00C1107F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E1C"/>
    <w:rsid w:val="00C203F1"/>
    <w:rsid w:val="00C204AF"/>
    <w:rsid w:val="00C206E2"/>
    <w:rsid w:val="00C213A3"/>
    <w:rsid w:val="00C214E9"/>
    <w:rsid w:val="00C219AC"/>
    <w:rsid w:val="00C22619"/>
    <w:rsid w:val="00C2378E"/>
    <w:rsid w:val="00C238FC"/>
    <w:rsid w:val="00C23C40"/>
    <w:rsid w:val="00C23D04"/>
    <w:rsid w:val="00C2401F"/>
    <w:rsid w:val="00C24596"/>
    <w:rsid w:val="00C245E0"/>
    <w:rsid w:val="00C250B3"/>
    <w:rsid w:val="00C25F32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4C"/>
    <w:rsid w:val="00C336A6"/>
    <w:rsid w:val="00C33EEF"/>
    <w:rsid w:val="00C33F2F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57E4"/>
    <w:rsid w:val="00C45ACE"/>
    <w:rsid w:val="00C45BE7"/>
    <w:rsid w:val="00C4624F"/>
    <w:rsid w:val="00C46764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55B"/>
    <w:rsid w:val="00C55631"/>
    <w:rsid w:val="00C563D1"/>
    <w:rsid w:val="00C56ACC"/>
    <w:rsid w:val="00C57298"/>
    <w:rsid w:val="00C57331"/>
    <w:rsid w:val="00C57BFB"/>
    <w:rsid w:val="00C600DF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EEA"/>
    <w:rsid w:val="00C660B3"/>
    <w:rsid w:val="00C66346"/>
    <w:rsid w:val="00C67663"/>
    <w:rsid w:val="00C67C9D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773B"/>
    <w:rsid w:val="00C87DB3"/>
    <w:rsid w:val="00C87E15"/>
    <w:rsid w:val="00C90A3B"/>
    <w:rsid w:val="00C90C92"/>
    <w:rsid w:val="00C911E8"/>
    <w:rsid w:val="00C91CA4"/>
    <w:rsid w:val="00C926AE"/>
    <w:rsid w:val="00C929E4"/>
    <w:rsid w:val="00C933C4"/>
    <w:rsid w:val="00C933CA"/>
    <w:rsid w:val="00C93CA7"/>
    <w:rsid w:val="00C9430B"/>
    <w:rsid w:val="00C94469"/>
    <w:rsid w:val="00C95136"/>
    <w:rsid w:val="00C95969"/>
    <w:rsid w:val="00C9605E"/>
    <w:rsid w:val="00C9694B"/>
    <w:rsid w:val="00C96A18"/>
    <w:rsid w:val="00C9750B"/>
    <w:rsid w:val="00C97889"/>
    <w:rsid w:val="00CA06E4"/>
    <w:rsid w:val="00CA0BE7"/>
    <w:rsid w:val="00CA0D71"/>
    <w:rsid w:val="00CA21A6"/>
    <w:rsid w:val="00CA2B1C"/>
    <w:rsid w:val="00CA3072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50C"/>
    <w:rsid w:val="00CA577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B0E"/>
    <w:rsid w:val="00CB79C5"/>
    <w:rsid w:val="00CC00E0"/>
    <w:rsid w:val="00CC0608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5C6"/>
    <w:rsid w:val="00CC3F63"/>
    <w:rsid w:val="00CC3FF0"/>
    <w:rsid w:val="00CC417E"/>
    <w:rsid w:val="00CC4DCE"/>
    <w:rsid w:val="00CC4DDA"/>
    <w:rsid w:val="00CC50F0"/>
    <w:rsid w:val="00CC6F37"/>
    <w:rsid w:val="00CC7B24"/>
    <w:rsid w:val="00CC7F4A"/>
    <w:rsid w:val="00CC7F51"/>
    <w:rsid w:val="00CD03CF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580F"/>
    <w:rsid w:val="00CD586E"/>
    <w:rsid w:val="00CD5FC2"/>
    <w:rsid w:val="00CD62D0"/>
    <w:rsid w:val="00CD6521"/>
    <w:rsid w:val="00CD667A"/>
    <w:rsid w:val="00CD6935"/>
    <w:rsid w:val="00CD6AF7"/>
    <w:rsid w:val="00CD726E"/>
    <w:rsid w:val="00CD728F"/>
    <w:rsid w:val="00CD7700"/>
    <w:rsid w:val="00CE0081"/>
    <w:rsid w:val="00CE066F"/>
    <w:rsid w:val="00CE085C"/>
    <w:rsid w:val="00CE08E0"/>
    <w:rsid w:val="00CE08E1"/>
    <w:rsid w:val="00CE0CBF"/>
    <w:rsid w:val="00CE144C"/>
    <w:rsid w:val="00CE161C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47"/>
    <w:rsid w:val="00CF1426"/>
    <w:rsid w:val="00CF189B"/>
    <w:rsid w:val="00CF1A43"/>
    <w:rsid w:val="00CF1BC4"/>
    <w:rsid w:val="00CF1D0D"/>
    <w:rsid w:val="00CF238A"/>
    <w:rsid w:val="00CF27BA"/>
    <w:rsid w:val="00CF29CF"/>
    <w:rsid w:val="00CF344A"/>
    <w:rsid w:val="00CF3EAA"/>
    <w:rsid w:val="00CF4CE4"/>
    <w:rsid w:val="00CF5053"/>
    <w:rsid w:val="00CF5D69"/>
    <w:rsid w:val="00CF5F98"/>
    <w:rsid w:val="00CF64AE"/>
    <w:rsid w:val="00CF6AD8"/>
    <w:rsid w:val="00CF6E5C"/>
    <w:rsid w:val="00CF7173"/>
    <w:rsid w:val="00CF7210"/>
    <w:rsid w:val="00CF784A"/>
    <w:rsid w:val="00CF7D18"/>
    <w:rsid w:val="00D00721"/>
    <w:rsid w:val="00D008A0"/>
    <w:rsid w:val="00D01079"/>
    <w:rsid w:val="00D01ACA"/>
    <w:rsid w:val="00D01CAD"/>
    <w:rsid w:val="00D04AC9"/>
    <w:rsid w:val="00D05EAC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234"/>
    <w:rsid w:val="00D122B7"/>
    <w:rsid w:val="00D12412"/>
    <w:rsid w:val="00D1292D"/>
    <w:rsid w:val="00D129B9"/>
    <w:rsid w:val="00D13771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C0"/>
    <w:rsid w:val="00D2197E"/>
    <w:rsid w:val="00D219A6"/>
    <w:rsid w:val="00D21FB5"/>
    <w:rsid w:val="00D226EC"/>
    <w:rsid w:val="00D22C8B"/>
    <w:rsid w:val="00D23A5C"/>
    <w:rsid w:val="00D23EB2"/>
    <w:rsid w:val="00D2424B"/>
    <w:rsid w:val="00D243CF"/>
    <w:rsid w:val="00D248FB"/>
    <w:rsid w:val="00D25ACE"/>
    <w:rsid w:val="00D25ECF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D9B"/>
    <w:rsid w:val="00D31DCE"/>
    <w:rsid w:val="00D322ED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A5B"/>
    <w:rsid w:val="00D42E5F"/>
    <w:rsid w:val="00D43758"/>
    <w:rsid w:val="00D43BF8"/>
    <w:rsid w:val="00D44113"/>
    <w:rsid w:val="00D44462"/>
    <w:rsid w:val="00D44701"/>
    <w:rsid w:val="00D449BE"/>
    <w:rsid w:val="00D44ACB"/>
    <w:rsid w:val="00D45354"/>
    <w:rsid w:val="00D454AC"/>
    <w:rsid w:val="00D4587F"/>
    <w:rsid w:val="00D45D78"/>
    <w:rsid w:val="00D474F8"/>
    <w:rsid w:val="00D47606"/>
    <w:rsid w:val="00D51DFD"/>
    <w:rsid w:val="00D520C6"/>
    <w:rsid w:val="00D525A4"/>
    <w:rsid w:val="00D52783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C1C"/>
    <w:rsid w:val="00D61429"/>
    <w:rsid w:val="00D6195E"/>
    <w:rsid w:val="00D61E43"/>
    <w:rsid w:val="00D62024"/>
    <w:rsid w:val="00D6289D"/>
    <w:rsid w:val="00D62E49"/>
    <w:rsid w:val="00D63351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70020"/>
    <w:rsid w:val="00D70433"/>
    <w:rsid w:val="00D70932"/>
    <w:rsid w:val="00D71158"/>
    <w:rsid w:val="00D7187F"/>
    <w:rsid w:val="00D71C60"/>
    <w:rsid w:val="00D71E91"/>
    <w:rsid w:val="00D72625"/>
    <w:rsid w:val="00D73A69"/>
    <w:rsid w:val="00D73E0D"/>
    <w:rsid w:val="00D75289"/>
    <w:rsid w:val="00D75786"/>
    <w:rsid w:val="00D75CAE"/>
    <w:rsid w:val="00D75E7F"/>
    <w:rsid w:val="00D76051"/>
    <w:rsid w:val="00D76237"/>
    <w:rsid w:val="00D766F5"/>
    <w:rsid w:val="00D76B26"/>
    <w:rsid w:val="00D76BB4"/>
    <w:rsid w:val="00D771D4"/>
    <w:rsid w:val="00D77A3A"/>
    <w:rsid w:val="00D77B7B"/>
    <w:rsid w:val="00D77EF9"/>
    <w:rsid w:val="00D80426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5597"/>
    <w:rsid w:val="00D8582F"/>
    <w:rsid w:val="00D859CC"/>
    <w:rsid w:val="00D85F02"/>
    <w:rsid w:val="00D862F7"/>
    <w:rsid w:val="00D8698E"/>
    <w:rsid w:val="00D8774D"/>
    <w:rsid w:val="00D87CE2"/>
    <w:rsid w:val="00D906C8"/>
    <w:rsid w:val="00D90DC9"/>
    <w:rsid w:val="00D91020"/>
    <w:rsid w:val="00D91480"/>
    <w:rsid w:val="00D9211D"/>
    <w:rsid w:val="00D9330C"/>
    <w:rsid w:val="00D935CA"/>
    <w:rsid w:val="00D938E0"/>
    <w:rsid w:val="00D9394F"/>
    <w:rsid w:val="00D94090"/>
    <w:rsid w:val="00D94F8D"/>
    <w:rsid w:val="00D94FD6"/>
    <w:rsid w:val="00D95E1B"/>
    <w:rsid w:val="00D96062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503"/>
    <w:rsid w:val="00DB1F6D"/>
    <w:rsid w:val="00DB2129"/>
    <w:rsid w:val="00DB23F8"/>
    <w:rsid w:val="00DB2509"/>
    <w:rsid w:val="00DB36BE"/>
    <w:rsid w:val="00DB3A36"/>
    <w:rsid w:val="00DB411F"/>
    <w:rsid w:val="00DB48AB"/>
    <w:rsid w:val="00DB4DF7"/>
    <w:rsid w:val="00DB50E4"/>
    <w:rsid w:val="00DB5538"/>
    <w:rsid w:val="00DB59DA"/>
    <w:rsid w:val="00DB5A8E"/>
    <w:rsid w:val="00DB6047"/>
    <w:rsid w:val="00DC0147"/>
    <w:rsid w:val="00DC16CB"/>
    <w:rsid w:val="00DC17BA"/>
    <w:rsid w:val="00DC1FD0"/>
    <w:rsid w:val="00DC207B"/>
    <w:rsid w:val="00DC22B5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40E"/>
    <w:rsid w:val="00DC7636"/>
    <w:rsid w:val="00DD0346"/>
    <w:rsid w:val="00DD0B81"/>
    <w:rsid w:val="00DD0D53"/>
    <w:rsid w:val="00DD0F1C"/>
    <w:rsid w:val="00DD1E9D"/>
    <w:rsid w:val="00DD296B"/>
    <w:rsid w:val="00DD2D86"/>
    <w:rsid w:val="00DD3218"/>
    <w:rsid w:val="00DD3692"/>
    <w:rsid w:val="00DD3898"/>
    <w:rsid w:val="00DD42F7"/>
    <w:rsid w:val="00DD469D"/>
    <w:rsid w:val="00DD4B8F"/>
    <w:rsid w:val="00DD4DEC"/>
    <w:rsid w:val="00DD4ED3"/>
    <w:rsid w:val="00DD5529"/>
    <w:rsid w:val="00DD55AB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7A01"/>
    <w:rsid w:val="00DE7B94"/>
    <w:rsid w:val="00DF0100"/>
    <w:rsid w:val="00DF0250"/>
    <w:rsid w:val="00DF05E5"/>
    <w:rsid w:val="00DF06DC"/>
    <w:rsid w:val="00DF0A91"/>
    <w:rsid w:val="00DF0D82"/>
    <w:rsid w:val="00DF1BCC"/>
    <w:rsid w:val="00DF2334"/>
    <w:rsid w:val="00DF23AB"/>
    <w:rsid w:val="00DF29F1"/>
    <w:rsid w:val="00DF2B94"/>
    <w:rsid w:val="00DF2CA3"/>
    <w:rsid w:val="00DF2CF8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6DD"/>
    <w:rsid w:val="00DF67C8"/>
    <w:rsid w:val="00DF7394"/>
    <w:rsid w:val="00DF7824"/>
    <w:rsid w:val="00DF7DAC"/>
    <w:rsid w:val="00DF7E6E"/>
    <w:rsid w:val="00DF7E85"/>
    <w:rsid w:val="00E00509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7A"/>
    <w:rsid w:val="00E11F9F"/>
    <w:rsid w:val="00E1204E"/>
    <w:rsid w:val="00E12781"/>
    <w:rsid w:val="00E1285D"/>
    <w:rsid w:val="00E130CD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F0"/>
    <w:rsid w:val="00E20440"/>
    <w:rsid w:val="00E21A7E"/>
    <w:rsid w:val="00E2291E"/>
    <w:rsid w:val="00E2357F"/>
    <w:rsid w:val="00E23584"/>
    <w:rsid w:val="00E23A48"/>
    <w:rsid w:val="00E23F98"/>
    <w:rsid w:val="00E23FED"/>
    <w:rsid w:val="00E24982"/>
    <w:rsid w:val="00E24BF6"/>
    <w:rsid w:val="00E24F46"/>
    <w:rsid w:val="00E24F50"/>
    <w:rsid w:val="00E261AE"/>
    <w:rsid w:val="00E26742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E83"/>
    <w:rsid w:val="00E30FC7"/>
    <w:rsid w:val="00E313DE"/>
    <w:rsid w:val="00E314AB"/>
    <w:rsid w:val="00E325D4"/>
    <w:rsid w:val="00E32730"/>
    <w:rsid w:val="00E32E1F"/>
    <w:rsid w:val="00E34160"/>
    <w:rsid w:val="00E3419C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D2B"/>
    <w:rsid w:val="00E454C5"/>
    <w:rsid w:val="00E457E8"/>
    <w:rsid w:val="00E4671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605C"/>
    <w:rsid w:val="00E56102"/>
    <w:rsid w:val="00E56428"/>
    <w:rsid w:val="00E564AE"/>
    <w:rsid w:val="00E56877"/>
    <w:rsid w:val="00E574D5"/>
    <w:rsid w:val="00E60644"/>
    <w:rsid w:val="00E60B0A"/>
    <w:rsid w:val="00E60D88"/>
    <w:rsid w:val="00E60E23"/>
    <w:rsid w:val="00E60F24"/>
    <w:rsid w:val="00E6160B"/>
    <w:rsid w:val="00E618C6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54D2"/>
    <w:rsid w:val="00E6587B"/>
    <w:rsid w:val="00E6760D"/>
    <w:rsid w:val="00E6799E"/>
    <w:rsid w:val="00E67C1E"/>
    <w:rsid w:val="00E7064F"/>
    <w:rsid w:val="00E7126E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61C4"/>
    <w:rsid w:val="00E8651F"/>
    <w:rsid w:val="00E86B39"/>
    <w:rsid w:val="00E876C5"/>
    <w:rsid w:val="00E87914"/>
    <w:rsid w:val="00E87E31"/>
    <w:rsid w:val="00E908B2"/>
    <w:rsid w:val="00E91FAB"/>
    <w:rsid w:val="00E92003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51B1"/>
    <w:rsid w:val="00EA51CA"/>
    <w:rsid w:val="00EA551F"/>
    <w:rsid w:val="00EA5984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C03B0"/>
    <w:rsid w:val="00EC0A72"/>
    <w:rsid w:val="00EC0F50"/>
    <w:rsid w:val="00EC1121"/>
    <w:rsid w:val="00EC2539"/>
    <w:rsid w:val="00EC3CAB"/>
    <w:rsid w:val="00EC40C1"/>
    <w:rsid w:val="00EC53F1"/>
    <w:rsid w:val="00EC59BA"/>
    <w:rsid w:val="00EC59FB"/>
    <w:rsid w:val="00EC6828"/>
    <w:rsid w:val="00EC689A"/>
    <w:rsid w:val="00EC6BB7"/>
    <w:rsid w:val="00EC6C5A"/>
    <w:rsid w:val="00EC7A44"/>
    <w:rsid w:val="00EC7A91"/>
    <w:rsid w:val="00ED105D"/>
    <w:rsid w:val="00ED17F3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725D"/>
    <w:rsid w:val="00EE1155"/>
    <w:rsid w:val="00EE148A"/>
    <w:rsid w:val="00EE14C7"/>
    <w:rsid w:val="00EE14ED"/>
    <w:rsid w:val="00EE1B85"/>
    <w:rsid w:val="00EE2328"/>
    <w:rsid w:val="00EE247D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42E"/>
    <w:rsid w:val="00EF1A6F"/>
    <w:rsid w:val="00EF1BC8"/>
    <w:rsid w:val="00EF2897"/>
    <w:rsid w:val="00EF2B4D"/>
    <w:rsid w:val="00EF302E"/>
    <w:rsid w:val="00EF30D5"/>
    <w:rsid w:val="00EF30FF"/>
    <w:rsid w:val="00EF428D"/>
    <w:rsid w:val="00EF520C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39FC"/>
    <w:rsid w:val="00F03F01"/>
    <w:rsid w:val="00F04EA0"/>
    <w:rsid w:val="00F05211"/>
    <w:rsid w:val="00F05652"/>
    <w:rsid w:val="00F061CB"/>
    <w:rsid w:val="00F06883"/>
    <w:rsid w:val="00F07C61"/>
    <w:rsid w:val="00F1024D"/>
    <w:rsid w:val="00F10830"/>
    <w:rsid w:val="00F11097"/>
    <w:rsid w:val="00F1128E"/>
    <w:rsid w:val="00F11675"/>
    <w:rsid w:val="00F12135"/>
    <w:rsid w:val="00F12F39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E67"/>
    <w:rsid w:val="00F25268"/>
    <w:rsid w:val="00F253EB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F4D"/>
    <w:rsid w:val="00F34210"/>
    <w:rsid w:val="00F34854"/>
    <w:rsid w:val="00F34CF8"/>
    <w:rsid w:val="00F34E8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23B"/>
    <w:rsid w:val="00F438CF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B20"/>
    <w:rsid w:val="00F51E7E"/>
    <w:rsid w:val="00F523C0"/>
    <w:rsid w:val="00F524DB"/>
    <w:rsid w:val="00F53D99"/>
    <w:rsid w:val="00F53E55"/>
    <w:rsid w:val="00F5490D"/>
    <w:rsid w:val="00F54FE3"/>
    <w:rsid w:val="00F550B2"/>
    <w:rsid w:val="00F55965"/>
    <w:rsid w:val="00F55BA2"/>
    <w:rsid w:val="00F55DF3"/>
    <w:rsid w:val="00F56566"/>
    <w:rsid w:val="00F56AD6"/>
    <w:rsid w:val="00F5724C"/>
    <w:rsid w:val="00F5747A"/>
    <w:rsid w:val="00F578A0"/>
    <w:rsid w:val="00F600F3"/>
    <w:rsid w:val="00F6011B"/>
    <w:rsid w:val="00F60788"/>
    <w:rsid w:val="00F61097"/>
    <w:rsid w:val="00F6186A"/>
    <w:rsid w:val="00F61DBA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C39"/>
    <w:rsid w:val="00F749E1"/>
    <w:rsid w:val="00F75369"/>
    <w:rsid w:val="00F753FE"/>
    <w:rsid w:val="00F7660D"/>
    <w:rsid w:val="00F773F8"/>
    <w:rsid w:val="00F77D1C"/>
    <w:rsid w:val="00F8146B"/>
    <w:rsid w:val="00F81975"/>
    <w:rsid w:val="00F819C7"/>
    <w:rsid w:val="00F8282A"/>
    <w:rsid w:val="00F83940"/>
    <w:rsid w:val="00F84308"/>
    <w:rsid w:val="00F84EF3"/>
    <w:rsid w:val="00F85870"/>
    <w:rsid w:val="00F86259"/>
    <w:rsid w:val="00F868D5"/>
    <w:rsid w:val="00F8699B"/>
    <w:rsid w:val="00F874A0"/>
    <w:rsid w:val="00F87A71"/>
    <w:rsid w:val="00F9056F"/>
    <w:rsid w:val="00F90F98"/>
    <w:rsid w:val="00F91741"/>
    <w:rsid w:val="00F91FC7"/>
    <w:rsid w:val="00F92891"/>
    <w:rsid w:val="00F92DBF"/>
    <w:rsid w:val="00F939A4"/>
    <w:rsid w:val="00F93F95"/>
    <w:rsid w:val="00F940CD"/>
    <w:rsid w:val="00F94149"/>
    <w:rsid w:val="00F94742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32DA"/>
    <w:rsid w:val="00FA4571"/>
    <w:rsid w:val="00FA4968"/>
    <w:rsid w:val="00FA50D8"/>
    <w:rsid w:val="00FA5D74"/>
    <w:rsid w:val="00FA5E9E"/>
    <w:rsid w:val="00FA61B3"/>
    <w:rsid w:val="00FA71D7"/>
    <w:rsid w:val="00FA7644"/>
    <w:rsid w:val="00FA7747"/>
    <w:rsid w:val="00FB01D4"/>
    <w:rsid w:val="00FB0394"/>
    <w:rsid w:val="00FB06DD"/>
    <w:rsid w:val="00FB0748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96E"/>
    <w:rsid w:val="00FB7C97"/>
    <w:rsid w:val="00FB7D77"/>
    <w:rsid w:val="00FC0222"/>
    <w:rsid w:val="00FC096F"/>
    <w:rsid w:val="00FC1AF0"/>
    <w:rsid w:val="00FC1DE7"/>
    <w:rsid w:val="00FC1EE6"/>
    <w:rsid w:val="00FC2A2C"/>
    <w:rsid w:val="00FC2DB2"/>
    <w:rsid w:val="00FC2DDB"/>
    <w:rsid w:val="00FC2F63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C3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9A1"/>
    <w:rsid w:val="00FF7016"/>
    <w:rsid w:val="00FF7490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B51D922"/>
  <w15:docId w15:val="{5EE67AFA-E91A-4371-A528-5FCFB7C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uiPriority w:val="99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FA8D-D3EC-426F-A2BA-D7F8418E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601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Saisamorn, Chimyoo</cp:lastModifiedBy>
  <cp:revision>3</cp:revision>
  <cp:lastPrinted>2019-08-08T13:48:00Z</cp:lastPrinted>
  <dcterms:created xsi:type="dcterms:W3CDTF">2019-08-08T15:01:00Z</dcterms:created>
  <dcterms:modified xsi:type="dcterms:W3CDTF">2019-08-08T15:02:00Z</dcterms:modified>
</cp:coreProperties>
</file>