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A09383" w14:textId="77777777" w:rsidR="00D06C82" w:rsidRPr="00472F61" w:rsidRDefault="00D06C82" w:rsidP="00D06C82">
      <w:pPr>
        <w:pStyle w:val="IndexHeading1"/>
        <w:spacing w:after="0" w:line="230" w:lineRule="exact"/>
        <w:outlineLvl w:val="0"/>
      </w:pPr>
      <w:r w:rsidRPr="00472F61">
        <w:t>Note</w:t>
      </w:r>
      <w:r w:rsidRPr="00472F61">
        <w:tab/>
      </w:r>
      <w:r w:rsidRPr="00472F61">
        <w:rPr>
          <w:shd w:val="clear" w:color="auto" w:fill="FFFFFF"/>
        </w:rPr>
        <w:t xml:space="preserve">Contents </w:t>
      </w:r>
    </w:p>
    <w:p w14:paraId="2947B566" w14:textId="77777777" w:rsidR="00D06C82" w:rsidRPr="00472F61" w:rsidRDefault="00D06C82" w:rsidP="00D06C82">
      <w:pPr>
        <w:pStyle w:val="IndexHeading1"/>
        <w:spacing w:after="0" w:line="230" w:lineRule="exact"/>
        <w:outlineLvl w:val="0"/>
      </w:pPr>
    </w:p>
    <w:p w14:paraId="3F06D55C" w14:textId="77777777" w:rsidR="00D06C82" w:rsidRPr="00472F61" w:rsidRDefault="00D06C82" w:rsidP="00D06C82">
      <w:pPr>
        <w:pStyle w:val="index"/>
        <w:tabs>
          <w:tab w:val="num" w:pos="1170"/>
        </w:tabs>
        <w:spacing w:after="0" w:line="230" w:lineRule="exact"/>
        <w:ind w:left="1170" w:hanging="1170"/>
        <w:outlineLvl w:val="0"/>
      </w:pPr>
      <w:r w:rsidRPr="00472F61">
        <w:t>General information</w:t>
      </w:r>
    </w:p>
    <w:p w14:paraId="0433F2F5" w14:textId="77777777" w:rsidR="00D06C82" w:rsidRPr="00472F61" w:rsidRDefault="00D06C82" w:rsidP="00D06C82">
      <w:pPr>
        <w:pStyle w:val="index"/>
        <w:tabs>
          <w:tab w:val="num" w:pos="1170"/>
        </w:tabs>
        <w:spacing w:after="0" w:line="230" w:lineRule="exact"/>
        <w:ind w:left="1170" w:hanging="1170"/>
        <w:outlineLvl w:val="0"/>
      </w:pPr>
      <w:r w:rsidRPr="00472F61">
        <w:t>Basis of preparation of the interim financial statements</w:t>
      </w:r>
    </w:p>
    <w:p w14:paraId="57FC4DE3" w14:textId="75200B95" w:rsidR="00D06C82" w:rsidRPr="00472F61" w:rsidRDefault="009203AE" w:rsidP="009203AE">
      <w:pPr>
        <w:pStyle w:val="index"/>
        <w:tabs>
          <w:tab w:val="num" w:pos="1170"/>
        </w:tabs>
        <w:spacing w:after="0" w:line="230" w:lineRule="exact"/>
        <w:ind w:left="1170" w:hanging="1170"/>
        <w:outlineLvl w:val="0"/>
      </w:pPr>
      <w:r w:rsidRPr="00472F61">
        <w:t xml:space="preserve">Impact of COVID-19 </w:t>
      </w:r>
      <w:r w:rsidR="00B4259C" w:rsidRPr="00B4259C">
        <w:t>pandemic</w:t>
      </w:r>
    </w:p>
    <w:p w14:paraId="0544CFBD" w14:textId="2885FC11" w:rsidR="009203AE" w:rsidRPr="00472F61" w:rsidRDefault="005B6C35" w:rsidP="009203AE">
      <w:pPr>
        <w:pStyle w:val="index"/>
        <w:shd w:val="clear" w:color="auto" w:fill="FFFFFF"/>
        <w:tabs>
          <w:tab w:val="num" w:pos="1170"/>
        </w:tabs>
        <w:spacing w:after="0" w:line="230" w:lineRule="exact"/>
        <w:ind w:left="1170" w:hanging="1170"/>
        <w:outlineLvl w:val="0"/>
      </w:pPr>
      <w:r w:rsidRPr="00472F61">
        <w:t>R</w:t>
      </w:r>
      <w:r w:rsidR="009203AE" w:rsidRPr="00472F61">
        <w:t xml:space="preserve">elated parties </w:t>
      </w:r>
    </w:p>
    <w:p w14:paraId="3BE24A12" w14:textId="1019A033" w:rsidR="000B1014" w:rsidRPr="00472F61" w:rsidRDefault="00AE7D21" w:rsidP="00AE7D21">
      <w:pPr>
        <w:pStyle w:val="index"/>
        <w:shd w:val="clear" w:color="auto" w:fill="FFFFFF"/>
        <w:tabs>
          <w:tab w:val="num" w:pos="1170"/>
        </w:tabs>
        <w:spacing w:after="0" w:line="230" w:lineRule="exact"/>
        <w:ind w:left="1170" w:hanging="1170"/>
        <w:outlineLvl w:val="0"/>
      </w:pPr>
      <w:r w:rsidRPr="00472F61">
        <w:rPr>
          <w:lang w:val="en-US" w:bidi="th-TH"/>
        </w:rPr>
        <w:t xml:space="preserve">Trade </w:t>
      </w:r>
      <w:r w:rsidR="009907E8">
        <w:rPr>
          <w:lang w:val="en-US" w:bidi="th-TH"/>
        </w:rPr>
        <w:t>and other</w:t>
      </w:r>
      <w:r w:rsidRPr="00472F61">
        <w:rPr>
          <w:lang w:val="en-US" w:bidi="th-TH"/>
        </w:rPr>
        <w:t xml:space="preserve"> receivable</w:t>
      </w:r>
      <w:r w:rsidR="00701606">
        <w:rPr>
          <w:lang w:val="en-US" w:bidi="th-TH"/>
        </w:rPr>
        <w:t>s</w:t>
      </w:r>
    </w:p>
    <w:p w14:paraId="73406828" w14:textId="0DDB3221" w:rsidR="00585A5F" w:rsidRPr="00472F61" w:rsidRDefault="00CB72D9" w:rsidP="00D06C82">
      <w:pPr>
        <w:pStyle w:val="index"/>
        <w:tabs>
          <w:tab w:val="num" w:pos="1170"/>
        </w:tabs>
        <w:spacing w:after="0" w:line="230" w:lineRule="exact"/>
        <w:ind w:left="1732" w:hanging="1732"/>
        <w:outlineLvl w:val="0"/>
      </w:pPr>
      <w:r w:rsidRPr="00CB72D9">
        <w:t>Other non-current financial asset - long term investment</w:t>
      </w:r>
    </w:p>
    <w:p w14:paraId="6EF2D850" w14:textId="77777777" w:rsidR="005B6C35" w:rsidRPr="00472F61" w:rsidRDefault="005B6C35" w:rsidP="00D06C82">
      <w:pPr>
        <w:pStyle w:val="index"/>
        <w:tabs>
          <w:tab w:val="num" w:pos="1170"/>
        </w:tabs>
        <w:spacing w:after="0" w:line="230" w:lineRule="exact"/>
        <w:ind w:left="1170" w:hanging="1170"/>
        <w:outlineLvl w:val="0"/>
      </w:pPr>
      <w:r w:rsidRPr="00472F61">
        <w:t xml:space="preserve">Real estate development for sale </w:t>
      </w:r>
    </w:p>
    <w:p w14:paraId="63737F2F" w14:textId="36B593C6" w:rsidR="00D06C82" w:rsidRPr="00472F61" w:rsidRDefault="00503E8A" w:rsidP="00D06C82">
      <w:pPr>
        <w:pStyle w:val="index"/>
        <w:tabs>
          <w:tab w:val="num" w:pos="1170"/>
        </w:tabs>
        <w:spacing w:after="0" w:line="230" w:lineRule="exact"/>
        <w:ind w:left="1170" w:hanging="1170"/>
        <w:outlineLvl w:val="0"/>
      </w:pPr>
      <w:r w:rsidRPr="00472F61">
        <w:t>Investments in associate</w:t>
      </w:r>
      <w:r w:rsidR="00576AD5" w:rsidRPr="00472F61">
        <w:t xml:space="preserve"> and joint venture</w:t>
      </w:r>
    </w:p>
    <w:p w14:paraId="60E30A89" w14:textId="77777777" w:rsidR="00503E8A" w:rsidRPr="00472F61" w:rsidRDefault="00503E8A" w:rsidP="00D06C82">
      <w:pPr>
        <w:pStyle w:val="index"/>
        <w:tabs>
          <w:tab w:val="num" w:pos="1170"/>
        </w:tabs>
        <w:spacing w:after="0" w:line="230" w:lineRule="exact"/>
        <w:ind w:left="1170" w:hanging="1170"/>
        <w:outlineLvl w:val="0"/>
      </w:pPr>
      <w:r w:rsidRPr="00472F61">
        <w:t>Investments in subsidiaries</w:t>
      </w:r>
    </w:p>
    <w:p w14:paraId="01180928" w14:textId="77777777" w:rsidR="00503E8A" w:rsidRPr="00472F61" w:rsidRDefault="00503E8A" w:rsidP="00D06C82">
      <w:pPr>
        <w:pStyle w:val="index"/>
        <w:tabs>
          <w:tab w:val="num" w:pos="1170"/>
        </w:tabs>
        <w:spacing w:after="0" w:line="230" w:lineRule="exact"/>
        <w:ind w:left="1170" w:hanging="1170"/>
        <w:outlineLvl w:val="0"/>
      </w:pPr>
      <w:r w:rsidRPr="00472F61">
        <w:t>Investment properties</w:t>
      </w:r>
    </w:p>
    <w:p w14:paraId="1223FFC7" w14:textId="77777777" w:rsidR="00503E8A" w:rsidRPr="00472F61" w:rsidRDefault="00503E8A" w:rsidP="00D06C82">
      <w:pPr>
        <w:pStyle w:val="index"/>
        <w:tabs>
          <w:tab w:val="num" w:pos="1170"/>
        </w:tabs>
        <w:spacing w:after="0" w:line="230" w:lineRule="exact"/>
        <w:ind w:left="1170" w:hanging="1170"/>
        <w:outlineLvl w:val="0"/>
      </w:pPr>
      <w:r w:rsidRPr="00472F61">
        <w:t>Interest-bearing liabilities</w:t>
      </w:r>
    </w:p>
    <w:p w14:paraId="0A182A46" w14:textId="77777777" w:rsidR="00704931" w:rsidRPr="00472F61" w:rsidRDefault="00704931" w:rsidP="00704931">
      <w:pPr>
        <w:pStyle w:val="index"/>
        <w:shd w:val="clear" w:color="auto" w:fill="FFFFFF"/>
        <w:tabs>
          <w:tab w:val="num" w:pos="1170"/>
        </w:tabs>
        <w:spacing w:after="0" w:line="230" w:lineRule="exact"/>
        <w:ind w:left="1170" w:hanging="1170"/>
        <w:outlineLvl w:val="0"/>
      </w:pPr>
      <w:r w:rsidRPr="00472F61">
        <w:t>Segment information</w:t>
      </w:r>
      <w:r w:rsidR="00576AD5" w:rsidRPr="00472F61">
        <w:t xml:space="preserve"> and</w:t>
      </w:r>
      <w:r w:rsidR="00E739BC" w:rsidRPr="00472F61">
        <w:t xml:space="preserve"> disaggregation of</w:t>
      </w:r>
      <w:r w:rsidR="00576AD5" w:rsidRPr="00472F61">
        <w:t xml:space="preserve"> revenue</w:t>
      </w:r>
    </w:p>
    <w:p w14:paraId="5C1A6827" w14:textId="77777777" w:rsidR="006F14B0" w:rsidRPr="00472F61" w:rsidRDefault="006F14B0" w:rsidP="00704931">
      <w:pPr>
        <w:pStyle w:val="index"/>
        <w:shd w:val="clear" w:color="auto" w:fill="FFFFFF"/>
        <w:tabs>
          <w:tab w:val="num" w:pos="1170"/>
        </w:tabs>
        <w:spacing w:after="0" w:line="230" w:lineRule="exact"/>
        <w:ind w:left="1170" w:hanging="1170"/>
        <w:outlineLvl w:val="0"/>
      </w:pPr>
      <w:r w:rsidRPr="00472F61">
        <w:t>Lease</w:t>
      </w:r>
      <w:r w:rsidR="002C2242" w:rsidRPr="00472F61">
        <w:t>s</w:t>
      </w:r>
    </w:p>
    <w:p w14:paraId="7C1A8282" w14:textId="77777777" w:rsidR="00503E8A" w:rsidRPr="00472F61" w:rsidRDefault="00503E8A" w:rsidP="00503E8A">
      <w:pPr>
        <w:pStyle w:val="index"/>
        <w:tabs>
          <w:tab w:val="num" w:pos="1170"/>
        </w:tabs>
        <w:spacing w:after="0" w:line="230" w:lineRule="exact"/>
        <w:ind w:left="1170" w:hanging="1170"/>
        <w:outlineLvl w:val="0"/>
      </w:pPr>
      <w:r w:rsidRPr="00472F61">
        <w:t>Income tax expense</w:t>
      </w:r>
    </w:p>
    <w:p w14:paraId="200DB1C2" w14:textId="77777777" w:rsidR="00D06C82" w:rsidRPr="00472F61" w:rsidRDefault="00D06C82" w:rsidP="00D06C82">
      <w:pPr>
        <w:pStyle w:val="index"/>
        <w:shd w:val="clear" w:color="auto" w:fill="FFFFFF"/>
        <w:tabs>
          <w:tab w:val="num" w:pos="1170"/>
        </w:tabs>
        <w:spacing w:after="0" w:line="230" w:lineRule="exact"/>
        <w:ind w:left="1170" w:hanging="1170"/>
        <w:outlineLvl w:val="0"/>
      </w:pPr>
      <w:r w:rsidRPr="00472F61">
        <w:t>Earnings per share</w:t>
      </w:r>
    </w:p>
    <w:p w14:paraId="4869351F" w14:textId="77777777" w:rsidR="000066C3" w:rsidRPr="00472F61" w:rsidRDefault="000066C3" w:rsidP="00D06C82">
      <w:pPr>
        <w:pStyle w:val="index"/>
        <w:shd w:val="clear" w:color="auto" w:fill="FFFFFF"/>
        <w:tabs>
          <w:tab w:val="num" w:pos="1170"/>
        </w:tabs>
        <w:spacing w:after="0" w:line="230" w:lineRule="exact"/>
        <w:ind w:left="1170" w:hanging="1170"/>
        <w:outlineLvl w:val="0"/>
      </w:pPr>
      <w:r w:rsidRPr="00472F61">
        <w:t>Financial instruments</w:t>
      </w:r>
    </w:p>
    <w:p w14:paraId="0727B158" w14:textId="77777777" w:rsidR="00D06C82" w:rsidRPr="00472F61" w:rsidRDefault="00D06C82" w:rsidP="00D06C82">
      <w:pPr>
        <w:pStyle w:val="index"/>
        <w:shd w:val="clear" w:color="auto" w:fill="FFFFFF"/>
        <w:tabs>
          <w:tab w:val="num" w:pos="1170"/>
        </w:tabs>
        <w:spacing w:after="0" w:line="230" w:lineRule="exact"/>
        <w:ind w:left="1170" w:hanging="1170"/>
        <w:outlineLvl w:val="0"/>
      </w:pPr>
      <w:r w:rsidRPr="00472F61">
        <w:t>Commitments with non-related parties</w:t>
      </w:r>
    </w:p>
    <w:p w14:paraId="18CB3099" w14:textId="77777777" w:rsidR="00503E8A" w:rsidRPr="00472F61" w:rsidRDefault="00CC5BF5" w:rsidP="00D06C82">
      <w:pPr>
        <w:pStyle w:val="index"/>
        <w:shd w:val="clear" w:color="auto" w:fill="FFFFFF"/>
        <w:tabs>
          <w:tab w:val="num" w:pos="1170"/>
        </w:tabs>
        <w:spacing w:after="0" w:line="230" w:lineRule="exact"/>
        <w:ind w:left="1170" w:hanging="1170"/>
        <w:outlineLvl w:val="0"/>
      </w:pPr>
      <w:r w:rsidRPr="00472F61">
        <w:t>Litigations</w:t>
      </w:r>
    </w:p>
    <w:p w14:paraId="461416D4" w14:textId="77777777" w:rsidR="00503E8A" w:rsidRPr="00472F61" w:rsidRDefault="00503E8A" w:rsidP="00AE7D21">
      <w:pPr>
        <w:pStyle w:val="index"/>
        <w:numPr>
          <w:ilvl w:val="0"/>
          <w:numId w:val="0"/>
        </w:numPr>
        <w:shd w:val="clear" w:color="auto" w:fill="FFFFFF"/>
        <w:spacing w:after="0" w:line="230" w:lineRule="exact"/>
        <w:ind w:left="1129" w:hanging="567"/>
        <w:outlineLvl w:val="0"/>
      </w:pPr>
    </w:p>
    <w:p w14:paraId="0BBC942B" w14:textId="77777777" w:rsidR="00AE7D21" w:rsidRPr="00472F61" w:rsidRDefault="00AE7D21" w:rsidP="00AE7D21">
      <w:pPr>
        <w:pStyle w:val="index"/>
        <w:numPr>
          <w:ilvl w:val="0"/>
          <w:numId w:val="0"/>
        </w:numPr>
        <w:shd w:val="clear" w:color="auto" w:fill="FFFFFF"/>
        <w:spacing w:after="0" w:line="230" w:lineRule="exact"/>
        <w:ind w:left="1129" w:hanging="567"/>
        <w:outlineLvl w:val="0"/>
      </w:pPr>
    </w:p>
    <w:p w14:paraId="5C8CDE3B" w14:textId="77777777" w:rsidR="00D06C82" w:rsidRPr="00472F61" w:rsidRDefault="00D06C82" w:rsidP="009C7989">
      <w:pPr>
        <w:pStyle w:val="index"/>
        <w:numPr>
          <w:ilvl w:val="0"/>
          <w:numId w:val="0"/>
        </w:numPr>
        <w:shd w:val="clear" w:color="auto" w:fill="FFFFFF"/>
        <w:spacing w:after="0" w:line="230" w:lineRule="exact"/>
        <w:ind w:left="2700"/>
        <w:outlineLvl w:val="0"/>
      </w:pPr>
    </w:p>
    <w:p w14:paraId="23366882" w14:textId="77777777" w:rsidR="00343FF8" w:rsidRPr="00472F61" w:rsidRDefault="00D06C82" w:rsidP="00D06C82">
      <w:pPr>
        <w:pStyle w:val="index"/>
        <w:numPr>
          <w:ilvl w:val="0"/>
          <w:numId w:val="0"/>
        </w:numPr>
        <w:shd w:val="clear" w:color="auto" w:fill="FFFFFF"/>
        <w:tabs>
          <w:tab w:val="num" w:pos="1170"/>
        </w:tabs>
        <w:spacing w:after="0" w:line="240" w:lineRule="atLeast"/>
        <w:outlineLvl w:val="0"/>
      </w:pPr>
      <w:r w:rsidRPr="00472F61">
        <w:tab/>
      </w:r>
    </w:p>
    <w:p w14:paraId="79540C5A" w14:textId="77777777" w:rsidR="00343FF8" w:rsidRPr="00472F61" w:rsidRDefault="00343FF8" w:rsidP="00343FF8"/>
    <w:p w14:paraId="286AE3B0" w14:textId="77777777" w:rsidR="00343FF8" w:rsidRPr="00472F61" w:rsidRDefault="00343FF8" w:rsidP="00343FF8"/>
    <w:p w14:paraId="27ADAEAE" w14:textId="77777777" w:rsidR="00343FF8" w:rsidRPr="00472F61" w:rsidRDefault="00343FF8" w:rsidP="00343FF8"/>
    <w:p w14:paraId="4D131796" w14:textId="77777777" w:rsidR="00343FF8" w:rsidRPr="00472F61" w:rsidRDefault="00343FF8" w:rsidP="00343FF8"/>
    <w:p w14:paraId="707CAF2E" w14:textId="77777777" w:rsidR="00343FF8" w:rsidRPr="00472F61" w:rsidRDefault="00343FF8" w:rsidP="00343FF8"/>
    <w:p w14:paraId="7A5961CE" w14:textId="77777777" w:rsidR="00343FF8" w:rsidRPr="00472F61" w:rsidRDefault="00343FF8" w:rsidP="00343FF8"/>
    <w:p w14:paraId="520A23D4" w14:textId="77777777" w:rsidR="00343FF8" w:rsidRPr="00472F61" w:rsidRDefault="00343FF8" w:rsidP="00343FF8"/>
    <w:p w14:paraId="6A0D6FED" w14:textId="77777777" w:rsidR="00343FF8" w:rsidRPr="00472F61" w:rsidRDefault="00343FF8" w:rsidP="00343FF8"/>
    <w:p w14:paraId="208BD73A" w14:textId="77777777" w:rsidR="00343FF8" w:rsidRPr="00472F61" w:rsidRDefault="00343FF8" w:rsidP="00343FF8"/>
    <w:p w14:paraId="2FCC96C6" w14:textId="77777777" w:rsidR="00343FF8" w:rsidRPr="00472F61" w:rsidRDefault="00343FF8" w:rsidP="00343FF8"/>
    <w:p w14:paraId="56C10770" w14:textId="77777777" w:rsidR="00343FF8" w:rsidRPr="00472F61" w:rsidRDefault="00343FF8" w:rsidP="00343FF8"/>
    <w:p w14:paraId="464747E7" w14:textId="77777777" w:rsidR="00343FF8" w:rsidRPr="00472F61" w:rsidRDefault="00343FF8" w:rsidP="00343FF8"/>
    <w:p w14:paraId="379E3831" w14:textId="77777777" w:rsidR="00343FF8" w:rsidRPr="00472F61" w:rsidRDefault="00343FF8" w:rsidP="00343FF8"/>
    <w:p w14:paraId="4BDE9062" w14:textId="77777777" w:rsidR="00343FF8" w:rsidRPr="00472F61" w:rsidRDefault="00343FF8" w:rsidP="00343FF8"/>
    <w:p w14:paraId="3455DE9D" w14:textId="77777777" w:rsidR="00343FF8" w:rsidRPr="00472F61" w:rsidRDefault="00343FF8" w:rsidP="00343FF8"/>
    <w:p w14:paraId="5D49ECCC" w14:textId="77777777" w:rsidR="00D06C82" w:rsidRPr="00472F61" w:rsidRDefault="00D06C82" w:rsidP="00343FF8">
      <w:pPr>
        <w:tabs>
          <w:tab w:val="center" w:pos="4801"/>
        </w:tabs>
        <w:sectPr w:rsidR="00D06C82" w:rsidRPr="00472F61" w:rsidSect="004E658D">
          <w:headerReference w:type="default" r:id="rId8"/>
          <w:footerReference w:type="default" r:id="rId9"/>
          <w:pgSz w:w="11907" w:h="16840"/>
          <w:pgMar w:top="691" w:right="1152" w:bottom="576" w:left="1152" w:header="720" w:footer="720" w:gutter="0"/>
          <w:pgNumType w:start="13"/>
          <w:cols w:space="720"/>
        </w:sectPr>
      </w:pPr>
    </w:p>
    <w:p w14:paraId="780E3E0D" w14:textId="77777777" w:rsidR="00D06C82" w:rsidRPr="00472F61" w:rsidRDefault="00D06C82" w:rsidP="002860DC">
      <w:pPr>
        <w:spacing w:line="240" w:lineRule="atLeast"/>
        <w:ind w:left="540"/>
      </w:pPr>
      <w:r w:rsidRPr="00472F61">
        <w:lastRenderedPageBreak/>
        <w:t>These notes form an integral part of the interim financial statements.</w:t>
      </w:r>
    </w:p>
    <w:p w14:paraId="556F60CC" w14:textId="77777777" w:rsidR="00D06C82" w:rsidRPr="00472F61" w:rsidRDefault="00D06C82" w:rsidP="002860DC">
      <w:pPr>
        <w:spacing w:line="240" w:lineRule="atLeast"/>
        <w:ind w:left="540"/>
        <w:rPr>
          <w:sz w:val="18"/>
          <w:szCs w:val="16"/>
        </w:rPr>
      </w:pPr>
    </w:p>
    <w:p w14:paraId="2CE1577D" w14:textId="35E5AB33" w:rsidR="00D06C82" w:rsidRPr="00472F61" w:rsidRDefault="00D06C82" w:rsidP="002860DC">
      <w:pPr>
        <w:tabs>
          <w:tab w:val="left" w:pos="540"/>
          <w:tab w:val="left" w:pos="630"/>
        </w:tabs>
        <w:ind w:left="540"/>
        <w:jc w:val="both"/>
      </w:pPr>
      <w:r w:rsidRPr="00472F61">
        <w:t xml:space="preserve">The interim financial statements issued for Thai regulatory reporting purposes are prepared in the Thai language. These English language financial statements have been prepared from the Thai language </w:t>
      </w:r>
      <w:r w:rsidRPr="00472F61">
        <w:rPr>
          <w:spacing w:val="-4"/>
        </w:rPr>
        <w:t>financial statements and were approved and authorised for issue by the Board of Directors on</w:t>
      </w:r>
      <w:r w:rsidR="006F14B0" w:rsidRPr="00472F61">
        <w:rPr>
          <w:spacing w:val="-4"/>
          <w:cs/>
          <w:lang w:bidi="th-TH"/>
        </w:rPr>
        <w:t xml:space="preserve"> </w:t>
      </w:r>
      <w:r w:rsidR="004E3AE7">
        <w:rPr>
          <w:spacing w:val="-4"/>
          <w:lang w:bidi="th-TH"/>
        </w:rPr>
        <w:t>7 May 2021.</w:t>
      </w:r>
    </w:p>
    <w:p w14:paraId="5BE62708" w14:textId="77777777" w:rsidR="00D06C82" w:rsidRPr="00472F61" w:rsidRDefault="00D06C82" w:rsidP="00D06C82">
      <w:pPr>
        <w:tabs>
          <w:tab w:val="left" w:pos="6315"/>
        </w:tabs>
        <w:spacing w:line="240" w:lineRule="atLeast"/>
        <w:ind w:left="540"/>
      </w:pPr>
      <w:r w:rsidRPr="00472F61">
        <w:tab/>
      </w:r>
    </w:p>
    <w:p w14:paraId="277448D5" w14:textId="77777777" w:rsidR="00D06C82" w:rsidRPr="00472F61" w:rsidRDefault="00DF2BF3" w:rsidP="002860DC">
      <w:pPr>
        <w:pStyle w:val="index"/>
        <w:numPr>
          <w:ilvl w:val="0"/>
          <w:numId w:val="0"/>
        </w:numPr>
        <w:ind w:left="540" w:hanging="540"/>
        <w:rPr>
          <w:b/>
          <w:bCs/>
          <w:sz w:val="24"/>
          <w:szCs w:val="22"/>
          <w:cs/>
          <w:lang w:bidi="th-TH"/>
        </w:rPr>
      </w:pPr>
      <w:r w:rsidRPr="00472F61">
        <w:rPr>
          <w:b/>
          <w:bCs/>
          <w:sz w:val="24"/>
          <w:szCs w:val="22"/>
        </w:rPr>
        <w:t>1</w:t>
      </w:r>
      <w:r w:rsidRPr="00472F61">
        <w:rPr>
          <w:b/>
          <w:bCs/>
          <w:sz w:val="24"/>
          <w:szCs w:val="22"/>
        </w:rPr>
        <w:tab/>
      </w:r>
      <w:r w:rsidR="00D06C82" w:rsidRPr="00472F61">
        <w:rPr>
          <w:b/>
          <w:bCs/>
          <w:sz w:val="24"/>
          <w:szCs w:val="22"/>
        </w:rPr>
        <w:t xml:space="preserve">General information  </w:t>
      </w:r>
    </w:p>
    <w:p w14:paraId="331ACE93" w14:textId="77777777" w:rsidR="00D06C82" w:rsidRPr="00472F61" w:rsidRDefault="00D06C82" w:rsidP="009F4014">
      <w:pPr>
        <w:pStyle w:val="block"/>
        <w:spacing w:after="0" w:line="240" w:lineRule="atLeast"/>
        <w:ind w:left="450" w:hanging="450"/>
        <w:jc w:val="both"/>
        <w:rPr>
          <w:sz w:val="18"/>
          <w:szCs w:val="16"/>
          <w:shd w:val="clear" w:color="auto" w:fill="CCCCCC"/>
        </w:rPr>
      </w:pPr>
    </w:p>
    <w:p w14:paraId="2673A3E9" w14:textId="77777777" w:rsidR="008A115F" w:rsidRPr="00472F61" w:rsidRDefault="008A115F" w:rsidP="002860DC">
      <w:pPr>
        <w:pStyle w:val="block"/>
        <w:spacing w:after="0" w:line="240" w:lineRule="atLeast"/>
        <w:ind w:left="540"/>
        <w:jc w:val="both"/>
        <w:rPr>
          <w:shd w:val="clear" w:color="auto" w:fill="FFFFFF"/>
          <w:lang w:val="en-US"/>
        </w:rPr>
      </w:pPr>
      <w:r w:rsidRPr="00472F61">
        <w:rPr>
          <w:shd w:val="clear" w:color="auto" w:fill="FFFFFF"/>
          <w:lang w:val="en-US"/>
        </w:rPr>
        <w:t xml:space="preserve">The principal </w:t>
      </w:r>
      <w:r w:rsidR="00551D0F" w:rsidRPr="00472F61">
        <w:rPr>
          <w:shd w:val="clear" w:color="auto" w:fill="FFFFFF"/>
          <w:lang w:val="en-US"/>
        </w:rPr>
        <w:t>activity</w:t>
      </w:r>
      <w:r w:rsidRPr="00472F61">
        <w:rPr>
          <w:shd w:val="clear" w:color="auto" w:fill="FFFFFF"/>
          <w:lang w:val="en-US"/>
        </w:rPr>
        <w:t xml:space="preserve"> of the </w:t>
      </w:r>
      <w:r w:rsidR="007C7DB0" w:rsidRPr="00472F61">
        <w:rPr>
          <w:shd w:val="clear" w:color="auto" w:fill="FFFFFF"/>
          <w:lang w:val="en-US" w:bidi="th-TH"/>
        </w:rPr>
        <w:t>Group</w:t>
      </w:r>
      <w:r w:rsidR="00B32B62" w:rsidRPr="00472F61">
        <w:rPr>
          <w:shd w:val="clear" w:color="auto" w:fill="FFFFFF"/>
          <w:lang w:val="en-US"/>
        </w:rPr>
        <w:t xml:space="preserve"> </w:t>
      </w:r>
      <w:r w:rsidR="00551D0F" w:rsidRPr="00472F61">
        <w:rPr>
          <w:shd w:val="clear" w:color="auto" w:fill="FFFFFF"/>
          <w:lang w:val="en-US"/>
        </w:rPr>
        <w:t>is</w:t>
      </w:r>
      <w:r w:rsidR="000E5F32" w:rsidRPr="00472F61">
        <w:rPr>
          <w:shd w:val="clear" w:color="auto" w:fill="FFFFFF"/>
          <w:lang w:val="en-US"/>
        </w:rPr>
        <w:t xml:space="preserve"> </w:t>
      </w:r>
      <w:r w:rsidR="00451AAD" w:rsidRPr="00472F61">
        <w:rPr>
          <w:shd w:val="clear" w:color="auto" w:fill="FFFFFF"/>
          <w:lang w:val="en-US"/>
        </w:rPr>
        <w:t>real estate</w:t>
      </w:r>
      <w:r w:rsidR="000E5F32" w:rsidRPr="00472F61">
        <w:rPr>
          <w:shd w:val="clear" w:color="auto" w:fill="FFFFFF"/>
          <w:lang w:val="en-US"/>
        </w:rPr>
        <w:t xml:space="preserve"> development</w:t>
      </w:r>
      <w:r w:rsidR="00551D0F" w:rsidRPr="00472F61">
        <w:rPr>
          <w:shd w:val="clear" w:color="auto" w:fill="FFFFFF"/>
          <w:lang w:val="en-US"/>
        </w:rPr>
        <w:t xml:space="preserve"> in Thailand</w:t>
      </w:r>
      <w:r w:rsidR="000E5F32" w:rsidRPr="00472F61">
        <w:rPr>
          <w:shd w:val="clear" w:color="auto" w:fill="FFFFFF"/>
          <w:lang w:val="en-US"/>
        </w:rPr>
        <w:t>.</w:t>
      </w:r>
      <w:r w:rsidR="00551D0F" w:rsidRPr="00472F61">
        <w:rPr>
          <w:shd w:val="clear" w:color="auto" w:fill="FFFFFF"/>
          <w:lang w:val="en-US"/>
        </w:rPr>
        <w:t xml:space="preserve"> </w:t>
      </w:r>
    </w:p>
    <w:p w14:paraId="3D63F890" w14:textId="77777777" w:rsidR="000E5F32" w:rsidRPr="00472F61" w:rsidRDefault="000E5F32" w:rsidP="000E5F32">
      <w:pPr>
        <w:pStyle w:val="block"/>
        <w:spacing w:after="0" w:line="240" w:lineRule="atLeast"/>
        <w:ind w:left="450"/>
        <w:jc w:val="both"/>
        <w:rPr>
          <w:lang w:val="en-US"/>
        </w:rPr>
      </w:pPr>
    </w:p>
    <w:p w14:paraId="3F437AC3" w14:textId="77777777" w:rsidR="00D06C82" w:rsidRPr="00472F61" w:rsidRDefault="00DF2BF3" w:rsidP="002860DC">
      <w:pPr>
        <w:pStyle w:val="index"/>
        <w:numPr>
          <w:ilvl w:val="0"/>
          <w:numId w:val="0"/>
        </w:numPr>
        <w:ind w:left="540" w:hanging="540"/>
        <w:rPr>
          <w:b/>
          <w:bCs/>
          <w:sz w:val="24"/>
          <w:szCs w:val="24"/>
        </w:rPr>
      </w:pPr>
      <w:r w:rsidRPr="00472F61">
        <w:rPr>
          <w:b/>
          <w:bCs/>
          <w:sz w:val="24"/>
          <w:szCs w:val="24"/>
          <w:lang w:val="en-US"/>
        </w:rPr>
        <w:t>2</w:t>
      </w:r>
      <w:r w:rsidRPr="00472F61">
        <w:rPr>
          <w:sz w:val="24"/>
          <w:szCs w:val="24"/>
          <w:lang w:val="en-US"/>
        </w:rPr>
        <w:tab/>
      </w:r>
      <w:r w:rsidR="00D06C82" w:rsidRPr="00472F61">
        <w:rPr>
          <w:b/>
          <w:bCs/>
          <w:sz w:val="24"/>
          <w:szCs w:val="24"/>
        </w:rPr>
        <w:t>Basis of preparation of the interim financial statements</w:t>
      </w:r>
    </w:p>
    <w:p w14:paraId="1AC96B80" w14:textId="77777777" w:rsidR="00D06C82" w:rsidRPr="00472F61" w:rsidRDefault="00D06C82" w:rsidP="00D06C82"/>
    <w:p w14:paraId="3C2DCD1D" w14:textId="77777777" w:rsidR="00D06C82" w:rsidRPr="00472F61" w:rsidRDefault="005F29FF" w:rsidP="002860DC">
      <w:pPr>
        <w:pStyle w:val="index"/>
        <w:numPr>
          <w:ilvl w:val="0"/>
          <w:numId w:val="0"/>
        </w:numPr>
        <w:ind w:left="540" w:hanging="540"/>
        <w:jc w:val="both"/>
        <w:rPr>
          <w:i/>
          <w:iCs/>
          <w:szCs w:val="22"/>
          <w:lang w:val="en-US"/>
        </w:rPr>
      </w:pPr>
      <w:r w:rsidRPr="00472F61">
        <w:rPr>
          <w:i/>
          <w:iCs/>
          <w:szCs w:val="22"/>
          <w:lang w:val="en-US"/>
        </w:rPr>
        <w:t>(a)</w:t>
      </w:r>
      <w:r w:rsidRPr="00472F61">
        <w:rPr>
          <w:i/>
          <w:iCs/>
          <w:szCs w:val="22"/>
          <w:lang w:val="en-US"/>
        </w:rPr>
        <w:tab/>
      </w:r>
      <w:r w:rsidR="00D06C82" w:rsidRPr="00472F61">
        <w:rPr>
          <w:i/>
          <w:iCs/>
          <w:szCs w:val="22"/>
          <w:lang w:val="en-US"/>
        </w:rPr>
        <w:t>Statement of compliance</w:t>
      </w:r>
    </w:p>
    <w:p w14:paraId="4422B38B" w14:textId="77777777" w:rsidR="00D06C82" w:rsidRPr="00472F61" w:rsidRDefault="00D06C82" w:rsidP="00D06C82">
      <w:pPr>
        <w:pStyle w:val="BodyText"/>
        <w:spacing w:after="0" w:line="240" w:lineRule="atLeast"/>
        <w:jc w:val="both"/>
      </w:pPr>
    </w:p>
    <w:p w14:paraId="024EA574" w14:textId="6C137744" w:rsidR="0086226A" w:rsidRPr="00472F61" w:rsidRDefault="0086226A" w:rsidP="002860DC">
      <w:pPr>
        <w:pStyle w:val="BodyText"/>
        <w:spacing w:after="0" w:line="240" w:lineRule="atLeast"/>
        <w:ind w:left="540" w:right="-27"/>
        <w:jc w:val="both"/>
      </w:pPr>
      <w:r w:rsidRPr="00472F61">
        <w:t xml:space="preserve">The </w:t>
      </w:r>
      <w:r w:rsidR="00E739BC" w:rsidRPr="00472F61">
        <w:t xml:space="preserve">condensed </w:t>
      </w:r>
      <w:r w:rsidRPr="00472F61">
        <w:t>interim financial statements are presented in the same format as the annual financial statements</w:t>
      </w:r>
      <w:r w:rsidR="00657517" w:rsidRPr="00472F61">
        <w:t xml:space="preserve"> </w:t>
      </w:r>
      <w:r w:rsidR="004E3AE7">
        <w:t>together with</w:t>
      </w:r>
      <w:r w:rsidRPr="00472F61">
        <w:t xml:space="preserve"> notes to the interim financial statements on a condensed basis</w:t>
      </w:r>
      <w:r w:rsidR="00657517" w:rsidRPr="00472F61">
        <w:t xml:space="preserve"> (“interim financial statements”)</w:t>
      </w:r>
      <w:r w:rsidRPr="00472F61">
        <w:t xml:space="preserve"> in accordance with Thai Accounting Standard (TAS) No. 34 </w:t>
      </w:r>
      <w:r w:rsidRPr="00472F61">
        <w:rPr>
          <w:i/>
          <w:iCs/>
        </w:rPr>
        <w:t>Interim Financial Reporting,</w:t>
      </w:r>
      <w:r w:rsidR="007C7DB0" w:rsidRPr="00472F61">
        <w:t xml:space="preserve"> </w:t>
      </w:r>
      <w:r w:rsidRPr="00472F61">
        <w:t xml:space="preserve">guidelines promulgated by the Federation of Accounting Professions and applicable rules and regulations of the Thai Securities and Exchange Commission. </w:t>
      </w:r>
    </w:p>
    <w:p w14:paraId="1E2E1155" w14:textId="77777777" w:rsidR="00D717C3" w:rsidRPr="00472F61" w:rsidRDefault="00D717C3" w:rsidP="002860DC">
      <w:pPr>
        <w:pStyle w:val="BodyText"/>
        <w:spacing w:after="0" w:line="240" w:lineRule="atLeast"/>
        <w:ind w:left="540"/>
        <w:jc w:val="both"/>
      </w:pPr>
    </w:p>
    <w:p w14:paraId="685BBA94" w14:textId="287D244E" w:rsidR="00D06C82" w:rsidRPr="00472F61" w:rsidRDefault="00D717C3" w:rsidP="002860DC">
      <w:pPr>
        <w:pStyle w:val="BodyText"/>
        <w:spacing w:after="0" w:line="240" w:lineRule="atLeast"/>
        <w:ind w:left="540"/>
        <w:jc w:val="thaiDistribute"/>
      </w:pPr>
      <w:r w:rsidRPr="00472F61">
        <w:t xml:space="preserve">The interim financial statements do not include </w:t>
      </w:r>
      <w:proofErr w:type="gramStart"/>
      <w:r w:rsidRPr="00472F61">
        <w:t>all of</w:t>
      </w:r>
      <w:proofErr w:type="gramEnd"/>
      <w:r w:rsidRPr="00472F61">
        <w:t xml:space="preserve">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w:t>
      </w:r>
      <w:r w:rsidR="000618C3" w:rsidRPr="00472F61">
        <w:t>Company</w:t>
      </w:r>
      <w:r w:rsidRPr="00472F61">
        <w:t xml:space="preserve"> and its subsidiaries for the year ended </w:t>
      </w:r>
      <w:r w:rsidR="00451AAD" w:rsidRPr="00472F61">
        <w:br/>
      </w:r>
      <w:r w:rsidRPr="00472F61">
        <w:t>31 December 20</w:t>
      </w:r>
      <w:r w:rsidR="004E3AE7">
        <w:t>20</w:t>
      </w:r>
      <w:r w:rsidRPr="00472F61">
        <w:t>.</w:t>
      </w:r>
    </w:p>
    <w:p w14:paraId="2211A24C" w14:textId="77777777" w:rsidR="002C2242" w:rsidRPr="00472F61" w:rsidRDefault="002C2242" w:rsidP="002860DC">
      <w:pPr>
        <w:pStyle w:val="BodyText"/>
        <w:spacing w:after="0" w:line="240" w:lineRule="atLeast"/>
        <w:ind w:left="540"/>
        <w:jc w:val="thaiDistribute"/>
      </w:pPr>
    </w:p>
    <w:p w14:paraId="0232EA2F" w14:textId="461725E8" w:rsidR="004E3AE7" w:rsidRDefault="004E3AE7" w:rsidP="002C2242">
      <w:pPr>
        <w:pStyle w:val="BodyText"/>
        <w:spacing w:after="0" w:line="240" w:lineRule="auto"/>
        <w:ind w:left="540"/>
        <w:jc w:val="thaiDistribute"/>
      </w:pPr>
      <w:r w:rsidRPr="004E3AE7">
        <w:t>The Group has initially applied revised TFRS that are effective for annual periods beginning on or after 1 January 2021 and has not early adopted TFRS which are not yet effective. The application has no material impact on the financial statements.</w:t>
      </w:r>
    </w:p>
    <w:p w14:paraId="68C874CB" w14:textId="77777777" w:rsidR="004E3AE7" w:rsidRPr="00472F61" w:rsidRDefault="004E3AE7" w:rsidP="002C2242">
      <w:pPr>
        <w:pStyle w:val="BodyText"/>
        <w:spacing w:after="0" w:line="240" w:lineRule="auto"/>
        <w:ind w:left="540"/>
        <w:jc w:val="thaiDistribute"/>
      </w:pPr>
    </w:p>
    <w:p w14:paraId="65254EA5" w14:textId="77777777" w:rsidR="00D06C82" w:rsidRPr="00472F61" w:rsidRDefault="00FE5817" w:rsidP="002860DC">
      <w:pPr>
        <w:pStyle w:val="index"/>
        <w:numPr>
          <w:ilvl w:val="0"/>
          <w:numId w:val="0"/>
        </w:numPr>
        <w:ind w:left="540" w:hanging="540"/>
        <w:jc w:val="both"/>
        <w:rPr>
          <w:b/>
          <w:bCs/>
          <w:color w:val="0000FF"/>
        </w:rPr>
      </w:pPr>
      <w:r w:rsidRPr="00472F61">
        <w:rPr>
          <w:i/>
          <w:iCs/>
          <w:szCs w:val="22"/>
          <w:lang w:val="en-US"/>
        </w:rPr>
        <w:t>(</w:t>
      </w:r>
      <w:r w:rsidR="009552B4" w:rsidRPr="00472F61">
        <w:rPr>
          <w:i/>
          <w:iCs/>
          <w:szCs w:val="22"/>
          <w:lang w:val="en-US"/>
        </w:rPr>
        <w:t>b</w:t>
      </w:r>
      <w:r w:rsidRPr="00472F61">
        <w:rPr>
          <w:i/>
          <w:iCs/>
          <w:szCs w:val="22"/>
          <w:lang w:val="en-US"/>
        </w:rPr>
        <w:t>)</w:t>
      </w:r>
      <w:r w:rsidR="00F23A56" w:rsidRPr="00472F61">
        <w:rPr>
          <w:i/>
          <w:iCs/>
          <w:szCs w:val="22"/>
          <w:lang w:val="en-US"/>
        </w:rPr>
        <w:tab/>
      </w:r>
      <w:r w:rsidR="0086226A" w:rsidRPr="00472F61">
        <w:rPr>
          <w:i/>
          <w:iCs/>
        </w:rPr>
        <w:t xml:space="preserve">Use of judgements, estimates and accounting policies </w:t>
      </w:r>
      <w:r w:rsidR="0086226A" w:rsidRPr="00472F61">
        <w:rPr>
          <w:b/>
          <w:bCs/>
          <w:color w:val="0000FF"/>
        </w:rPr>
        <w:t xml:space="preserve">  </w:t>
      </w:r>
    </w:p>
    <w:p w14:paraId="63470A4C" w14:textId="77777777" w:rsidR="0086226A" w:rsidRPr="00472F61" w:rsidRDefault="0086226A" w:rsidP="0086226A">
      <w:pPr>
        <w:pStyle w:val="index"/>
        <w:numPr>
          <w:ilvl w:val="0"/>
          <w:numId w:val="0"/>
        </w:numPr>
        <w:ind w:left="450" w:hanging="450"/>
        <w:jc w:val="both"/>
        <w:rPr>
          <w:i/>
          <w:iCs/>
          <w:color w:val="0000FF"/>
          <w:szCs w:val="22"/>
          <w:lang w:val="en-US"/>
        </w:rPr>
      </w:pPr>
    </w:p>
    <w:p w14:paraId="048F8385" w14:textId="5D8643C6" w:rsidR="004E3AE7" w:rsidRPr="00151B7D" w:rsidRDefault="004E3AE7" w:rsidP="00060A44">
      <w:pPr>
        <w:spacing w:line="240" w:lineRule="auto"/>
        <w:ind w:left="540"/>
        <w:jc w:val="thaiDistribute"/>
        <w:rPr>
          <w:rFonts w:cs="Angsana New"/>
          <w:lang w:val="en-US" w:bidi="th-TH"/>
        </w:rPr>
      </w:pPr>
      <w:r w:rsidRPr="004E3AE7">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2020, except for those described in note 3</w:t>
      </w:r>
      <w:r w:rsidR="00151B7D">
        <w:rPr>
          <w:rFonts w:cs="Angsana New"/>
          <w:lang w:val="en-US" w:bidi="th-TH"/>
        </w:rPr>
        <w:t>.</w:t>
      </w:r>
    </w:p>
    <w:p w14:paraId="6AB24773" w14:textId="77777777" w:rsidR="000752DE" w:rsidRPr="00472F61" w:rsidRDefault="000752DE" w:rsidP="00060A44">
      <w:pPr>
        <w:spacing w:line="240" w:lineRule="auto"/>
        <w:ind w:left="540"/>
        <w:jc w:val="thaiDistribute"/>
      </w:pPr>
    </w:p>
    <w:p w14:paraId="44FEB08E" w14:textId="19A64377" w:rsidR="000752DE" w:rsidRPr="00472F61" w:rsidRDefault="000752DE" w:rsidP="00BC102D">
      <w:pPr>
        <w:spacing w:line="240" w:lineRule="auto"/>
        <w:jc w:val="thaiDistribute"/>
        <w:rPr>
          <w:b/>
          <w:sz w:val="24"/>
          <w:szCs w:val="30"/>
          <w:highlight w:val="cyan"/>
          <w:lang w:val="en-US" w:bidi="th-TH"/>
        </w:rPr>
      </w:pPr>
      <w:r w:rsidRPr="00472F61">
        <w:rPr>
          <w:b/>
          <w:bCs/>
          <w:sz w:val="24"/>
          <w:szCs w:val="24"/>
        </w:rPr>
        <w:t>3</w:t>
      </w:r>
      <w:r w:rsidRPr="00472F61">
        <w:rPr>
          <w:b/>
          <w:sz w:val="24"/>
          <w:szCs w:val="30"/>
          <w:lang w:val="en-US" w:bidi="th-TH"/>
        </w:rPr>
        <w:tab/>
      </w:r>
      <w:r w:rsidR="00BC102D" w:rsidRPr="00472F61">
        <w:rPr>
          <w:b/>
          <w:sz w:val="24"/>
          <w:szCs w:val="30"/>
          <w:lang w:val="en-US" w:bidi="th-TH"/>
        </w:rPr>
        <w:t>Impact of COVID-19 pandemic</w:t>
      </w:r>
    </w:p>
    <w:p w14:paraId="6159476B" w14:textId="5F7557B6" w:rsidR="00BC102D" w:rsidRDefault="00BC102D" w:rsidP="00BC102D">
      <w:pPr>
        <w:spacing w:line="240" w:lineRule="auto"/>
        <w:ind w:left="540"/>
        <w:jc w:val="thaiDistribute"/>
      </w:pPr>
    </w:p>
    <w:p w14:paraId="33B2C67F" w14:textId="258120FA" w:rsidR="00394C9F" w:rsidRPr="00394C9F" w:rsidRDefault="00394C9F" w:rsidP="00394C9F">
      <w:pPr>
        <w:spacing w:line="240" w:lineRule="auto"/>
        <w:ind w:left="540"/>
        <w:jc w:val="thaiDistribute"/>
      </w:pPr>
      <w:r w:rsidRPr="00394C9F">
        <w:t xml:space="preserve">COVID-19 pandemic is still on going, while vaccines for COVID-19 are being rolled out during 2021. Due to uncertainty of the situation in 2020, the Group applied accounting guidance on temporary accounting relief measures for additional accounting options in response to impact from the situation of COVID-19 in preparing the financial statements for the year ended 31 December 2020 </w:t>
      </w:r>
      <w:r w:rsidRPr="005D7445">
        <w:t>by excluding COVID-19 situation in considering of impairment of trade accounts receivables under simplified approach using historical loss rate and did not take forward-looking information into account and fair value under TFRS13. Non-financial assets and non-marketable equity securities.</w:t>
      </w:r>
      <w:r w:rsidR="00E34F61" w:rsidRPr="005D7445">
        <w:t xml:space="preserve"> The Group choose to exclude the factor of COVID-19 situation, which may affect future f</w:t>
      </w:r>
      <w:r w:rsidR="00E34F61" w:rsidRPr="005D7445">
        <w:rPr>
          <w:rFonts w:hint="eastAsia"/>
          <w:lang w:eastAsia="ja-JP"/>
        </w:rPr>
        <w:t>i</w:t>
      </w:r>
      <w:r w:rsidR="00E34F61" w:rsidRPr="005D7445">
        <w:rPr>
          <w:lang w:eastAsia="ja-JP"/>
        </w:rPr>
        <w:t>n</w:t>
      </w:r>
      <w:r w:rsidR="00E34F61" w:rsidRPr="005D7445">
        <w:t>ancial forecast, in fair value measurement technique.</w:t>
      </w:r>
      <w:r w:rsidRPr="00394C9F">
        <w:t xml:space="preserve"> As the accounting guidance already expired on 31 December 2020, the Group has adjusted the value of assets in 2021 (see note 16).</w:t>
      </w:r>
    </w:p>
    <w:p w14:paraId="6C00DF21" w14:textId="079C501D" w:rsidR="00151B7D" w:rsidRDefault="00151B7D" w:rsidP="00400122">
      <w:pPr>
        <w:ind w:left="540"/>
        <w:jc w:val="thaiDistribute"/>
      </w:pPr>
      <w:r>
        <w:br w:type="page"/>
      </w:r>
    </w:p>
    <w:p w14:paraId="44E291E1" w14:textId="77777777" w:rsidR="00D0389E" w:rsidRPr="00472F61" w:rsidRDefault="006F14B0" w:rsidP="002860DC">
      <w:pPr>
        <w:pStyle w:val="index"/>
        <w:numPr>
          <w:ilvl w:val="0"/>
          <w:numId w:val="0"/>
        </w:numPr>
        <w:tabs>
          <w:tab w:val="left" w:pos="540"/>
        </w:tabs>
        <w:spacing w:after="0" w:line="240" w:lineRule="atLeast"/>
        <w:rPr>
          <w:b/>
          <w:bCs/>
          <w:sz w:val="24"/>
          <w:szCs w:val="22"/>
        </w:rPr>
      </w:pPr>
      <w:r w:rsidRPr="00472F61">
        <w:rPr>
          <w:b/>
          <w:bCs/>
          <w:sz w:val="24"/>
          <w:szCs w:val="22"/>
        </w:rPr>
        <w:lastRenderedPageBreak/>
        <w:t>4</w:t>
      </w:r>
      <w:r w:rsidR="00380AD8" w:rsidRPr="00472F61">
        <w:rPr>
          <w:b/>
          <w:bCs/>
          <w:sz w:val="24"/>
          <w:szCs w:val="22"/>
        </w:rPr>
        <w:tab/>
      </w:r>
      <w:r w:rsidR="00D0389E" w:rsidRPr="00472F61">
        <w:rPr>
          <w:b/>
          <w:bCs/>
          <w:sz w:val="24"/>
          <w:szCs w:val="22"/>
        </w:rPr>
        <w:t xml:space="preserve">Related parties </w:t>
      </w:r>
    </w:p>
    <w:p w14:paraId="43033609" w14:textId="77777777" w:rsidR="005E1B1E" w:rsidRPr="00472F61" w:rsidRDefault="005E1B1E" w:rsidP="008D749D">
      <w:pPr>
        <w:spacing w:line="240" w:lineRule="auto"/>
      </w:pPr>
    </w:p>
    <w:p w14:paraId="6D3CD42E" w14:textId="41D36623" w:rsidR="007D76E5" w:rsidRPr="00472F61" w:rsidRDefault="005E1B1E" w:rsidP="00426B61">
      <w:pPr>
        <w:pStyle w:val="BodyText"/>
        <w:spacing w:after="0" w:line="240" w:lineRule="atLeast"/>
        <w:ind w:left="540"/>
        <w:jc w:val="thaiDistribute"/>
      </w:pPr>
      <w:r w:rsidRPr="00472F61">
        <w:rPr>
          <w:szCs w:val="22"/>
        </w:rPr>
        <w:t>Relationships</w:t>
      </w:r>
      <w:r w:rsidRPr="00472F61">
        <w:t xml:space="preserve"> with subsidiaries, associates and joint venture are described in notes </w:t>
      </w:r>
      <w:r w:rsidR="009552B4" w:rsidRPr="00472F61">
        <w:rPr>
          <w:lang w:val="en-US" w:bidi="th-TH"/>
        </w:rPr>
        <w:t>8</w:t>
      </w:r>
      <w:r w:rsidRPr="00472F61">
        <w:t xml:space="preserve"> and </w:t>
      </w:r>
      <w:r w:rsidR="009552B4" w:rsidRPr="00472F61">
        <w:t>9</w:t>
      </w:r>
      <w:r w:rsidRPr="00472F61">
        <w:t xml:space="preserve">. </w:t>
      </w:r>
    </w:p>
    <w:p w14:paraId="51A4CB8A" w14:textId="77777777" w:rsidR="00426B61" w:rsidRPr="00472F61" w:rsidRDefault="00426B61" w:rsidP="00426B61">
      <w:pPr>
        <w:pStyle w:val="BodyText"/>
        <w:spacing w:after="0" w:line="240" w:lineRule="atLeast"/>
        <w:ind w:left="540"/>
        <w:jc w:val="thaiDistribute"/>
        <w:rPr>
          <w:sz w:val="18"/>
          <w:szCs w:val="16"/>
        </w:rPr>
      </w:pPr>
    </w:p>
    <w:p w14:paraId="28CE95F8" w14:textId="77777777" w:rsidR="00D16F72" w:rsidRPr="00472F61" w:rsidRDefault="00D16F72" w:rsidP="00266E6D">
      <w:pPr>
        <w:spacing w:line="240" w:lineRule="auto"/>
        <w:rPr>
          <w:spacing w:val="-2"/>
          <w:sz w:val="18"/>
          <w:szCs w:val="16"/>
        </w:rPr>
      </w:pPr>
    </w:p>
    <w:tbl>
      <w:tblPr>
        <w:tblpPr w:leftFromText="180" w:rightFromText="180" w:vertAnchor="text" w:tblpX="513" w:tblpY="1"/>
        <w:tblOverlap w:val="never"/>
        <w:tblW w:w="9439" w:type="dxa"/>
        <w:tblLayout w:type="fixed"/>
        <w:tblCellMar>
          <w:left w:w="79" w:type="dxa"/>
          <w:right w:w="79" w:type="dxa"/>
        </w:tblCellMar>
        <w:tblLook w:val="0000" w:firstRow="0" w:lastRow="0" w:firstColumn="0" w:lastColumn="0" w:noHBand="0" w:noVBand="0"/>
      </w:tblPr>
      <w:tblGrid>
        <w:gridCol w:w="4399"/>
        <w:gridCol w:w="1170"/>
        <w:gridCol w:w="180"/>
        <w:gridCol w:w="1080"/>
        <w:gridCol w:w="178"/>
        <w:gridCol w:w="1093"/>
        <w:gridCol w:w="181"/>
        <w:gridCol w:w="1158"/>
      </w:tblGrid>
      <w:tr w:rsidR="002860DC" w:rsidRPr="00472F61" w14:paraId="729090C7" w14:textId="77777777" w:rsidTr="001123F7">
        <w:trPr>
          <w:cantSplit/>
          <w:tblHeader/>
        </w:trPr>
        <w:tc>
          <w:tcPr>
            <w:tcW w:w="4399" w:type="dxa"/>
            <w:vAlign w:val="bottom"/>
          </w:tcPr>
          <w:p w14:paraId="185C13DA" w14:textId="098A7E43" w:rsidR="002860DC" w:rsidRPr="00472F61" w:rsidRDefault="003E3C57" w:rsidP="004312D6">
            <w:pPr>
              <w:spacing w:line="240" w:lineRule="atLeast"/>
              <w:rPr>
                <w:i/>
                <w:iCs/>
                <w:szCs w:val="22"/>
              </w:rPr>
            </w:pPr>
            <w:r w:rsidRPr="003E3C57">
              <w:rPr>
                <w:b/>
                <w:bCs/>
                <w:i/>
                <w:iCs/>
                <w:szCs w:val="22"/>
              </w:rPr>
              <w:t xml:space="preserve">Significant transactions with related parties </w:t>
            </w:r>
          </w:p>
        </w:tc>
        <w:tc>
          <w:tcPr>
            <w:tcW w:w="2430" w:type="dxa"/>
            <w:gridSpan w:val="3"/>
          </w:tcPr>
          <w:p w14:paraId="1F7253FC" w14:textId="77777777" w:rsidR="002860DC" w:rsidRPr="00472F61" w:rsidRDefault="002860DC" w:rsidP="004312D6">
            <w:pPr>
              <w:pStyle w:val="acctmergecolhdg"/>
              <w:spacing w:line="240" w:lineRule="atLeast"/>
              <w:rPr>
                <w:szCs w:val="22"/>
              </w:rPr>
            </w:pPr>
            <w:r w:rsidRPr="00472F61">
              <w:rPr>
                <w:szCs w:val="22"/>
              </w:rPr>
              <w:t xml:space="preserve">Consolidated </w:t>
            </w:r>
          </w:p>
          <w:p w14:paraId="000CB076" w14:textId="77777777" w:rsidR="002860DC" w:rsidRPr="00472F61" w:rsidRDefault="002860DC" w:rsidP="004312D6">
            <w:pPr>
              <w:pStyle w:val="acctmergecolhdg"/>
              <w:spacing w:line="240" w:lineRule="atLeast"/>
              <w:rPr>
                <w:szCs w:val="22"/>
              </w:rPr>
            </w:pPr>
            <w:r w:rsidRPr="00472F61">
              <w:rPr>
                <w:szCs w:val="22"/>
              </w:rPr>
              <w:t>financial statements</w:t>
            </w:r>
          </w:p>
        </w:tc>
        <w:tc>
          <w:tcPr>
            <w:tcW w:w="178" w:type="dxa"/>
          </w:tcPr>
          <w:p w14:paraId="01DA3E0B" w14:textId="77777777" w:rsidR="002860DC" w:rsidRPr="00472F61" w:rsidRDefault="002860DC" w:rsidP="004312D6">
            <w:pPr>
              <w:pStyle w:val="acctmergecolhdg"/>
              <w:spacing w:line="240" w:lineRule="atLeast"/>
              <w:rPr>
                <w:szCs w:val="22"/>
              </w:rPr>
            </w:pPr>
          </w:p>
        </w:tc>
        <w:tc>
          <w:tcPr>
            <w:tcW w:w="2432" w:type="dxa"/>
            <w:gridSpan w:val="3"/>
          </w:tcPr>
          <w:p w14:paraId="2C8ACEB1" w14:textId="77777777" w:rsidR="002860DC" w:rsidRPr="00472F61" w:rsidRDefault="002860DC" w:rsidP="004312D6">
            <w:pPr>
              <w:pStyle w:val="acctmergecolhdg"/>
              <w:spacing w:line="240" w:lineRule="atLeast"/>
              <w:rPr>
                <w:szCs w:val="22"/>
              </w:rPr>
            </w:pPr>
            <w:r w:rsidRPr="00472F61">
              <w:rPr>
                <w:szCs w:val="22"/>
              </w:rPr>
              <w:t xml:space="preserve">Separate </w:t>
            </w:r>
          </w:p>
          <w:p w14:paraId="64282140" w14:textId="77777777" w:rsidR="002860DC" w:rsidRPr="00472F61" w:rsidRDefault="002860DC" w:rsidP="004312D6">
            <w:pPr>
              <w:pStyle w:val="acctmergecolhdg"/>
              <w:spacing w:line="240" w:lineRule="atLeast"/>
              <w:rPr>
                <w:szCs w:val="22"/>
              </w:rPr>
            </w:pPr>
            <w:r w:rsidRPr="00472F61">
              <w:rPr>
                <w:szCs w:val="22"/>
              </w:rPr>
              <w:t>financial statements</w:t>
            </w:r>
          </w:p>
        </w:tc>
      </w:tr>
      <w:tr w:rsidR="002860DC" w:rsidRPr="00472F61" w14:paraId="70D53AF1" w14:textId="77777777" w:rsidTr="001123F7">
        <w:trPr>
          <w:cantSplit/>
          <w:tblHeader/>
        </w:trPr>
        <w:tc>
          <w:tcPr>
            <w:tcW w:w="4399" w:type="dxa"/>
          </w:tcPr>
          <w:p w14:paraId="2F0F1E27" w14:textId="211A8FCE" w:rsidR="002860DC" w:rsidRPr="00472F61" w:rsidRDefault="001123F7" w:rsidP="004312D6">
            <w:pPr>
              <w:pStyle w:val="acctfourfigures"/>
              <w:spacing w:line="240" w:lineRule="atLeast"/>
              <w:rPr>
                <w:b/>
                <w:bCs/>
                <w:i/>
                <w:iCs/>
                <w:szCs w:val="22"/>
              </w:rPr>
            </w:pPr>
            <w:r w:rsidRPr="00472F61">
              <w:rPr>
                <w:b/>
                <w:bCs/>
                <w:i/>
                <w:iCs/>
                <w:szCs w:val="22"/>
              </w:rPr>
              <w:t>Three-month period ended 31 March</w:t>
            </w:r>
          </w:p>
        </w:tc>
        <w:tc>
          <w:tcPr>
            <w:tcW w:w="1170" w:type="dxa"/>
          </w:tcPr>
          <w:p w14:paraId="72047B62" w14:textId="77777777" w:rsidR="002860DC" w:rsidRPr="00472F61" w:rsidRDefault="002860DC" w:rsidP="004312D6">
            <w:pPr>
              <w:pStyle w:val="acctmergecolhdg"/>
              <w:spacing w:line="240" w:lineRule="atLeast"/>
              <w:rPr>
                <w:b w:val="0"/>
                <w:bCs/>
                <w:szCs w:val="22"/>
              </w:rPr>
            </w:pPr>
            <w:r w:rsidRPr="00472F61">
              <w:rPr>
                <w:b w:val="0"/>
                <w:bCs/>
                <w:szCs w:val="22"/>
              </w:rPr>
              <w:t>202</w:t>
            </w:r>
            <w:r w:rsidR="000168E4" w:rsidRPr="00472F61">
              <w:rPr>
                <w:b w:val="0"/>
                <w:bCs/>
                <w:szCs w:val="22"/>
              </w:rPr>
              <w:t>1</w:t>
            </w:r>
          </w:p>
        </w:tc>
        <w:tc>
          <w:tcPr>
            <w:tcW w:w="180" w:type="dxa"/>
          </w:tcPr>
          <w:p w14:paraId="30FE47CD" w14:textId="77777777" w:rsidR="002860DC" w:rsidRPr="00472F61" w:rsidRDefault="002860DC" w:rsidP="004312D6">
            <w:pPr>
              <w:pStyle w:val="acctmergecolhdg"/>
              <w:spacing w:line="240" w:lineRule="atLeast"/>
              <w:rPr>
                <w:b w:val="0"/>
                <w:bCs/>
                <w:szCs w:val="22"/>
              </w:rPr>
            </w:pPr>
          </w:p>
        </w:tc>
        <w:tc>
          <w:tcPr>
            <w:tcW w:w="1080" w:type="dxa"/>
          </w:tcPr>
          <w:p w14:paraId="26155E36" w14:textId="77777777" w:rsidR="002860DC" w:rsidRPr="00472F61" w:rsidRDefault="002860DC" w:rsidP="004312D6">
            <w:pPr>
              <w:pStyle w:val="acctmergecolhdg"/>
              <w:spacing w:line="240" w:lineRule="atLeast"/>
              <w:rPr>
                <w:b w:val="0"/>
                <w:bCs/>
                <w:szCs w:val="22"/>
              </w:rPr>
            </w:pPr>
            <w:r w:rsidRPr="00472F61">
              <w:rPr>
                <w:b w:val="0"/>
                <w:bCs/>
                <w:szCs w:val="22"/>
              </w:rPr>
              <w:t>20</w:t>
            </w:r>
            <w:r w:rsidR="000168E4" w:rsidRPr="00472F61">
              <w:rPr>
                <w:b w:val="0"/>
                <w:bCs/>
                <w:szCs w:val="22"/>
              </w:rPr>
              <w:t>20</w:t>
            </w:r>
          </w:p>
        </w:tc>
        <w:tc>
          <w:tcPr>
            <w:tcW w:w="178" w:type="dxa"/>
          </w:tcPr>
          <w:p w14:paraId="1CCC162F" w14:textId="77777777" w:rsidR="002860DC" w:rsidRPr="00472F61" w:rsidRDefault="002860DC" w:rsidP="004312D6">
            <w:pPr>
              <w:pStyle w:val="acctmergecolhdg"/>
              <w:spacing w:line="240" w:lineRule="atLeast"/>
              <w:rPr>
                <w:b w:val="0"/>
                <w:bCs/>
                <w:szCs w:val="22"/>
              </w:rPr>
            </w:pPr>
          </w:p>
        </w:tc>
        <w:tc>
          <w:tcPr>
            <w:tcW w:w="1093" w:type="dxa"/>
          </w:tcPr>
          <w:p w14:paraId="5C7BD75F" w14:textId="77777777" w:rsidR="002860DC" w:rsidRPr="00472F61" w:rsidRDefault="002860DC" w:rsidP="004312D6">
            <w:pPr>
              <w:pStyle w:val="acctmergecolhdg"/>
              <w:spacing w:line="240" w:lineRule="atLeast"/>
              <w:rPr>
                <w:b w:val="0"/>
                <w:bCs/>
                <w:szCs w:val="22"/>
              </w:rPr>
            </w:pPr>
            <w:r w:rsidRPr="00472F61">
              <w:rPr>
                <w:b w:val="0"/>
                <w:bCs/>
                <w:szCs w:val="22"/>
              </w:rPr>
              <w:t>202</w:t>
            </w:r>
            <w:r w:rsidR="000168E4" w:rsidRPr="00472F61">
              <w:rPr>
                <w:b w:val="0"/>
                <w:bCs/>
                <w:szCs w:val="22"/>
              </w:rPr>
              <w:t>1</w:t>
            </w:r>
          </w:p>
        </w:tc>
        <w:tc>
          <w:tcPr>
            <w:tcW w:w="181" w:type="dxa"/>
          </w:tcPr>
          <w:p w14:paraId="16025099" w14:textId="77777777" w:rsidR="002860DC" w:rsidRPr="00472F61" w:rsidRDefault="002860DC" w:rsidP="004312D6">
            <w:pPr>
              <w:pStyle w:val="acctmergecolhdg"/>
              <w:spacing w:line="240" w:lineRule="atLeast"/>
              <w:rPr>
                <w:b w:val="0"/>
                <w:bCs/>
                <w:szCs w:val="22"/>
              </w:rPr>
            </w:pPr>
          </w:p>
        </w:tc>
        <w:tc>
          <w:tcPr>
            <w:tcW w:w="1158" w:type="dxa"/>
          </w:tcPr>
          <w:p w14:paraId="71DAC570" w14:textId="77777777" w:rsidR="002860DC" w:rsidRPr="00472F61" w:rsidRDefault="002860DC" w:rsidP="004312D6">
            <w:pPr>
              <w:pStyle w:val="acctmergecolhdg"/>
              <w:spacing w:line="240" w:lineRule="atLeast"/>
              <w:rPr>
                <w:b w:val="0"/>
                <w:bCs/>
                <w:szCs w:val="22"/>
              </w:rPr>
            </w:pPr>
            <w:r w:rsidRPr="00472F61">
              <w:rPr>
                <w:b w:val="0"/>
                <w:bCs/>
                <w:szCs w:val="22"/>
              </w:rPr>
              <w:t>20</w:t>
            </w:r>
            <w:r w:rsidR="000168E4" w:rsidRPr="00472F61">
              <w:rPr>
                <w:b w:val="0"/>
                <w:bCs/>
                <w:szCs w:val="22"/>
              </w:rPr>
              <w:t>20</w:t>
            </w:r>
          </w:p>
        </w:tc>
      </w:tr>
      <w:tr w:rsidR="002860DC" w:rsidRPr="00472F61" w14:paraId="09F06CF7" w14:textId="77777777" w:rsidTr="001123F7">
        <w:trPr>
          <w:cantSplit/>
          <w:tblHeader/>
        </w:trPr>
        <w:tc>
          <w:tcPr>
            <w:tcW w:w="4399" w:type="dxa"/>
          </w:tcPr>
          <w:p w14:paraId="3F432710" w14:textId="77777777" w:rsidR="002860DC" w:rsidRPr="00472F61" w:rsidRDefault="002860DC" w:rsidP="004312D6">
            <w:pPr>
              <w:spacing w:line="240" w:lineRule="atLeast"/>
              <w:rPr>
                <w:b/>
                <w:bCs/>
                <w:i/>
                <w:iCs/>
                <w:szCs w:val="22"/>
              </w:rPr>
            </w:pPr>
          </w:p>
        </w:tc>
        <w:tc>
          <w:tcPr>
            <w:tcW w:w="5040" w:type="dxa"/>
            <w:gridSpan w:val="7"/>
          </w:tcPr>
          <w:p w14:paraId="0E3E5FDD" w14:textId="77777777" w:rsidR="002860DC" w:rsidRPr="00472F61" w:rsidRDefault="002860DC" w:rsidP="004312D6">
            <w:pPr>
              <w:pStyle w:val="acctfourfigures"/>
              <w:spacing w:line="240" w:lineRule="atLeast"/>
              <w:jc w:val="center"/>
              <w:rPr>
                <w:i/>
                <w:iCs/>
                <w:szCs w:val="22"/>
              </w:rPr>
            </w:pPr>
            <w:r w:rsidRPr="00472F61">
              <w:rPr>
                <w:i/>
                <w:iCs/>
                <w:szCs w:val="22"/>
              </w:rPr>
              <w:t>(in thousand Baht)</w:t>
            </w:r>
          </w:p>
        </w:tc>
      </w:tr>
      <w:tr w:rsidR="003C54A8" w:rsidRPr="00472F61" w14:paraId="28012C31" w14:textId="77777777" w:rsidTr="004312D6">
        <w:trPr>
          <w:cantSplit/>
        </w:trPr>
        <w:tc>
          <w:tcPr>
            <w:tcW w:w="4399" w:type="dxa"/>
          </w:tcPr>
          <w:p w14:paraId="679104BD" w14:textId="77777777" w:rsidR="003C54A8" w:rsidRPr="00472F61" w:rsidRDefault="003C54A8" w:rsidP="004312D6">
            <w:pPr>
              <w:spacing w:line="240" w:lineRule="atLeast"/>
              <w:rPr>
                <w:b/>
                <w:bCs/>
                <w:szCs w:val="22"/>
              </w:rPr>
            </w:pPr>
            <w:r w:rsidRPr="00472F61">
              <w:rPr>
                <w:b/>
                <w:bCs/>
                <w:szCs w:val="22"/>
              </w:rPr>
              <w:t xml:space="preserve">Ultimate parent </w:t>
            </w:r>
            <w:r w:rsidR="00D14E02" w:rsidRPr="00472F61">
              <w:rPr>
                <w:b/>
                <w:bCs/>
                <w:szCs w:val="22"/>
              </w:rPr>
              <w:t>company</w:t>
            </w:r>
          </w:p>
        </w:tc>
        <w:tc>
          <w:tcPr>
            <w:tcW w:w="1170" w:type="dxa"/>
          </w:tcPr>
          <w:p w14:paraId="416FABAA" w14:textId="77777777" w:rsidR="003C54A8" w:rsidRPr="00472F61" w:rsidRDefault="003C54A8" w:rsidP="004312D6">
            <w:pPr>
              <w:pStyle w:val="acctfourfigures"/>
              <w:spacing w:line="240" w:lineRule="atLeast"/>
              <w:rPr>
                <w:szCs w:val="22"/>
              </w:rPr>
            </w:pPr>
          </w:p>
        </w:tc>
        <w:tc>
          <w:tcPr>
            <w:tcW w:w="180" w:type="dxa"/>
          </w:tcPr>
          <w:p w14:paraId="74196CE6" w14:textId="77777777" w:rsidR="003C54A8" w:rsidRPr="00472F61" w:rsidRDefault="003C54A8" w:rsidP="004312D6">
            <w:pPr>
              <w:pStyle w:val="acctfourfigures"/>
              <w:spacing w:line="240" w:lineRule="atLeast"/>
              <w:rPr>
                <w:szCs w:val="22"/>
              </w:rPr>
            </w:pPr>
          </w:p>
        </w:tc>
        <w:tc>
          <w:tcPr>
            <w:tcW w:w="1080" w:type="dxa"/>
          </w:tcPr>
          <w:p w14:paraId="0E73B316" w14:textId="77777777" w:rsidR="003C54A8" w:rsidRPr="00472F61" w:rsidRDefault="003C54A8" w:rsidP="004312D6">
            <w:pPr>
              <w:pStyle w:val="acctfourfigures"/>
              <w:spacing w:line="240" w:lineRule="atLeast"/>
              <w:rPr>
                <w:szCs w:val="22"/>
              </w:rPr>
            </w:pPr>
          </w:p>
        </w:tc>
        <w:tc>
          <w:tcPr>
            <w:tcW w:w="178" w:type="dxa"/>
          </w:tcPr>
          <w:p w14:paraId="07AA0C77" w14:textId="77777777" w:rsidR="003C54A8" w:rsidRPr="00472F61" w:rsidRDefault="003C54A8" w:rsidP="004312D6">
            <w:pPr>
              <w:pStyle w:val="acctfourfigures"/>
              <w:spacing w:line="240" w:lineRule="atLeast"/>
              <w:rPr>
                <w:szCs w:val="22"/>
              </w:rPr>
            </w:pPr>
          </w:p>
        </w:tc>
        <w:tc>
          <w:tcPr>
            <w:tcW w:w="1093" w:type="dxa"/>
          </w:tcPr>
          <w:p w14:paraId="21ACF0EC" w14:textId="77777777" w:rsidR="003C54A8" w:rsidRPr="00472F61" w:rsidRDefault="003C54A8" w:rsidP="004312D6">
            <w:pPr>
              <w:pStyle w:val="acctfourfigures"/>
              <w:spacing w:line="240" w:lineRule="atLeast"/>
              <w:rPr>
                <w:szCs w:val="22"/>
              </w:rPr>
            </w:pPr>
          </w:p>
        </w:tc>
        <w:tc>
          <w:tcPr>
            <w:tcW w:w="181" w:type="dxa"/>
          </w:tcPr>
          <w:p w14:paraId="02A3505A" w14:textId="77777777" w:rsidR="003C54A8" w:rsidRPr="00472F61" w:rsidRDefault="003C54A8" w:rsidP="004312D6">
            <w:pPr>
              <w:pStyle w:val="acctfourfigures"/>
              <w:spacing w:line="240" w:lineRule="atLeast"/>
              <w:rPr>
                <w:szCs w:val="22"/>
              </w:rPr>
            </w:pPr>
          </w:p>
        </w:tc>
        <w:tc>
          <w:tcPr>
            <w:tcW w:w="1158" w:type="dxa"/>
          </w:tcPr>
          <w:p w14:paraId="4E4E2C2A" w14:textId="77777777" w:rsidR="003C54A8" w:rsidRPr="00472F61" w:rsidRDefault="003C54A8" w:rsidP="004312D6">
            <w:pPr>
              <w:pStyle w:val="acctfourfigures"/>
              <w:spacing w:line="240" w:lineRule="atLeast"/>
              <w:rPr>
                <w:szCs w:val="22"/>
              </w:rPr>
            </w:pPr>
          </w:p>
        </w:tc>
      </w:tr>
      <w:tr w:rsidR="00AE7D21" w:rsidRPr="00472F61" w14:paraId="249F202E" w14:textId="77777777" w:rsidTr="004312D6">
        <w:trPr>
          <w:cantSplit/>
        </w:trPr>
        <w:tc>
          <w:tcPr>
            <w:tcW w:w="4399" w:type="dxa"/>
          </w:tcPr>
          <w:p w14:paraId="5009119E" w14:textId="03354EC9" w:rsidR="00AE7D21" w:rsidRPr="00472F61" w:rsidRDefault="00BC102D" w:rsidP="004312D6">
            <w:pPr>
              <w:spacing w:line="240" w:lineRule="atLeast"/>
              <w:ind w:right="-108"/>
              <w:jc w:val="both"/>
              <w:rPr>
                <w:szCs w:val="22"/>
              </w:rPr>
            </w:pPr>
            <w:r w:rsidRPr="00472F61">
              <w:rPr>
                <w:szCs w:val="22"/>
                <w:lang w:bidi="th-TH"/>
              </w:rPr>
              <w:t>Rental and service cost</w:t>
            </w:r>
          </w:p>
        </w:tc>
        <w:tc>
          <w:tcPr>
            <w:tcW w:w="1170" w:type="dxa"/>
          </w:tcPr>
          <w:p w14:paraId="06F5AE9F" w14:textId="77777777" w:rsidR="00AE7D21" w:rsidRPr="00472F61" w:rsidRDefault="00AE7D21" w:rsidP="004312D6">
            <w:pPr>
              <w:pStyle w:val="BodyText"/>
              <w:tabs>
                <w:tab w:val="decimal" w:pos="920"/>
              </w:tabs>
              <w:spacing w:after="0" w:line="240" w:lineRule="auto"/>
              <w:ind w:left="-108" w:right="-131"/>
              <w:rPr>
                <w:szCs w:val="22"/>
                <w:lang w:val="en-US" w:bidi="th-TH"/>
              </w:rPr>
            </w:pPr>
            <w:r w:rsidRPr="00472F61">
              <w:rPr>
                <w:szCs w:val="22"/>
                <w:lang w:val="en-US"/>
              </w:rPr>
              <w:t>565</w:t>
            </w:r>
          </w:p>
        </w:tc>
        <w:tc>
          <w:tcPr>
            <w:tcW w:w="180" w:type="dxa"/>
          </w:tcPr>
          <w:p w14:paraId="1A38C389" w14:textId="77777777" w:rsidR="00AE7D21" w:rsidRPr="00472F61" w:rsidRDefault="00AE7D21" w:rsidP="004312D6">
            <w:pPr>
              <w:rPr>
                <w:szCs w:val="22"/>
              </w:rPr>
            </w:pPr>
          </w:p>
        </w:tc>
        <w:tc>
          <w:tcPr>
            <w:tcW w:w="1080" w:type="dxa"/>
          </w:tcPr>
          <w:p w14:paraId="0EB213F9" w14:textId="4C40F909" w:rsidR="00AE7D21" w:rsidRPr="00A34B97" w:rsidRDefault="00A34B97" w:rsidP="004312D6">
            <w:pPr>
              <w:pStyle w:val="acctfourfigures"/>
              <w:tabs>
                <w:tab w:val="clear" w:pos="765"/>
                <w:tab w:val="decimal" w:pos="650"/>
              </w:tabs>
              <w:spacing w:line="240" w:lineRule="atLeast"/>
              <w:ind w:right="11"/>
              <w:rPr>
                <w:rFonts w:cs="Angsana New"/>
                <w:szCs w:val="28"/>
                <w:lang w:val="en-US" w:bidi="th-TH"/>
              </w:rPr>
            </w:pPr>
            <w:r>
              <w:rPr>
                <w:rFonts w:cs="Angsana New"/>
                <w:szCs w:val="28"/>
                <w:lang w:val="en-US" w:bidi="th-TH"/>
              </w:rPr>
              <w:t>-</w:t>
            </w:r>
          </w:p>
        </w:tc>
        <w:tc>
          <w:tcPr>
            <w:tcW w:w="178" w:type="dxa"/>
          </w:tcPr>
          <w:p w14:paraId="60B4E995" w14:textId="77777777" w:rsidR="00AE7D21" w:rsidRPr="00472F61" w:rsidRDefault="00AE7D21" w:rsidP="004312D6">
            <w:pPr>
              <w:rPr>
                <w:szCs w:val="22"/>
              </w:rPr>
            </w:pPr>
          </w:p>
        </w:tc>
        <w:tc>
          <w:tcPr>
            <w:tcW w:w="1093" w:type="dxa"/>
          </w:tcPr>
          <w:p w14:paraId="1771E6D4" w14:textId="77777777" w:rsidR="00AE7D21" w:rsidRPr="00472F61" w:rsidRDefault="00AE7D21" w:rsidP="004312D6">
            <w:pPr>
              <w:pStyle w:val="BodyText"/>
              <w:tabs>
                <w:tab w:val="decimal" w:pos="875"/>
              </w:tabs>
              <w:spacing w:after="0" w:line="240" w:lineRule="auto"/>
              <w:ind w:left="-108" w:right="-131"/>
              <w:rPr>
                <w:szCs w:val="22"/>
                <w:lang w:val="en-US" w:bidi="th-TH"/>
              </w:rPr>
            </w:pPr>
            <w:r w:rsidRPr="00472F61">
              <w:rPr>
                <w:szCs w:val="22"/>
                <w:lang w:val="en-US"/>
              </w:rPr>
              <w:t>565</w:t>
            </w:r>
          </w:p>
        </w:tc>
        <w:tc>
          <w:tcPr>
            <w:tcW w:w="181" w:type="dxa"/>
          </w:tcPr>
          <w:p w14:paraId="07B1037F" w14:textId="77777777" w:rsidR="00AE7D21" w:rsidRPr="00472F61" w:rsidRDefault="00AE7D21" w:rsidP="004312D6">
            <w:pPr>
              <w:rPr>
                <w:szCs w:val="22"/>
              </w:rPr>
            </w:pPr>
          </w:p>
        </w:tc>
        <w:tc>
          <w:tcPr>
            <w:tcW w:w="1158" w:type="dxa"/>
          </w:tcPr>
          <w:p w14:paraId="2CDFE69F" w14:textId="12E73E5D" w:rsidR="00AE7D21" w:rsidRPr="00472F61" w:rsidRDefault="00A34B97" w:rsidP="004312D6">
            <w:pPr>
              <w:pStyle w:val="acctfourfigures"/>
              <w:tabs>
                <w:tab w:val="clear" w:pos="765"/>
                <w:tab w:val="decimal" w:pos="650"/>
              </w:tabs>
              <w:spacing w:line="240" w:lineRule="atLeast"/>
              <w:ind w:right="11"/>
              <w:rPr>
                <w:szCs w:val="22"/>
              </w:rPr>
            </w:pPr>
            <w:r>
              <w:rPr>
                <w:szCs w:val="22"/>
              </w:rPr>
              <w:t>-</w:t>
            </w:r>
          </w:p>
        </w:tc>
      </w:tr>
      <w:tr w:rsidR="00AE7D21" w:rsidRPr="00472F61" w14:paraId="74EE0EAE" w14:textId="77777777" w:rsidTr="004312D6">
        <w:trPr>
          <w:cantSplit/>
          <w:trHeight w:val="78"/>
        </w:trPr>
        <w:tc>
          <w:tcPr>
            <w:tcW w:w="4399" w:type="dxa"/>
          </w:tcPr>
          <w:p w14:paraId="07A243F4" w14:textId="5BF2C90A" w:rsidR="00AE7D21" w:rsidRPr="00472F61" w:rsidRDefault="00BC102D" w:rsidP="004312D6">
            <w:pPr>
              <w:spacing w:line="240" w:lineRule="atLeast"/>
              <w:ind w:right="-108"/>
              <w:jc w:val="both"/>
              <w:rPr>
                <w:szCs w:val="22"/>
              </w:rPr>
            </w:pPr>
            <w:r w:rsidRPr="00472F61">
              <w:rPr>
                <w:szCs w:val="22"/>
                <w:lang w:bidi="th-TH"/>
              </w:rPr>
              <w:t>Construction management income</w:t>
            </w:r>
          </w:p>
        </w:tc>
        <w:tc>
          <w:tcPr>
            <w:tcW w:w="1170" w:type="dxa"/>
          </w:tcPr>
          <w:p w14:paraId="7715A6CD" w14:textId="77777777" w:rsidR="00AE7D21" w:rsidRPr="00472F61" w:rsidRDefault="00AE7D21" w:rsidP="004312D6">
            <w:pPr>
              <w:pStyle w:val="BodyText"/>
              <w:tabs>
                <w:tab w:val="decimal" w:pos="920"/>
              </w:tabs>
              <w:spacing w:after="0" w:line="240" w:lineRule="auto"/>
              <w:ind w:left="-108" w:right="-131"/>
              <w:rPr>
                <w:szCs w:val="22"/>
                <w:lang w:val="en-US"/>
              </w:rPr>
            </w:pPr>
            <w:r w:rsidRPr="00472F61">
              <w:rPr>
                <w:szCs w:val="22"/>
                <w:lang w:val="en-US"/>
              </w:rPr>
              <w:t>1,</w:t>
            </w:r>
            <w:r w:rsidRPr="00472F61">
              <w:rPr>
                <w:szCs w:val="22"/>
                <w:lang w:val="en-US" w:bidi="th-TH"/>
              </w:rPr>
              <w:t>113</w:t>
            </w:r>
          </w:p>
        </w:tc>
        <w:tc>
          <w:tcPr>
            <w:tcW w:w="180" w:type="dxa"/>
          </w:tcPr>
          <w:p w14:paraId="14AD0B66" w14:textId="77777777" w:rsidR="00AE7D21" w:rsidRPr="00472F61" w:rsidRDefault="00AE7D21" w:rsidP="004312D6">
            <w:pPr>
              <w:rPr>
                <w:szCs w:val="22"/>
              </w:rPr>
            </w:pPr>
          </w:p>
        </w:tc>
        <w:tc>
          <w:tcPr>
            <w:tcW w:w="1080" w:type="dxa"/>
          </w:tcPr>
          <w:p w14:paraId="4D9B0485" w14:textId="306E4F5C" w:rsidR="00AE7D21" w:rsidRPr="00472F61" w:rsidRDefault="00A34B97" w:rsidP="004312D6">
            <w:pPr>
              <w:pStyle w:val="acctfourfigures"/>
              <w:tabs>
                <w:tab w:val="clear" w:pos="765"/>
                <w:tab w:val="decimal" w:pos="650"/>
              </w:tabs>
              <w:spacing w:line="240" w:lineRule="atLeast"/>
              <w:ind w:right="11"/>
              <w:rPr>
                <w:szCs w:val="22"/>
              </w:rPr>
            </w:pPr>
            <w:r>
              <w:rPr>
                <w:szCs w:val="22"/>
              </w:rPr>
              <w:t>-</w:t>
            </w:r>
          </w:p>
        </w:tc>
        <w:tc>
          <w:tcPr>
            <w:tcW w:w="178" w:type="dxa"/>
          </w:tcPr>
          <w:p w14:paraId="4F09528F" w14:textId="77777777" w:rsidR="00AE7D21" w:rsidRPr="00472F61" w:rsidRDefault="00AE7D21" w:rsidP="004312D6">
            <w:pPr>
              <w:rPr>
                <w:szCs w:val="22"/>
              </w:rPr>
            </w:pPr>
          </w:p>
        </w:tc>
        <w:tc>
          <w:tcPr>
            <w:tcW w:w="1093" w:type="dxa"/>
          </w:tcPr>
          <w:p w14:paraId="33B11589" w14:textId="77777777" w:rsidR="00AE7D21" w:rsidRPr="00472F61" w:rsidRDefault="00AE7D21" w:rsidP="004312D6">
            <w:pPr>
              <w:pStyle w:val="BodyText"/>
              <w:tabs>
                <w:tab w:val="decimal" w:pos="875"/>
              </w:tabs>
              <w:spacing w:after="0" w:line="240" w:lineRule="auto"/>
              <w:ind w:left="-108" w:right="-131"/>
              <w:jc w:val="both"/>
              <w:rPr>
                <w:szCs w:val="22"/>
                <w:lang w:val="en-US"/>
              </w:rPr>
            </w:pPr>
            <w:r w:rsidRPr="00472F61">
              <w:rPr>
                <w:szCs w:val="22"/>
                <w:lang w:val="en-US"/>
              </w:rPr>
              <w:t>1,113</w:t>
            </w:r>
          </w:p>
        </w:tc>
        <w:tc>
          <w:tcPr>
            <w:tcW w:w="181" w:type="dxa"/>
          </w:tcPr>
          <w:p w14:paraId="2B93FD97" w14:textId="77777777" w:rsidR="00AE7D21" w:rsidRPr="00472F61" w:rsidRDefault="00AE7D21" w:rsidP="004312D6">
            <w:pPr>
              <w:rPr>
                <w:szCs w:val="22"/>
              </w:rPr>
            </w:pPr>
          </w:p>
        </w:tc>
        <w:tc>
          <w:tcPr>
            <w:tcW w:w="1158" w:type="dxa"/>
          </w:tcPr>
          <w:p w14:paraId="67745502" w14:textId="4C502344" w:rsidR="00AE7D21" w:rsidRPr="00472F61" w:rsidRDefault="00A34B97" w:rsidP="004312D6">
            <w:pPr>
              <w:pStyle w:val="acctfourfigures"/>
              <w:tabs>
                <w:tab w:val="clear" w:pos="765"/>
                <w:tab w:val="decimal" w:pos="650"/>
              </w:tabs>
              <w:spacing w:line="240" w:lineRule="atLeast"/>
              <w:ind w:right="11"/>
              <w:rPr>
                <w:szCs w:val="22"/>
              </w:rPr>
            </w:pPr>
            <w:r>
              <w:rPr>
                <w:szCs w:val="22"/>
              </w:rPr>
              <w:t>-</w:t>
            </w:r>
          </w:p>
        </w:tc>
      </w:tr>
      <w:tr w:rsidR="00AE7D21" w:rsidRPr="00472F61" w14:paraId="78866CB7" w14:textId="77777777" w:rsidTr="004312D6">
        <w:trPr>
          <w:cantSplit/>
        </w:trPr>
        <w:tc>
          <w:tcPr>
            <w:tcW w:w="4399" w:type="dxa"/>
          </w:tcPr>
          <w:p w14:paraId="6BB62B0F" w14:textId="77777777" w:rsidR="00AE7D21" w:rsidRPr="00472F61" w:rsidRDefault="00AE7D21" w:rsidP="004312D6">
            <w:pPr>
              <w:spacing w:line="240" w:lineRule="atLeast"/>
              <w:ind w:right="-108"/>
              <w:jc w:val="both"/>
              <w:rPr>
                <w:szCs w:val="22"/>
              </w:rPr>
            </w:pPr>
            <w:r w:rsidRPr="00472F61">
              <w:rPr>
                <w:szCs w:val="22"/>
              </w:rPr>
              <w:t>Management fee</w:t>
            </w:r>
          </w:p>
        </w:tc>
        <w:tc>
          <w:tcPr>
            <w:tcW w:w="1170" w:type="dxa"/>
          </w:tcPr>
          <w:p w14:paraId="469ED669" w14:textId="77777777" w:rsidR="00AE7D21" w:rsidRPr="00472F61" w:rsidRDefault="00AE7D21" w:rsidP="004312D6">
            <w:pPr>
              <w:pStyle w:val="BodyText"/>
              <w:tabs>
                <w:tab w:val="decimal" w:pos="920"/>
              </w:tabs>
              <w:spacing w:after="0" w:line="240" w:lineRule="auto"/>
              <w:ind w:left="-108" w:right="-131"/>
              <w:rPr>
                <w:szCs w:val="22"/>
                <w:lang w:val="en-US"/>
              </w:rPr>
            </w:pPr>
            <w:r w:rsidRPr="00472F61">
              <w:rPr>
                <w:szCs w:val="22"/>
                <w:lang w:val="en-US"/>
              </w:rPr>
              <w:t>14,</w:t>
            </w:r>
            <w:r w:rsidRPr="00472F61">
              <w:rPr>
                <w:szCs w:val="22"/>
                <w:lang w:val="en-US" w:bidi="th-TH"/>
              </w:rPr>
              <w:t>893</w:t>
            </w:r>
          </w:p>
        </w:tc>
        <w:tc>
          <w:tcPr>
            <w:tcW w:w="180" w:type="dxa"/>
          </w:tcPr>
          <w:p w14:paraId="56944CA4" w14:textId="77777777" w:rsidR="00AE7D21" w:rsidRPr="00472F61" w:rsidRDefault="00AE7D21" w:rsidP="004312D6">
            <w:pPr>
              <w:rPr>
                <w:szCs w:val="22"/>
              </w:rPr>
            </w:pPr>
          </w:p>
        </w:tc>
        <w:tc>
          <w:tcPr>
            <w:tcW w:w="1080" w:type="dxa"/>
          </w:tcPr>
          <w:p w14:paraId="124D08E5" w14:textId="77777777" w:rsidR="00AE7D21" w:rsidRPr="00472F61" w:rsidRDefault="00AE7D21" w:rsidP="004312D6">
            <w:pPr>
              <w:tabs>
                <w:tab w:val="decimal" w:pos="920"/>
              </w:tabs>
              <w:spacing w:line="240" w:lineRule="auto"/>
              <w:rPr>
                <w:szCs w:val="22"/>
              </w:rPr>
            </w:pPr>
            <w:r w:rsidRPr="00472F61">
              <w:rPr>
                <w:szCs w:val="22"/>
              </w:rPr>
              <w:t>18,527</w:t>
            </w:r>
          </w:p>
        </w:tc>
        <w:tc>
          <w:tcPr>
            <w:tcW w:w="178" w:type="dxa"/>
          </w:tcPr>
          <w:p w14:paraId="305B0073" w14:textId="77777777" w:rsidR="00AE7D21" w:rsidRPr="00472F61" w:rsidRDefault="00AE7D21" w:rsidP="004312D6">
            <w:pPr>
              <w:rPr>
                <w:szCs w:val="22"/>
              </w:rPr>
            </w:pPr>
          </w:p>
        </w:tc>
        <w:tc>
          <w:tcPr>
            <w:tcW w:w="1093" w:type="dxa"/>
          </w:tcPr>
          <w:p w14:paraId="2E2D0BA7" w14:textId="77777777" w:rsidR="00AE7D21" w:rsidRPr="00472F61" w:rsidRDefault="00AE7D21" w:rsidP="004312D6">
            <w:pPr>
              <w:pStyle w:val="BodyText"/>
              <w:tabs>
                <w:tab w:val="decimal" w:pos="875"/>
              </w:tabs>
              <w:spacing w:after="0" w:line="240" w:lineRule="auto"/>
              <w:ind w:left="-108" w:right="-131"/>
              <w:jc w:val="both"/>
              <w:rPr>
                <w:szCs w:val="22"/>
                <w:lang w:val="en-US"/>
              </w:rPr>
            </w:pPr>
            <w:r w:rsidRPr="00472F61">
              <w:rPr>
                <w:szCs w:val="22"/>
                <w:lang w:val="en-US"/>
              </w:rPr>
              <w:t>14,563</w:t>
            </w:r>
          </w:p>
        </w:tc>
        <w:tc>
          <w:tcPr>
            <w:tcW w:w="181" w:type="dxa"/>
          </w:tcPr>
          <w:p w14:paraId="1124D146" w14:textId="77777777" w:rsidR="00AE7D21" w:rsidRPr="00472F61" w:rsidRDefault="00AE7D21" w:rsidP="004312D6">
            <w:pPr>
              <w:rPr>
                <w:szCs w:val="22"/>
              </w:rPr>
            </w:pPr>
          </w:p>
        </w:tc>
        <w:tc>
          <w:tcPr>
            <w:tcW w:w="1158" w:type="dxa"/>
          </w:tcPr>
          <w:p w14:paraId="4C7D2878" w14:textId="77777777" w:rsidR="00AE7D21" w:rsidRPr="00472F61" w:rsidRDefault="00AE7D21" w:rsidP="004312D6">
            <w:pPr>
              <w:pStyle w:val="BodyText"/>
              <w:tabs>
                <w:tab w:val="decimal" w:pos="875"/>
              </w:tabs>
              <w:spacing w:after="0"/>
              <w:ind w:left="-108" w:right="-131"/>
              <w:rPr>
                <w:szCs w:val="22"/>
              </w:rPr>
            </w:pPr>
            <w:r w:rsidRPr="00472F61">
              <w:rPr>
                <w:szCs w:val="22"/>
              </w:rPr>
              <w:t>18,167</w:t>
            </w:r>
          </w:p>
        </w:tc>
      </w:tr>
      <w:tr w:rsidR="00AE7D21" w:rsidRPr="00472F61" w14:paraId="118DC3A5" w14:textId="77777777" w:rsidTr="004312D6">
        <w:trPr>
          <w:cantSplit/>
        </w:trPr>
        <w:tc>
          <w:tcPr>
            <w:tcW w:w="4399" w:type="dxa"/>
          </w:tcPr>
          <w:p w14:paraId="5805A29D" w14:textId="77777777" w:rsidR="00AE7D21" w:rsidRPr="00472F61" w:rsidRDefault="00AE7D21" w:rsidP="004312D6">
            <w:pPr>
              <w:spacing w:line="240" w:lineRule="atLeast"/>
              <w:ind w:right="-108"/>
              <w:jc w:val="both"/>
              <w:rPr>
                <w:szCs w:val="22"/>
              </w:rPr>
            </w:pPr>
          </w:p>
        </w:tc>
        <w:tc>
          <w:tcPr>
            <w:tcW w:w="1170" w:type="dxa"/>
          </w:tcPr>
          <w:p w14:paraId="6B3C3DDE" w14:textId="77777777" w:rsidR="00AE7D21" w:rsidRPr="00472F61" w:rsidRDefault="00AE7D21" w:rsidP="004312D6">
            <w:pPr>
              <w:tabs>
                <w:tab w:val="decimal" w:pos="920"/>
              </w:tabs>
              <w:spacing w:line="240" w:lineRule="auto"/>
              <w:rPr>
                <w:szCs w:val="22"/>
              </w:rPr>
            </w:pPr>
          </w:p>
        </w:tc>
        <w:tc>
          <w:tcPr>
            <w:tcW w:w="180" w:type="dxa"/>
          </w:tcPr>
          <w:p w14:paraId="011E6FE1" w14:textId="77777777" w:rsidR="00AE7D21" w:rsidRPr="00472F61" w:rsidRDefault="00AE7D21" w:rsidP="004312D6">
            <w:pPr>
              <w:rPr>
                <w:szCs w:val="22"/>
              </w:rPr>
            </w:pPr>
          </w:p>
        </w:tc>
        <w:tc>
          <w:tcPr>
            <w:tcW w:w="1080" w:type="dxa"/>
          </w:tcPr>
          <w:p w14:paraId="07B6B287" w14:textId="77777777" w:rsidR="00AE7D21" w:rsidRPr="00472F61" w:rsidRDefault="00AE7D21" w:rsidP="004312D6">
            <w:pPr>
              <w:tabs>
                <w:tab w:val="decimal" w:pos="920"/>
              </w:tabs>
              <w:spacing w:line="240" w:lineRule="auto"/>
              <w:rPr>
                <w:szCs w:val="22"/>
              </w:rPr>
            </w:pPr>
          </w:p>
        </w:tc>
        <w:tc>
          <w:tcPr>
            <w:tcW w:w="178" w:type="dxa"/>
          </w:tcPr>
          <w:p w14:paraId="06EBA9D5" w14:textId="77777777" w:rsidR="00AE7D21" w:rsidRPr="00472F61" w:rsidRDefault="00AE7D21" w:rsidP="004312D6">
            <w:pPr>
              <w:rPr>
                <w:szCs w:val="22"/>
              </w:rPr>
            </w:pPr>
          </w:p>
        </w:tc>
        <w:tc>
          <w:tcPr>
            <w:tcW w:w="1093" w:type="dxa"/>
          </w:tcPr>
          <w:p w14:paraId="19DF059E" w14:textId="77777777" w:rsidR="00AE7D21" w:rsidRPr="00472F61" w:rsidRDefault="00AE7D21" w:rsidP="004312D6">
            <w:pPr>
              <w:tabs>
                <w:tab w:val="decimal" w:pos="920"/>
              </w:tabs>
              <w:spacing w:line="240" w:lineRule="auto"/>
              <w:rPr>
                <w:szCs w:val="22"/>
              </w:rPr>
            </w:pPr>
          </w:p>
        </w:tc>
        <w:tc>
          <w:tcPr>
            <w:tcW w:w="181" w:type="dxa"/>
          </w:tcPr>
          <w:p w14:paraId="1BE74732" w14:textId="77777777" w:rsidR="00AE7D21" w:rsidRPr="00472F61" w:rsidRDefault="00AE7D21" w:rsidP="004312D6">
            <w:pPr>
              <w:rPr>
                <w:szCs w:val="22"/>
              </w:rPr>
            </w:pPr>
          </w:p>
        </w:tc>
        <w:tc>
          <w:tcPr>
            <w:tcW w:w="1158" w:type="dxa"/>
          </w:tcPr>
          <w:p w14:paraId="12A2FB42" w14:textId="77777777" w:rsidR="00AE7D21" w:rsidRPr="00472F61" w:rsidRDefault="00AE7D21" w:rsidP="004312D6">
            <w:pPr>
              <w:tabs>
                <w:tab w:val="decimal" w:pos="920"/>
              </w:tabs>
              <w:spacing w:line="240" w:lineRule="auto"/>
              <w:rPr>
                <w:szCs w:val="22"/>
              </w:rPr>
            </w:pPr>
          </w:p>
        </w:tc>
      </w:tr>
      <w:tr w:rsidR="00290435" w:rsidRPr="00472F61" w14:paraId="00EF1626" w14:textId="77777777" w:rsidTr="004312D6">
        <w:trPr>
          <w:cantSplit/>
        </w:trPr>
        <w:tc>
          <w:tcPr>
            <w:tcW w:w="4399" w:type="dxa"/>
          </w:tcPr>
          <w:p w14:paraId="069756AA" w14:textId="74FE95C1" w:rsidR="00290435" w:rsidRPr="00472F61" w:rsidRDefault="00290435" w:rsidP="004312D6">
            <w:pPr>
              <w:spacing w:line="240" w:lineRule="atLeast"/>
              <w:ind w:right="-108"/>
              <w:jc w:val="both"/>
              <w:rPr>
                <w:szCs w:val="22"/>
              </w:rPr>
            </w:pPr>
            <w:r w:rsidRPr="00472F61">
              <w:rPr>
                <w:b/>
                <w:bCs/>
                <w:szCs w:val="22"/>
              </w:rPr>
              <w:t>Parent company</w:t>
            </w:r>
            <w:r w:rsidRPr="00472F61">
              <w:rPr>
                <w:szCs w:val="22"/>
              </w:rPr>
              <w:t xml:space="preserve"> </w:t>
            </w:r>
          </w:p>
        </w:tc>
        <w:tc>
          <w:tcPr>
            <w:tcW w:w="1170" w:type="dxa"/>
          </w:tcPr>
          <w:p w14:paraId="76E47F0D" w14:textId="77777777" w:rsidR="00290435" w:rsidRPr="00472F61" w:rsidRDefault="00290435" w:rsidP="004312D6">
            <w:pPr>
              <w:tabs>
                <w:tab w:val="decimal" w:pos="920"/>
              </w:tabs>
              <w:spacing w:line="240" w:lineRule="auto"/>
              <w:rPr>
                <w:szCs w:val="22"/>
              </w:rPr>
            </w:pPr>
          </w:p>
        </w:tc>
        <w:tc>
          <w:tcPr>
            <w:tcW w:w="180" w:type="dxa"/>
          </w:tcPr>
          <w:p w14:paraId="36EAFC43"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6FDC732C" w14:textId="77777777" w:rsidR="00290435" w:rsidRPr="00472F61" w:rsidRDefault="00290435" w:rsidP="004312D6">
            <w:pPr>
              <w:tabs>
                <w:tab w:val="decimal" w:pos="920"/>
              </w:tabs>
              <w:spacing w:line="240" w:lineRule="auto"/>
              <w:rPr>
                <w:szCs w:val="22"/>
              </w:rPr>
            </w:pPr>
          </w:p>
        </w:tc>
        <w:tc>
          <w:tcPr>
            <w:tcW w:w="178" w:type="dxa"/>
          </w:tcPr>
          <w:p w14:paraId="773B6135"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3C0D22C5" w14:textId="77777777" w:rsidR="00290435" w:rsidRPr="00472F61" w:rsidRDefault="00290435" w:rsidP="004312D6">
            <w:pPr>
              <w:pStyle w:val="BodyText"/>
              <w:tabs>
                <w:tab w:val="decimal" w:pos="875"/>
              </w:tabs>
              <w:spacing w:after="0"/>
              <w:ind w:left="-108" w:right="-131"/>
              <w:rPr>
                <w:szCs w:val="22"/>
                <w:lang w:val="en-US"/>
              </w:rPr>
            </w:pPr>
          </w:p>
        </w:tc>
        <w:tc>
          <w:tcPr>
            <w:tcW w:w="181" w:type="dxa"/>
          </w:tcPr>
          <w:p w14:paraId="5EFBA46D"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76DFC0A9" w14:textId="77777777" w:rsidR="00290435" w:rsidRPr="00472F61" w:rsidRDefault="00290435" w:rsidP="004312D6">
            <w:pPr>
              <w:pStyle w:val="BodyText"/>
              <w:tabs>
                <w:tab w:val="decimal" w:pos="875"/>
              </w:tabs>
              <w:spacing w:after="0"/>
              <w:ind w:left="-108" w:right="-131"/>
              <w:rPr>
                <w:szCs w:val="22"/>
                <w:lang w:val="en-US"/>
              </w:rPr>
            </w:pPr>
          </w:p>
        </w:tc>
      </w:tr>
      <w:tr w:rsidR="00290435" w:rsidRPr="00472F61" w14:paraId="7467380F" w14:textId="77777777" w:rsidTr="004312D6">
        <w:trPr>
          <w:cantSplit/>
        </w:trPr>
        <w:tc>
          <w:tcPr>
            <w:tcW w:w="4399" w:type="dxa"/>
          </w:tcPr>
          <w:p w14:paraId="6F3161EE" w14:textId="2B00C80A" w:rsidR="00290435" w:rsidRPr="00472F61" w:rsidRDefault="00290435" w:rsidP="004312D6">
            <w:pPr>
              <w:spacing w:line="240" w:lineRule="atLeast"/>
              <w:rPr>
                <w:szCs w:val="22"/>
              </w:rPr>
            </w:pPr>
            <w:r w:rsidRPr="00472F61">
              <w:rPr>
                <w:szCs w:val="22"/>
              </w:rPr>
              <w:t>Interest expense</w:t>
            </w:r>
          </w:p>
        </w:tc>
        <w:tc>
          <w:tcPr>
            <w:tcW w:w="1170" w:type="dxa"/>
          </w:tcPr>
          <w:p w14:paraId="5486D528" w14:textId="5806F435" w:rsidR="00290435" w:rsidRPr="00472F61" w:rsidRDefault="00290435" w:rsidP="00725439">
            <w:pPr>
              <w:pStyle w:val="BodyText"/>
              <w:tabs>
                <w:tab w:val="decimal" w:pos="920"/>
              </w:tabs>
              <w:spacing w:after="0" w:line="240" w:lineRule="auto"/>
              <w:ind w:left="-108" w:right="-131"/>
              <w:rPr>
                <w:szCs w:val="22"/>
              </w:rPr>
            </w:pPr>
            <w:r w:rsidRPr="00472F61">
              <w:rPr>
                <w:szCs w:val="22"/>
              </w:rPr>
              <w:t>9,</w:t>
            </w:r>
            <w:r w:rsidRPr="004E658D">
              <w:rPr>
                <w:szCs w:val="22"/>
                <w:lang w:val="en-US" w:bidi="th-TH"/>
              </w:rPr>
              <w:t>342</w:t>
            </w:r>
          </w:p>
        </w:tc>
        <w:tc>
          <w:tcPr>
            <w:tcW w:w="180" w:type="dxa"/>
          </w:tcPr>
          <w:p w14:paraId="53AC41E9"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12697472" w14:textId="1DD38786" w:rsidR="00290435" w:rsidRPr="00472F61" w:rsidRDefault="00290435" w:rsidP="00725439">
            <w:pPr>
              <w:tabs>
                <w:tab w:val="decimal" w:pos="920"/>
              </w:tabs>
              <w:spacing w:line="240" w:lineRule="auto"/>
              <w:rPr>
                <w:szCs w:val="22"/>
              </w:rPr>
            </w:pPr>
            <w:r w:rsidRPr="00472F61">
              <w:rPr>
                <w:szCs w:val="22"/>
              </w:rPr>
              <w:t>195</w:t>
            </w:r>
          </w:p>
        </w:tc>
        <w:tc>
          <w:tcPr>
            <w:tcW w:w="178" w:type="dxa"/>
          </w:tcPr>
          <w:p w14:paraId="72A4E2FF"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3AA54992" w14:textId="5702D33B" w:rsidR="00290435" w:rsidRPr="00472F61" w:rsidRDefault="00290435" w:rsidP="004312D6">
            <w:pPr>
              <w:pStyle w:val="BodyText"/>
              <w:tabs>
                <w:tab w:val="decimal" w:pos="875"/>
              </w:tabs>
              <w:spacing w:after="0"/>
              <w:ind w:left="-108" w:right="-131"/>
              <w:rPr>
                <w:szCs w:val="22"/>
                <w:lang w:val="en-US"/>
              </w:rPr>
            </w:pPr>
            <w:r w:rsidRPr="00472F61">
              <w:rPr>
                <w:szCs w:val="22"/>
                <w:lang w:val="en-US"/>
              </w:rPr>
              <w:t>9,342</w:t>
            </w:r>
          </w:p>
        </w:tc>
        <w:tc>
          <w:tcPr>
            <w:tcW w:w="181" w:type="dxa"/>
          </w:tcPr>
          <w:p w14:paraId="72044678"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29106108" w14:textId="226E5713" w:rsidR="00290435" w:rsidRPr="00472F61" w:rsidRDefault="00290435" w:rsidP="004312D6">
            <w:pPr>
              <w:pStyle w:val="BodyText"/>
              <w:tabs>
                <w:tab w:val="decimal" w:pos="875"/>
              </w:tabs>
              <w:spacing w:after="0"/>
              <w:ind w:left="-108" w:right="-131"/>
              <w:rPr>
                <w:szCs w:val="22"/>
                <w:lang w:val="en-US"/>
              </w:rPr>
            </w:pPr>
            <w:r w:rsidRPr="00472F61">
              <w:rPr>
                <w:szCs w:val="22"/>
                <w:lang w:val="en-US"/>
              </w:rPr>
              <w:t>195</w:t>
            </w:r>
          </w:p>
        </w:tc>
      </w:tr>
      <w:tr w:rsidR="00290435" w:rsidRPr="00472F61" w14:paraId="6B37C028" w14:textId="77777777" w:rsidTr="004312D6">
        <w:trPr>
          <w:cantSplit/>
        </w:trPr>
        <w:tc>
          <w:tcPr>
            <w:tcW w:w="4399" w:type="dxa"/>
          </w:tcPr>
          <w:p w14:paraId="36DE9495" w14:textId="7E0F492B" w:rsidR="00290435" w:rsidRPr="00472F61" w:rsidRDefault="00290435" w:rsidP="004312D6">
            <w:pPr>
              <w:spacing w:line="240" w:lineRule="atLeast"/>
              <w:ind w:right="-108"/>
              <w:jc w:val="both"/>
              <w:rPr>
                <w:szCs w:val="22"/>
              </w:rPr>
            </w:pPr>
          </w:p>
        </w:tc>
        <w:tc>
          <w:tcPr>
            <w:tcW w:w="1170" w:type="dxa"/>
          </w:tcPr>
          <w:p w14:paraId="13F6D8CC" w14:textId="2B76EB96" w:rsidR="00290435" w:rsidRPr="00472F61" w:rsidRDefault="00290435" w:rsidP="004312D6">
            <w:pPr>
              <w:pStyle w:val="BodyText"/>
              <w:tabs>
                <w:tab w:val="decimal" w:pos="920"/>
              </w:tabs>
              <w:spacing w:after="0" w:line="240" w:lineRule="auto"/>
              <w:ind w:left="-108" w:right="-131"/>
              <w:rPr>
                <w:szCs w:val="22"/>
              </w:rPr>
            </w:pPr>
          </w:p>
        </w:tc>
        <w:tc>
          <w:tcPr>
            <w:tcW w:w="180" w:type="dxa"/>
          </w:tcPr>
          <w:p w14:paraId="7FE7B437"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76F9A554" w14:textId="0C38A1CD" w:rsidR="00290435" w:rsidRPr="00472F61" w:rsidRDefault="00290435" w:rsidP="004312D6">
            <w:pPr>
              <w:tabs>
                <w:tab w:val="decimal" w:pos="920"/>
              </w:tabs>
              <w:spacing w:line="240" w:lineRule="auto"/>
              <w:rPr>
                <w:szCs w:val="22"/>
              </w:rPr>
            </w:pPr>
          </w:p>
        </w:tc>
        <w:tc>
          <w:tcPr>
            <w:tcW w:w="178" w:type="dxa"/>
          </w:tcPr>
          <w:p w14:paraId="62487163"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1032D622" w14:textId="73A3F3CF" w:rsidR="00290435" w:rsidRPr="00472F61" w:rsidRDefault="00290435" w:rsidP="004312D6">
            <w:pPr>
              <w:pStyle w:val="BodyText"/>
              <w:tabs>
                <w:tab w:val="decimal" w:pos="875"/>
              </w:tabs>
              <w:spacing w:after="0"/>
              <w:ind w:left="-108" w:right="-131"/>
              <w:rPr>
                <w:szCs w:val="22"/>
                <w:lang w:val="en-US"/>
              </w:rPr>
            </w:pPr>
          </w:p>
        </w:tc>
        <w:tc>
          <w:tcPr>
            <w:tcW w:w="181" w:type="dxa"/>
          </w:tcPr>
          <w:p w14:paraId="094D90CD"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7FB8AFA8" w14:textId="73CD5132" w:rsidR="00290435" w:rsidRPr="00472F61" w:rsidRDefault="00290435" w:rsidP="004312D6">
            <w:pPr>
              <w:pStyle w:val="BodyText"/>
              <w:tabs>
                <w:tab w:val="decimal" w:pos="875"/>
              </w:tabs>
              <w:spacing w:after="0"/>
              <w:ind w:left="-108" w:right="-131"/>
              <w:rPr>
                <w:szCs w:val="22"/>
                <w:lang w:val="en-US"/>
              </w:rPr>
            </w:pPr>
          </w:p>
        </w:tc>
      </w:tr>
      <w:tr w:rsidR="00290435" w:rsidRPr="00472F61" w14:paraId="45FC7E04" w14:textId="77777777" w:rsidTr="004312D6">
        <w:trPr>
          <w:cantSplit/>
        </w:trPr>
        <w:tc>
          <w:tcPr>
            <w:tcW w:w="4399" w:type="dxa"/>
          </w:tcPr>
          <w:p w14:paraId="54D3AFBF" w14:textId="26B0D4E4" w:rsidR="00290435" w:rsidRPr="00472F61" w:rsidRDefault="00290435" w:rsidP="004312D6">
            <w:pPr>
              <w:spacing w:line="240" w:lineRule="atLeast"/>
              <w:ind w:right="-108"/>
              <w:jc w:val="both"/>
              <w:rPr>
                <w:szCs w:val="22"/>
              </w:rPr>
            </w:pPr>
            <w:r w:rsidRPr="00472F61">
              <w:rPr>
                <w:b/>
                <w:bCs/>
                <w:szCs w:val="22"/>
              </w:rPr>
              <w:t>Subsidiaries</w:t>
            </w:r>
          </w:p>
        </w:tc>
        <w:tc>
          <w:tcPr>
            <w:tcW w:w="1170" w:type="dxa"/>
          </w:tcPr>
          <w:p w14:paraId="580A1DE8" w14:textId="77777777" w:rsidR="00290435" w:rsidRPr="00472F61" w:rsidRDefault="00290435" w:rsidP="004312D6">
            <w:pPr>
              <w:pStyle w:val="acctfourfigures"/>
              <w:tabs>
                <w:tab w:val="clear" w:pos="765"/>
                <w:tab w:val="decimal" w:pos="650"/>
              </w:tabs>
              <w:spacing w:line="240" w:lineRule="atLeast"/>
              <w:ind w:right="11"/>
              <w:rPr>
                <w:szCs w:val="22"/>
              </w:rPr>
            </w:pPr>
          </w:p>
        </w:tc>
        <w:tc>
          <w:tcPr>
            <w:tcW w:w="180" w:type="dxa"/>
          </w:tcPr>
          <w:p w14:paraId="172A4039"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4AEE969C" w14:textId="77777777" w:rsidR="00290435" w:rsidRPr="00472F61" w:rsidRDefault="00290435" w:rsidP="004312D6">
            <w:pPr>
              <w:pStyle w:val="acctfourfigures"/>
              <w:tabs>
                <w:tab w:val="clear" w:pos="765"/>
                <w:tab w:val="decimal" w:pos="650"/>
              </w:tabs>
              <w:spacing w:line="240" w:lineRule="atLeast"/>
              <w:ind w:right="11"/>
              <w:rPr>
                <w:szCs w:val="22"/>
              </w:rPr>
            </w:pPr>
          </w:p>
        </w:tc>
        <w:tc>
          <w:tcPr>
            <w:tcW w:w="178" w:type="dxa"/>
          </w:tcPr>
          <w:p w14:paraId="3E14B896"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3BFA2B22" w14:textId="77777777" w:rsidR="00290435" w:rsidRPr="00472F61" w:rsidRDefault="00290435" w:rsidP="004312D6">
            <w:pPr>
              <w:pStyle w:val="BodyText"/>
              <w:tabs>
                <w:tab w:val="decimal" w:pos="875"/>
              </w:tabs>
              <w:spacing w:after="0"/>
              <w:ind w:left="-108" w:right="-131"/>
              <w:rPr>
                <w:szCs w:val="22"/>
                <w:lang w:val="en-US"/>
              </w:rPr>
            </w:pPr>
          </w:p>
        </w:tc>
        <w:tc>
          <w:tcPr>
            <w:tcW w:w="181" w:type="dxa"/>
          </w:tcPr>
          <w:p w14:paraId="07558CA0"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78007E5C" w14:textId="77777777" w:rsidR="00290435" w:rsidRPr="00472F61" w:rsidRDefault="00290435" w:rsidP="004312D6">
            <w:pPr>
              <w:pStyle w:val="BodyText"/>
              <w:tabs>
                <w:tab w:val="decimal" w:pos="875"/>
              </w:tabs>
              <w:spacing w:after="0"/>
              <w:ind w:left="-108" w:right="-131"/>
              <w:rPr>
                <w:szCs w:val="22"/>
                <w:lang w:val="en-US"/>
              </w:rPr>
            </w:pPr>
          </w:p>
        </w:tc>
      </w:tr>
      <w:tr w:rsidR="00290435" w:rsidRPr="00472F61" w14:paraId="29BB6840" w14:textId="77777777" w:rsidTr="004312D6">
        <w:trPr>
          <w:cantSplit/>
        </w:trPr>
        <w:tc>
          <w:tcPr>
            <w:tcW w:w="4399" w:type="dxa"/>
          </w:tcPr>
          <w:p w14:paraId="027B3D31" w14:textId="0B22885B" w:rsidR="00290435" w:rsidRPr="00472F61" w:rsidRDefault="00290435" w:rsidP="004312D6">
            <w:pPr>
              <w:spacing w:line="240" w:lineRule="atLeast"/>
              <w:ind w:right="-108"/>
              <w:jc w:val="both"/>
              <w:rPr>
                <w:b/>
                <w:bCs/>
                <w:szCs w:val="22"/>
              </w:rPr>
            </w:pPr>
            <w:r w:rsidRPr="00472F61">
              <w:rPr>
                <w:szCs w:val="22"/>
              </w:rPr>
              <w:t>Project management income</w:t>
            </w:r>
          </w:p>
        </w:tc>
        <w:tc>
          <w:tcPr>
            <w:tcW w:w="1170" w:type="dxa"/>
          </w:tcPr>
          <w:p w14:paraId="4CE73D31" w14:textId="46D5B17F"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80" w:type="dxa"/>
          </w:tcPr>
          <w:p w14:paraId="5E236A13"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0FA9539D" w14:textId="0F0735F3"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78" w:type="dxa"/>
          </w:tcPr>
          <w:p w14:paraId="6DF97969"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16B3A702" w14:textId="22AD5278" w:rsidR="00290435" w:rsidRPr="00472F61" w:rsidRDefault="00290435" w:rsidP="004312D6">
            <w:pPr>
              <w:pStyle w:val="BodyText"/>
              <w:tabs>
                <w:tab w:val="decimal" w:pos="875"/>
              </w:tabs>
              <w:spacing w:after="0"/>
              <w:ind w:left="-108" w:right="-131"/>
              <w:rPr>
                <w:szCs w:val="22"/>
                <w:lang w:val="en-US"/>
              </w:rPr>
            </w:pPr>
            <w:r w:rsidRPr="00472F61">
              <w:rPr>
                <w:szCs w:val="22"/>
                <w:lang w:val="en-US"/>
              </w:rPr>
              <w:t>11,517</w:t>
            </w:r>
          </w:p>
        </w:tc>
        <w:tc>
          <w:tcPr>
            <w:tcW w:w="181" w:type="dxa"/>
          </w:tcPr>
          <w:p w14:paraId="051AC6EE"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6F4E4BB6" w14:textId="6E4178FE" w:rsidR="00290435" w:rsidRPr="00472F61" w:rsidRDefault="00290435" w:rsidP="004312D6">
            <w:pPr>
              <w:pStyle w:val="BodyText"/>
              <w:tabs>
                <w:tab w:val="decimal" w:pos="875"/>
              </w:tabs>
              <w:spacing w:after="0"/>
              <w:ind w:left="-108" w:right="-131"/>
              <w:rPr>
                <w:szCs w:val="22"/>
                <w:lang w:val="en-US"/>
              </w:rPr>
            </w:pPr>
            <w:r w:rsidRPr="00472F61">
              <w:rPr>
                <w:szCs w:val="22"/>
                <w:lang w:val="en-US"/>
              </w:rPr>
              <w:t>25,875</w:t>
            </w:r>
          </w:p>
        </w:tc>
      </w:tr>
      <w:tr w:rsidR="00290435" w:rsidRPr="00472F61" w14:paraId="55C4C7D9" w14:textId="77777777" w:rsidTr="004312D6">
        <w:trPr>
          <w:cantSplit/>
        </w:trPr>
        <w:tc>
          <w:tcPr>
            <w:tcW w:w="4399" w:type="dxa"/>
          </w:tcPr>
          <w:p w14:paraId="159B1EB8" w14:textId="7DC67C30" w:rsidR="00290435" w:rsidRPr="00472F61" w:rsidRDefault="00290435" w:rsidP="004312D6">
            <w:pPr>
              <w:spacing w:line="240" w:lineRule="atLeast"/>
              <w:ind w:right="-108"/>
              <w:jc w:val="both"/>
              <w:rPr>
                <w:szCs w:val="22"/>
              </w:rPr>
            </w:pPr>
            <w:r w:rsidRPr="00472F61">
              <w:rPr>
                <w:szCs w:val="22"/>
              </w:rPr>
              <w:t>Selling management income</w:t>
            </w:r>
          </w:p>
        </w:tc>
        <w:tc>
          <w:tcPr>
            <w:tcW w:w="1170" w:type="dxa"/>
          </w:tcPr>
          <w:p w14:paraId="7AF6268C" w14:textId="3E63F6EA"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80" w:type="dxa"/>
          </w:tcPr>
          <w:p w14:paraId="5031C16B"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1FD609C1" w14:textId="6C7C9237"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78" w:type="dxa"/>
          </w:tcPr>
          <w:p w14:paraId="7140E975"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62491E1F" w14:textId="2B58F31A" w:rsidR="00290435" w:rsidRPr="00472F61" w:rsidRDefault="00290435" w:rsidP="004312D6">
            <w:pPr>
              <w:pStyle w:val="BodyText"/>
              <w:tabs>
                <w:tab w:val="decimal" w:pos="875"/>
              </w:tabs>
              <w:spacing w:after="0" w:line="240" w:lineRule="auto"/>
              <w:ind w:left="-108" w:right="-131"/>
              <w:rPr>
                <w:szCs w:val="22"/>
                <w:lang w:val="en-US" w:bidi="th-TH"/>
              </w:rPr>
            </w:pPr>
            <w:r w:rsidRPr="00472F61">
              <w:rPr>
                <w:szCs w:val="22"/>
                <w:lang w:val="en-US"/>
              </w:rPr>
              <w:t>1,466</w:t>
            </w:r>
          </w:p>
        </w:tc>
        <w:tc>
          <w:tcPr>
            <w:tcW w:w="181" w:type="dxa"/>
          </w:tcPr>
          <w:p w14:paraId="2A156567"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11DFE79A" w14:textId="6D43AD03" w:rsidR="00290435" w:rsidRPr="00472F61" w:rsidRDefault="00290435" w:rsidP="004312D6">
            <w:pPr>
              <w:pStyle w:val="BodyText"/>
              <w:tabs>
                <w:tab w:val="decimal" w:pos="875"/>
              </w:tabs>
              <w:spacing w:after="0"/>
              <w:ind w:left="-108" w:right="-131"/>
              <w:rPr>
                <w:szCs w:val="22"/>
                <w:lang w:val="en-US"/>
              </w:rPr>
            </w:pPr>
            <w:r w:rsidRPr="00472F61">
              <w:rPr>
                <w:szCs w:val="22"/>
                <w:lang w:val="en-US"/>
              </w:rPr>
              <w:t>4,673</w:t>
            </w:r>
          </w:p>
        </w:tc>
      </w:tr>
      <w:tr w:rsidR="00290435" w:rsidRPr="00472F61" w14:paraId="78A27244" w14:textId="77777777" w:rsidTr="004312D6">
        <w:trPr>
          <w:cantSplit/>
        </w:trPr>
        <w:tc>
          <w:tcPr>
            <w:tcW w:w="4399" w:type="dxa"/>
          </w:tcPr>
          <w:p w14:paraId="7933C5EA" w14:textId="3F874669" w:rsidR="00290435" w:rsidRPr="00472F61" w:rsidRDefault="00290435" w:rsidP="004312D6">
            <w:pPr>
              <w:spacing w:line="240" w:lineRule="atLeast"/>
              <w:ind w:right="-108"/>
              <w:jc w:val="both"/>
              <w:rPr>
                <w:szCs w:val="22"/>
              </w:rPr>
            </w:pPr>
            <w:r w:rsidRPr="00472F61">
              <w:rPr>
                <w:szCs w:val="22"/>
              </w:rPr>
              <w:t>Construction management income</w:t>
            </w:r>
          </w:p>
        </w:tc>
        <w:tc>
          <w:tcPr>
            <w:tcW w:w="1170" w:type="dxa"/>
          </w:tcPr>
          <w:p w14:paraId="523CAC66" w14:textId="2C434FF8"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80" w:type="dxa"/>
          </w:tcPr>
          <w:p w14:paraId="7CAEB1C6"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54E6E846" w14:textId="4C9219A4"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78" w:type="dxa"/>
          </w:tcPr>
          <w:p w14:paraId="39699C46"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239CF0EA" w14:textId="29C02104" w:rsidR="00290435" w:rsidRPr="00472F61" w:rsidRDefault="00290435" w:rsidP="004312D6">
            <w:pPr>
              <w:pStyle w:val="BodyText"/>
              <w:tabs>
                <w:tab w:val="decimal" w:pos="875"/>
              </w:tabs>
              <w:spacing w:after="0" w:line="240" w:lineRule="auto"/>
              <w:ind w:left="-108" w:right="-131"/>
              <w:jc w:val="both"/>
              <w:rPr>
                <w:szCs w:val="22"/>
                <w:lang w:val="en-US"/>
              </w:rPr>
            </w:pPr>
            <w:r w:rsidRPr="00472F61">
              <w:rPr>
                <w:szCs w:val="22"/>
                <w:lang w:val="en-US"/>
              </w:rPr>
              <w:t>402</w:t>
            </w:r>
          </w:p>
        </w:tc>
        <w:tc>
          <w:tcPr>
            <w:tcW w:w="181" w:type="dxa"/>
          </w:tcPr>
          <w:p w14:paraId="56D2FF6C"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779DB7D6" w14:textId="2BEDAE4F" w:rsidR="00290435" w:rsidRPr="00472F61" w:rsidRDefault="00290435" w:rsidP="004312D6">
            <w:pPr>
              <w:pStyle w:val="BodyText"/>
              <w:tabs>
                <w:tab w:val="decimal" w:pos="875"/>
              </w:tabs>
              <w:spacing w:after="0"/>
              <w:ind w:left="-108" w:right="-131"/>
              <w:jc w:val="both"/>
              <w:rPr>
                <w:szCs w:val="22"/>
                <w:lang w:val="en-US"/>
              </w:rPr>
            </w:pPr>
            <w:r w:rsidRPr="00472F61">
              <w:rPr>
                <w:szCs w:val="22"/>
                <w:lang w:val="en-US"/>
              </w:rPr>
              <w:t>617</w:t>
            </w:r>
          </w:p>
        </w:tc>
      </w:tr>
      <w:tr w:rsidR="00290435" w:rsidRPr="00472F61" w14:paraId="44D71051" w14:textId="77777777" w:rsidTr="004312D6">
        <w:trPr>
          <w:cantSplit/>
        </w:trPr>
        <w:tc>
          <w:tcPr>
            <w:tcW w:w="4399" w:type="dxa"/>
          </w:tcPr>
          <w:p w14:paraId="0B069FB4" w14:textId="64FCBCEF" w:rsidR="00290435" w:rsidRPr="00472F61" w:rsidRDefault="00290435" w:rsidP="004312D6">
            <w:pPr>
              <w:spacing w:line="240" w:lineRule="atLeast"/>
              <w:ind w:right="-108"/>
              <w:jc w:val="both"/>
              <w:rPr>
                <w:szCs w:val="22"/>
              </w:rPr>
            </w:pPr>
            <w:r w:rsidRPr="00472F61">
              <w:rPr>
                <w:szCs w:val="22"/>
              </w:rPr>
              <w:t>Interest income</w:t>
            </w:r>
          </w:p>
        </w:tc>
        <w:tc>
          <w:tcPr>
            <w:tcW w:w="1170" w:type="dxa"/>
          </w:tcPr>
          <w:p w14:paraId="18297FC1" w14:textId="5D7EE492"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80" w:type="dxa"/>
          </w:tcPr>
          <w:p w14:paraId="0B16CDE8"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04E5F901" w14:textId="538226B5"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78" w:type="dxa"/>
          </w:tcPr>
          <w:p w14:paraId="058E45ED"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3E1D4F2B" w14:textId="6B91A4B9" w:rsidR="00290435" w:rsidRPr="00472F61" w:rsidRDefault="00290435" w:rsidP="004312D6">
            <w:pPr>
              <w:pStyle w:val="BodyText"/>
              <w:tabs>
                <w:tab w:val="decimal" w:pos="875"/>
              </w:tabs>
              <w:spacing w:after="0" w:line="240" w:lineRule="auto"/>
              <w:ind w:left="-108" w:right="-131"/>
              <w:jc w:val="both"/>
              <w:rPr>
                <w:szCs w:val="22"/>
                <w:lang w:val="en-US"/>
              </w:rPr>
            </w:pPr>
            <w:r w:rsidRPr="00472F61">
              <w:rPr>
                <w:szCs w:val="22"/>
                <w:lang w:val="en-US"/>
              </w:rPr>
              <w:t>46,409</w:t>
            </w:r>
          </w:p>
        </w:tc>
        <w:tc>
          <w:tcPr>
            <w:tcW w:w="181" w:type="dxa"/>
          </w:tcPr>
          <w:p w14:paraId="0572F5B3"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264875AC" w14:textId="569E6296" w:rsidR="00290435" w:rsidRPr="00472F61" w:rsidRDefault="00290435" w:rsidP="004312D6">
            <w:pPr>
              <w:pStyle w:val="BodyText"/>
              <w:tabs>
                <w:tab w:val="decimal" w:pos="875"/>
              </w:tabs>
              <w:spacing w:after="0"/>
              <w:ind w:left="-108" w:right="-131"/>
              <w:jc w:val="both"/>
              <w:rPr>
                <w:szCs w:val="22"/>
                <w:lang w:val="en-US"/>
              </w:rPr>
            </w:pPr>
            <w:r w:rsidRPr="00472F61">
              <w:rPr>
                <w:szCs w:val="22"/>
                <w:lang w:val="en-US"/>
              </w:rPr>
              <w:t>54,540</w:t>
            </w:r>
          </w:p>
        </w:tc>
      </w:tr>
      <w:tr w:rsidR="00290435" w:rsidRPr="00472F61" w14:paraId="22DD9DC0" w14:textId="77777777" w:rsidTr="004312D6">
        <w:trPr>
          <w:cantSplit/>
        </w:trPr>
        <w:tc>
          <w:tcPr>
            <w:tcW w:w="4399" w:type="dxa"/>
          </w:tcPr>
          <w:p w14:paraId="0999BC2F" w14:textId="43612CF5" w:rsidR="00290435" w:rsidRPr="00472F61" w:rsidRDefault="00290435" w:rsidP="004312D6">
            <w:pPr>
              <w:spacing w:line="240" w:lineRule="atLeast"/>
              <w:ind w:right="-108"/>
              <w:jc w:val="both"/>
              <w:rPr>
                <w:szCs w:val="22"/>
              </w:rPr>
            </w:pPr>
            <w:r w:rsidRPr="00472F61">
              <w:rPr>
                <w:szCs w:val="22"/>
              </w:rPr>
              <w:t>Interest expense</w:t>
            </w:r>
          </w:p>
        </w:tc>
        <w:tc>
          <w:tcPr>
            <w:tcW w:w="1170" w:type="dxa"/>
          </w:tcPr>
          <w:p w14:paraId="69D518DC" w14:textId="502AEE14"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80" w:type="dxa"/>
          </w:tcPr>
          <w:p w14:paraId="2F279C32"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1D9FEFB3" w14:textId="02E61FC9" w:rsidR="00290435" w:rsidRPr="00472F61" w:rsidRDefault="00290435" w:rsidP="004312D6">
            <w:pPr>
              <w:pStyle w:val="acctfourfigures"/>
              <w:tabs>
                <w:tab w:val="clear" w:pos="765"/>
                <w:tab w:val="decimal" w:pos="650"/>
              </w:tabs>
              <w:spacing w:line="240" w:lineRule="atLeast"/>
              <w:ind w:right="11"/>
              <w:rPr>
                <w:szCs w:val="22"/>
              </w:rPr>
            </w:pPr>
            <w:r w:rsidRPr="00472F61">
              <w:rPr>
                <w:szCs w:val="22"/>
              </w:rPr>
              <w:t>-</w:t>
            </w:r>
          </w:p>
        </w:tc>
        <w:tc>
          <w:tcPr>
            <w:tcW w:w="178" w:type="dxa"/>
          </w:tcPr>
          <w:p w14:paraId="1BBB6F16"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00A1564B" w14:textId="201E09D1" w:rsidR="00290435" w:rsidRPr="00472F61" w:rsidRDefault="00290435" w:rsidP="004312D6">
            <w:pPr>
              <w:pStyle w:val="BodyText"/>
              <w:tabs>
                <w:tab w:val="decimal" w:pos="875"/>
              </w:tabs>
              <w:spacing w:after="0" w:line="240" w:lineRule="auto"/>
              <w:ind w:left="-108" w:right="-131"/>
              <w:jc w:val="both"/>
              <w:rPr>
                <w:szCs w:val="22"/>
                <w:lang w:val="en-US"/>
              </w:rPr>
            </w:pPr>
            <w:r w:rsidRPr="00472F61">
              <w:rPr>
                <w:szCs w:val="22"/>
                <w:lang w:val="en-US"/>
              </w:rPr>
              <w:t>5,997</w:t>
            </w:r>
          </w:p>
        </w:tc>
        <w:tc>
          <w:tcPr>
            <w:tcW w:w="181" w:type="dxa"/>
          </w:tcPr>
          <w:p w14:paraId="487830AB"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45EFFD84" w14:textId="1E59FFDC" w:rsidR="00290435" w:rsidRPr="00472F61" w:rsidRDefault="00290435" w:rsidP="004312D6">
            <w:pPr>
              <w:pStyle w:val="BodyText"/>
              <w:tabs>
                <w:tab w:val="decimal" w:pos="875"/>
              </w:tabs>
              <w:spacing w:after="0"/>
              <w:ind w:left="-108" w:right="-131"/>
              <w:jc w:val="both"/>
              <w:rPr>
                <w:szCs w:val="22"/>
                <w:lang w:val="en-US"/>
              </w:rPr>
            </w:pPr>
            <w:r w:rsidRPr="00472F61">
              <w:rPr>
                <w:szCs w:val="22"/>
                <w:lang w:val="en-US"/>
              </w:rPr>
              <w:t>9,273</w:t>
            </w:r>
          </w:p>
        </w:tc>
      </w:tr>
      <w:tr w:rsidR="00290435" w:rsidRPr="00472F61" w14:paraId="70E5B613" w14:textId="77777777" w:rsidTr="004312D6">
        <w:trPr>
          <w:cantSplit/>
        </w:trPr>
        <w:tc>
          <w:tcPr>
            <w:tcW w:w="4399" w:type="dxa"/>
          </w:tcPr>
          <w:p w14:paraId="2AF99EB3" w14:textId="4ABEFCAE" w:rsidR="00290435" w:rsidRPr="00472F61" w:rsidRDefault="00290435" w:rsidP="004312D6">
            <w:pPr>
              <w:spacing w:line="240" w:lineRule="atLeast"/>
              <w:ind w:right="-108"/>
              <w:jc w:val="both"/>
              <w:rPr>
                <w:szCs w:val="22"/>
              </w:rPr>
            </w:pPr>
            <w:r w:rsidRPr="00472F61">
              <w:rPr>
                <w:szCs w:val="22"/>
              </w:rPr>
              <w:t xml:space="preserve">Rental and </w:t>
            </w:r>
            <w:r>
              <w:rPr>
                <w:szCs w:val="22"/>
              </w:rPr>
              <w:t>s</w:t>
            </w:r>
            <w:r w:rsidRPr="00472F61">
              <w:rPr>
                <w:szCs w:val="22"/>
              </w:rPr>
              <w:t xml:space="preserve">ervice </w:t>
            </w:r>
            <w:r>
              <w:rPr>
                <w:szCs w:val="22"/>
              </w:rPr>
              <w:t>expenses</w:t>
            </w:r>
          </w:p>
        </w:tc>
        <w:tc>
          <w:tcPr>
            <w:tcW w:w="1170" w:type="dxa"/>
          </w:tcPr>
          <w:p w14:paraId="454A0B99" w14:textId="7554E2E4" w:rsidR="00290435" w:rsidRPr="00472F61" w:rsidRDefault="00290435" w:rsidP="004312D6">
            <w:pPr>
              <w:pStyle w:val="acctfourfigures"/>
              <w:tabs>
                <w:tab w:val="clear" w:pos="765"/>
                <w:tab w:val="decimal" w:pos="650"/>
              </w:tabs>
              <w:spacing w:line="240" w:lineRule="atLeast"/>
              <w:ind w:right="11"/>
              <w:rPr>
                <w:szCs w:val="22"/>
              </w:rPr>
            </w:pPr>
            <w:r>
              <w:rPr>
                <w:szCs w:val="22"/>
              </w:rPr>
              <w:t>-</w:t>
            </w:r>
          </w:p>
        </w:tc>
        <w:tc>
          <w:tcPr>
            <w:tcW w:w="180" w:type="dxa"/>
          </w:tcPr>
          <w:p w14:paraId="44ABCCDD"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0DDF23CA" w14:textId="60074435" w:rsidR="00290435" w:rsidRPr="00472F61" w:rsidRDefault="00290435" w:rsidP="004312D6">
            <w:pPr>
              <w:pStyle w:val="acctfourfigures"/>
              <w:tabs>
                <w:tab w:val="clear" w:pos="765"/>
                <w:tab w:val="decimal" w:pos="650"/>
              </w:tabs>
              <w:spacing w:line="240" w:lineRule="atLeast"/>
              <w:ind w:right="11"/>
              <w:rPr>
                <w:szCs w:val="22"/>
              </w:rPr>
            </w:pPr>
            <w:r>
              <w:rPr>
                <w:szCs w:val="22"/>
              </w:rPr>
              <w:t>-</w:t>
            </w:r>
          </w:p>
        </w:tc>
        <w:tc>
          <w:tcPr>
            <w:tcW w:w="178" w:type="dxa"/>
          </w:tcPr>
          <w:p w14:paraId="446CA645"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17336D26" w14:textId="0B7F75A8" w:rsidR="00290435" w:rsidRPr="00472F61" w:rsidRDefault="00290435" w:rsidP="004312D6">
            <w:pPr>
              <w:pStyle w:val="BodyText"/>
              <w:tabs>
                <w:tab w:val="decimal" w:pos="875"/>
              </w:tabs>
              <w:spacing w:after="0" w:line="240" w:lineRule="auto"/>
              <w:ind w:right="-131"/>
              <w:jc w:val="both"/>
              <w:rPr>
                <w:szCs w:val="22"/>
                <w:lang w:val="en-US"/>
              </w:rPr>
            </w:pPr>
            <w:r w:rsidRPr="00472F61">
              <w:rPr>
                <w:szCs w:val="22"/>
                <w:lang w:val="en-US"/>
              </w:rPr>
              <w:t>989</w:t>
            </w:r>
          </w:p>
        </w:tc>
        <w:tc>
          <w:tcPr>
            <w:tcW w:w="181" w:type="dxa"/>
          </w:tcPr>
          <w:p w14:paraId="2AEF1A9B"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31DC70F2" w14:textId="00CD7E77" w:rsidR="00290435" w:rsidRPr="00472F61" w:rsidRDefault="00290435" w:rsidP="00725439">
            <w:pPr>
              <w:tabs>
                <w:tab w:val="decimal" w:pos="639"/>
              </w:tabs>
              <w:spacing w:line="240" w:lineRule="auto"/>
              <w:rPr>
                <w:szCs w:val="22"/>
                <w:lang w:val="en-US"/>
              </w:rPr>
            </w:pPr>
            <w:r w:rsidRPr="00472F61">
              <w:rPr>
                <w:szCs w:val="22"/>
              </w:rPr>
              <w:t>-</w:t>
            </w:r>
          </w:p>
        </w:tc>
      </w:tr>
      <w:tr w:rsidR="00290435" w:rsidRPr="00472F61" w14:paraId="34585788" w14:textId="77777777" w:rsidTr="004312D6">
        <w:trPr>
          <w:cantSplit/>
        </w:trPr>
        <w:tc>
          <w:tcPr>
            <w:tcW w:w="4399" w:type="dxa"/>
          </w:tcPr>
          <w:p w14:paraId="3786DFA7" w14:textId="66795154" w:rsidR="00290435" w:rsidRPr="00472F61" w:rsidRDefault="00290435" w:rsidP="004312D6">
            <w:pPr>
              <w:spacing w:line="240" w:lineRule="atLeast"/>
              <w:ind w:right="-108"/>
              <w:jc w:val="both"/>
              <w:rPr>
                <w:szCs w:val="22"/>
              </w:rPr>
            </w:pPr>
          </w:p>
        </w:tc>
        <w:tc>
          <w:tcPr>
            <w:tcW w:w="1170" w:type="dxa"/>
          </w:tcPr>
          <w:p w14:paraId="4C3EE11C" w14:textId="5731E2E6" w:rsidR="00290435" w:rsidRPr="00472F61" w:rsidRDefault="00290435" w:rsidP="004312D6">
            <w:pPr>
              <w:pStyle w:val="acctfourfigures"/>
              <w:tabs>
                <w:tab w:val="clear" w:pos="765"/>
                <w:tab w:val="decimal" w:pos="650"/>
              </w:tabs>
              <w:spacing w:line="240" w:lineRule="atLeast"/>
              <w:ind w:right="11"/>
              <w:rPr>
                <w:szCs w:val="22"/>
              </w:rPr>
            </w:pPr>
          </w:p>
        </w:tc>
        <w:tc>
          <w:tcPr>
            <w:tcW w:w="180" w:type="dxa"/>
          </w:tcPr>
          <w:p w14:paraId="234EC80A"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205CEB72" w14:textId="2FDA7FA0" w:rsidR="00290435" w:rsidRPr="00472F61" w:rsidRDefault="00290435" w:rsidP="004312D6">
            <w:pPr>
              <w:pStyle w:val="acctfourfigures"/>
              <w:tabs>
                <w:tab w:val="clear" w:pos="765"/>
                <w:tab w:val="decimal" w:pos="650"/>
              </w:tabs>
              <w:spacing w:line="240" w:lineRule="atLeast"/>
              <w:ind w:right="11"/>
              <w:rPr>
                <w:szCs w:val="22"/>
              </w:rPr>
            </w:pPr>
          </w:p>
        </w:tc>
        <w:tc>
          <w:tcPr>
            <w:tcW w:w="178" w:type="dxa"/>
          </w:tcPr>
          <w:p w14:paraId="27C136A7"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3A5A6E06" w14:textId="6C5EF071" w:rsidR="00290435" w:rsidRPr="00472F61" w:rsidRDefault="00290435" w:rsidP="004312D6">
            <w:pPr>
              <w:pStyle w:val="BodyText"/>
              <w:tabs>
                <w:tab w:val="decimal" w:pos="875"/>
              </w:tabs>
              <w:spacing w:after="0" w:line="240" w:lineRule="auto"/>
              <w:ind w:right="-131"/>
              <w:jc w:val="both"/>
              <w:rPr>
                <w:szCs w:val="22"/>
                <w:lang w:val="en-US"/>
              </w:rPr>
            </w:pPr>
          </w:p>
        </w:tc>
        <w:tc>
          <w:tcPr>
            <w:tcW w:w="181" w:type="dxa"/>
          </w:tcPr>
          <w:p w14:paraId="3A3BAF5A"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1EC2DB00" w14:textId="113B1EA8" w:rsidR="00290435" w:rsidRPr="00472F61" w:rsidRDefault="00290435" w:rsidP="004312D6">
            <w:pPr>
              <w:pStyle w:val="acctfourfigures"/>
              <w:tabs>
                <w:tab w:val="clear" w:pos="765"/>
                <w:tab w:val="decimal" w:pos="650"/>
              </w:tabs>
              <w:spacing w:line="240" w:lineRule="atLeast"/>
              <w:ind w:right="11"/>
              <w:rPr>
                <w:szCs w:val="22"/>
              </w:rPr>
            </w:pPr>
          </w:p>
        </w:tc>
      </w:tr>
      <w:tr w:rsidR="00290435" w:rsidRPr="00472F61" w14:paraId="61B0ABD6" w14:textId="77777777" w:rsidTr="004312D6">
        <w:trPr>
          <w:cantSplit/>
        </w:trPr>
        <w:tc>
          <w:tcPr>
            <w:tcW w:w="4399" w:type="dxa"/>
          </w:tcPr>
          <w:p w14:paraId="3C22CFA7" w14:textId="2413D366" w:rsidR="00290435" w:rsidRPr="00472F61" w:rsidRDefault="00290435" w:rsidP="004312D6">
            <w:pPr>
              <w:spacing w:line="240" w:lineRule="atLeast"/>
              <w:ind w:right="-108"/>
              <w:jc w:val="both"/>
              <w:rPr>
                <w:szCs w:val="22"/>
              </w:rPr>
            </w:pPr>
            <w:r w:rsidRPr="00472F61">
              <w:rPr>
                <w:b/>
                <w:bCs/>
                <w:szCs w:val="22"/>
              </w:rPr>
              <w:t>Associates</w:t>
            </w:r>
          </w:p>
        </w:tc>
        <w:tc>
          <w:tcPr>
            <w:tcW w:w="1170" w:type="dxa"/>
          </w:tcPr>
          <w:p w14:paraId="1E850BF1" w14:textId="77777777" w:rsidR="00290435" w:rsidRPr="00472F61" w:rsidRDefault="00290435" w:rsidP="004312D6">
            <w:pPr>
              <w:pStyle w:val="acctfourfigures"/>
              <w:tabs>
                <w:tab w:val="clear" w:pos="765"/>
                <w:tab w:val="decimal" w:pos="650"/>
              </w:tabs>
              <w:spacing w:line="240" w:lineRule="atLeast"/>
              <w:ind w:right="11"/>
              <w:rPr>
                <w:szCs w:val="22"/>
              </w:rPr>
            </w:pPr>
          </w:p>
        </w:tc>
        <w:tc>
          <w:tcPr>
            <w:tcW w:w="180" w:type="dxa"/>
          </w:tcPr>
          <w:p w14:paraId="7127E0F5"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21EE10FD" w14:textId="77777777" w:rsidR="00290435" w:rsidRPr="00472F61" w:rsidRDefault="00290435" w:rsidP="004312D6">
            <w:pPr>
              <w:pStyle w:val="acctfourfigures"/>
              <w:tabs>
                <w:tab w:val="clear" w:pos="765"/>
                <w:tab w:val="decimal" w:pos="650"/>
              </w:tabs>
              <w:spacing w:line="240" w:lineRule="atLeast"/>
              <w:ind w:right="11"/>
              <w:rPr>
                <w:szCs w:val="22"/>
              </w:rPr>
            </w:pPr>
          </w:p>
        </w:tc>
        <w:tc>
          <w:tcPr>
            <w:tcW w:w="178" w:type="dxa"/>
          </w:tcPr>
          <w:p w14:paraId="450E88A9"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599D9190" w14:textId="77777777" w:rsidR="00290435" w:rsidRPr="00472F61" w:rsidRDefault="00290435" w:rsidP="004312D6">
            <w:pPr>
              <w:pStyle w:val="BodyText"/>
              <w:tabs>
                <w:tab w:val="decimal" w:pos="875"/>
              </w:tabs>
              <w:spacing w:after="0"/>
              <w:ind w:left="-108" w:right="-131"/>
              <w:jc w:val="both"/>
              <w:rPr>
                <w:szCs w:val="22"/>
                <w:lang w:val="en-US"/>
              </w:rPr>
            </w:pPr>
          </w:p>
        </w:tc>
        <w:tc>
          <w:tcPr>
            <w:tcW w:w="181" w:type="dxa"/>
          </w:tcPr>
          <w:p w14:paraId="0CE616CF"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7205C057" w14:textId="77777777" w:rsidR="00290435" w:rsidRPr="00472F61" w:rsidRDefault="00290435" w:rsidP="004312D6">
            <w:pPr>
              <w:pStyle w:val="BodyText"/>
              <w:tabs>
                <w:tab w:val="decimal" w:pos="875"/>
              </w:tabs>
              <w:spacing w:after="0"/>
              <w:ind w:left="-108" w:right="-131"/>
              <w:jc w:val="both"/>
              <w:rPr>
                <w:szCs w:val="22"/>
                <w:lang w:val="en-US"/>
              </w:rPr>
            </w:pPr>
          </w:p>
        </w:tc>
      </w:tr>
      <w:tr w:rsidR="00290435" w:rsidRPr="00472F61" w14:paraId="08562E63" w14:textId="77777777" w:rsidTr="004312D6">
        <w:trPr>
          <w:cantSplit/>
        </w:trPr>
        <w:tc>
          <w:tcPr>
            <w:tcW w:w="4399" w:type="dxa"/>
          </w:tcPr>
          <w:p w14:paraId="51BD0FAD" w14:textId="7F368822" w:rsidR="00290435" w:rsidRPr="00472F61" w:rsidRDefault="00290435" w:rsidP="004312D6">
            <w:pPr>
              <w:spacing w:line="240" w:lineRule="atLeast"/>
              <w:rPr>
                <w:szCs w:val="22"/>
              </w:rPr>
            </w:pPr>
            <w:r w:rsidRPr="00472F61">
              <w:rPr>
                <w:szCs w:val="22"/>
              </w:rPr>
              <w:t>Rental income</w:t>
            </w:r>
          </w:p>
        </w:tc>
        <w:tc>
          <w:tcPr>
            <w:tcW w:w="1170" w:type="dxa"/>
          </w:tcPr>
          <w:p w14:paraId="5D0F3F01" w14:textId="6A118F03" w:rsidR="00290435" w:rsidRPr="00472F61" w:rsidRDefault="00290435" w:rsidP="00725439">
            <w:pPr>
              <w:pStyle w:val="acctfourfigures"/>
              <w:tabs>
                <w:tab w:val="clear" w:pos="765"/>
                <w:tab w:val="decimal" w:pos="650"/>
              </w:tabs>
              <w:spacing w:line="240" w:lineRule="atLeast"/>
              <w:ind w:right="11"/>
              <w:rPr>
                <w:szCs w:val="22"/>
              </w:rPr>
            </w:pPr>
            <w:r w:rsidRPr="00472F61">
              <w:rPr>
                <w:szCs w:val="22"/>
                <w:cs/>
              </w:rPr>
              <w:t>-</w:t>
            </w:r>
          </w:p>
        </w:tc>
        <w:tc>
          <w:tcPr>
            <w:tcW w:w="180" w:type="dxa"/>
          </w:tcPr>
          <w:p w14:paraId="2CF0FD6E"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3437264D" w14:textId="3EA8604C" w:rsidR="00290435" w:rsidRPr="00472F61" w:rsidRDefault="00290435" w:rsidP="004312D6">
            <w:pPr>
              <w:pStyle w:val="acctfourfigures"/>
              <w:tabs>
                <w:tab w:val="clear" w:pos="765"/>
                <w:tab w:val="decimal" w:pos="911"/>
              </w:tabs>
              <w:spacing w:line="240" w:lineRule="atLeast"/>
              <w:ind w:right="11"/>
              <w:rPr>
                <w:szCs w:val="22"/>
              </w:rPr>
            </w:pPr>
            <w:r w:rsidRPr="00472F61">
              <w:rPr>
                <w:szCs w:val="22"/>
                <w:lang w:val="en-US"/>
              </w:rPr>
              <w:t>36,764</w:t>
            </w:r>
          </w:p>
        </w:tc>
        <w:tc>
          <w:tcPr>
            <w:tcW w:w="178" w:type="dxa"/>
          </w:tcPr>
          <w:p w14:paraId="42C51A6F" w14:textId="77777777" w:rsidR="00290435" w:rsidRPr="00472F61" w:rsidRDefault="00290435" w:rsidP="004312D6">
            <w:pPr>
              <w:pStyle w:val="acctfourfigures"/>
              <w:tabs>
                <w:tab w:val="clear" w:pos="765"/>
                <w:tab w:val="decimal" w:pos="555"/>
              </w:tabs>
              <w:spacing w:line="240" w:lineRule="atLeast"/>
              <w:ind w:right="11"/>
              <w:rPr>
                <w:szCs w:val="22"/>
              </w:rPr>
            </w:pPr>
          </w:p>
        </w:tc>
        <w:tc>
          <w:tcPr>
            <w:tcW w:w="1093" w:type="dxa"/>
          </w:tcPr>
          <w:p w14:paraId="1E93F296" w14:textId="5C832743" w:rsidR="00290435" w:rsidRPr="00472F61" w:rsidRDefault="00290435" w:rsidP="004312D6">
            <w:pPr>
              <w:pStyle w:val="acctfourfigures"/>
              <w:tabs>
                <w:tab w:val="clear" w:pos="765"/>
                <w:tab w:val="decimal" w:pos="555"/>
              </w:tabs>
              <w:spacing w:line="240" w:lineRule="atLeast"/>
              <w:ind w:right="11"/>
              <w:rPr>
                <w:szCs w:val="22"/>
              </w:rPr>
            </w:pPr>
            <w:r w:rsidRPr="00472F61">
              <w:rPr>
                <w:szCs w:val="22"/>
              </w:rPr>
              <w:t>-</w:t>
            </w:r>
          </w:p>
        </w:tc>
        <w:tc>
          <w:tcPr>
            <w:tcW w:w="181" w:type="dxa"/>
          </w:tcPr>
          <w:p w14:paraId="2CCE2B4D" w14:textId="77777777" w:rsidR="00290435" w:rsidRPr="00472F61" w:rsidRDefault="00290435" w:rsidP="004312D6">
            <w:pPr>
              <w:pStyle w:val="acctfourfigures"/>
              <w:tabs>
                <w:tab w:val="clear" w:pos="765"/>
                <w:tab w:val="decimal" w:pos="555"/>
              </w:tabs>
              <w:spacing w:line="240" w:lineRule="atLeast"/>
              <w:ind w:right="11"/>
              <w:rPr>
                <w:szCs w:val="22"/>
              </w:rPr>
            </w:pPr>
          </w:p>
        </w:tc>
        <w:tc>
          <w:tcPr>
            <w:tcW w:w="1158" w:type="dxa"/>
          </w:tcPr>
          <w:p w14:paraId="7C5FF565" w14:textId="2E862582" w:rsidR="00290435" w:rsidRPr="00472F61" w:rsidRDefault="00290435" w:rsidP="00725439">
            <w:pPr>
              <w:pStyle w:val="BodyText"/>
              <w:tabs>
                <w:tab w:val="decimal" w:pos="875"/>
              </w:tabs>
              <w:spacing w:after="0"/>
              <w:ind w:left="-108" w:right="-131"/>
              <w:jc w:val="both"/>
              <w:rPr>
                <w:szCs w:val="22"/>
              </w:rPr>
            </w:pPr>
            <w:r w:rsidRPr="00472F61">
              <w:rPr>
                <w:szCs w:val="22"/>
                <w:lang w:val="en-US"/>
              </w:rPr>
              <w:t>24,445</w:t>
            </w:r>
          </w:p>
        </w:tc>
      </w:tr>
      <w:tr w:rsidR="00290435" w:rsidRPr="00472F61" w14:paraId="03CF0C29" w14:textId="77777777" w:rsidTr="004312D6">
        <w:trPr>
          <w:cantSplit/>
        </w:trPr>
        <w:tc>
          <w:tcPr>
            <w:tcW w:w="4399" w:type="dxa"/>
          </w:tcPr>
          <w:p w14:paraId="6D3E47D5" w14:textId="6D94B168" w:rsidR="00290435" w:rsidRPr="00472F61" w:rsidRDefault="00290435" w:rsidP="004312D6">
            <w:pPr>
              <w:spacing w:line="240" w:lineRule="atLeast"/>
              <w:rPr>
                <w:szCs w:val="22"/>
              </w:rPr>
            </w:pPr>
            <w:r w:rsidRPr="00472F61">
              <w:rPr>
                <w:szCs w:val="22"/>
              </w:rPr>
              <w:t>Property management income</w:t>
            </w:r>
          </w:p>
        </w:tc>
        <w:tc>
          <w:tcPr>
            <w:tcW w:w="1170" w:type="dxa"/>
          </w:tcPr>
          <w:p w14:paraId="0956953E" w14:textId="0FDFC929" w:rsidR="00290435" w:rsidRPr="004E658D" w:rsidRDefault="00290435" w:rsidP="004312D6">
            <w:pPr>
              <w:pStyle w:val="acctfourfigures"/>
              <w:tabs>
                <w:tab w:val="clear" w:pos="765"/>
                <w:tab w:val="decimal" w:pos="650"/>
              </w:tabs>
              <w:spacing w:line="240" w:lineRule="atLeast"/>
              <w:ind w:right="11"/>
              <w:rPr>
                <w:szCs w:val="22"/>
              </w:rPr>
            </w:pPr>
            <w:r w:rsidRPr="00472F61">
              <w:rPr>
                <w:szCs w:val="22"/>
                <w:cs/>
              </w:rPr>
              <w:t>-</w:t>
            </w:r>
          </w:p>
        </w:tc>
        <w:tc>
          <w:tcPr>
            <w:tcW w:w="180" w:type="dxa"/>
          </w:tcPr>
          <w:p w14:paraId="59A81D80"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080" w:type="dxa"/>
          </w:tcPr>
          <w:p w14:paraId="21809743" w14:textId="65E32BBA" w:rsidR="00290435" w:rsidRPr="00472F61" w:rsidRDefault="00290435" w:rsidP="004312D6">
            <w:pPr>
              <w:tabs>
                <w:tab w:val="decimal" w:pos="920"/>
              </w:tabs>
              <w:spacing w:line="240" w:lineRule="auto"/>
              <w:rPr>
                <w:szCs w:val="22"/>
                <w:lang w:val="en-US"/>
              </w:rPr>
            </w:pPr>
            <w:r w:rsidRPr="00472F61">
              <w:rPr>
                <w:szCs w:val="22"/>
                <w:lang w:val="en-US"/>
              </w:rPr>
              <w:t>5,484</w:t>
            </w:r>
          </w:p>
        </w:tc>
        <w:tc>
          <w:tcPr>
            <w:tcW w:w="178" w:type="dxa"/>
          </w:tcPr>
          <w:p w14:paraId="5D379E0F" w14:textId="77777777" w:rsidR="00290435" w:rsidRPr="00472F61" w:rsidRDefault="00290435" w:rsidP="004312D6">
            <w:pPr>
              <w:pStyle w:val="BodyText"/>
              <w:tabs>
                <w:tab w:val="decimal" w:pos="892"/>
              </w:tabs>
              <w:spacing w:after="0" w:line="240" w:lineRule="auto"/>
              <w:ind w:left="-108" w:right="-131"/>
              <w:jc w:val="both"/>
              <w:rPr>
                <w:szCs w:val="22"/>
                <w:lang w:val="x-none"/>
              </w:rPr>
            </w:pPr>
          </w:p>
        </w:tc>
        <w:tc>
          <w:tcPr>
            <w:tcW w:w="1093" w:type="dxa"/>
          </w:tcPr>
          <w:p w14:paraId="39B7928C" w14:textId="549E0A96" w:rsidR="00290435" w:rsidRPr="00472F61" w:rsidRDefault="00290435" w:rsidP="004312D6">
            <w:pPr>
              <w:tabs>
                <w:tab w:val="decimal" w:pos="534"/>
              </w:tabs>
              <w:spacing w:line="240" w:lineRule="auto"/>
              <w:rPr>
                <w:szCs w:val="22"/>
              </w:rPr>
            </w:pPr>
            <w:r w:rsidRPr="00472F61">
              <w:rPr>
                <w:szCs w:val="22"/>
              </w:rPr>
              <w:t>-</w:t>
            </w:r>
          </w:p>
        </w:tc>
        <w:tc>
          <w:tcPr>
            <w:tcW w:w="181" w:type="dxa"/>
          </w:tcPr>
          <w:p w14:paraId="527DCA51" w14:textId="77777777" w:rsidR="00290435" w:rsidRPr="00472F61" w:rsidRDefault="00290435" w:rsidP="004312D6">
            <w:pPr>
              <w:pStyle w:val="BodyText"/>
              <w:tabs>
                <w:tab w:val="decimal" w:pos="892"/>
              </w:tabs>
              <w:spacing w:after="0" w:line="240" w:lineRule="auto"/>
              <w:ind w:left="-108" w:right="-131"/>
              <w:jc w:val="both"/>
              <w:rPr>
                <w:szCs w:val="22"/>
                <w:cs/>
              </w:rPr>
            </w:pPr>
          </w:p>
        </w:tc>
        <w:tc>
          <w:tcPr>
            <w:tcW w:w="1158" w:type="dxa"/>
          </w:tcPr>
          <w:p w14:paraId="3EC76DE0" w14:textId="47A87A85" w:rsidR="00290435" w:rsidRPr="00472F61" w:rsidRDefault="00290435" w:rsidP="004312D6">
            <w:pPr>
              <w:pStyle w:val="BodyText"/>
              <w:tabs>
                <w:tab w:val="decimal" w:pos="875"/>
              </w:tabs>
              <w:spacing w:after="0" w:line="240" w:lineRule="auto"/>
              <w:ind w:left="-108" w:right="-131"/>
              <w:rPr>
                <w:szCs w:val="22"/>
                <w:lang w:val="en-US"/>
              </w:rPr>
            </w:pPr>
            <w:r w:rsidRPr="00472F61">
              <w:rPr>
                <w:szCs w:val="22"/>
                <w:lang w:val="en-US"/>
              </w:rPr>
              <w:t>3,744</w:t>
            </w:r>
          </w:p>
        </w:tc>
      </w:tr>
      <w:tr w:rsidR="00290435" w:rsidRPr="00472F61" w14:paraId="6453B5EC" w14:textId="77777777" w:rsidTr="004312D6">
        <w:trPr>
          <w:cantSplit/>
        </w:trPr>
        <w:tc>
          <w:tcPr>
            <w:tcW w:w="4399" w:type="dxa"/>
          </w:tcPr>
          <w:p w14:paraId="391235F2" w14:textId="7CA99D5C" w:rsidR="00290435" w:rsidRPr="00472F61" w:rsidRDefault="00290435" w:rsidP="004312D6">
            <w:pPr>
              <w:rPr>
                <w:szCs w:val="22"/>
              </w:rPr>
            </w:pPr>
            <w:r w:rsidRPr="00472F61">
              <w:rPr>
                <w:szCs w:val="22"/>
              </w:rPr>
              <w:t>Trust management income</w:t>
            </w:r>
          </w:p>
        </w:tc>
        <w:tc>
          <w:tcPr>
            <w:tcW w:w="1170" w:type="dxa"/>
          </w:tcPr>
          <w:p w14:paraId="0AAC4F79" w14:textId="283033E1" w:rsidR="00290435" w:rsidRPr="004E658D" w:rsidRDefault="00290435" w:rsidP="004312D6">
            <w:pPr>
              <w:pStyle w:val="acctfourfigures"/>
              <w:tabs>
                <w:tab w:val="clear" w:pos="765"/>
                <w:tab w:val="decimal" w:pos="650"/>
              </w:tabs>
              <w:spacing w:line="240" w:lineRule="atLeast"/>
              <w:ind w:right="11"/>
              <w:rPr>
                <w:szCs w:val="22"/>
                <w:cs/>
              </w:rPr>
            </w:pPr>
            <w:r w:rsidRPr="00472F61">
              <w:rPr>
                <w:szCs w:val="22"/>
                <w:cs/>
              </w:rPr>
              <w:t>-</w:t>
            </w:r>
          </w:p>
        </w:tc>
        <w:tc>
          <w:tcPr>
            <w:tcW w:w="180" w:type="dxa"/>
          </w:tcPr>
          <w:p w14:paraId="0F717E2C"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080" w:type="dxa"/>
          </w:tcPr>
          <w:p w14:paraId="10020DB8" w14:textId="0FDA1394" w:rsidR="00290435" w:rsidRPr="00472F61" w:rsidRDefault="00290435" w:rsidP="004312D6">
            <w:pPr>
              <w:tabs>
                <w:tab w:val="decimal" w:pos="920"/>
              </w:tabs>
              <w:spacing w:line="240" w:lineRule="auto"/>
              <w:rPr>
                <w:szCs w:val="22"/>
                <w:lang w:val="en-US"/>
              </w:rPr>
            </w:pPr>
            <w:r w:rsidRPr="00472F61">
              <w:rPr>
                <w:szCs w:val="22"/>
                <w:lang w:val="en-US"/>
              </w:rPr>
              <w:t>2,886</w:t>
            </w:r>
          </w:p>
        </w:tc>
        <w:tc>
          <w:tcPr>
            <w:tcW w:w="178" w:type="dxa"/>
          </w:tcPr>
          <w:p w14:paraId="39D4F402" w14:textId="77777777" w:rsidR="00290435" w:rsidRPr="00472F61" w:rsidRDefault="00290435" w:rsidP="004312D6">
            <w:pPr>
              <w:pStyle w:val="BodyText"/>
              <w:tabs>
                <w:tab w:val="decimal" w:pos="892"/>
              </w:tabs>
              <w:spacing w:after="0" w:line="240" w:lineRule="auto"/>
              <w:ind w:left="-108" w:right="-131"/>
              <w:jc w:val="both"/>
              <w:rPr>
                <w:szCs w:val="22"/>
                <w:lang w:val="x-none"/>
              </w:rPr>
            </w:pPr>
          </w:p>
        </w:tc>
        <w:tc>
          <w:tcPr>
            <w:tcW w:w="1093" w:type="dxa"/>
          </w:tcPr>
          <w:p w14:paraId="39A1B1FD" w14:textId="430EA834" w:rsidR="00290435" w:rsidRPr="00472F61" w:rsidRDefault="00290435" w:rsidP="004312D6">
            <w:pPr>
              <w:tabs>
                <w:tab w:val="decimal" w:pos="534"/>
              </w:tabs>
              <w:spacing w:line="240" w:lineRule="auto"/>
              <w:rPr>
                <w:szCs w:val="22"/>
              </w:rPr>
            </w:pPr>
            <w:r w:rsidRPr="00472F61">
              <w:rPr>
                <w:szCs w:val="22"/>
              </w:rPr>
              <w:t>-</w:t>
            </w:r>
          </w:p>
        </w:tc>
        <w:tc>
          <w:tcPr>
            <w:tcW w:w="181" w:type="dxa"/>
          </w:tcPr>
          <w:p w14:paraId="0B3618C5"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158" w:type="dxa"/>
          </w:tcPr>
          <w:p w14:paraId="3560F996" w14:textId="545EDE86" w:rsidR="00290435" w:rsidRPr="00472F61" w:rsidRDefault="00290435" w:rsidP="00725439">
            <w:pPr>
              <w:tabs>
                <w:tab w:val="decimal" w:pos="639"/>
              </w:tabs>
              <w:spacing w:line="240" w:lineRule="auto"/>
              <w:rPr>
                <w:szCs w:val="22"/>
                <w:lang w:val="en-US"/>
              </w:rPr>
            </w:pPr>
            <w:r w:rsidRPr="00472F61">
              <w:rPr>
                <w:szCs w:val="22"/>
              </w:rPr>
              <w:t>-</w:t>
            </w:r>
          </w:p>
        </w:tc>
      </w:tr>
      <w:tr w:rsidR="00290435" w:rsidRPr="00472F61" w14:paraId="2CC2BC5C" w14:textId="77777777" w:rsidTr="004312D6">
        <w:trPr>
          <w:cantSplit/>
        </w:trPr>
        <w:tc>
          <w:tcPr>
            <w:tcW w:w="4399" w:type="dxa"/>
          </w:tcPr>
          <w:p w14:paraId="7A77150B" w14:textId="468DC44E" w:rsidR="00290435" w:rsidRPr="00472F61" w:rsidRDefault="00290435" w:rsidP="004312D6">
            <w:pPr>
              <w:rPr>
                <w:szCs w:val="22"/>
              </w:rPr>
            </w:pPr>
            <w:r w:rsidRPr="00472F61">
              <w:rPr>
                <w:szCs w:val="22"/>
              </w:rPr>
              <w:t>Dividend income</w:t>
            </w:r>
          </w:p>
        </w:tc>
        <w:tc>
          <w:tcPr>
            <w:tcW w:w="1170" w:type="dxa"/>
          </w:tcPr>
          <w:p w14:paraId="456F3FEE" w14:textId="6096CBE0" w:rsidR="00290435" w:rsidRPr="004E658D" w:rsidRDefault="00290435" w:rsidP="004312D6">
            <w:pPr>
              <w:pStyle w:val="acctfourfigures"/>
              <w:tabs>
                <w:tab w:val="clear" w:pos="765"/>
                <w:tab w:val="decimal" w:pos="650"/>
              </w:tabs>
              <w:spacing w:line="240" w:lineRule="atLeast"/>
              <w:ind w:right="11"/>
              <w:rPr>
                <w:szCs w:val="22"/>
              </w:rPr>
            </w:pPr>
            <w:r w:rsidRPr="00472F61">
              <w:rPr>
                <w:szCs w:val="22"/>
                <w:cs/>
              </w:rPr>
              <w:t>-</w:t>
            </w:r>
          </w:p>
        </w:tc>
        <w:tc>
          <w:tcPr>
            <w:tcW w:w="180" w:type="dxa"/>
          </w:tcPr>
          <w:p w14:paraId="57F46DE4"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080" w:type="dxa"/>
          </w:tcPr>
          <w:p w14:paraId="5728BB43" w14:textId="7EEA2835" w:rsidR="00290435" w:rsidRPr="00472F61" w:rsidRDefault="00290435" w:rsidP="00725439">
            <w:pPr>
              <w:pStyle w:val="acctfourfigures"/>
              <w:tabs>
                <w:tab w:val="clear" w:pos="765"/>
                <w:tab w:val="decimal" w:pos="650"/>
              </w:tabs>
              <w:spacing w:line="240" w:lineRule="atLeast"/>
              <w:ind w:right="11"/>
              <w:rPr>
                <w:szCs w:val="22"/>
                <w:lang w:val="en-US"/>
              </w:rPr>
            </w:pPr>
            <w:r w:rsidRPr="00472F61">
              <w:rPr>
                <w:szCs w:val="22"/>
              </w:rPr>
              <w:t>-</w:t>
            </w:r>
          </w:p>
        </w:tc>
        <w:tc>
          <w:tcPr>
            <w:tcW w:w="178" w:type="dxa"/>
          </w:tcPr>
          <w:p w14:paraId="50A4E7B5" w14:textId="77777777" w:rsidR="00290435" w:rsidRPr="00472F61" w:rsidRDefault="00290435" w:rsidP="004312D6">
            <w:pPr>
              <w:pStyle w:val="BodyText"/>
              <w:tabs>
                <w:tab w:val="decimal" w:pos="892"/>
              </w:tabs>
              <w:spacing w:after="0" w:line="240" w:lineRule="auto"/>
              <w:ind w:left="-108" w:right="-131"/>
              <w:jc w:val="both"/>
              <w:rPr>
                <w:szCs w:val="22"/>
                <w:lang w:val="x-none"/>
              </w:rPr>
            </w:pPr>
          </w:p>
        </w:tc>
        <w:tc>
          <w:tcPr>
            <w:tcW w:w="1093" w:type="dxa"/>
          </w:tcPr>
          <w:p w14:paraId="6159F9F2" w14:textId="6BB8E5A0" w:rsidR="00290435" w:rsidRPr="00472F61" w:rsidRDefault="00290435" w:rsidP="004312D6">
            <w:pPr>
              <w:tabs>
                <w:tab w:val="decimal" w:pos="534"/>
              </w:tabs>
              <w:spacing w:line="240" w:lineRule="auto"/>
              <w:rPr>
                <w:szCs w:val="22"/>
              </w:rPr>
            </w:pPr>
            <w:r w:rsidRPr="00472F61">
              <w:rPr>
                <w:szCs w:val="22"/>
              </w:rPr>
              <w:t>-</w:t>
            </w:r>
          </w:p>
        </w:tc>
        <w:tc>
          <w:tcPr>
            <w:tcW w:w="181" w:type="dxa"/>
          </w:tcPr>
          <w:p w14:paraId="53D6A808"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158" w:type="dxa"/>
          </w:tcPr>
          <w:p w14:paraId="6CF9230E" w14:textId="60D635D1" w:rsidR="00290435" w:rsidRPr="00472F61" w:rsidRDefault="00290435" w:rsidP="00725439">
            <w:pPr>
              <w:pStyle w:val="BodyText"/>
              <w:tabs>
                <w:tab w:val="decimal" w:pos="875"/>
              </w:tabs>
              <w:spacing w:after="0"/>
              <w:ind w:left="-108" w:right="-131"/>
              <w:jc w:val="both"/>
              <w:rPr>
                <w:szCs w:val="22"/>
              </w:rPr>
            </w:pPr>
            <w:r w:rsidRPr="00472F61">
              <w:rPr>
                <w:szCs w:val="22"/>
                <w:lang w:val="en-US"/>
              </w:rPr>
              <w:t>308,242</w:t>
            </w:r>
          </w:p>
        </w:tc>
      </w:tr>
      <w:tr w:rsidR="00290435" w:rsidRPr="00472F61" w14:paraId="2F926826" w14:textId="77777777" w:rsidTr="004312D6">
        <w:trPr>
          <w:cantSplit/>
        </w:trPr>
        <w:tc>
          <w:tcPr>
            <w:tcW w:w="4399" w:type="dxa"/>
          </w:tcPr>
          <w:p w14:paraId="45C0DB08" w14:textId="7A6F1062" w:rsidR="00290435" w:rsidRPr="00472F61" w:rsidRDefault="00290435" w:rsidP="004312D6">
            <w:pPr>
              <w:spacing w:line="240" w:lineRule="atLeast"/>
              <w:ind w:right="-108"/>
              <w:jc w:val="both"/>
              <w:rPr>
                <w:szCs w:val="22"/>
              </w:rPr>
            </w:pPr>
            <w:r w:rsidRPr="00472F61">
              <w:rPr>
                <w:szCs w:val="22"/>
                <w:lang w:val="en-US" w:bidi="th-TH"/>
              </w:rPr>
              <w:t xml:space="preserve">Short-term </w:t>
            </w:r>
            <w:r w:rsidR="00AC6710">
              <w:rPr>
                <w:szCs w:val="22"/>
                <w:lang w:val="en-US" w:bidi="th-TH"/>
              </w:rPr>
              <w:t>r</w:t>
            </w:r>
            <w:proofErr w:type="spellStart"/>
            <w:r w:rsidRPr="00472F61">
              <w:rPr>
                <w:szCs w:val="22"/>
              </w:rPr>
              <w:t>ental</w:t>
            </w:r>
            <w:proofErr w:type="spellEnd"/>
            <w:r w:rsidRPr="00472F61">
              <w:rPr>
                <w:szCs w:val="22"/>
              </w:rPr>
              <w:t xml:space="preserve"> and service expenses</w:t>
            </w:r>
          </w:p>
        </w:tc>
        <w:tc>
          <w:tcPr>
            <w:tcW w:w="1170" w:type="dxa"/>
          </w:tcPr>
          <w:p w14:paraId="129F91EF" w14:textId="0E7682D3" w:rsidR="00290435" w:rsidRPr="00472F61" w:rsidRDefault="00290435" w:rsidP="004312D6">
            <w:pPr>
              <w:pStyle w:val="acctfourfigures"/>
              <w:tabs>
                <w:tab w:val="clear" w:pos="765"/>
                <w:tab w:val="decimal" w:pos="650"/>
              </w:tabs>
              <w:spacing w:line="240" w:lineRule="atLeast"/>
              <w:ind w:right="11"/>
              <w:rPr>
                <w:szCs w:val="22"/>
              </w:rPr>
            </w:pPr>
            <w:r w:rsidRPr="00472F61">
              <w:rPr>
                <w:szCs w:val="22"/>
                <w:cs/>
              </w:rPr>
              <w:t>-</w:t>
            </w:r>
          </w:p>
        </w:tc>
        <w:tc>
          <w:tcPr>
            <w:tcW w:w="180" w:type="dxa"/>
          </w:tcPr>
          <w:p w14:paraId="0EAE3101"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080" w:type="dxa"/>
          </w:tcPr>
          <w:p w14:paraId="4B9AA929" w14:textId="65C23B22" w:rsidR="00290435" w:rsidRPr="00472F61" w:rsidRDefault="00290435" w:rsidP="00725439">
            <w:pPr>
              <w:tabs>
                <w:tab w:val="decimal" w:pos="920"/>
              </w:tabs>
              <w:spacing w:line="240" w:lineRule="auto"/>
              <w:rPr>
                <w:szCs w:val="22"/>
              </w:rPr>
            </w:pPr>
            <w:r w:rsidRPr="00472F61">
              <w:rPr>
                <w:szCs w:val="22"/>
                <w:lang w:val="en-US"/>
              </w:rPr>
              <w:t>2,170</w:t>
            </w:r>
          </w:p>
        </w:tc>
        <w:tc>
          <w:tcPr>
            <w:tcW w:w="178" w:type="dxa"/>
          </w:tcPr>
          <w:p w14:paraId="075873C6"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093" w:type="dxa"/>
          </w:tcPr>
          <w:p w14:paraId="675E194A" w14:textId="6BE79736" w:rsidR="00290435" w:rsidRPr="00472F61" w:rsidRDefault="00290435" w:rsidP="004312D6">
            <w:pPr>
              <w:tabs>
                <w:tab w:val="decimal" w:pos="534"/>
              </w:tabs>
              <w:spacing w:line="240" w:lineRule="auto"/>
              <w:rPr>
                <w:szCs w:val="22"/>
              </w:rPr>
            </w:pPr>
            <w:r w:rsidRPr="00472F61">
              <w:rPr>
                <w:szCs w:val="22"/>
              </w:rPr>
              <w:t>-</w:t>
            </w:r>
          </w:p>
        </w:tc>
        <w:tc>
          <w:tcPr>
            <w:tcW w:w="181" w:type="dxa"/>
          </w:tcPr>
          <w:p w14:paraId="1FFD2C16"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158" w:type="dxa"/>
          </w:tcPr>
          <w:p w14:paraId="4E9119AA" w14:textId="6B9C618E" w:rsidR="00290435" w:rsidRPr="00472F61" w:rsidRDefault="00290435" w:rsidP="004312D6">
            <w:pPr>
              <w:pStyle w:val="BodyText"/>
              <w:tabs>
                <w:tab w:val="decimal" w:pos="875"/>
              </w:tabs>
              <w:spacing w:after="0" w:line="240" w:lineRule="auto"/>
              <w:ind w:left="-108" w:right="-131"/>
              <w:rPr>
                <w:szCs w:val="22"/>
                <w:lang w:val="en-US"/>
              </w:rPr>
            </w:pPr>
            <w:r w:rsidRPr="00472F61">
              <w:rPr>
                <w:szCs w:val="22"/>
                <w:lang w:val="en-US"/>
              </w:rPr>
              <w:t>2,170</w:t>
            </w:r>
          </w:p>
        </w:tc>
      </w:tr>
      <w:tr w:rsidR="00290435" w:rsidRPr="00472F61" w14:paraId="0BCF9C1B" w14:textId="77777777" w:rsidTr="004312D6">
        <w:trPr>
          <w:cantSplit/>
        </w:trPr>
        <w:tc>
          <w:tcPr>
            <w:tcW w:w="4399" w:type="dxa"/>
          </w:tcPr>
          <w:p w14:paraId="1EB24808" w14:textId="5D742C5E" w:rsidR="00290435" w:rsidRPr="00472F61" w:rsidRDefault="00290435" w:rsidP="004312D6">
            <w:pPr>
              <w:rPr>
                <w:szCs w:val="22"/>
              </w:rPr>
            </w:pPr>
            <w:r w:rsidRPr="00472F61">
              <w:rPr>
                <w:szCs w:val="22"/>
                <w:lang w:val="en-US" w:bidi="th-TH"/>
              </w:rPr>
              <w:t>Interest income</w:t>
            </w:r>
          </w:p>
        </w:tc>
        <w:tc>
          <w:tcPr>
            <w:tcW w:w="1170" w:type="dxa"/>
          </w:tcPr>
          <w:p w14:paraId="388226A9" w14:textId="6DFCA580" w:rsidR="00290435" w:rsidRPr="004E658D" w:rsidRDefault="00290435" w:rsidP="00725439">
            <w:pPr>
              <w:pStyle w:val="BodyText"/>
              <w:tabs>
                <w:tab w:val="decimal" w:pos="920"/>
              </w:tabs>
              <w:spacing w:after="0" w:line="240" w:lineRule="auto"/>
              <w:ind w:left="-108" w:right="-131"/>
              <w:rPr>
                <w:szCs w:val="22"/>
              </w:rPr>
            </w:pPr>
            <w:r w:rsidRPr="00472F61">
              <w:rPr>
                <w:szCs w:val="22"/>
                <w:lang w:val="en-US"/>
              </w:rPr>
              <w:t>21,</w:t>
            </w:r>
            <w:r w:rsidRPr="00725439">
              <w:rPr>
                <w:szCs w:val="22"/>
              </w:rPr>
              <w:t>874</w:t>
            </w:r>
          </w:p>
        </w:tc>
        <w:tc>
          <w:tcPr>
            <w:tcW w:w="180" w:type="dxa"/>
          </w:tcPr>
          <w:p w14:paraId="7411ED5E" w14:textId="77777777" w:rsidR="00290435" w:rsidRPr="00472F61" w:rsidRDefault="00290435" w:rsidP="004312D6">
            <w:pPr>
              <w:pStyle w:val="BodyText"/>
              <w:tabs>
                <w:tab w:val="decimal" w:pos="892"/>
              </w:tabs>
              <w:spacing w:after="0" w:line="240" w:lineRule="auto"/>
              <w:ind w:left="-108" w:right="-131"/>
              <w:jc w:val="both"/>
              <w:rPr>
                <w:szCs w:val="22"/>
                <w:cs/>
              </w:rPr>
            </w:pPr>
          </w:p>
        </w:tc>
        <w:tc>
          <w:tcPr>
            <w:tcW w:w="1080" w:type="dxa"/>
          </w:tcPr>
          <w:p w14:paraId="6ECC3664" w14:textId="35DB9098" w:rsidR="00290435" w:rsidRPr="00472F61" w:rsidRDefault="00290435" w:rsidP="00725439">
            <w:pPr>
              <w:pStyle w:val="acctfourfigures"/>
              <w:tabs>
                <w:tab w:val="clear" w:pos="765"/>
                <w:tab w:val="decimal" w:pos="650"/>
              </w:tabs>
              <w:spacing w:line="240" w:lineRule="atLeast"/>
              <w:ind w:right="11"/>
              <w:rPr>
                <w:szCs w:val="22"/>
                <w:lang w:val="en-US"/>
              </w:rPr>
            </w:pPr>
            <w:r w:rsidRPr="00472F61">
              <w:rPr>
                <w:szCs w:val="22"/>
              </w:rPr>
              <w:t>-</w:t>
            </w:r>
          </w:p>
        </w:tc>
        <w:tc>
          <w:tcPr>
            <w:tcW w:w="178" w:type="dxa"/>
          </w:tcPr>
          <w:p w14:paraId="2B4F9549" w14:textId="77777777" w:rsidR="00290435" w:rsidRPr="00472F61" w:rsidRDefault="00290435" w:rsidP="004312D6">
            <w:pPr>
              <w:pStyle w:val="BodyText"/>
              <w:tabs>
                <w:tab w:val="decimal" w:pos="772"/>
                <w:tab w:val="decimal" w:pos="892"/>
              </w:tabs>
              <w:spacing w:after="0" w:line="240" w:lineRule="auto"/>
              <w:ind w:left="-108" w:right="-131"/>
              <w:jc w:val="both"/>
              <w:rPr>
                <w:szCs w:val="22"/>
                <w:lang w:val="en-US"/>
              </w:rPr>
            </w:pPr>
          </w:p>
        </w:tc>
        <w:tc>
          <w:tcPr>
            <w:tcW w:w="1093" w:type="dxa"/>
          </w:tcPr>
          <w:p w14:paraId="271EEE35" w14:textId="11B4D3FB" w:rsidR="00290435" w:rsidRPr="00472F61" w:rsidRDefault="00290435" w:rsidP="004312D6">
            <w:pPr>
              <w:tabs>
                <w:tab w:val="decimal" w:pos="534"/>
              </w:tabs>
              <w:spacing w:line="240" w:lineRule="auto"/>
              <w:rPr>
                <w:szCs w:val="22"/>
                <w:lang w:val="en-US"/>
              </w:rPr>
            </w:pPr>
            <w:r w:rsidRPr="00472F61">
              <w:rPr>
                <w:szCs w:val="22"/>
              </w:rPr>
              <w:t>-</w:t>
            </w:r>
          </w:p>
        </w:tc>
        <w:tc>
          <w:tcPr>
            <w:tcW w:w="181" w:type="dxa"/>
          </w:tcPr>
          <w:p w14:paraId="68A5352D" w14:textId="77777777" w:rsidR="00290435" w:rsidRPr="00472F61" w:rsidRDefault="00290435" w:rsidP="004312D6">
            <w:pPr>
              <w:pStyle w:val="BodyText"/>
              <w:tabs>
                <w:tab w:val="decimal" w:pos="772"/>
                <w:tab w:val="decimal" w:pos="892"/>
              </w:tabs>
              <w:spacing w:after="0" w:line="240" w:lineRule="auto"/>
              <w:ind w:left="-108" w:right="-131"/>
              <w:jc w:val="both"/>
              <w:rPr>
                <w:szCs w:val="22"/>
                <w:lang w:val="en-US"/>
              </w:rPr>
            </w:pPr>
          </w:p>
        </w:tc>
        <w:tc>
          <w:tcPr>
            <w:tcW w:w="1158" w:type="dxa"/>
          </w:tcPr>
          <w:p w14:paraId="24F5FBF5" w14:textId="48DFB6A0" w:rsidR="00290435" w:rsidRPr="00725439" w:rsidRDefault="00290435" w:rsidP="00725439">
            <w:pPr>
              <w:tabs>
                <w:tab w:val="decimal" w:pos="639"/>
              </w:tabs>
              <w:spacing w:line="240" w:lineRule="auto"/>
              <w:rPr>
                <w:szCs w:val="22"/>
              </w:rPr>
            </w:pPr>
            <w:r w:rsidRPr="00472F61">
              <w:rPr>
                <w:szCs w:val="22"/>
              </w:rPr>
              <w:t>-</w:t>
            </w:r>
          </w:p>
        </w:tc>
      </w:tr>
      <w:tr w:rsidR="00290435" w:rsidRPr="00472F61" w14:paraId="4174F11D" w14:textId="77777777" w:rsidTr="004312D6">
        <w:trPr>
          <w:cantSplit/>
        </w:trPr>
        <w:tc>
          <w:tcPr>
            <w:tcW w:w="4399" w:type="dxa"/>
          </w:tcPr>
          <w:p w14:paraId="36A470D4" w14:textId="496DF795" w:rsidR="00290435" w:rsidRPr="00472F61" w:rsidRDefault="00290435" w:rsidP="004312D6">
            <w:pPr>
              <w:rPr>
                <w:szCs w:val="22"/>
                <w:lang w:val="en-US" w:bidi="th-TH"/>
              </w:rPr>
            </w:pPr>
          </w:p>
        </w:tc>
        <w:tc>
          <w:tcPr>
            <w:tcW w:w="1170" w:type="dxa"/>
          </w:tcPr>
          <w:p w14:paraId="5D89579F" w14:textId="1ABFF8B5" w:rsidR="00290435" w:rsidRPr="00472F61" w:rsidRDefault="00290435" w:rsidP="004312D6">
            <w:pPr>
              <w:pStyle w:val="BodyText"/>
              <w:tabs>
                <w:tab w:val="decimal" w:pos="920"/>
              </w:tabs>
              <w:spacing w:after="0" w:line="240" w:lineRule="auto"/>
              <w:ind w:left="-108" w:right="-131"/>
              <w:rPr>
                <w:szCs w:val="22"/>
              </w:rPr>
            </w:pPr>
          </w:p>
        </w:tc>
        <w:tc>
          <w:tcPr>
            <w:tcW w:w="180" w:type="dxa"/>
          </w:tcPr>
          <w:p w14:paraId="78F34A19"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080" w:type="dxa"/>
          </w:tcPr>
          <w:p w14:paraId="286E8B08" w14:textId="51B4E89B" w:rsidR="00290435" w:rsidRPr="00472F61" w:rsidRDefault="00290435" w:rsidP="004312D6">
            <w:pPr>
              <w:pStyle w:val="acctfourfigures"/>
              <w:tabs>
                <w:tab w:val="clear" w:pos="765"/>
                <w:tab w:val="decimal" w:pos="650"/>
              </w:tabs>
              <w:spacing w:line="240" w:lineRule="atLeast"/>
              <w:ind w:right="11"/>
              <w:rPr>
                <w:szCs w:val="22"/>
              </w:rPr>
            </w:pPr>
          </w:p>
        </w:tc>
        <w:tc>
          <w:tcPr>
            <w:tcW w:w="178" w:type="dxa"/>
          </w:tcPr>
          <w:p w14:paraId="33D885C1" w14:textId="77777777" w:rsidR="00290435" w:rsidRPr="00472F61" w:rsidRDefault="00290435" w:rsidP="004312D6">
            <w:pPr>
              <w:pStyle w:val="BodyText"/>
              <w:tabs>
                <w:tab w:val="decimal" w:pos="772"/>
                <w:tab w:val="decimal" w:pos="892"/>
              </w:tabs>
              <w:spacing w:after="0" w:line="240" w:lineRule="auto"/>
              <w:ind w:left="-108" w:right="-131"/>
              <w:jc w:val="both"/>
              <w:rPr>
                <w:szCs w:val="22"/>
                <w:lang w:val="en-US"/>
              </w:rPr>
            </w:pPr>
          </w:p>
        </w:tc>
        <w:tc>
          <w:tcPr>
            <w:tcW w:w="1093" w:type="dxa"/>
          </w:tcPr>
          <w:p w14:paraId="148FFA68" w14:textId="244C6CA2" w:rsidR="00290435" w:rsidRPr="00472F61" w:rsidRDefault="00290435" w:rsidP="004312D6">
            <w:pPr>
              <w:tabs>
                <w:tab w:val="decimal" w:pos="534"/>
              </w:tabs>
              <w:spacing w:line="240" w:lineRule="auto"/>
              <w:rPr>
                <w:szCs w:val="22"/>
                <w:lang w:val="en-US"/>
              </w:rPr>
            </w:pPr>
          </w:p>
        </w:tc>
        <w:tc>
          <w:tcPr>
            <w:tcW w:w="181" w:type="dxa"/>
          </w:tcPr>
          <w:p w14:paraId="72863195" w14:textId="77777777" w:rsidR="00290435" w:rsidRPr="00472F61" w:rsidRDefault="00290435" w:rsidP="004312D6">
            <w:pPr>
              <w:pStyle w:val="BodyText"/>
              <w:tabs>
                <w:tab w:val="decimal" w:pos="772"/>
                <w:tab w:val="decimal" w:pos="892"/>
              </w:tabs>
              <w:spacing w:after="0" w:line="240" w:lineRule="auto"/>
              <w:ind w:left="-108" w:right="-131"/>
              <w:jc w:val="both"/>
              <w:rPr>
                <w:szCs w:val="22"/>
                <w:lang w:val="en-US"/>
              </w:rPr>
            </w:pPr>
          </w:p>
        </w:tc>
        <w:tc>
          <w:tcPr>
            <w:tcW w:w="1158" w:type="dxa"/>
          </w:tcPr>
          <w:p w14:paraId="21291E1D" w14:textId="22F05307" w:rsidR="00290435" w:rsidRPr="00725439" w:rsidRDefault="00290435" w:rsidP="004312D6">
            <w:pPr>
              <w:tabs>
                <w:tab w:val="decimal" w:pos="630"/>
              </w:tabs>
              <w:spacing w:line="240" w:lineRule="auto"/>
              <w:rPr>
                <w:szCs w:val="22"/>
              </w:rPr>
            </w:pPr>
          </w:p>
        </w:tc>
      </w:tr>
      <w:tr w:rsidR="00290435" w:rsidRPr="00472F61" w14:paraId="7FA169AC" w14:textId="77777777" w:rsidTr="004312D6">
        <w:trPr>
          <w:cantSplit/>
        </w:trPr>
        <w:tc>
          <w:tcPr>
            <w:tcW w:w="4399" w:type="dxa"/>
          </w:tcPr>
          <w:p w14:paraId="3E52B050" w14:textId="78ADF4A7" w:rsidR="00290435" w:rsidRPr="00472F61" w:rsidRDefault="00290435" w:rsidP="004312D6">
            <w:pPr>
              <w:rPr>
                <w:szCs w:val="22"/>
                <w:lang w:val="en-US" w:bidi="th-TH"/>
              </w:rPr>
            </w:pPr>
            <w:r w:rsidRPr="00472F61">
              <w:rPr>
                <w:b/>
                <w:bCs/>
                <w:szCs w:val="22"/>
              </w:rPr>
              <w:t>Joint venture</w:t>
            </w:r>
          </w:p>
        </w:tc>
        <w:tc>
          <w:tcPr>
            <w:tcW w:w="1170" w:type="dxa"/>
          </w:tcPr>
          <w:p w14:paraId="0542D18C" w14:textId="77777777" w:rsidR="00290435" w:rsidRPr="00472F61" w:rsidRDefault="00290435" w:rsidP="004312D6">
            <w:pPr>
              <w:tabs>
                <w:tab w:val="decimal" w:pos="920"/>
              </w:tabs>
              <w:spacing w:line="240" w:lineRule="auto"/>
              <w:rPr>
                <w:szCs w:val="22"/>
              </w:rPr>
            </w:pPr>
          </w:p>
        </w:tc>
        <w:tc>
          <w:tcPr>
            <w:tcW w:w="180" w:type="dxa"/>
          </w:tcPr>
          <w:p w14:paraId="6F6D8B39" w14:textId="77777777" w:rsidR="00290435" w:rsidRPr="00472F61" w:rsidRDefault="00290435" w:rsidP="004312D6">
            <w:pPr>
              <w:pStyle w:val="BodyText"/>
              <w:tabs>
                <w:tab w:val="decimal" w:pos="892"/>
              </w:tabs>
              <w:spacing w:after="0"/>
              <w:ind w:left="-108" w:right="-131"/>
              <w:jc w:val="both"/>
              <w:rPr>
                <w:szCs w:val="22"/>
              </w:rPr>
            </w:pPr>
          </w:p>
        </w:tc>
        <w:tc>
          <w:tcPr>
            <w:tcW w:w="1080" w:type="dxa"/>
          </w:tcPr>
          <w:p w14:paraId="5882FFB8" w14:textId="77777777" w:rsidR="00290435" w:rsidRPr="00472F61" w:rsidRDefault="00290435" w:rsidP="004312D6">
            <w:pPr>
              <w:tabs>
                <w:tab w:val="decimal" w:pos="920"/>
              </w:tabs>
              <w:spacing w:line="240" w:lineRule="auto"/>
              <w:rPr>
                <w:szCs w:val="22"/>
              </w:rPr>
            </w:pPr>
          </w:p>
        </w:tc>
        <w:tc>
          <w:tcPr>
            <w:tcW w:w="178" w:type="dxa"/>
          </w:tcPr>
          <w:p w14:paraId="349912FB" w14:textId="77777777" w:rsidR="00290435" w:rsidRPr="00472F61" w:rsidRDefault="00290435" w:rsidP="004312D6">
            <w:pPr>
              <w:pStyle w:val="acctfourfigures"/>
              <w:tabs>
                <w:tab w:val="clear" w:pos="765"/>
                <w:tab w:val="decimal" w:pos="555"/>
              </w:tabs>
              <w:spacing w:line="240" w:lineRule="atLeast"/>
              <w:ind w:right="11"/>
              <w:rPr>
                <w:szCs w:val="22"/>
              </w:rPr>
            </w:pPr>
          </w:p>
        </w:tc>
        <w:tc>
          <w:tcPr>
            <w:tcW w:w="1093" w:type="dxa"/>
          </w:tcPr>
          <w:p w14:paraId="6F79F88E" w14:textId="77777777" w:rsidR="00290435" w:rsidRPr="00472F61" w:rsidRDefault="00290435" w:rsidP="004312D6">
            <w:pPr>
              <w:pStyle w:val="BodyText"/>
              <w:tabs>
                <w:tab w:val="decimal" w:pos="875"/>
              </w:tabs>
              <w:spacing w:after="0"/>
              <w:ind w:left="-108" w:right="-131"/>
              <w:rPr>
                <w:szCs w:val="22"/>
                <w:lang w:val="en-US"/>
              </w:rPr>
            </w:pPr>
          </w:p>
        </w:tc>
        <w:tc>
          <w:tcPr>
            <w:tcW w:w="181" w:type="dxa"/>
          </w:tcPr>
          <w:p w14:paraId="35414377" w14:textId="77777777" w:rsidR="00290435" w:rsidRPr="00472F61" w:rsidRDefault="00290435" w:rsidP="004312D6">
            <w:pPr>
              <w:pStyle w:val="BodyText"/>
              <w:tabs>
                <w:tab w:val="decimal" w:pos="892"/>
              </w:tabs>
              <w:spacing w:after="0"/>
              <w:ind w:left="-108" w:right="-131"/>
              <w:jc w:val="both"/>
              <w:rPr>
                <w:szCs w:val="22"/>
              </w:rPr>
            </w:pPr>
          </w:p>
        </w:tc>
        <w:tc>
          <w:tcPr>
            <w:tcW w:w="1158" w:type="dxa"/>
          </w:tcPr>
          <w:p w14:paraId="23C60B04" w14:textId="77777777" w:rsidR="00290435" w:rsidRPr="00725439" w:rsidRDefault="00290435" w:rsidP="00725439">
            <w:pPr>
              <w:tabs>
                <w:tab w:val="decimal" w:pos="639"/>
              </w:tabs>
              <w:spacing w:line="240" w:lineRule="auto"/>
              <w:rPr>
                <w:szCs w:val="22"/>
              </w:rPr>
            </w:pPr>
          </w:p>
        </w:tc>
      </w:tr>
      <w:tr w:rsidR="00290435" w:rsidRPr="00472F61" w14:paraId="2316809C" w14:textId="77777777" w:rsidTr="004312D6">
        <w:trPr>
          <w:cantSplit/>
        </w:trPr>
        <w:tc>
          <w:tcPr>
            <w:tcW w:w="4399" w:type="dxa"/>
          </w:tcPr>
          <w:p w14:paraId="6E5FE7CA" w14:textId="55B7E8E6" w:rsidR="00290435" w:rsidRPr="00472F61" w:rsidRDefault="00290435" w:rsidP="004312D6">
            <w:pPr>
              <w:spacing w:line="240" w:lineRule="atLeast"/>
              <w:rPr>
                <w:b/>
                <w:bCs/>
                <w:szCs w:val="22"/>
              </w:rPr>
            </w:pPr>
            <w:r w:rsidRPr="00472F61">
              <w:rPr>
                <w:szCs w:val="22"/>
              </w:rPr>
              <w:t>Interest income</w:t>
            </w:r>
          </w:p>
        </w:tc>
        <w:tc>
          <w:tcPr>
            <w:tcW w:w="1170" w:type="dxa"/>
          </w:tcPr>
          <w:p w14:paraId="704C1768" w14:textId="0B6EAB9B" w:rsidR="00290435" w:rsidRPr="00472F61" w:rsidRDefault="00290435" w:rsidP="00725439">
            <w:pPr>
              <w:pStyle w:val="acctfourfigures"/>
              <w:tabs>
                <w:tab w:val="clear" w:pos="765"/>
                <w:tab w:val="decimal" w:pos="650"/>
              </w:tabs>
              <w:spacing w:line="240" w:lineRule="atLeast"/>
              <w:ind w:right="11"/>
              <w:rPr>
                <w:szCs w:val="22"/>
              </w:rPr>
            </w:pPr>
            <w:r w:rsidRPr="00472F61">
              <w:rPr>
                <w:szCs w:val="22"/>
                <w:cs/>
                <w:lang w:val="en-US"/>
              </w:rPr>
              <w:t>-</w:t>
            </w:r>
          </w:p>
        </w:tc>
        <w:tc>
          <w:tcPr>
            <w:tcW w:w="180" w:type="dxa"/>
          </w:tcPr>
          <w:p w14:paraId="322AE7B2"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33075555" w14:textId="2FBA09F0" w:rsidR="00290435" w:rsidRPr="00472F61" w:rsidRDefault="00290435" w:rsidP="004312D6">
            <w:pPr>
              <w:tabs>
                <w:tab w:val="decimal" w:pos="920"/>
              </w:tabs>
              <w:spacing w:line="240" w:lineRule="auto"/>
              <w:rPr>
                <w:szCs w:val="22"/>
              </w:rPr>
            </w:pPr>
            <w:r w:rsidRPr="00472F61">
              <w:rPr>
                <w:szCs w:val="22"/>
              </w:rPr>
              <w:t>25,653</w:t>
            </w:r>
          </w:p>
        </w:tc>
        <w:tc>
          <w:tcPr>
            <w:tcW w:w="178" w:type="dxa"/>
          </w:tcPr>
          <w:p w14:paraId="3B61642A" w14:textId="77777777" w:rsidR="00290435" w:rsidRPr="00472F61" w:rsidRDefault="00290435" w:rsidP="004312D6">
            <w:pPr>
              <w:pStyle w:val="acctfourfigures"/>
              <w:tabs>
                <w:tab w:val="clear" w:pos="765"/>
                <w:tab w:val="decimal" w:pos="911"/>
              </w:tabs>
              <w:spacing w:line="240" w:lineRule="atLeast"/>
              <w:rPr>
                <w:szCs w:val="22"/>
              </w:rPr>
            </w:pPr>
          </w:p>
        </w:tc>
        <w:tc>
          <w:tcPr>
            <w:tcW w:w="1093" w:type="dxa"/>
          </w:tcPr>
          <w:p w14:paraId="224C6146" w14:textId="0F1C119C" w:rsidR="00290435" w:rsidRPr="00472F61" w:rsidRDefault="00290435" w:rsidP="00725439">
            <w:pPr>
              <w:tabs>
                <w:tab w:val="decimal" w:pos="534"/>
              </w:tabs>
              <w:spacing w:line="240" w:lineRule="auto"/>
              <w:rPr>
                <w:szCs w:val="22"/>
              </w:rPr>
            </w:pPr>
            <w:r>
              <w:rPr>
                <w:szCs w:val="22"/>
                <w:lang w:val="en-US"/>
              </w:rPr>
              <w:t>-</w:t>
            </w:r>
          </w:p>
        </w:tc>
        <w:tc>
          <w:tcPr>
            <w:tcW w:w="181" w:type="dxa"/>
          </w:tcPr>
          <w:p w14:paraId="673C6EE1" w14:textId="77777777" w:rsidR="00290435" w:rsidRPr="00472F61" w:rsidRDefault="00290435" w:rsidP="004312D6">
            <w:pPr>
              <w:pStyle w:val="acctfourfigures"/>
              <w:tabs>
                <w:tab w:val="clear" w:pos="765"/>
                <w:tab w:val="decimal" w:pos="911"/>
              </w:tabs>
              <w:spacing w:line="240" w:lineRule="atLeast"/>
              <w:rPr>
                <w:szCs w:val="22"/>
              </w:rPr>
            </w:pPr>
          </w:p>
        </w:tc>
        <w:tc>
          <w:tcPr>
            <w:tcW w:w="1158" w:type="dxa"/>
          </w:tcPr>
          <w:p w14:paraId="14768D46" w14:textId="42DC43D8" w:rsidR="00290435" w:rsidRPr="00472F61" w:rsidRDefault="00290435" w:rsidP="00725439">
            <w:pPr>
              <w:tabs>
                <w:tab w:val="decimal" w:pos="639"/>
              </w:tabs>
              <w:spacing w:line="240" w:lineRule="auto"/>
              <w:rPr>
                <w:szCs w:val="22"/>
              </w:rPr>
            </w:pPr>
            <w:r w:rsidRPr="00725439">
              <w:rPr>
                <w:szCs w:val="22"/>
              </w:rPr>
              <w:t>-</w:t>
            </w:r>
          </w:p>
        </w:tc>
      </w:tr>
      <w:tr w:rsidR="00290435" w:rsidRPr="00472F61" w14:paraId="0F808789" w14:textId="77777777" w:rsidTr="004312D6">
        <w:trPr>
          <w:cantSplit/>
        </w:trPr>
        <w:tc>
          <w:tcPr>
            <w:tcW w:w="4399" w:type="dxa"/>
          </w:tcPr>
          <w:p w14:paraId="3150B3C5" w14:textId="17239BD3" w:rsidR="00290435" w:rsidRPr="00472F61" w:rsidRDefault="00290435" w:rsidP="004312D6">
            <w:pPr>
              <w:spacing w:line="240" w:lineRule="atLeast"/>
              <w:rPr>
                <w:b/>
                <w:bCs/>
                <w:szCs w:val="22"/>
              </w:rPr>
            </w:pPr>
          </w:p>
        </w:tc>
        <w:tc>
          <w:tcPr>
            <w:tcW w:w="1170" w:type="dxa"/>
          </w:tcPr>
          <w:p w14:paraId="000D50E8" w14:textId="4C1DA5C6" w:rsidR="00290435" w:rsidRPr="00472F61" w:rsidRDefault="00290435" w:rsidP="004312D6">
            <w:pPr>
              <w:pStyle w:val="acctfourfigures"/>
              <w:tabs>
                <w:tab w:val="clear" w:pos="765"/>
                <w:tab w:val="decimal" w:pos="650"/>
              </w:tabs>
              <w:spacing w:line="240" w:lineRule="atLeast"/>
              <w:ind w:right="11"/>
              <w:rPr>
                <w:szCs w:val="22"/>
                <w:lang w:val="en-US"/>
              </w:rPr>
            </w:pPr>
          </w:p>
        </w:tc>
        <w:tc>
          <w:tcPr>
            <w:tcW w:w="180" w:type="dxa"/>
          </w:tcPr>
          <w:p w14:paraId="19E57A92"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139C05EA" w14:textId="286D78A5" w:rsidR="00290435" w:rsidRPr="00472F61" w:rsidRDefault="00290435" w:rsidP="004312D6">
            <w:pPr>
              <w:tabs>
                <w:tab w:val="decimal" w:pos="920"/>
              </w:tabs>
              <w:spacing w:line="240" w:lineRule="auto"/>
              <w:rPr>
                <w:szCs w:val="22"/>
              </w:rPr>
            </w:pPr>
          </w:p>
        </w:tc>
        <w:tc>
          <w:tcPr>
            <w:tcW w:w="178" w:type="dxa"/>
          </w:tcPr>
          <w:p w14:paraId="639B9F17" w14:textId="77777777" w:rsidR="00290435" w:rsidRPr="00472F61" w:rsidRDefault="00290435" w:rsidP="004312D6">
            <w:pPr>
              <w:pStyle w:val="acctfourfigures"/>
              <w:tabs>
                <w:tab w:val="clear" w:pos="765"/>
                <w:tab w:val="decimal" w:pos="911"/>
              </w:tabs>
              <w:spacing w:line="240" w:lineRule="atLeast"/>
              <w:rPr>
                <w:szCs w:val="22"/>
              </w:rPr>
            </w:pPr>
          </w:p>
        </w:tc>
        <w:tc>
          <w:tcPr>
            <w:tcW w:w="1093" w:type="dxa"/>
          </w:tcPr>
          <w:p w14:paraId="64332F21" w14:textId="0ABA1202" w:rsidR="00290435" w:rsidRPr="00472F61" w:rsidRDefault="00290435" w:rsidP="004312D6">
            <w:pPr>
              <w:tabs>
                <w:tab w:val="decimal" w:pos="534"/>
              </w:tabs>
              <w:spacing w:line="240" w:lineRule="auto"/>
              <w:rPr>
                <w:szCs w:val="22"/>
                <w:lang w:val="en-US"/>
              </w:rPr>
            </w:pPr>
          </w:p>
        </w:tc>
        <w:tc>
          <w:tcPr>
            <w:tcW w:w="181" w:type="dxa"/>
          </w:tcPr>
          <w:p w14:paraId="1AA403B2" w14:textId="77777777" w:rsidR="00290435" w:rsidRPr="00472F61" w:rsidRDefault="00290435" w:rsidP="004312D6">
            <w:pPr>
              <w:pStyle w:val="acctfourfigures"/>
              <w:tabs>
                <w:tab w:val="clear" w:pos="765"/>
                <w:tab w:val="decimal" w:pos="555"/>
              </w:tabs>
              <w:spacing w:line="240" w:lineRule="atLeast"/>
              <w:ind w:right="11"/>
              <w:rPr>
                <w:szCs w:val="22"/>
              </w:rPr>
            </w:pPr>
          </w:p>
        </w:tc>
        <w:tc>
          <w:tcPr>
            <w:tcW w:w="1158" w:type="dxa"/>
          </w:tcPr>
          <w:p w14:paraId="212E7D10" w14:textId="1F5195D2" w:rsidR="00290435" w:rsidRPr="00472F61" w:rsidRDefault="00290435" w:rsidP="004312D6">
            <w:pPr>
              <w:pStyle w:val="BodyText"/>
              <w:tabs>
                <w:tab w:val="decimal" w:pos="590"/>
              </w:tabs>
              <w:spacing w:after="0"/>
              <w:ind w:left="-108" w:right="-131"/>
              <w:rPr>
                <w:szCs w:val="22"/>
                <w:lang w:val="en-US"/>
              </w:rPr>
            </w:pPr>
          </w:p>
        </w:tc>
      </w:tr>
      <w:tr w:rsidR="00290435" w:rsidRPr="00472F61" w14:paraId="2601CC17" w14:textId="77777777" w:rsidTr="004312D6">
        <w:trPr>
          <w:cantSplit/>
        </w:trPr>
        <w:tc>
          <w:tcPr>
            <w:tcW w:w="4399" w:type="dxa"/>
          </w:tcPr>
          <w:p w14:paraId="50DC5980" w14:textId="17ED4A85" w:rsidR="00290435" w:rsidRPr="00472F61" w:rsidRDefault="00290435" w:rsidP="004312D6">
            <w:pPr>
              <w:spacing w:line="240" w:lineRule="atLeast"/>
              <w:rPr>
                <w:szCs w:val="22"/>
              </w:rPr>
            </w:pPr>
            <w:r w:rsidRPr="00472F61">
              <w:rPr>
                <w:b/>
                <w:bCs/>
                <w:szCs w:val="22"/>
              </w:rPr>
              <w:t>Other related parties</w:t>
            </w:r>
          </w:p>
        </w:tc>
        <w:tc>
          <w:tcPr>
            <w:tcW w:w="1170" w:type="dxa"/>
          </w:tcPr>
          <w:p w14:paraId="30626F53"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80" w:type="dxa"/>
          </w:tcPr>
          <w:p w14:paraId="4B55853D"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2AE556F1"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78" w:type="dxa"/>
          </w:tcPr>
          <w:p w14:paraId="3B4536F7" w14:textId="77777777" w:rsidR="00290435" w:rsidRPr="00472F61" w:rsidRDefault="00290435" w:rsidP="004312D6">
            <w:pPr>
              <w:pStyle w:val="acctfourfigures"/>
              <w:tabs>
                <w:tab w:val="clear" w:pos="765"/>
                <w:tab w:val="decimal" w:pos="911"/>
              </w:tabs>
              <w:spacing w:line="240" w:lineRule="atLeast"/>
              <w:rPr>
                <w:szCs w:val="22"/>
              </w:rPr>
            </w:pPr>
          </w:p>
        </w:tc>
        <w:tc>
          <w:tcPr>
            <w:tcW w:w="1093" w:type="dxa"/>
          </w:tcPr>
          <w:p w14:paraId="695A6C48"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81" w:type="dxa"/>
          </w:tcPr>
          <w:p w14:paraId="4CF8FC18" w14:textId="77777777" w:rsidR="00290435" w:rsidRPr="00472F61" w:rsidRDefault="00290435" w:rsidP="004312D6">
            <w:pPr>
              <w:pStyle w:val="acctfourfigures"/>
              <w:tabs>
                <w:tab w:val="clear" w:pos="765"/>
                <w:tab w:val="decimal" w:pos="555"/>
              </w:tabs>
              <w:spacing w:line="240" w:lineRule="atLeast"/>
              <w:ind w:right="11"/>
              <w:rPr>
                <w:szCs w:val="22"/>
              </w:rPr>
            </w:pPr>
          </w:p>
        </w:tc>
        <w:tc>
          <w:tcPr>
            <w:tcW w:w="1158" w:type="dxa"/>
          </w:tcPr>
          <w:p w14:paraId="06EBFAD1" w14:textId="77777777" w:rsidR="00290435" w:rsidRPr="00472F61" w:rsidRDefault="00290435" w:rsidP="004312D6">
            <w:pPr>
              <w:pStyle w:val="acctfourfigures"/>
              <w:tabs>
                <w:tab w:val="clear" w:pos="765"/>
                <w:tab w:val="decimal" w:pos="911"/>
              </w:tabs>
              <w:spacing w:line="240" w:lineRule="atLeast"/>
              <w:ind w:right="11"/>
              <w:rPr>
                <w:szCs w:val="22"/>
              </w:rPr>
            </w:pPr>
          </w:p>
        </w:tc>
      </w:tr>
      <w:tr w:rsidR="00290435" w:rsidRPr="00472F61" w14:paraId="6BF10E2E" w14:textId="77777777" w:rsidTr="004312D6">
        <w:trPr>
          <w:cantSplit/>
        </w:trPr>
        <w:tc>
          <w:tcPr>
            <w:tcW w:w="4399" w:type="dxa"/>
          </w:tcPr>
          <w:p w14:paraId="2DFF4F9F" w14:textId="7ECE1E0B" w:rsidR="00290435" w:rsidRPr="00472F61" w:rsidRDefault="00290435" w:rsidP="004312D6">
            <w:pPr>
              <w:spacing w:line="240" w:lineRule="atLeast"/>
              <w:rPr>
                <w:szCs w:val="22"/>
              </w:rPr>
            </w:pPr>
            <w:r w:rsidRPr="00472F61">
              <w:rPr>
                <w:szCs w:val="22"/>
              </w:rPr>
              <w:t>Rental income</w:t>
            </w:r>
          </w:p>
        </w:tc>
        <w:tc>
          <w:tcPr>
            <w:tcW w:w="1170" w:type="dxa"/>
          </w:tcPr>
          <w:p w14:paraId="369E4241" w14:textId="44637558" w:rsidR="00290435" w:rsidRPr="00472F61" w:rsidRDefault="00290435" w:rsidP="004312D6">
            <w:pPr>
              <w:pStyle w:val="acctfourfigures"/>
              <w:tabs>
                <w:tab w:val="clear" w:pos="765"/>
                <w:tab w:val="decimal" w:pos="911"/>
              </w:tabs>
              <w:spacing w:line="240" w:lineRule="atLeast"/>
              <w:ind w:right="11"/>
              <w:rPr>
                <w:szCs w:val="22"/>
              </w:rPr>
            </w:pPr>
            <w:r w:rsidRPr="00472F61">
              <w:rPr>
                <w:szCs w:val="22"/>
                <w:lang w:val="en-US"/>
              </w:rPr>
              <w:t>71,176</w:t>
            </w:r>
          </w:p>
        </w:tc>
        <w:tc>
          <w:tcPr>
            <w:tcW w:w="180" w:type="dxa"/>
          </w:tcPr>
          <w:p w14:paraId="706099FE"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45009212" w14:textId="369999CB" w:rsidR="00290435" w:rsidRPr="00472F61" w:rsidRDefault="00290435" w:rsidP="004312D6">
            <w:pPr>
              <w:pStyle w:val="acctfourfigures"/>
              <w:tabs>
                <w:tab w:val="clear" w:pos="765"/>
                <w:tab w:val="decimal" w:pos="911"/>
              </w:tabs>
              <w:spacing w:line="240" w:lineRule="atLeast"/>
              <w:ind w:right="11"/>
              <w:rPr>
                <w:szCs w:val="22"/>
              </w:rPr>
            </w:pPr>
            <w:r w:rsidRPr="00472F61">
              <w:rPr>
                <w:szCs w:val="22"/>
              </w:rPr>
              <w:t>26,112</w:t>
            </w:r>
          </w:p>
        </w:tc>
        <w:tc>
          <w:tcPr>
            <w:tcW w:w="178" w:type="dxa"/>
          </w:tcPr>
          <w:p w14:paraId="41F08C7D" w14:textId="77777777" w:rsidR="00290435" w:rsidRPr="00472F61" w:rsidRDefault="00290435" w:rsidP="004312D6">
            <w:pPr>
              <w:pStyle w:val="acctfourfigures"/>
              <w:tabs>
                <w:tab w:val="clear" w:pos="765"/>
                <w:tab w:val="decimal" w:pos="911"/>
              </w:tabs>
              <w:spacing w:line="240" w:lineRule="atLeast"/>
              <w:rPr>
                <w:szCs w:val="22"/>
              </w:rPr>
            </w:pPr>
          </w:p>
        </w:tc>
        <w:tc>
          <w:tcPr>
            <w:tcW w:w="1093" w:type="dxa"/>
          </w:tcPr>
          <w:p w14:paraId="444A69FB" w14:textId="3DADDF02" w:rsidR="00290435" w:rsidRPr="00472F61" w:rsidRDefault="00290435" w:rsidP="004312D6">
            <w:pPr>
              <w:pStyle w:val="acctfourfigures"/>
              <w:tabs>
                <w:tab w:val="clear" w:pos="765"/>
                <w:tab w:val="decimal" w:pos="911"/>
              </w:tabs>
              <w:spacing w:line="240" w:lineRule="atLeast"/>
              <w:ind w:right="11"/>
              <w:rPr>
                <w:szCs w:val="22"/>
              </w:rPr>
            </w:pPr>
            <w:r w:rsidRPr="00472F61">
              <w:rPr>
                <w:szCs w:val="22"/>
                <w:lang w:val="en-US"/>
              </w:rPr>
              <w:t>37,460</w:t>
            </w:r>
          </w:p>
        </w:tc>
        <w:tc>
          <w:tcPr>
            <w:tcW w:w="181" w:type="dxa"/>
          </w:tcPr>
          <w:p w14:paraId="75D0A277" w14:textId="77777777" w:rsidR="00290435" w:rsidRPr="00472F61" w:rsidRDefault="00290435" w:rsidP="004312D6">
            <w:pPr>
              <w:pStyle w:val="acctfourfigures"/>
              <w:tabs>
                <w:tab w:val="clear" w:pos="765"/>
                <w:tab w:val="decimal" w:pos="555"/>
              </w:tabs>
              <w:spacing w:line="240" w:lineRule="atLeast"/>
              <w:ind w:right="11"/>
              <w:rPr>
                <w:szCs w:val="22"/>
              </w:rPr>
            </w:pPr>
          </w:p>
        </w:tc>
        <w:tc>
          <w:tcPr>
            <w:tcW w:w="1158" w:type="dxa"/>
          </w:tcPr>
          <w:p w14:paraId="5FF598BA" w14:textId="52511688" w:rsidR="00290435" w:rsidRPr="00472F61" w:rsidRDefault="00290435" w:rsidP="004312D6">
            <w:pPr>
              <w:pStyle w:val="acctfourfigures"/>
              <w:tabs>
                <w:tab w:val="clear" w:pos="765"/>
                <w:tab w:val="decimal" w:pos="911"/>
              </w:tabs>
              <w:spacing w:line="240" w:lineRule="atLeast"/>
              <w:ind w:right="11"/>
              <w:rPr>
                <w:szCs w:val="22"/>
              </w:rPr>
            </w:pPr>
            <w:r w:rsidRPr="00472F61">
              <w:rPr>
                <w:szCs w:val="22"/>
              </w:rPr>
              <w:t>12,630</w:t>
            </w:r>
          </w:p>
        </w:tc>
      </w:tr>
      <w:tr w:rsidR="00290435" w:rsidRPr="00472F61" w14:paraId="212F9D5A" w14:textId="77777777" w:rsidTr="004312D6">
        <w:trPr>
          <w:cantSplit/>
        </w:trPr>
        <w:tc>
          <w:tcPr>
            <w:tcW w:w="4399" w:type="dxa"/>
          </w:tcPr>
          <w:p w14:paraId="19B9E928" w14:textId="51902C7E" w:rsidR="00290435" w:rsidRPr="00472F61" w:rsidRDefault="00290435" w:rsidP="004312D6">
            <w:pPr>
              <w:spacing w:line="240" w:lineRule="atLeast"/>
              <w:rPr>
                <w:szCs w:val="22"/>
              </w:rPr>
            </w:pPr>
            <w:r w:rsidRPr="00472F61">
              <w:rPr>
                <w:szCs w:val="22"/>
                <w:lang w:bidi="th-TH"/>
              </w:rPr>
              <w:t>Project management income</w:t>
            </w:r>
          </w:p>
        </w:tc>
        <w:tc>
          <w:tcPr>
            <w:tcW w:w="1170" w:type="dxa"/>
          </w:tcPr>
          <w:p w14:paraId="0C32737C" w14:textId="7B5AE559" w:rsidR="00290435" w:rsidRPr="00472F61" w:rsidRDefault="00290435" w:rsidP="004312D6">
            <w:pPr>
              <w:pStyle w:val="BodyText"/>
              <w:tabs>
                <w:tab w:val="decimal" w:pos="920"/>
              </w:tabs>
              <w:spacing w:after="0" w:line="240" w:lineRule="auto"/>
              <w:ind w:left="-108" w:right="-131"/>
              <w:rPr>
                <w:szCs w:val="22"/>
                <w:lang w:val="en-US" w:bidi="th-TH"/>
              </w:rPr>
            </w:pPr>
            <w:r w:rsidRPr="00472F61">
              <w:rPr>
                <w:szCs w:val="22"/>
                <w:lang w:val="en-US"/>
              </w:rPr>
              <w:t>8,423</w:t>
            </w:r>
          </w:p>
        </w:tc>
        <w:tc>
          <w:tcPr>
            <w:tcW w:w="180" w:type="dxa"/>
          </w:tcPr>
          <w:p w14:paraId="06850842" w14:textId="77777777" w:rsidR="00290435" w:rsidRPr="00472F61" w:rsidRDefault="00290435" w:rsidP="004312D6">
            <w:pPr>
              <w:pStyle w:val="BodyText"/>
              <w:tabs>
                <w:tab w:val="decimal" w:pos="892"/>
              </w:tabs>
              <w:spacing w:after="0" w:line="240" w:lineRule="auto"/>
              <w:ind w:left="-108" w:right="-131"/>
              <w:jc w:val="both"/>
              <w:rPr>
                <w:szCs w:val="22"/>
                <w:cs/>
                <w:lang w:val="x-none"/>
              </w:rPr>
            </w:pPr>
          </w:p>
        </w:tc>
        <w:tc>
          <w:tcPr>
            <w:tcW w:w="1080" w:type="dxa"/>
          </w:tcPr>
          <w:p w14:paraId="389A85E6" w14:textId="2D44402D" w:rsidR="00290435" w:rsidRPr="00472F61" w:rsidRDefault="00290435" w:rsidP="00725439">
            <w:pPr>
              <w:pStyle w:val="acctfourfigures"/>
              <w:tabs>
                <w:tab w:val="clear" w:pos="765"/>
                <w:tab w:val="decimal" w:pos="650"/>
              </w:tabs>
              <w:spacing w:line="240" w:lineRule="atLeast"/>
              <w:ind w:right="11"/>
              <w:rPr>
                <w:szCs w:val="22"/>
              </w:rPr>
            </w:pPr>
            <w:r w:rsidRPr="00472F61">
              <w:rPr>
                <w:szCs w:val="22"/>
              </w:rPr>
              <w:t>-</w:t>
            </w:r>
          </w:p>
        </w:tc>
        <w:tc>
          <w:tcPr>
            <w:tcW w:w="178" w:type="dxa"/>
          </w:tcPr>
          <w:p w14:paraId="1B0F8BB1"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093" w:type="dxa"/>
          </w:tcPr>
          <w:p w14:paraId="3E6ED58D" w14:textId="04653FF9" w:rsidR="00290435" w:rsidRPr="00472F61" w:rsidRDefault="00290435" w:rsidP="004312D6">
            <w:pPr>
              <w:pStyle w:val="BodyText"/>
              <w:tabs>
                <w:tab w:val="decimal" w:pos="875"/>
              </w:tabs>
              <w:spacing w:after="0" w:line="240" w:lineRule="auto"/>
              <w:ind w:left="-108" w:right="-131"/>
              <w:jc w:val="both"/>
              <w:rPr>
                <w:szCs w:val="22"/>
                <w:lang w:val="en-US"/>
              </w:rPr>
            </w:pPr>
            <w:r w:rsidRPr="00472F61">
              <w:rPr>
                <w:szCs w:val="22"/>
                <w:lang w:val="en-US"/>
              </w:rPr>
              <w:t>5,396</w:t>
            </w:r>
          </w:p>
        </w:tc>
        <w:tc>
          <w:tcPr>
            <w:tcW w:w="181" w:type="dxa"/>
          </w:tcPr>
          <w:p w14:paraId="3D034A4E" w14:textId="77777777" w:rsidR="00290435" w:rsidRPr="00472F61" w:rsidRDefault="00290435" w:rsidP="004312D6">
            <w:pPr>
              <w:pStyle w:val="BodyText"/>
              <w:tabs>
                <w:tab w:val="decimal" w:pos="892"/>
              </w:tabs>
              <w:spacing w:after="0" w:line="240" w:lineRule="auto"/>
              <w:ind w:left="-108" w:right="-131"/>
              <w:jc w:val="both"/>
              <w:rPr>
                <w:szCs w:val="22"/>
                <w:lang w:val="x-none"/>
              </w:rPr>
            </w:pPr>
          </w:p>
        </w:tc>
        <w:tc>
          <w:tcPr>
            <w:tcW w:w="1158" w:type="dxa"/>
          </w:tcPr>
          <w:p w14:paraId="42466222" w14:textId="1A87AAC0" w:rsidR="00290435" w:rsidRPr="00472F61" w:rsidRDefault="00290435" w:rsidP="00725439">
            <w:pPr>
              <w:tabs>
                <w:tab w:val="decimal" w:pos="639"/>
              </w:tabs>
              <w:spacing w:line="240" w:lineRule="auto"/>
              <w:rPr>
                <w:szCs w:val="22"/>
              </w:rPr>
            </w:pPr>
            <w:r w:rsidRPr="00472F61">
              <w:rPr>
                <w:szCs w:val="22"/>
              </w:rPr>
              <w:t>-</w:t>
            </w:r>
          </w:p>
        </w:tc>
      </w:tr>
      <w:tr w:rsidR="00290435" w:rsidRPr="00472F61" w14:paraId="369E8391" w14:textId="77777777" w:rsidTr="004312D6">
        <w:trPr>
          <w:cantSplit/>
        </w:trPr>
        <w:tc>
          <w:tcPr>
            <w:tcW w:w="4399" w:type="dxa"/>
          </w:tcPr>
          <w:p w14:paraId="3AB447DC" w14:textId="78B4DD1A" w:rsidR="00290435" w:rsidRPr="00472F61" w:rsidRDefault="00290435" w:rsidP="004312D6">
            <w:pPr>
              <w:spacing w:line="240" w:lineRule="atLeast"/>
              <w:rPr>
                <w:szCs w:val="22"/>
              </w:rPr>
            </w:pPr>
            <w:r w:rsidRPr="001B33F5">
              <w:rPr>
                <w:szCs w:val="22"/>
              </w:rPr>
              <w:t>Other income</w:t>
            </w:r>
          </w:p>
        </w:tc>
        <w:tc>
          <w:tcPr>
            <w:tcW w:w="1170" w:type="dxa"/>
          </w:tcPr>
          <w:p w14:paraId="3135854F" w14:textId="23FB3643" w:rsidR="00290435" w:rsidRPr="00472F61" w:rsidRDefault="00290435" w:rsidP="00725439">
            <w:pPr>
              <w:pStyle w:val="acctfourfigures"/>
              <w:tabs>
                <w:tab w:val="clear" w:pos="765"/>
                <w:tab w:val="decimal" w:pos="650"/>
              </w:tabs>
              <w:spacing w:line="240" w:lineRule="atLeast"/>
              <w:ind w:right="11"/>
              <w:rPr>
                <w:szCs w:val="22"/>
                <w:lang w:val="en-US"/>
              </w:rPr>
            </w:pPr>
            <w:r w:rsidRPr="004E658D">
              <w:rPr>
                <w:szCs w:val="22"/>
                <w:lang w:val="en-US"/>
              </w:rPr>
              <w:t>-</w:t>
            </w:r>
          </w:p>
        </w:tc>
        <w:tc>
          <w:tcPr>
            <w:tcW w:w="180" w:type="dxa"/>
          </w:tcPr>
          <w:p w14:paraId="6D47FEFD" w14:textId="77777777" w:rsidR="00290435" w:rsidRPr="00472F61" w:rsidRDefault="00290435" w:rsidP="004312D6">
            <w:pPr>
              <w:pStyle w:val="BodyText"/>
              <w:tabs>
                <w:tab w:val="decimal" w:pos="892"/>
              </w:tabs>
              <w:spacing w:after="0" w:line="240" w:lineRule="auto"/>
              <w:ind w:left="-108" w:right="-131"/>
              <w:jc w:val="both"/>
              <w:rPr>
                <w:szCs w:val="22"/>
                <w:lang w:val="x-none"/>
              </w:rPr>
            </w:pPr>
          </w:p>
        </w:tc>
        <w:tc>
          <w:tcPr>
            <w:tcW w:w="1080" w:type="dxa"/>
          </w:tcPr>
          <w:p w14:paraId="7E0E2133" w14:textId="5527C09F" w:rsidR="00290435" w:rsidRPr="00472F61" w:rsidRDefault="00290435" w:rsidP="00725439">
            <w:pPr>
              <w:pStyle w:val="acctfourfigures"/>
              <w:tabs>
                <w:tab w:val="clear" w:pos="765"/>
                <w:tab w:val="decimal" w:pos="911"/>
              </w:tabs>
              <w:spacing w:line="240" w:lineRule="atLeast"/>
              <w:ind w:right="11"/>
              <w:rPr>
                <w:szCs w:val="22"/>
              </w:rPr>
            </w:pPr>
            <w:r w:rsidRPr="00472F61">
              <w:rPr>
                <w:szCs w:val="22"/>
              </w:rPr>
              <w:t>167</w:t>
            </w:r>
          </w:p>
        </w:tc>
        <w:tc>
          <w:tcPr>
            <w:tcW w:w="178" w:type="dxa"/>
          </w:tcPr>
          <w:p w14:paraId="7F1C93F0" w14:textId="77777777" w:rsidR="00290435" w:rsidRPr="00472F61" w:rsidRDefault="00290435" w:rsidP="004312D6">
            <w:pPr>
              <w:pStyle w:val="BodyText"/>
              <w:tabs>
                <w:tab w:val="decimal" w:pos="639"/>
              </w:tabs>
              <w:spacing w:after="0" w:line="240" w:lineRule="auto"/>
              <w:ind w:left="-108" w:right="-131"/>
              <w:jc w:val="both"/>
              <w:rPr>
                <w:szCs w:val="22"/>
                <w:lang w:val="en-US"/>
              </w:rPr>
            </w:pPr>
          </w:p>
        </w:tc>
        <w:tc>
          <w:tcPr>
            <w:tcW w:w="1093" w:type="dxa"/>
          </w:tcPr>
          <w:p w14:paraId="06646C7B" w14:textId="5E70BABC" w:rsidR="00290435" w:rsidRPr="00472F61" w:rsidRDefault="00290435" w:rsidP="00725439">
            <w:pPr>
              <w:tabs>
                <w:tab w:val="decimal" w:pos="534"/>
              </w:tabs>
              <w:spacing w:line="240" w:lineRule="auto"/>
              <w:rPr>
                <w:szCs w:val="22"/>
                <w:lang w:val="en-US" w:eastAsia="x-none"/>
              </w:rPr>
            </w:pPr>
            <w:r w:rsidRPr="00472F61">
              <w:rPr>
                <w:szCs w:val="22"/>
              </w:rPr>
              <w:t>-</w:t>
            </w:r>
          </w:p>
        </w:tc>
        <w:tc>
          <w:tcPr>
            <w:tcW w:w="181" w:type="dxa"/>
          </w:tcPr>
          <w:p w14:paraId="55A25BC3" w14:textId="77777777" w:rsidR="00290435" w:rsidRPr="00472F61" w:rsidRDefault="00290435" w:rsidP="004312D6">
            <w:pPr>
              <w:pStyle w:val="BodyText"/>
              <w:tabs>
                <w:tab w:val="decimal" w:pos="892"/>
              </w:tabs>
              <w:spacing w:after="0" w:line="240" w:lineRule="auto"/>
              <w:ind w:left="-108" w:right="-131"/>
              <w:jc w:val="both"/>
              <w:rPr>
                <w:szCs w:val="22"/>
                <w:lang w:val="x-none"/>
              </w:rPr>
            </w:pPr>
          </w:p>
        </w:tc>
        <w:tc>
          <w:tcPr>
            <w:tcW w:w="1158" w:type="dxa"/>
          </w:tcPr>
          <w:p w14:paraId="50A720B4" w14:textId="3A1815B1" w:rsidR="00290435" w:rsidRPr="00472F61" w:rsidRDefault="00290435" w:rsidP="004312D6">
            <w:pPr>
              <w:tabs>
                <w:tab w:val="decimal" w:pos="639"/>
              </w:tabs>
              <w:spacing w:line="240" w:lineRule="auto"/>
              <w:rPr>
                <w:szCs w:val="22"/>
              </w:rPr>
            </w:pPr>
            <w:r w:rsidRPr="00472F61">
              <w:rPr>
                <w:szCs w:val="22"/>
              </w:rPr>
              <w:t>-</w:t>
            </w:r>
          </w:p>
        </w:tc>
      </w:tr>
      <w:tr w:rsidR="00290435" w:rsidRPr="00472F61" w14:paraId="74F46025" w14:textId="77777777" w:rsidTr="004312D6">
        <w:trPr>
          <w:cantSplit/>
        </w:trPr>
        <w:tc>
          <w:tcPr>
            <w:tcW w:w="4399" w:type="dxa"/>
          </w:tcPr>
          <w:p w14:paraId="7A2A13E9" w14:textId="5F575BC4" w:rsidR="00290435" w:rsidRPr="001B33F5" w:rsidRDefault="00290435" w:rsidP="004312D6">
            <w:pPr>
              <w:spacing w:line="240" w:lineRule="atLeast"/>
              <w:ind w:right="-108"/>
              <w:jc w:val="both"/>
              <w:rPr>
                <w:szCs w:val="22"/>
              </w:rPr>
            </w:pPr>
            <w:r w:rsidRPr="001B33F5">
              <w:rPr>
                <w:szCs w:val="22"/>
                <w:lang w:bidi="th-TH"/>
              </w:rPr>
              <w:t xml:space="preserve">Rental and service </w:t>
            </w:r>
            <w:r>
              <w:rPr>
                <w:szCs w:val="22"/>
                <w:lang w:bidi="th-TH"/>
              </w:rPr>
              <w:t>expenses</w:t>
            </w:r>
          </w:p>
        </w:tc>
        <w:tc>
          <w:tcPr>
            <w:tcW w:w="1170" w:type="dxa"/>
          </w:tcPr>
          <w:p w14:paraId="3B4AC15D" w14:textId="005AF4BC" w:rsidR="00290435" w:rsidRPr="004E658D" w:rsidRDefault="00290435" w:rsidP="004312D6">
            <w:pPr>
              <w:pStyle w:val="acctfourfigures"/>
              <w:tabs>
                <w:tab w:val="clear" w:pos="765"/>
                <w:tab w:val="decimal" w:pos="650"/>
              </w:tabs>
              <w:spacing w:line="240" w:lineRule="atLeast"/>
              <w:ind w:right="11"/>
              <w:rPr>
                <w:szCs w:val="22"/>
                <w:lang w:val="en-US"/>
              </w:rPr>
            </w:pPr>
            <w:r w:rsidRPr="004E658D">
              <w:rPr>
                <w:szCs w:val="22"/>
                <w:lang w:val="en-US"/>
              </w:rPr>
              <w:t>-</w:t>
            </w:r>
          </w:p>
        </w:tc>
        <w:tc>
          <w:tcPr>
            <w:tcW w:w="180" w:type="dxa"/>
          </w:tcPr>
          <w:p w14:paraId="3DE8E008"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080" w:type="dxa"/>
          </w:tcPr>
          <w:p w14:paraId="29E7652E" w14:textId="05883F24" w:rsidR="00290435" w:rsidRPr="00472F61" w:rsidRDefault="00290435" w:rsidP="004312D6">
            <w:pPr>
              <w:tabs>
                <w:tab w:val="decimal" w:pos="920"/>
              </w:tabs>
              <w:spacing w:line="240" w:lineRule="auto"/>
              <w:rPr>
                <w:szCs w:val="22"/>
              </w:rPr>
            </w:pPr>
            <w:r w:rsidRPr="00472F61">
              <w:rPr>
                <w:szCs w:val="22"/>
              </w:rPr>
              <w:t>1,019</w:t>
            </w:r>
          </w:p>
        </w:tc>
        <w:tc>
          <w:tcPr>
            <w:tcW w:w="178" w:type="dxa"/>
          </w:tcPr>
          <w:p w14:paraId="2D215A1F"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093" w:type="dxa"/>
          </w:tcPr>
          <w:p w14:paraId="738B2AE1" w14:textId="0D0F674D" w:rsidR="00290435" w:rsidRPr="00472F61" w:rsidRDefault="00290435" w:rsidP="004312D6">
            <w:pPr>
              <w:tabs>
                <w:tab w:val="decimal" w:pos="534"/>
              </w:tabs>
              <w:spacing w:line="240" w:lineRule="auto"/>
              <w:rPr>
                <w:szCs w:val="22"/>
              </w:rPr>
            </w:pPr>
            <w:r w:rsidRPr="00472F61">
              <w:rPr>
                <w:szCs w:val="22"/>
              </w:rPr>
              <w:t>-</w:t>
            </w:r>
          </w:p>
        </w:tc>
        <w:tc>
          <w:tcPr>
            <w:tcW w:w="181" w:type="dxa"/>
          </w:tcPr>
          <w:p w14:paraId="3CF8EEDA" w14:textId="77777777" w:rsidR="00290435" w:rsidRPr="00472F61" w:rsidRDefault="00290435" w:rsidP="004312D6">
            <w:pPr>
              <w:pStyle w:val="BodyText"/>
              <w:tabs>
                <w:tab w:val="decimal" w:pos="892"/>
              </w:tabs>
              <w:spacing w:after="0" w:line="240" w:lineRule="auto"/>
              <w:ind w:left="-108" w:right="-131"/>
              <w:jc w:val="both"/>
              <w:rPr>
                <w:szCs w:val="22"/>
              </w:rPr>
            </w:pPr>
          </w:p>
        </w:tc>
        <w:tc>
          <w:tcPr>
            <w:tcW w:w="1158" w:type="dxa"/>
          </w:tcPr>
          <w:p w14:paraId="34EFF770" w14:textId="03C9E4B7" w:rsidR="00290435" w:rsidRPr="00472F61" w:rsidRDefault="00290435" w:rsidP="00725439">
            <w:pPr>
              <w:pStyle w:val="BodyText"/>
              <w:tabs>
                <w:tab w:val="decimal" w:pos="875"/>
              </w:tabs>
              <w:spacing w:after="0"/>
              <w:ind w:left="-108" w:right="-131"/>
              <w:jc w:val="both"/>
              <w:rPr>
                <w:szCs w:val="22"/>
              </w:rPr>
            </w:pPr>
            <w:r w:rsidRPr="00472F61">
              <w:rPr>
                <w:szCs w:val="22"/>
              </w:rPr>
              <w:t>1,019</w:t>
            </w:r>
          </w:p>
        </w:tc>
      </w:tr>
      <w:tr w:rsidR="00290435" w:rsidRPr="00472F61" w14:paraId="4C21C928" w14:textId="77777777" w:rsidTr="004312D6">
        <w:trPr>
          <w:cantSplit/>
        </w:trPr>
        <w:tc>
          <w:tcPr>
            <w:tcW w:w="4399" w:type="dxa"/>
          </w:tcPr>
          <w:p w14:paraId="5E197130" w14:textId="7357E711" w:rsidR="00290435" w:rsidRPr="00290435" w:rsidRDefault="00290435" w:rsidP="004312D6">
            <w:pPr>
              <w:spacing w:line="240" w:lineRule="atLeast"/>
              <w:rPr>
                <w:b/>
                <w:bCs/>
                <w:szCs w:val="22"/>
              </w:rPr>
            </w:pPr>
          </w:p>
        </w:tc>
        <w:tc>
          <w:tcPr>
            <w:tcW w:w="1170" w:type="dxa"/>
          </w:tcPr>
          <w:p w14:paraId="1118211F" w14:textId="0E4865EC" w:rsidR="00290435" w:rsidRPr="00290435" w:rsidRDefault="00290435" w:rsidP="004312D6">
            <w:pPr>
              <w:pStyle w:val="acctfourfigures"/>
              <w:tabs>
                <w:tab w:val="clear" w:pos="765"/>
                <w:tab w:val="decimal" w:pos="650"/>
              </w:tabs>
              <w:spacing w:line="240" w:lineRule="atLeast"/>
              <w:ind w:right="11"/>
              <w:rPr>
                <w:b/>
                <w:bCs/>
                <w:szCs w:val="22"/>
              </w:rPr>
            </w:pPr>
          </w:p>
        </w:tc>
        <w:tc>
          <w:tcPr>
            <w:tcW w:w="180" w:type="dxa"/>
          </w:tcPr>
          <w:p w14:paraId="65BB5E34" w14:textId="77777777" w:rsidR="00290435" w:rsidRPr="00290435" w:rsidRDefault="00290435" w:rsidP="004312D6">
            <w:pPr>
              <w:pStyle w:val="BodyText"/>
              <w:tabs>
                <w:tab w:val="decimal" w:pos="892"/>
              </w:tabs>
              <w:spacing w:after="0" w:line="240" w:lineRule="auto"/>
              <w:ind w:left="-108" w:right="-131"/>
              <w:jc w:val="both"/>
              <w:rPr>
                <w:b/>
                <w:bCs/>
                <w:szCs w:val="22"/>
              </w:rPr>
            </w:pPr>
          </w:p>
        </w:tc>
        <w:tc>
          <w:tcPr>
            <w:tcW w:w="1080" w:type="dxa"/>
          </w:tcPr>
          <w:p w14:paraId="6019D6B7" w14:textId="0A7AD432" w:rsidR="00290435" w:rsidRPr="00290435" w:rsidRDefault="00290435" w:rsidP="004312D6">
            <w:pPr>
              <w:tabs>
                <w:tab w:val="decimal" w:pos="920"/>
              </w:tabs>
              <w:spacing w:line="240" w:lineRule="auto"/>
              <w:rPr>
                <w:b/>
                <w:bCs/>
                <w:szCs w:val="22"/>
              </w:rPr>
            </w:pPr>
          </w:p>
        </w:tc>
        <w:tc>
          <w:tcPr>
            <w:tcW w:w="178" w:type="dxa"/>
          </w:tcPr>
          <w:p w14:paraId="5A4F24E9" w14:textId="77777777" w:rsidR="00290435" w:rsidRPr="00290435" w:rsidRDefault="00290435" w:rsidP="004312D6">
            <w:pPr>
              <w:pStyle w:val="BodyText"/>
              <w:tabs>
                <w:tab w:val="decimal" w:pos="892"/>
              </w:tabs>
              <w:spacing w:after="0" w:line="240" w:lineRule="auto"/>
              <w:ind w:left="-108" w:right="-131"/>
              <w:jc w:val="both"/>
              <w:rPr>
                <w:b/>
                <w:bCs/>
                <w:szCs w:val="22"/>
              </w:rPr>
            </w:pPr>
          </w:p>
        </w:tc>
        <w:tc>
          <w:tcPr>
            <w:tcW w:w="1093" w:type="dxa"/>
          </w:tcPr>
          <w:p w14:paraId="2947F735" w14:textId="252B4441" w:rsidR="00290435" w:rsidRPr="00290435" w:rsidRDefault="00290435" w:rsidP="004312D6">
            <w:pPr>
              <w:tabs>
                <w:tab w:val="decimal" w:pos="534"/>
              </w:tabs>
              <w:spacing w:line="240" w:lineRule="auto"/>
              <w:rPr>
                <w:b/>
                <w:bCs/>
                <w:szCs w:val="22"/>
              </w:rPr>
            </w:pPr>
          </w:p>
        </w:tc>
        <w:tc>
          <w:tcPr>
            <w:tcW w:w="181" w:type="dxa"/>
          </w:tcPr>
          <w:p w14:paraId="48E369B2" w14:textId="77777777" w:rsidR="00290435" w:rsidRPr="00290435" w:rsidRDefault="00290435" w:rsidP="004312D6">
            <w:pPr>
              <w:tabs>
                <w:tab w:val="decimal" w:pos="534"/>
              </w:tabs>
              <w:spacing w:line="240" w:lineRule="auto"/>
              <w:rPr>
                <w:b/>
                <w:bCs/>
                <w:szCs w:val="22"/>
              </w:rPr>
            </w:pPr>
          </w:p>
        </w:tc>
        <w:tc>
          <w:tcPr>
            <w:tcW w:w="1158" w:type="dxa"/>
          </w:tcPr>
          <w:p w14:paraId="575AA967" w14:textId="07E62D09" w:rsidR="00290435" w:rsidRPr="00290435" w:rsidRDefault="00290435" w:rsidP="004312D6">
            <w:pPr>
              <w:tabs>
                <w:tab w:val="decimal" w:pos="862"/>
              </w:tabs>
              <w:spacing w:line="240" w:lineRule="auto"/>
              <w:rPr>
                <w:b/>
                <w:bCs/>
                <w:szCs w:val="22"/>
                <w:cs/>
                <w:lang w:bidi="th-TH"/>
              </w:rPr>
            </w:pPr>
          </w:p>
        </w:tc>
      </w:tr>
      <w:tr w:rsidR="00290435" w:rsidRPr="00472F61" w14:paraId="52A073D9" w14:textId="77777777" w:rsidTr="004312D6">
        <w:trPr>
          <w:cantSplit/>
        </w:trPr>
        <w:tc>
          <w:tcPr>
            <w:tcW w:w="4399" w:type="dxa"/>
          </w:tcPr>
          <w:p w14:paraId="472EDD38" w14:textId="245A6752" w:rsidR="00290435" w:rsidRPr="00472F61" w:rsidRDefault="00290435" w:rsidP="004312D6">
            <w:pPr>
              <w:spacing w:line="240" w:lineRule="atLeast"/>
              <w:rPr>
                <w:b/>
                <w:bCs/>
                <w:szCs w:val="22"/>
              </w:rPr>
            </w:pPr>
            <w:r w:rsidRPr="00472F61">
              <w:rPr>
                <w:b/>
                <w:bCs/>
                <w:szCs w:val="22"/>
              </w:rPr>
              <w:t>Key management personnel</w:t>
            </w:r>
          </w:p>
        </w:tc>
        <w:tc>
          <w:tcPr>
            <w:tcW w:w="1170" w:type="dxa"/>
          </w:tcPr>
          <w:p w14:paraId="6BE99771"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80" w:type="dxa"/>
          </w:tcPr>
          <w:p w14:paraId="7B63ABAE"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39BE2620"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78" w:type="dxa"/>
          </w:tcPr>
          <w:p w14:paraId="4EC97377" w14:textId="77777777" w:rsidR="00290435" w:rsidRPr="00472F61" w:rsidRDefault="00290435" w:rsidP="004312D6">
            <w:pPr>
              <w:pStyle w:val="acctfourfigures"/>
              <w:tabs>
                <w:tab w:val="clear" w:pos="765"/>
                <w:tab w:val="decimal" w:pos="911"/>
              </w:tabs>
              <w:spacing w:line="240" w:lineRule="atLeast"/>
              <w:rPr>
                <w:szCs w:val="22"/>
              </w:rPr>
            </w:pPr>
          </w:p>
        </w:tc>
        <w:tc>
          <w:tcPr>
            <w:tcW w:w="1093" w:type="dxa"/>
          </w:tcPr>
          <w:p w14:paraId="215F6DE8"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81" w:type="dxa"/>
          </w:tcPr>
          <w:p w14:paraId="6508104E" w14:textId="77777777" w:rsidR="00290435" w:rsidRPr="00472F61" w:rsidRDefault="00290435" w:rsidP="004312D6">
            <w:pPr>
              <w:pStyle w:val="acctfourfigures"/>
              <w:tabs>
                <w:tab w:val="clear" w:pos="765"/>
                <w:tab w:val="decimal" w:pos="911"/>
              </w:tabs>
              <w:spacing w:line="240" w:lineRule="atLeast"/>
              <w:rPr>
                <w:szCs w:val="22"/>
              </w:rPr>
            </w:pPr>
          </w:p>
        </w:tc>
        <w:tc>
          <w:tcPr>
            <w:tcW w:w="1158" w:type="dxa"/>
          </w:tcPr>
          <w:p w14:paraId="016674EE" w14:textId="77777777" w:rsidR="00290435" w:rsidRPr="00472F61" w:rsidRDefault="00290435" w:rsidP="004312D6">
            <w:pPr>
              <w:pStyle w:val="acctfourfigures"/>
              <w:tabs>
                <w:tab w:val="clear" w:pos="765"/>
                <w:tab w:val="decimal" w:pos="911"/>
              </w:tabs>
              <w:spacing w:line="240" w:lineRule="atLeast"/>
              <w:ind w:right="11"/>
              <w:rPr>
                <w:szCs w:val="22"/>
              </w:rPr>
            </w:pPr>
          </w:p>
        </w:tc>
      </w:tr>
      <w:tr w:rsidR="00290435" w:rsidRPr="00472F61" w14:paraId="4A120E08" w14:textId="77777777" w:rsidTr="004312D6">
        <w:trPr>
          <w:cantSplit/>
        </w:trPr>
        <w:tc>
          <w:tcPr>
            <w:tcW w:w="4399" w:type="dxa"/>
          </w:tcPr>
          <w:p w14:paraId="70893E2C" w14:textId="4E34228B" w:rsidR="00290435" w:rsidRPr="00472F61" w:rsidRDefault="00290435" w:rsidP="004312D6">
            <w:pPr>
              <w:ind w:left="540" w:hanging="540"/>
              <w:rPr>
                <w:b/>
                <w:bCs/>
                <w:szCs w:val="22"/>
              </w:rPr>
            </w:pPr>
            <w:r w:rsidRPr="00472F61">
              <w:rPr>
                <w:szCs w:val="22"/>
                <w:lang w:bidi="th-TH"/>
              </w:rPr>
              <w:t xml:space="preserve">Key management personnel compensation </w:t>
            </w:r>
          </w:p>
        </w:tc>
        <w:tc>
          <w:tcPr>
            <w:tcW w:w="1170" w:type="dxa"/>
          </w:tcPr>
          <w:p w14:paraId="5C230A54"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80" w:type="dxa"/>
          </w:tcPr>
          <w:p w14:paraId="47502B88"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69A2D346"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78" w:type="dxa"/>
          </w:tcPr>
          <w:p w14:paraId="26902096" w14:textId="77777777" w:rsidR="00290435" w:rsidRPr="00472F61" w:rsidRDefault="00290435" w:rsidP="004312D6">
            <w:pPr>
              <w:pStyle w:val="acctfourfigures"/>
              <w:tabs>
                <w:tab w:val="clear" w:pos="765"/>
                <w:tab w:val="decimal" w:pos="911"/>
              </w:tabs>
              <w:spacing w:line="240" w:lineRule="atLeast"/>
              <w:rPr>
                <w:szCs w:val="22"/>
              </w:rPr>
            </w:pPr>
          </w:p>
        </w:tc>
        <w:tc>
          <w:tcPr>
            <w:tcW w:w="1093" w:type="dxa"/>
          </w:tcPr>
          <w:p w14:paraId="023EF383"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81" w:type="dxa"/>
          </w:tcPr>
          <w:p w14:paraId="441093F9" w14:textId="77777777" w:rsidR="00290435" w:rsidRPr="00472F61" w:rsidRDefault="00290435" w:rsidP="004312D6">
            <w:pPr>
              <w:pStyle w:val="acctfourfigures"/>
              <w:tabs>
                <w:tab w:val="clear" w:pos="765"/>
                <w:tab w:val="decimal" w:pos="911"/>
              </w:tabs>
              <w:spacing w:line="240" w:lineRule="atLeast"/>
              <w:rPr>
                <w:szCs w:val="22"/>
              </w:rPr>
            </w:pPr>
          </w:p>
        </w:tc>
        <w:tc>
          <w:tcPr>
            <w:tcW w:w="1158" w:type="dxa"/>
          </w:tcPr>
          <w:p w14:paraId="4B0997D1" w14:textId="77777777" w:rsidR="00290435" w:rsidRPr="00472F61" w:rsidRDefault="00290435" w:rsidP="004312D6">
            <w:pPr>
              <w:pStyle w:val="acctfourfigures"/>
              <w:tabs>
                <w:tab w:val="clear" w:pos="765"/>
                <w:tab w:val="decimal" w:pos="911"/>
              </w:tabs>
              <w:spacing w:line="240" w:lineRule="atLeast"/>
              <w:ind w:right="11"/>
              <w:rPr>
                <w:szCs w:val="22"/>
              </w:rPr>
            </w:pPr>
          </w:p>
        </w:tc>
      </w:tr>
      <w:tr w:rsidR="00290435" w:rsidRPr="00472F61" w14:paraId="5B51294A" w14:textId="77777777" w:rsidTr="004312D6">
        <w:trPr>
          <w:cantSplit/>
        </w:trPr>
        <w:tc>
          <w:tcPr>
            <w:tcW w:w="4399" w:type="dxa"/>
          </w:tcPr>
          <w:p w14:paraId="31B13255" w14:textId="37A2E362" w:rsidR="00290435" w:rsidRPr="00472F61" w:rsidRDefault="00290435" w:rsidP="004312D6">
            <w:pPr>
              <w:ind w:left="371" w:hanging="371"/>
              <w:rPr>
                <w:szCs w:val="22"/>
                <w:lang w:bidi="th-TH"/>
              </w:rPr>
            </w:pPr>
            <w:r w:rsidRPr="00472F61">
              <w:rPr>
                <w:szCs w:val="22"/>
                <w:lang w:bidi="th-TH"/>
              </w:rPr>
              <w:t>Short-term employee benefit</w:t>
            </w:r>
          </w:p>
        </w:tc>
        <w:tc>
          <w:tcPr>
            <w:tcW w:w="1170" w:type="dxa"/>
          </w:tcPr>
          <w:p w14:paraId="75E4B028" w14:textId="7EF9E7DC" w:rsidR="00290435" w:rsidRPr="00472F61" w:rsidRDefault="00290435" w:rsidP="004312D6">
            <w:pPr>
              <w:pStyle w:val="acctfourfigures"/>
              <w:tabs>
                <w:tab w:val="clear" w:pos="765"/>
                <w:tab w:val="decimal" w:pos="911"/>
              </w:tabs>
              <w:spacing w:line="240" w:lineRule="atLeast"/>
              <w:ind w:right="11"/>
              <w:rPr>
                <w:szCs w:val="22"/>
              </w:rPr>
            </w:pPr>
            <w:r w:rsidRPr="00472F61">
              <w:rPr>
                <w:szCs w:val="22"/>
              </w:rPr>
              <w:t>9,</w:t>
            </w:r>
            <w:r w:rsidRPr="004E658D">
              <w:rPr>
                <w:szCs w:val="22"/>
                <w:lang w:val="en-US"/>
              </w:rPr>
              <w:t>957</w:t>
            </w:r>
          </w:p>
        </w:tc>
        <w:tc>
          <w:tcPr>
            <w:tcW w:w="180" w:type="dxa"/>
          </w:tcPr>
          <w:p w14:paraId="6146E118" w14:textId="77777777" w:rsidR="00290435" w:rsidRPr="00472F61" w:rsidRDefault="00290435" w:rsidP="004312D6">
            <w:pPr>
              <w:pStyle w:val="acctfourfigures"/>
              <w:tabs>
                <w:tab w:val="clear" w:pos="765"/>
                <w:tab w:val="decimal" w:pos="911"/>
              </w:tabs>
              <w:spacing w:line="240" w:lineRule="atLeast"/>
              <w:rPr>
                <w:szCs w:val="22"/>
              </w:rPr>
            </w:pPr>
          </w:p>
        </w:tc>
        <w:tc>
          <w:tcPr>
            <w:tcW w:w="1080" w:type="dxa"/>
          </w:tcPr>
          <w:p w14:paraId="77364B94" w14:textId="5440EB24" w:rsidR="00290435" w:rsidRPr="00472F61" w:rsidRDefault="00290435" w:rsidP="004312D6">
            <w:pPr>
              <w:pStyle w:val="acctfourfigures"/>
              <w:tabs>
                <w:tab w:val="clear" w:pos="765"/>
                <w:tab w:val="decimal" w:pos="911"/>
              </w:tabs>
              <w:spacing w:line="240" w:lineRule="atLeast"/>
              <w:ind w:right="11"/>
              <w:rPr>
                <w:szCs w:val="22"/>
              </w:rPr>
            </w:pPr>
            <w:r w:rsidRPr="00472F61">
              <w:rPr>
                <w:szCs w:val="22"/>
              </w:rPr>
              <w:t>10,313</w:t>
            </w:r>
          </w:p>
        </w:tc>
        <w:tc>
          <w:tcPr>
            <w:tcW w:w="178" w:type="dxa"/>
          </w:tcPr>
          <w:p w14:paraId="78FE6240" w14:textId="77777777" w:rsidR="00290435" w:rsidRPr="00472F61" w:rsidRDefault="00290435" w:rsidP="004312D6">
            <w:pPr>
              <w:pStyle w:val="acctfourfigures"/>
              <w:tabs>
                <w:tab w:val="clear" w:pos="765"/>
                <w:tab w:val="decimal" w:pos="911"/>
              </w:tabs>
              <w:spacing w:line="240" w:lineRule="atLeast"/>
              <w:rPr>
                <w:szCs w:val="22"/>
              </w:rPr>
            </w:pPr>
          </w:p>
        </w:tc>
        <w:tc>
          <w:tcPr>
            <w:tcW w:w="1093" w:type="dxa"/>
          </w:tcPr>
          <w:p w14:paraId="520C2A42" w14:textId="5989A69C" w:rsidR="00290435" w:rsidRPr="00472F61" w:rsidRDefault="00290435" w:rsidP="004312D6">
            <w:pPr>
              <w:pStyle w:val="acctfourfigures"/>
              <w:tabs>
                <w:tab w:val="clear" w:pos="765"/>
                <w:tab w:val="decimal" w:pos="911"/>
              </w:tabs>
              <w:spacing w:line="240" w:lineRule="atLeast"/>
              <w:ind w:right="11"/>
              <w:rPr>
                <w:szCs w:val="22"/>
              </w:rPr>
            </w:pPr>
            <w:r w:rsidRPr="00472F61">
              <w:rPr>
                <w:szCs w:val="22"/>
                <w:lang w:val="en-US"/>
              </w:rPr>
              <w:t>9,957</w:t>
            </w:r>
          </w:p>
        </w:tc>
        <w:tc>
          <w:tcPr>
            <w:tcW w:w="181" w:type="dxa"/>
          </w:tcPr>
          <w:p w14:paraId="37BE0D4E" w14:textId="77777777" w:rsidR="00290435" w:rsidRPr="00472F61" w:rsidRDefault="00290435" w:rsidP="004312D6">
            <w:pPr>
              <w:pStyle w:val="acctfourfigures"/>
              <w:tabs>
                <w:tab w:val="clear" w:pos="765"/>
                <w:tab w:val="decimal" w:pos="911"/>
              </w:tabs>
              <w:spacing w:line="240" w:lineRule="atLeast"/>
              <w:rPr>
                <w:szCs w:val="22"/>
              </w:rPr>
            </w:pPr>
          </w:p>
        </w:tc>
        <w:tc>
          <w:tcPr>
            <w:tcW w:w="1158" w:type="dxa"/>
          </w:tcPr>
          <w:p w14:paraId="11112F52" w14:textId="10C9830B" w:rsidR="00290435" w:rsidRPr="00472F61" w:rsidRDefault="00290435" w:rsidP="004312D6">
            <w:pPr>
              <w:pStyle w:val="acctfourfigures"/>
              <w:tabs>
                <w:tab w:val="clear" w:pos="765"/>
                <w:tab w:val="decimal" w:pos="911"/>
              </w:tabs>
              <w:spacing w:line="240" w:lineRule="atLeast"/>
              <w:ind w:right="11"/>
              <w:rPr>
                <w:szCs w:val="22"/>
              </w:rPr>
            </w:pPr>
            <w:r w:rsidRPr="00472F61">
              <w:rPr>
                <w:szCs w:val="22"/>
                <w:lang w:val="en-US"/>
              </w:rPr>
              <w:t>10,128</w:t>
            </w:r>
          </w:p>
        </w:tc>
      </w:tr>
      <w:tr w:rsidR="00290435" w:rsidRPr="00472F61" w14:paraId="390C6CAB" w14:textId="77777777" w:rsidTr="004312D6">
        <w:trPr>
          <w:cantSplit/>
        </w:trPr>
        <w:tc>
          <w:tcPr>
            <w:tcW w:w="4399" w:type="dxa"/>
          </w:tcPr>
          <w:p w14:paraId="53A9E72E" w14:textId="69E1FD21" w:rsidR="00290435" w:rsidRPr="00472F61" w:rsidRDefault="00290435" w:rsidP="004312D6">
            <w:pPr>
              <w:spacing w:line="240" w:lineRule="atLeast"/>
              <w:ind w:left="190"/>
              <w:rPr>
                <w:i/>
                <w:iCs/>
                <w:color w:val="0000FF"/>
                <w:szCs w:val="22"/>
              </w:rPr>
            </w:pPr>
          </w:p>
        </w:tc>
        <w:tc>
          <w:tcPr>
            <w:tcW w:w="1170" w:type="dxa"/>
          </w:tcPr>
          <w:p w14:paraId="3816ADBF" w14:textId="38748A14" w:rsidR="00290435" w:rsidRPr="00472F61" w:rsidRDefault="00290435" w:rsidP="004312D6">
            <w:pPr>
              <w:pStyle w:val="BodyText"/>
              <w:tabs>
                <w:tab w:val="decimal" w:pos="920"/>
              </w:tabs>
              <w:spacing w:after="0" w:line="240" w:lineRule="auto"/>
              <w:ind w:left="-108" w:right="-131"/>
              <w:rPr>
                <w:szCs w:val="22"/>
              </w:rPr>
            </w:pPr>
          </w:p>
        </w:tc>
        <w:tc>
          <w:tcPr>
            <w:tcW w:w="180" w:type="dxa"/>
          </w:tcPr>
          <w:p w14:paraId="591450A7"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80" w:type="dxa"/>
          </w:tcPr>
          <w:p w14:paraId="7B66EF74" w14:textId="02455257" w:rsidR="00290435" w:rsidRPr="00472F61" w:rsidRDefault="00290435" w:rsidP="004312D6">
            <w:pPr>
              <w:tabs>
                <w:tab w:val="decimal" w:pos="920"/>
              </w:tabs>
              <w:spacing w:line="240" w:lineRule="auto"/>
              <w:rPr>
                <w:szCs w:val="22"/>
              </w:rPr>
            </w:pPr>
          </w:p>
        </w:tc>
        <w:tc>
          <w:tcPr>
            <w:tcW w:w="178" w:type="dxa"/>
          </w:tcPr>
          <w:p w14:paraId="36FD3EB6"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093" w:type="dxa"/>
          </w:tcPr>
          <w:p w14:paraId="2C5B927A" w14:textId="71EF3EB3" w:rsidR="00290435" w:rsidRPr="00472F61" w:rsidRDefault="00290435" w:rsidP="004312D6">
            <w:pPr>
              <w:pStyle w:val="BodyText"/>
              <w:tabs>
                <w:tab w:val="decimal" w:pos="875"/>
              </w:tabs>
              <w:spacing w:after="0"/>
              <w:ind w:left="-108" w:right="-131"/>
              <w:jc w:val="both"/>
              <w:rPr>
                <w:szCs w:val="22"/>
                <w:lang w:val="en-US"/>
              </w:rPr>
            </w:pPr>
          </w:p>
        </w:tc>
        <w:tc>
          <w:tcPr>
            <w:tcW w:w="181" w:type="dxa"/>
          </w:tcPr>
          <w:p w14:paraId="500F1B4D" w14:textId="77777777" w:rsidR="00290435" w:rsidRPr="00472F61" w:rsidRDefault="00290435" w:rsidP="004312D6">
            <w:pPr>
              <w:pStyle w:val="acctfourfigures"/>
              <w:tabs>
                <w:tab w:val="clear" w:pos="765"/>
                <w:tab w:val="decimal" w:pos="911"/>
              </w:tabs>
              <w:spacing w:line="240" w:lineRule="atLeast"/>
              <w:ind w:right="11"/>
              <w:rPr>
                <w:szCs w:val="22"/>
              </w:rPr>
            </w:pPr>
          </w:p>
        </w:tc>
        <w:tc>
          <w:tcPr>
            <w:tcW w:w="1158" w:type="dxa"/>
          </w:tcPr>
          <w:p w14:paraId="6E972FAA" w14:textId="3AC35060" w:rsidR="00290435" w:rsidRPr="00472F61" w:rsidRDefault="00290435" w:rsidP="004312D6">
            <w:pPr>
              <w:pStyle w:val="BodyText"/>
              <w:tabs>
                <w:tab w:val="decimal" w:pos="875"/>
              </w:tabs>
              <w:spacing w:after="0"/>
              <w:ind w:left="-108" w:right="-131"/>
              <w:jc w:val="both"/>
              <w:rPr>
                <w:szCs w:val="22"/>
                <w:lang w:val="en-US"/>
              </w:rPr>
            </w:pPr>
          </w:p>
        </w:tc>
      </w:tr>
    </w:tbl>
    <w:p w14:paraId="2BF72552" w14:textId="77777777" w:rsidR="00151B7D" w:rsidRDefault="00151B7D" w:rsidP="00B66A7E">
      <w:pPr>
        <w:spacing w:line="240" w:lineRule="auto"/>
        <w:ind w:left="540"/>
        <w:rPr>
          <w:szCs w:val="22"/>
          <w:lang w:val="en-US"/>
        </w:rPr>
      </w:pPr>
      <w:r>
        <w:rPr>
          <w:szCs w:val="22"/>
          <w:lang w:val="en-US"/>
        </w:rPr>
        <w:br w:type="page"/>
      </w:r>
    </w:p>
    <w:p w14:paraId="35BE9126" w14:textId="6DD8A9CE" w:rsidR="00EA5F24" w:rsidRPr="00472F61" w:rsidRDefault="00B66A7E" w:rsidP="00B66A7E">
      <w:pPr>
        <w:spacing w:line="240" w:lineRule="auto"/>
        <w:ind w:left="540"/>
        <w:rPr>
          <w:szCs w:val="22"/>
          <w:lang w:val="en-US"/>
        </w:rPr>
      </w:pPr>
      <w:r w:rsidRPr="00472F61">
        <w:rPr>
          <w:szCs w:val="22"/>
          <w:lang w:val="en-US"/>
        </w:rPr>
        <w:lastRenderedPageBreak/>
        <w:t xml:space="preserve">Balances as at </w:t>
      </w:r>
      <w:r w:rsidR="002860DC" w:rsidRPr="00472F61">
        <w:rPr>
          <w:szCs w:val="22"/>
          <w:lang w:val="en-US"/>
        </w:rPr>
        <w:t>31 March 202</w:t>
      </w:r>
      <w:r w:rsidR="000168E4" w:rsidRPr="00472F61">
        <w:rPr>
          <w:szCs w:val="22"/>
          <w:lang w:val="en-US"/>
        </w:rPr>
        <w:t>1</w:t>
      </w:r>
      <w:r w:rsidRPr="00472F61">
        <w:rPr>
          <w:szCs w:val="22"/>
          <w:lang w:val="en-US"/>
        </w:rPr>
        <w:t xml:space="preserve"> and 31 December 20</w:t>
      </w:r>
      <w:r w:rsidR="000168E4" w:rsidRPr="00472F61">
        <w:rPr>
          <w:szCs w:val="22"/>
          <w:lang w:val="en-US"/>
        </w:rPr>
        <w:t>20</w:t>
      </w:r>
      <w:r w:rsidRPr="00472F61">
        <w:rPr>
          <w:szCs w:val="22"/>
          <w:lang w:val="en-US"/>
        </w:rPr>
        <w:t xml:space="preserve"> with related parties were as follows:</w:t>
      </w:r>
    </w:p>
    <w:p w14:paraId="6AD32503" w14:textId="77777777" w:rsidR="007555EE" w:rsidRPr="00472F61" w:rsidRDefault="007555EE" w:rsidP="009F4014">
      <w:pPr>
        <w:spacing w:line="240" w:lineRule="auto"/>
        <w:ind w:left="450"/>
        <w:rPr>
          <w:szCs w:val="22"/>
          <w:lang w:val="en-US"/>
        </w:rPr>
      </w:pPr>
    </w:p>
    <w:tbl>
      <w:tblPr>
        <w:tblW w:w="9405" w:type="dxa"/>
        <w:tblInd w:w="450" w:type="dxa"/>
        <w:tblLayout w:type="fixed"/>
        <w:tblCellMar>
          <w:left w:w="79" w:type="dxa"/>
          <w:right w:w="79" w:type="dxa"/>
        </w:tblCellMar>
        <w:tblLook w:val="0000" w:firstRow="0" w:lastRow="0" w:firstColumn="0" w:lastColumn="0" w:noHBand="0" w:noVBand="0"/>
      </w:tblPr>
      <w:tblGrid>
        <w:gridCol w:w="3780"/>
        <w:gridCol w:w="1215"/>
        <w:gridCol w:w="180"/>
        <w:gridCol w:w="1260"/>
        <w:gridCol w:w="180"/>
        <w:gridCol w:w="1260"/>
        <w:gridCol w:w="180"/>
        <w:gridCol w:w="1350"/>
      </w:tblGrid>
      <w:tr w:rsidR="00653C07" w:rsidRPr="00472F61" w14:paraId="277A2DFB" w14:textId="77777777" w:rsidTr="0036683B">
        <w:trPr>
          <w:cantSplit/>
          <w:tblHeader/>
        </w:trPr>
        <w:tc>
          <w:tcPr>
            <w:tcW w:w="3780" w:type="dxa"/>
            <w:vAlign w:val="bottom"/>
          </w:tcPr>
          <w:p w14:paraId="413FC57F" w14:textId="77777777" w:rsidR="00653C07" w:rsidRPr="00472F61" w:rsidRDefault="00653C07" w:rsidP="0036683B">
            <w:pPr>
              <w:spacing w:line="240" w:lineRule="atLeast"/>
              <w:ind w:left="281" w:hanging="281"/>
              <w:rPr>
                <w:b/>
                <w:bCs/>
                <w:i/>
                <w:iCs/>
                <w:szCs w:val="22"/>
              </w:rPr>
            </w:pPr>
          </w:p>
        </w:tc>
        <w:tc>
          <w:tcPr>
            <w:tcW w:w="2655" w:type="dxa"/>
            <w:gridSpan w:val="3"/>
          </w:tcPr>
          <w:p w14:paraId="46887812" w14:textId="77777777" w:rsidR="00653C07" w:rsidRPr="00472F61" w:rsidRDefault="00653C07" w:rsidP="0036683B">
            <w:pPr>
              <w:pStyle w:val="acctmergecolhdg"/>
              <w:spacing w:line="240" w:lineRule="atLeast"/>
              <w:rPr>
                <w:szCs w:val="22"/>
              </w:rPr>
            </w:pPr>
            <w:r w:rsidRPr="00472F61">
              <w:rPr>
                <w:szCs w:val="22"/>
              </w:rPr>
              <w:t xml:space="preserve">Consolidated </w:t>
            </w:r>
          </w:p>
          <w:p w14:paraId="7C7329B2" w14:textId="77777777" w:rsidR="00653C07" w:rsidRPr="00472F61" w:rsidRDefault="00653C07" w:rsidP="0036683B">
            <w:pPr>
              <w:pStyle w:val="acctmergecolhdg"/>
              <w:spacing w:line="240" w:lineRule="atLeast"/>
              <w:rPr>
                <w:szCs w:val="22"/>
              </w:rPr>
            </w:pPr>
            <w:r w:rsidRPr="00472F61">
              <w:rPr>
                <w:szCs w:val="22"/>
              </w:rPr>
              <w:t>financial statements</w:t>
            </w:r>
          </w:p>
        </w:tc>
        <w:tc>
          <w:tcPr>
            <w:tcW w:w="180" w:type="dxa"/>
          </w:tcPr>
          <w:p w14:paraId="691385BA" w14:textId="77777777" w:rsidR="00653C07" w:rsidRPr="00472F61" w:rsidRDefault="00653C07" w:rsidP="0036683B">
            <w:pPr>
              <w:pStyle w:val="acctmergecolhdg"/>
              <w:spacing w:line="240" w:lineRule="atLeast"/>
              <w:rPr>
                <w:szCs w:val="22"/>
              </w:rPr>
            </w:pPr>
          </w:p>
        </w:tc>
        <w:tc>
          <w:tcPr>
            <w:tcW w:w="2790" w:type="dxa"/>
            <w:gridSpan w:val="3"/>
          </w:tcPr>
          <w:p w14:paraId="2CFE1859" w14:textId="77777777" w:rsidR="00653C07" w:rsidRPr="00472F61" w:rsidRDefault="00653C07" w:rsidP="0036683B">
            <w:pPr>
              <w:pStyle w:val="acctmergecolhdg"/>
              <w:spacing w:line="240" w:lineRule="atLeast"/>
              <w:rPr>
                <w:szCs w:val="22"/>
              </w:rPr>
            </w:pPr>
            <w:r w:rsidRPr="00472F61">
              <w:rPr>
                <w:szCs w:val="22"/>
              </w:rPr>
              <w:t xml:space="preserve">Separate </w:t>
            </w:r>
          </w:p>
          <w:p w14:paraId="2AF8D7C3" w14:textId="77777777" w:rsidR="00653C07" w:rsidRPr="00472F61" w:rsidRDefault="00653C07" w:rsidP="0036683B">
            <w:pPr>
              <w:pStyle w:val="acctmergecolhdg"/>
              <w:spacing w:line="240" w:lineRule="atLeast"/>
              <w:rPr>
                <w:szCs w:val="22"/>
              </w:rPr>
            </w:pPr>
            <w:r w:rsidRPr="00472F61">
              <w:rPr>
                <w:szCs w:val="22"/>
              </w:rPr>
              <w:t>financial statements</w:t>
            </w:r>
          </w:p>
        </w:tc>
      </w:tr>
      <w:tr w:rsidR="00653C07" w:rsidRPr="00472F61" w14:paraId="7E82B5FF" w14:textId="77777777" w:rsidTr="0036683B">
        <w:trPr>
          <w:cantSplit/>
          <w:tblHeader/>
        </w:trPr>
        <w:tc>
          <w:tcPr>
            <w:tcW w:w="3780" w:type="dxa"/>
          </w:tcPr>
          <w:p w14:paraId="1542BD5E" w14:textId="77777777" w:rsidR="00653C07" w:rsidRPr="00472F61" w:rsidRDefault="00653C07" w:rsidP="00653C07">
            <w:pPr>
              <w:pStyle w:val="acctfourfigures"/>
              <w:spacing w:line="240" w:lineRule="atLeast"/>
              <w:rPr>
                <w:szCs w:val="22"/>
              </w:rPr>
            </w:pPr>
          </w:p>
        </w:tc>
        <w:tc>
          <w:tcPr>
            <w:tcW w:w="1215" w:type="dxa"/>
            <w:shd w:val="clear" w:color="auto" w:fill="auto"/>
            <w:vAlign w:val="center"/>
          </w:tcPr>
          <w:p w14:paraId="3C67880E" w14:textId="77777777" w:rsidR="00653C07" w:rsidRPr="00472F61" w:rsidRDefault="00653C07" w:rsidP="00653C07">
            <w:pPr>
              <w:pStyle w:val="acctmergecolhdg"/>
              <w:spacing w:line="240" w:lineRule="atLeast"/>
              <w:rPr>
                <w:b w:val="0"/>
                <w:bCs/>
                <w:szCs w:val="22"/>
              </w:rPr>
            </w:pPr>
            <w:r w:rsidRPr="00472F61">
              <w:rPr>
                <w:b w:val="0"/>
                <w:bCs/>
                <w:szCs w:val="22"/>
              </w:rPr>
              <w:t>31 March</w:t>
            </w:r>
          </w:p>
        </w:tc>
        <w:tc>
          <w:tcPr>
            <w:tcW w:w="180" w:type="dxa"/>
            <w:shd w:val="clear" w:color="auto" w:fill="auto"/>
            <w:vAlign w:val="center"/>
          </w:tcPr>
          <w:p w14:paraId="6ADB50CF" w14:textId="77777777" w:rsidR="00653C07" w:rsidRPr="00472F61" w:rsidRDefault="00653C07" w:rsidP="00653C07">
            <w:pPr>
              <w:pStyle w:val="acctmergecolhdg"/>
              <w:spacing w:line="240" w:lineRule="atLeast"/>
              <w:rPr>
                <w:b w:val="0"/>
                <w:bCs/>
                <w:szCs w:val="22"/>
              </w:rPr>
            </w:pPr>
          </w:p>
        </w:tc>
        <w:tc>
          <w:tcPr>
            <w:tcW w:w="1260" w:type="dxa"/>
            <w:shd w:val="clear" w:color="auto" w:fill="auto"/>
            <w:vAlign w:val="center"/>
          </w:tcPr>
          <w:p w14:paraId="7AB7F93A" w14:textId="77777777" w:rsidR="00653C07" w:rsidRPr="00472F61" w:rsidRDefault="00653C07" w:rsidP="00653C07">
            <w:pPr>
              <w:pStyle w:val="acctmergecolhdg"/>
              <w:spacing w:line="240" w:lineRule="atLeast"/>
              <w:ind w:left="-125" w:right="-122"/>
              <w:rPr>
                <w:b w:val="0"/>
                <w:bCs/>
                <w:szCs w:val="22"/>
              </w:rPr>
            </w:pPr>
            <w:r w:rsidRPr="00472F61">
              <w:rPr>
                <w:b w:val="0"/>
                <w:bCs/>
                <w:szCs w:val="22"/>
              </w:rPr>
              <w:t>31 December</w:t>
            </w:r>
          </w:p>
        </w:tc>
        <w:tc>
          <w:tcPr>
            <w:tcW w:w="180" w:type="dxa"/>
            <w:shd w:val="clear" w:color="auto" w:fill="auto"/>
            <w:vAlign w:val="center"/>
          </w:tcPr>
          <w:p w14:paraId="7EE112CA" w14:textId="77777777" w:rsidR="00653C07" w:rsidRPr="00472F61" w:rsidRDefault="00653C07" w:rsidP="00653C07">
            <w:pPr>
              <w:pStyle w:val="acctmergecolhdg"/>
              <w:spacing w:line="240" w:lineRule="atLeast"/>
              <w:rPr>
                <w:b w:val="0"/>
                <w:bCs/>
                <w:szCs w:val="22"/>
              </w:rPr>
            </w:pPr>
          </w:p>
        </w:tc>
        <w:tc>
          <w:tcPr>
            <w:tcW w:w="1260" w:type="dxa"/>
            <w:shd w:val="clear" w:color="auto" w:fill="auto"/>
            <w:vAlign w:val="center"/>
          </w:tcPr>
          <w:p w14:paraId="1B9ABECE" w14:textId="77777777" w:rsidR="00653C07" w:rsidRPr="00472F61" w:rsidRDefault="00653C07" w:rsidP="00653C07">
            <w:pPr>
              <w:pStyle w:val="acctmergecolhdg"/>
              <w:spacing w:line="240" w:lineRule="atLeast"/>
              <w:rPr>
                <w:b w:val="0"/>
                <w:bCs/>
                <w:szCs w:val="22"/>
              </w:rPr>
            </w:pPr>
            <w:r w:rsidRPr="00472F61">
              <w:rPr>
                <w:b w:val="0"/>
                <w:bCs/>
                <w:szCs w:val="22"/>
              </w:rPr>
              <w:t>31 March</w:t>
            </w:r>
          </w:p>
        </w:tc>
        <w:tc>
          <w:tcPr>
            <w:tcW w:w="180" w:type="dxa"/>
            <w:shd w:val="clear" w:color="auto" w:fill="auto"/>
            <w:vAlign w:val="center"/>
          </w:tcPr>
          <w:p w14:paraId="1A969C36" w14:textId="77777777" w:rsidR="00653C07" w:rsidRPr="00472F61" w:rsidRDefault="00653C07" w:rsidP="00653C07">
            <w:pPr>
              <w:pStyle w:val="acctmergecolhdg"/>
              <w:spacing w:line="240" w:lineRule="atLeast"/>
              <w:rPr>
                <w:b w:val="0"/>
                <w:bCs/>
                <w:szCs w:val="22"/>
              </w:rPr>
            </w:pPr>
          </w:p>
        </w:tc>
        <w:tc>
          <w:tcPr>
            <w:tcW w:w="1350" w:type="dxa"/>
            <w:shd w:val="clear" w:color="auto" w:fill="auto"/>
            <w:vAlign w:val="center"/>
          </w:tcPr>
          <w:p w14:paraId="1EF38003" w14:textId="77777777" w:rsidR="00653C07" w:rsidRPr="00472F61" w:rsidRDefault="00653C07" w:rsidP="00653C07">
            <w:pPr>
              <w:pStyle w:val="acctmergecolhdg"/>
              <w:spacing w:line="240" w:lineRule="atLeast"/>
              <w:ind w:left="-125" w:right="-122"/>
              <w:rPr>
                <w:b w:val="0"/>
                <w:bCs/>
                <w:szCs w:val="22"/>
              </w:rPr>
            </w:pPr>
            <w:r w:rsidRPr="00472F61">
              <w:rPr>
                <w:b w:val="0"/>
                <w:bCs/>
                <w:szCs w:val="22"/>
              </w:rPr>
              <w:t>31 December</w:t>
            </w:r>
          </w:p>
        </w:tc>
      </w:tr>
      <w:tr w:rsidR="00653C07" w:rsidRPr="00472F61" w14:paraId="41954B0E" w14:textId="77777777" w:rsidTr="0036683B">
        <w:trPr>
          <w:cantSplit/>
          <w:tblHeader/>
        </w:trPr>
        <w:tc>
          <w:tcPr>
            <w:tcW w:w="3780" w:type="dxa"/>
          </w:tcPr>
          <w:p w14:paraId="778CFFB4" w14:textId="77777777" w:rsidR="00653C07" w:rsidRPr="00472F61" w:rsidRDefault="00653C07" w:rsidP="00653C07">
            <w:pPr>
              <w:pStyle w:val="acctfourfigures"/>
              <w:spacing w:line="240" w:lineRule="atLeast"/>
              <w:rPr>
                <w:szCs w:val="22"/>
              </w:rPr>
            </w:pPr>
          </w:p>
        </w:tc>
        <w:tc>
          <w:tcPr>
            <w:tcW w:w="1215" w:type="dxa"/>
            <w:shd w:val="clear" w:color="auto" w:fill="auto"/>
            <w:vAlign w:val="center"/>
          </w:tcPr>
          <w:p w14:paraId="773A9732" w14:textId="77777777" w:rsidR="00653C07" w:rsidRPr="00472F61" w:rsidRDefault="00653C07" w:rsidP="00653C07">
            <w:pPr>
              <w:pStyle w:val="acctmergecolhdg"/>
              <w:spacing w:line="240" w:lineRule="atLeast"/>
              <w:rPr>
                <w:b w:val="0"/>
                <w:bCs/>
                <w:szCs w:val="22"/>
              </w:rPr>
            </w:pPr>
            <w:r w:rsidRPr="00472F61">
              <w:rPr>
                <w:b w:val="0"/>
                <w:bCs/>
                <w:szCs w:val="22"/>
              </w:rPr>
              <w:t>2021</w:t>
            </w:r>
          </w:p>
        </w:tc>
        <w:tc>
          <w:tcPr>
            <w:tcW w:w="180" w:type="dxa"/>
            <w:shd w:val="clear" w:color="auto" w:fill="auto"/>
            <w:vAlign w:val="center"/>
          </w:tcPr>
          <w:p w14:paraId="1DC74E48" w14:textId="77777777" w:rsidR="00653C07" w:rsidRPr="00472F61" w:rsidRDefault="00653C07" w:rsidP="00653C07">
            <w:pPr>
              <w:pStyle w:val="acctmergecolhdg"/>
              <w:spacing w:line="240" w:lineRule="atLeast"/>
              <w:rPr>
                <w:b w:val="0"/>
                <w:bCs/>
                <w:szCs w:val="22"/>
              </w:rPr>
            </w:pPr>
          </w:p>
        </w:tc>
        <w:tc>
          <w:tcPr>
            <w:tcW w:w="1260" w:type="dxa"/>
            <w:shd w:val="clear" w:color="auto" w:fill="auto"/>
            <w:vAlign w:val="center"/>
          </w:tcPr>
          <w:p w14:paraId="0212D00A" w14:textId="77777777" w:rsidR="00653C07" w:rsidRPr="00472F61" w:rsidRDefault="00653C07" w:rsidP="00653C07">
            <w:pPr>
              <w:pStyle w:val="acctmergecolhdg"/>
              <w:spacing w:line="240" w:lineRule="atLeast"/>
              <w:rPr>
                <w:b w:val="0"/>
                <w:bCs/>
                <w:szCs w:val="22"/>
              </w:rPr>
            </w:pPr>
            <w:r w:rsidRPr="00472F61">
              <w:rPr>
                <w:b w:val="0"/>
                <w:bCs/>
                <w:szCs w:val="22"/>
              </w:rPr>
              <w:t xml:space="preserve">2020  </w:t>
            </w:r>
          </w:p>
        </w:tc>
        <w:tc>
          <w:tcPr>
            <w:tcW w:w="180" w:type="dxa"/>
            <w:shd w:val="clear" w:color="auto" w:fill="auto"/>
            <w:vAlign w:val="center"/>
          </w:tcPr>
          <w:p w14:paraId="26C3C5BC" w14:textId="77777777" w:rsidR="00653C07" w:rsidRPr="00472F61" w:rsidRDefault="00653C07" w:rsidP="00653C07">
            <w:pPr>
              <w:pStyle w:val="acctmergecolhdg"/>
              <w:spacing w:line="240" w:lineRule="atLeast"/>
              <w:rPr>
                <w:b w:val="0"/>
                <w:bCs/>
                <w:szCs w:val="22"/>
              </w:rPr>
            </w:pPr>
          </w:p>
        </w:tc>
        <w:tc>
          <w:tcPr>
            <w:tcW w:w="1260" w:type="dxa"/>
            <w:shd w:val="clear" w:color="auto" w:fill="auto"/>
            <w:vAlign w:val="center"/>
          </w:tcPr>
          <w:p w14:paraId="3F857652" w14:textId="77777777" w:rsidR="00653C07" w:rsidRPr="00472F61" w:rsidRDefault="00653C07" w:rsidP="00653C07">
            <w:pPr>
              <w:pStyle w:val="acctmergecolhdg"/>
              <w:spacing w:line="240" w:lineRule="atLeast"/>
              <w:rPr>
                <w:b w:val="0"/>
                <w:bCs/>
                <w:szCs w:val="22"/>
              </w:rPr>
            </w:pPr>
            <w:r w:rsidRPr="00472F61">
              <w:rPr>
                <w:b w:val="0"/>
                <w:bCs/>
                <w:szCs w:val="22"/>
              </w:rPr>
              <w:t>2021</w:t>
            </w:r>
          </w:p>
        </w:tc>
        <w:tc>
          <w:tcPr>
            <w:tcW w:w="180" w:type="dxa"/>
            <w:shd w:val="clear" w:color="auto" w:fill="auto"/>
            <w:vAlign w:val="center"/>
          </w:tcPr>
          <w:p w14:paraId="7E18FB08" w14:textId="77777777" w:rsidR="00653C07" w:rsidRPr="00472F61" w:rsidRDefault="00653C07" w:rsidP="00653C07">
            <w:pPr>
              <w:pStyle w:val="acctmergecolhdg"/>
              <w:spacing w:line="240" w:lineRule="atLeast"/>
              <w:rPr>
                <w:b w:val="0"/>
                <w:bCs/>
                <w:szCs w:val="22"/>
              </w:rPr>
            </w:pPr>
          </w:p>
        </w:tc>
        <w:tc>
          <w:tcPr>
            <w:tcW w:w="1350" w:type="dxa"/>
            <w:shd w:val="clear" w:color="auto" w:fill="auto"/>
            <w:vAlign w:val="center"/>
          </w:tcPr>
          <w:p w14:paraId="1F635A8B" w14:textId="77777777" w:rsidR="00653C07" w:rsidRPr="00472F61" w:rsidRDefault="00653C07" w:rsidP="00653C07">
            <w:pPr>
              <w:pStyle w:val="acctmergecolhdg"/>
              <w:spacing w:line="240" w:lineRule="atLeast"/>
              <w:rPr>
                <w:b w:val="0"/>
                <w:bCs/>
                <w:szCs w:val="22"/>
              </w:rPr>
            </w:pPr>
            <w:r w:rsidRPr="00472F61">
              <w:rPr>
                <w:b w:val="0"/>
                <w:bCs/>
                <w:szCs w:val="22"/>
              </w:rPr>
              <w:t xml:space="preserve">2020  </w:t>
            </w:r>
          </w:p>
        </w:tc>
      </w:tr>
      <w:tr w:rsidR="00653C07" w:rsidRPr="00472F61" w14:paraId="179453B2" w14:textId="77777777" w:rsidTr="0036683B">
        <w:trPr>
          <w:cantSplit/>
          <w:tblHeader/>
        </w:trPr>
        <w:tc>
          <w:tcPr>
            <w:tcW w:w="3780" w:type="dxa"/>
          </w:tcPr>
          <w:p w14:paraId="176D39A5" w14:textId="77777777" w:rsidR="00653C07" w:rsidRPr="00472F61" w:rsidRDefault="00653C07" w:rsidP="00653C07">
            <w:pPr>
              <w:spacing w:line="240" w:lineRule="atLeast"/>
              <w:rPr>
                <w:b/>
                <w:bCs/>
                <w:i/>
                <w:iCs/>
                <w:szCs w:val="22"/>
              </w:rPr>
            </w:pPr>
          </w:p>
        </w:tc>
        <w:tc>
          <w:tcPr>
            <w:tcW w:w="5625" w:type="dxa"/>
            <w:gridSpan w:val="7"/>
          </w:tcPr>
          <w:p w14:paraId="54493573" w14:textId="77777777" w:rsidR="00653C07" w:rsidRPr="00472F61" w:rsidRDefault="00653C07" w:rsidP="00653C07">
            <w:pPr>
              <w:pStyle w:val="acctfourfigures"/>
              <w:spacing w:line="240" w:lineRule="atLeast"/>
              <w:jc w:val="center"/>
              <w:rPr>
                <w:i/>
                <w:iCs/>
                <w:szCs w:val="22"/>
              </w:rPr>
            </w:pPr>
            <w:r w:rsidRPr="00472F61">
              <w:rPr>
                <w:i/>
                <w:iCs/>
                <w:szCs w:val="22"/>
              </w:rPr>
              <w:t xml:space="preserve">(in </w:t>
            </w:r>
            <w:r w:rsidRPr="00472F61">
              <w:rPr>
                <w:i/>
                <w:iCs/>
                <w:szCs w:val="22"/>
                <w:lang w:val="en-US"/>
              </w:rPr>
              <w:t>thousand</w:t>
            </w:r>
            <w:r w:rsidRPr="00472F61">
              <w:rPr>
                <w:i/>
                <w:iCs/>
                <w:szCs w:val="22"/>
              </w:rPr>
              <w:t xml:space="preserve"> Baht)</w:t>
            </w:r>
          </w:p>
        </w:tc>
      </w:tr>
      <w:tr w:rsidR="00653C07" w:rsidRPr="00472F61" w14:paraId="7B5824C6" w14:textId="77777777" w:rsidTr="0036683B">
        <w:trPr>
          <w:cantSplit/>
        </w:trPr>
        <w:tc>
          <w:tcPr>
            <w:tcW w:w="3780" w:type="dxa"/>
          </w:tcPr>
          <w:p w14:paraId="305BA21E" w14:textId="77777777" w:rsidR="00653C07" w:rsidRPr="00472F61" w:rsidRDefault="00653C07" w:rsidP="00653C07">
            <w:pPr>
              <w:spacing w:line="240" w:lineRule="atLeast"/>
              <w:rPr>
                <w:b/>
                <w:bCs/>
                <w:i/>
                <w:iCs/>
                <w:szCs w:val="22"/>
              </w:rPr>
            </w:pPr>
            <w:r w:rsidRPr="00472F61">
              <w:rPr>
                <w:b/>
                <w:bCs/>
                <w:i/>
                <w:iCs/>
                <w:szCs w:val="22"/>
              </w:rPr>
              <w:t>Trade accounts receivable</w:t>
            </w:r>
          </w:p>
        </w:tc>
        <w:tc>
          <w:tcPr>
            <w:tcW w:w="5625" w:type="dxa"/>
            <w:gridSpan w:val="7"/>
          </w:tcPr>
          <w:p w14:paraId="46671331" w14:textId="77777777" w:rsidR="00653C07" w:rsidRPr="00472F61" w:rsidRDefault="00653C07" w:rsidP="00653C07">
            <w:pPr>
              <w:pStyle w:val="acctfourfigures"/>
              <w:spacing w:line="240" w:lineRule="atLeast"/>
              <w:jc w:val="center"/>
              <w:rPr>
                <w:i/>
                <w:iCs/>
                <w:szCs w:val="22"/>
              </w:rPr>
            </w:pPr>
          </w:p>
        </w:tc>
      </w:tr>
      <w:tr w:rsidR="00653C07" w:rsidRPr="00472F61" w14:paraId="70FBE1EC" w14:textId="77777777" w:rsidTr="0036683B">
        <w:trPr>
          <w:cantSplit/>
        </w:trPr>
        <w:tc>
          <w:tcPr>
            <w:tcW w:w="3780" w:type="dxa"/>
          </w:tcPr>
          <w:p w14:paraId="7F87C84C" w14:textId="77777777" w:rsidR="00653C07" w:rsidRPr="00472F61" w:rsidRDefault="00653C07" w:rsidP="00653C07">
            <w:pPr>
              <w:spacing w:line="240" w:lineRule="atLeast"/>
              <w:rPr>
                <w:szCs w:val="22"/>
              </w:rPr>
            </w:pPr>
            <w:r w:rsidRPr="00472F61">
              <w:rPr>
                <w:szCs w:val="22"/>
              </w:rPr>
              <w:t>Subsidiaries</w:t>
            </w:r>
          </w:p>
        </w:tc>
        <w:tc>
          <w:tcPr>
            <w:tcW w:w="1215" w:type="dxa"/>
          </w:tcPr>
          <w:p w14:paraId="171BFBEE" w14:textId="77777777" w:rsidR="00653C07" w:rsidRPr="00472F61" w:rsidRDefault="009F71E3" w:rsidP="00653C07">
            <w:pPr>
              <w:tabs>
                <w:tab w:val="decimal" w:pos="780"/>
              </w:tabs>
              <w:rPr>
                <w:szCs w:val="22"/>
              </w:rPr>
            </w:pPr>
            <w:r w:rsidRPr="00472F61">
              <w:rPr>
                <w:szCs w:val="22"/>
              </w:rPr>
              <w:t>-</w:t>
            </w:r>
          </w:p>
        </w:tc>
        <w:tc>
          <w:tcPr>
            <w:tcW w:w="180" w:type="dxa"/>
          </w:tcPr>
          <w:p w14:paraId="279C97BA" w14:textId="77777777" w:rsidR="00653C07" w:rsidRPr="00472F61" w:rsidRDefault="00653C07" w:rsidP="00653C07">
            <w:pPr>
              <w:rPr>
                <w:szCs w:val="22"/>
              </w:rPr>
            </w:pPr>
          </w:p>
        </w:tc>
        <w:tc>
          <w:tcPr>
            <w:tcW w:w="1260" w:type="dxa"/>
          </w:tcPr>
          <w:p w14:paraId="3D75923D" w14:textId="77777777" w:rsidR="00653C07" w:rsidRPr="00472F61" w:rsidRDefault="00653C07" w:rsidP="00653C07">
            <w:pPr>
              <w:tabs>
                <w:tab w:val="decimal" w:pos="780"/>
              </w:tabs>
              <w:rPr>
                <w:szCs w:val="22"/>
              </w:rPr>
            </w:pPr>
            <w:r w:rsidRPr="00472F61">
              <w:rPr>
                <w:szCs w:val="22"/>
              </w:rPr>
              <w:t>-</w:t>
            </w:r>
          </w:p>
        </w:tc>
        <w:tc>
          <w:tcPr>
            <w:tcW w:w="180" w:type="dxa"/>
          </w:tcPr>
          <w:p w14:paraId="6277F591" w14:textId="77777777" w:rsidR="00653C07" w:rsidRPr="00472F61" w:rsidRDefault="00653C07" w:rsidP="00653C07">
            <w:pPr>
              <w:rPr>
                <w:szCs w:val="22"/>
              </w:rPr>
            </w:pPr>
          </w:p>
        </w:tc>
        <w:tc>
          <w:tcPr>
            <w:tcW w:w="1260" w:type="dxa"/>
          </w:tcPr>
          <w:p w14:paraId="2F14997D" w14:textId="77777777" w:rsidR="00653C07" w:rsidRPr="00472F61" w:rsidRDefault="009F71E3" w:rsidP="008A5F86">
            <w:pPr>
              <w:pStyle w:val="BodyText"/>
              <w:tabs>
                <w:tab w:val="decimal" w:pos="1022"/>
              </w:tabs>
              <w:spacing w:after="0" w:line="240" w:lineRule="auto"/>
              <w:ind w:left="-108" w:right="-94"/>
              <w:rPr>
                <w:szCs w:val="22"/>
              </w:rPr>
            </w:pPr>
            <w:r w:rsidRPr="00472F61">
              <w:rPr>
                <w:szCs w:val="22"/>
              </w:rPr>
              <w:t>7,112</w:t>
            </w:r>
          </w:p>
        </w:tc>
        <w:tc>
          <w:tcPr>
            <w:tcW w:w="180" w:type="dxa"/>
          </w:tcPr>
          <w:p w14:paraId="445113C5" w14:textId="77777777" w:rsidR="00653C07" w:rsidRPr="00472F61" w:rsidRDefault="00653C07" w:rsidP="00653C07">
            <w:pPr>
              <w:rPr>
                <w:szCs w:val="22"/>
              </w:rPr>
            </w:pPr>
          </w:p>
        </w:tc>
        <w:tc>
          <w:tcPr>
            <w:tcW w:w="1350" w:type="dxa"/>
          </w:tcPr>
          <w:p w14:paraId="757051B7" w14:textId="77777777" w:rsidR="00653C07" w:rsidRPr="00472F61" w:rsidRDefault="00653C07" w:rsidP="00653C07">
            <w:pPr>
              <w:tabs>
                <w:tab w:val="decimal" w:pos="1050"/>
              </w:tabs>
              <w:rPr>
                <w:szCs w:val="22"/>
              </w:rPr>
            </w:pPr>
            <w:r w:rsidRPr="00472F61">
              <w:rPr>
                <w:szCs w:val="22"/>
              </w:rPr>
              <w:t>14,904</w:t>
            </w:r>
          </w:p>
        </w:tc>
      </w:tr>
      <w:tr w:rsidR="009F71E3" w:rsidRPr="00472F61" w14:paraId="12C18C96" w14:textId="77777777" w:rsidTr="000752DE">
        <w:trPr>
          <w:cantSplit/>
        </w:trPr>
        <w:tc>
          <w:tcPr>
            <w:tcW w:w="3780" w:type="dxa"/>
          </w:tcPr>
          <w:p w14:paraId="414FA094" w14:textId="77777777" w:rsidR="009F71E3" w:rsidRPr="00472F61" w:rsidRDefault="009F71E3" w:rsidP="009F71E3">
            <w:pPr>
              <w:spacing w:line="240" w:lineRule="atLeast"/>
              <w:rPr>
                <w:szCs w:val="22"/>
              </w:rPr>
            </w:pPr>
            <w:r w:rsidRPr="00472F61">
              <w:rPr>
                <w:szCs w:val="22"/>
              </w:rPr>
              <w:t>Other related parties</w:t>
            </w:r>
          </w:p>
        </w:tc>
        <w:tc>
          <w:tcPr>
            <w:tcW w:w="1215" w:type="dxa"/>
            <w:tcBorders>
              <w:top w:val="nil"/>
              <w:left w:val="nil"/>
              <w:bottom w:val="single" w:sz="4" w:space="0" w:color="auto"/>
              <w:right w:val="nil"/>
            </w:tcBorders>
          </w:tcPr>
          <w:p w14:paraId="26D02A14" w14:textId="77777777" w:rsidR="009F71E3" w:rsidRPr="00472F61" w:rsidRDefault="009F71E3" w:rsidP="009F71E3">
            <w:pPr>
              <w:tabs>
                <w:tab w:val="decimal" w:pos="1022"/>
              </w:tabs>
              <w:spacing w:line="240" w:lineRule="auto"/>
              <w:ind w:left="-108" w:right="-94"/>
              <w:rPr>
                <w:szCs w:val="22"/>
                <w:lang w:val="en-US" w:bidi="th-TH"/>
              </w:rPr>
            </w:pPr>
            <w:r w:rsidRPr="00472F61">
              <w:rPr>
                <w:szCs w:val="22"/>
              </w:rPr>
              <w:t>52,097</w:t>
            </w:r>
          </w:p>
        </w:tc>
        <w:tc>
          <w:tcPr>
            <w:tcW w:w="180" w:type="dxa"/>
          </w:tcPr>
          <w:p w14:paraId="1AEB12B7" w14:textId="77777777" w:rsidR="009F71E3" w:rsidRPr="00472F61" w:rsidRDefault="009F71E3" w:rsidP="009F71E3">
            <w:pPr>
              <w:pStyle w:val="BodyText"/>
              <w:tabs>
                <w:tab w:val="decimal" w:pos="1022"/>
              </w:tabs>
              <w:spacing w:after="0" w:line="240" w:lineRule="auto"/>
              <w:ind w:left="-108" w:right="-94"/>
              <w:rPr>
                <w:szCs w:val="22"/>
              </w:rPr>
            </w:pPr>
          </w:p>
        </w:tc>
        <w:tc>
          <w:tcPr>
            <w:tcW w:w="1260" w:type="dxa"/>
            <w:tcBorders>
              <w:top w:val="nil"/>
              <w:left w:val="nil"/>
              <w:bottom w:val="single" w:sz="4" w:space="0" w:color="auto"/>
              <w:right w:val="nil"/>
            </w:tcBorders>
          </w:tcPr>
          <w:p w14:paraId="4739BAF7" w14:textId="77777777" w:rsidR="009F71E3" w:rsidRPr="00472F61" w:rsidRDefault="009F71E3" w:rsidP="009F71E3">
            <w:pPr>
              <w:tabs>
                <w:tab w:val="decimal" w:pos="1022"/>
              </w:tabs>
              <w:spacing w:line="240" w:lineRule="auto"/>
              <w:ind w:left="-108" w:right="-94"/>
              <w:rPr>
                <w:szCs w:val="22"/>
              </w:rPr>
            </w:pPr>
            <w:r w:rsidRPr="00472F61">
              <w:rPr>
                <w:szCs w:val="22"/>
              </w:rPr>
              <w:t>20,464</w:t>
            </w:r>
          </w:p>
        </w:tc>
        <w:tc>
          <w:tcPr>
            <w:tcW w:w="180" w:type="dxa"/>
          </w:tcPr>
          <w:p w14:paraId="0CC67052" w14:textId="77777777" w:rsidR="009F71E3" w:rsidRPr="00472F61" w:rsidRDefault="009F71E3" w:rsidP="009F71E3">
            <w:pPr>
              <w:pStyle w:val="BodyText"/>
              <w:tabs>
                <w:tab w:val="decimal" w:pos="1022"/>
              </w:tabs>
              <w:spacing w:after="0" w:line="240" w:lineRule="auto"/>
              <w:ind w:left="-108" w:right="-94"/>
              <w:rPr>
                <w:szCs w:val="22"/>
              </w:rPr>
            </w:pPr>
          </w:p>
        </w:tc>
        <w:tc>
          <w:tcPr>
            <w:tcW w:w="1260" w:type="dxa"/>
            <w:tcBorders>
              <w:top w:val="nil"/>
              <w:left w:val="nil"/>
              <w:bottom w:val="single" w:sz="4" w:space="0" w:color="auto"/>
              <w:right w:val="nil"/>
            </w:tcBorders>
          </w:tcPr>
          <w:p w14:paraId="33CFC46B" w14:textId="77777777" w:rsidR="009F71E3" w:rsidRPr="00472F61" w:rsidRDefault="009F71E3" w:rsidP="009F71E3">
            <w:pPr>
              <w:pStyle w:val="BodyText"/>
              <w:tabs>
                <w:tab w:val="decimal" w:pos="1022"/>
              </w:tabs>
              <w:spacing w:after="0" w:line="240" w:lineRule="auto"/>
              <w:ind w:left="-108" w:right="-94"/>
              <w:rPr>
                <w:szCs w:val="22"/>
                <w:lang w:val="en-US"/>
              </w:rPr>
            </w:pPr>
            <w:r w:rsidRPr="00472F61">
              <w:rPr>
                <w:szCs w:val="22"/>
                <w:lang w:val="en-US"/>
              </w:rPr>
              <w:t>33,611</w:t>
            </w:r>
          </w:p>
        </w:tc>
        <w:tc>
          <w:tcPr>
            <w:tcW w:w="180" w:type="dxa"/>
          </w:tcPr>
          <w:p w14:paraId="44AF136A" w14:textId="77777777" w:rsidR="009F71E3" w:rsidRPr="00472F61" w:rsidRDefault="009F71E3" w:rsidP="009F71E3">
            <w:pPr>
              <w:pStyle w:val="BodyText"/>
              <w:tabs>
                <w:tab w:val="decimal" w:pos="1022"/>
              </w:tabs>
              <w:spacing w:after="0" w:line="240" w:lineRule="auto"/>
              <w:ind w:left="-108" w:right="-94"/>
              <w:rPr>
                <w:szCs w:val="22"/>
                <w:lang w:val="x-none"/>
              </w:rPr>
            </w:pPr>
          </w:p>
        </w:tc>
        <w:tc>
          <w:tcPr>
            <w:tcW w:w="1350" w:type="dxa"/>
            <w:tcBorders>
              <w:top w:val="nil"/>
              <w:left w:val="nil"/>
              <w:bottom w:val="single" w:sz="4" w:space="0" w:color="auto"/>
              <w:right w:val="nil"/>
            </w:tcBorders>
          </w:tcPr>
          <w:p w14:paraId="0B889B7C" w14:textId="77777777" w:rsidR="009F71E3" w:rsidRPr="00472F61" w:rsidRDefault="009F71E3" w:rsidP="009F71E3">
            <w:pPr>
              <w:pStyle w:val="BodyText"/>
              <w:tabs>
                <w:tab w:val="decimal" w:pos="1022"/>
              </w:tabs>
              <w:spacing w:after="0" w:line="240" w:lineRule="auto"/>
              <w:ind w:left="-108" w:right="-94"/>
              <w:rPr>
                <w:szCs w:val="22"/>
              </w:rPr>
            </w:pPr>
            <w:r w:rsidRPr="00472F61">
              <w:rPr>
                <w:szCs w:val="22"/>
              </w:rPr>
              <w:t>8,680</w:t>
            </w:r>
          </w:p>
        </w:tc>
      </w:tr>
      <w:tr w:rsidR="009F71E3" w:rsidRPr="00472F61" w14:paraId="528443B2" w14:textId="77777777" w:rsidTr="000752DE">
        <w:trPr>
          <w:cantSplit/>
        </w:trPr>
        <w:tc>
          <w:tcPr>
            <w:tcW w:w="3780" w:type="dxa"/>
          </w:tcPr>
          <w:p w14:paraId="263B143C" w14:textId="77777777" w:rsidR="009F71E3" w:rsidRPr="00472F61" w:rsidRDefault="009F71E3" w:rsidP="009F71E3">
            <w:pPr>
              <w:spacing w:line="240" w:lineRule="atLeast"/>
              <w:rPr>
                <w:b/>
                <w:bCs/>
                <w:szCs w:val="22"/>
              </w:rPr>
            </w:pPr>
            <w:r w:rsidRPr="00472F61">
              <w:rPr>
                <w:b/>
                <w:bCs/>
                <w:szCs w:val="22"/>
              </w:rPr>
              <w:t>Total</w:t>
            </w:r>
          </w:p>
        </w:tc>
        <w:tc>
          <w:tcPr>
            <w:tcW w:w="1215" w:type="dxa"/>
            <w:tcBorders>
              <w:top w:val="single" w:sz="4" w:space="0" w:color="auto"/>
              <w:left w:val="nil"/>
              <w:bottom w:val="double" w:sz="4" w:space="0" w:color="auto"/>
              <w:right w:val="nil"/>
            </w:tcBorders>
          </w:tcPr>
          <w:p w14:paraId="43840F0C" w14:textId="77777777" w:rsidR="009F71E3" w:rsidRPr="00472F61" w:rsidRDefault="009F71E3" w:rsidP="009F71E3">
            <w:pPr>
              <w:tabs>
                <w:tab w:val="decimal" w:pos="1022"/>
              </w:tabs>
              <w:spacing w:line="240" w:lineRule="auto"/>
              <w:ind w:left="-108" w:right="-94"/>
              <w:rPr>
                <w:szCs w:val="22"/>
                <w:lang w:val="en-US" w:bidi="th-TH"/>
              </w:rPr>
            </w:pPr>
            <w:r w:rsidRPr="00472F61">
              <w:rPr>
                <w:b/>
                <w:bCs/>
                <w:szCs w:val="22"/>
              </w:rPr>
              <w:t>52,097</w:t>
            </w:r>
          </w:p>
        </w:tc>
        <w:tc>
          <w:tcPr>
            <w:tcW w:w="180" w:type="dxa"/>
          </w:tcPr>
          <w:p w14:paraId="3C42239D" w14:textId="77777777" w:rsidR="009F71E3" w:rsidRPr="00472F61" w:rsidRDefault="009F71E3" w:rsidP="009F71E3">
            <w:pPr>
              <w:pStyle w:val="BodyText"/>
              <w:tabs>
                <w:tab w:val="decimal" w:pos="1022"/>
              </w:tabs>
              <w:spacing w:after="0" w:line="240" w:lineRule="auto"/>
              <w:ind w:left="-108" w:right="-94"/>
              <w:rPr>
                <w:b/>
                <w:bCs/>
                <w:szCs w:val="22"/>
              </w:rPr>
            </w:pPr>
          </w:p>
        </w:tc>
        <w:tc>
          <w:tcPr>
            <w:tcW w:w="1260" w:type="dxa"/>
            <w:tcBorders>
              <w:top w:val="single" w:sz="4" w:space="0" w:color="auto"/>
              <w:left w:val="nil"/>
              <w:bottom w:val="double" w:sz="4" w:space="0" w:color="auto"/>
              <w:right w:val="nil"/>
            </w:tcBorders>
          </w:tcPr>
          <w:p w14:paraId="505D1939" w14:textId="77777777" w:rsidR="009F71E3" w:rsidRPr="00472F61" w:rsidRDefault="009F71E3" w:rsidP="009F71E3">
            <w:pPr>
              <w:tabs>
                <w:tab w:val="decimal" w:pos="1022"/>
              </w:tabs>
              <w:spacing w:line="240" w:lineRule="auto"/>
              <w:ind w:left="-108" w:right="-94"/>
              <w:rPr>
                <w:b/>
                <w:bCs/>
                <w:szCs w:val="22"/>
              </w:rPr>
            </w:pPr>
            <w:r w:rsidRPr="00472F61">
              <w:rPr>
                <w:b/>
                <w:bCs/>
                <w:szCs w:val="22"/>
              </w:rPr>
              <w:t>20,464</w:t>
            </w:r>
          </w:p>
        </w:tc>
        <w:tc>
          <w:tcPr>
            <w:tcW w:w="180" w:type="dxa"/>
          </w:tcPr>
          <w:p w14:paraId="1E9D7BB9" w14:textId="77777777" w:rsidR="009F71E3" w:rsidRPr="00472F61" w:rsidRDefault="009F71E3" w:rsidP="009F71E3">
            <w:pPr>
              <w:pStyle w:val="BodyText"/>
              <w:tabs>
                <w:tab w:val="decimal" w:pos="1022"/>
              </w:tabs>
              <w:spacing w:after="0" w:line="240" w:lineRule="auto"/>
              <w:ind w:left="-108" w:right="-94"/>
              <w:rPr>
                <w:b/>
                <w:bCs/>
                <w:szCs w:val="22"/>
              </w:rPr>
            </w:pPr>
          </w:p>
        </w:tc>
        <w:tc>
          <w:tcPr>
            <w:tcW w:w="1260" w:type="dxa"/>
            <w:tcBorders>
              <w:top w:val="single" w:sz="4" w:space="0" w:color="auto"/>
              <w:left w:val="nil"/>
              <w:bottom w:val="double" w:sz="4" w:space="0" w:color="auto"/>
              <w:right w:val="nil"/>
            </w:tcBorders>
          </w:tcPr>
          <w:p w14:paraId="1AA01DC9" w14:textId="77777777" w:rsidR="009F71E3" w:rsidRPr="00472F61" w:rsidRDefault="009F71E3" w:rsidP="009F71E3">
            <w:pPr>
              <w:pStyle w:val="BodyText"/>
              <w:tabs>
                <w:tab w:val="decimal" w:pos="1022"/>
              </w:tabs>
              <w:spacing w:after="0" w:line="240" w:lineRule="auto"/>
              <w:ind w:left="-108" w:right="-94"/>
              <w:rPr>
                <w:b/>
                <w:bCs/>
                <w:szCs w:val="22"/>
                <w:lang w:val="en-US"/>
              </w:rPr>
            </w:pPr>
            <w:r w:rsidRPr="00472F61">
              <w:rPr>
                <w:b/>
                <w:bCs/>
                <w:szCs w:val="22"/>
                <w:lang w:val="en-US"/>
              </w:rPr>
              <w:t>40,723</w:t>
            </w:r>
          </w:p>
        </w:tc>
        <w:tc>
          <w:tcPr>
            <w:tcW w:w="180" w:type="dxa"/>
          </w:tcPr>
          <w:p w14:paraId="0BA356A1" w14:textId="77777777" w:rsidR="009F71E3" w:rsidRPr="00472F61" w:rsidRDefault="009F71E3" w:rsidP="009F71E3">
            <w:pPr>
              <w:pStyle w:val="BodyText"/>
              <w:tabs>
                <w:tab w:val="decimal" w:pos="1022"/>
              </w:tabs>
              <w:spacing w:after="0" w:line="240" w:lineRule="auto"/>
              <w:ind w:left="-108" w:right="-94"/>
              <w:rPr>
                <w:b/>
                <w:bCs/>
                <w:szCs w:val="22"/>
                <w:lang w:val="x-none"/>
              </w:rPr>
            </w:pPr>
          </w:p>
        </w:tc>
        <w:tc>
          <w:tcPr>
            <w:tcW w:w="1350" w:type="dxa"/>
            <w:tcBorders>
              <w:top w:val="single" w:sz="4" w:space="0" w:color="auto"/>
              <w:left w:val="nil"/>
              <w:bottom w:val="double" w:sz="4" w:space="0" w:color="auto"/>
              <w:right w:val="nil"/>
            </w:tcBorders>
          </w:tcPr>
          <w:p w14:paraId="143F1138" w14:textId="77777777" w:rsidR="009F71E3" w:rsidRPr="00472F61" w:rsidRDefault="009F71E3" w:rsidP="009F71E3">
            <w:pPr>
              <w:pStyle w:val="BodyText"/>
              <w:tabs>
                <w:tab w:val="decimal" w:pos="1022"/>
              </w:tabs>
              <w:spacing w:after="0" w:line="240" w:lineRule="auto"/>
              <w:ind w:left="-108" w:right="-94"/>
              <w:rPr>
                <w:b/>
                <w:bCs/>
                <w:szCs w:val="22"/>
              </w:rPr>
            </w:pPr>
            <w:r w:rsidRPr="00472F61">
              <w:rPr>
                <w:b/>
                <w:bCs/>
                <w:szCs w:val="22"/>
              </w:rPr>
              <w:t>23,584</w:t>
            </w:r>
          </w:p>
        </w:tc>
      </w:tr>
      <w:tr w:rsidR="009F71E3" w:rsidRPr="00472F61" w14:paraId="3C35A416" w14:textId="77777777" w:rsidTr="0036683B">
        <w:trPr>
          <w:cantSplit/>
        </w:trPr>
        <w:tc>
          <w:tcPr>
            <w:tcW w:w="3780" w:type="dxa"/>
          </w:tcPr>
          <w:p w14:paraId="3725DFE7" w14:textId="77777777" w:rsidR="009F71E3" w:rsidRPr="00472F61" w:rsidRDefault="009F71E3" w:rsidP="009F71E3">
            <w:pPr>
              <w:spacing w:line="240" w:lineRule="atLeast"/>
              <w:rPr>
                <w:b/>
                <w:bCs/>
                <w:szCs w:val="22"/>
              </w:rPr>
            </w:pPr>
          </w:p>
        </w:tc>
        <w:tc>
          <w:tcPr>
            <w:tcW w:w="1215" w:type="dxa"/>
            <w:tcBorders>
              <w:top w:val="double" w:sz="4" w:space="0" w:color="auto"/>
            </w:tcBorders>
          </w:tcPr>
          <w:p w14:paraId="430B6B66" w14:textId="77777777" w:rsidR="009F71E3" w:rsidRPr="00472F61" w:rsidRDefault="009F71E3" w:rsidP="009F71E3">
            <w:pPr>
              <w:pStyle w:val="acctfourfigures"/>
              <w:tabs>
                <w:tab w:val="clear" w:pos="765"/>
                <w:tab w:val="decimal" w:pos="1050"/>
              </w:tabs>
              <w:spacing w:line="240" w:lineRule="atLeast"/>
              <w:ind w:right="11"/>
              <w:rPr>
                <w:b/>
                <w:bCs/>
                <w:szCs w:val="22"/>
              </w:rPr>
            </w:pPr>
          </w:p>
        </w:tc>
        <w:tc>
          <w:tcPr>
            <w:tcW w:w="180" w:type="dxa"/>
          </w:tcPr>
          <w:p w14:paraId="2823F0A9" w14:textId="77777777" w:rsidR="009F71E3" w:rsidRPr="00472F61" w:rsidRDefault="009F71E3" w:rsidP="009F71E3">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05D45D9D" w14:textId="77777777" w:rsidR="009F71E3" w:rsidRPr="00472F61" w:rsidRDefault="009F71E3" w:rsidP="009F71E3">
            <w:pPr>
              <w:pStyle w:val="acctfourfigures"/>
              <w:tabs>
                <w:tab w:val="clear" w:pos="765"/>
                <w:tab w:val="decimal" w:pos="1050"/>
              </w:tabs>
              <w:spacing w:line="240" w:lineRule="atLeast"/>
              <w:ind w:right="11"/>
              <w:rPr>
                <w:b/>
                <w:bCs/>
                <w:szCs w:val="22"/>
              </w:rPr>
            </w:pPr>
          </w:p>
        </w:tc>
        <w:tc>
          <w:tcPr>
            <w:tcW w:w="180" w:type="dxa"/>
          </w:tcPr>
          <w:p w14:paraId="3F17F7D3" w14:textId="77777777" w:rsidR="009F71E3" w:rsidRPr="00472F61" w:rsidRDefault="009F71E3" w:rsidP="009F71E3">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158B1E70" w14:textId="77777777" w:rsidR="009F71E3" w:rsidRPr="00472F61" w:rsidRDefault="009F71E3" w:rsidP="009F71E3">
            <w:pPr>
              <w:pStyle w:val="acctfourfigures"/>
              <w:tabs>
                <w:tab w:val="clear" w:pos="765"/>
                <w:tab w:val="decimal" w:pos="911"/>
                <w:tab w:val="decimal" w:pos="1050"/>
              </w:tabs>
              <w:spacing w:line="240" w:lineRule="atLeast"/>
              <w:ind w:right="11"/>
              <w:rPr>
                <w:b/>
                <w:bCs/>
                <w:szCs w:val="22"/>
              </w:rPr>
            </w:pPr>
          </w:p>
        </w:tc>
        <w:tc>
          <w:tcPr>
            <w:tcW w:w="180" w:type="dxa"/>
          </w:tcPr>
          <w:p w14:paraId="151B7ECA" w14:textId="77777777" w:rsidR="009F71E3" w:rsidRPr="00472F61" w:rsidRDefault="009F71E3" w:rsidP="009F71E3">
            <w:pPr>
              <w:pStyle w:val="acctfourfigures"/>
              <w:tabs>
                <w:tab w:val="clear" w:pos="765"/>
                <w:tab w:val="decimal" w:pos="911"/>
              </w:tabs>
              <w:spacing w:line="240" w:lineRule="atLeast"/>
              <w:ind w:right="11"/>
              <w:rPr>
                <w:b/>
                <w:bCs/>
                <w:szCs w:val="22"/>
              </w:rPr>
            </w:pPr>
          </w:p>
        </w:tc>
        <w:tc>
          <w:tcPr>
            <w:tcW w:w="1350" w:type="dxa"/>
            <w:tcBorders>
              <w:top w:val="double" w:sz="4" w:space="0" w:color="auto"/>
            </w:tcBorders>
          </w:tcPr>
          <w:p w14:paraId="5ADBC587" w14:textId="77777777" w:rsidR="009F71E3" w:rsidRPr="00472F61" w:rsidRDefault="009F71E3" w:rsidP="009F71E3">
            <w:pPr>
              <w:pStyle w:val="acctfourfigures"/>
              <w:tabs>
                <w:tab w:val="clear" w:pos="765"/>
                <w:tab w:val="decimal" w:pos="911"/>
                <w:tab w:val="decimal" w:pos="1050"/>
              </w:tabs>
              <w:spacing w:line="240" w:lineRule="atLeast"/>
              <w:ind w:right="11"/>
              <w:rPr>
                <w:b/>
                <w:bCs/>
                <w:szCs w:val="22"/>
              </w:rPr>
            </w:pPr>
          </w:p>
        </w:tc>
      </w:tr>
      <w:tr w:rsidR="009F71E3" w:rsidRPr="00472F61" w14:paraId="697E18C5" w14:textId="77777777" w:rsidTr="0036683B">
        <w:trPr>
          <w:cantSplit/>
        </w:trPr>
        <w:tc>
          <w:tcPr>
            <w:tcW w:w="3780" w:type="dxa"/>
          </w:tcPr>
          <w:p w14:paraId="70E4A3E0" w14:textId="5C9E780C" w:rsidR="009F71E3" w:rsidRPr="00472F61" w:rsidRDefault="009F71E3" w:rsidP="009F71E3">
            <w:pPr>
              <w:spacing w:line="240" w:lineRule="atLeast"/>
              <w:rPr>
                <w:szCs w:val="22"/>
              </w:rPr>
            </w:pPr>
            <w:r w:rsidRPr="00472F61">
              <w:rPr>
                <w:b/>
                <w:bCs/>
                <w:i/>
                <w:iCs/>
                <w:szCs w:val="22"/>
              </w:rPr>
              <w:t>Othe</w:t>
            </w:r>
            <w:r w:rsidR="00564A4E" w:rsidRPr="00472F61">
              <w:rPr>
                <w:b/>
                <w:bCs/>
                <w:i/>
                <w:iCs/>
                <w:szCs w:val="22"/>
              </w:rPr>
              <w:t>r</w:t>
            </w:r>
            <w:r w:rsidRPr="00472F61">
              <w:rPr>
                <w:b/>
                <w:bCs/>
                <w:i/>
                <w:iCs/>
                <w:szCs w:val="22"/>
              </w:rPr>
              <w:t xml:space="preserve"> receivables</w:t>
            </w:r>
          </w:p>
        </w:tc>
        <w:tc>
          <w:tcPr>
            <w:tcW w:w="1215" w:type="dxa"/>
          </w:tcPr>
          <w:p w14:paraId="0E6FB7F2" w14:textId="77777777" w:rsidR="009F71E3" w:rsidRPr="00472F61" w:rsidRDefault="009F71E3" w:rsidP="009F71E3">
            <w:pPr>
              <w:pStyle w:val="acctfourfigures"/>
              <w:tabs>
                <w:tab w:val="clear" w:pos="765"/>
                <w:tab w:val="decimal" w:pos="1050"/>
              </w:tabs>
              <w:spacing w:line="240" w:lineRule="atLeast"/>
              <w:ind w:right="11"/>
              <w:rPr>
                <w:szCs w:val="22"/>
              </w:rPr>
            </w:pPr>
          </w:p>
        </w:tc>
        <w:tc>
          <w:tcPr>
            <w:tcW w:w="180" w:type="dxa"/>
          </w:tcPr>
          <w:p w14:paraId="6EF08438" w14:textId="77777777" w:rsidR="009F71E3" w:rsidRPr="00472F61" w:rsidRDefault="009F71E3" w:rsidP="009F71E3">
            <w:pPr>
              <w:pStyle w:val="acctfourfigures"/>
              <w:tabs>
                <w:tab w:val="clear" w:pos="765"/>
                <w:tab w:val="decimal" w:pos="911"/>
              </w:tabs>
              <w:spacing w:line="240" w:lineRule="atLeast"/>
              <w:ind w:right="11"/>
              <w:rPr>
                <w:szCs w:val="22"/>
              </w:rPr>
            </w:pPr>
          </w:p>
        </w:tc>
        <w:tc>
          <w:tcPr>
            <w:tcW w:w="1260" w:type="dxa"/>
          </w:tcPr>
          <w:p w14:paraId="1C0D5939" w14:textId="77777777" w:rsidR="009F71E3" w:rsidRPr="00472F61" w:rsidRDefault="009F71E3" w:rsidP="009F71E3">
            <w:pPr>
              <w:pStyle w:val="acctfourfigures"/>
              <w:tabs>
                <w:tab w:val="clear" w:pos="765"/>
                <w:tab w:val="decimal" w:pos="1050"/>
              </w:tabs>
              <w:spacing w:line="240" w:lineRule="atLeast"/>
              <w:ind w:right="11"/>
              <w:rPr>
                <w:szCs w:val="22"/>
              </w:rPr>
            </w:pPr>
          </w:p>
        </w:tc>
        <w:tc>
          <w:tcPr>
            <w:tcW w:w="180" w:type="dxa"/>
          </w:tcPr>
          <w:p w14:paraId="4724A35E" w14:textId="77777777" w:rsidR="009F71E3" w:rsidRPr="00472F61" w:rsidRDefault="009F71E3" w:rsidP="009F71E3">
            <w:pPr>
              <w:pStyle w:val="acctfourfigures"/>
              <w:tabs>
                <w:tab w:val="clear" w:pos="765"/>
                <w:tab w:val="decimal" w:pos="939"/>
              </w:tabs>
              <w:spacing w:line="240" w:lineRule="atLeast"/>
              <w:ind w:right="11"/>
              <w:rPr>
                <w:szCs w:val="22"/>
              </w:rPr>
            </w:pPr>
          </w:p>
        </w:tc>
        <w:tc>
          <w:tcPr>
            <w:tcW w:w="1260" w:type="dxa"/>
          </w:tcPr>
          <w:p w14:paraId="639C27CF" w14:textId="77777777" w:rsidR="009F71E3" w:rsidRPr="00472F61" w:rsidRDefault="009F71E3" w:rsidP="009F71E3">
            <w:pPr>
              <w:pStyle w:val="acctfourfigures"/>
              <w:tabs>
                <w:tab w:val="clear" w:pos="765"/>
                <w:tab w:val="decimal" w:pos="939"/>
                <w:tab w:val="decimal" w:pos="1050"/>
              </w:tabs>
              <w:spacing w:line="240" w:lineRule="atLeast"/>
              <w:ind w:right="11"/>
              <w:rPr>
                <w:szCs w:val="22"/>
              </w:rPr>
            </w:pPr>
          </w:p>
        </w:tc>
        <w:tc>
          <w:tcPr>
            <w:tcW w:w="180" w:type="dxa"/>
          </w:tcPr>
          <w:p w14:paraId="78B02828" w14:textId="77777777" w:rsidR="009F71E3" w:rsidRPr="00472F61" w:rsidRDefault="009F71E3" w:rsidP="009F71E3">
            <w:pPr>
              <w:pStyle w:val="acctfourfigures"/>
              <w:tabs>
                <w:tab w:val="clear" w:pos="765"/>
                <w:tab w:val="decimal" w:pos="939"/>
              </w:tabs>
              <w:spacing w:line="240" w:lineRule="atLeast"/>
              <w:ind w:right="11"/>
              <w:rPr>
                <w:szCs w:val="22"/>
              </w:rPr>
            </w:pPr>
          </w:p>
        </w:tc>
        <w:tc>
          <w:tcPr>
            <w:tcW w:w="1350" w:type="dxa"/>
          </w:tcPr>
          <w:p w14:paraId="19017F51" w14:textId="77777777" w:rsidR="009F71E3" w:rsidRPr="00472F61" w:rsidRDefault="009F71E3" w:rsidP="009F71E3">
            <w:pPr>
              <w:pStyle w:val="acctfourfigures"/>
              <w:tabs>
                <w:tab w:val="clear" w:pos="765"/>
                <w:tab w:val="decimal" w:pos="939"/>
                <w:tab w:val="decimal" w:pos="1050"/>
              </w:tabs>
              <w:spacing w:line="240" w:lineRule="atLeast"/>
              <w:ind w:right="11"/>
              <w:rPr>
                <w:szCs w:val="22"/>
              </w:rPr>
            </w:pPr>
          </w:p>
        </w:tc>
      </w:tr>
      <w:tr w:rsidR="009F71E3" w:rsidRPr="00472F61" w14:paraId="55D9BDE9" w14:textId="77777777" w:rsidTr="0036683B">
        <w:trPr>
          <w:cantSplit/>
        </w:trPr>
        <w:tc>
          <w:tcPr>
            <w:tcW w:w="3780" w:type="dxa"/>
          </w:tcPr>
          <w:p w14:paraId="25892F4F" w14:textId="77777777" w:rsidR="009F71E3" w:rsidRPr="00472F61" w:rsidRDefault="009F71E3" w:rsidP="009F71E3">
            <w:pPr>
              <w:spacing w:line="240" w:lineRule="atLeast"/>
              <w:rPr>
                <w:b/>
                <w:bCs/>
                <w:i/>
                <w:iCs/>
                <w:szCs w:val="22"/>
              </w:rPr>
            </w:pPr>
            <w:r w:rsidRPr="00472F61">
              <w:rPr>
                <w:szCs w:val="22"/>
              </w:rPr>
              <w:t>Ultimate parent company</w:t>
            </w:r>
          </w:p>
        </w:tc>
        <w:tc>
          <w:tcPr>
            <w:tcW w:w="1215" w:type="dxa"/>
          </w:tcPr>
          <w:p w14:paraId="1AE8B933" w14:textId="77777777" w:rsidR="009F71E3" w:rsidRPr="00472F61" w:rsidRDefault="009F71E3" w:rsidP="009F71E3">
            <w:pPr>
              <w:tabs>
                <w:tab w:val="decimal" w:pos="1022"/>
              </w:tabs>
              <w:spacing w:line="240" w:lineRule="auto"/>
              <w:ind w:left="-108" w:right="-94"/>
              <w:rPr>
                <w:szCs w:val="22"/>
                <w:lang w:val="en-US" w:bidi="th-TH"/>
              </w:rPr>
            </w:pPr>
            <w:r w:rsidRPr="00472F61">
              <w:rPr>
                <w:szCs w:val="22"/>
              </w:rPr>
              <w:t>739</w:t>
            </w:r>
          </w:p>
        </w:tc>
        <w:tc>
          <w:tcPr>
            <w:tcW w:w="180" w:type="dxa"/>
          </w:tcPr>
          <w:p w14:paraId="6D15A8A6" w14:textId="77777777" w:rsidR="009F71E3" w:rsidRPr="00472F61" w:rsidRDefault="009F71E3" w:rsidP="009F71E3">
            <w:pPr>
              <w:pStyle w:val="BodyText"/>
              <w:tabs>
                <w:tab w:val="decimal" w:pos="1022"/>
              </w:tabs>
              <w:spacing w:after="0" w:line="240" w:lineRule="auto"/>
              <w:ind w:left="-108" w:right="-94"/>
              <w:rPr>
                <w:szCs w:val="22"/>
              </w:rPr>
            </w:pPr>
          </w:p>
        </w:tc>
        <w:tc>
          <w:tcPr>
            <w:tcW w:w="1260" w:type="dxa"/>
          </w:tcPr>
          <w:p w14:paraId="72F3E150" w14:textId="77777777" w:rsidR="009F71E3" w:rsidRPr="00472F61" w:rsidRDefault="009F71E3" w:rsidP="009F71E3">
            <w:pPr>
              <w:tabs>
                <w:tab w:val="decimal" w:pos="1022"/>
              </w:tabs>
              <w:spacing w:line="240" w:lineRule="auto"/>
              <w:ind w:left="-108" w:right="-94"/>
              <w:rPr>
                <w:szCs w:val="22"/>
              </w:rPr>
            </w:pPr>
            <w:r w:rsidRPr="00472F61">
              <w:rPr>
                <w:szCs w:val="22"/>
              </w:rPr>
              <w:t>739</w:t>
            </w:r>
          </w:p>
        </w:tc>
        <w:tc>
          <w:tcPr>
            <w:tcW w:w="180" w:type="dxa"/>
          </w:tcPr>
          <w:p w14:paraId="1117A164" w14:textId="77777777" w:rsidR="009F71E3" w:rsidRPr="00472F61" w:rsidRDefault="009F71E3" w:rsidP="009F71E3">
            <w:pPr>
              <w:pStyle w:val="BodyText"/>
              <w:tabs>
                <w:tab w:val="decimal" w:pos="1022"/>
              </w:tabs>
              <w:spacing w:after="0" w:line="240" w:lineRule="auto"/>
              <w:ind w:left="-108" w:right="-94"/>
              <w:rPr>
                <w:szCs w:val="22"/>
              </w:rPr>
            </w:pPr>
          </w:p>
        </w:tc>
        <w:tc>
          <w:tcPr>
            <w:tcW w:w="1260" w:type="dxa"/>
          </w:tcPr>
          <w:p w14:paraId="52973F63" w14:textId="77777777" w:rsidR="009F71E3" w:rsidRPr="00472F61" w:rsidRDefault="009F71E3" w:rsidP="009F71E3">
            <w:pPr>
              <w:pStyle w:val="BodyText"/>
              <w:tabs>
                <w:tab w:val="decimal" w:pos="1022"/>
              </w:tabs>
              <w:spacing w:after="0" w:line="240" w:lineRule="auto"/>
              <w:ind w:left="-108" w:right="-94"/>
              <w:rPr>
                <w:szCs w:val="22"/>
                <w:lang w:val="en-US"/>
              </w:rPr>
            </w:pPr>
            <w:r w:rsidRPr="00472F61">
              <w:rPr>
                <w:szCs w:val="22"/>
                <w:lang w:val="en-US"/>
              </w:rPr>
              <w:t>739</w:t>
            </w:r>
          </w:p>
        </w:tc>
        <w:tc>
          <w:tcPr>
            <w:tcW w:w="180" w:type="dxa"/>
          </w:tcPr>
          <w:p w14:paraId="0F678C70" w14:textId="77777777" w:rsidR="009F71E3" w:rsidRPr="00472F61" w:rsidRDefault="009F71E3" w:rsidP="009F71E3">
            <w:pPr>
              <w:pStyle w:val="BodyText"/>
              <w:tabs>
                <w:tab w:val="decimal" w:pos="1022"/>
              </w:tabs>
              <w:spacing w:after="0" w:line="240" w:lineRule="auto"/>
              <w:ind w:left="-108" w:right="-94"/>
              <w:rPr>
                <w:szCs w:val="22"/>
                <w:lang w:val="x-none"/>
              </w:rPr>
            </w:pPr>
          </w:p>
        </w:tc>
        <w:tc>
          <w:tcPr>
            <w:tcW w:w="1350" w:type="dxa"/>
          </w:tcPr>
          <w:p w14:paraId="12836581" w14:textId="77777777" w:rsidR="009F71E3" w:rsidRPr="00472F61" w:rsidRDefault="009F71E3" w:rsidP="009F71E3">
            <w:pPr>
              <w:pStyle w:val="BodyText"/>
              <w:tabs>
                <w:tab w:val="decimal" w:pos="1022"/>
              </w:tabs>
              <w:spacing w:after="0" w:line="240" w:lineRule="auto"/>
              <w:ind w:left="-108" w:right="-94"/>
              <w:rPr>
                <w:szCs w:val="22"/>
              </w:rPr>
            </w:pPr>
            <w:r w:rsidRPr="00472F61">
              <w:rPr>
                <w:szCs w:val="22"/>
              </w:rPr>
              <w:t>739</w:t>
            </w:r>
          </w:p>
        </w:tc>
      </w:tr>
      <w:tr w:rsidR="009F71E3" w:rsidRPr="00472F61" w14:paraId="41D63528" w14:textId="77777777" w:rsidTr="0036683B">
        <w:trPr>
          <w:cantSplit/>
        </w:trPr>
        <w:tc>
          <w:tcPr>
            <w:tcW w:w="3780" w:type="dxa"/>
          </w:tcPr>
          <w:p w14:paraId="1D576864" w14:textId="77777777" w:rsidR="009F71E3" w:rsidRPr="00472F61" w:rsidRDefault="009F71E3" w:rsidP="009F71E3">
            <w:pPr>
              <w:spacing w:line="240" w:lineRule="atLeast"/>
              <w:rPr>
                <w:szCs w:val="22"/>
              </w:rPr>
            </w:pPr>
            <w:r w:rsidRPr="00472F61">
              <w:rPr>
                <w:szCs w:val="22"/>
              </w:rPr>
              <w:t>Subsidiaries</w:t>
            </w:r>
          </w:p>
        </w:tc>
        <w:tc>
          <w:tcPr>
            <w:tcW w:w="1215" w:type="dxa"/>
          </w:tcPr>
          <w:p w14:paraId="3D4C8883" w14:textId="77777777" w:rsidR="009F71E3" w:rsidRPr="00472F61" w:rsidRDefault="009F71E3" w:rsidP="009F71E3">
            <w:pPr>
              <w:tabs>
                <w:tab w:val="decimal" w:pos="779"/>
              </w:tabs>
              <w:spacing w:line="240" w:lineRule="auto"/>
              <w:ind w:left="-108" w:right="-94"/>
              <w:rPr>
                <w:szCs w:val="22"/>
              </w:rPr>
            </w:pPr>
            <w:r w:rsidRPr="00472F61">
              <w:rPr>
                <w:szCs w:val="22"/>
              </w:rPr>
              <w:t>-</w:t>
            </w:r>
          </w:p>
        </w:tc>
        <w:tc>
          <w:tcPr>
            <w:tcW w:w="180" w:type="dxa"/>
          </w:tcPr>
          <w:p w14:paraId="3C1DEEAB" w14:textId="77777777" w:rsidR="009F71E3" w:rsidRPr="00472F61" w:rsidRDefault="009F71E3" w:rsidP="009F71E3">
            <w:pPr>
              <w:pStyle w:val="BodyText"/>
              <w:tabs>
                <w:tab w:val="decimal" w:pos="1022"/>
              </w:tabs>
              <w:spacing w:after="0" w:line="240" w:lineRule="auto"/>
              <w:ind w:left="-108" w:right="-94"/>
              <w:rPr>
                <w:b/>
                <w:bCs/>
                <w:szCs w:val="22"/>
              </w:rPr>
            </w:pPr>
          </w:p>
        </w:tc>
        <w:tc>
          <w:tcPr>
            <w:tcW w:w="1260" w:type="dxa"/>
          </w:tcPr>
          <w:p w14:paraId="6359F13B" w14:textId="77777777" w:rsidR="009F71E3" w:rsidRPr="00472F61" w:rsidRDefault="009F71E3" w:rsidP="009F71E3">
            <w:pPr>
              <w:tabs>
                <w:tab w:val="decimal" w:pos="756"/>
              </w:tabs>
              <w:spacing w:line="240" w:lineRule="auto"/>
              <w:ind w:left="-108" w:right="-94"/>
              <w:rPr>
                <w:szCs w:val="22"/>
              </w:rPr>
            </w:pPr>
            <w:r w:rsidRPr="00472F61">
              <w:rPr>
                <w:szCs w:val="22"/>
              </w:rPr>
              <w:t>-</w:t>
            </w:r>
          </w:p>
        </w:tc>
        <w:tc>
          <w:tcPr>
            <w:tcW w:w="180" w:type="dxa"/>
          </w:tcPr>
          <w:p w14:paraId="0C885FD8" w14:textId="77777777" w:rsidR="009F71E3" w:rsidRPr="00472F61" w:rsidRDefault="009F71E3" w:rsidP="009F71E3">
            <w:pPr>
              <w:pStyle w:val="BodyText"/>
              <w:tabs>
                <w:tab w:val="decimal" w:pos="1022"/>
              </w:tabs>
              <w:spacing w:after="0" w:line="240" w:lineRule="auto"/>
              <w:ind w:left="-108" w:right="-94"/>
              <w:rPr>
                <w:szCs w:val="22"/>
              </w:rPr>
            </w:pPr>
          </w:p>
        </w:tc>
        <w:tc>
          <w:tcPr>
            <w:tcW w:w="1260" w:type="dxa"/>
          </w:tcPr>
          <w:p w14:paraId="66D19B29" w14:textId="77777777" w:rsidR="009F71E3" w:rsidRPr="00472F61" w:rsidRDefault="009F71E3" w:rsidP="009F71E3">
            <w:pPr>
              <w:pStyle w:val="BodyText"/>
              <w:tabs>
                <w:tab w:val="decimal" w:pos="1022"/>
              </w:tabs>
              <w:spacing w:after="0" w:line="240" w:lineRule="auto"/>
              <w:ind w:left="-108" w:right="-94"/>
              <w:rPr>
                <w:szCs w:val="22"/>
                <w:lang w:val="en-US"/>
              </w:rPr>
            </w:pPr>
            <w:r w:rsidRPr="00472F61">
              <w:rPr>
                <w:szCs w:val="22"/>
                <w:lang w:val="en-US"/>
              </w:rPr>
              <w:t>12,549</w:t>
            </w:r>
          </w:p>
        </w:tc>
        <w:tc>
          <w:tcPr>
            <w:tcW w:w="180" w:type="dxa"/>
          </w:tcPr>
          <w:p w14:paraId="123A6EDB" w14:textId="77777777" w:rsidR="009F71E3" w:rsidRPr="00472F61" w:rsidRDefault="009F71E3" w:rsidP="009F71E3">
            <w:pPr>
              <w:pStyle w:val="BodyText"/>
              <w:tabs>
                <w:tab w:val="decimal" w:pos="1022"/>
              </w:tabs>
              <w:spacing w:after="0" w:line="240" w:lineRule="auto"/>
              <w:ind w:left="-108" w:right="-94"/>
              <w:rPr>
                <w:b/>
                <w:bCs/>
                <w:szCs w:val="22"/>
                <w:lang w:val="x-none"/>
              </w:rPr>
            </w:pPr>
          </w:p>
        </w:tc>
        <w:tc>
          <w:tcPr>
            <w:tcW w:w="1350" w:type="dxa"/>
          </w:tcPr>
          <w:p w14:paraId="66BB7DCE" w14:textId="77777777" w:rsidR="009F71E3" w:rsidRPr="00472F61" w:rsidRDefault="009F71E3" w:rsidP="009F71E3">
            <w:pPr>
              <w:pStyle w:val="BodyText"/>
              <w:tabs>
                <w:tab w:val="decimal" w:pos="1022"/>
              </w:tabs>
              <w:spacing w:after="0" w:line="240" w:lineRule="auto"/>
              <w:ind w:left="-108" w:right="-94"/>
              <w:rPr>
                <w:szCs w:val="22"/>
              </w:rPr>
            </w:pPr>
            <w:r w:rsidRPr="00472F61">
              <w:rPr>
                <w:szCs w:val="22"/>
              </w:rPr>
              <w:t>51,642</w:t>
            </w:r>
          </w:p>
        </w:tc>
      </w:tr>
      <w:tr w:rsidR="009F71E3" w:rsidRPr="00472F61" w14:paraId="1C1629C2" w14:textId="77777777" w:rsidTr="000752DE">
        <w:trPr>
          <w:cantSplit/>
        </w:trPr>
        <w:tc>
          <w:tcPr>
            <w:tcW w:w="3780" w:type="dxa"/>
          </w:tcPr>
          <w:p w14:paraId="51C219E5" w14:textId="77777777" w:rsidR="009F71E3" w:rsidRPr="00472F61" w:rsidRDefault="009F71E3" w:rsidP="009F71E3">
            <w:pPr>
              <w:spacing w:line="240" w:lineRule="atLeast"/>
              <w:rPr>
                <w:szCs w:val="22"/>
              </w:rPr>
            </w:pPr>
            <w:r w:rsidRPr="00472F61">
              <w:rPr>
                <w:szCs w:val="22"/>
              </w:rPr>
              <w:t>Other related parties</w:t>
            </w:r>
          </w:p>
        </w:tc>
        <w:tc>
          <w:tcPr>
            <w:tcW w:w="1215" w:type="dxa"/>
            <w:tcBorders>
              <w:top w:val="nil"/>
              <w:left w:val="nil"/>
              <w:bottom w:val="single" w:sz="4" w:space="0" w:color="auto"/>
              <w:right w:val="nil"/>
            </w:tcBorders>
          </w:tcPr>
          <w:p w14:paraId="1E684248" w14:textId="77777777" w:rsidR="009F71E3" w:rsidRPr="00472F61" w:rsidRDefault="009F71E3" w:rsidP="009F71E3">
            <w:pPr>
              <w:tabs>
                <w:tab w:val="decimal" w:pos="1022"/>
              </w:tabs>
              <w:spacing w:line="240" w:lineRule="auto"/>
              <w:ind w:left="-108" w:right="-94"/>
              <w:rPr>
                <w:szCs w:val="22"/>
                <w:lang w:val="en-US" w:bidi="th-TH"/>
              </w:rPr>
            </w:pPr>
            <w:r w:rsidRPr="00472F61">
              <w:rPr>
                <w:szCs w:val="22"/>
              </w:rPr>
              <w:t>451</w:t>
            </w:r>
          </w:p>
        </w:tc>
        <w:tc>
          <w:tcPr>
            <w:tcW w:w="180" w:type="dxa"/>
          </w:tcPr>
          <w:p w14:paraId="20C380B3" w14:textId="77777777" w:rsidR="009F71E3" w:rsidRPr="00472F61" w:rsidRDefault="009F71E3" w:rsidP="009F71E3">
            <w:pPr>
              <w:pStyle w:val="BodyText"/>
              <w:tabs>
                <w:tab w:val="decimal" w:pos="1022"/>
              </w:tabs>
              <w:spacing w:after="0" w:line="240" w:lineRule="auto"/>
              <w:ind w:left="-108" w:right="-94"/>
              <w:rPr>
                <w:b/>
                <w:bCs/>
                <w:szCs w:val="22"/>
              </w:rPr>
            </w:pPr>
          </w:p>
        </w:tc>
        <w:tc>
          <w:tcPr>
            <w:tcW w:w="1260" w:type="dxa"/>
            <w:tcBorders>
              <w:top w:val="nil"/>
              <w:left w:val="nil"/>
              <w:bottom w:val="single" w:sz="4" w:space="0" w:color="auto"/>
              <w:right w:val="nil"/>
            </w:tcBorders>
          </w:tcPr>
          <w:p w14:paraId="072D23E1" w14:textId="2BB890E2" w:rsidR="009F71E3" w:rsidRPr="00472F61" w:rsidRDefault="00B94CE1" w:rsidP="009F71E3">
            <w:pPr>
              <w:tabs>
                <w:tab w:val="decimal" w:pos="1022"/>
              </w:tabs>
              <w:spacing w:line="240" w:lineRule="auto"/>
              <w:ind w:left="-108" w:right="-94"/>
              <w:rPr>
                <w:szCs w:val="22"/>
              </w:rPr>
            </w:pPr>
            <w:r>
              <w:rPr>
                <w:szCs w:val="22"/>
              </w:rPr>
              <w:t>2,604</w:t>
            </w:r>
          </w:p>
        </w:tc>
        <w:tc>
          <w:tcPr>
            <w:tcW w:w="180" w:type="dxa"/>
          </w:tcPr>
          <w:p w14:paraId="69C621D6" w14:textId="77777777" w:rsidR="009F71E3" w:rsidRPr="00472F61" w:rsidRDefault="009F71E3" w:rsidP="009F71E3">
            <w:pPr>
              <w:pStyle w:val="BodyText"/>
              <w:tabs>
                <w:tab w:val="decimal" w:pos="1022"/>
              </w:tabs>
              <w:spacing w:after="0" w:line="240" w:lineRule="auto"/>
              <w:ind w:left="-108" w:right="-94"/>
              <w:rPr>
                <w:szCs w:val="22"/>
              </w:rPr>
            </w:pPr>
          </w:p>
        </w:tc>
        <w:tc>
          <w:tcPr>
            <w:tcW w:w="1260" w:type="dxa"/>
            <w:tcBorders>
              <w:top w:val="nil"/>
              <w:left w:val="nil"/>
              <w:bottom w:val="single" w:sz="4" w:space="0" w:color="auto"/>
              <w:right w:val="nil"/>
            </w:tcBorders>
          </w:tcPr>
          <w:p w14:paraId="710D0A4C" w14:textId="77777777" w:rsidR="009F71E3" w:rsidRPr="00472F61" w:rsidRDefault="009F71E3" w:rsidP="009F71E3">
            <w:pPr>
              <w:pStyle w:val="BodyText"/>
              <w:tabs>
                <w:tab w:val="decimal" w:pos="1022"/>
              </w:tabs>
              <w:spacing w:after="0" w:line="240" w:lineRule="auto"/>
              <w:ind w:left="-108" w:right="-94"/>
              <w:rPr>
                <w:szCs w:val="22"/>
                <w:lang w:val="en-US"/>
              </w:rPr>
            </w:pPr>
            <w:r w:rsidRPr="00472F61">
              <w:rPr>
                <w:szCs w:val="22"/>
                <w:lang w:val="en-US"/>
              </w:rPr>
              <w:t>504</w:t>
            </w:r>
          </w:p>
        </w:tc>
        <w:tc>
          <w:tcPr>
            <w:tcW w:w="180" w:type="dxa"/>
          </w:tcPr>
          <w:p w14:paraId="1C50F39B" w14:textId="77777777" w:rsidR="009F71E3" w:rsidRPr="00472F61" w:rsidRDefault="009F71E3" w:rsidP="009F71E3">
            <w:pPr>
              <w:pStyle w:val="BodyText"/>
              <w:tabs>
                <w:tab w:val="decimal" w:pos="1022"/>
              </w:tabs>
              <w:spacing w:after="0" w:line="240" w:lineRule="auto"/>
              <w:ind w:left="-108" w:right="-94"/>
              <w:rPr>
                <w:b/>
                <w:bCs/>
                <w:szCs w:val="22"/>
                <w:lang w:val="x-none"/>
              </w:rPr>
            </w:pPr>
          </w:p>
        </w:tc>
        <w:tc>
          <w:tcPr>
            <w:tcW w:w="1350" w:type="dxa"/>
            <w:tcBorders>
              <w:top w:val="nil"/>
              <w:left w:val="nil"/>
              <w:bottom w:val="single" w:sz="4" w:space="0" w:color="auto"/>
              <w:right w:val="nil"/>
            </w:tcBorders>
          </w:tcPr>
          <w:p w14:paraId="689E4DA9" w14:textId="5C05FD6B" w:rsidR="009F71E3" w:rsidRPr="00472F61" w:rsidRDefault="00B94CE1" w:rsidP="009F71E3">
            <w:pPr>
              <w:pStyle w:val="BodyText"/>
              <w:tabs>
                <w:tab w:val="decimal" w:pos="1022"/>
              </w:tabs>
              <w:spacing w:after="0" w:line="240" w:lineRule="auto"/>
              <w:ind w:left="-108" w:right="-94"/>
              <w:rPr>
                <w:szCs w:val="22"/>
              </w:rPr>
            </w:pPr>
            <w:r>
              <w:rPr>
                <w:szCs w:val="22"/>
                <w:lang w:val="en-US"/>
              </w:rPr>
              <w:t>1,644</w:t>
            </w:r>
          </w:p>
        </w:tc>
      </w:tr>
      <w:tr w:rsidR="009F71E3" w:rsidRPr="00472F61" w14:paraId="4E912A77" w14:textId="77777777" w:rsidTr="000752DE">
        <w:trPr>
          <w:cantSplit/>
        </w:trPr>
        <w:tc>
          <w:tcPr>
            <w:tcW w:w="3780" w:type="dxa"/>
          </w:tcPr>
          <w:p w14:paraId="194CB765" w14:textId="77777777" w:rsidR="009F71E3" w:rsidRPr="004E658D" w:rsidRDefault="009F71E3" w:rsidP="009F71E3">
            <w:pPr>
              <w:spacing w:line="240" w:lineRule="atLeast"/>
              <w:rPr>
                <w:szCs w:val="22"/>
                <w:lang w:val="en-US"/>
              </w:rPr>
            </w:pPr>
            <w:r w:rsidRPr="00472F61">
              <w:rPr>
                <w:b/>
                <w:bCs/>
                <w:szCs w:val="22"/>
              </w:rPr>
              <w:t>Total</w:t>
            </w:r>
          </w:p>
        </w:tc>
        <w:tc>
          <w:tcPr>
            <w:tcW w:w="1215" w:type="dxa"/>
            <w:tcBorders>
              <w:top w:val="single" w:sz="4" w:space="0" w:color="auto"/>
              <w:bottom w:val="double" w:sz="4" w:space="0" w:color="auto"/>
            </w:tcBorders>
          </w:tcPr>
          <w:p w14:paraId="2F244ED9" w14:textId="77777777" w:rsidR="009F71E3" w:rsidRPr="00472F61" w:rsidRDefault="009F71E3" w:rsidP="009F71E3">
            <w:pPr>
              <w:tabs>
                <w:tab w:val="decimal" w:pos="1050"/>
              </w:tabs>
              <w:rPr>
                <w:b/>
                <w:bCs/>
                <w:szCs w:val="22"/>
              </w:rPr>
            </w:pPr>
            <w:r w:rsidRPr="00472F61">
              <w:rPr>
                <w:b/>
                <w:bCs/>
                <w:szCs w:val="22"/>
              </w:rPr>
              <w:t>1,190</w:t>
            </w:r>
          </w:p>
        </w:tc>
        <w:tc>
          <w:tcPr>
            <w:tcW w:w="180" w:type="dxa"/>
          </w:tcPr>
          <w:p w14:paraId="1EF1944E" w14:textId="77777777" w:rsidR="009F71E3" w:rsidRPr="00472F61" w:rsidRDefault="009F71E3" w:rsidP="009F71E3">
            <w:pPr>
              <w:rPr>
                <w:b/>
                <w:bCs/>
                <w:szCs w:val="22"/>
              </w:rPr>
            </w:pPr>
          </w:p>
        </w:tc>
        <w:tc>
          <w:tcPr>
            <w:tcW w:w="1260" w:type="dxa"/>
            <w:tcBorders>
              <w:top w:val="single" w:sz="4" w:space="0" w:color="auto"/>
              <w:bottom w:val="double" w:sz="4" w:space="0" w:color="auto"/>
            </w:tcBorders>
          </w:tcPr>
          <w:p w14:paraId="34D33407" w14:textId="0E006491" w:rsidR="009F71E3" w:rsidRPr="00472F61" w:rsidRDefault="00B94CE1" w:rsidP="009F71E3">
            <w:pPr>
              <w:tabs>
                <w:tab w:val="decimal" w:pos="1050"/>
              </w:tabs>
              <w:rPr>
                <w:b/>
                <w:bCs/>
                <w:szCs w:val="22"/>
              </w:rPr>
            </w:pPr>
            <w:r>
              <w:rPr>
                <w:b/>
                <w:bCs/>
                <w:szCs w:val="22"/>
              </w:rPr>
              <w:t>3</w:t>
            </w:r>
            <w:r w:rsidR="009F71E3" w:rsidRPr="00472F61">
              <w:rPr>
                <w:b/>
                <w:bCs/>
                <w:szCs w:val="22"/>
              </w:rPr>
              <w:t>,</w:t>
            </w:r>
            <w:r>
              <w:rPr>
                <w:b/>
                <w:bCs/>
                <w:szCs w:val="22"/>
              </w:rPr>
              <w:t>3</w:t>
            </w:r>
            <w:r w:rsidR="009F71E3" w:rsidRPr="00472F61">
              <w:rPr>
                <w:b/>
                <w:bCs/>
                <w:szCs w:val="22"/>
              </w:rPr>
              <w:t>4</w:t>
            </w:r>
            <w:r>
              <w:rPr>
                <w:b/>
                <w:bCs/>
                <w:szCs w:val="22"/>
              </w:rPr>
              <w:t>3</w:t>
            </w:r>
          </w:p>
        </w:tc>
        <w:tc>
          <w:tcPr>
            <w:tcW w:w="180" w:type="dxa"/>
          </w:tcPr>
          <w:p w14:paraId="257FB328" w14:textId="77777777" w:rsidR="009F71E3" w:rsidRPr="00472F61" w:rsidRDefault="009F71E3" w:rsidP="009F71E3">
            <w:pPr>
              <w:rPr>
                <w:b/>
                <w:bCs/>
                <w:szCs w:val="22"/>
              </w:rPr>
            </w:pPr>
          </w:p>
        </w:tc>
        <w:tc>
          <w:tcPr>
            <w:tcW w:w="1260" w:type="dxa"/>
            <w:tcBorders>
              <w:top w:val="single" w:sz="4" w:space="0" w:color="auto"/>
              <w:bottom w:val="double" w:sz="4" w:space="0" w:color="auto"/>
            </w:tcBorders>
          </w:tcPr>
          <w:p w14:paraId="2F08CB5E" w14:textId="77777777" w:rsidR="009F71E3" w:rsidRPr="00472F61" w:rsidRDefault="009F71E3" w:rsidP="009F71E3">
            <w:pPr>
              <w:tabs>
                <w:tab w:val="decimal" w:pos="1050"/>
              </w:tabs>
              <w:rPr>
                <w:b/>
                <w:bCs/>
                <w:szCs w:val="22"/>
              </w:rPr>
            </w:pPr>
            <w:r w:rsidRPr="00472F61">
              <w:rPr>
                <w:b/>
                <w:bCs/>
                <w:szCs w:val="22"/>
              </w:rPr>
              <w:t>13,792</w:t>
            </w:r>
          </w:p>
        </w:tc>
        <w:tc>
          <w:tcPr>
            <w:tcW w:w="180" w:type="dxa"/>
          </w:tcPr>
          <w:p w14:paraId="7F6E93B6" w14:textId="77777777" w:rsidR="009F71E3" w:rsidRPr="00472F61" w:rsidRDefault="009F71E3" w:rsidP="009F71E3">
            <w:pPr>
              <w:rPr>
                <w:b/>
                <w:bCs/>
                <w:szCs w:val="22"/>
              </w:rPr>
            </w:pPr>
          </w:p>
        </w:tc>
        <w:tc>
          <w:tcPr>
            <w:tcW w:w="1350" w:type="dxa"/>
            <w:tcBorders>
              <w:top w:val="single" w:sz="4" w:space="0" w:color="auto"/>
              <w:bottom w:val="double" w:sz="4" w:space="0" w:color="auto"/>
            </w:tcBorders>
          </w:tcPr>
          <w:p w14:paraId="5025A0A8" w14:textId="7A8365A3" w:rsidR="009F71E3" w:rsidRPr="00472F61" w:rsidRDefault="009F71E3" w:rsidP="009F71E3">
            <w:pPr>
              <w:tabs>
                <w:tab w:val="decimal" w:pos="1050"/>
              </w:tabs>
              <w:rPr>
                <w:b/>
                <w:bCs/>
                <w:szCs w:val="22"/>
              </w:rPr>
            </w:pPr>
            <w:r w:rsidRPr="00472F61">
              <w:rPr>
                <w:b/>
                <w:bCs/>
                <w:szCs w:val="22"/>
              </w:rPr>
              <w:t>5</w:t>
            </w:r>
            <w:r w:rsidR="00B94CE1">
              <w:rPr>
                <w:b/>
                <w:bCs/>
                <w:szCs w:val="22"/>
              </w:rPr>
              <w:t>4</w:t>
            </w:r>
            <w:r w:rsidRPr="00472F61">
              <w:rPr>
                <w:b/>
                <w:bCs/>
                <w:szCs w:val="22"/>
              </w:rPr>
              <w:t>,02</w:t>
            </w:r>
            <w:r w:rsidR="00B94CE1">
              <w:rPr>
                <w:b/>
                <w:bCs/>
                <w:szCs w:val="22"/>
              </w:rPr>
              <w:t>5</w:t>
            </w:r>
          </w:p>
        </w:tc>
      </w:tr>
      <w:tr w:rsidR="009F71E3" w:rsidRPr="00472F61" w14:paraId="6D1E0E61" w14:textId="77777777" w:rsidTr="000752DE">
        <w:trPr>
          <w:cantSplit/>
        </w:trPr>
        <w:tc>
          <w:tcPr>
            <w:tcW w:w="3780" w:type="dxa"/>
          </w:tcPr>
          <w:p w14:paraId="3217047A" w14:textId="77777777" w:rsidR="009F71E3" w:rsidRPr="00472F61" w:rsidRDefault="009F71E3" w:rsidP="009F71E3">
            <w:pPr>
              <w:spacing w:line="240" w:lineRule="atLeast"/>
              <w:rPr>
                <w:b/>
                <w:bCs/>
                <w:szCs w:val="22"/>
              </w:rPr>
            </w:pPr>
          </w:p>
        </w:tc>
        <w:tc>
          <w:tcPr>
            <w:tcW w:w="1215" w:type="dxa"/>
          </w:tcPr>
          <w:p w14:paraId="38138FB7" w14:textId="77777777" w:rsidR="009F71E3" w:rsidRPr="00472F61" w:rsidRDefault="009F71E3" w:rsidP="009F71E3">
            <w:pPr>
              <w:tabs>
                <w:tab w:val="decimal" w:pos="1050"/>
              </w:tabs>
              <w:rPr>
                <w:b/>
                <w:bCs/>
                <w:szCs w:val="22"/>
              </w:rPr>
            </w:pPr>
          </w:p>
        </w:tc>
        <w:tc>
          <w:tcPr>
            <w:tcW w:w="180" w:type="dxa"/>
          </w:tcPr>
          <w:p w14:paraId="617D3FB0" w14:textId="77777777" w:rsidR="009F71E3" w:rsidRPr="00472F61" w:rsidRDefault="009F71E3" w:rsidP="009F71E3">
            <w:pPr>
              <w:rPr>
                <w:b/>
                <w:bCs/>
                <w:szCs w:val="22"/>
              </w:rPr>
            </w:pPr>
          </w:p>
        </w:tc>
        <w:tc>
          <w:tcPr>
            <w:tcW w:w="1260" w:type="dxa"/>
          </w:tcPr>
          <w:p w14:paraId="1D012578" w14:textId="77777777" w:rsidR="009F71E3" w:rsidRPr="00472F61" w:rsidRDefault="009F71E3" w:rsidP="009F71E3">
            <w:pPr>
              <w:tabs>
                <w:tab w:val="decimal" w:pos="1050"/>
              </w:tabs>
              <w:rPr>
                <w:b/>
                <w:bCs/>
                <w:szCs w:val="22"/>
              </w:rPr>
            </w:pPr>
          </w:p>
        </w:tc>
        <w:tc>
          <w:tcPr>
            <w:tcW w:w="180" w:type="dxa"/>
          </w:tcPr>
          <w:p w14:paraId="500740F6" w14:textId="77777777" w:rsidR="009F71E3" w:rsidRPr="00472F61" w:rsidRDefault="009F71E3" w:rsidP="009F71E3">
            <w:pPr>
              <w:rPr>
                <w:b/>
                <w:bCs/>
                <w:szCs w:val="22"/>
              </w:rPr>
            </w:pPr>
          </w:p>
        </w:tc>
        <w:tc>
          <w:tcPr>
            <w:tcW w:w="1260" w:type="dxa"/>
          </w:tcPr>
          <w:p w14:paraId="41540B70" w14:textId="77777777" w:rsidR="009F71E3" w:rsidRPr="00472F61" w:rsidRDefault="009F71E3" w:rsidP="009F71E3">
            <w:pPr>
              <w:tabs>
                <w:tab w:val="decimal" w:pos="1050"/>
              </w:tabs>
              <w:rPr>
                <w:b/>
                <w:bCs/>
                <w:szCs w:val="22"/>
              </w:rPr>
            </w:pPr>
          </w:p>
        </w:tc>
        <w:tc>
          <w:tcPr>
            <w:tcW w:w="180" w:type="dxa"/>
          </w:tcPr>
          <w:p w14:paraId="50479B02" w14:textId="77777777" w:rsidR="009F71E3" w:rsidRPr="00472F61" w:rsidRDefault="009F71E3" w:rsidP="009F71E3">
            <w:pPr>
              <w:rPr>
                <w:b/>
                <w:bCs/>
                <w:szCs w:val="22"/>
              </w:rPr>
            </w:pPr>
          </w:p>
        </w:tc>
        <w:tc>
          <w:tcPr>
            <w:tcW w:w="1350" w:type="dxa"/>
          </w:tcPr>
          <w:p w14:paraId="661274F7" w14:textId="77777777" w:rsidR="009F71E3" w:rsidRPr="00472F61" w:rsidRDefault="009F71E3" w:rsidP="009F71E3">
            <w:pPr>
              <w:tabs>
                <w:tab w:val="decimal" w:pos="1050"/>
              </w:tabs>
              <w:rPr>
                <w:b/>
                <w:bCs/>
                <w:szCs w:val="22"/>
              </w:rPr>
            </w:pPr>
          </w:p>
        </w:tc>
      </w:tr>
      <w:tr w:rsidR="009F71E3" w:rsidRPr="00472F61" w14:paraId="34A17513" w14:textId="77777777" w:rsidTr="0036683B">
        <w:trPr>
          <w:cantSplit/>
        </w:trPr>
        <w:tc>
          <w:tcPr>
            <w:tcW w:w="3780" w:type="dxa"/>
          </w:tcPr>
          <w:p w14:paraId="351A9999" w14:textId="77777777" w:rsidR="009F71E3" w:rsidRPr="00472F61" w:rsidRDefault="009F71E3" w:rsidP="009F71E3">
            <w:pPr>
              <w:spacing w:line="240" w:lineRule="atLeast"/>
              <w:rPr>
                <w:b/>
                <w:bCs/>
                <w:szCs w:val="22"/>
              </w:rPr>
            </w:pPr>
            <w:r w:rsidRPr="00472F61">
              <w:rPr>
                <w:b/>
                <w:bCs/>
                <w:i/>
                <w:iCs/>
                <w:szCs w:val="22"/>
              </w:rPr>
              <w:t xml:space="preserve">Property, </w:t>
            </w:r>
            <w:proofErr w:type="gramStart"/>
            <w:r w:rsidRPr="00472F61">
              <w:rPr>
                <w:b/>
                <w:bCs/>
                <w:i/>
                <w:iCs/>
                <w:szCs w:val="22"/>
              </w:rPr>
              <w:t>plant</w:t>
            </w:r>
            <w:proofErr w:type="gramEnd"/>
            <w:r w:rsidRPr="00472F61">
              <w:rPr>
                <w:b/>
                <w:bCs/>
                <w:i/>
                <w:iCs/>
                <w:szCs w:val="22"/>
              </w:rPr>
              <w:t xml:space="preserve"> and equipment </w:t>
            </w:r>
            <w:r w:rsidRPr="00472F61">
              <w:rPr>
                <w:b/>
                <w:bCs/>
                <w:i/>
                <w:iCs/>
                <w:szCs w:val="22"/>
              </w:rPr>
              <w:tab/>
            </w:r>
          </w:p>
        </w:tc>
        <w:tc>
          <w:tcPr>
            <w:tcW w:w="1215" w:type="dxa"/>
          </w:tcPr>
          <w:p w14:paraId="58834DE2" w14:textId="77777777" w:rsidR="009F71E3" w:rsidRPr="00472F61" w:rsidRDefault="009F71E3" w:rsidP="009F71E3">
            <w:pPr>
              <w:tabs>
                <w:tab w:val="decimal" w:pos="1050"/>
              </w:tabs>
              <w:rPr>
                <w:szCs w:val="22"/>
              </w:rPr>
            </w:pPr>
          </w:p>
        </w:tc>
        <w:tc>
          <w:tcPr>
            <w:tcW w:w="180" w:type="dxa"/>
          </w:tcPr>
          <w:p w14:paraId="404FC5FF" w14:textId="77777777" w:rsidR="009F71E3" w:rsidRPr="00472F61" w:rsidRDefault="009F71E3" w:rsidP="009F71E3">
            <w:pPr>
              <w:rPr>
                <w:szCs w:val="22"/>
              </w:rPr>
            </w:pPr>
          </w:p>
        </w:tc>
        <w:tc>
          <w:tcPr>
            <w:tcW w:w="1260" w:type="dxa"/>
          </w:tcPr>
          <w:p w14:paraId="4F6B9AE2" w14:textId="77777777" w:rsidR="009F71E3" w:rsidRPr="00472F61" w:rsidRDefault="009F71E3" w:rsidP="009F71E3">
            <w:pPr>
              <w:tabs>
                <w:tab w:val="decimal" w:pos="1050"/>
              </w:tabs>
              <w:rPr>
                <w:szCs w:val="22"/>
              </w:rPr>
            </w:pPr>
          </w:p>
        </w:tc>
        <w:tc>
          <w:tcPr>
            <w:tcW w:w="180" w:type="dxa"/>
          </w:tcPr>
          <w:p w14:paraId="6E21A25F" w14:textId="77777777" w:rsidR="009F71E3" w:rsidRPr="00472F61" w:rsidRDefault="009F71E3" w:rsidP="009F71E3">
            <w:pPr>
              <w:rPr>
                <w:szCs w:val="22"/>
              </w:rPr>
            </w:pPr>
          </w:p>
        </w:tc>
        <w:tc>
          <w:tcPr>
            <w:tcW w:w="1260" w:type="dxa"/>
          </w:tcPr>
          <w:p w14:paraId="1B5F0149" w14:textId="77777777" w:rsidR="009F71E3" w:rsidRPr="00472F61" w:rsidRDefault="009F71E3" w:rsidP="009F71E3">
            <w:pPr>
              <w:tabs>
                <w:tab w:val="decimal" w:pos="1050"/>
              </w:tabs>
              <w:rPr>
                <w:szCs w:val="22"/>
              </w:rPr>
            </w:pPr>
          </w:p>
        </w:tc>
        <w:tc>
          <w:tcPr>
            <w:tcW w:w="180" w:type="dxa"/>
          </w:tcPr>
          <w:p w14:paraId="26C12137" w14:textId="77777777" w:rsidR="009F71E3" w:rsidRPr="00472F61" w:rsidRDefault="009F71E3" w:rsidP="009F71E3">
            <w:pPr>
              <w:rPr>
                <w:szCs w:val="22"/>
              </w:rPr>
            </w:pPr>
          </w:p>
        </w:tc>
        <w:tc>
          <w:tcPr>
            <w:tcW w:w="1350" w:type="dxa"/>
          </w:tcPr>
          <w:p w14:paraId="5A2410B2" w14:textId="77777777" w:rsidR="009F71E3" w:rsidRPr="00472F61" w:rsidRDefault="009F71E3" w:rsidP="009F71E3">
            <w:pPr>
              <w:tabs>
                <w:tab w:val="decimal" w:pos="1050"/>
              </w:tabs>
              <w:rPr>
                <w:szCs w:val="22"/>
              </w:rPr>
            </w:pPr>
          </w:p>
        </w:tc>
      </w:tr>
      <w:tr w:rsidR="009F71E3" w:rsidRPr="00472F61" w14:paraId="1BD1B22F" w14:textId="77777777" w:rsidTr="000752DE">
        <w:trPr>
          <w:cantSplit/>
        </w:trPr>
        <w:tc>
          <w:tcPr>
            <w:tcW w:w="3780" w:type="dxa"/>
          </w:tcPr>
          <w:p w14:paraId="31152FC5" w14:textId="77777777" w:rsidR="009F71E3" w:rsidRPr="00472F61" w:rsidRDefault="009F71E3" w:rsidP="009F71E3">
            <w:pPr>
              <w:spacing w:line="240" w:lineRule="atLeast"/>
              <w:ind w:left="190" w:hanging="190"/>
              <w:rPr>
                <w:b/>
                <w:bCs/>
                <w:szCs w:val="22"/>
              </w:rPr>
            </w:pPr>
            <w:r w:rsidRPr="00472F61">
              <w:rPr>
                <w:szCs w:val="22"/>
              </w:rPr>
              <w:t>Subsidiaries</w:t>
            </w:r>
          </w:p>
        </w:tc>
        <w:tc>
          <w:tcPr>
            <w:tcW w:w="1215" w:type="dxa"/>
            <w:tcBorders>
              <w:bottom w:val="double" w:sz="4" w:space="0" w:color="auto"/>
            </w:tcBorders>
          </w:tcPr>
          <w:p w14:paraId="14D6788D" w14:textId="22389C35" w:rsidR="009F71E3" w:rsidRPr="00472F61" w:rsidRDefault="00AE62B1" w:rsidP="00564A4E">
            <w:pPr>
              <w:tabs>
                <w:tab w:val="decimal" w:pos="779"/>
              </w:tabs>
              <w:spacing w:line="240" w:lineRule="auto"/>
              <w:ind w:left="-108" w:right="-94"/>
              <w:rPr>
                <w:b/>
                <w:bCs/>
                <w:szCs w:val="22"/>
              </w:rPr>
            </w:pPr>
            <w:r w:rsidRPr="00472F61">
              <w:rPr>
                <w:b/>
                <w:bCs/>
                <w:szCs w:val="22"/>
              </w:rPr>
              <w:t>-</w:t>
            </w:r>
          </w:p>
        </w:tc>
        <w:tc>
          <w:tcPr>
            <w:tcW w:w="180" w:type="dxa"/>
          </w:tcPr>
          <w:p w14:paraId="02DB86DA" w14:textId="77777777" w:rsidR="009F71E3" w:rsidRPr="00472F61" w:rsidRDefault="009F71E3" w:rsidP="009F71E3">
            <w:pPr>
              <w:rPr>
                <w:b/>
                <w:bCs/>
                <w:szCs w:val="22"/>
              </w:rPr>
            </w:pPr>
          </w:p>
        </w:tc>
        <w:tc>
          <w:tcPr>
            <w:tcW w:w="1260" w:type="dxa"/>
            <w:tcBorders>
              <w:bottom w:val="double" w:sz="4" w:space="0" w:color="auto"/>
            </w:tcBorders>
          </w:tcPr>
          <w:p w14:paraId="3AD11391" w14:textId="77777777" w:rsidR="009F71E3" w:rsidRPr="00472F61" w:rsidRDefault="009F71E3" w:rsidP="00564A4E">
            <w:pPr>
              <w:tabs>
                <w:tab w:val="decimal" w:pos="780"/>
              </w:tabs>
              <w:rPr>
                <w:b/>
                <w:bCs/>
                <w:szCs w:val="22"/>
              </w:rPr>
            </w:pPr>
            <w:r w:rsidRPr="00472F61">
              <w:rPr>
                <w:b/>
                <w:bCs/>
                <w:szCs w:val="22"/>
              </w:rPr>
              <w:t>-</w:t>
            </w:r>
          </w:p>
        </w:tc>
        <w:tc>
          <w:tcPr>
            <w:tcW w:w="180" w:type="dxa"/>
          </w:tcPr>
          <w:p w14:paraId="01E86844" w14:textId="77777777" w:rsidR="009F71E3" w:rsidRPr="00472F61" w:rsidRDefault="009F71E3" w:rsidP="009F71E3">
            <w:pPr>
              <w:rPr>
                <w:b/>
                <w:bCs/>
                <w:szCs w:val="22"/>
              </w:rPr>
            </w:pPr>
          </w:p>
        </w:tc>
        <w:tc>
          <w:tcPr>
            <w:tcW w:w="1260" w:type="dxa"/>
            <w:tcBorders>
              <w:bottom w:val="double" w:sz="4" w:space="0" w:color="auto"/>
            </w:tcBorders>
          </w:tcPr>
          <w:p w14:paraId="4BF4A0DD" w14:textId="77777777" w:rsidR="009F71E3" w:rsidRPr="00472F61" w:rsidRDefault="009F71E3" w:rsidP="009F71E3">
            <w:pPr>
              <w:tabs>
                <w:tab w:val="decimal" w:pos="1050"/>
              </w:tabs>
              <w:rPr>
                <w:b/>
                <w:bCs/>
                <w:szCs w:val="22"/>
              </w:rPr>
            </w:pPr>
            <w:r w:rsidRPr="00472F61">
              <w:rPr>
                <w:b/>
                <w:bCs/>
                <w:szCs w:val="22"/>
              </w:rPr>
              <w:t>8,300</w:t>
            </w:r>
          </w:p>
        </w:tc>
        <w:tc>
          <w:tcPr>
            <w:tcW w:w="180" w:type="dxa"/>
          </w:tcPr>
          <w:p w14:paraId="02CC25EB" w14:textId="77777777" w:rsidR="009F71E3" w:rsidRPr="00472F61" w:rsidRDefault="009F71E3" w:rsidP="009F71E3">
            <w:pPr>
              <w:rPr>
                <w:b/>
                <w:bCs/>
                <w:szCs w:val="22"/>
              </w:rPr>
            </w:pPr>
          </w:p>
        </w:tc>
        <w:tc>
          <w:tcPr>
            <w:tcW w:w="1350" w:type="dxa"/>
            <w:tcBorders>
              <w:bottom w:val="double" w:sz="4" w:space="0" w:color="auto"/>
            </w:tcBorders>
          </w:tcPr>
          <w:p w14:paraId="6CD75480" w14:textId="77777777" w:rsidR="009F71E3" w:rsidRPr="00472F61" w:rsidRDefault="009F71E3" w:rsidP="009F71E3">
            <w:pPr>
              <w:tabs>
                <w:tab w:val="decimal" w:pos="1050"/>
              </w:tabs>
              <w:rPr>
                <w:b/>
                <w:bCs/>
                <w:szCs w:val="22"/>
              </w:rPr>
            </w:pPr>
            <w:r w:rsidRPr="00472F61">
              <w:rPr>
                <w:b/>
                <w:bCs/>
                <w:szCs w:val="22"/>
              </w:rPr>
              <w:t>9,368</w:t>
            </w:r>
          </w:p>
        </w:tc>
      </w:tr>
      <w:tr w:rsidR="009F71E3" w:rsidRPr="00472F61" w14:paraId="631B58F8" w14:textId="77777777" w:rsidTr="000752DE">
        <w:trPr>
          <w:cantSplit/>
        </w:trPr>
        <w:tc>
          <w:tcPr>
            <w:tcW w:w="3780" w:type="dxa"/>
          </w:tcPr>
          <w:p w14:paraId="56AD6D0B" w14:textId="77777777" w:rsidR="009F71E3" w:rsidRPr="00472F61" w:rsidRDefault="009F71E3" w:rsidP="009F71E3">
            <w:pPr>
              <w:spacing w:line="240" w:lineRule="atLeast"/>
              <w:rPr>
                <w:szCs w:val="22"/>
              </w:rPr>
            </w:pPr>
          </w:p>
        </w:tc>
        <w:tc>
          <w:tcPr>
            <w:tcW w:w="1215" w:type="dxa"/>
            <w:tcBorders>
              <w:top w:val="double" w:sz="4" w:space="0" w:color="auto"/>
            </w:tcBorders>
          </w:tcPr>
          <w:p w14:paraId="563D3322" w14:textId="77777777" w:rsidR="009F71E3" w:rsidRPr="00472F61" w:rsidRDefault="009F71E3" w:rsidP="009F71E3">
            <w:pPr>
              <w:tabs>
                <w:tab w:val="decimal" w:pos="780"/>
              </w:tabs>
              <w:rPr>
                <w:b/>
                <w:bCs/>
                <w:szCs w:val="22"/>
              </w:rPr>
            </w:pPr>
          </w:p>
        </w:tc>
        <w:tc>
          <w:tcPr>
            <w:tcW w:w="180" w:type="dxa"/>
          </w:tcPr>
          <w:p w14:paraId="04DF8E06" w14:textId="77777777" w:rsidR="009F71E3" w:rsidRPr="00472F61" w:rsidRDefault="009F71E3" w:rsidP="009F71E3">
            <w:pPr>
              <w:rPr>
                <w:b/>
                <w:bCs/>
                <w:szCs w:val="22"/>
              </w:rPr>
            </w:pPr>
          </w:p>
        </w:tc>
        <w:tc>
          <w:tcPr>
            <w:tcW w:w="1260" w:type="dxa"/>
            <w:tcBorders>
              <w:top w:val="double" w:sz="4" w:space="0" w:color="auto"/>
            </w:tcBorders>
          </w:tcPr>
          <w:p w14:paraId="0F583A86" w14:textId="77777777" w:rsidR="009F71E3" w:rsidRPr="00472F61" w:rsidRDefault="009F71E3" w:rsidP="009F71E3">
            <w:pPr>
              <w:tabs>
                <w:tab w:val="decimal" w:pos="780"/>
              </w:tabs>
              <w:rPr>
                <w:b/>
                <w:bCs/>
                <w:szCs w:val="22"/>
              </w:rPr>
            </w:pPr>
          </w:p>
        </w:tc>
        <w:tc>
          <w:tcPr>
            <w:tcW w:w="180" w:type="dxa"/>
          </w:tcPr>
          <w:p w14:paraId="46C9DEF3" w14:textId="77777777" w:rsidR="009F71E3" w:rsidRPr="00472F61" w:rsidRDefault="009F71E3" w:rsidP="009F71E3">
            <w:pPr>
              <w:rPr>
                <w:b/>
                <w:bCs/>
                <w:szCs w:val="22"/>
              </w:rPr>
            </w:pPr>
          </w:p>
        </w:tc>
        <w:tc>
          <w:tcPr>
            <w:tcW w:w="1260" w:type="dxa"/>
            <w:tcBorders>
              <w:top w:val="double" w:sz="4" w:space="0" w:color="auto"/>
            </w:tcBorders>
          </w:tcPr>
          <w:p w14:paraId="497AF9ED" w14:textId="77777777" w:rsidR="009F71E3" w:rsidRPr="00472F61" w:rsidRDefault="009F71E3" w:rsidP="009F71E3">
            <w:pPr>
              <w:tabs>
                <w:tab w:val="decimal" w:pos="780"/>
              </w:tabs>
              <w:rPr>
                <w:b/>
                <w:bCs/>
                <w:szCs w:val="22"/>
              </w:rPr>
            </w:pPr>
          </w:p>
        </w:tc>
        <w:tc>
          <w:tcPr>
            <w:tcW w:w="180" w:type="dxa"/>
          </w:tcPr>
          <w:p w14:paraId="0DD2D749" w14:textId="77777777" w:rsidR="009F71E3" w:rsidRPr="00472F61" w:rsidRDefault="009F71E3" w:rsidP="009F71E3">
            <w:pPr>
              <w:rPr>
                <w:b/>
                <w:bCs/>
                <w:szCs w:val="22"/>
              </w:rPr>
            </w:pPr>
          </w:p>
        </w:tc>
        <w:tc>
          <w:tcPr>
            <w:tcW w:w="1350" w:type="dxa"/>
            <w:tcBorders>
              <w:top w:val="double" w:sz="4" w:space="0" w:color="auto"/>
            </w:tcBorders>
          </w:tcPr>
          <w:p w14:paraId="6C99CB5B" w14:textId="77777777" w:rsidR="009F71E3" w:rsidRPr="00472F61" w:rsidRDefault="009F71E3" w:rsidP="009F71E3">
            <w:pPr>
              <w:tabs>
                <w:tab w:val="decimal" w:pos="780"/>
              </w:tabs>
              <w:rPr>
                <w:b/>
                <w:bCs/>
                <w:szCs w:val="22"/>
              </w:rPr>
            </w:pPr>
          </w:p>
        </w:tc>
      </w:tr>
      <w:tr w:rsidR="009F71E3" w:rsidRPr="00472F61" w14:paraId="4168C605" w14:textId="77777777" w:rsidTr="000752DE">
        <w:trPr>
          <w:cantSplit/>
        </w:trPr>
        <w:tc>
          <w:tcPr>
            <w:tcW w:w="3780" w:type="dxa"/>
          </w:tcPr>
          <w:p w14:paraId="2B310620" w14:textId="6F873164" w:rsidR="009F71E3" w:rsidRPr="00472F61" w:rsidRDefault="009F71E3" w:rsidP="009F71E3">
            <w:pPr>
              <w:spacing w:line="240" w:lineRule="atLeast"/>
              <w:ind w:left="190" w:hanging="180"/>
              <w:rPr>
                <w:b/>
                <w:bCs/>
                <w:i/>
                <w:iCs/>
                <w:szCs w:val="22"/>
              </w:rPr>
            </w:pPr>
            <w:r w:rsidRPr="00472F61">
              <w:rPr>
                <w:b/>
                <w:bCs/>
                <w:i/>
                <w:iCs/>
                <w:szCs w:val="22"/>
              </w:rPr>
              <w:t xml:space="preserve">Investment </w:t>
            </w:r>
            <w:r w:rsidR="00B7309E" w:rsidRPr="00472F61">
              <w:rPr>
                <w:b/>
                <w:bCs/>
                <w:i/>
                <w:iCs/>
                <w:szCs w:val="22"/>
              </w:rPr>
              <w:t>properties</w:t>
            </w:r>
            <w:r w:rsidRPr="00472F61">
              <w:rPr>
                <w:b/>
                <w:bCs/>
                <w:i/>
                <w:iCs/>
                <w:szCs w:val="22"/>
              </w:rPr>
              <w:tab/>
            </w:r>
          </w:p>
        </w:tc>
        <w:tc>
          <w:tcPr>
            <w:tcW w:w="1215" w:type="dxa"/>
          </w:tcPr>
          <w:p w14:paraId="12C4BFE9" w14:textId="77777777" w:rsidR="009F71E3" w:rsidRPr="00472F61" w:rsidRDefault="009F71E3" w:rsidP="009F71E3">
            <w:pPr>
              <w:pStyle w:val="acctfourfigures"/>
              <w:tabs>
                <w:tab w:val="clear" w:pos="765"/>
                <w:tab w:val="decimal" w:pos="1050"/>
              </w:tabs>
              <w:spacing w:line="240" w:lineRule="atLeast"/>
              <w:ind w:right="11"/>
              <w:rPr>
                <w:b/>
                <w:bCs/>
                <w:szCs w:val="22"/>
              </w:rPr>
            </w:pPr>
          </w:p>
        </w:tc>
        <w:tc>
          <w:tcPr>
            <w:tcW w:w="180" w:type="dxa"/>
          </w:tcPr>
          <w:p w14:paraId="21030FA9" w14:textId="77777777" w:rsidR="009F71E3" w:rsidRPr="00472F61" w:rsidRDefault="009F71E3" w:rsidP="009F71E3">
            <w:pPr>
              <w:pStyle w:val="acctfourfigures"/>
              <w:tabs>
                <w:tab w:val="clear" w:pos="765"/>
                <w:tab w:val="decimal" w:pos="911"/>
              </w:tabs>
              <w:spacing w:line="240" w:lineRule="atLeast"/>
              <w:ind w:right="11"/>
              <w:rPr>
                <w:b/>
                <w:bCs/>
                <w:szCs w:val="22"/>
              </w:rPr>
            </w:pPr>
          </w:p>
        </w:tc>
        <w:tc>
          <w:tcPr>
            <w:tcW w:w="1260" w:type="dxa"/>
          </w:tcPr>
          <w:p w14:paraId="0D7C7AD9" w14:textId="77777777" w:rsidR="009F71E3" w:rsidRPr="00472F61" w:rsidRDefault="009F71E3" w:rsidP="009F71E3">
            <w:pPr>
              <w:pStyle w:val="acctfourfigures"/>
              <w:tabs>
                <w:tab w:val="clear" w:pos="765"/>
                <w:tab w:val="decimal" w:pos="1050"/>
              </w:tabs>
              <w:spacing w:line="240" w:lineRule="atLeast"/>
              <w:ind w:right="11"/>
              <w:rPr>
                <w:b/>
                <w:bCs/>
                <w:szCs w:val="22"/>
              </w:rPr>
            </w:pPr>
          </w:p>
        </w:tc>
        <w:tc>
          <w:tcPr>
            <w:tcW w:w="180" w:type="dxa"/>
          </w:tcPr>
          <w:p w14:paraId="7B819000"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260" w:type="dxa"/>
          </w:tcPr>
          <w:p w14:paraId="347E408B" w14:textId="77777777" w:rsidR="009F71E3" w:rsidRPr="00472F61" w:rsidRDefault="009F71E3" w:rsidP="009F71E3">
            <w:pPr>
              <w:pStyle w:val="acctfourfigures"/>
              <w:tabs>
                <w:tab w:val="clear" w:pos="765"/>
                <w:tab w:val="decimal" w:pos="939"/>
                <w:tab w:val="decimal" w:pos="1050"/>
              </w:tabs>
              <w:spacing w:line="240" w:lineRule="atLeast"/>
              <w:ind w:right="11"/>
              <w:rPr>
                <w:b/>
                <w:bCs/>
                <w:szCs w:val="22"/>
              </w:rPr>
            </w:pPr>
          </w:p>
        </w:tc>
        <w:tc>
          <w:tcPr>
            <w:tcW w:w="180" w:type="dxa"/>
          </w:tcPr>
          <w:p w14:paraId="6A7EE7BD"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350" w:type="dxa"/>
          </w:tcPr>
          <w:p w14:paraId="218D364C" w14:textId="77777777" w:rsidR="009F71E3" w:rsidRPr="00472F61" w:rsidRDefault="009F71E3" w:rsidP="009F71E3">
            <w:pPr>
              <w:pStyle w:val="acctfourfigures"/>
              <w:tabs>
                <w:tab w:val="clear" w:pos="765"/>
                <w:tab w:val="decimal" w:pos="939"/>
                <w:tab w:val="decimal" w:pos="1050"/>
              </w:tabs>
              <w:spacing w:line="240" w:lineRule="atLeast"/>
              <w:ind w:right="11"/>
              <w:rPr>
                <w:b/>
                <w:bCs/>
                <w:szCs w:val="22"/>
              </w:rPr>
            </w:pPr>
          </w:p>
        </w:tc>
      </w:tr>
      <w:tr w:rsidR="009F71E3" w:rsidRPr="00472F61" w14:paraId="6B551403" w14:textId="77777777" w:rsidTr="000752DE">
        <w:trPr>
          <w:cantSplit/>
        </w:trPr>
        <w:tc>
          <w:tcPr>
            <w:tcW w:w="3780" w:type="dxa"/>
          </w:tcPr>
          <w:p w14:paraId="6B81816F" w14:textId="77777777" w:rsidR="009F71E3" w:rsidRPr="00472F61" w:rsidRDefault="009F71E3" w:rsidP="009F71E3">
            <w:pPr>
              <w:spacing w:line="240" w:lineRule="atLeast"/>
              <w:ind w:left="190" w:hanging="180"/>
              <w:rPr>
                <w:b/>
                <w:bCs/>
                <w:i/>
                <w:iCs/>
                <w:szCs w:val="22"/>
              </w:rPr>
            </w:pPr>
            <w:r w:rsidRPr="00472F61">
              <w:rPr>
                <w:szCs w:val="22"/>
              </w:rPr>
              <w:t>Other related parties</w:t>
            </w:r>
          </w:p>
        </w:tc>
        <w:tc>
          <w:tcPr>
            <w:tcW w:w="1215" w:type="dxa"/>
            <w:tcBorders>
              <w:bottom w:val="double" w:sz="4" w:space="0" w:color="auto"/>
            </w:tcBorders>
          </w:tcPr>
          <w:p w14:paraId="624F746F" w14:textId="77777777" w:rsidR="009F71E3" w:rsidRPr="00472F61" w:rsidRDefault="009F71E3" w:rsidP="009F71E3">
            <w:pPr>
              <w:pStyle w:val="acctfourfigures"/>
              <w:tabs>
                <w:tab w:val="clear" w:pos="765"/>
                <w:tab w:val="decimal" w:pos="1050"/>
              </w:tabs>
              <w:spacing w:line="240" w:lineRule="atLeast"/>
              <w:ind w:right="11"/>
              <w:rPr>
                <w:b/>
                <w:bCs/>
                <w:szCs w:val="22"/>
              </w:rPr>
            </w:pPr>
            <w:r w:rsidRPr="00472F61">
              <w:rPr>
                <w:b/>
                <w:bCs/>
                <w:szCs w:val="22"/>
              </w:rPr>
              <w:t>232,339</w:t>
            </w:r>
          </w:p>
        </w:tc>
        <w:tc>
          <w:tcPr>
            <w:tcW w:w="180" w:type="dxa"/>
          </w:tcPr>
          <w:p w14:paraId="1D32C2EF" w14:textId="77777777" w:rsidR="009F71E3" w:rsidRPr="00472F61" w:rsidRDefault="009F71E3" w:rsidP="009F71E3">
            <w:pPr>
              <w:pStyle w:val="acctfourfigures"/>
              <w:tabs>
                <w:tab w:val="clear" w:pos="765"/>
                <w:tab w:val="decimal" w:pos="911"/>
              </w:tabs>
              <w:spacing w:line="240" w:lineRule="atLeast"/>
              <w:ind w:right="11"/>
              <w:rPr>
                <w:b/>
                <w:bCs/>
                <w:szCs w:val="22"/>
              </w:rPr>
            </w:pPr>
          </w:p>
        </w:tc>
        <w:tc>
          <w:tcPr>
            <w:tcW w:w="1260" w:type="dxa"/>
            <w:tcBorders>
              <w:bottom w:val="double" w:sz="4" w:space="0" w:color="auto"/>
            </w:tcBorders>
          </w:tcPr>
          <w:p w14:paraId="3F6D00EC" w14:textId="77777777" w:rsidR="009F71E3" w:rsidRPr="00472F61" w:rsidRDefault="009F71E3" w:rsidP="009F71E3">
            <w:pPr>
              <w:pStyle w:val="acctfourfigures"/>
              <w:tabs>
                <w:tab w:val="clear" w:pos="765"/>
                <w:tab w:val="decimal" w:pos="1050"/>
              </w:tabs>
              <w:spacing w:line="240" w:lineRule="atLeast"/>
              <w:ind w:right="11"/>
              <w:rPr>
                <w:b/>
                <w:bCs/>
                <w:szCs w:val="22"/>
              </w:rPr>
            </w:pPr>
            <w:r w:rsidRPr="00472F61">
              <w:rPr>
                <w:b/>
                <w:bCs/>
                <w:szCs w:val="22"/>
              </w:rPr>
              <w:t>231,607</w:t>
            </w:r>
          </w:p>
        </w:tc>
        <w:tc>
          <w:tcPr>
            <w:tcW w:w="180" w:type="dxa"/>
          </w:tcPr>
          <w:p w14:paraId="53C93D1E"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260" w:type="dxa"/>
            <w:tcBorders>
              <w:bottom w:val="double" w:sz="4" w:space="0" w:color="auto"/>
            </w:tcBorders>
          </w:tcPr>
          <w:p w14:paraId="6A3A8A80" w14:textId="70CD7212" w:rsidR="009F71E3" w:rsidRPr="00472F61" w:rsidRDefault="00AE62B1" w:rsidP="00564A4E">
            <w:pPr>
              <w:tabs>
                <w:tab w:val="decimal" w:pos="780"/>
              </w:tabs>
              <w:rPr>
                <w:b/>
                <w:bCs/>
                <w:szCs w:val="22"/>
              </w:rPr>
            </w:pPr>
            <w:r w:rsidRPr="00472F61">
              <w:rPr>
                <w:b/>
                <w:bCs/>
                <w:szCs w:val="22"/>
              </w:rPr>
              <w:t>-</w:t>
            </w:r>
          </w:p>
        </w:tc>
        <w:tc>
          <w:tcPr>
            <w:tcW w:w="180" w:type="dxa"/>
          </w:tcPr>
          <w:p w14:paraId="62E05233"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350" w:type="dxa"/>
            <w:tcBorders>
              <w:bottom w:val="double" w:sz="4" w:space="0" w:color="auto"/>
            </w:tcBorders>
          </w:tcPr>
          <w:p w14:paraId="52BE587A" w14:textId="77777777" w:rsidR="009F71E3" w:rsidRPr="00472F61" w:rsidRDefault="009F71E3" w:rsidP="00564A4E">
            <w:pPr>
              <w:tabs>
                <w:tab w:val="decimal" w:pos="780"/>
              </w:tabs>
              <w:rPr>
                <w:b/>
                <w:bCs/>
                <w:szCs w:val="22"/>
              </w:rPr>
            </w:pPr>
            <w:r w:rsidRPr="00472F61">
              <w:rPr>
                <w:b/>
                <w:bCs/>
                <w:szCs w:val="22"/>
              </w:rPr>
              <w:t>-</w:t>
            </w:r>
          </w:p>
        </w:tc>
      </w:tr>
      <w:tr w:rsidR="009F71E3" w:rsidRPr="00472F61" w14:paraId="121C7987" w14:textId="77777777" w:rsidTr="00564A4E">
        <w:trPr>
          <w:cantSplit/>
        </w:trPr>
        <w:tc>
          <w:tcPr>
            <w:tcW w:w="3780" w:type="dxa"/>
          </w:tcPr>
          <w:p w14:paraId="39EDB32C" w14:textId="77777777" w:rsidR="009F71E3" w:rsidRPr="00472F61" w:rsidRDefault="009F71E3" w:rsidP="009F71E3">
            <w:pPr>
              <w:spacing w:line="240" w:lineRule="atLeast"/>
              <w:rPr>
                <w:szCs w:val="22"/>
              </w:rPr>
            </w:pPr>
          </w:p>
        </w:tc>
        <w:tc>
          <w:tcPr>
            <w:tcW w:w="1215" w:type="dxa"/>
            <w:tcBorders>
              <w:top w:val="double" w:sz="4" w:space="0" w:color="auto"/>
            </w:tcBorders>
          </w:tcPr>
          <w:p w14:paraId="6EFF7107" w14:textId="77777777" w:rsidR="009F71E3" w:rsidRPr="00472F61" w:rsidRDefault="009F71E3" w:rsidP="009F71E3">
            <w:pPr>
              <w:tabs>
                <w:tab w:val="decimal" w:pos="780"/>
              </w:tabs>
              <w:rPr>
                <w:b/>
                <w:bCs/>
                <w:szCs w:val="22"/>
              </w:rPr>
            </w:pPr>
          </w:p>
        </w:tc>
        <w:tc>
          <w:tcPr>
            <w:tcW w:w="180" w:type="dxa"/>
          </w:tcPr>
          <w:p w14:paraId="58A015C6" w14:textId="77777777" w:rsidR="009F71E3" w:rsidRPr="00472F61" w:rsidRDefault="009F71E3" w:rsidP="009F71E3">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10702D11" w14:textId="77777777" w:rsidR="009F71E3" w:rsidRPr="00472F61" w:rsidRDefault="009F71E3" w:rsidP="009F71E3">
            <w:pPr>
              <w:tabs>
                <w:tab w:val="decimal" w:pos="780"/>
              </w:tabs>
              <w:rPr>
                <w:b/>
                <w:bCs/>
                <w:szCs w:val="22"/>
              </w:rPr>
            </w:pPr>
          </w:p>
        </w:tc>
        <w:tc>
          <w:tcPr>
            <w:tcW w:w="180" w:type="dxa"/>
          </w:tcPr>
          <w:p w14:paraId="3A7D9A60"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260" w:type="dxa"/>
            <w:tcBorders>
              <w:top w:val="double" w:sz="4" w:space="0" w:color="auto"/>
            </w:tcBorders>
          </w:tcPr>
          <w:p w14:paraId="7F982D5D" w14:textId="77777777" w:rsidR="009F71E3" w:rsidRPr="00472F61" w:rsidRDefault="009F71E3" w:rsidP="009F71E3">
            <w:pPr>
              <w:tabs>
                <w:tab w:val="decimal" w:pos="1050"/>
              </w:tabs>
              <w:rPr>
                <w:b/>
                <w:bCs/>
                <w:szCs w:val="22"/>
              </w:rPr>
            </w:pPr>
          </w:p>
        </w:tc>
        <w:tc>
          <w:tcPr>
            <w:tcW w:w="180" w:type="dxa"/>
          </w:tcPr>
          <w:p w14:paraId="0C11367C"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350" w:type="dxa"/>
            <w:tcBorders>
              <w:top w:val="double" w:sz="4" w:space="0" w:color="auto"/>
            </w:tcBorders>
          </w:tcPr>
          <w:p w14:paraId="0B63E387" w14:textId="77777777" w:rsidR="009F71E3" w:rsidRPr="00472F61" w:rsidRDefault="009F71E3" w:rsidP="009F71E3">
            <w:pPr>
              <w:tabs>
                <w:tab w:val="decimal" w:pos="1050"/>
              </w:tabs>
              <w:rPr>
                <w:b/>
                <w:bCs/>
                <w:szCs w:val="22"/>
              </w:rPr>
            </w:pPr>
          </w:p>
        </w:tc>
      </w:tr>
      <w:tr w:rsidR="009F71E3" w:rsidRPr="00472F61" w14:paraId="3EE37211" w14:textId="77777777" w:rsidTr="00564A4E">
        <w:trPr>
          <w:cantSplit/>
        </w:trPr>
        <w:tc>
          <w:tcPr>
            <w:tcW w:w="3780" w:type="dxa"/>
          </w:tcPr>
          <w:p w14:paraId="696EEE75" w14:textId="3063121C" w:rsidR="009F71E3" w:rsidRPr="00FE3CB3" w:rsidRDefault="009F71E3" w:rsidP="009F71E3">
            <w:pPr>
              <w:spacing w:line="240" w:lineRule="atLeast"/>
              <w:rPr>
                <w:rFonts w:cs="Angsana New"/>
                <w:b/>
                <w:bCs/>
                <w:i/>
                <w:iCs/>
                <w:szCs w:val="28"/>
                <w:lang w:val="en-US" w:bidi="th-TH"/>
              </w:rPr>
            </w:pPr>
            <w:r w:rsidRPr="00472F61">
              <w:rPr>
                <w:b/>
                <w:bCs/>
                <w:i/>
                <w:iCs/>
                <w:szCs w:val="22"/>
              </w:rPr>
              <w:t xml:space="preserve">Rental and service </w:t>
            </w:r>
            <w:r w:rsidR="00FE3CB3">
              <w:rPr>
                <w:rFonts w:cs="Angsana New"/>
                <w:b/>
                <w:bCs/>
                <w:i/>
                <w:iCs/>
                <w:szCs w:val="28"/>
                <w:lang w:val="en-US" w:bidi="th-TH"/>
              </w:rPr>
              <w:t>retention</w:t>
            </w:r>
          </w:p>
          <w:p w14:paraId="5FBEE41B" w14:textId="77777777" w:rsidR="009F71E3" w:rsidRPr="00472F61" w:rsidRDefault="009F71E3" w:rsidP="009F71E3">
            <w:pPr>
              <w:spacing w:line="240" w:lineRule="atLeast"/>
              <w:rPr>
                <w:b/>
                <w:bCs/>
                <w:i/>
                <w:iCs/>
                <w:szCs w:val="22"/>
              </w:rPr>
            </w:pPr>
            <w:r w:rsidRPr="00472F61">
              <w:rPr>
                <w:b/>
                <w:bCs/>
                <w:i/>
                <w:iCs/>
                <w:szCs w:val="22"/>
              </w:rPr>
              <w:t xml:space="preserve">   (shown under other non-current  </w:t>
            </w:r>
          </w:p>
          <w:p w14:paraId="3941C556" w14:textId="77777777" w:rsidR="009F71E3" w:rsidRPr="00472F61" w:rsidRDefault="009F71E3" w:rsidP="009F71E3">
            <w:pPr>
              <w:spacing w:line="240" w:lineRule="atLeast"/>
              <w:rPr>
                <w:szCs w:val="22"/>
              </w:rPr>
            </w:pPr>
            <w:r w:rsidRPr="00472F61">
              <w:rPr>
                <w:b/>
                <w:bCs/>
                <w:i/>
                <w:iCs/>
                <w:szCs w:val="22"/>
              </w:rPr>
              <w:t xml:space="preserve">   assets)</w:t>
            </w:r>
          </w:p>
        </w:tc>
        <w:tc>
          <w:tcPr>
            <w:tcW w:w="1215" w:type="dxa"/>
          </w:tcPr>
          <w:p w14:paraId="2B3C52CE" w14:textId="77777777" w:rsidR="009F71E3" w:rsidRPr="00472F61" w:rsidRDefault="009F71E3" w:rsidP="009F71E3">
            <w:pPr>
              <w:tabs>
                <w:tab w:val="decimal" w:pos="1050"/>
              </w:tabs>
              <w:rPr>
                <w:b/>
                <w:bCs/>
                <w:szCs w:val="22"/>
              </w:rPr>
            </w:pPr>
          </w:p>
        </w:tc>
        <w:tc>
          <w:tcPr>
            <w:tcW w:w="180" w:type="dxa"/>
          </w:tcPr>
          <w:p w14:paraId="44416527" w14:textId="77777777" w:rsidR="009F71E3" w:rsidRPr="00472F61" w:rsidRDefault="009F71E3" w:rsidP="009F71E3">
            <w:pPr>
              <w:pStyle w:val="acctfourfigures"/>
              <w:tabs>
                <w:tab w:val="clear" w:pos="765"/>
                <w:tab w:val="decimal" w:pos="911"/>
              </w:tabs>
              <w:spacing w:line="240" w:lineRule="atLeast"/>
              <w:ind w:right="11"/>
              <w:rPr>
                <w:b/>
                <w:bCs/>
                <w:szCs w:val="22"/>
              </w:rPr>
            </w:pPr>
          </w:p>
        </w:tc>
        <w:tc>
          <w:tcPr>
            <w:tcW w:w="1260" w:type="dxa"/>
          </w:tcPr>
          <w:p w14:paraId="1BD26B7A" w14:textId="77777777" w:rsidR="009F71E3" w:rsidRPr="00472F61" w:rsidRDefault="009F71E3" w:rsidP="009F71E3">
            <w:pPr>
              <w:tabs>
                <w:tab w:val="decimal" w:pos="1050"/>
              </w:tabs>
              <w:rPr>
                <w:b/>
                <w:bCs/>
                <w:szCs w:val="22"/>
              </w:rPr>
            </w:pPr>
          </w:p>
        </w:tc>
        <w:tc>
          <w:tcPr>
            <w:tcW w:w="180" w:type="dxa"/>
          </w:tcPr>
          <w:p w14:paraId="7271E6C8"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260" w:type="dxa"/>
          </w:tcPr>
          <w:p w14:paraId="16AF8118" w14:textId="77777777" w:rsidR="009F71E3" w:rsidRPr="00472F61" w:rsidRDefault="009F71E3" w:rsidP="009F71E3">
            <w:pPr>
              <w:tabs>
                <w:tab w:val="decimal" w:pos="1050"/>
              </w:tabs>
              <w:rPr>
                <w:b/>
                <w:bCs/>
                <w:szCs w:val="22"/>
              </w:rPr>
            </w:pPr>
          </w:p>
        </w:tc>
        <w:tc>
          <w:tcPr>
            <w:tcW w:w="180" w:type="dxa"/>
          </w:tcPr>
          <w:p w14:paraId="65F821B3"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350" w:type="dxa"/>
          </w:tcPr>
          <w:p w14:paraId="7B31C1C4" w14:textId="77777777" w:rsidR="009F71E3" w:rsidRPr="00472F61" w:rsidRDefault="009F71E3" w:rsidP="009F71E3">
            <w:pPr>
              <w:tabs>
                <w:tab w:val="decimal" w:pos="1090"/>
              </w:tabs>
              <w:rPr>
                <w:b/>
                <w:bCs/>
                <w:szCs w:val="22"/>
              </w:rPr>
            </w:pPr>
          </w:p>
        </w:tc>
      </w:tr>
      <w:tr w:rsidR="009F71E3" w:rsidRPr="00472F61" w14:paraId="0AB4CFDB" w14:textId="77777777" w:rsidTr="00564A4E">
        <w:trPr>
          <w:cantSplit/>
          <w:trHeight w:val="191"/>
        </w:trPr>
        <w:tc>
          <w:tcPr>
            <w:tcW w:w="3780" w:type="dxa"/>
          </w:tcPr>
          <w:p w14:paraId="369BC560" w14:textId="77777777" w:rsidR="009F71E3" w:rsidRPr="00FE3CB3" w:rsidRDefault="009F71E3" w:rsidP="009F71E3">
            <w:pPr>
              <w:spacing w:line="240" w:lineRule="atLeast"/>
              <w:rPr>
                <w:szCs w:val="22"/>
              </w:rPr>
            </w:pPr>
            <w:r w:rsidRPr="00FE3CB3">
              <w:rPr>
                <w:szCs w:val="22"/>
              </w:rPr>
              <w:t>Other related parties</w:t>
            </w:r>
          </w:p>
        </w:tc>
        <w:tc>
          <w:tcPr>
            <w:tcW w:w="1215" w:type="dxa"/>
            <w:tcBorders>
              <w:bottom w:val="double" w:sz="4" w:space="0" w:color="auto"/>
            </w:tcBorders>
          </w:tcPr>
          <w:p w14:paraId="10EFCD7E" w14:textId="0E8E101F" w:rsidR="009F71E3" w:rsidRPr="00472F61" w:rsidRDefault="00AE62B1" w:rsidP="00564A4E">
            <w:pPr>
              <w:tabs>
                <w:tab w:val="decimal" w:pos="779"/>
              </w:tabs>
              <w:spacing w:line="240" w:lineRule="auto"/>
              <w:ind w:left="-108" w:right="-94"/>
              <w:rPr>
                <w:b/>
                <w:bCs/>
                <w:szCs w:val="22"/>
              </w:rPr>
            </w:pPr>
            <w:r w:rsidRPr="00472F61">
              <w:rPr>
                <w:b/>
                <w:bCs/>
                <w:szCs w:val="22"/>
              </w:rPr>
              <w:t>-</w:t>
            </w:r>
          </w:p>
        </w:tc>
        <w:tc>
          <w:tcPr>
            <w:tcW w:w="180" w:type="dxa"/>
          </w:tcPr>
          <w:p w14:paraId="5AAB178A" w14:textId="77777777" w:rsidR="009F71E3" w:rsidRPr="00472F61" w:rsidRDefault="009F71E3" w:rsidP="009F71E3">
            <w:pPr>
              <w:pStyle w:val="acctfourfigures"/>
              <w:tabs>
                <w:tab w:val="clear" w:pos="765"/>
                <w:tab w:val="decimal" w:pos="911"/>
              </w:tabs>
              <w:spacing w:line="240" w:lineRule="atLeast"/>
              <w:ind w:right="11"/>
              <w:rPr>
                <w:b/>
                <w:bCs/>
                <w:szCs w:val="22"/>
              </w:rPr>
            </w:pPr>
          </w:p>
        </w:tc>
        <w:tc>
          <w:tcPr>
            <w:tcW w:w="1260" w:type="dxa"/>
            <w:tcBorders>
              <w:bottom w:val="double" w:sz="4" w:space="0" w:color="auto"/>
            </w:tcBorders>
          </w:tcPr>
          <w:p w14:paraId="70B2EEE2" w14:textId="77777777" w:rsidR="009F71E3" w:rsidRPr="00472F61" w:rsidRDefault="009F71E3" w:rsidP="009F71E3">
            <w:pPr>
              <w:tabs>
                <w:tab w:val="decimal" w:pos="1050"/>
              </w:tabs>
              <w:rPr>
                <w:b/>
                <w:bCs/>
                <w:szCs w:val="22"/>
              </w:rPr>
            </w:pPr>
            <w:r w:rsidRPr="00472F61">
              <w:rPr>
                <w:b/>
                <w:bCs/>
                <w:szCs w:val="22"/>
              </w:rPr>
              <w:t>3,074</w:t>
            </w:r>
          </w:p>
        </w:tc>
        <w:tc>
          <w:tcPr>
            <w:tcW w:w="180" w:type="dxa"/>
          </w:tcPr>
          <w:p w14:paraId="1B834792"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260" w:type="dxa"/>
            <w:tcBorders>
              <w:bottom w:val="double" w:sz="4" w:space="0" w:color="auto"/>
            </w:tcBorders>
          </w:tcPr>
          <w:p w14:paraId="165D5C12" w14:textId="149E0E0F" w:rsidR="009F71E3" w:rsidRPr="00472F61" w:rsidRDefault="00AE62B1" w:rsidP="009F71E3">
            <w:pPr>
              <w:tabs>
                <w:tab w:val="decimal" w:pos="690"/>
              </w:tabs>
              <w:rPr>
                <w:b/>
                <w:bCs/>
                <w:szCs w:val="22"/>
              </w:rPr>
            </w:pPr>
            <w:r w:rsidRPr="00472F61">
              <w:rPr>
                <w:b/>
                <w:bCs/>
                <w:szCs w:val="22"/>
              </w:rPr>
              <w:t>-</w:t>
            </w:r>
          </w:p>
        </w:tc>
        <w:tc>
          <w:tcPr>
            <w:tcW w:w="180" w:type="dxa"/>
          </w:tcPr>
          <w:p w14:paraId="16A1E294" w14:textId="77777777" w:rsidR="009F71E3" w:rsidRPr="00472F61" w:rsidRDefault="009F71E3" w:rsidP="009F71E3">
            <w:pPr>
              <w:pStyle w:val="acctfourfigures"/>
              <w:tabs>
                <w:tab w:val="clear" w:pos="765"/>
                <w:tab w:val="decimal" w:pos="939"/>
              </w:tabs>
              <w:spacing w:line="240" w:lineRule="atLeast"/>
              <w:ind w:right="11"/>
              <w:rPr>
                <w:b/>
                <w:bCs/>
                <w:szCs w:val="22"/>
              </w:rPr>
            </w:pPr>
          </w:p>
        </w:tc>
        <w:tc>
          <w:tcPr>
            <w:tcW w:w="1350" w:type="dxa"/>
            <w:tcBorders>
              <w:bottom w:val="double" w:sz="4" w:space="0" w:color="auto"/>
            </w:tcBorders>
          </w:tcPr>
          <w:p w14:paraId="5B7DF88B" w14:textId="77777777" w:rsidR="009F71E3" w:rsidRPr="00472F61" w:rsidRDefault="009F71E3" w:rsidP="000720F1">
            <w:pPr>
              <w:tabs>
                <w:tab w:val="decimal" w:pos="1050"/>
              </w:tabs>
              <w:rPr>
                <w:b/>
                <w:bCs/>
                <w:szCs w:val="22"/>
              </w:rPr>
            </w:pPr>
            <w:r w:rsidRPr="00472F61">
              <w:rPr>
                <w:b/>
                <w:bCs/>
                <w:szCs w:val="22"/>
              </w:rPr>
              <w:t>3,074</w:t>
            </w:r>
          </w:p>
        </w:tc>
      </w:tr>
    </w:tbl>
    <w:p w14:paraId="5596B27D" w14:textId="77777777" w:rsidR="00653C07" w:rsidRPr="00472F61" w:rsidRDefault="00653C07" w:rsidP="004B3E80">
      <w:pPr>
        <w:spacing w:line="240" w:lineRule="auto"/>
        <w:ind w:left="540"/>
        <w:jc w:val="both"/>
        <w:rPr>
          <w:szCs w:val="22"/>
          <w:lang w:val="en-US"/>
        </w:rPr>
      </w:pPr>
    </w:p>
    <w:tbl>
      <w:tblPr>
        <w:tblW w:w="9667" w:type="dxa"/>
        <w:tblInd w:w="422" w:type="dxa"/>
        <w:tblLayout w:type="fixed"/>
        <w:tblLook w:val="04A0" w:firstRow="1" w:lastRow="0" w:firstColumn="1" w:lastColumn="0" w:noHBand="0" w:noVBand="1"/>
      </w:tblPr>
      <w:tblGrid>
        <w:gridCol w:w="2548"/>
        <w:gridCol w:w="990"/>
        <w:gridCol w:w="990"/>
        <w:gridCol w:w="261"/>
        <w:gridCol w:w="1026"/>
        <w:gridCol w:w="280"/>
        <w:gridCol w:w="953"/>
        <w:gridCol w:w="272"/>
        <w:gridCol w:w="988"/>
        <w:gridCol w:w="270"/>
        <w:gridCol w:w="1083"/>
        <w:gridCol w:w="6"/>
      </w:tblGrid>
      <w:tr w:rsidR="00256BC1" w:rsidRPr="00472F61" w14:paraId="08956DE5" w14:textId="77777777" w:rsidTr="00564A4E">
        <w:trPr>
          <w:gridAfter w:val="1"/>
          <w:wAfter w:w="6" w:type="dxa"/>
          <w:trHeight w:val="20"/>
          <w:tblHeader/>
        </w:trPr>
        <w:tc>
          <w:tcPr>
            <w:tcW w:w="2548" w:type="dxa"/>
            <w:shd w:val="clear" w:color="auto" w:fill="auto"/>
            <w:vAlign w:val="bottom"/>
          </w:tcPr>
          <w:p w14:paraId="3A999A43" w14:textId="77777777" w:rsidR="00256BC1" w:rsidRPr="00472F61" w:rsidRDefault="00256BC1" w:rsidP="0036683B">
            <w:pPr>
              <w:rPr>
                <w:bCs/>
                <w:sz w:val="21"/>
                <w:szCs w:val="21"/>
                <w:cs/>
              </w:rPr>
            </w:pPr>
          </w:p>
        </w:tc>
        <w:tc>
          <w:tcPr>
            <w:tcW w:w="1980" w:type="dxa"/>
            <w:gridSpan w:val="2"/>
          </w:tcPr>
          <w:p w14:paraId="31BFC5B2" w14:textId="77777777" w:rsidR="00256BC1" w:rsidRPr="00472F61" w:rsidRDefault="00256BC1" w:rsidP="0036683B">
            <w:pPr>
              <w:jc w:val="center"/>
              <w:rPr>
                <w:bCs/>
                <w:sz w:val="21"/>
                <w:szCs w:val="21"/>
                <w:cs/>
              </w:rPr>
            </w:pPr>
            <w:r w:rsidRPr="00472F61">
              <w:rPr>
                <w:b/>
                <w:bCs/>
                <w:sz w:val="21"/>
                <w:szCs w:val="21"/>
              </w:rPr>
              <w:t>Interest rate</w:t>
            </w:r>
          </w:p>
        </w:tc>
        <w:tc>
          <w:tcPr>
            <w:tcW w:w="261" w:type="dxa"/>
            <w:shd w:val="clear" w:color="auto" w:fill="auto"/>
            <w:vAlign w:val="bottom"/>
          </w:tcPr>
          <w:p w14:paraId="251010D6" w14:textId="77777777" w:rsidR="00256BC1" w:rsidRPr="00472F61" w:rsidRDefault="00256BC1" w:rsidP="0036683B">
            <w:pPr>
              <w:jc w:val="center"/>
              <w:rPr>
                <w:bCs/>
                <w:sz w:val="21"/>
                <w:szCs w:val="21"/>
              </w:rPr>
            </w:pPr>
          </w:p>
        </w:tc>
        <w:tc>
          <w:tcPr>
            <w:tcW w:w="4872" w:type="dxa"/>
            <w:gridSpan w:val="7"/>
            <w:shd w:val="clear" w:color="auto" w:fill="auto"/>
            <w:vAlign w:val="bottom"/>
          </w:tcPr>
          <w:p w14:paraId="7462AD0B" w14:textId="77777777" w:rsidR="00256BC1" w:rsidRPr="00472F61" w:rsidRDefault="00256BC1" w:rsidP="0036683B">
            <w:pPr>
              <w:ind w:left="-95" w:right="-120"/>
              <w:jc w:val="center"/>
              <w:rPr>
                <w:bCs/>
                <w:sz w:val="21"/>
                <w:szCs w:val="21"/>
                <w:cs/>
              </w:rPr>
            </w:pPr>
            <w:r w:rsidRPr="00472F61">
              <w:rPr>
                <w:b/>
                <w:bCs/>
                <w:sz w:val="21"/>
                <w:szCs w:val="21"/>
              </w:rPr>
              <w:t>Consolidated financial statements</w:t>
            </w:r>
          </w:p>
        </w:tc>
      </w:tr>
      <w:tr w:rsidR="00256BC1" w:rsidRPr="00472F61" w14:paraId="420569E3" w14:textId="77777777" w:rsidTr="00564A4E">
        <w:trPr>
          <w:trHeight w:val="20"/>
          <w:tblHeader/>
        </w:trPr>
        <w:tc>
          <w:tcPr>
            <w:tcW w:w="2548" w:type="dxa"/>
            <w:shd w:val="clear" w:color="auto" w:fill="auto"/>
            <w:vAlign w:val="bottom"/>
          </w:tcPr>
          <w:p w14:paraId="67A59712" w14:textId="77777777" w:rsidR="00256BC1" w:rsidRPr="00472F61" w:rsidRDefault="00256BC1" w:rsidP="0036683B">
            <w:pPr>
              <w:ind w:left="165" w:hanging="165"/>
              <w:rPr>
                <w:bCs/>
                <w:i/>
                <w:iCs/>
                <w:sz w:val="21"/>
                <w:szCs w:val="21"/>
                <w:cs/>
              </w:rPr>
            </w:pPr>
          </w:p>
        </w:tc>
        <w:tc>
          <w:tcPr>
            <w:tcW w:w="990" w:type="dxa"/>
          </w:tcPr>
          <w:p w14:paraId="56A1862C" w14:textId="26AD0CEE" w:rsidR="00256BC1" w:rsidRPr="00472F61" w:rsidRDefault="00256BC1" w:rsidP="0036683B">
            <w:pPr>
              <w:ind w:left="-95" w:right="-120"/>
              <w:jc w:val="center"/>
              <w:rPr>
                <w:sz w:val="21"/>
                <w:szCs w:val="21"/>
              </w:rPr>
            </w:pPr>
            <w:r w:rsidRPr="00472F61">
              <w:rPr>
                <w:sz w:val="21"/>
                <w:szCs w:val="21"/>
              </w:rPr>
              <w:t>31 December 2020</w:t>
            </w:r>
          </w:p>
        </w:tc>
        <w:tc>
          <w:tcPr>
            <w:tcW w:w="990" w:type="dxa"/>
            <w:shd w:val="clear" w:color="auto" w:fill="auto"/>
            <w:vAlign w:val="bottom"/>
          </w:tcPr>
          <w:p w14:paraId="0DA530C3" w14:textId="728107FD" w:rsidR="00256BC1" w:rsidRPr="00472F61" w:rsidRDefault="00256BC1" w:rsidP="0036683B">
            <w:pPr>
              <w:ind w:left="-95" w:right="-120"/>
              <w:jc w:val="center"/>
              <w:rPr>
                <w:sz w:val="21"/>
                <w:szCs w:val="21"/>
                <w:cs/>
              </w:rPr>
            </w:pPr>
            <w:r w:rsidRPr="00472F61">
              <w:rPr>
                <w:sz w:val="21"/>
                <w:szCs w:val="21"/>
              </w:rPr>
              <w:t xml:space="preserve">31 March 2021 </w:t>
            </w:r>
          </w:p>
        </w:tc>
        <w:tc>
          <w:tcPr>
            <w:tcW w:w="261" w:type="dxa"/>
            <w:shd w:val="clear" w:color="auto" w:fill="auto"/>
            <w:vAlign w:val="bottom"/>
          </w:tcPr>
          <w:p w14:paraId="154C5619" w14:textId="77777777" w:rsidR="00256BC1" w:rsidRPr="00472F61" w:rsidRDefault="00256BC1" w:rsidP="0036683B">
            <w:pPr>
              <w:jc w:val="center"/>
              <w:rPr>
                <w:sz w:val="21"/>
                <w:szCs w:val="21"/>
              </w:rPr>
            </w:pPr>
          </w:p>
        </w:tc>
        <w:tc>
          <w:tcPr>
            <w:tcW w:w="1026" w:type="dxa"/>
            <w:shd w:val="clear" w:color="auto" w:fill="auto"/>
            <w:vAlign w:val="bottom"/>
          </w:tcPr>
          <w:p w14:paraId="2C8FCBD5" w14:textId="4A3496B4" w:rsidR="00256BC1" w:rsidRPr="00472F61" w:rsidRDefault="00256BC1" w:rsidP="0036683B">
            <w:pPr>
              <w:ind w:left="-129" w:right="-86"/>
              <w:jc w:val="center"/>
              <w:rPr>
                <w:sz w:val="21"/>
                <w:szCs w:val="21"/>
                <w:cs/>
              </w:rPr>
            </w:pPr>
            <w:r w:rsidRPr="00472F61">
              <w:rPr>
                <w:sz w:val="21"/>
                <w:szCs w:val="21"/>
              </w:rPr>
              <w:t>31 December 2020</w:t>
            </w:r>
          </w:p>
        </w:tc>
        <w:tc>
          <w:tcPr>
            <w:tcW w:w="280" w:type="dxa"/>
            <w:shd w:val="clear" w:color="auto" w:fill="auto"/>
            <w:vAlign w:val="bottom"/>
          </w:tcPr>
          <w:p w14:paraId="238B808C" w14:textId="77777777" w:rsidR="00256BC1" w:rsidRPr="00472F61" w:rsidRDefault="00256BC1" w:rsidP="0036683B">
            <w:pPr>
              <w:jc w:val="center"/>
              <w:rPr>
                <w:sz w:val="21"/>
                <w:szCs w:val="21"/>
              </w:rPr>
            </w:pPr>
          </w:p>
        </w:tc>
        <w:tc>
          <w:tcPr>
            <w:tcW w:w="953" w:type="dxa"/>
            <w:shd w:val="clear" w:color="auto" w:fill="auto"/>
            <w:vAlign w:val="bottom"/>
          </w:tcPr>
          <w:p w14:paraId="39CF505A" w14:textId="77777777" w:rsidR="00256BC1" w:rsidRPr="00472F61" w:rsidRDefault="00256BC1" w:rsidP="00564A4E">
            <w:pPr>
              <w:ind w:left="-95" w:right="-18"/>
              <w:jc w:val="center"/>
              <w:rPr>
                <w:sz w:val="21"/>
                <w:szCs w:val="21"/>
                <w:cs/>
              </w:rPr>
            </w:pPr>
            <w:r w:rsidRPr="00472F61">
              <w:rPr>
                <w:sz w:val="21"/>
                <w:szCs w:val="21"/>
              </w:rPr>
              <w:t>Increase</w:t>
            </w:r>
          </w:p>
        </w:tc>
        <w:tc>
          <w:tcPr>
            <w:tcW w:w="272" w:type="dxa"/>
            <w:shd w:val="clear" w:color="auto" w:fill="auto"/>
            <w:vAlign w:val="bottom"/>
          </w:tcPr>
          <w:p w14:paraId="614A7033" w14:textId="77777777" w:rsidR="00256BC1" w:rsidRPr="00472F61" w:rsidRDefault="00256BC1" w:rsidP="0036683B">
            <w:pPr>
              <w:jc w:val="center"/>
              <w:rPr>
                <w:sz w:val="21"/>
                <w:szCs w:val="21"/>
              </w:rPr>
            </w:pPr>
          </w:p>
        </w:tc>
        <w:tc>
          <w:tcPr>
            <w:tcW w:w="988" w:type="dxa"/>
            <w:shd w:val="clear" w:color="auto" w:fill="auto"/>
            <w:vAlign w:val="bottom"/>
          </w:tcPr>
          <w:p w14:paraId="7FBF36C1" w14:textId="77777777" w:rsidR="00256BC1" w:rsidRPr="00472F61" w:rsidRDefault="00256BC1" w:rsidP="00564A4E">
            <w:pPr>
              <w:ind w:left="-95" w:right="-41"/>
              <w:jc w:val="center"/>
              <w:rPr>
                <w:sz w:val="21"/>
                <w:szCs w:val="21"/>
                <w:cs/>
              </w:rPr>
            </w:pPr>
            <w:r w:rsidRPr="00472F61">
              <w:rPr>
                <w:sz w:val="21"/>
                <w:szCs w:val="21"/>
              </w:rPr>
              <w:t>Decrease</w:t>
            </w:r>
          </w:p>
        </w:tc>
        <w:tc>
          <w:tcPr>
            <w:tcW w:w="270" w:type="dxa"/>
            <w:shd w:val="clear" w:color="auto" w:fill="auto"/>
            <w:vAlign w:val="bottom"/>
          </w:tcPr>
          <w:p w14:paraId="65A48F55" w14:textId="77777777" w:rsidR="00256BC1" w:rsidRPr="00472F61" w:rsidRDefault="00256BC1" w:rsidP="0036683B">
            <w:pPr>
              <w:jc w:val="center"/>
              <w:rPr>
                <w:sz w:val="21"/>
                <w:szCs w:val="21"/>
              </w:rPr>
            </w:pPr>
          </w:p>
        </w:tc>
        <w:tc>
          <w:tcPr>
            <w:tcW w:w="1089" w:type="dxa"/>
            <w:gridSpan w:val="2"/>
            <w:shd w:val="clear" w:color="auto" w:fill="auto"/>
            <w:vAlign w:val="bottom"/>
          </w:tcPr>
          <w:p w14:paraId="751BAE94" w14:textId="7F524CAE" w:rsidR="00256BC1" w:rsidRPr="00472F61" w:rsidRDefault="00256BC1" w:rsidP="0036683B">
            <w:pPr>
              <w:ind w:left="-95" w:right="-120"/>
              <w:jc w:val="center"/>
              <w:rPr>
                <w:sz w:val="21"/>
                <w:szCs w:val="21"/>
                <w:cs/>
              </w:rPr>
            </w:pPr>
            <w:r w:rsidRPr="00472F61">
              <w:rPr>
                <w:sz w:val="21"/>
                <w:szCs w:val="21"/>
              </w:rPr>
              <w:t>31 March 2021</w:t>
            </w:r>
          </w:p>
        </w:tc>
      </w:tr>
      <w:tr w:rsidR="00256BC1" w:rsidRPr="00472F61" w14:paraId="4123F5F2" w14:textId="77777777" w:rsidTr="00564A4E">
        <w:trPr>
          <w:gridAfter w:val="1"/>
          <w:wAfter w:w="6" w:type="dxa"/>
          <w:trHeight w:val="20"/>
          <w:tblHeader/>
        </w:trPr>
        <w:tc>
          <w:tcPr>
            <w:tcW w:w="2548" w:type="dxa"/>
            <w:shd w:val="clear" w:color="auto" w:fill="auto"/>
          </w:tcPr>
          <w:p w14:paraId="64BC08B2" w14:textId="77777777" w:rsidR="00256BC1" w:rsidRPr="00472F61" w:rsidRDefault="00256BC1" w:rsidP="0036683B">
            <w:pPr>
              <w:rPr>
                <w:sz w:val="21"/>
                <w:szCs w:val="21"/>
              </w:rPr>
            </w:pPr>
          </w:p>
        </w:tc>
        <w:tc>
          <w:tcPr>
            <w:tcW w:w="1980" w:type="dxa"/>
            <w:gridSpan w:val="2"/>
          </w:tcPr>
          <w:p w14:paraId="1CA68FB3" w14:textId="77777777" w:rsidR="00256BC1" w:rsidRPr="00472F61" w:rsidRDefault="00256BC1" w:rsidP="0036683B">
            <w:pPr>
              <w:jc w:val="center"/>
              <w:rPr>
                <w:i/>
                <w:iCs/>
                <w:sz w:val="21"/>
                <w:szCs w:val="21"/>
                <w:cs/>
              </w:rPr>
            </w:pPr>
            <w:r w:rsidRPr="00472F61">
              <w:rPr>
                <w:i/>
                <w:iCs/>
                <w:sz w:val="21"/>
                <w:szCs w:val="21"/>
                <w:cs/>
              </w:rPr>
              <w:t>(</w:t>
            </w:r>
            <w:r w:rsidRPr="00472F61">
              <w:rPr>
                <w:i/>
                <w:iCs/>
                <w:sz w:val="21"/>
                <w:szCs w:val="21"/>
              </w:rPr>
              <w:t>% per annum</w:t>
            </w:r>
            <w:r w:rsidRPr="00472F61">
              <w:rPr>
                <w:i/>
                <w:iCs/>
                <w:sz w:val="21"/>
                <w:szCs w:val="21"/>
                <w:cs/>
              </w:rPr>
              <w:t>)</w:t>
            </w:r>
          </w:p>
        </w:tc>
        <w:tc>
          <w:tcPr>
            <w:tcW w:w="261" w:type="dxa"/>
            <w:shd w:val="clear" w:color="auto" w:fill="auto"/>
          </w:tcPr>
          <w:p w14:paraId="3CE3833F" w14:textId="77777777" w:rsidR="00256BC1" w:rsidRPr="00472F61" w:rsidRDefault="00256BC1" w:rsidP="0036683B">
            <w:pPr>
              <w:rPr>
                <w:sz w:val="21"/>
                <w:szCs w:val="21"/>
              </w:rPr>
            </w:pPr>
          </w:p>
        </w:tc>
        <w:tc>
          <w:tcPr>
            <w:tcW w:w="4872" w:type="dxa"/>
            <w:gridSpan w:val="7"/>
            <w:shd w:val="clear" w:color="auto" w:fill="auto"/>
            <w:vAlign w:val="bottom"/>
          </w:tcPr>
          <w:p w14:paraId="7F2ECAB8" w14:textId="77777777" w:rsidR="00256BC1" w:rsidRPr="00472F61" w:rsidRDefault="00256BC1" w:rsidP="0036683B">
            <w:pPr>
              <w:ind w:left="-95" w:right="-120"/>
              <w:jc w:val="center"/>
              <w:rPr>
                <w:i/>
                <w:iCs/>
                <w:sz w:val="21"/>
                <w:szCs w:val="21"/>
              </w:rPr>
            </w:pPr>
            <w:r w:rsidRPr="00472F61">
              <w:rPr>
                <w:i/>
                <w:iCs/>
                <w:sz w:val="21"/>
                <w:szCs w:val="21"/>
              </w:rPr>
              <w:t>(in thousand Baht)</w:t>
            </w:r>
          </w:p>
        </w:tc>
      </w:tr>
      <w:tr w:rsidR="00256BC1" w:rsidRPr="00472F61" w14:paraId="2C0AFB2E" w14:textId="77777777" w:rsidTr="00564A4E">
        <w:trPr>
          <w:gridAfter w:val="1"/>
          <w:wAfter w:w="6" w:type="dxa"/>
          <w:trHeight w:val="20"/>
          <w:tblHeader/>
        </w:trPr>
        <w:tc>
          <w:tcPr>
            <w:tcW w:w="2548" w:type="dxa"/>
            <w:shd w:val="clear" w:color="auto" w:fill="auto"/>
          </w:tcPr>
          <w:p w14:paraId="1B9F1D8F" w14:textId="77777777" w:rsidR="00256BC1" w:rsidRPr="00472F61" w:rsidRDefault="00256BC1" w:rsidP="0036683B">
            <w:pPr>
              <w:rPr>
                <w:b/>
                <w:bCs/>
                <w:i/>
                <w:iCs/>
                <w:sz w:val="21"/>
                <w:szCs w:val="21"/>
              </w:rPr>
            </w:pPr>
          </w:p>
        </w:tc>
        <w:tc>
          <w:tcPr>
            <w:tcW w:w="990" w:type="dxa"/>
          </w:tcPr>
          <w:p w14:paraId="423DA5DB" w14:textId="77777777" w:rsidR="00256BC1" w:rsidRPr="00472F61" w:rsidRDefault="00256BC1" w:rsidP="0036683B">
            <w:pPr>
              <w:jc w:val="center"/>
              <w:rPr>
                <w:i/>
                <w:iCs/>
                <w:sz w:val="21"/>
                <w:szCs w:val="21"/>
              </w:rPr>
            </w:pPr>
          </w:p>
        </w:tc>
        <w:tc>
          <w:tcPr>
            <w:tcW w:w="990" w:type="dxa"/>
            <w:shd w:val="clear" w:color="auto" w:fill="auto"/>
          </w:tcPr>
          <w:p w14:paraId="52109128" w14:textId="77777777" w:rsidR="00256BC1" w:rsidRPr="00472F61" w:rsidRDefault="00256BC1" w:rsidP="0036683B">
            <w:pPr>
              <w:jc w:val="center"/>
              <w:rPr>
                <w:i/>
                <w:iCs/>
                <w:sz w:val="21"/>
                <w:szCs w:val="21"/>
              </w:rPr>
            </w:pPr>
          </w:p>
        </w:tc>
        <w:tc>
          <w:tcPr>
            <w:tcW w:w="261" w:type="dxa"/>
            <w:shd w:val="clear" w:color="auto" w:fill="auto"/>
          </w:tcPr>
          <w:p w14:paraId="609D9A20" w14:textId="77777777" w:rsidR="00256BC1" w:rsidRPr="00472F61" w:rsidRDefault="00256BC1" w:rsidP="0036683B">
            <w:pPr>
              <w:rPr>
                <w:sz w:val="21"/>
                <w:szCs w:val="21"/>
              </w:rPr>
            </w:pPr>
          </w:p>
        </w:tc>
        <w:tc>
          <w:tcPr>
            <w:tcW w:w="4872" w:type="dxa"/>
            <w:gridSpan w:val="7"/>
            <w:shd w:val="clear" w:color="auto" w:fill="auto"/>
          </w:tcPr>
          <w:p w14:paraId="192E9B5D" w14:textId="77777777" w:rsidR="00256BC1" w:rsidRPr="00472F61" w:rsidRDefault="00256BC1" w:rsidP="0036683B">
            <w:pPr>
              <w:ind w:left="-95" w:right="-120"/>
              <w:jc w:val="center"/>
              <w:rPr>
                <w:i/>
                <w:iCs/>
                <w:sz w:val="21"/>
                <w:szCs w:val="21"/>
                <w:cs/>
              </w:rPr>
            </w:pPr>
          </w:p>
        </w:tc>
      </w:tr>
      <w:tr w:rsidR="00256BC1" w:rsidRPr="00472F61" w14:paraId="552F732B" w14:textId="77777777" w:rsidTr="00564A4E">
        <w:trPr>
          <w:gridAfter w:val="1"/>
          <w:wAfter w:w="6" w:type="dxa"/>
          <w:trHeight w:val="20"/>
          <w:tblHeader/>
        </w:trPr>
        <w:tc>
          <w:tcPr>
            <w:tcW w:w="2548" w:type="dxa"/>
            <w:shd w:val="clear" w:color="auto" w:fill="auto"/>
          </w:tcPr>
          <w:p w14:paraId="3C52D69F" w14:textId="77777777" w:rsidR="00256BC1" w:rsidRPr="00472F61" w:rsidRDefault="00256BC1" w:rsidP="0036683B">
            <w:pPr>
              <w:rPr>
                <w:b/>
                <w:bCs/>
                <w:i/>
                <w:iCs/>
                <w:sz w:val="21"/>
                <w:szCs w:val="21"/>
                <w:cs/>
              </w:rPr>
            </w:pPr>
            <w:r w:rsidRPr="00472F61">
              <w:rPr>
                <w:b/>
                <w:bCs/>
                <w:i/>
                <w:iCs/>
                <w:sz w:val="21"/>
                <w:szCs w:val="21"/>
              </w:rPr>
              <w:t>Long-term loans to</w:t>
            </w:r>
          </w:p>
        </w:tc>
        <w:tc>
          <w:tcPr>
            <w:tcW w:w="990" w:type="dxa"/>
          </w:tcPr>
          <w:p w14:paraId="51007378" w14:textId="77777777" w:rsidR="00256BC1" w:rsidRPr="00472F61" w:rsidRDefault="00256BC1" w:rsidP="0036683B">
            <w:pPr>
              <w:jc w:val="center"/>
              <w:rPr>
                <w:i/>
                <w:iCs/>
                <w:sz w:val="21"/>
                <w:szCs w:val="21"/>
                <w:cs/>
              </w:rPr>
            </w:pPr>
          </w:p>
        </w:tc>
        <w:tc>
          <w:tcPr>
            <w:tcW w:w="990" w:type="dxa"/>
            <w:shd w:val="clear" w:color="auto" w:fill="auto"/>
          </w:tcPr>
          <w:p w14:paraId="195A970A" w14:textId="77777777" w:rsidR="00256BC1" w:rsidRPr="00472F61" w:rsidRDefault="00256BC1" w:rsidP="0036683B">
            <w:pPr>
              <w:jc w:val="center"/>
              <w:rPr>
                <w:i/>
                <w:iCs/>
                <w:sz w:val="21"/>
                <w:szCs w:val="21"/>
                <w:cs/>
              </w:rPr>
            </w:pPr>
          </w:p>
        </w:tc>
        <w:tc>
          <w:tcPr>
            <w:tcW w:w="261" w:type="dxa"/>
            <w:shd w:val="clear" w:color="auto" w:fill="auto"/>
          </w:tcPr>
          <w:p w14:paraId="4361294F" w14:textId="77777777" w:rsidR="00256BC1" w:rsidRPr="00472F61" w:rsidRDefault="00256BC1" w:rsidP="0036683B">
            <w:pPr>
              <w:rPr>
                <w:sz w:val="21"/>
                <w:szCs w:val="21"/>
              </w:rPr>
            </w:pPr>
          </w:p>
        </w:tc>
        <w:tc>
          <w:tcPr>
            <w:tcW w:w="4872" w:type="dxa"/>
            <w:gridSpan w:val="7"/>
            <w:shd w:val="clear" w:color="auto" w:fill="auto"/>
          </w:tcPr>
          <w:p w14:paraId="017A8AE7" w14:textId="77777777" w:rsidR="00256BC1" w:rsidRPr="00472F61" w:rsidRDefault="00256BC1" w:rsidP="0036683B">
            <w:pPr>
              <w:ind w:left="-95" w:right="-120"/>
              <w:jc w:val="center"/>
              <w:rPr>
                <w:i/>
                <w:iCs/>
                <w:sz w:val="21"/>
                <w:szCs w:val="21"/>
                <w:cs/>
              </w:rPr>
            </w:pPr>
          </w:p>
        </w:tc>
      </w:tr>
      <w:tr w:rsidR="00256BC1" w:rsidRPr="00472F61" w14:paraId="7C2F246C" w14:textId="77777777" w:rsidTr="00564A4E">
        <w:trPr>
          <w:trHeight w:val="20"/>
        </w:trPr>
        <w:tc>
          <w:tcPr>
            <w:tcW w:w="2548" w:type="dxa"/>
            <w:shd w:val="clear" w:color="auto" w:fill="auto"/>
          </w:tcPr>
          <w:p w14:paraId="18621BC1" w14:textId="77777777" w:rsidR="00256BC1" w:rsidRPr="00472F61" w:rsidRDefault="001065E6" w:rsidP="00256BC1">
            <w:pPr>
              <w:rPr>
                <w:sz w:val="21"/>
                <w:szCs w:val="21"/>
                <w:cs/>
              </w:rPr>
            </w:pPr>
            <w:r w:rsidRPr="00472F61">
              <w:rPr>
                <w:sz w:val="21"/>
                <w:szCs w:val="21"/>
              </w:rPr>
              <w:t>associate</w:t>
            </w:r>
          </w:p>
        </w:tc>
        <w:tc>
          <w:tcPr>
            <w:tcW w:w="990" w:type="dxa"/>
          </w:tcPr>
          <w:p w14:paraId="06CF85F8" w14:textId="42BDEA7E" w:rsidR="00256BC1" w:rsidRPr="00472F61" w:rsidRDefault="00256BC1" w:rsidP="00256BC1">
            <w:pPr>
              <w:jc w:val="center"/>
              <w:rPr>
                <w:spacing w:val="-10"/>
                <w:sz w:val="21"/>
                <w:szCs w:val="21"/>
              </w:rPr>
            </w:pPr>
            <w:r w:rsidRPr="00472F61">
              <w:rPr>
                <w:sz w:val="21"/>
                <w:szCs w:val="21"/>
              </w:rPr>
              <w:t>4.03</w:t>
            </w:r>
            <w:r w:rsidRPr="00472F61">
              <w:rPr>
                <w:spacing w:val="-10"/>
                <w:sz w:val="21"/>
                <w:szCs w:val="21"/>
              </w:rPr>
              <w:t xml:space="preserve"> </w:t>
            </w:r>
          </w:p>
        </w:tc>
        <w:tc>
          <w:tcPr>
            <w:tcW w:w="990" w:type="dxa"/>
            <w:shd w:val="clear" w:color="auto" w:fill="auto"/>
          </w:tcPr>
          <w:p w14:paraId="6253402D" w14:textId="77777777" w:rsidR="00256BC1" w:rsidRPr="00472F61" w:rsidRDefault="00256BC1" w:rsidP="00256BC1">
            <w:pPr>
              <w:jc w:val="center"/>
              <w:rPr>
                <w:spacing w:val="-10"/>
                <w:sz w:val="21"/>
                <w:szCs w:val="21"/>
              </w:rPr>
            </w:pPr>
            <w:r w:rsidRPr="00472F61">
              <w:rPr>
                <w:spacing w:val="-10"/>
                <w:sz w:val="21"/>
                <w:szCs w:val="21"/>
              </w:rPr>
              <w:t>3.86</w:t>
            </w:r>
          </w:p>
        </w:tc>
        <w:tc>
          <w:tcPr>
            <w:tcW w:w="261" w:type="dxa"/>
            <w:shd w:val="clear" w:color="auto" w:fill="auto"/>
          </w:tcPr>
          <w:p w14:paraId="2ED1EA52" w14:textId="77777777" w:rsidR="00256BC1" w:rsidRPr="00472F61" w:rsidRDefault="00256BC1" w:rsidP="00256BC1">
            <w:pPr>
              <w:ind w:right="-217"/>
              <w:rPr>
                <w:sz w:val="21"/>
                <w:szCs w:val="21"/>
              </w:rPr>
            </w:pPr>
          </w:p>
        </w:tc>
        <w:tc>
          <w:tcPr>
            <w:tcW w:w="1026" w:type="dxa"/>
          </w:tcPr>
          <w:p w14:paraId="46171BD0" w14:textId="77777777" w:rsidR="00256BC1" w:rsidRPr="00472F61" w:rsidRDefault="00256BC1" w:rsidP="00256BC1">
            <w:pPr>
              <w:tabs>
                <w:tab w:val="decimal" w:pos="779"/>
              </w:tabs>
              <w:spacing w:line="240" w:lineRule="auto"/>
              <w:ind w:left="-108" w:right="-94"/>
              <w:rPr>
                <w:sz w:val="21"/>
                <w:szCs w:val="21"/>
                <w:lang w:val="en-US" w:bidi="th-TH"/>
              </w:rPr>
            </w:pPr>
            <w:r w:rsidRPr="00472F61">
              <w:rPr>
                <w:sz w:val="21"/>
                <w:szCs w:val="21"/>
              </w:rPr>
              <w:t>5,198,308</w:t>
            </w:r>
          </w:p>
        </w:tc>
        <w:tc>
          <w:tcPr>
            <w:tcW w:w="280" w:type="dxa"/>
          </w:tcPr>
          <w:p w14:paraId="7F92D419" w14:textId="77777777" w:rsidR="00256BC1" w:rsidRPr="00472F61" w:rsidRDefault="00256BC1" w:rsidP="00256BC1">
            <w:pPr>
              <w:tabs>
                <w:tab w:val="left" w:pos="720"/>
              </w:tabs>
              <w:spacing w:line="240" w:lineRule="auto"/>
              <w:ind w:right="-217"/>
              <w:rPr>
                <w:sz w:val="21"/>
                <w:szCs w:val="21"/>
              </w:rPr>
            </w:pPr>
          </w:p>
        </w:tc>
        <w:tc>
          <w:tcPr>
            <w:tcW w:w="953" w:type="dxa"/>
          </w:tcPr>
          <w:p w14:paraId="3EDFC59C" w14:textId="77777777" w:rsidR="00256BC1" w:rsidRPr="00472F61" w:rsidRDefault="00256BC1" w:rsidP="00256BC1">
            <w:pPr>
              <w:tabs>
                <w:tab w:val="decimal" w:pos="684"/>
              </w:tabs>
              <w:spacing w:line="240" w:lineRule="auto"/>
              <w:ind w:left="-108" w:right="-192"/>
              <w:rPr>
                <w:sz w:val="21"/>
                <w:szCs w:val="21"/>
              </w:rPr>
            </w:pPr>
            <w:r w:rsidRPr="00472F61">
              <w:rPr>
                <w:sz w:val="21"/>
                <w:szCs w:val="21"/>
              </w:rPr>
              <w:t>43,749</w:t>
            </w:r>
          </w:p>
        </w:tc>
        <w:tc>
          <w:tcPr>
            <w:tcW w:w="272" w:type="dxa"/>
          </w:tcPr>
          <w:p w14:paraId="29ACB555" w14:textId="77777777" w:rsidR="00256BC1" w:rsidRPr="00472F61" w:rsidRDefault="00256BC1" w:rsidP="00256BC1">
            <w:pPr>
              <w:tabs>
                <w:tab w:val="left" w:pos="720"/>
              </w:tabs>
              <w:spacing w:line="240" w:lineRule="auto"/>
              <w:rPr>
                <w:sz w:val="21"/>
                <w:szCs w:val="21"/>
              </w:rPr>
            </w:pPr>
          </w:p>
        </w:tc>
        <w:tc>
          <w:tcPr>
            <w:tcW w:w="988" w:type="dxa"/>
          </w:tcPr>
          <w:p w14:paraId="61B5588A" w14:textId="77777777" w:rsidR="00256BC1" w:rsidRPr="00472F61" w:rsidRDefault="00256BC1" w:rsidP="00256BC1">
            <w:pPr>
              <w:tabs>
                <w:tab w:val="left" w:pos="720"/>
              </w:tabs>
              <w:spacing w:line="240" w:lineRule="auto"/>
              <w:ind w:right="-120"/>
              <w:jc w:val="center"/>
              <w:rPr>
                <w:sz w:val="21"/>
                <w:szCs w:val="21"/>
              </w:rPr>
            </w:pPr>
            <w:r w:rsidRPr="00472F61">
              <w:rPr>
                <w:sz w:val="21"/>
                <w:szCs w:val="21"/>
              </w:rPr>
              <w:t>-</w:t>
            </w:r>
          </w:p>
        </w:tc>
        <w:tc>
          <w:tcPr>
            <w:tcW w:w="270" w:type="dxa"/>
          </w:tcPr>
          <w:p w14:paraId="05129E19" w14:textId="77777777" w:rsidR="00256BC1" w:rsidRPr="00472F61" w:rsidRDefault="00256BC1" w:rsidP="00256BC1">
            <w:pPr>
              <w:tabs>
                <w:tab w:val="left" w:pos="720"/>
              </w:tabs>
              <w:spacing w:line="240" w:lineRule="auto"/>
              <w:rPr>
                <w:sz w:val="21"/>
                <w:szCs w:val="21"/>
              </w:rPr>
            </w:pPr>
          </w:p>
        </w:tc>
        <w:tc>
          <w:tcPr>
            <w:tcW w:w="1089" w:type="dxa"/>
            <w:gridSpan w:val="2"/>
          </w:tcPr>
          <w:p w14:paraId="3647D124" w14:textId="77777777" w:rsidR="00256BC1" w:rsidRPr="00472F61" w:rsidRDefault="00256BC1" w:rsidP="00256BC1">
            <w:pPr>
              <w:tabs>
                <w:tab w:val="left" w:pos="720"/>
              </w:tabs>
              <w:spacing w:line="240" w:lineRule="auto"/>
              <w:ind w:right="-217"/>
              <w:rPr>
                <w:sz w:val="21"/>
                <w:szCs w:val="21"/>
              </w:rPr>
            </w:pPr>
            <w:r w:rsidRPr="00472F61">
              <w:rPr>
                <w:sz w:val="21"/>
                <w:szCs w:val="21"/>
              </w:rPr>
              <w:t>5,242,057</w:t>
            </w:r>
          </w:p>
        </w:tc>
      </w:tr>
      <w:tr w:rsidR="00256BC1" w:rsidRPr="00472F61" w14:paraId="4B1A2231" w14:textId="77777777" w:rsidTr="00564A4E">
        <w:trPr>
          <w:trHeight w:val="20"/>
        </w:trPr>
        <w:tc>
          <w:tcPr>
            <w:tcW w:w="2548" w:type="dxa"/>
            <w:shd w:val="clear" w:color="auto" w:fill="auto"/>
            <w:vAlign w:val="bottom"/>
          </w:tcPr>
          <w:p w14:paraId="379534FA" w14:textId="72F3CB2D" w:rsidR="00256BC1" w:rsidRPr="00472F61" w:rsidRDefault="00256BC1" w:rsidP="009E3EE6">
            <w:pPr>
              <w:ind w:left="434" w:right="-20" w:hanging="434"/>
              <w:rPr>
                <w:sz w:val="21"/>
                <w:szCs w:val="21"/>
              </w:rPr>
            </w:pPr>
            <w:r w:rsidRPr="00472F61">
              <w:rPr>
                <w:i/>
                <w:iCs/>
                <w:sz w:val="21"/>
                <w:szCs w:val="21"/>
              </w:rPr>
              <w:t xml:space="preserve">Less </w:t>
            </w:r>
            <w:r w:rsidRPr="00472F61">
              <w:rPr>
                <w:sz w:val="21"/>
                <w:szCs w:val="21"/>
              </w:rPr>
              <w:t>The excess of accumulated</w:t>
            </w:r>
            <w:r w:rsidRPr="00472F61">
              <w:rPr>
                <w:sz w:val="21"/>
                <w:szCs w:val="21"/>
                <w:cs/>
              </w:rPr>
              <w:t xml:space="preserve"> </w:t>
            </w:r>
            <w:r w:rsidRPr="00472F61">
              <w:rPr>
                <w:sz w:val="21"/>
                <w:szCs w:val="21"/>
              </w:rPr>
              <w:t xml:space="preserve">share of loss from investment in </w:t>
            </w:r>
            <w:r w:rsidR="00FE3CB3">
              <w:rPr>
                <w:sz w:val="21"/>
                <w:szCs w:val="21"/>
              </w:rPr>
              <w:t>associate</w:t>
            </w:r>
            <w:r w:rsidRPr="00472F61">
              <w:rPr>
                <w:sz w:val="21"/>
                <w:szCs w:val="21"/>
              </w:rPr>
              <w:t xml:space="preserve"> over cost of investment</w:t>
            </w:r>
          </w:p>
        </w:tc>
        <w:tc>
          <w:tcPr>
            <w:tcW w:w="990" w:type="dxa"/>
          </w:tcPr>
          <w:p w14:paraId="721E2A77" w14:textId="77777777" w:rsidR="00256BC1" w:rsidRPr="00472F61" w:rsidRDefault="00256BC1" w:rsidP="00256BC1">
            <w:pPr>
              <w:ind w:left="434" w:hanging="434"/>
              <w:rPr>
                <w:sz w:val="21"/>
                <w:szCs w:val="21"/>
              </w:rPr>
            </w:pPr>
          </w:p>
        </w:tc>
        <w:tc>
          <w:tcPr>
            <w:tcW w:w="990" w:type="dxa"/>
            <w:shd w:val="clear" w:color="auto" w:fill="auto"/>
            <w:vAlign w:val="bottom"/>
          </w:tcPr>
          <w:p w14:paraId="0A501AA9" w14:textId="77777777" w:rsidR="00256BC1" w:rsidRPr="00472F61" w:rsidRDefault="00256BC1" w:rsidP="00256BC1">
            <w:pPr>
              <w:ind w:left="434" w:hanging="434"/>
              <w:rPr>
                <w:sz w:val="21"/>
                <w:szCs w:val="21"/>
              </w:rPr>
            </w:pPr>
          </w:p>
        </w:tc>
        <w:tc>
          <w:tcPr>
            <w:tcW w:w="261" w:type="dxa"/>
            <w:shd w:val="clear" w:color="auto" w:fill="auto"/>
            <w:vAlign w:val="bottom"/>
          </w:tcPr>
          <w:p w14:paraId="3E1B6996" w14:textId="77777777" w:rsidR="00256BC1" w:rsidRPr="00472F61" w:rsidRDefault="00256BC1" w:rsidP="00256BC1">
            <w:pPr>
              <w:ind w:right="-217"/>
              <w:jc w:val="center"/>
              <w:rPr>
                <w:bCs/>
                <w:sz w:val="21"/>
                <w:szCs w:val="21"/>
              </w:rPr>
            </w:pPr>
          </w:p>
        </w:tc>
        <w:tc>
          <w:tcPr>
            <w:tcW w:w="1026" w:type="dxa"/>
            <w:vAlign w:val="bottom"/>
          </w:tcPr>
          <w:p w14:paraId="3CAE6F11" w14:textId="77777777" w:rsidR="00256BC1" w:rsidRPr="00472F61" w:rsidRDefault="00256BC1" w:rsidP="00256BC1">
            <w:pPr>
              <w:tabs>
                <w:tab w:val="decimal" w:pos="779"/>
              </w:tabs>
              <w:spacing w:line="240" w:lineRule="auto"/>
              <w:ind w:left="-108" w:right="-94"/>
              <w:rPr>
                <w:sz w:val="21"/>
                <w:szCs w:val="21"/>
              </w:rPr>
            </w:pPr>
            <w:r w:rsidRPr="00472F61">
              <w:rPr>
                <w:sz w:val="21"/>
                <w:szCs w:val="21"/>
              </w:rPr>
              <w:t>(409,780)</w:t>
            </w:r>
          </w:p>
        </w:tc>
        <w:tc>
          <w:tcPr>
            <w:tcW w:w="280" w:type="dxa"/>
          </w:tcPr>
          <w:p w14:paraId="0AE7B546" w14:textId="77777777" w:rsidR="00256BC1" w:rsidRPr="00472F61" w:rsidRDefault="00256BC1" w:rsidP="00256BC1">
            <w:pPr>
              <w:spacing w:line="240" w:lineRule="auto"/>
              <w:ind w:right="-217"/>
              <w:rPr>
                <w:bCs/>
                <w:sz w:val="21"/>
                <w:szCs w:val="21"/>
              </w:rPr>
            </w:pPr>
          </w:p>
        </w:tc>
        <w:tc>
          <w:tcPr>
            <w:tcW w:w="953" w:type="dxa"/>
            <w:vAlign w:val="bottom"/>
          </w:tcPr>
          <w:p w14:paraId="7621E697" w14:textId="77777777" w:rsidR="00256BC1" w:rsidRPr="00472F61" w:rsidRDefault="00256BC1" w:rsidP="00256BC1">
            <w:pPr>
              <w:tabs>
                <w:tab w:val="decimal" w:pos="684"/>
              </w:tabs>
              <w:spacing w:line="240" w:lineRule="auto"/>
              <w:ind w:left="-108" w:right="-192"/>
              <w:rPr>
                <w:sz w:val="21"/>
                <w:szCs w:val="21"/>
              </w:rPr>
            </w:pPr>
            <w:r w:rsidRPr="00472F61">
              <w:rPr>
                <w:sz w:val="21"/>
                <w:szCs w:val="21"/>
              </w:rPr>
              <w:t xml:space="preserve"> (242)</w:t>
            </w:r>
          </w:p>
        </w:tc>
        <w:tc>
          <w:tcPr>
            <w:tcW w:w="272" w:type="dxa"/>
            <w:vAlign w:val="bottom"/>
          </w:tcPr>
          <w:p w14:paraId="0D98167C" w14:textId="77777777" w:rsidR="00256BC1" w:rsidRPr="00472F61" w:rsidRDefault="00256BC1" w:rsidP="00256BC1">
            <w:pPr>
              <w:tabs>
                <w:tab w:val="left" w:pos="720"/>
              </w:tabs>
              <w:spacing w:line="240" w:lineRule="auto"/>
              <w:rPr>
                <w:bCs/>
                <w:sz w:val="21"/>
                <w:szCs w:val="21"/>
              </w:rPr>
            </w:pPr>
          </w:p>
        </w:tc>
        <w:tc>
          <w:tcPr>
            <w:tcW w:w="988" w:type="dxa"/>
            <w:vAlign w:val="bottom"/>
          </w:tcPr>
          <w:p w14:paraId="1EA34E9E" w14:textId="77777777" w:rsidR="00256BC1" w:rsidRPr="00472F61" w:rsidRDefault="00256BC1" w:rsidP="00256BC1">
            <w:pPr>
              <w:tabs>
                <w:tab w:val="left" w:pos="720"/>
              </w:tabs>
              <w:spacing w:line="240" w:lineRule="auto"/>
              <w:ind w:right="-120"/>
              <w:jc w:val="center"/>
              <w:rPr>
                <w:sz w:val="21"/>
                <w:szCs w:val="21"/>
              </w:rPr>
            </w:pPr>
            <w:r w:rsidRPr="00472F61">
              <w:rPr>
                <w:sz w:val="21"/>
                <w:szCs w:val="21"/>
              </w:rPr>
              <w:t>-</w:t>
            </w:r>
          </w:p>
        </w:tc>
        <w:tc>
          <w:tcPr>
            <w:tcW w:w="270" w:type="dxa"/>
            <w:vAlign w:val="bottom"/>
          </w:tcPr>
          <w:p w14:paraId="7A0BC662" w14:textId="77777777" w:rsidR="00256BC1" w:rsidRPr="00472F61" w:rsidRDefault="00256BC1" w:rsidP="00256BC1">
            <w:pPr>
              <w:tabs>
                <w:tab w:val="left" w:pos="720"/>
              </w:tabs>
              <w:spacing w:line="240" w:lineRule="auto"/>
              <w:rPr>
                <w:bCs/>
                <w:sz w:val="21"/>
                <w:szCs w:val="21"/>
              </w:rPr>
            </w:pPr>
          </w:p>
        </w:tc>
        <w:tc>
          <w:tcPr>
            <w:tcW w:w="1089" w:type="dxa"/>
            <w:gridSpan w:val="2"/>
            <w:vAlign w:val="bottom"/>
          </w:tcPr>
          <w:p w14:paraId="30C68647" w14:textId="77777777" w:rsidR="00256BC1" w:rsidRPr="00472F61" w:rsidRDefault="00256BC1" w:rsidP="00256BC1">
            <w:pPr>
              <w:tabs>
                <w:tab w:val="decimal" w:pos="703"/>
              </w:tabs>
              <w:spacing w:line="240" w:lineRule="auto"/>
              <w:ind w:right="-217"/>
              <w:rPr>
                <w:bCs/>
                <w:sz w:val="21"/>
                <w:szCs w:val="21"/>
              </w:rPr>
            </w:pPr>
            <w:r w:rsidRPr="00472F61">
              <w:rPr>
                <w:bCs/>
                <w:sz w:val="21"/>
                <w:szCs w:val="21"/>
              </w:rPr>
              <w:t xml:space="preserve"> (410,022)</w:t>
            </w:r>
          </w:p>
        </w:tc>
      </w:tr>
      <w:tr w:rsidR="00256BC1" w:rsidRPr="00472F61" w14:paraId="432DA99C" w14:textId="77777777" w:rsidTr="00564A4E">
        <w:trPr>
          <w:trHeight w:val="20"/>
        </w:trPr>
        <w:tc>
          <w:tcPr>
            <w:tcW w:w="2548" w:type="dxa"/>
            <w:shd w:val="clear" w:color="auto" w:fill="auto"/>
          </w:tcPr>
          <w:p w14:paraId="449E87D2" w14:textId="77777777" w:rsidR="00256BC1" w:rsidRPr="00472F61" w:rsidRDefault="00256BC1" w:rsidP="00256BC1">
            <w:pPr>
              <w:ind w:left="434" w:hanging="434"/>
              <w:rPr>
                <w:sz w:val="21"/>
                <w:szCs w:val="21"/>
              </w:rPr>
            </w:pPr>
            <w:r w:rsidRPr="00472F61">
              <w:rPr>
                <w:i/>
                <w:iCs/>
                <w:sz w:val="21"/>
                <w:szCs w:val="21"/>
              </w:rPr>
              <w:t xml:space="preserve">Less </w:t>
            </w:r>
            <w:r w:rsidRPr="00472F61">
              <w:rPr>
                <w:sz w:val="21"/>
                <w:szCs w:val="21"/>
              </w:rPr>
              <w:t>The elimination of interest income</w:t>
            </w:r>
          </w:p>
        </w:tc>
        <w:tc>
          <w:tcPr>
            <w:tcW w:w="990" w:type="dxa"/>
          </w:tcPr>
          <w:p w14:paraId="10CD4AD9" w14:textId="77777777" w:rsidR="00256BC1" w:rsidRPr="00472F61" w:rsidRDefault="00256BC1" w:rsidP="00256BC1">
            <w:pPr>
              <w:ind w:left="434" w:hanging="434"/>
              <w:rPr>
                <w:sz w:val="21"/>
                <w:szCs w:val="21"/>
              </w:rPr>
            </w:pPr>
          </w:p>
        </w:tc>
        <w:tc>
          <w:tcPr>
            <w:tcW w:w="990" w:type="dxa"/>
            <w:shd w:val="clear" w:color="auto" w:fill="auto"/>
          </w:tcPr>
          <w:p w14:paraId="2EBD2C38" w14:textId="77777777" w:rsidR="00256BC1" w:rsidRPr="00472F61" w:rsidRDefault="00256BC1" w:rsidP="00256BC1">
            <w:pPr>
              <w:ind w:left="434" w:hanging="434"/>
              <w:rPr>
                <w:sz w:val="21"/>
                <w:szCs w:val="21"/>
              </w:rPr>
            </w:pPr>
          </w:p>
        </w:tc>
        <w:tc>
          <w:tcPr>
            <w:tcW w:w="261" w:type="dxa"/>
            <w:shd w:val="clear" w:color="auto" w:fill="auto"/>
          </w:tcPr>
          <w:p w14:paraId="2A561B77" w14:textId="77777777" w:rsidR="00256BC1" w:rsidRPr="00472F61" w:rsidRDefault="00256BC1" w:rsidP="00256BC1">
            <w:pPr>
              <w:rPr>
                <w:bCs/>
                <w:sz w:val="21"/>
                <w:szCs w:val="21"/>
              </w:rPr>
            </w:pPr>
          </w:p>
        </w:tc>
        <w:tc>
          <w:tcPr>
            <w:tcW w:w="1026" w:type="dxa"/>
            <w:vAlign w:val="bottom"/>
          </w:tcPr>
          <w:p w14:paraId="446863C5" w14:textId="77777777" w:rsidR="00256BC1" w:rsidRPr="00472F61" w:rsidRDefault="00256BC1" w:rsidP="00256BC1">
            <w:pPr>
              <w:tabs>
                <w:tab w:val="decimal" w:pos="779"/>
              </w:tabs>
              <w:spacing w:line="240" w:lineRule="auto"/>
              <w:ind w:left="-108" w:right="-94"/>
              <w:rPr>
                <w:sz w:val="21"/>
                <w:szCs w:val="21"/>
              </w:rPr>
            </w:pPr>
            <w:r w:rsidRPr="00472F61">
              <w:rPr>
                <w:sz w:val="21"/>
                <w:szCs w:val="21"/>
              </w:rPr>
              <w:t>(235,924)</w:t>
            </w:r>
          </w:p>
        </w:tc>
        <w:tc>
          <w:tcPr>
            <w:tcW w:w="280" w:type="dxa"/>
          </w:tcPr>
          <w:p w14:paraId="73C8579A" w14:textId="77777777" w:rsidR="00256BC1" w:rsidRPr="00472F61" w:rsidRDefault="00256BC1" w:rsidP="00256BC1">
            <w:pPr>
              <w:spacing w:line="240" w:lineRule="auto"/>
              <w:rPr>
                <w:bCs/>
                <w:sz w:val="21"/>
                <w:szCs w:val="21"/>
              </w:rPr>
            </w:pPr>
          </w:p>
        </w:tc>
        <w:tc>
          <w:tcPr>
            <w:tcW w:w="953" w:type="dxa"/>
            <w:vAlign w:val="bottom"/>
          </w:tcPr>
          <w:p w14:paraId="67D5A362" w14:textId="77777777" w:rsidR="00256BC1" w:rsidRPr="00472F61" w:rsidRDefault="00256BC1" w:rsidP="00256BC1">
            <w:pPr>
              <w:tabs>
                <w:tab w:val="decimal" w:pos="684"/>
              </w:tabs>
              <w:spacing w:line="240" w:lineRule="auto"/>
              <w:ind w:left="-108" w:right="-192"/>
              <w:rPr>
                <w:sz w:val="21"/>
                <w:szCs w:val="21"/>
              </w:rPr>
            </w:pPr>
            <w:r w:rsidRPr="00472F61">
              <w:rPr>
                <w:sz w:val="21"/>
                <w:szCs w:val="21"/>
              </w:rPr>
              <w:t xml:space="preserve">  (21,875)</w:t>
            </w:r>
          </w:p>
        </w:tc>
        <w:tc>
          <w:tcPr>
            <w:tcW w:w="272" w:type="dxa"/>
            <w:vAlign w:val="bottom"/>
          </w:tcPr>
          <w:p w14:paraId="09E9CAEF" w14:textId="77777777" w:rsidR="00256BC1" w:rsidRPr="00472F61" w:rsidRDefault="00256BC1" w:rsidP="00256BC1">
            <w:pPr>
              <w:tabs>
                <w:tab w:val="left" w:pos="720"/>
              </w:tabs>
              <w:spacing w:line="240" w:lineRule="auto"/>
              <w:rPr>
                <w:bCs/>
                <w:sz w:val="21"/>
                <w:szCs w:val="21"/>
              </w:rPr>
            </w:pPr>
          </w:p>
        </w:tc>
        <w:tc>
          <w:tcPr>
            <w:tcW w:w="988" w:type="dxa"/>
            <w:vAlign w:val="bottom"/>
          </w:tcPr>
          <w:p w14:paraId="691AEE9D" w14:textId="77777777" w:rsidR="00256BC1" w:rsidRPr="00472F61" w:rsidRDefault="00256BC1" w:rsidP="00256BC1">
            <w:pPr>
              <w:tabs>
                <w:tab w:val="left" w:pos="720"/>
              </w:tabs>
              <w:spacing w:line="240" w:lineRule="auto"/>
              <w:ind w:right="-120"/>
              <w:jc w:val="center"/>
              <w:rPr>
                <w:sz w:val="21"/>
                <w:szCs w:val="21"/>
              </w:rPr>
            </w:pPr>
            <w:r w:rsidRPr="00472F61">
              <w:rPr>
                <w:sz w:val="21"/>
                <w:szCs w:val="21"/>
              </w:rPr>
              <w:t>-</w:t>
            </w:r>
          </w:p>
        </w:tc>
        <w:tc>
          <w:tcPr>
            <w:tcW w:w="270" w:type="dxa"/>
            <w:vAlign w:val="bottom"/>
          </w:tcPr>
          <w:p w14:paraId="4940FB4A" w14:textId="77777777" w:rsidR="00256BC1" w:rsidRPr="00472F61" w:rsidRDefault="00256BC1" w:rsidP="00256BC1">
            <w:pPr>
              <w:tabs>
                <w:tab w:val="left" w:pos="720"/>
              </w:tabs>
              <w:spacing w:line="240" w:lineRule="auto"/>
              <w:rPr>
                <w:bCs/>
                <w:sz w:val="21"/>
                <w:szCs w:val="21"/>
              </w:rPr>
            </w:pPr>
          </w:p>
        </w:tc>
        <w:tc>
          <w:tcPr>
            <w:tcW w:w="1089" w:type="dxa"/>
            <w:gridSpan w:val="2"/>
            <w:vAlign w:val="bottom"/>
          </w:tcPr>
          <w:p w14:paraId="5CF52231" w14:textId="77777777" w:rsidR="00256BC1" w:rsidRPr="00472F61" w:rsidRDefault="00256BC1" w:rsidP="00256BC1">
            <w:pPr>
              <w:tabs>
                <w:tab w:val="decimal" w:pos="703"/>
              </w:tabs>
              <w:spacing w:line="240" w:lineRule="auto"/>
              <w:ind w:right="-217"/>
              <w:rPr>
                <w:bCs/>
                <w:sz w:val="21"/>
                <w:szCs w:val="21"/>
              </w:rPr>
            </w:pPr>
            <w:r w:rsidRPr="00472F61">
              <w:rPr>
                <w:bCs/>
                <w:sz w:val="21"/>
                <w:szCs w:val="21"/>
              </w:rPr>
              <w:t xml:space="preserve"> (257,799)</w:t>
            </w:r>
          </w:p>
        </w:tc>
      </w:tr>
      <w:tr w:rsidR="00256BC1" w:rsidRPr="00472F61" w14:paraId="100E454F" w14:textId="77777777" w:rsidTr="00564A4E">
        <w:trPr>
          <w:trHeight w:val="20"/>
        </w:trPr>
        <w:tc>
          <w:tcPr>
            <w:tcW w:w="2548" w:type="dxa"/>
            <w:shd w:val="clear" w:color="auto" w:fill="auto"/>
          </w:tcPr>
          <w:p w14:paraId="49D0B085" w14:textId="77777777" w:rsidR="00256BC1" w:rsidRPr="00472F61" w:rsidRDefault="00256BC1" w:rsidP="00256BC1">
            <w:pPr>
              <w:rPr>
                <w:bCs/>
                <w:sz w:val="21"/>
                <w:szCs w:val="21"/>
                <w:cs/>
              </w:rPr>
            </w:pPr>
            <w:r w:rsidRPr="00472F61">
              <w:rPr>
                <w:b/>
                <w:bCs/>
                <w:sz w:val="21"/>
                <w:szCs w:val="21"/>
              </w:rPr>
              <w:t>Net</w:t>
            </w:r>
          </w:p>
        </w:tc>
        <w:tc>
          <w:tcPr>
            <w:tcW w:w="990" w:type="dxa"/>
          </w:tcPr>
          <w:p w14:paraId="6610B8E7" w14:textId="77777777" w:rsidR="00256BC1" w:rsidRPr="00472F61" w:rsidRDefault="00256BC1" w:rsidP="00256BC1">
            <w:pPr>
              <w:jc w:val="center"/>
              <w:rPr>
                <w:bCs/>
                <w:sz w:val="21"/>
                <w:szCs w:val="21"/>
              </w:rPr>
            </w:pPr>
          </w:p>
        </w:tc>
        <w:tc>
          <w:tcPr>
            <w:tcW w:w="990" w:type="dxa"/>
            <w:shd w:val="clear" w:color="auto" w:fill="auto"/>
          </w:tcPr>
          <w:p w14:paraId="2A9266E9" w14:textId="77777777" w:rsidR="00256BC1" w:rsidRPr="00472F61" w:rsidRDefault="00256BC1" w:rsidP="00256BC1">
            <w:pPr>
              <w:jc w:val="center"/>
              <w:rPr>
                <w:bCs/>
                <w:sz w:val="21"/>
                <w:szCs w:val="21"/>
              </w:rPr>
            </w:pPr>
          </w:p>
        </w:tc>
        <w:tc>
          <w:tcPr>
            <w:tcW w:w="261" w:type="dxa"/>
            <w:shd w:val="clear" w:color="auto" w:fill="auto"/>
          </w:tcPr>
          <w:p w14:paraId="4D82CF30" w14:textId="77777777" w:rsidR="00256BC1" w:rsidRPr="00472F61" w:rsidRDefault="00256BC1" w:rsidP="00256BC1">
            <w:pPr>
              <w:rPr>
                <w:bCs/>
                <w:sz w:val="21"/>
                <w:szCs w:val="21"/>
              </w:rPr>
            </w:pPr>
          </w:p>
        </w:tc>
        <w:tc>
          <w:tcPr>
            <w:tcW w:w="1026" w:type="dxa"/>
            <w:tcBorders>
              <w:top w:val="single" w:sz="4" w:space="0" w:color="auto"/>
              <w:left w:val="nil"/>
              <w:bottom w:val="double" w:sz="4" w:space="0" w:color="auto"/>
              <w:right w:val="nil"/>
            </w:tcBorders>
          </w:tcPr>
          <w:p w14:paraId="2E533669" w14:textId="77777777" w:rsidR="00256BC1" w:rsidRPr="00472F61" w:rsidRDefault="00256BC1" w:rsidP="00256BC1">
            <w:pPr>
              <w:tabs>
                <w:tab w:val="decimal" w:pos="779"/>
              </w:tabs>
              <w:spacing w:line="240" w:lineRule="auto"/>
              <w:ind w:left="-108" w:right="-94"/>
              <w:rPr>
                <w:b/>
                <w:bCs/>
                <w:sz w:val="21"/>
                <w:szCs w:val="21"/>
              </w:rPr>
            </w:pPr>
            <w:r w:rsidRPr="00472F61">
              <w:rPr>
                <w:b/>
                <w:bCs/>
                <w:sz w:val="21"/>
                <w:szCs w:val="21"/>
              </w:rPr>
              <w:t>4,552,604</w:t>
            </w:r>
          </w:p>
        </w:tc>
        <w:tc>
          <w:tcPr>
            <w:tcW w:w="280" w:type="dxa"/>
          </w:tcPr>
          <w:p w14:paraId="495B290B" w14:textId="77777777" w:rsidR="00256BC1" w:rsidRPr="00472F61" w:rsidRDefault="00256BC1" w:rsidP="00256BC1">
            <w:pPr>
              <w:spacing w:line="240" w:lineRule="auto"/>
              <w:rPr>
                <w:b/>
                <w:bCs/>
                <w:sz w:val="21"/>
                <w:szCs w:val="21"/>
              </w:rPr>
            </w:pPr>
          </w:p>
        </w:tc>
        <w:tc>
          <w:tcPr>
            <w:tcW w:w="953" w:type="dxa"/>
          </w:tcPr>
          <w:p w14:paraId="49426F1A" w14:textId="77777777" w:rsidR="00256BC1" w:rsidRPr="00472F61" w:rsidRDefault="00256BC1" w:rsidP="00256BC1">
            <w:pPr>
              <w:tabs>
                <w:tab w:val="decimal" w:pos="647"/>
              </w:tabs>
              <w:spacing w:line="240" w:lineRule="auto"/>
              <w:ind w:right="-120"/>
              <w:rPr>
                <w:b/>
                <w:bCs/>
                <w:sz w:val="21"/>
                <w:szCs w:val="21"/>
              </w:rPr>
            </w:pPr>
          </w:p>
        </w:tc>
        <w:tc>
          <w:tcPr>
            <w:tcW w:w="272" w:type="dxa"/>
          </w:tcPr>
          <w:p w14:paraId="14AD05B3" w14:textId="77777777" w:rsidR="00256BC1" w:rsidRPr="00472F61" w:rsidRDefault="00256BC1" w:rsidP="00256BC1">
            <w:pPr>
              <w:spacing w:line="240" w:lineRule="auto"/>
              <w:rPr>
                <w:b/>
                <w:bCs/>
                <w:sz w:val="21"/>
                <w:szCs w:val="21"/>
              </w:rPr>
            </w:pPr>
          </w:p>
        </w:tc>
        <w:tc>
          <w:tcPr>
            <w:tcW w:w="988" w:type="dxa"/>
          </w:tcPr>
          <w:p w14:paraId="4CC061EB" w14:textId="77777777" w:rsidR="00256BC1" w:rsidRPr="00472F61" w:rsidRDefault="00256BC1" w:rsidP="00256BC1">
            <w:pPr>
              <w:tabs>
                <w:tab w:val="decimal" w:pos="574"/>
              </w:tabs>
              <w:spacing w:line="240" w:lineRule="auto"/>
              <w:ind w:left="-95" w:right="-120"/>
              <w:rPr>
                <w:b/>
                <w:bCs/>
                <w:sz w:val="21"/>
                <w:szCs w:val="21"/>
              </w:rPr>
            </w:pPr>
          </w:p>
        </w:tc>
        <w:tc>
          <w:tcPr>
            <w:tcW w:w="270" w:type="dxa"/>
          </w:tcPr>
          <w:p w14:paraId="0B794F90" w14:textId="77777777" w:rsidR="00256BC1" w:rsidRPr="00472F61" w:rsidRDefault="00256BC1" w:rsidP="00256BC1">
            <w:pPr>
              <w:spacing w:line="240" w:lineRule="auto"/>
              <w:rPr>
                <w:b/>
                <w:bCs/>
                <w:sz w:val="21"/>
                <w:szCs w:val="21"/>
              </w:rPr>
            </w:pPr>
          </w:p>
        </w:tc>
        <w:tc>
          <w:tcPr>
            <w:tcW w:w="1089" w:type="dxa"/>
            <w:gridSpan w:val="2"/>
            <w:tcBorders>
              <w:top w:val="single" w:sz="4" w:space="0" w:color="auto"/>
              <w:left w:val="nil"/>
              <w:bottom w:val="double" w:sz="4" w:space="0" w:color="auto"/>
              <w:right w:val="nil"/>
            </w:tcBorders>
          </w:tcPr>
          <w:p w14:paraId="47EDFCF6" w14:textId="77777777" w:rsidR="00256BC1" w:rsidRPr="00472F61" w:rsidRDefault="00256BC1" w:rsidP="00256BC1">
            <w:pPr>
              <w:tabs>
                <w:tab w:val="left" w:pos="720"/>
              </w:tabs>
              <w:spacing w:line="240" w:lineRule="auto"/>
              <w:ind w:right="-217"/>
              <w:rPr>
                <w:b/>
                <w:bCs/>
                <w:sz w:val="21"/>
                <w:szCs w:val="21"/>
              </w:rPr>
            </w:pPr>
            <w:r w:rsidRPr="00472F61">
              <w:rPr>
                <w:b/>
                <w:bCs/>
                <w:sz w:val="21"/>
                <w:szCs w:val="21"/>
              </w:rPr>
              <w:t>4,574,236</w:t>
            </w:r>
          </w:p>
        </w:tc>
      </w:tr>
    </w:tbl>
    <w:p w14:paraId="0E85964F" w14:textId="77777777" w:rsidR="00085A9F" w:rsidRPr="00472F61" w:rsidRDefault="00085A9F" w:rsidP="004B3E80">
      <w:pPr>
        <w:spacing w:line="240" w:lineRule="auto"/>
        <w:ind w:left="540"/>
        <w:jc w:val="both"/>
        <w:rPr>
          <w:szCs w:val="22"/>
          <w:lang w:val="en-US"/>
        </w:rPr>
      </w:pPr>
    </w:p>
    <w:p w14:paraId="35E4076D" w14:textId="5CD527C4" w:rsidR="00564A4E" w:rsidRPr="00472F61" w:rsidRDefault="00564A4E" w:rsidP="004B3E80">
      <w:pPr>
        <w:spacing w:line="240" w:lineRule="auto"/>
        <w:ind w:left="540"/>
        <w:jc w:val="both"/>
        <w:rPr>
          <w:szCs w:val="22"/>
          <w:lang w:val="en-US"/>
        </w:rPr>
      </w:pPr>
      <w:r w:rsidRPr="00472F61">
        <w:rPr>
          <w:szCs w:val="22"/>
          <w:lang w:val="en-US"/>
        </w:rPr>
        <w:br w:type="page"/>
      </w:r>
    </w:p>
    <w:tbl>
      <w:tblPr>
        <w:tblW w:w="9720" w:type="dxa"/>
        <w:tblInd w:w="450" w:type="dxa"/>
        <w:tblLayout w:type="fixed"/>
        <w:tblLook w:val="04A0" w:firstRow="1" w:lastRow="0" w:firstColumn="1" w:lastColumn="0" w:noHBand="0" w:noVBand="1"/>
      </w:tblPr>
      <w:tblGrid>
        <w:gridCol w:w="1890"/>
        <w:gridCol w:w="1080"/>
        <w:gridCol w:w="270"/>
        <w:gridCol w:w="1080"/>
        <w:gridCol w:w="270"/>
        <w:gridCol w:w="1080"/>
        <w:gridCol w:w="270"/>
        <w:gridCol w:w="1080"/>
        <w:gridCol w:w="270"/>
        <w:gridCol w:w="990"/>
        <w:gridCol w:w="270"/>
        <w:gridCol w:w="1170"/>
      </w:tblGrid>
      <w:tr w:rsidR="00256BC1" w:rsidRPr="00472F61" w14:paraId="5F0FF599" w14:textId="77777777" w:rsidTr="00682E28">
        <w:tc>
          <w:tcPr>
            <w:tcW w:w="1890" w:type="dxa"/>
            <w:shd w:val="clear" w:color="auto" w:fill="auto"/>
            <w:vAlign w:val="bottom"/>
          </w:tcPr>
          <w:p w14:paraId="07FDB951" w14:textId="77777777" w:rsidR="00256BC1" w:rsidRPr="00472F61" w:rsidRDefault="00256BC1" w:rsidP="0036683B">
            <w:pPr>
              <w:rPr>
                <w:bCs/>
                <w:sz w:val="21"/>
                <w:szCs w:val="21"/>
                <w:cs/>
              </w:rPr>
            </w:pPr>
          </w:p>
        </w:tc>
        <w:tc>
          <w:tcPr>
            <w:tcW w:w="2430" w:type="dxa"/>
            <w:gridSpan w:val="3"/>
          </w:tcPr>
          <w:p w14:paraId="2BBB0E4D" w14:textId="77777777" w:rsidR="00256BC1" w:rsidRPr="00472F61" w:rsidRDefault="00256BC1" w:rsidP="0036683B">
            <w:pPr>
              <w:jc w:val="center"/>
              <w:rPr>
                <w:bCs/>
                <w:sz w:val="21"/>
                <w:szCs w:val="21"/>
                <w:cs/>
              </w:rPr>
            </w:pPr>
            <w:r w:rsidRPr="00472F61">
              <w:rPr>
                <w:b/>
                <w:bCs/>
                <w:sz w:val="21"/>
                <w:szCs w:val="21"/>
              </w:rPr>
              <w:t>Interest rate</w:t>
            </w:r>
          </w:p>
        </w:tc>
        <w:tc>
          <w:tcPr>
            <w:tcW w:w="270" w:type="dxa"/>
            <w:shd w:val="clear" w:color="auto" w:fill="auto"/>
            <w:vAlign w:val="bottom"/>
          </w:tcPr>
          <w:p w14:paraId="42206A74" w14:textId="77777777" w:rsidR="00256BC1" w:rsidRPr="00472F61" w:rsidRDefault="00256BC1" w:rsidP="0036683B">
            <w:pPr>
              <w:jc w:val="center"/>
              <w:rPr>
                <w:bCs/>
                <w:sz w:val="21"/>
                <w:szCs w:val="21"/>
              </w:rPr>
            </w:pPr>
          </w:p>
        </w:tc>
        <w:tc>
          <w:tcPr>
            <w:tcW w:w="5130" w:type="dxa"/>
            <w:gridSpan w:val="7"/>
            <w:shd w:val="clear" w:color="auto" w:fill="auto"/>
            <w:vAlign w:val="bottom"/>
          </w:tcPr>
          <w:p w14:paraId="70A0ACBE" w14:textId="77777777" w:rsidR="00256BC1" w:rsidRPr="00472F61" w:rsidRDefault="00256BC1" w:rsidP="0036683B">
            <w:pPr>
              <w:ind w:left="-95" w:right="-120"/>
              <w:jc w:val="center"/>
              <w:rPr>
                <w:bCs/>
                <w:sz w:val="21"/>
                <w:szCs w:val="21"/>
                <w:cs/>
              </w:rPr>
            </w:pPr>
            <w:r w:rsidRPr="00472F61">
              <w:rPr>
                <w:b/>
                <w:bCs/>
                <w:sz w:val="21"/>
                <w:szCs w:val="21"/>
              </w:rPr>
              <w:t>Separate financial statements</w:t>
            </w:r>
          </w:p>
        </w:tc>
      </w:tr>
      <w:tr w:rsidR="00256BC1" w:rsidRPr="00472F61" w14:paraId="28E5DB77" w14:textId="77777777" w:rsidTr="00682E28">
        <w:tc>
          <w:tcPr>
            <w:tcW w:w="1890" w:type="dxa"/>
            <w:shd w:val="clear" w:color="auto" w:fill="auto"/>
            <w:vAlign w:val="bottom"/>
          </w:tcPr>
          <w:p w14:paraId="024DE31A" w14:textId="77777777" w:rsidR="00256BC1" w:rsidRPr="00472F61" w:rsidRDefault="00256BC1" w:rsidP="0036683B">
            <w:pPr>
              <w:ind w:left="165" w:hanging="165"/>
              <w:rPr>
                <w:bCs/>
                <w:i/>
                <w:iCs/>
                <w:sz w:val="21"/>
                <w:szCs w:val="21"/>
                <w:cs/>
              </w:rPr>
            </w:pPr>
          </w:p>
        </w:tc>
        <w:tc>
          <w:tcPr>
            <w:tcW w:w="1080" w:type="dxa"/>
          </w:tcPr>
          <w:p w14:paraId="010DFADF" w14:textId="0F70F1A7" w:rsidR="00256BC1" w:rsidRPr="00472F61" w:rsidRDefault="00256BC1" w:rsidP="0036683B">
            <w:pPr>
              <w:jc w:val="center"/>
              <w:rPr>
                <w:sz w:val="21"/>
                <w:szCs w:val="21"/>
              </w:rPr>
            </w:pPr>
            <w:r w:rsidRPr="00472F61">
              <w:rPr>
                <w:sz w:val="21"/>
                <w:szCs w:val="21"/>
              </w:rPr>
              <w:t>31 December 2020</w:t>
            </w:r>
          </w:p>
        </w:tc>
        <w:tc>
          <w:tcPr>
            <w:tcW w:w="270" w:type="dxa"/>
            <w:shd w:val="clear" w:color="auto" w:fill="auto"/>
            <w:vAlign w:val="bottom"/>
          </w:tcPr>
          <w:p w14:paraId="105DE6C1" w14:textId="77777777" w:rsidR="00256BC1" w:rsidRPr="00472F61" w:rsidRDefault="00256BC1" w:rsidP="0036683B">
            <w:pPr>
              <w:jc w:val="center"/>
              <w:rPr>
                <w:sz w:val="21"/>
                <w:szCs w:val="21"/>
              </w:rPr>
            </w:pPr>
          </w:p>
        </w:tc>
        <w:tc>
          <w:tcPr>
            <w:tcW w:w="1080" w:type="dxa"/>
            <w:shd w:val="clear" w:color="auto" w:fill="auto"/>
            <w:vAlign w:val="bottom"/>
          </w:tcPr>
          <w:p w14:paraId="7D6A24E3" w14:textId="32F24167" w:rsidR="00256BC1" w:rsidRPr="00472F61" w:rsidRDefault="00256BC1" w:rsidP="0036683B">
            <w:pPr>
              <w:ind w:left="-95" w:right="-120"/>
              <w:jc w:val="center"/>
              <w:rPr>
                <w:sz w:val="21"/>
                <w:szCs w:val="21"/>
                <w:cs/>
              </w:rPr>
            </w:pPr>
            <w:r w:rsidRPr="00472F61">
              <w:rPr>
                <w:sz w:val="21"/>
                <w:szCs w:val="21"/>
              </w:rPr>
              <w:t>31 March 2021</w:t>
            </w:r>
          </w:p>
        </w:tc>
        <w:tc>
          <w:tcPr>
            <w:tcW w:w="270" w:type="dxa"/>
            <w:shd w:val="clear" w:color="auto" w:fill="auto"/>
            <w:vAlign w:val="bottom"/>
          </w:tcPr>
          <w:p w14:paraId="6C16210A" w14:textId="77777777" w:rsidR="00256BC1" w:rsidRPr="00472F61" w:rsidRDefault="00256BC1" w:rsidP="0036683B">
            <w:pPr>
              <w:jc w:val="center"/>
              <w:rPr>
                <w:sz w:val="21"/>
                <w:szCs w:val="21"/>
              </w:rPr>
            </w:pPr>
          </w:p>
        </w:tc>
        <w:tc>
          <w:tcPr>
            <w:tcW w:w="1080" w:type="dxa"/>
            <w:shd w:val="clear" w:color="auto" w:fill="auto"/>
            <w:vAlign w:val="bottom"/>
          </w:tcPr>
          <w:p w14:paraId="27FE635C" w14:textId="32130E5D" w:rsidR="00256BC1" w:rsidRPr="00472F61" w:rsidRDefault="00883DB6" w:rsidP="0036683B">
            <w:pPr>
              <w:ind w:left="-129" w:right="-86"/>
              <w:jc w:val="center"/>
              <w:rPr>
                <w:sz w:val="21"/>
                <w:szCs w:val="21"/>
                <w:cs/>
              </w:rPr>
            </w:pPr>
            <w:r>
              <w:rPr>
                <w:rFonts w:cs="Angsana New"/>
                <w:sz w:val="21"/>
                <w:szCs w:val="26"/>
                <w:lang w:val="en-US" w:bidi="th-TH"/>
              </w:rPr>
              <w:t>31 December 2020</w:t>
            </w:r>
            <w:r w:rsidR="00256BC1" w:rsidRPr="00472F61">
              <w:rPr>
                <w:sz w:val="21"/>
                <w:szCs w:val="21"/>
              </w:rPr>
              <w:t xml:space="preserve"> </w:t>
            </w:r>
            <w:r w:rsidR="00256BC1" w:rsidRPr="00472F61">
              <w:rPr>
                <w:sz w:val="21"/>
                <w:szCs w:val="21"/>
                <w:cs/>
              </w:rPr>
              <w:t xml:space="preserve"> </w:t>
            </w:r>
          </w:p>
        </w:tc>
        <w:tc>
          <w:tcPr>
            <w:tcW w:w="270" w:type="dxa"/>
            <w:shd w:val="clear" w:color="auto" w:fill="auto"/>
            <w:vAlign w:val="bottom"/>
          </w:tcPr>
          <w:p w14:paraId="65369B75" w14:textId="77777777" w:rsidR="00256BC1" w:rsidRPr="00472F61" w:rsidRDefault="00256BC1" w:rsidP="0036683B">
            <w:pPr>
              <w:jc w:val="center"/>
              <w:rPr>
                <w:sz w:val="21"/>
                <w:szCs w:val="21"/>
              </w:rPr>
            </w:pPr>
          </w:p>
        </w:tc>
        <w:tc>
          <w:tcPr>
            <w:tcW w:w="1080" w:type="dxa"/>
            <w:shd w:val="clear" w:color="auto" w:fill="auto"/>
            <w:vAlign w:val="bottom"/>
          </w:tcPr>
          <w:p w14:paraId="7AF6CBF0" w14:textId="77777777" w:rsidR="00256BC1" w:rsidRPr="00472F61" w:rsidRDefault="00256BC1" w:rsidP="0036683B">
            <w:pPr>
              <w:ind w:left="-95" w:right="-120"/>
              <w:jc w:val="center"/>
              <w:rPr>
                <w:sz w:val="21"/>
                <w:szCs w:val="21"/>
                <w:cs/>
              </w:rPr>
            </w:pPr>
            <w:r w:rsidRPr="00472F61">
              <w:rPr>
                <w:sz w:val="21"/>
                <w:szCs w:val="21"/>
              </w:rPr>
              <w:t>Increase</w:t>
            </w:r>
          </w:p>
        </w:tc>
        <w:tc>
          <w:tcPr>
            <w:tcW w:w="270" w:type="dxa"/>
            <w:shd w:val="clear" w:color="auto" w:fill="auto"/>
            <w:vAlign w:val="bottom"/>
          </w:tcPr>
          <w:p w14:paraId="68FAC0BA" w14:textId="77777777" w:rsidR="00256BC1" w:rsidRPr="00472F61" w:rsidRDefault="00256BC1" w:rsidP="0036683B">
            <w:pPr>
              <w:jc w:val="center"/>
              <w:rPr>
                <w:sz w:val="21"/>
                <w:szCs w:val="21"/>
              </w:rPr>
            </w:pPr>
          </w:p>
        </w:tc>
        <w:tc>
          <w:tcPr>
            <w:tcW w:w="990" w:type="dxa"/>
            <w:shd w:val="clear" w:color="auto" w:fill="auto"/>
            <w:vAlign w:val="bottom"/>
          </w:tcPr>
          <w:p w14:paraId="76C09A3A" w14:textId="77777777" w:rsidR="00256BC1" w:rsidRPr="00472F61" w:rsidRDefault="00256BC1" w:rsidP="0036683B">
            <w:pPr>
              <w:ind w:left="-95" w:right="-120"/>
              <w:jc w:val="center"/>
              <w:rPr>
                <w:sz w:val="21"/>
                <w:szCs w:val="21"/>
                <w:cs/>
              </w:rPr>
            </w:pPr>
            <w:r w:rsidRPr="00472F61">
              <w:rPr>
                <w:sz w:val="21"/>
                <w:szCs w:val="21"/>
              </w:rPr>
              <w:t>Decrease</w:t>
            </w:r>
          </w:p>
        </w:tc>
        <w:tc>
          <w:tcPr>
            <w:tcW w:w="270" w:type="dxa"/>
            <w:shd w:val="clear" w:color="auto" w:fill="auto"/>
            <w:vAlign w:val="bottom"/>
          </w:tcPr>
          <w:p w14:paraId="55E98A2C" w14:textId="77777777" w:rsidR="00256BC1" w:rsidRPr="00472F61" w:rsidRDefault="00256BC1" w:rsidP="0036683B">
            <w:pPr>
              <w:jc w:val="center"/>
              <w:rPr>
                <w:sz w:val="21"/>
                <w:szCs w:val="21"/>
              </w:rPr>
            </w:pPr>
          </w:p>
        </w:tc>
        <w:tc>
          <w:tcPr>
            <w:tcW w:w="1170" w:type="dxa"/>
            <w:shd w:val="clear" w:color="auto" w:fill="auto"/>
            <w:vAlign w:val="bottom"/>
          </w:tcPr>
          <w:p w14:paraId="7B66916C" w14:textId="1AF387D9" w:rsidR="00256BC1" w:rsidRPr="00472F61" w:rsidRDefault="00883DB6" w:rsidP="0036683B">
            <w:pPr>
              <w:ind w:left="-95" w:right="-120"/>
              <w:jc w:val="center"/>
              <w:rPr>
                <w:sz w:val="21"/>
                <w:szCs w:val="21"/>
                <w:cs/>
              </w:rPr>
            </w:pPr>
            <w:r>
              <w:rPr>
                <w:sz w:val="21"/>
                <w:szCs w:val="21"/>
              </w:rPr>
              <w:t>31 March</w:t>
            </w:r>
            <w:r w:rsidR="00256BC1" w:rsidRPr="00472F61">
              <w:rPr>
                <w:sz w:val="21"/>
                <w:szCs w:val="21"/>
              </w:rPr>
              <w:t xml:space="preserve"> </w:t>
            </w:r>
            <w:r>
              <w:rPr>
                <w:sz w:val="21"/>
                <w:szCs w:val="21"/>
              </w:rPr>
              <w:t>2021</w:t>
            </w:r>
          </w:p>
        </w:tc>
      </w:tr>
      <w:tr w:rsidR="00256BC1" w:rsidRPr="00472F61" w14:paraId="2C3B91A6" w14:textId="77777777" w:rsidTr="00682E28">
        <w:tc>
          <w:tcPr>
            <w:tcW w:w="1890" w:type="dxa"/>
            <w:shd w:val="clear" w:color="auto" w:fill="auto"/>
          </w:tcPr>
          <w:p w14:paraId="15212832" w14:textId="77777777" w:rsidR="00256BC1" w:rsidRPr="00472F61" w:rsidRDefault="00256BC1" w:rsidP="00256BC1">
            <w:pPr>
              <w:rPr>
                <w:sz w:val="21"/>
                <w:szCs w:val="21"/>
              </w:rPr>
            </w:pPr>
          </w:p>
        </w:tc>
        <w:tc>
          <w:tcPr>
            <w:tcW w:w="2430" w:type="dxa"/>
            <w:gridSpan w:val="3"/>
          </w:tcPr>
          <w:p w14:paraId="340FAFFA" w14:textId="77777777" w:rsidR="00256BC1" w:rsidRPr="00682E28" w:rsidRDefault="00256BC1" w:rsidP="00256BC1">
            <w:pPr>
              <w:jc w:val="center"/>
              <w:rPr>
                <w:i/>
                <w:iCs/>
                <w:sz w:val="21"/>
                <w:szCs w:val="21"/>
              </w:rPr>
            </w:pPr>
            <w:r w:rsidRPr="00682E28">
              <w:rPr>
                <w:i/>
                <w:iCs/>
                <w:sz w:val="21"/>
                <w:szCs w:val="21"/>
              </w:rPr>
              <w:t>(% per annum)</w:t>
            </w:r>
          </w:p>
        </w:tc>
        <w:tc>
          <w:tcPr>
            <w:tcW w:w="270" w:type="dxa"/>
            <w:shd w:val="clear" w:color="auto" w:fill="auto"/>
          </w:tcPr>
          <w:p w14:paraId="58DECAEF" w14:textId="77777777" w:rsidR="00256BC1" w:rsidRPr="00472F61" w:rsidRDefault="00256BC1" w:rsidP="00256BC1">
            <w:pPr>
              <w:rPr>
                <w:sz w:val="21"/>
                <w:szCs w:val="21"/>
              </w:rPr>
            </w:pPr>
          </w:p>
        </w:tc>
        <w:tc>
          <w:tcPr>
            <w:tcW w:w="5130" w:type="dxa"/>
            <w:gridSpan w:val="7"/>
            <w:shd w:val="clear" w:color="auto" w:fill="auto"/>
            <w:vAlign w:val="bottom"/>
          </w:tcPr>
          <w:p w14:paraId="761C06BE" w14:textId="77777777" w:rsidR="00256BC1" w:rsidRPr="00472F61" w:rsidRDefault="00256BC1" w:rsidP="00256BC1">
            <w:pPr>
              <w:ind w:left="-95" w:right="-120"/>
              <w:jc w:val="center"/>
              <w:rPr>
                <w:i/>
                <w:iCs/>
                <w:sz w:val="21"/>
                <w:szCs w:val="21"/>
              </w:rPr>
            </w:pPr>
            <w:r w:rsidRPr="00472F61">
              <w:rPr>
                <w:i/>
                <w:iCs/>
                <w:sz w:val="21"/>
                <w:szCs w:val="21"/>
                <w:cs/>
              </w:rPr>
              <w:t>(</w:t>
            </w:r>
            <w:r w:rsidRPr="00472F61">
              <w:rPr>
                <w:i/>
                <w:iCs/>
                <w:sz w:val="21"/>
                <w:szCs w:val="21"/>
              </w:rPr>
              <w:t>in thousand Baht)</w:t>
            </w:r>
          </w:p>
        </w:tc>
      </w:tr>
      <w:tr w:rsidR="00256BC1" w:rsidRPr="00472F61" w14:paraId="1D0BC489" w14:textId="77777777" w:rsidTr="00682E28">
        <w:tc>
          <w:tcPr>
            <w:tcW w:w="1890" w:type="dxa"/>
            <w:shd w:val="clear" w:color="auto" w:fill="auto"/>
          </w:tcPr>
          <w:p w14:paraId="26FFDE6C" w14:textId="2765AC21" w:rsidR="00256BC1" w:rsidRPr="00682E28" w:rsidRDefault="00256BC1" w:rsidP="006960F2">
            <w:pPr>
              <w:ind w:right="-200"/>
              <w:rPr>
                <w:rFonts w:cs="Angsana New"/>
                <w:b/>
                <w:bCs/>
                <w:i/>
                <w:iCs/>
                <w:sz w:val="21"/>
                <w:szCs w:val="26"/>
                <w:cs/>
                <w:lang w:val="en-US" w:bidi="th-TH"/>
              </w:rPr>
            </w:pPr>
            <w:r w:rsidRPr="00472F61">
              <w:rPr>
                <w:b/>
                <w:bCs/>
                <w:i/>
                <w:iCs/>
                <w:sz w:val="21"/>
                <w:szCs w:val="21"/>
              </w:rPr>
              <w:t>Short-term loans</w:t>
            </w:r>
            <w:r w:rsidR="00682E28">
              <w:rPr>
                <w:b/>
                <w:bCs/>
                <w:i/>
                <w:iCs/>
                <w:sz w:val="21"/>
                <w:szCs w:val="21"/>
                <w:lang w:val="en-US"/>
              </w:rPr>
              <w:t xml:space="preserve"> to</w:t>
            </w:r>
          </w:p>
        </w:tc>
        <w:tc>
          <w:tcPr>
            <w:tcW w:w="1080" w:type="dxa"/>
          </w:tcPr>
          <w:p w14:paraId="41048BC8" w14:textId="77777777" w:rsidR="00256BC1" w:rsidRPr="00472F61" w:rsidRDefault="00256BC1" w:rsidP="0036683B">
            <w:pPr>
              <w:jc w:val="center"/>
              <w:rPr>
                <w:i/>
                <w:iCs/>
                <w:sz w:val="21"/>
                <w:szCs w:val="21"/>
                <w:cs/>
              </w:rPr>
            </w:pPr>
          </w:p>
        </w:tc>
        <w:tc>
          <w:tcPr>
            <w:tcW w:w="270" w:type="dxa"/>
            <w:shd w:val="clear" w:color="auto" w:fill="auto"/>
          </w:tcPr>
          <w:p w14:paraId="66735A7C" w14:textId="77777777" w:rsidR="00256BC1" w:rsidRPr="00472F61" w:rsidRDefault="00256BC1" w:rsidP="0036683B">
            <w:pPr>
              <w:jc w:val="center"/>
              <w:rPr>
                <w:i/>
                <w:iCs/>
                <w:sz w:val="21"/>
                <w:szCs w:val="21"/>
                <w:cs/>
              </w:rPr>
            </w:pPr>
          </w:p>
        </w:tc>
        <w:tc>
          <w:tcPr>
            <w:tcW w:w="1080" w:type="dxa"/>
            <w:shd w:val="clear" w:color="auto" w:fill="auto"/>
          </w:tcPr>
          <w:p w14:paraId="72633749" w14:textId="77777777" w:rsidR="00256BC1" w:rsidRPr="00472F61" w:rsidRDefault="00256BC1" w:rsidP="0036683B">
            <w:pPr>
              <w:jc w:val="center"/>
              <w:rPr>
                <w:i/>
                <w:iCs/>
                <w:sz w:val="21"/>
                <w:szCs w:val="21"/>
                <w:cs/>
              </w:rPr>
            </w:pPr>
          </w:p>
        </w:tc>
        <w:tc>
          <w:tcPr>
            <w:tcW w:w="270" w:type="dxa"/>
            <w:shd w:val="clear" w:color="auto" w:fill="auto"/>
          </w:tcPr>
          <w:p w14:paraId="634CEF77" w14:textId="77777777" w:rsidR="00256BC1" w:rsidRPr="00472F61" w:rsidRDefault="00256BC1" w:rsidP="0036683B">
            <w:pPr>
              <w:rPr>
                <w:sz w:val="21"/>
                <w:szCs w:val="21"/>
              </w:rPr>
            </w:pPr>
          </w:p>
        </w:tc>
        <w:tc>
          <w:tcPr>
            <w:tcW w:w="5130" w:type="dxa"/>
            <w:gridSpan w:val="7"/>
            <w:shd w:val="clear" w:color="auto" w:fill="auto"/>
          </w:tcPr>
          <w:p w14:paraId="198BA37D" w14:textId="77777777" w:rsidR="00256BC1" w:rsidRPr="00472F61" w:rsidRDefault="00256BC1" w:rsidP="0036683B">
            <w:pPr>
              <w:ind w:left="-95" w:right="-120"/>
              <w:jc w:val="center"/>
              <w:rPr>
                <w:i/>
                <w:iCs/>
                <w:sz w:val="21"/>
                <w:szCs w:val="21"/>
                <w:cs/>
              </w:rPr>
            </w:pPr>
          </w:p>
        </w:tc>
      </w:tr>
      <w:tr w:rsidR="000752DE" w:rsidRPr="00472F61" w14:paraId="4788D15C" w14:textId="77777777" w:rsidTr="00682E28">
        <w:tc>
          <w:tcPr>
            <w:tcW w:w="1890" w:type="dxa"/>
            <w:shd w:val="clear" w:color="auto" w:fill="auto"/>
          </w:tcPr>
          <w:p w14:paraId="677F723E" w14:textId="77777777" w:rsidR="00256BC1" w:rsidRPr="00472F61" w:rsidRDefault="00256BC1" w:rsidP="00256BC1">
            <w:pPr>
              <w:rPr>
                <w:sz w:val="21"/>
                <w:szCs w:val="21"/>
              </w:rPr>
            </w:pPr>
            <w:r w:rsidRPr="00472F61">
              <w:rPr>
                <w:sz w:val="21"/>
                <w:szCs w:val="21"/>
              </w:rPr>
              <w:t xml:space="preserve">Subsidiaries </w:t>
            </w:r>
          </w:p>
        </w:tc>
        <w:tc>
          <w:tcPr>
            <w:tcW w:w="1080" w:type="dxa"/>
          </w:tcPr>
          <w:p w14:paraId="1F4E9063" w14:textId="77777777" w:rsidR="00256BC1" w:rsidRPr="00472F61" w:rsidRDefault="00256BC1" w:rsidP="00256BC1">
            <w:pPr>
              <w:jc w:val="center"/>
              <w:rPr>
                <w:sz w:val="21"/>
                <w:szCs w:val="21"/>
                <w:lang w:val="en-US" w:bidi="th-TH"/>
              </w:rPr>
            </w:pPr>
            <w:r w:rsidRPr="00472F61">
              <w:rPr>
                <w:sz w:val="21"/>
                <w:szCs w:val="21"/>
              </w:rPr>
              <w:t>4.03</w:t>
            </w:r>
          </w:p>
        </w:tc>
        <w:tc>
          <w:tcPr>
            <w:tcW w:w="270" w:type="dxa"/>
          </w:tcPr>
          <w:p w14:paraId="2405F3F8" w14:textId="77777777" w:rsidR="00256BC1" w:rsidRPr="00472F61" w:rsidRDefault="00256BC1" w:rsidP="00256BC1">
            <w:pPr>
              <w:jc w:val="center"/>
              <w:rPr>
                <w:sz w:val="21"/>
                <w:szCs w:val="21"/>
              </w:rPr>
            </w:pPr>
          </w:p>
        </w:tc>
        <w:tc>
          <w:tcPr>
            <w:tcW w:w="1080" w:type="dxa"/>
          </w:tcPr>
          <w:p w14:paraId="136D27F2" w14:textId="77777777" w:rsidR="00256BC1" w:rsidRPr="00472F61" w:rsidRDefault="00256BC1" w:rsidP="00256BC1">
            <w:pPr>
              <w:jc w:val="center"/>
              <w:rPr>
                <w:sz w:val="21"/>
                <w:szCs w:val="21"/>
              </w:rPr>
            </w:pPr>
            <w:r w:rsidRPr="00472F61">
              <w:rPr>
                <w:sz w:val="21"/>
                <w:szCs w:val="21"/>
              </w:rPr>
              <w:t>3.86</w:t>
            </w:r>
          </w:p>
        </w:tc>
        <w:tc>
          <w:tcPr>
            <w:tcW w:w="270" w:type="dxa"/>
            <w:shd w:val="clear" w:color="auto" w:fill="auto"/>
          </w:tcPr>
          <w:p w14:paraId="5DA220E4" w14:textId="77777777" w:rsidR="00256BC1" w:rsidRPr="00472F61" w:rsidRDefault="00256BC1" w:rsidP="00256BC1">
            <w:pPr>
              <w:ind w:right="-217"/>
              <w:rPr>
                <w:sz w:val="21"/>
                <w:szCs w:val="21"/>
              </w:rPr>
            </w:pPr>
          </w:p>
        </w:tc>
        <w:tc>
          <w:tcPr>
            <w:tcW w:w="1080" w:type="dxa"/>
            <w:tcBorders>
              <w:top w:val="nil"/>
              <w:left w:val="nil"/>
              <w:bottom w:val="double" w:sz="4" w:space="0" w:color="auto"/>
              <w:right w:val="nil"/>
            </w:tcBorders>
          </w:tcPr>
          <w:p w14:paraId="2FD4AA96" w14:textId="77777777" w:rsidR="00256BC1" w:rsidRPr="00472F61" w:rsidRDefault="00256BC1" w:rsidP="00256BC1">
            <w:pPr>
              <w:tabs>
                <w:tab w:val="decimal" w:pos="972"/>
              </w:tabs>
              <w:ind w:left="-129" w:right="-86"/>
              <w:rPr>
                <w:b/>
                <w:bCs/>
                <w:sz w:val="21"/>
                <w:szCs w:val="21"/>
                <w:lang w:val="en-US" w:bidi="th-TH"/>
              </w:rPr>
            </w:pPr>
            <w:r w:rsidRPr="00472F61">
              <w:rPr>
                <w:b/>
                <w:bCs/>
                <w:sz w:val="21"/>
                <w:szCs w:val="21"/>
              </w:rPr>
              <w:t>1,630,067</w:t>
            </w:r>
          </w:p>
        </w:tc>
        <w:tc>
          <w:tcPr>
            <w:tcW w:w="270" w:type="dxa"/>
          </w:tcPr>
          <w:p w14:paraId="0CA11B94" w14:textId="77777777" w:rsidR="00256BC1" w:rsidRPr="00472F61" w:rsidRDefault="00256BC1" w:rsidP="00256BC1">
            <w:pPr>
              <w:tabs>
                <w:tab w:val="decimal" w:pos="819"/>
              </w:tabs>
              <w:ind w:left="-129" w:right="-86"/>
              <w:rPr>
                <w:sz w:val="21"/>
                <w:szCs w:val="21"/>
              </w:rPr>
            </w:pPr>
          </w:p>
        </w:tc>
        <w:tc>
          <w:tcPr>
            <w:tcW w:w="1080" w:type="dxa"/>
          </w:tcPr>
          <w:p w14:paraId="1BABC380" w14:textId="77777777" w:rsidR="00256BC1" w:rsidRPr="00472F61" w:rsidRDefault="00256BC1" w:rsidP="00256BC1">
            <w:pPr>
              <w:tabs>
                <w:tab w:val="decimal" w:pos="819"/>
              </w:tabs>
              <w:ind w:left="-129" w:right="-86"/>
              <w:rPr>
                <w:sz w:val="21"/>
                <w:szCs w:val="21"/>
              </w:rPr>
            </w:pPr>
            <w:r w:rsidRPr="00472F61">
              <w:rPr>
                <w:sz w:val="21"/>
                <w:szCs w:val="21"/>
              </w:rPr>
              <w:t>66,533</w:t>
            </w:r>
          </w:p>
        </w:tc>
        <w:tc>
          <w:tcPr>
            <w:tcW w:w="270" w:type="dxa"/>
          </w:tcPr>
          <w:p w14:paraId="2777CAF6" w14:textId="77777777" w:rsidR="00256BC1" w:rsidRPr="00472F61" w:rsidRDefault="00256BC1" w:rsidP="00256BC1">
            <w:pPr>
              <w:tabs>
                <w:tab w:val="decimal" w:pos="819"/>
              </w:tabs>
              <w:ind w:left="-129" w:right="-86"/>
              <w:rPr>
                <w:sz w:val="21"/>
                <w:szCs w:val="21"/>
              </w:rPr>
            </w:pPr>
          </w:p>
        </w:tc>
        <w:tc>
          <w:tcPr>
            <w:tcW w:w="990" w:type="dxa"/>
          </w:tcPr>
          <w:p w14:paraId="39B20174" w14:textId="77777777" w:rsidR="00256BC1" w:rsidRPr="00472F61" w:rsidRDefault="00256BC1" w:rsidP="00256BC1">
            <w:pPr>
              <w:tabs>
                <w:tab w:val="decimal" w:pos="714"/>
              </w:tabs>
              <w:ind w:left="-129" w:right="-86"/>
              <w:rPr>
                <w:sz w:val="21"/>
                <w:szCs w:val="21"/>
              </w:rPr>
            </w:pPr>
            <w:r w:rsidRPr="00472F61">
              <w:rPr>
                <w:sz w:val="21"/>
                <w:szCs w:val="21"/>
              </w:rPr>
              <w:t>(16,598)</w:t>
            </w:r>
          </w:p>
        </w:tc>
        <w:tc>
          <w:tcPr>
            <w:tcW w:w="270" w:type="dxa"/>
          </w:tcPr>
          <w:p w14:paraId="7CEEA0EB" w14:textId="77777777" w:rsidR="00256BC1" w:rsidRPr="00472F61" w:rsidRDefault="00256BC1" w:rsidP="00256BC1">
            <w:pPr>
              <w:tabs>
                <w:tab w:val="decimal" w:pos="819"/>
              </w:tabs>
              <w:ind w:left="-129" w:right="-86"/>
              <w:rPr>
                <w:sz w:val="21"/>
                <w:szCs w:val="21"/>
              </w:rPr>
            </w:pPr>
          </w:p>
        </w:tc>
        <w:tc>
          <w:tcPr>
            <w:tcW w:w="1170" w:type="dxa"/>
            <w:tcBorders>
              <w:top w:val="nil"/>
              <w:left w:val="nil"/>
              <w:bottom w:val="double" w:sz="4" w:space="0" w:color="auto"/>
              <w:right w:val="nil"/>
            </w:tcBorders>
          </w:tcPr>
          <w:p w14:paraId="69A05925" w14:textId="77777777" w:rsidR="00256BC1" w:rsidRPr="00472F61" w:rsidRDefault="00256BC1" w:rsidP="00256BC1">
            <w:pPr>
              <w:tabs>
                <w:tab w:val="decimal" w:pos="954"/>
              </w:tabs>
              <w:ind w:left="-129" w:right="-86"/>
              <w:rPr>
                <w:b/>
                <w:bCs/>
                <w:sz w:val="21"/>
                <w:szCs w:val="21"/>
              </w:rPr>
            </w:pPr>
            <w:r w:rsidRPr="00472F61">
              <w:rPr>
                <w:b/>
                <w:bCs/>
                <w:sz w:val="21"/>
                <w:szCs w:val="21"/>
              </w:rPr>
              <w:t>1,680,002</w:t>
            </w:r>
          </w:p>
        </w:tc>
      </w:tr>
      <w:tr w:rsidR="00256BC1" w:rsidRPr="00472F61" w14:paraId="7E61CD08" w14:textId="77777777" w:rsidTr="00682E28">
        <w:tc>
          <w:tcPr>
            <w:tcW w:w="1890" w:type="dxa"/>
            <w:shd w:val="clear" w:color="auto" w:fill="auto"/>
          </w:tcPr>
          <w:p w14:paraId="66D485FE" w14:textId="77777777" w:rsidR="00256BC1" w:rsidRPr="00472F61" w:rsidRDefault="00256BC1" w:rsidP="00256BC1">
            <w:pPr>
              <w:rPr>
                <w:sz w:val="21"/>
                <w:szCs w:val="21"/>
              </w:rPr>
            </w:pPr>
          </w:p>
        </w:tc>
        <w:tc>
          <w:tcPr>
            <w:tcW w:w="1080" w:type="dxa"/>
          </w:tcPr>
          <w:p w14:paraId="02255DBC" w14:textId="77777777" w:rsidR="00256BC1" w:rsidRPr="00472F61" w:rsidRDefault="00256BC1" w:rsidP="00256BC1">
            <w:pPr>
              <w:rPr>
                <w:sz w:val="21"/>
                <w:szCs w:val="21"/>
              </w:rPr>
            </w:pPr>
          </w:p>
        </w:tc>
        <w:tc>
          <w:tcPr>
            <w:tcW w:w="270" w:type="dxa"/>
            <w:shd w:val="clear" w:color="auto" w:fill="auto"/>
          </w:tcPr>
          <w:p w14:paraId="6E899D75" w14:textId="77777777" w:rsidR="00256BC1" w:rsidRPr="00472F61" w:rsidRDefault="00256BC1" w:rsidP="00256BC1">
            <w:pPr>
              <w:rPr>
                <w:sz w:val="21"/>
                <w:szCs w:val="21"/>
              </w:rPr>
            </w:pPr>
          </w:p>
        </w:tc>
        <w:tc>
          <w:tcPr>
            <w:tcW w:w="1080" w:type="dxa"/>
            <w:shd w:val="clear" w:color="auto" w:fill="auto"/>
          </w:tcPr>
          <w:p w14:paraId="306A7922" w14:textId="77777777" w:rsidR="00256BC1" w:rsidRPr="00472F61" w:rsidRDefault="00256BC1" w:rsidP="00256BC1">
            <w:pPr>
              <w:jc w:val="center"/>
              <w:rPr>
                <w:spacing w:val="-10"/>
                <w:sz w:val="21"/>
                <w:szCs w:val="21"/>
              </w:rPr>
            </w:pPr>
          </w:p>
        </w:tc>
        <w:tc>
          <w:tcPr>
            <w:tcW w:w="270" w:type="dxa"/>
            <w:shd w:val="clear" w:color="auto" w:fill="auto"/>
          </w:tcPr>
          <w:p w14:paraId="7FB5DFD8" w14:textId="77777777" w:rsidR="00256BC1" w:rsidRPr="00472F61" w:rsidRDefault="00256BC1" w:rsidP="00256BC1">
            <w:pPr>
              <w:ind w:right="-217"/>
              <w:rPr>
                <w:sz w:val="21"/>
                <w:szCs w:val="21"/>
              </w:rPr>
            </w:pPr>
          </w:p>
        </w:tc>
        <w:tc>
          <w:tcPr>
            <w:tcW w:w="1080" w:type="dxa"/>
            <w:shd w:val="clear" w:color="auto" w:fill="auto"/>
          </w:tcPr>
          <w:p w14:paraId="7F596125" w14:textId="77777777" w:rsidR="00256BC1" w:rsidRPr="00472F61" w:rsidRDefault="00256BC1" w:rsidP="00256BC1">
            <w:pPr>
              <w:tabs>
                <w:tab w:val="decimal" w:pos="797"/>
              </w:tabs>
              <w:ind w:left="-129" w:right="-217"/>
              <w:rPr>
                <w:sz w:val="21"/>
                <w:szCs w:val="21"/>
              </w:rPr>
            </w:pPr>
          </w:p>
        </w:tc>
        <w:tc>
          <w:tcPr>
            <w:tcW w:w="270" w:type="dxa"/>
            <w:shd w:val="clear" w:color="auto" w:fill="auto"/>
          </w:tcPr>
          <w:p w14:paraId="22F0B610" w14:textId="77777777" w:rsidR="00256BC1" w:rsidRPr="00472F61" w:rsidRDefault="00256BC1" w:rsidP="00256BC1">
            <w:pPr>
              <w:ind w:right="-217"/>
              <w:rPr>
                <w:sz w:val="21"/>
                <w:szCs w:val="21"/>
              </w:rPr>
            </w:pPr>
          </w:p>
        </w:tc>
        <w:tc>
          <w:tcPr>
            <w:tcW w:w="1080" w:type="dxa"/>
            <w:shd w:val="clear" w:color="auto" w:fill="auto"/>
          </w:tcPr>
          <w:p w14:paraId="078553C4" w14:textId="77777777" w:rsidR="00256BC1" w:rsidRPr="00472F61" w:rsidRDefault="00256BC1" w:rsidP="00256BC1">
            <w:pPr>
              <w:tabs>
                <w:tab w:val="decimal" w:pos="703"/>
              </w:tabs>
              <w:ind w:right="-217"/>
              <w:rPr>
                <w:sz w:val="21"/>
                <w:szCs w:val="21"/>
              </w:rPr>
            </w:pPr>
          </w:p>
        </w:tc>
        <w:tc>
          <w:tcPr>
            <w:tcW w:w="270" w:type="dxa"/>
            <w:shd w:val="clear" w:color="auto" w:fill="auto"/>
          </w:tcPr>
          <w:p w14:paraId="20EB326A" w14:textId="77777777" w:rsidR="00256BC1" w:rsidRPr="00472F61" w:rsidRDefault="00256BC1" w:rsidP="00256BC1">
            <w:pPr>
              <w:tabs>
                <w:tab w:val="left" w:pos="720"/>
              </w:tabs>
              <w:rPr>
                <w:sz w:val="21"/>
                <w:szCs w:val="21"/>
              </w:rPr>
            </w:pPr>
          </w:p>
        </w:tc>
        <w:tc>
          <w:tcPr>
            <w:tcW w:w="990" w:type="dxa"/>
            <w:shd w:val="clear" w:color="auto" w:fill="auto"/>
          </w:tcPr>
          <w:p w14:paraId="79F9C66D" w14:textId="77777777" w:rsidR="00256BC1" w:rsidRPr="00472F61" w:rsidRDefault="00256BC1" w:rsidP="00256BC1">
            <w:pPr>
              <w:tabs>
                <w:tab w:val="decimal" w:pos="390"/>
              </w:tabs>
              <w:ind w:right="-120"/>
              <w:rPr>
                <w:bCs/>
                <w:sz w:val="21"/>
                <w:szCs w:val="21"/>
              </w:rPr>
            </w:pPr>
          </w:p>
        </w:tc>
        <w:tc>
          <w:tcPr>
            <w:tcW w:w="270" w:type="dxa"/>
            <w:shd w:val="clear" w:color="auto" w:fill="auto"/>
          </w:tcPr>
          <w:p w14:paraId="7E3E2D18" w14:textId="77777777" w:rsidR="00256BC1" w:rsidRPr="00472F61" w:rsidRDefault="00256BC1" w:rsidP="00256BC1">
            <w:pPr>
              <w:tabs>
                <w:tab w:val="left" w:pos="720"/>
              </w:tabs>
              <w:rPr>
                <w:sz w:val="21"/>
                <w:szCs w:val="21"/>
              </w:rPr>
            </w:pPr>
          </w:p>
        </w:tc>
        <w:tc>
          <w:tcPr>
            <w:tcW w:w="1170" w:type="dxa"/>
            <w:shd w:val="clear" w:color="auto" w:fill="auto"/>
          </w:tcPr>
          <w:p w14:paraId="3254E855" w14:textId="77777777" w:rsidR="00256BC1" w:rsidRPr="00472F61" w:rsidRDefault="00256BC1" w:rsidP="00256BC1">
            <w:pPr>
              <w:tabs>
                <w:tab w:val="decimal" w:pos="840"/>
              </w:tabs>
              <w:ind w:left="-95" w:right="-120"/>
              <w:rPr>
                <w:sz w:val="21"/>
                <w:szCs w:val="21"/>
              </w:rPr>
            </w:pPr>
          </w:p>
        </w:tc>
      </w:tr>
      <w:tr w:rsidR="00256BC1" w:rsidRPr="00472F61" w14:paraId="3A9189FC" w14:textId="77777777" w:rsidTr="00682E28">
        <w:tc>
          <w:tcPr>
            <w:tcW w:w="1890" w:type="dxa"/>
            <w:shd w:val="clear" w:color="auto" w:fill="auto"/>
          </w:tcPr>
          <w:p w14:paraId="0903A90A" w14:textId="3AD16CFC" w:rsidR="00256BC1" w:rsidRPr="00472F61" w:rsidRDefault="00256BC1" w:rsidP="00682E28">
            <w:pPr>
              <w:ind w:right="-200"/>
              <w:rPr>
                <w:b/>
                <w:bCs/>
                <w:i/>
                <w:iCs/>
                <w:sz w:val="21"/>
                <w:szCs w:val="21"/>
              </w:rPr>
            </w:pPr>
            <w:r w:rsidRPr="00472F61">
              <w:rPr>
                <w:b/>
                <w:bCs/>
                <w:i/>
                <w:iCs/>
                <w:sz w:val="21"/>
                <w:szCs w:val="21"/>
              </w:rPr>
              <w:t xml:space="preserve">Long-term loans </w:t>
            </w:r>
            <w:r w:rsidR="00682E28">
              <w:rPr>
                <w:b/>
                <w:bCs/>
                <w:i/>
                <w:iCs/>
                <w:sz w:val="21"/>
                <w:szCs w:val="21"/>
              </w:rPr>
              <w:t>to</w:t>
            </w:r>
          </w:p>
        </w:tc>
        <w:tc>
          <w:tcPr>
            <w:tcW w:w="1080" w:type="dxa"/>
          </w:tcPr>
          <w:p w14:paraId="6C78A54B" w14:textId="77777777" w:rsidR="00256BC1" w:rsidRPr="00472F61" w:rsidRDefault="00256BC1" w:rsidP="00256BC1">
            <w:pPr>
              <w:rPr>
                <w:sz w:val="21"/>
                <w:szCs w:val="21"/>
              </w:rPr>
            </w:pPr>
          </w:p>
        </w:tc>
        <w:tc>
          <w:tcPr>
            <w:tcW w:w="270" w:type="dxa"/>
            <w:shd w:val="clear" w:color="auto" w:fill="auto"/>
          </w:tcPr>
          <w:p w14:paraId="6B6A2514" w14:textId="77777777" w:rsidR="00256BC1" w:rsidRPr="00472F61" w:rsidRDefault="00256BC1" w:rsidP="00256BC1">
            <w:pPr>
              <w:rPr>
                <w:sz w:val="21"/>
                <w:szCs w:val="21"/>
              </w:rPr>
            </w:pPr>
          </w:p>
        </w:tc>
        <w:tc>
          <w:tcPr>
            <w:tcW w:w="1080" w:type="dxa"/>
            <w:shd w:val="clear" w:color="auto" w:fill="auto"/>
          </w:tcPr>
          <w:p w14:paraId="621D73C3" w14:textId="77777777" w:rsidR="00256BC1" w:rsidRPr="00472F61" w:rsidRDefault="00256BC1" w:rsidP="00256BC1">
            <w:pPr>
              <w:jc w:val="center"/>
              <w:rPr>
                <w:spacing w:val="-10"/>
                <w:sz w:val="21"/>
                <w:szCs w:val="21"/>
              </w:rPr>
            </w:pPr>
          </w:p>
        </w:tc>
        <w:tc>
          <w:tcPr>
            <w:tcW w:w="270" w:type="dxa"/>
            <w:shd w:val="clear" w:color="auto" w:fill="auto"/>
          </w:tcPr>
          <w:p w14:paraId="1EEEF7A7" w14:textId="77777777" w:rsidR="00256BC1" w:rsidRPr="00472F61" w:rsidRDefault="00256BC1" w:rsidP="00256BC1">
            <w:pPr>
              <w:ind w:right="-217"/>
              <w:rPr>
                <w:sz w:val="21"/>
                <w:szCs w:val="21"/>
              </w:rPr>
            </w:pPr>
          </w:p>
        </w:tc>
        <w:tc>
          <w:tcPr>
            <w:tcW w:w="1080" w:type="dxa"/>
            <w:shd w:val="clear" w:color="auto" w:fill="auto"/>
          </w:tcPr>
          <w:p w14:paraId="509F8627" w14:textId="77777777" w:rsidR="00256BC1" w:rsidRPr="00472F61" w:rsidRDefault="00256BC1" w:rsidP="00256BC1">
            <w:pPr>
              <w:tabs>
                <w:tab w:val="decimal" w:pos="797"/>
              </w:tabs>
              <w:ind w:left="-129" w:right="-217"/>
              <w:rPr>
                <w:sz w:val="21"/>
                <w:szCs w:val="21"/>
              </w:rPr>
            </w:pPr>
          </w:p>
        </w:tc>
        <w:tc>
          <w:tcPr>
            <w:tcW w:w="270" w:type="dxa"/>
            <w:shd w:val="clear" w:color="auto" w:fill="auto"/>
          </w:tcPr>
          <w:p w14:paraId="12EA60C2" w14:textId="77777777" w:rsidR="00256BC1" w:rsidRPr="00472F61" w:rsidRDefault="00256BC1" w:rsidP="00256BC1">
            <w:pPr>
              <w:ind w:right="-217"/>
              <w:rPr>
                <w:sz w:val="21"/>
                <w:szCs w:val="21"/>
              </w:rPr>
            </w:pPr>
          </w:p>
        </w:tc>
        <w:tc>
          <w:tcPr>
            <w:tcW w:w="1080" w:type="dxa"/>
            <w:shd w:val="clear" w:color="auto" w:fill="auto"/>
          </w:tcPr>
          <w:p w14:paraId="448EBD1B" w14:textId="77777777" w:rsidR="00256BC1" w:rsidRPr="00472F61" w:rsidRDefault="00256BC1" w:rsidP="00256BC1">
            <w:pPr>
              <w:tabs>
                <w:tab w:val="decimal" w:pos="703"/>
              </w:tabs>
              <w:ind w:right="-217"/>
              <w:rPr>
                <w:sz w:val="21"/>
                <w:szCs w:val="21"/>
              </w:rPr>
            </w:pPr>
          </w:p>
        </w:tc>
        <w:tc>
          <w:tcPr>
            <w:tcW w:w="270" w:type="dxa"/>
            <w:shd w:val="clear" w:color="auto" w:fill="auto"/>
          </w:tcPr>
          <w:p w14:paraId="32F98B5A" w14:textId="77777777" w:rsidR="00256BC1" w:rsidRPr="00472F61" w:rsidRDefault="00256BC1" w:rsidP="00256BC1">
            <w:pPr>
              <w:tabs>
                <w:tab w:val="left" w:pos="720"/>
              </w:tabs>
              <w:rPr>
                <w:sz w:val="21"/>
                <w:szCs w:val="21"/>
              </w:rPr>
            </w:pPr>
          </w:p>
        </w:tc>
        <w:tc>
          <w:tcPr>
            <w:tcW w:w="990" w:type="dxa"/>
            <w:shd w:val="clear" w:color="auto" w:fill="auto"/>
          </w:tcPr>
          <w:p w14:paraId="2A63CDAB" w14:textId="77777777" w:rsidR="00256BC1" w:rsidRPr="00472F61" w:rsidRDefault="00256BC1" w:rsidP="00256BC1">
            <w:pPr>
              <w:tabs>
                <w:tab w:val="decimal" w:pos="390"/>
              </w:tabs>
              <w:ind w:right="-120"/>
              <w:rPr>
                <w:bCs/>
                <w:sz w:val="21"/>
                <w:szCs w:val="21"/>
              </w:rPr>
            </w:pPr>
          </w:p>
        </w:tc>
        <w:tc>
          <w:tcPr>
            <w:tcW w:w="270" w:type="dxa"/>
            <w:shd w:val="clear" w:color="auto" w:fill="auto"/>
          </w:tcPr>
          <w:p w14:paraId="51D5E805" w14:textId="77777777" w:rsidR="00256BC1" w:rsidRPr="00472F61" w:rsidRDefault="00256BC1" w:rsidP="00256BC1">
            <w:pPr>
              <w:tabs>
                <w:tab w:val="left" w:pos="720"/>
              </w:tabs>
              <w:rPr>
                <w:sz w:val="21"/>
                <w:szCs w:val="21"/>
              </w:rPr>
            </w:pPr>
          </w:p>
        </w:tc>
        <w:tc>
          <w:tcPr>
            <w:tcW w:w="1170" w:type="dxa"/>
            <w:shd w:val="clear" w:color="auto" w:fill="auto"/>
          </w:tcPr>
          <w:p w14:paraId="1632EBEC" w14:textId="77777777" w:rsidR="00256BC1" w:rsidRPr="00472F61" w:rsidRDefault="00256BC1" w:rsidP="00256BC1">
            <w:pPr>
              <w:tabs>
                <w:tab w:val="decimal" w:pos="840"/>
              </w:tabs>
              <w:ind w:left="-95" w:right="-120"/>
              <w:rPr>
                <w:sz w:val="21"/>
                <w:szCs w:val="21"/>
              </w:rPr>
            </w:pPr>
          </w:p>
        </w:tc>
      </w:tr>
      <w:tr w:rsidR="000752DE" w:rsidRPr="00472F61" w14:paraId="6DE425A1" w14:textId="77777777" w:rsidTr="00682E28">
        <w:tc>
          <w:tcPr>
            <w:tcW w:w="1890" w:type="dxa"/>
            <w:shd w:val="clear" w:color="auto" w:fill="auto"/>
          </w:tcPr>
          <w:p w14:paraId="7C676CCC" w14:textId="77777777" w:rsidR="00256BC1" w:rsidRPr="00472F61" w:rsidRDefault="00256BC1" w:rsidP="00256BC1">
            <w:pPr>
              <w:rPr>
                <w:sz w:val="21"/>
                <w:szCs w:val="21"/>
              </w:rPr>
            </w:pPr>
            <w:r w:rsidRPr="00472F61">
              <w:rPr>
                <w:sz w:val="21"/>
                <w:szCs w:val="21"/>
              </w:rPr>
              <w:t>Subsidiaries</w:t>
            </w:r>
          </w:p>
        </w:tc>
        <w:tc>
          <w:tcPr>
            <w:tcW w:w="1080" w:type="dxa"/>
          </w:tcPr>
          <w:p w14:paraId="26C5CFAA" w14:textId="77777777" w:rsidR="00256BC1" w:rsidRPr="00472F61" w:rsidRDefault="00256BC1" w:rsidP="00256BC1">
            <w:pPr>
              <w:jc w:val="center"/>
              <w:rPr>
                <w:sz w:val="21"/>
                <w:szCs w:val="21"/>
                <w:lang w:val="en-US" w:bidi="th-TH"/>
              </w:rPr>
            </w:pPr>
            <w:r w:rsidRPr="00472F61">
              <w:rPr>
                <w:sz w:val="21"/>
                <w:szCs w:val="21"/>
              </w:rPr>
              <w:t>4.03</w:t>
            </w:r>
          </w:p>
        </w:tc>
        <w:tc>
          <w:tcPr>
            <w:tcW w:w="270" w:type="dxa"/>
            <w:shd w:val="clear" w:color="auto" w:fill="auto"/>
          </w:tcPr>
          <w:p w14:paraId="0DBC627C" w14:textId="77777777" w:rsidR="00256BC1" w:rsidRPr="00472F61" w:rsidRDefault="00256BC1" w:rsidP="00256BC1">
            <w:pPr>
              <w:jc w:val="center"/>
              <w:rPr>
                <w:sz w:val="21"/>
                <w:szCs w:val="21"/>
              </w:rPr>
            </w:pPr>
          </w:p>
        </w:tc>
        <w:tc>
          <w:tcPr>
            <w:tcW w:w="1080" w:type="dxa"/>
            <w:shd w:val="clear" w:color="auto" w:fill="auto"/>
          </w:tcPr>
          <w:p w14:paraId="0F1AEB98" w14:textId="77777777" w:rsidR="00256BC1" w:rsidRPr="00472F61" w:rsidRDefault="00256BC1" w:rsidP="00256BC1">
            <w:pPr>
              <w:jc w:val="center"/>
              <w:rPr>
                <w:sz w:val="21"/>
                <w:szCs w:val="21"/>
              </w:rPr>
            </w:pPr>
            <w:r w:rsidRPr="00472F61">
              <w:rPr>
                <w:sz w:val="21"/>
                <w:szCs w:val="21"/>
              </w:rPr>
              <w:t>3.86</w:t>
            </w:r>
          </w:p>
        </w:tc>
        <w:tc>
          <w:tcPr>
            <w:tcW w:w="270" w:type="dxa"/>
            <w:shd w:val="clear" w:color="auto" w:fill="auto"/>
          </w:tcPr>
          <w:p w14:paraId="16CCD0B5" w14:textId="77777777" w:rsidR="00256BC1" w:rsidRPr="00472F61" w:rsidRDefault="00256BC1" w:rsidP="00256BC1">
            <w:pPr>
              <w:ind w:right="-217"/>
              <w:rPr>
                <w:sz w:val="21"/>
                <w:szCs w:val="21"/>
              </w:rPr>
            </w:pPr>
          </w:p>
        </w:tc>
        <w:tc>
          <w:tcPr>
            <w:tcW w:w="1080" w:type="dxa"/>
            <w:tcBorders>
              <w:top w:val="nil"/>
              <w:left w:val="nil"/>
              <w:bottom w:val="double" w:sz="4" w:space="0" w:color="auto"/>
              <w:right w:val="nil"/>
            </w:tcBorders>
          </w:tcPr>
          <w:p w14:paraId="4A6F62DB" w14:textId="77777777" w:rsidR="00256BC1" w:rsidRPr="00472F61" w:rsidRDefault="00256BC1" w:rsidP="00256BC1">
            <w:pPr>
              <w:tabs>
                <w:tab w:val="decimal" w:pos="972"/>
              </w:tabs>
              <w:ind w:left="-129" w:right="-86"/>
              <w:rPr>
                <w:b/>
                <w:bCs/>
                <w:sz w:val="21"/>
                <w:szCs w:val="21"/>
                <w:lang w:val="en-US" w:bidi="th-TH"/>
              </w:rPr>
            </w:pPr>
            <w:r w:rsidRPr="00472F61">
              <w:rPr>
                <w:b/>
                <w:bCs/>
                <w:sz w:val="21"/>
                <w:szCs w:val="21"/>
              </w:rPr>
              <w:t>5,213,673</w:t>
            </w:r>
          </w:p>
        </w:tc>
        <w:tc>
          <w:tcPr>
            <w:tcW w:w="270" w:type="dxa"/>
          </w:tcPr>
          <w:p w14:paraId="2E3040C1" w14:textId="77777777" w:rsidR="00256BC1" w:rsidRPr="00472F61" w:rsidRDefault="00256BC1" w:rsidP="00256BC1">
            <w:pPr>
              <w:tabs>
                <w:tab w:val="decimal" w:pos="819"/>
              </w:tabs>
              <w:ind w:left="-129" w:right="-86"/>
              <w:rPr>
                <w:sz w:val="21"/>
                <w:szCs w:val="21"/>
              </w:rPr>
            </w:pPr>
          </w:p>
        </w:tc>
        <w:tc>
          <w:tcPr>
            <w:tcW w:w="1080" w:type="dxa"/>
          </w:tcPr>
          <w:p w14:paraId="0C30F3C0" w14:textId="77777777" w:rsidR="00256BC1" w:rsidRPr="00472F61" w:rsidRDefault="00256BC1" w:rsidP="00256BC1">
            <w:pPr>
              <w:tabs>
                <w:tab w:val="decimal" w:pos="819"/>
              </w:tabs>
              <w:ind w:left="-129" w:right="-86"/>
              <w:rPr>
                <w:sz w:val="21"/>
                <w:szCs w:val="21"/>
              </w:rPr>
            </w:pPr>
            <w:r w:rsidRPr="00472F61">
              <w:rPr>
                <w:sz w:val="21"/>
                <w:szCs w:val="21"/>
              </w:rPr>
              <w:t>46,470</w:t>
            </w:r>
          </w:p>
        </w:tc>
        <w:tc>
          <w:tcPr>
            <w:tcW w:w="270" w:type="dxa"/>
          </w:tcPr>
          <w:p w14:paraId="4D03B2BD" w14:textId="77777777" w:rsidR="00256BC1" w:rsidRPr="00472F61" w:rsidRDefault="00256BC1" w:rsidP="00256BC1">
            <w:pPr>
              <w:tabs>
                <w:tab w:val="decimal" w:pos="819"/>
              </w:tabs>
              <w:ind w:left="-129" w:right="-86"/>
              <w:rPr>
                <w:sz w:val="21"/>
                <w:szCs w:val="21"/>
              </w:rPr>
            </w:pPr>
          </w:p>
        </w:tc>
        <w:tc>
          <w:tcPr>
            <w:tcW w:w="990" w:type="dxa"/>
          </w:tcPr>
          <w:p w14:paraId="21ECDA06" w14:textId="77777777" w:rsidR="00256BC1" w:rsidRPr="00472F61" w:rsidRDefault="00256BC1" w:rsidP="00290435">
            <w:pPr>
              <w:tabs>
                <w:tab w:val="decimal" w:pos="714"/>
              </w:tabs>
              <w:ind w:left="-129" w:right="-86"/>
              <w:rPr>
                <w:sz w:val="21"/>
                <w:szCs w:val="21"/>
              </w:rPr>
            </w:pPr>
            <w:r w:rsidRPr="00472F61">
              <w:rPr>
                <w:sz w:val="21"/>
                <w:szCs w:val="21"/>
              </w:rPr>
              <w:t>(7)</w:t>
            </w:r>
          </w:p>
        </w:tc>
        <w:tc>
          <w:tcPr>
            <w:tcW w:w="270" w:type="dxa"/>
          </w:tcPr>
          <w:p w14:paraId="1674D819" w14:textId="77777777" w:rsidR="00256BC1" w:rsidRPr="00472F61" w:rsidRDefault="00256BC1" w:rsidP="00256BC1">
            <w:pPr>
              <w:tabs>
                <w:tab w:val="decimal" w:pos="819"/>
              </w:tabs>
              <w:ind w:left="-129" w:right="-86"/>
              <w:rPr>
                <w:sz w:val="21"/>
                <w:szCs w:val="21"/>
              </w:rPr>
            </w:pPr>
          </w:p>
        </w:tc>
        <w:tc>
          <w:tcPr>
            <w:tcW w:w="1170" w:type="dxa"/>
            <w:tcBorders>
              <w:top w:val="nil"/>
              <w:left w:val="nil"/>
              <w:bottom w:val="double" w:sz="4" w:space="0" w:color="auto"/>
              <w:right w:val="nil"/>
            </w:tcBorders>
          </w:tcPr>
          <w:p w14:paraId="1B92E83D" w14:textId="77777777" w:rsidR="00256BC1" w:rsidRPr="00472F61" w:rsidRDefault="00256BC1" w:rsidP="00256BC1">
            <w:pPr>
              <w:tabs>
                <w:tab w:val="decimal" w:pos="954"/>
              </w:tabs>
              <w:ind w:left="-129" w:right="-86"/>
              <w:rPr>
                <w:b/>
                <w:bCs/>
                <w:sz w:val="21"/>
                <w:szCs w:val="21"/>
              </w:rPr>
            </w:pPr>
            <w:r w:rsidRPr="00472F61">
              <w:rPr>
                <w:b/>
                <w:bCs/>
                <w:sz w:val="21"/>
                <w:szCs w:val="21"/>
              </w:rPr>
              <w:t>5,260,136</w:t>
            </w:r>
          </w:p>
        </w:tc>
      </w:tr>
    </w:tbl>
    <w:p w14:paraId="6484778A" w14:textId="77777777" w:rsidR="00085A9F" w:rsidRPr="00472F61" w:rsidRDefault="00085A9F" w:rsidP="004B3E80">
      <w:pPr>
        <w:spacing w:line="240" w:lineRule="auto"/>
        <w:ind w:left="540"/>
        <w:jc w:val="both"/>
        <w:rPr>
          <w:szCs w:val="22"/>
          <w:lang w:val="en-US"/>
        </w:rPr>
      </w:pPr>
    </w:p>
    <w:tbl>
      <w:tblPr>
        <w:tblW w:w="9718" w:type="dxa"/>
        <w:tblInd w:w="450" w:type="dxa"/>
        <w:tblLayout w:type="fixed"/>
        <w:tblCellMar>
          <w:left w:w="79" w:type="dxa"/>
          <w:right w:w="79" w:type="dxa"/>
        </w:tblCellMar>
        <w:tblLook w:val="0000" w:firstRow="0" w:lastRow="0" w:firstColumn="0" w:lastColumn="0" w:noHBand="0" w:noVBand="0"/>
      </w:tblPr>
      <w:tblGrid>
        <w:gridCol w:w="4163"/>
        <w:gridCol w:w="1202"/>
        <w:gridCol w:w="185"/>
        <w:gridCol w:w="1298"/>
        <w:gridCol w:w="185"/>
        <w:gridCol w:w="1204"/>
        <w:gridCol w:w="185"/>
        <w:gridCol w:w="1296"/>
      </w:tblGrid>
      <w:tr w:rsidR="003834E5" w:rsidRPr="00472F61" w14:paraId="585CD246" w14:textId="77777777" w:rsidTr="003834E5">
        <w:trPr>
          <w:cantSplit/>
          <w:tblHeader/>
        </w:trPr>
        <w:tc>
          <w:tcPr>
            <w:tcW w:w="4163" w:type="dxa"/>
            <w:vAlign w:val="bottom"/>
          </w:tcPr>
          <w:p w14:paraId="48EAD242" w14:textId="77777777" w:rsidR="003834E5" w:rsidRPr="00472F61" w:rsidRDefault="003834E5" w:rsidP="0036683B">
            <w:pPr>
              <w:spacing w:line="240" w:lineRule="atLeast"/>
              <w:ind w:left="281" w:hanging="281"/>
              <w:rPr>
                <w:b/>
                <w:bCs/>
                <w:i/>
                <w:iCs/>
                <w:szCs w:val="22"/>
              </w:rPr>
            </w:pPr>
          </w:p>
        </w:tc>
        <w:tc>
          <w:tcPr>
            <w:tcW w:w="2685" w:type="dxa"/>
            <w:gridSpan w:val="3"/>
          </w:tcPr>
          <w:p w14:paraId="739101BE" w14:textId="77777777" w:rsidR="003834E5" w:rsidRPr="00472F61" w:rsidRDefault="003834E5" w:rsidP="0036683B">
            <w:pPr>
              <w:pStyle w:val="acctmergecolhdg"/>
              <w:spacing w:line="240" w:lineRule="atLeast"/>
              <w:rPr>
                <w:szCs w:val="22"/>
              </w:rPr>
            </w:pPr>
            <w:r w:rsidRPr="00472F61">
              <w:rPr>
                <w:szCs w:val="22"/>
              </w:rPr>
              <w:t xml:space="preserve">Consolidated </w:t>
            </w:r>
          </w:p>
          <w:p w14:paraId="1CFCD913" w14:textId="77777777" w:rsidR="003834E5" w:rsidRPr="00472F61" w:rsidRDefault="003834E5" w:rsidP="0036683B">
            <w:pPr>
              <w:pStyle w:val="acctmergecolhdg"/>
              <w:spacing w:line="240" w:lineRule="atLeast"/>
              <w:rPr>
                <w:szCs w:val="22"/>
              </w:rPr>
            </w:pPr>
            <w:r w:rsidRPr="00472F61">
              <w:rPr>
                <w:szCs w:val="22"/>
              </w:rPr>
              <w:t>financial statements</w:t>
            </w:r>
          </w:p>
        </w:tc>
        <w:tc>
          <w:tcPr>
            <w:tcW w:w="185" w:type="dxa"/>
          </w:tcPr>
          <w:p w14:paraId="2B207BE7" w14:textId="77777777" w:rsidR="003834E5" w:rsidRPr="00472F61" w:rsidRDefault="003834E5" w:rsidP="0036683B">
            <w:pPr>
              <w:pStyle w:val="acctmergecolhdg"/>
              <w:spacing w:line="240" w:lineRule="atLeast"/>
              <w:rPr>
                <w:szCs w:val="22"/>
              </w:rPr>
            </w:pPr>
          </w:p>
        </w:tc>
        <w:tc>
          <w:tcPr>
            <w:tcW w:w="2685" w:type="dxa"/>
            <w:gridSpan w:val="3"/>
          </w:tcPr>
          <w:p w14:paraId="183E2A22" w14:textId="77777777" w:rsidR="003834E5" w:rsidRPr="00472F61" w:rsidRDefault="003834E5" w:rsidP="0036683B">
            <w:pPr>
              <w:pStyle w:val="acctmergecolhdg"/>
              <w:spacing w:line="240" w:lineRule="atLeast"/>
              <w:rPr>
                <w:szCs w:val="22"/>
              </w:rPr>
            </w:pPr>
            <w:r w:rsidRPr="00472F61">
              <w:rPr>
                <w:szCs w:val="22"/>
              </w:rPr>
              <w:t xml:space="preserve">Separate </w:t>
            </w:r>
          </w:p>
          <w:p w14:paraId="23E30C55" w14:textId="77777777" w:rsidR="003834E5" w:rsidRPr="00472F61" w:rsidRDefault="003834E5" w:rsidP="0036683B">
            <w:pPr>
              <w:pStyle w:val="acctmergecolhdg"/>
              <w:spacing w:line="240" w:lineRule="atLeast"/>
              <w:rPr>
                <w:szCs w:val="22"/>
              </w:rPr>
            </w:pPr>
            <w:r w:rsidRPr="00472F61">
              <w:rPr>
                <w:szCs w:val="22"/>
              </w:rPr>
              <w:t>financial statements</w:t>
            </w:r>
          </w:p>
        </w:tc>
      </w:tr>
      <w:tr w:rsidR="003834E5" w:rsidRPr="00472F61" w14:paraId="4562C584" w14:textId="77777777" w:rsidTr="003834E5">
        <w:trPr>
          <w:cantSplit/>
          <w:tblHeader/>
        </w:trPr>
        <w:tc>
          <w:tcPr>
            <w:tcW w:w="4163" w:type="dxa"/>
          </w:tcPr>
          <w:p w14:paraId="7BFBA683" w14:textId="77777777" w:rsidR="003834E5" w:rsidRPr="00472F61" w:rsidRDefault="003834E5" w:rsidP="003834E5">
            <w:pPr>
              <w:pStyle w:val="acctfourfigures"/>
              <w:spacing w:line="240" w:lineRule="atLeast"/>
              <w:rPr>
                <w:szCs w:val="22"/>
              </w:rPr>
            </w:pPr>
          </w:p>
        </w:tc>
        <w:tc>
          <w:tcPr>
            <w:tcW w:w="1202" w:type="dxa"/>
            <w:vAlign w:val="center"/>
          </w:tcPr>
          <w:p w14:paraId="002FDCB1" w14:textId="77777777" w:rsidR="003834E5" w:rsidRPr="00472F61" w:rsidRDefault="003834E5" w:rsidP="003834E5">
            <w:pPr>
              <w:pStyle w:val="acctmergecolhdg"/>
              <w:spacing w:line="240" w:lineRule="atLeast"/>
              <w:rPr>
                <w:b w:val="0"/>
                <w:bCs/>
                <w:szCs w:val="22"/>
              </w:rPr>
            </w:pPr>
            <w:r w:rsidRPr="00472F61">
              <w:rPr>
                <w:b w:val="0"/>
                <w:bCs/>
                <w:szCs w:val="22"/>
              </w:rPr>
              <w:t>31 March</w:t>
            </w:r>
          </w:p>
        </w:tc>
        <w:tc>
          <w:tcPr>
            <w:tcW w:w="185" w:type="dxa"/>
            <w:vAlign w:val="center"/>
          </w:tcPr>
          <w:p w14:paraId="47321165" w14:textId="77777777" w:rsidR="003834E5" w:rsidRPr="00472F61" w:rsidRDefault="003834E5" w:rsidP="003834E5">
            <w:pPr>
              <w:pStyle w:val="acctmergecolhdg"/>
              <w:spacing w:line="240" w:lineRule="atLeast"/>
              <w:rPr>
                <w:b w:val="0"/>
                <w:bCs/>
                <w:szCs w:val="22"/>
              </w:rPr>
            </w:pPr>
          </w:p>
        </w:tc>
        <w:tc>
          <w:tcPr>
            <w:tcW w:w="1298" w:type="dxa"/>
            <w:vAlign w:val="center"/>
          </w:tcPr>
          <w:p w14:paraId="66D23824" w14:textId="77777777" w:rsidR="003834E5" w:rsidRPr="00472F61" w:rsidRDefault="003834E5" w:rsidP="003834E5">
            <w:pPr>
              <w:pStyle w:val="acctmergecolhdg"/>
              <w:spacing w:line="240" w:lineRule="atLeast"/>
              <w:ind w:left="-49" w:right="-72"/>
              <w:rPr>
                <w:b w:val="0"/>
                <w:bCs/>
                <w:szCs w:val="22"/>
              </w:rPr>
            </w:pPr>
            <w:r w:rsidRPr="00472F61">
              <w:rPr>
                <w:b w:val="0"/>
                <w:bCs/>
                <w:szCs w:val="22"/>
              </w:rPr>
              <w:t>31 December</w:t>
            </w:r>
          </w:p>
        </w:tc>
        <w:tc>
          <w:tcPr>
            <w:tcW w:w="185" w:type="dxa"/>
            <w:vAlign w:val="center"/>
          </w:tcPr>
          <w:p w14:paraId="29C0AD3F" w14:textId="77777777" w:rsidR="003834E5" w:rsidRPr="00472F61" w:rsidRDefault="003834E5" w:rsidP="003834E5">
            <w:pPr>
              <w:pStyle w:val="acctmergecolhdg"/>
              <w:spacing w:line="240" w:lineRule="atLeast"/>
              <w:rPr>
                <w:b w:val="0"/>
                <w:bCs/>
                <w:szCs w:val="22"/>
              </w:rPr>
            </w:pPr>
          </w:p>
        </w:tc>
        <w:tc>
          <w:tcPr>
            <w:tcW w:w="1204" w:type="dxa"/>
            <w:vAlign w:val="center"/>
          </w:tcPr>
          <w:p w14:paraId="5FC32081" w14:textId="77777777" w:rsidR="003834E5" w:rsidRPr="00472F61" w:rsidRDefault="003834E5" w:rsidP="003834E5">
            <w:pPr>
              <w:pStyle w:val="acctmergecolhdg"/>
              <w:spacing w:line="240" w:lineRule="atLeast"/>
              <w:rPr>
                <w:b w:val="0"/>
                <w:bCs/>
                <w:szCs w:val="22"/>
              </w:rPr>
            </w:pPr>
            <w:r w:rsidRPr="00472F61">
              <w:rPr>
                <w:b w:val="0"/>
                <w:bCs/>
                <w:szCs w:val="22"/>
              </w:rPr>
              <w:t>31 March</w:t>
            </w:r>
          </w:p>
        </w:tc>
        <w:tc>
          <w:tcPr>
            <w:tcW w:w="185" w:type="dxa"/>
            <w:vAlign w:val="center"/>
          </w:tcPr>
          <w:p w14:paraId="5BC2CDCD" w14:textId="77777777" w:rsidR="003834E5" w:rsidRPr="00472F61" w:rsidRDefault="003834E5" w:rsidP="003834E5">
            <w:pPr>
              <w:pStyle w:val="acctmergecolhdg"/>
              <w:spacing w:line="240" w:lineRule="atLeast"/>
              <w:rPr>
                <w:b w:val="0"/>
                <w:bCs/>
                <w:szCs w:val="22"/>
              </w:rPr>
            </w:pPr>
          </w:p>
        </w:tc>
        <w:tc>
          <w:tcPr>
            <w:tcW w:w="1296" w:type="dxa"/>
            <w:vAlign w:val="center"/>
          </w:tcPr>
          <w:p w14:paraId="5B5E229D" w14:textId="77777777" w:rsidR="003834E5" w:rsidRPr="00472F61" w:rsidRDefault="003834E5" w:rsidP="003834E5">
            <w:pPr>
              <w:pStyle w:val="acctmergecolhdg"/>
              <w:spacing w:line="240" w:lineRule="atLeast"/>
              <w:ind w:left="-40" w:right="-81"/>
              <w:rPr>
                <w:b w:val="0"/>
                <w:bCs/>
                <w:szCs w:val="22"/>
              </w:rPr>
            </w:pPr>
            <w:r w:rsidRPr="00472F61">
              <w:rPr>
                <w:b w:val="0"/>
                <w:bCs/>
                <w:szCs w:val="22"/>
              </w:rPr>
              <w:t>31 December</w:t>
            </w:r>
          </w:p>
        </w:tc>
      </w:tr>
      <w:tr w:rsidR="003834E5" w:rsidRPr="00472F61" w14:paraId="20350FFE" w14:textId="77777777" w:rsidTr="003834E5">
        <w:trPr>
          <w:cantSplit/>
          <w:tblHeader/>
        </w:trPr>
        <w:tc>
          <w:tcPr>
            <w:tcW w:w="4163" w:type="dxa"/>
          </w:tcPr>
          <w:p w14:paraId="794022AE" w14:textId="77777777" w:rsidR="003834E5" w:rsidRPr="00472F61" w:rsidRDefault="003834E5" w:rsidP="003834E5">
            <w:pPr>
              <w:pStyle w:val="acctfourfigures"/>
              <w:spacing w:line="240" w:lineRule="atLeast"/>
              <w:rPr>
                <w:szCs w:val="22"/>
              </w:rPr>
            </w:pPr>
          </w:p>
        </w:tc>
        <w:tc>
          <w:tcPr>
            <w:tcW w:w="1202" w:type="dxa"/>
            <w:vAlign w:val="center"/>
          </w:tcPr>
          <w:p w14:paraId="2C7F6339" w14:textId="77777777" w:rsidR="003834E5" w:rsidRPr="00472F61" w:rsidRDefault="003834E5" w:rsidP="003834E5">
            <w:pPr>
              <w:pStyle w:val="acctmergecolhdg"/>
              <w:spacing w:line="240" w:lineRule="atLeast"/>
              <w:rPr>
                <w:b w:val="0"/>
                <w:bCs/>
                <w:szCs w:val="22"/>
              </w:rPr>
            </w:pPr>
            <w:r w:rsidRPr="00472F61">
              <w:rPr>
                <w:b w:val="0"/>
                <w:bCs/>
                <w:szCs w:val="22"/>
              </w:rPr>
              <w:t>2021</w:t>
            </w:r>
          </w:p>
        </w:tc>
        <w:tc>
          <w:tcPr>
            <w:tcW w:w="185" w:type="dxa"/>
            <w:vAlign w:val="center"/>
          </w:tcPr>
          <w:p w14:paraId="2E0E5ED8" w14:textId="77777777" w:rsidR="003834E5" w:rsidRPr="00472F61" w:rsidRDefault="003834E5" w:rsidP="003834E5">
            <w:pPr>
              <w:pStyle w:val="acctmergecolhdg"/>
              <w:spacing w:line="240" w:lineRule="atLeast"/>
              <w:rPr>
                <w:b w:val="0"/>
                <w:bCs/>
                <w:szCs w:val="22"/>
              </w:rPr>
            </w:pPr>
          </w:p>
        </w:tc>
        <w:tc>
          <w:tcPr>
            <w:tcW w:w="1298" w:type="dxa"/>
            <w:vAlign w:val="center"/>
          </w:tcPr>
          <w:p w14:paraId="785955D6" w14:textId="77777777" w:rsidR="003834E5" w:rsidRPr="00472F61" w:rsidRDefault="003834E5" w:rsidP="003834E5">
            <w:pPr>
              <w:pStyle w:val="acctmergecolhdg"/>
              <w:spacing w:line="240" w:lineRule="atLeast"/>
              <w:rPr>
                <w:b w:val="0"/>
                <w:bCs/>
                <w:szCs w:val="22"/>
              </w:rPr>
            </w:pPr>
            <w:r w:rsidRPr="00472F61">
              <w:rPr>
                <w:b w:val="0"/>
                <w:bCs/>
                <w:szCs w:val="22"/>
              </w:rPr>
              <w:t>2020</w:t>
            </w:r>
          </w:p>
        </w:tc>
        <w:tc>
          <w:tcPr>
            <w:tcW w:w="185" w:type="dxa"/>
            <w:vAlign w:val="center"/>
          </w:tcPr>
          <w:p w14:paraId="163EFCFD" w14:textId="77777777" w:rsidR="003834E5" w:rsidRPr="00472F61" w:rsidRDefault="003834E5" w:rsidP="003834E5">
            <w:pPr>
              <w:pStyle w:val="acctmergecolhdg"/>
              <w:spacing w:line="240" w:lineRule="atLeast"/>
              <w:rPr>
                <w:b w:val="0"/>
                <w:bCs/>
                <w:szCs w:val="22"/>
              </w:rPr>
            </w:pPr>
          </w:p>
        </w:tc>
        <w:tc>
          <w:tcPr>
            <w:tcW w:w="1204" w:type="dxa"/>
            <w:vAlign w:val="center"/>
          </w:tcPr>
          <w:p w14:paraId="097C2E56" w14:textId="77777777" w:rsidR="003834E5" w:rsidRPr="00472F61" w:rsidRDefault="003834E5" w:rsidP="003834E5">
            <w:pPr>
              <w:pStyle w:val="acctmergecolhdg"/>
              <w:spacing w:line="240" w:lineRule="atLeast"/>
              <w:rPr>
                <w:b w:val="0"/>
                <w:bCs/>
                <w:szCs w:val="22"/>
              </w:rPr>
            </w:pPr>
            <w:r w:rsidRPr="00472F61">
              <w:rPr>
                <w:b w:val="0"/>
                <w:bCs/>
                <w:szCs w:val="22"/>
              </w:rPr>
              <w:t>2021</w:t>
            </w:r>
          </w:p>
        </w:tc>
        <w:tc>
          <w:tcPr>
            <w:tcW w:w="185" w:type="dxa"/>
            <w:vAlign w:val="center"/>
          </w:tcPr>
          <w:p w14:paraId="7C0A4419" w14:textId="77777777" w:rsidR="003834E5" w:rsidRPr="00472F61" w:rsidRDefault="003834E5" w:rsidP="003834E5">
            <w:pPr>
              <w:pStyle w:val="acctmergecolhdg"/>
              <w:spacing w:line="240" w:lineRule="atLeast"/>
              <w:rPr>
                <w:b w:val="0"/>
                <w:bCs/>
                <w:szCs w:val="22"/>
              </w:rPr>
            </w:pPr>
          </w:p>
        </w:tc>
        <w:tc>
          <w:tcPr>
            <w:tcW w:w="1296" w:type="dxa"/>
            <w:vAlign w:val="center"/>
          </w:tcPr>
          <w:p w14:paraId="30E36F64" w14:textId="77777777" w:rsidR="003834E5" w:rsidRPr="00472F61" w:rsidRDefault="003834E5" w:rsidP="003834E5">
            <w:pPr>
              <w:pStyle w:val="acctmergecolhdg"/>
              <w:spacing w:line="240" w:lineRule="atLeast"/>
              <w:rPr>
                <w:b w:val="0"/>
                <w:bCs/>
                <w:szCs w:val="22"/>
              </w:rPr>
            </w:pPr>
            <w:r w:rsidRPr="00472F61">
              <w:rPr>
                <w:b w:val="0"/>
                <w:bCs/>
                <w:szCs w:val="22"/>
              </w:rPr>
              <w:t>2020</w:t>
            </w:r>
          </w:p>
        </w:tc>
      </w:tr>
      <w:tr w:rsidR="003834E5" w:rsidRPr="00472F61" w14:paraId="1DA85D50" w14:textId="77777777" w:rsidTr="003834E5">
        <w:trPr>
          <w:cantSplit/>
          <w:tblHeader/>
        </w:trPr>
        <w:tc>
          <w:tcPr>
            <w:tcW w:w="4163" w:type="dxa"/>
          </w:tcPr>
          <w:p w14:paraId="2EB353BF" w14:textId="77777777" w:rsidR="003834E5" w:rsidRPr="00472F61" w:rsidRDefault="003834E5" w:rsidP="003834E5">
            <w:pPr>
              <w:spacing w:line="240" w:lineRule="atLeast"/>
              <w:rPr>
                <w:b/>
                <w:bCs/>
                <w:i/>
                <w:iCs/>
                <w:szCs w:val="22"/>
              </w:rPr>
            </w:pPr>
          </w:p>
        </w:tc>
        <w:tc>
          <w:tcPr>
            <w:tcW w:w="5555" w:type="dxa"/>
            <w:gridSpan w:val="7"/>
          </w:tcPr>
          <w:p w14:paraId="30A0A360" w14:textId="77777777" w:rsidR="003834E5" w:rsidRPr="00472F61" w:rsidRDefault="003834E5" w:rsidP="003834E5">
            <w:pPr>
              <w:pStyle w:val="acctfourfigures"/>
              <w:spacing w:line="240" w:lineRule="atLeast"/>
              <w:jc w:val="center"/>
              <w:rPr>
                <w:i/>
                <w:iCs/>
                <w:szCs w:val="22"/>
              </w:rPr>
            </w:pPr>
            <w:r w:rsidRPr="00472F61">
              <w:rPr>
                <w:i/>
                <w:iCs/>
                <w:szCs w:val="22"/>
              </w:rPr>
              <w:t>(in thousand Baht)</w:t>
            </w:r>
          </w:p>
        </w:tc>
      </w:tr>
      <w:tr w:rsidR="003834E5" w:rsidRPr="00472F61" w14:paraId="1E91C98D" w14:textId="77777777" w:rsidTr="003834E5">
        <w:trPr>
          <w:cantSplit/>
        </w:trPr>
        <w:tc>
          <w:tcPr>
            <w:tcW w:w="4163" w:type="dxa"/>
          </w:tcPr>
          <w:p w14:paraId="5F108BD2" w14:textId="77777777" w:rsidR="003834E5" w:rsidRPr="00472F61" w:rsidRDefault="003834E5" w:rsidP="003834E5">
            <w:pPr>
              <w:spacing w:line="240" w:lineRule="atLeast"/>
              <w:rPr>
                <w:b/>
                <w:bCs/>
                <w:i/>
                <w:iCs/>
                <w:szCs w:val="22"/>
              </w:rPr>
            </w:pPr>
            <w:r w:rsidRPr="00472F61">
              <w:rPr>
                <w:b/>
                <w:bCs/>
                <w:i/>
                <w:iCs/>
                <w:szCs w:val="22"/>
              </w:rPr>
              <w:t xml:space="preserve">Trade accounts payable </w:t>
            </w:r>
          </w:p>
        </w:tc>
        <w:tc>
          <w:tcPr>
            <w:tcW w:w="5555" w:type="dxa"/>
            <w:gridSpan w:val="7"/>
          </w:tcPr>
          <w:p w14:paraId="18D0D540" w14:textId="77777777" w:rsidR="003834E5" w:rsidRPr="00472F61" w:rsidRDefault="003834E5" w:rsidP="003834E5">
            <w:pPr>
              <w:pStyle w:val="acctfourfigures"/>
              <w:spacing w:line="240" w:lineRule="atLeast"/>
              <w:jc w:val="center"/>
              <w:rPr>
                <w:i/>
                <w:iCs/>
                <w:szCs w:val="22"/>
              </w:rPr>
            </w:pPr>
          </w:p>
        </w:tc>
      </w:tr>
      <w:tr w:rsidR="00AE62B1" w:rsidRPr="00472F61" w14:paraId="6F6B83B5" w14:textId="77777777" w:rsidTr="003834E5">
        <w:trPr>
          <w:cantSplit/>
        </w:trPr>
        <w:tc>
          <w:tcPr>
            <w:tcW w:w="4163" w:type="dxa"/>
          </w:tcPr>
          <w:p w14:paraId="59EDDCC5" w14:textId="77777777" w:rsidR="00AE62B1" w:rsidRPr="00472F61" w:rsidRDefault="00AE62B1" w:rsidP="00AE62B1">
            <w:pPr>
              <w:spacing w:line="240" w:lineRule="atLeast"/>
              <w:rPr>
                <w:szCs w:val="22"/>
              </w:rPr>
            </w:pPr>
            <w:r w:rsidRPr="00472F61">
              <w:rPr>
                <w:szCs w:val="22"/>
              </w:rPr>
              <w:t>Ultimate parent company</w:t>
            </w:r>
          </w:p>
        </w:tc>
        <w:tc>
          <w:tcPr>
            <w:tcW w:w="1202" w:type="dxa"/>
          </w:tcPr>
          <w:p w14:paraId="153B5466" w14:textId="11599588" w:rsidR="00AE62B1" w:rsidRPr="00472F61" w:rsidRDefault="00AE62B1" w:rsidP="000720F1">
            <w:pPr>
              <w:tabs>
                <w:tab w:val="decimal" w:pos="960"/>
              </w:tabs>
              <w:spacing w:line="240" w:lineRule="auto"/>
              <w:ind w:left="-108" w:right="-53"/>
              <w:rPr>
                <w:szCs w:val="22"/>
                <w:lang w:val="en-US" w:bidi="th-TH"/>
              </w:rPr>
            </w:pPr>
            <w:r w:rsidRPr="00472F61">
              <w:rPr>
                <w:szCs w:val="22"/>
              </w:rPr>
              <w:t>725</w:t>
            </w:r>
          </w:p>
        </w:tc>
        <w:tc>
          <w:tcPr>
            <w:tcW w:w="185" w:type="dxa"/>
          </w:tcPr>
          <w:p w14:paraId="202196F0" w14:textId="77777777" w:rsidR="00AE62B1" w:rsidRPr="00472F61" w:rsidRDefault="00AE62B1" w:rsidP="00AE62B1">
            <w:pPr>
              <w:pStyle w:val="BodyText"/>
              <w:tabs>
                <w:tab w:val="decimal" w:pos="960"/>
              </w:tabs>
              <w:spacing w:after="0" w:line="240" w:lineRule="auto"/>
              <w:ind w:left="-108" w:right="-53"/>
              <w:rPr>
                <w:szCs w:val="22"/>
              </w:rPr>
            </w:pPr>
          </w:p>
        </w:tc>
        <w:tc>
          <w:tcPr>
            <w:tcW w:w="1298" w:type="dxa"/>
          </w:tcPr>
          <w:p w14:paraId="43A82C69" w14:textId="505EC449" w:rsidR="00AE62B1" w:rsidRPr="00472F61" w:rsidRDefault="00AE62B1" w:rsidP="000720F1">
            <w:pPr>
              <w:pStyle w:val="acctfourfigures"/>
              <w:tabs>
                <w:tab w:val="clear" w:pos="765"/>
                <w:tab w:val="decimal" w:pos="1067"/>
              </w:tabs>
              <w:spacing w:line="240" w:lineRule="atLeast"/>
              <w:rPr>
                <w:szCs w:val="22"/>
              </w:rPr>
            </w:pPr>
            <w:r w:rsidRPr="00472F61">
              <w:rPr>
                <w:szCs w:val="22"/>
              </w:rPr>
              <w:t>4,557</w:t>
            </w:r>
          </w:p>
        </w:tc>
        <w:tc>
          <w:tcPr>
            <w:tcW w:w="185" w:type="dxa"/>
          </w:tcPr>
          <w:p w14:paraId="25BC8CF7" w14:textId="77777777" w:rsidR="00AE62B1" w:rsidRPr="00472F61" w:rsidRDefault="00AE62B1" w:rsidP="00AE62B1">
            <w:pPr>
              <w:pStyle w:val="BodyText"/>
              <w:tabs>
                <w:tab w:val="decimal" w:pos="960"/>
              </w:tabs>
              <w:spacing w:after="0" w:line="240" w:lineRule="auto"/>
              <w:ind w:left="-108" w:right="-53"/>
              <w:rPr>
                <w:szCs w:val="22"/>
              </w:rPr>
            </w:pPr>
          </w:p>
        </w:tc>
        <w:tc>
          <w:tcPr>
            <w:tcW w:w="1204" w:type="dxa"/>
          </w:tcPr>
          <w:p w14:paraId="4D78AAE2" w14:textId="480A9EC4" w:rsidR="00AE62B1" w:rsidRPr="00472F61" w:rsidRDefault="00AE62B1" w:rsidP="000720F1">
            <w:pPr>
              <w:pStyle w:val="BodyText"/>
              <w:tabs>
                <w:tab w:val="decimal" w:pos="960"/>
              </w:tabs>
              <w:spacing w:after="0" w:line="240" w:lineRule="auto"/>
              <w:ind w:left="-108" w:right="-53"/>
              <w:rPr>
                <w:szCs w:val="22"/>
                <w:lang w:val="en-US"/>
              </w:rPr>
            </w:pPr>
            <w:r w:rsidRPr="00472F61">
              <w:rPr>
                <w:szCs w:val="22"/>
                <w:lang w:val="en-US"/>
              </w:rPr>
              <w:t>134</w:t>
            </w:r>
          </w:p>
        </w:tc>
        <w:tc>
          <w:tcPr>
            <w:tcW w:w="185" w:type="dxa"/>
          </w:tcPr>
          <w:p w14:paraId="2940810F" w14:textId="77777777" w:rsidR="00AE62B1" w:rsidRPr="00472F61" w:rsidRDefault="00AE62B1" w:rsidP="00AE62B1">
            <w:pPr>
              <w:pStyle w:val="BodyText"/>
              <w:tabs>
                <w:tab w:val="decimal" w:pos="960"/>
              </w:tabs>
              <w:spacing w:after="0" w:line="240" w:lineRule="auto"/>
              <w:ind w:left="-108" w:right="-53"/>
              <w:rPr>
                <w:szCs w:val="22"/>
                <w:lang w:val="x-none"/>
              </w:rPr>
            </w:pPr>
          </w:p>
        </w:tc>
        <w:tc>
          <w:tcPr>
            <w:tcW w:w="1296" w:type="dxa"/>
          </w:tcPr>
          <w:p w14:paraId="2AA3F7F0" w14:textId="0727B70D" w:rsidR="00AE62B1" w:rsidRPr="00472F61" w:rsidRDefault="00AE62B1" w:rsidP="000720F1">
            <w:pPr>
              <w:pStyle w:val="acctfourfigures"/>
              <w:tabs>
                <w:tab w:val="clear" w:pos="765"/>
                <w:tab w:val="decimal" w:pos="1040"/>
              </w:tabs>
              <w:spacing w:line="240" w:lineRule="atLeast"/>
              <w:rPr>
                <w:szCs w:val="22"/>
              </w:rPr>
            </w:pPr>
            <w:r w:rsidRPr="00472F61">
              <w:rPr>
                <w:szCs w:val="22"/>
              </w:rPr>
              <w:t>4,439</w:t>
            </w:r>
          </w:p>
        </w:tc>
      </w:tr>
      <w:tr w:rsidR="00AE62B1" w:rsidRPr="00472F61" w14:paraId="481A9FFD" w14:textId="77777777" w:rsidTr="00AE62B1">
        <w:trPr>
          <w:cantSplit/>
        </w:trPr>
        <w:tc>
          <w:tcPr>
            <w:tcW w:w="4163" w:type="dxa"/>
          </w:tcPr>
          <w:p w14:paraId="0AA8A893" w14:textId="77777777" w:rsidR="00AE62B1" w:rsidRPr="00472F61" w:rsidRDefault="00AE62B1" w:rsidP="00AE62B1">
            <w:pPr>
              <w:spacing w:line="240" w:lineRule="atLeast"/>
              <w:rPr>
                <w:szCs w:val="22"/>
              </w:rPr>
            </w:pPr>
            <w:r w:rsidRPr="00472F61">
              <w:rPr>
                <w:szCs w:val="22"/>
              </w:rPr>
              <w:t>Subsidiaries</w:t>
            </w:r>
          </w:p>
        </w:tc>
        <w:tc>
          <w:tcPr>
            <w:tcW w:w="1202" w:type="dxa"/>
          </w:tcPr>
          <w:p w14:paraId="0357BF96" w14:textId="1537B47F" w:rsidR="00AE62B1" w:rsidRPr="00472F61" w:rsidRDefault="00AE62B1" w:rsidP="00AE62B1">
            <w:pPr>
              <w:pStyle w:val="BodyText"/>
              <w:tabs>
                <w:tab w:val="decimal" w:pos="762"/>
              </w:tabs>
              <w:spacing w:after="0" w:line="240" w:lineRule="auto"/>
              <w:ind w:left="-108" w:right="-53"/>
              <w:rPr>
                <w:szCs w:val="22"/>
                <w:lang w:val="en-US"/>
              </w:rPr>
            </w:pPr>
            <w:r w:rsidRPr="00472F61">
              <w:rPr>
                <w:szCs w:val="22"/>
                <w:lang w:val="en-US"/>
              </w:rPr>
              <w:t>-</w:t>
            </w:r>
          </w:p>
        </w:tc>
        <w:tc>
          <w:tcPr>
            <w:tcW w:w="185" w:type="dxa"/>
          </w:tcPr>
          <w:p w14:paraId="585D8919" w14:textId="77777777" w:rsidR="00AE62B1" w:rsidRPr="00472F61" w:rsidRDefault="00AE62B1" w:rsidP="00AE62B1">
            <w:pPr>
              <w:pStyle w:val="BodyText"/>
              <w:tabs>
                <w:tab w:val="decimal" w:pos="960"/>
              </w:tabs>
              <w:spacing w:after="0" w:line="240" w:lineRule="auto"/>
              <w:ind w:left="-108" w:right="-53"/>
              <w:rPr>
                <w:szCs w:val="22"/>
                <w:lang w:val="x-none"/>
              </w:rPr>
            </w:pPr>
          </w:p>
        </w:tc>
        <w:tc>
          <w:tcPr>
            <w:tcW w:w="1298" w:type="dxa"/>
          </w:tcPr>
          <w:p w14:paraId="17617959" w14:textId="40699792" w:rsidR="00AE62B1" w:rsidRPr="00472F61" w:rsidRDefault="00AE62B1" w:rsidP="00AE62B1">
            <w:pPr>
              <w:pStyle w:val="BodyText"/>
              <w:tabs>
                <w:tab w:val="decimal" w:pos="732"/>
              </w:tabs>
              <w:spacing w:after="0" w:line="240" w:lineRule="auto"/>
              <w:ind w:left="-108" w:right="-53"/>
              <w:rPr>
                <w:szCs w:val="22"/>
              </w:rPr>
            </w:pPr>
            <w:r w:rsidRPr="00472F61">
              <w:rPr>
                <w:szCs w:val="22"/>
              </w:rPr>
              <w:t>-</w:t>
            </w:r>
          </w:p>
        </w:tc>
        <w:tc>
          <w:tcPr>
            <w:tcW w:w="185" w:type="dxa"/>
          </w:tcPr>
          <w:p w14:paraId="11790913" w14:textId="77777777" w:rsidR="00AE62B1" w:rsidRPr="00472F61" w:rsidRDefault="00AE62B1" w:rsidP="00AE62B1">
            <w:pPr>
              <w:tabs>
                <w:tab w:val="decimal" w:pos="960"/>
              </w:tabs>
              <w:spacing w:line="240" w:lineRule="auto"/>
              <w:ind w:left="-108" w:right="-53"/>
              <w:rPr>
                <w:szCs w:val="22"/>
              </w:rPr>
            </w:pPr>
          </w:p>
        </w:tc>
        <w:tc>
          <w:tcPr>
            <w:tcW w:w="1204" w:type="dxa"/>
          </w:tcPr>
          <w:p w14:paraId="6B5DEB27" w14:textId="4C358828" w:rsidR="00AE62B1" w:rsidRPr="00472F61" w:rsidRDefault="00AE62B1" w:rsidP="00AE62B1">
            <w:pPr>
              <w:pStyle w:val="BodyText"/>
              <w:tabs>
                <w:tab w:val="decimal" w:pos="960"/>
              </w:tabs>
              <w:spacing w:after="0" w:line="240" w:lineRule="auto"/>
              <w:ind w:left="-108" w:right="-53"/>
              <w:rPr>
                <w:szCs w:val="22"/>
                <w:lang w:val="en-US"/>
              </w:rPr>
            </w:pPr>
            <w:r w:rsidRPr="00472F61">
              <w:rPr>
                <w:szCs w:val="22"/>
                <w:lang w:val="en-US"/>
              </w:rPr>
              <w:t>135,781</w:t>
            </w:r>
          </w:p>
        </w:tc>
        <w:tc>
          <w:tcPr>
            <w:tcW w:w="185" w:type="dxa"/>
          </w:tcPr>
          <w:p w14:paraId="0D131B6D" w14:textId="77777777" w:rsidR="00AE62B1" w:rsidRPr="00472F61" w:rsidRDefault="00AE62B1" w:rsidP="00AE62B1">
            <w:pPr>
              <w:tabs>
                <w:tab w:val="decimal" w:pos="960"/>
              </w:tabs>
              <w:spacing w:line="240" w:lineRule="auto"/>
              <w:ind w:left="-108" w:right="-53"/>
              <w:rPr>
                <w:szCs w:val="22"/>
                <w:lang w:val="en-US"/>
              </w:rPr>
            </w:pPr>
          </w:p>
        </w:tc>
        <w:tc>
          <w:tcPr>
            <w:tcW w:w="1296" w:type="dxa"/>
            <w:shd w:val="clear" w:color="auto" w:fill="auto"/>
          </w:tcPr>
          <w:p w14:paraId="310FD993" w14:textId="0EB2E25D" w:rsidR="00AE62B1" w:rsidRPr="00472F61" w:rsidRDefault="00AE62B1" w:rsidP="000720F1">
            <w:pPr>
              <w:pStyle w:val="acctfourfigures"/>
              <w:tabs>
                <w:tab w:val="clear" w:pos="765"/>
                <w:tab w:val="decimal" w:pos="1040"/>
              </w:tabs>
              <w:spacing w:line="240" w:lineRule="atLeast"/>
              <w:rPr>
                <w:szCs w:val="22"/>
              </w:rPr>
            </w:pPr>
            <w:r w:rsidRPr="00472F61">
              <w:rPr>
                <w:szCs w:val="22"/>
              </w:rPr>
              <w:t>135,799</w:t>
            </w:r>
          </w:p>
        </w:tc>
      </w:tr>
      <w:tr w:rsidR="00AE62B1" w:rsidRPr="00472F61" w14:paraId="7687E7E6" w14:textId="77777777" w:rsidTr="00AE62B1">
        <w:trPr>
          <w:cantSplit/>
        </w:trPr>
        <w:tc>
          <w:tcPr>
            <w:tcW w:w="4163" w:type="dxa"/>
          </w:tcPr>
          <w:p w14:paraId="4078809B" w14:textId="77777777" w:rsidR="00AE62B1" w:rsidRPr="00472F61" w:rsidRDefault="00AE62B1" w:rsidP="00AE62B1">
            <w:pPr>
              <w:spacing w:line="240" w:lineRule="atLeast"/>
              <w:rPr>
                <w:szCs w:val="22"/>
              </w:rPr>
            </w:pPr>
            <w:r w:rsidRPr="00472F61">
              <w:rPr>
                <w:szCs w:val="22"/>
              </w:rPr>
              <w:t>Other related parties</w:t>
            </w:r>
          </w:p>
        </w:tc>
        <w:tc>
          <w:tcPr>
            <w:tcW w:w="1202" w:type="dxa"/>
            <w:tcBorders>
              <w:bottom w:val="single" w:sz="4" w:space="0" w:color="auto"/>
            </w:tcBorders>
          </w:tcPr>
          <w:p w14:paraId="69EA9006" w14:textId="1FCDD5D4" w:rsidR="00AE62B1" w:rsidRPr="00472F61" w:rsidRDefault="00AE62B1" w:rsidP="00AE62B1">
            <w:pPr>
              <w:tabs>
                <w:tab w:val="decimal" w:pos="960"/>
              </w:tabs>
              <w:spacing w:line="240" w:lineRule="auto"/>
              <w:ind w:right="-53"/>
              <w:rPr>
                <w:szCs w:val="22"/>
              </w:rPr>
            </w:pPr>
            <w:r w:rsidRPr="00472F61">
              <w:rPr>
                <w:szCs w:val="22"/>
              </w:rPr>
              <w:t>790</w:t>
            </w:r>
          </w:p>
        </w:tc>
        <w:tc>
          <w:tcPr>
            <w:tcW w:w="185" w:type="dxa"/>
          </w:tcPr>
          <w:p w14:paraId="66A42E96" w14:textId="77777777" w:rsidR="00AE62B1" w:rsidRPr="00472F61" w:rsidRDefault="00AE62B1" w:rsidP="00AE62B1">
            <w:pPr>
              <w:pStyle w:val="BodyText"/>
              <w:tabs>
                <w:tab w:val="decimal" w:pos="960"/>
              </w:tabs>
              <w:spacing w:after="0" w:line="240" w:lineRule="auto"/>
              <w:ind w:left="-108" w:right="-53"/>
              <w:rPr>
                <w:szCs w:val="22"/>
              </w:rPr>
            </w:pPr>
          </w:p>
        </w:tc>
        <w:tc>
          <w:tcPr>
            <w:tcW w:w="1298" w:type="dxa"/>
            <w:tcBorders>
              <w:bottom w:val="single" w:sz="4" w:space="0" w:color="auto"/>
            </w:tcBorders>
          </w:tcPr>
          <w:p w14:paraId="439C2CB9" w14:textId="1E8FE172" w:rsidR="00AE62B1" w:rsidRPr="00472F61" w:rsidRDefault="00B94CE1" w:rsidP="000720F1">
            <w:pPr>
              <w:pStyle w:val="acctfourfigures"/>
              <w:tabs>
                <w:tab w:val="clear" w:pos="765"/>
                <w:tab w:val="decimal" w:pos="1067"/>
              </w:tabs>
              <w:spacing w:line="240" w:lineRule="atLeast"/>
              <w:rPr>
                <w:szCs w:val="22"/>
              </w:rPr>
            </w:pPr>
            <w:r>
              <w:rPr>
                <w:szCs w:val="22"/>
              </w:rPr>
              <w:t>2,807</w:t>
            </w:r>
          </w:p>
        </w:tc>
        <w:tc>
          <w:tcPr>
            <w:tcW w:w="185" w:type="dxa"/>
          </w:tcPr>
          <w:p w14:paraId="596C9530" w14:textId="77777777" w:rsidR="00AE62B1" w:rsidRPr="00472F61" w:rsidRDefault="00AE62B1" w:rsidP="00AE62B1">
            <w:pPr>
              <w:tabs>
                <w:tab w:val="decimal" w:pos="960"/>
              </w:tabs>
              <w:spacing w:line="240" w:lineRule="auto"/>
              <w:ind w:left="-108" w:right="-53"/>
              <w:rPr>
                <w:szCs w:val="22"/>
              </w:rPr>
            </w:pPr>
          </w:p>
        </w:tc>
        <w:tc>
          <w:tcPr>
            <w:tcW w:w="1204" w:type="dxa"/>
            <w:tcBorders>
              <w:bottom w:val="single" w:sz="4" w:space="0" w:color="auto"/>
            </w:tcBorders>
          </w:tcPr>
          <w:p w14:paraId="35A4466D" w14:textId="6C9E6644" w:rsidR="00AE62B1" w:rsidRPr="00472F61" w:rsidRDefault="00AE62B1" w:rsidP="00AE62B1">
            <w:pPr>
              <w:pStyle w:val="BodyText"/>
              <w:tabs>
                <w:tab w:val="decimal" w:pos="960"/>
              </w:tabs>
              <w:spacing w:after="0" w:line="240" w:lineRule="auto"/>
              <w:ind w:right="-53"/>
              <w:rPr>
                <w:szCs w:val="22"/>
                <w:lang w:val="en-US"/>
              </w:rPr>
            </w:pPr>
            <w:r w:rsidRPr="00472F61">
              <w:rPr>
                <w:szCs w:val="22"/>
                <w:lang w:val="en-US"/>
              </w:rPr>
              <w:t>574</w:t>
            </w:r>
          </w:p>
        </w:tc>
        <w:tc>
          <w:tcPr>
            <w:tcW w:w="185" w:type="dxa"/>
          </w:tcPr>
          <w:p w14:paraId="7A2EA454" w14:textId="77777777" w:rsidR="00AE62B1" w:rsidRPr="00472F61" w:rsidRDefault="00AE62B1" w:rsidP="00AE62B1">
            <w:pPr>
              <w:tabs>
                <w:tab w:val="decimal" w:pos="960"/>
              </w:tabs>
              <w:spacing w:line="240" w:lineRule="auto"/>
              <w:ind w:left="-108" w:right="-53"/>
              <w:rPr>
                <w:szCs w:val="22"/>
                <w:lang w:val="en-US"/>
              </w:rPr>
            </w:pPr>
          </w:p>
        </w:tc>
        <w:tc>
          <w:tcPr>
            <w:tcW w:w="1296" w:type="dxa"/>
            <w:tcBorders>
              <w:bottom w:val="single" w:sz="4" w:space="0" w:color="auto"/>
            </w:tcBorders>
            <w:shd w:val="clear" w:color="auto" w:fill="auto"/>
          </w:tcPr>
          <w:p w14:paraId="6A631776" w14:textId="6480C560" w:rsidR="00AE62B1" w:rsidRPr="00472F61" w:rsidRDefault="00B94CE1" w:rsidP="000720F1">
            <w:pPr>
              <w:pStyle w:val="acctfourfigures"/>
              <w:tabs>
                <w:tab w:val="clear" w:pos="765"/>
                <w:tab w:val="decimal" w:pos="1040"/>
              </w:tabs>
              <w:spacing w:line="240" w:lineRule="atLeast"/>
              <w:rPr>
                <w:szCs w:val="22"/>
              </w:rPr>
            </w:pPr>
            <w:r>
              <w:rPr>
                <w:szCs w:val="22"/>
                <w:lang w:val="en-US"/>
              </w:rPr>
              <w:t>2,422</w:t>
            </w:r>
          </w:p>
        </w:tc>
      </w:tr>
      <w:tr w:rsidR="00AE62B1" w:rsidRPr="00472F61" w14:paraId="77AD7A69" w14:textId="77777777" w:rsidTr="00AE62B1">
        <w:trPr>
          <w:cantSplit/>
        </w:trPr>
        <w:tc>
          <w:tcPr>
            <w:tcW w:w="4163" w:type="dxa"/>
          </w:tcPr>
          <w:p w14:paraId="56D8612F" w14:textId="77777777" w:rsidR="00AE62B1" w:rsidRPr="00472F61" w:rsidRDefault="00AE62B1" w:rsidP="00AE62B1">
            <w:pPr>
              <w:spacing w:line="240" w:lineRule="atLeast"/>
              <w:rPr>
                <w:szCs w:val="22"/>
              </w:rPr>
            </w:pPr>
            <w:r w:rsidRPr="00472F61">
              <w:rPr>
                <w:b/>
                <w:bCs/>
                <w:szCs w:val="22"/>
              </w:rPr>
              <w:t>Total</w:t>
            </w:r>
          </w:p>
        </w:tc>
        <w:tc>
          <w:tcPr>
            <w:tcW w:w="1202" w:type="dxa"/>
            <w:tcBorders>
              <w:top w:val="single" w:sz="4" w:space="0" w:color="auto"/>
              <w:bottom w:val="double" w:sz="4" w:space="0" w:color="auto"/>
            </w:tcBorders>
          </w:tcPr>
          <w:p w14:paraId="46152104" w14:textId="1DCFEE48" w:rsidR="00AE62B1" w:rsidRPr="00472F61" w:rsidRDefault="00AE62B1" w:rsidP="00AE62B1">
            <w:pPr>
              <w:tabs>
                <w:tab w:val="decimal" w:pos="960"/>
              </w:tabs>
              <w:spacing w:line="240" w:lineRule="auto"/>
              <w:ind w:left="-108" w:right="-53"/>
              <w:rPr>
                <w:b/>
                <w:bCs/>
                <w:szCs w:val="22"/>
              </w:rPr>
            </w:pPr>
            <w:r w:rsidRPr="00472F61">
              <w:rPr>
                <w:b/>
                <w:bCs/>
                <w:szCs w:val="22"/>
              </w:rPr>
              <w:t>1,515</w:t>
            </w:r>
          </w:p>
        </w:tc>
        <w:tc>
          <w:tcPr>
            <w:tcW w:w="185" w:type="dxa"/>
          </w:tcPr>
          <w:p w14:paraId="33A0613C" w14:textId="77777777" w:rsidR="00AE62B1" w:rsidRPr="00472F61" w:rsidRDefault="00AE62B1" w:rsidP="00AE62B1">
            <w:pPr>
              <w:pStyle w:val="BodyText"/>
              <w:tabs>
                <w:tab w:val="decimal" w:pos="960"/>
              </w:tabs>
              <w:spacing w:after="0" w:line="240" w:lineRule="auto"/>
              <w:ind w:left="-108" w:right="-53"/>
              <w:rPr>
                <w:b/>
                <w:bCs/>
                <w:szCs w:val="22"/>
              </w:rPr>
            </w:pPr>
          </w:p>
        </w:tc>
        <w:tc>
          <w:tcPr>
            <w:tcW w:w="1298" w:type="dxa"/>
            <w:tcBorders>
              <w:top w:val="single" w:sz="4" w:space="0" w:color="auto"/>
              <w:bottom w:val="double" w:sz="4" w:space="0" w:color="auto"/>
            </w:tcBorders>
          </w:tcPr>
          <w:p w14:paraId="2ABEF8EA" w14:textId="783A3200" w:rsidR="00AE62B1" w:rsidRPr="00472F61" w:rsidRDefault="00B94CE1" w:rsidP="000720F1">
            <w:pPr>
              <w:pStyle w:val="acctfourfigures"/>
              <w:tabs>
                <w:tab w:val="clear" w:pos="765"/>
                <w:tab w:val="decimal" w:pos="1067"/>
              </w:tabs>
              <w:spacing w:line="240" w:lineRule="atLeast"/>
              <w:rPr>
                <w:b/>
                <w:bCs/>
                <w:szCs w:val="22"/>
              </w:rPr>
            </w:pPr>
            <w:r>
              <w:rPr>
                <w:b/>
                <w:bCs/>
                <w:szCs w:val="22"/>
              </w:rPr>
              <w:t>7,364</w:t>
            </w:r>
          </w:p>
        </w:tc>
        <w:tc>
          <w:tcPr>
            <w:tcW w:w="185" w:type="dxa"/>
          </w:tcPr>
          <w:p w14:paraId="7B5FF2BC" w14:textId="77777777" w:rsidR="00AE62B1" w:rsidRPr="00472F61" w:rsidRDefault="00AE62B1" w:rsidP="00AE62B1">
            <w:pPr>
              <w:tabs>
                <w:tab w:val="decimal" w:pos="960"/>
              </w:tabs>
              <w:spacing w:line="240" w:lineRule="auto"/>
              <w:ind w:left="-108" w:right="-53"/>
              <w:rPr>
                <w:szCs w:val="22"/>
              </w:rPr>
            </w:pPr>
          </w:p>
        </w:tc>
        <w:tc>
          <w:tcPr>
            <w:tcW w:w="1204" w:type="dxa"/>
            <w:tcBorders>
              <w:top w:val="single" w:sz="4" w:space="0" w:color="auto"/>
              <w:bottom w:val="double" w:sz="4" w:space="0" w:color="auto"/>
            </w:tcBorders>
          </w:tcPr>
          <w:p w14:paraId="2AF00C50" w14:textId="7B213277" w:rsidR="00AE62B1" w:rsidRPr="00472F61" w:rsidRDefault="00AE62B1" w:rsidP="00AE62B1">
            <w:pPr>
              <w:pStyle w:val="BodyText"/>
              <w:tabs>
                <w:tab w:val="decimal" w:pos="960"/>
              </w:tabs>
              <w:spacing w:after="0" w:line="240" w:lineRule="auto"/>
              <w:ind w:left="-108" w:right="-53"/>
              <w:rPr>
                <w:b/>
                <w:bCs/>
                <w:szCs w:val="22"/>
                <w:lang w:val="en-US"/>
              </w:rPr>
            </w:pPr>
            <w:r w:rsidRPr="00472F61">
              <w:rPr>
                <w:b/>
                <w:bCs/>
                <w:szCs w:val="22"/>
                <w:lang w:val="en-US"/>
              </w:rPr>
              <w:t>136,489</w:t>
            </w:r>
          </w:p>
        </w:tc>
        <w:tc>
          <w:tcPr>
            <w:tcW w:w="185" w:type="dxa"/>
          </w:tcPr>
          <w:p w14:paraId="56150FD6" w14:textId="77777777" w:rsidR="00AE62B1" w:rsidRPr="00472F61" w:rsidRDefault="00AE62B1" w:rsidP="00AE62B1">
            <w:pPr>
              <w:tabs>
                <w:tab w:val="decimal" w:pos="960"/>
              </w:tabs>
              <w:spacing w:line="240" w:lineRule="auto"/>
              <w:ind w:left="-108" w:right="-53"/>
              <w:rPr>
                <w:b/>
                <w:bCs/>
                <w:szCs w:val="22"/>
                <w:cs/>
                <w:lang w:val="en-US"/>
              </w:rPr>
            </w:pPr>
          </w:p>
        </w:tc>
        <w:tc>
          <w:tcPr>
            <w:tcW w:w="1296" w:type="dxa"/>
            <w:tcBorders>
              <w:top w:val="single" w:sz="4" w:space="0" w:color="auto"/>
              <w:bottom w:val="double" w:sz="4" w:space="0" w:color="auto"/>
            </w:tcBorders>
            <w:shd w:val="clear" w:color="auto" w:fill="auto"/>
          </w:tcPr>
          <w:p w14:paraId="010D561E" w14:textId="53FD0688" w:rsidR="00AE62B1" w:rsidRPr="00472F61" w:rsidRDefault="00AE62B1" w:rsidP="000720F1">
            <w:pPr>
              <w:pStyle w:val="acctfourfigures"/>
              <w:tabs>
                <w:tab w:val="clear" w:pos="765"/>
                <w:tab w:val="decimal" w:pos="1040"/>
              </w:tabs>
              <w:spacing w:line="240" w:lineRule="atLeast"/>
              <w:rPr>
                <w:b/>
                <w:bCs/>
                <w:szCs w:val="22"/>
              </w:rPr>
            </w:pPr>
            <w:r w:rsidRPr="00472F61">
              <w:rPr>
                <w:b/>
                <w:bCs/>
                <w:szCs w:val="22"/>
              </w:rPr>
              <w:t>14</w:t>
            </w:r>
            <w:r w:rsidR="00B94CE1">
              <w:rPr>
                <w:b/>
                <w:bCs/>
                <w:szCs w:val="22"/>
                <w:lang w:val="en-US"/>
              </w:rPr>
              <w:t>2</w:t>
            </w:r>
            <w:r w:rsidRPr="00472F61">
              <w:rPr>
                <w:b/>
                <w:bCs/>
                <w:szCs w:val="22"/>
              </w:rPr>
              <w:t>,</w:t>
            </w:r>
            <w:r w:rsidR="00B94CE1">
              <w:rPr>
                <w:b/>
                <w:bCs/>
                <w:szCs w:val="22"/>
              </w:rPr>
              <w:t>660</w:t>
            </w:r>
          </w:p>
        </w:tc>
      </w:tr>
      <w:tr w:rsidR="000752DE" w:rsidRPr="00472F61" w14:paraId="0122416B" w14:textId="77777777" w:rsidTr="000752DE">
        <w:trPr>
          <w:cantSplit/>
        </w:trPr>
        <w:tc>
          <w:tcPr>
            <w:tcW w:w="4163" w:type="dxa"/>
          </w:tcPr>
          <w:p w14:paraId="553E1338" w14:textId="77777777" w:rsidR="000752DE" w:rsidRPr="00472F61" w:rsidRDefault="000752DE" w:rsidP="000752DE">
            <w:pPr>
              <w:spacing w:line="240" w:lineRule="atLeast"/>
              <w:rPr>
                <w:b/>
                <w:bCs/>
                <w:szCs w:val="22"/>
              </w:rPr>
            </w:pPr>
          </w:p>
        </w:tc>
        <w:tc>
          <w:tcPr>
            <w:tcW w:w="1202" w:type="dxa"/>
            <w:tcBorders>
              <w:top w:val="double" w:sz="4" w:space="0" w:color="auto"/>
            </w:tcBorders>
          </w:tcPr>
          <w:p w14:paraId="49742123" w14:textId="77777777" w:rsidR="000752DE" w:rsidRPr="00472F61" w:rsidRDefault="000752DE" w:rsidP="000752DE">
            <w:pPr>
              <w:tabs>
                <w:tab w:val="decimal" w:pos="1005"/>
              </w:tabs>
              <w:rPr>
                <w:b/>
                <w:bCs/>
                <w:szCs w:val="22"/>
              </w:rPr>
            </w:pPr>
          </w:p>
        </w:tc>
        <w:tc>
          <w:tcPr>
            <w:tcW w:w="185" w:type="dxa"/>
          </w:tcPr>
          <w:p w14:paraId="072814BC" w14:textId="77777777" w:rsidR="000752DE" w:rsidRPr="00472F61" w:rsidRDefault="000752DE" w:rsidP="000752DE">
            <w:pPr>
              <w:rPr>
                <w:b/>
                <w:bCs/>
                <w:szCs w:val="22"/>
              </w:rPr>
            </w:pPr>
          </w:p>
        </w:tc>
        <w:tc>
          <w:tcPr>
            <w:tcW w:w="1298" w:type="dxa"/>
            <w:tcBorders>
              <w:top w:val="double" w:sz="4" w:space="0" w:color="auto"/>
            </w:tcBorders>
          </w:tcPr>
          <w:p w14:paraId="27B01BAF" w14:textId="77777777" w:rsidR="000752DE" w:rsidRPr="00472F61" w:rsidRDefault="000752DE" w:rsidP="000752DE">
            <w:pPr>
              <w:tabs>
                <w:tab w:val="decimal" w:pos="1067"/>
              </w:tabs>
              <w:rPr>
                <w:b/>
                <w:bCs/>
                <w:szCs w:val="22"/>
              </w:rPr>
            </w:pPr>
          </w:p>
        </w:tc>
        <w:tc>
          <w:tcPr>
            <w:tcW w:w="185" w:type="dxa"/>
          </w:tcPr>
          <w:p w14:paraId="2A22C292" w14:textId="77777777" w:rsidR="000752DE" w:rsidRPr="00472F61" w:rsidRDefault="000752DE" w:rsidP="000752DE">
            <w:pPr>
              <w:rPr>
                <w:b/>
                <w:bCs/>
                <w:szCs w:val="22"/>
              </w:rPr>
            </w:pPr>
          </w:p>
        </w:tc>
        <w:tc>
          <w:tcPr>
            <w:tcW w:w="1204" w:type="dxa"/>
            <w:tcBorders>
              <w:top w:val="double" w:sz="4" w:space="0" w:color="auto"/>
            </w:tcBorders>
          </w:tcPr>
          <w:p w14:paraId="128F2525" w14:textId="77777777" w:rsidR="000752DE" w:rsidRPr="00472F61" w:rsidRDefault="000752DE" w:rsidP="000752DE">
            <w:pPr>
              <w:tabs>
                <w:tab w:val="decimal" w:pos="915"/>
              </w:tabs>
              <w:rPr>
                <w:b/>
                <w:bCs/>
                <w:szCs w:val="22"/>
              </w:rPr>
            </w:pPr>
          </w:p>
        </w:tc>
        <w:tc>
          <w:tcPr>
            <w:tcW w:w="185" w:type="dxa"/>
          </w:tcPr>
          <w:p w14:paraId="1890C892" w14:textId="77777777" w:rsidR="000752DE" w:rsidRPr="00472F61" w:rsidRDefault="000752DE" w:rsidP="000752DE">
            <w:pPr>
              <w:rPr>
                <w:b/>
                <w:bCs/>
                <w:szCs w:val="22"/>
              </w:rPr>
            </w:pPr>
          </w:p>
        </w:tc>
        <w:tc>
          <w:tcPr>
            <w:tcW w:w="1296" w:type="dxa"/>
            <w:tcBorders>
              <w:top w:val="double" w:sz="4" w:space="0" w:color="auto"/>
            </w:tcBorders>
          </w:tcPr>
          <w:p w14:paraId="056B5180" w14:textId="77777777" w:rsidR="000752DE" w:rsidRPr="00472F61" w:rsidRDefault="000752DE" w:rsidP="000752DE">
            <w:pPr>
              <w:tabs>
                <w:tab w:val="decimal" w:pos="1031"/>
              </w:tabs>
              <w:rPr>
                <w:b/>
                <w:bCs/>
                <w:szCs w:val="22"/>
              </w:rPr>
            </w:pPr>
          </w:p>
        </w:tc>
      </w:tr>
      <w:tr w:rsidR="000752DE" w:rsidRPr="00472F61" w14:paraId="7F0A6C0F" w14:textId="77777777" w:rsidTr="000752DE">
        <w:trPr>
          <w:cantSplit/>
        </w:trPr>
        <w:tc>
          <w:tcPr>
            <w:tcW w:w="4163" w:type="dxa"/>
          </w:tcPr>
          <w:p w14:paraId="1A3455E7" w14:textId="77777777" w:rsidR="000752DE" w:rsidRPr="00472F61" w:rsidRDefault="000752DE" w:rsidP="000752DE">
            <w:pPr>
              <w:spacing w:line="240" w:lineRule="atLeast"/>
              <w:rPr>
                <w:b/>
                <w:bCs/>
                <w:szCs w:val="22"/>
              </w:rPr>
            </w:pPr>
            <w:r w:rsidRPr="00472F61">
              <w:rPr>
                <w:b/>
                <w:bCs/>
                <w:i/>
                <w:iCs/>
                <w:szCs w:val="22"/>
              </w:rPr>
              <w:t>Other payables</w:t>
            </w:r>
          </w:p>
        </w:tc>
        <w:tc>
          <w:tcPr>
            <w:tcW w:w="1202" w:type="dxa"/>
          </w:tcPr>
          <w:p w14:paraId="64D042F4" w14:textId="77777777" w:rsidR="000752DE" w:rsidRPr="00472F61" w:rsidRDefault="000752DE" w:rsidP="000752DE">
            <w:pPr>
              <w:pStyle w:val="acctfourfigures"/>
              <w:tabs>
                <w:tab w:val="clear" w:pos="765"/>
                <w:tab w:val="decimal" w:pos="1005"/>
              </w:tabs>
              <w:spacing w:line="240" w:lineRule="atLeast"/>
              <w:rPr>
                <w:b/>
                <w:bCs/>
                <w:szCs w:val="22"/>
              </w:rPr>
            </w:pPr>
          </w:p>
        </w:tc>
        <w:tc>
          <w:tcPr>
            <w:tcW w:w="185" w:type="dxa"/>
          </w:tcPr>
          <w:p w14:paraId="24A56D49"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98" w:type="dxa"/>
          </w:tcPr>
          <w:p w14:paraId="795E5532" w14:textId="77777777" w:rsidR="000752DE" w:rsidRPr="00472F61" w:rsidRDefault="000752DE" w:rsidP="000752DE">
            <w:pPr>
              <w:pStyle w:val="acctfourfigures"/>
              <w:tabs>
                <w:tab w:val="clear" w:pos="765"/>
                <w:tab w:val="decimal" w:pos="1067"/>
              </w:tabs>
              <w:spacing w:line="240" w:lineRule="atLeast"/>
              <w:rPr>
                <w:b/>
                <w:bCs/>
                <w:szCs w:val="22"/>
              </w:rPr>
            </w:pPr>
          </w:p>
        </w:tc>
        <w:tc>
          <w:tcPr>
            <w:tcW w:w="185" w:type="dxa"/>
          </w:tcPr>
          <w:p w14:paraId="32F74A8A"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04" w:type="dxa"/>
          </w:tcPr>
          <w:p w14:paraId="53F34ED9" w14:textId="77777777" w:rsidR="000752DE" w:rsidRPr="00472F61" w:rsidRDefault="000752DE" w:rsidP="000752DE">
            <w:pPr>
              <w:pStyle w:val="acctfourfigures"/>
              <w:tabs>
                <w:tab w:val="clear" w:pos="765"/>
                <w:tab w:val="decimal" w:pos="915"/>
              </w:tabs>
              <w:spacing w:line="240" w:lineRule="atLeast"/>
              <w:ind w:right="11"/>
              <w:rPr>
                <w:b/>
                <w:bCs/>
                <w:szCs w:val="22"/>
              </w:rPr>
            </w:pPr>
          </w:p>
        </w:tc>
        <w:tc>
          <w:tcPr>
            <w:tcW w:w="185" w:type="dxa"/>
          </w:tcPr>
          <w:p w14:paraId="3824B5F2"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96" w:type="dxa"/>
          </w:tcPr>
          <w:p w14:paraId="7364D9F4" w14:textId="77777777" w:rsidR="000752DE" w:rsidRPr="00472F61" w:rsidRDefault="000752DE" w:rsidP="000752DE">
            <w:pPr>
              <w:pStyle w:val="acctfourfigures"/>
              <w:tabs>
                <w:tab w:val="clear" w:pos="765"/>
                <w:tab w:val="decimal" w:pos="1031"/>
              </w:tabs>
              <w:spacing w:line="240" w:lineRule="atLeast"/>
              <w:rPr>
                <w:b/>
                <w:bCs/>
                <w:szCs w:val="22"/>
              </w:rPr>
            </w:pPr>
          </w:p>
        </w:tc>
      </w:tr>
      <w:tr w:rsidR="000752DE" w:rsidRPr="00472F61" w14:paraId="5F9FEA7E" w14:textId="77777777" w:rsidTr="003834E5">
        <w:trPr>
          <w:cantSplit/>
        </w:trPr>
        <w:tc>
          <w:tcPr>
            <w:tcW w:w="4163" w:type="dxa"/>
          </w:tcPr>
          <w:p w14:paraId="4DE0768E" w14:textId="77777777" w:rsidR="000752DE" w:rsidRPr="00472F61" w:rsidRDefault="000752DE" w:rsidP="000752DE">
            <w:pPr>
              <w:spacing w:line="240" w:lineRule="atLeast"/>
              <w:rPr>
                <w:szCs w:val="22"/>
              </w:rPr>
            </w:pPr>
            <w:r w:rsidRPr="00472F61">
              <w:rPr>
                <w:szCs w:val="22"/>
              </w:rPr>
              <w:t>Ultimate parent company</w:t>
            </w:r>
          </w:p>
        </w:tc>
        <w:tc>
          <w:tcPr>
            <w:tcW w:w="1202" w:type="dxa"/>
          </w:tcPr>
          <w:p w14:paraId="37311036" w14:textId="77777777" w:rsidR="000752DE" w:rsidRPr="00472F61" w:rsidRDefault="000752DE" w:rsidP="000752DE">
            <w:pPr>
              <w:pStyle w:val="BodyText"/>
              <w:tabs>
                <w:tab w:val="decimal" w:pos="960"/>
              </w:tabs>
              <w:spacing w:after="0" w:line="240" w:lineRule="auto"/>
              <w:ind w:left="-108" w:right="-53"/>
              <w:rPr>
                <w:szCs w:val="22"/>
                <w:lang w:val="en-US" w:bidi="th-TH"/>
              </w:rPr>
            </w:pPr>
            <w:r w:rsidRPr="00472F61">
              <w:rPr>
                <w:szCs w:val="22"/>
                <w:lang w:val="en-US"/>
              </w:rPr>
              <w:t>19,395</w:t>
            </w:r>
          </w:p>
        </w:tc>
        <w:tc>
          <w:tcPr>
            <w:tcW w:w="185" w:type="dxa"/>
          </w:tcPr>
          <w:p w14:paraId="7047AD4C" w14:textId="77777777" w:rsidR="000752DE" w:rsidRPr="00472F61" w:rsidRDefault="000752DE" w:rsidP="000752DE">
            <w:pPr>
              <w:pStyle w:val="BodyText"/>
              <w:tabs>
                <w:tab w:val="decimal" w:pos="960"/>
              </w:tabs>
              <w:spacing w:after="0" w:line="240" w:lineRule="auto"/>
              <w:ind w:left="-108" w:right="-53"/>
              <w:rPr>
                <w:b/>
                <w:bCs/>
                <w:szCs w:val="22"/>
                <w:lang w:val="x-none"/>
              </w:rPr>
            </w:pPr>
          </w:p>
        </w:tc>
        <w:tc>
          <w:tcPr>
            <w:tcW w:w="1298" w:type="dxa"/>
          </w:tcPr>
          <w:p w14:paraId="08D039F8" w14:textId="43C89C8F" w:rsidR="000752DE" w:rsidRPr="00472F61" w:rsidRDefault="000752DE" w:rsidP="000720F1">
            <w:pPr>
              <w:pStyle w:val="acctfourfigures"/>
              <w:tabs>
                <w:tab w:val="clear" w:pos="765"/>
                <w:tab w:val="decimal" w:pos="1067"/>
              </w:tabs>
              <w:spacing w:line="240" w:lineRule="atLeast"/>
              <w:rPr>
                <w:szCs w:val="22"/>
              </w:rPr>
            </w:pPr>
            <w:r w:rsidRPr="00472F61">
              <w:rPr>
                <w:szCs w:val="22"/>
              </w:rPr>
              <w:t>8,</w:t>
            </w:r>
            <w:r w:rsidR="00CC6DCF">
              <w:rPr>
                <w:szCs w:val="22"/>
              </w:rPr>
              <w:t>653</w:t>
            </w:r>
          </w:p>
        </w:tc>
        <w:tc>
          <w:tcPr>
            <w:tcW w:w="185" w:type="dxa"/>
          </w:tcPr>
          <w:p w14:paraId="374C8E39" w14:textId="77777777" w:rsidR="000752DE" w:rsidRPr="00472F61" w:rsidRDefault="000752DE" w:rsidP="000752DE">
            <w:pPr>
              <w:tabs>
                <w:tab w:val="decimal" w:pos="960"/>
              </w:tabs>
              <w:spacing w:line="240" w:lineRule="auto"/>
              <w:ind w:left="-108" w:right="-53"/>
              <w:rPr>
                <w:szCs w:val="22"/>
              </w:rPr>
            </w:pPr>
          </w:p>
        </w:tc>
        <w:tc>
          <w:tcPr>
            <w:tcW w:w="1204" w:type="dxa"/>
          </w:tcPr>
          <w:p w14:paraId="0EF90437" w14:textId="77777777" w:rsidR="000752DE" w:rsidRPr="00472F61" w:rsidRDefault="000752DE" w:rsidP="000752DE">
            <w:pPr>
              <w:tabs>
                <w:tab w:val="decimal" w:pos="960"/>
              </w:tabs>
              <w:spacing w:line="240" w:lineRule="auto"/>
              <w:ind w:left="-108" w:right="-53"/>
              <w:rPr>
                <w:szCs w:val="22"/>
              </w:rPr>
            </w:pPr>
            <w:r w:rsidRPr="00472F61">
              <w:rPr>
                <w:szCs w:val="22"/>
              </w:rPr>
              <w:t>18,991</w:t>
            </w:r>
          </w:p>
        </w:tc>
        <w:tc>
          <w:tcPr>
            <w:tcW w:w="185" w:type="dxa"/>
          </w:tcPr>
          <w:p w14:paraId="02236DDA" w14:textId="77777777" w:rsidR="000752DE" w:rsidRPr="00472F61" w:rsidRDefault="000752DE" w:rsidP="000752DE">
            <w:pPr>
              <w:tabs>
                <w:tab w:val="decimal" w:pos="960"/>
              </w:tabs>
              <w:spacing w:line="240" w:lineRule="auto"/>
              <w:ind w:left="-108" w:right="-53"/>
              <w:rPr>
                <w:szCs w:val="22"/>
                <w:cs/>
              </w:rPr>
            </w:pPr>
          </w:p>
        </w:tc>
        <w:tc>
          <w:tcPr>
            <w:tcW w:w="1296" w:type="dxa"/>
          </w:tcPr>
          <w:p w14:paraId="2439FCB1" w14:textId="732D9287" w:rsidR="000752DE" w:rsidRPr="00472F61" w:rsidRDefault="000752DE" w:rsidP="000720F1">
            <w:pPr>
              <w:pStyle w:val="acctfourfigures"/>
              <w:tabs>
                <w:tab w:val="clear" w:pos="765"/>
                <w:tab w:val="decimal" w:pos="1040"/>
              </w:tabs>
              <w:spacing w:line="240" w:lineRule="atLeast"/>
              <w:rPr>
                <w:szCs w:val="22"/>
                <w:lang w:val="en-US"/>
              </w:rPr>
            </w:pPr>
            <w:r w:rsidRPr="00472F61">
              <w:rPr>
                <w:szCs w:val="22"/>
              </w:rPr>
              <w:t>8,4</w:t>
            </w:r>
            <w:r w:rsidR="00CC6DCF">
              <w:rPr>
                <w:szCs w:val="22"/>
                <w:lang w:val="en-US"/>
              </w:rPr>
              <w:t>78</w:t>
            </w:r>
          </w:p>
        </w:tc>
      </w:tr>
      <w:tr w:rsidR="000752DE" w:rsidRPr="00472F61" w14:paraId="3A7A03BB" w14:textId="77777777" w:rsidTr="003834E5">
        <w:trPr>
          <w:cantSplit/>
        </w:trPr>
        <w:tc>
          <w:tcPr>
            <w:tcW w:w="4163" w:type="dxa"/>
          </w:tcPr>
          <w:p w14:paraId="14F3CC9A" w14:textId="77777777" w:rsidR="000752DE" w:rsidRPr="00472F61" w:rsidRDefault="000752DE" w:rsidP="000752DE">
            <w:pPr>
              <w:spacing w:line="240" w:lineRule="atLeast"/>
              <w:rPr>
                <w:b/>
                <w:bCs/>
                <w:i/>
                <w:iCs/>
                <w:szCs w:val="22"/>
              </w:rPr>
            </w:pPr>
            <w:r w:rsidRPr="00472F61">
              <w:rPr>
                <w:szCs w:val="22"/>
              </w:rPr>
              <w:t>Subsidiaries</w:t>
            </w:r>
          </w:p>
        </w:tc>
        <w:tc>
          <w:tcPr>
            <w:tcW w:w="1202" w:type="dxa"/>
          </w:tcPr>
          <w:p w14:paraId="67FCE7D7" w14:textId="77777777" w:rsidR="000752DE" w:rsidRPr="00472F61" w:rsidRDefault="000752DE" w:rsidP="000752DE">
            <w:pPr>
              <w:pStyle w:val="BodyText"/>
              <w:tabs>
                <w:tab w:val="decimal" w:pos="762"/>
              </w:tabs>
              <w:spacing w:after="0" w:line="240" w:lineRule="auto"/>
              <w:ind w:left="-108" w:right="-53"/>
              <w:rPr>
                <w:szCs w:val="22"/>
                <w:cs/>
                <w:lang w:val="x-none"/>
              </w:rPr>
            </w:pPr>
            <w:r w:rsidRPr="00472F61">
              <w:rPr>
                <w:szCs w:val="22"/>
              </w:rPr>
              <w:t>-</w:t>
            </w:r>
          </w:p>
        </w:tc>
        <w:tc>
          <w:tcPr>
            <w:tcW w:w="185" w:type="dxa"/>
          </w:tcPr>
          <w:p w14:paraId="6C571046" w14:textId="77777777" w:rsidR="000752DE" w:rsidRPr="00472F61" w:rsidRDefault="000752DE" w:rsidP="000752DE">
            <w:pPr>
              <w:pStyle w:val="BodyText"/>
              <w:tabs>
                <w:tab w:val="decimal" w:pos="960"/>
              </w:tabs>
              <w:spacing w:after="0" w:line="240" w:lineRule="auto"/>
              <w:ind w:left="-108" w:right="-53"/>
              <w:rPr>
                <w:b/>
                <w:bCs/>
                <w:szCs w:val="22"/>
              </w:rPr>
            </w:pPr>
          </w:p>
        </w:tc>
        <w:tc>
          <w:tcPr>
            <w:tcW w:w="1298" w:type="dxa"/>
          </w:tcPr>
          <w:p w14:paraId="63184038" w14:textId="77777777" w:rsidR="000752DE" w:rsidRPr="00472F61" w:rsidRDefault="000752DE" w:rsidP="000720F1">
            <w:pPr>
              <w:pStyle w:val="BodyText"/>
              <w:tabs>
                <w:tab w:val="decimal" w:pos="760"/>
              </w:tabs>
              <w:spacing w:after="0" w:line="240" w:lineRule="auto"/>
              <w:ind w:left="-108" w:right="-53"/>
              <w:rPr>
                <w:szCs w:val="22"/>
              </w:rPr>
            </w:pPr>
            <w:r w:rsidRPr="00472F61">
              <w:rPr>
                <w:szCs w:val="22"/>
              </w:rPr>
              <w:t>-</w:t>
            </w:r>
          </w:p>
        </w:tc>
        <w:tc>
          <w:tcPr>
            <w:tcW w:w="185" w:type="dxa"/>
          </w:tcPr>
          <w:p w14:paraId="346488AC" w14:textId="77777777" w:rsidR="000752DE" w:rsidRPr="00472F61" w:rsidRDefault="000752DE" w:rsidP="000752DE">
            <w:pPr>
              <w:tabs>
                <w:tab w:val="decimal" w:pos="960"/>
              </w:tabs>
              <w:spacing w:line="240" w:lineRule="auto"/>
              <w:ind w:left="-108" w:right="-53"/>
              <w:rPr>
                <w:szCs w:val="22"/>
              </w:rPr>
            </w:pPr>
          </w:p>
        </w:tc>
        <w:tc>
          <w:tcPr>
            <w:tcW w:w="1204" w:type="dxa"/>
          </w:tcPr>
          <w:p w14:paraId="0FDC10A5" w14:textId="77777777" w:rsidR="000752DE" w:rsidRPr="00472F61" w:rsidRDefault="000752DE" w:rsidP="000752DE">
            <w:pPr>
              <w:tabs>
                <w:tab w:val="decimal" w:pos="960"/>
              </w:tabs>
              <w:spacing w:line="240" w:lineRule="auto"/>
              <w:ind w:left="-108" w:right="-53"/>
              <w:rPr>
                <w:szCs w:val="22"/>
              </w:rPr>
            </w:pPr>
            <w:r w:rsidRPr="00472F61">
              <w:rPr>
                <w:szCs w:val="22"/>
              </w:rPr>
              <w:t>49</w:t>
            </w:r>
          </w:p>
        </w:tc>
        <w:tc>
          <w:tcPr>
            <w:tcW w:w="185" w:type="dxa"/>
          </w:tcPr>
          <w:p w14:paraId="08773B79" w14:textId="77777777" w:rsidR="000752DE" w:rsidRPr="00472F61" w:rsidRDefault="000752DE" w:rsidP="000752DE">
            <w:pPr>
              <w:tabs>
                <w:tab w:val="decimal" w:pos="960"/>
              </w:tabs>
              <w:spacing w:line="240" w:lineRule="auto"/>
              <w:ind w:left="-108" w:right="-53"/>
              <w:rPr>
                <w:szCs w:val="22"/>
              </w:rPr>
            </w:pPr>
          </w:p>
        </w:tc>
        <w:tc>
          <w:tcPr>
            <w:tcW w:w="1296" w:type="dxa"/>
          </w:tcPr>
          <w:p w14:paraId="613146E7" w14:textId="77777777" w:rsidR="000752DE" w:rsidRPr="00472F61" w:rsidRDefault="000752DE" w:rsidP="000720F1">
            <w:pPr>
              <w:pStyle w:val="acctfourfigures"/>
              <w:tabs>
                <w:tab w:val="clear" w:pos="765"/>
                <w:tab w:val="decimal" w:pos="1040"/>
              </w:tabs>
              <w:spacing w:line="240" w:lineRule="atLeast"/>
              <w:rPr>
                <w:szCs w:val="22"/>
              </w:rPr>
            </w:pPr>
            <w:r w:rsidRPr="00472F61">
              <w:rPr>
                <w:szCs w:val="22"/>
              </w:rPr>
              <w:t>50</w:t>
            </w:r>
          </w:p>
        </w:tc>
      </w:tr>
      <w:tr w:rsidR="000752DE" w:rsidRPr="00472F61" w14:paraId="5DF5C680" w14:textId="77777777" w:rsidTr="000752DE">
        <w:trPr>
          <w:cantSplit/>
        </w:trPr>
        <w:tc>
          <w:tcPr>
            <w:tcW w:w="4163" w:type="dxa"/>
          </w:tcPr>
          <w:p w14:paraId="75EDE16A" w14:textId="77777777" w:rsidR="000752DE" w:rsidRPr="00472F61" w:rsidRDefault="000752DE" w:rsidP="000752DE">
            <w:pPr>
              <w:spacing w:line="240" w:lineRule="atLeast"/>
              <w:rPr>
                <w:szCs w:val="22"/>
              </w:rPr>
            </w:pPr>
            <w:r w:rsidRPr="00472F61">
              <w:rPr>
                <w:szCs w:val="22"/>
              </w:rPr>
              <w:t>Other related parties</w:t>
            </w:r>
          </w:p>
        </w:tc>
        <w:tc>
          <w:tcPr>
            <w:tcW w:w="1202" w:type="dxa"/>
          </w:tcPr>
          <w:p w14:paraId="41EDA076" w14:textId="77777777" w:rsidR="000752DE" w:rsidRPr="00472F61" w:rsidRDefault="000752DE" w:rsidP="000752DE">
            <w:pPr>
              <w:pStyle w:val="BodyText"/>
              <w:tabs>
                <w:tab w:val="decimal" w:pos="960"/>
              </w:tabs>
              <w:spacing w:after="0" w:line="240" w:lineRule="auto"/>
              <w:ind w:left="-108" w:right="-53"/>
              <w:rPr>
                <w:szCs w:val="22"/>
                <w:lang w:val="en-US"/>
              </w:rPr>
            </w:pPr>
            <w:r w:rsidRPr="00472F61">
              <w:rPr>
                <w:szCs w:val="22"/>
                <w:lang w:val="en-US"/>
              </w:rPr>
              <w:t>138</w:t>
            </w:r>
          </w:p>
        </w:tc>
        <w:tc>
          <w:tcPr>
            <w:tcW w:w="185" w:type="dxa"/>
          </w:tcPr>
          <w:p w14:paraId="54319992" w14:textId="77777777" w:rsidR="000752DE" w:rsidRPr="00472F61" w:rsidRDefault="000752DE" w:rsidP="000752DE">
            <w:pPr>
              <w:pStyle w:val="BodyText"/>
              <w:tabs>
                <w:tab w:val="decimal" w:pos="960"/>
              </w:tabs>
              <w:spacing w:after="0" w:line="240" w:lineRule="auto"/>
              <w:ind w:left="-108" w:right="-53"/>
              <w:rPr>
                <w:szCs w:val="22"/>
                <w:lang w:val="x-none"/>
              </w:rPr>
            </w:pPr>
          </w:p>
        </w:tc>
        <w:tc>
          <w:tcPr>
            <w:tcW w:w="1298" w:type="dxa"/>
          </w:tcPr>
          <w:p w14:paraId="0DDD538E" w14:textId="1A332208" w:rsidR="000752DE" w:rsidRPr="00472F61" w:rsidRDefault="00B94CE1" w:rsidP="000720F1">
            <w:pPr>
              <w:pStyle w:val="acctfourfigures"/>
              <w:tabs>
                <w:tab w:val="clear" w:pos="765"/>
                <w:tab w:val="decimal" w:pos="1067"/>
              </w:tabs>
              <w:spacing w:line="240" w:lineRule="atLeast"/>
              <w:rPr>
                <w:szCs w:val="22"/>
              </w:rPr>
            </w:pPr>
            <w:r>
              <w:rPr>
                <w:szCs w:val="22"/>
                <w:lang w:val="en-US"/>
              </w:rPr>
              <w:t>82</w:t>
            </w:r>
          </w:p>
        </w:tc>
        <w:tc>
          <w:tcPr>
            <w:tcW w:w="185" w:type="dxa"/>
          </w:tcPr>
          <w:p w14:paraId="7EDB1612" w14:textId="77777777" w:rsidR="000752DE" w:rsidRPr="00472F61" w:rsidRDefault="000752DE" w:rsidP="000752DE">
            <w:pPr>
              <w:tabs>
                <w:tab w:val="decimal" w:pos="960"/>
              </w:tabs>
              <w:spacing w:line="240" w:lineRule="auto"/>
              <w:ind w:left="-108" w:right="-53"/>
              <w:rPr>
                <w:szCs w:val="22"/>
                <w:lang w:eastAsia="x-none"/>
              </w:rPr>
            </w:pPr>
          </w:p>
        </w:tc>
        <w:tc>
          <w:tcPr>
            <w:tcW w:w="1204" w:type="dxa"/>
          </w:tcPr>
          <w:p w14:paraId="35EAA62D" w14:textId="77777777" w:rsidR="000752DE" w:rsidRPr="00472F61" w:rsidRDefault="000752DE" w:rsidP="000752DE">
            <w:pPr>
              <w:pStyle w:val="BodyText"/>
              <w:tabs>
                <w:tab w:val="decimal" w:pos="960"/>
              </w:tabs>
              <w:spacing w:after="0" w:line="240" w:lineRule="auto"/>
              <w:ind w:left="-108" w:right="-53"/>
              <w:rPr>
                <w:szCs w:val="22"/>
                <w:lang w:val="en-US" w:eastAsia="x-none"/>
              </w:rPr>
            </w:pPr>
            <w:r w:rsidRPr="00472F61">
              <w:rPr>
                <w:szCs w:val="22"/>
                <w:lang w:val="en-US"/>
              </w:rPr>
              <w:t>21</w:t>
            </w:r>
          </w:p>
        </w:tc>
        <w:tc>
          <w:tcPr>
            <w:tcW w:w="185" w:type="dxa"/>
          </w:tcPr>
          <w:p w14:paraId="05F5ED15" w14:textId="77777777" w:rsidR="000752DE" w:rsidRPr="00472F61" w:rsidRDefault="000752DE" w:rsidP="000752DE">
            <w:pPr>
              <w:tabs>
                <w:tab w:val="decimal" w:pos="960"/>
              </w:tabs>
              <w:spacing w:line="240" w:lineRule="auto"/>
              <w:ind w:left="-108" w:right="-53"/>
              <w:rPr>
                <w:szCs w:val="22"/>
                <w:cs/>
                <w:lang w:val="en-US" w:eastAsia="x-none"/>
              </w:rPr>
            </w:pPr>
          </w:p>
        </w:tc>
        <w:tc>
          <w:tcPr>
            <w:tcW w:w="1296" w:type="dxa"/>
          </w:tcPr>
          <w:p w14:paraId="46950536" w14:textId="2910AA63" w:rsidR="000752DE" w:rsidRPr="00472F61" w:rsidRDefault="00B94CE1" w:rsidP="000720F1">
            <w:pPr>
              <w:pStyle w:val="acctfourfigures"/>
              <w:tabs>
                <w:tab w:val="clear" w:pos="765"/>
                <w:tab w:val="decimal" w:pos="1040"/>
              </w:tabs>
              <w:spacing w:line="240" w:lineRule="atLeast"/>
              <w:rPr>
                <w:szCs w:val="22"/>
                <w:lang w:eastAsia="x-none"/>
              </w:rPr>
            </w:pPr>
            <w:r>
              <w:rPr>
                <w:szCs w:val="22"/>
              </w:rPr>
              <w:t>21</w:t>
            </w:r>
          </w:p>
        </w:tc>
      </w:tr>
      <w:tr w:rsidR="000752DE" w:rsidRPr="00472F61" w14:paraId="38FE4B5E" w14:textId="77777777" w:rsidTr="000752DE">
        <w:trPr>
          <w:cantSplit/>
        </w:trPr>
        <w:tc>
          <w:tcPr>
            <w:tcW w:w="4163" w:type="dxa"/>
          </w:tcPr>
          <w:p w14:paraId="38CD0D31" w14:textId="77777777" w:rsidR="000752DE" w:rsidRPr="00472F61" w:rsidRDefault="000752DE" w:rsidP="000752DE">
            <w:pPr>
              <w:spacing w:line="240" w:lineRule="atLeast"/>
              <w:rPr>
                <w:szCs w:val="22"/>
              </w:rPr>
            </w:pPr>
            <w:r w:rsidRPr="00472F61">
              <w:rPr>
                <w:b/>
                <w:bCs/>
                <w:szCs w:val="22"/>
              </w:rPr>
              <w:t>Total</w:t>
            </w:r>
          </w:p>
        </w:tc>
        <w:tc>
          <w:tcPr>
            <w:tcW w:w="1202" w:type="dxa"/>
            <w:tcBorders>
              <w:top w:val="single" w:sz="4" w:space="0" w:color="auto"/>
              <w:left w:val="nil"/>
              <w:bottom w:val="double" w:sz="4" w:space="0" w:color="auto"/>
              <w:right w:val="nil"/>
            </w:tcBorders>
          </w:tcPr>
          <w:p w14:paraId="2D7FF1D6" w14:textId="77777777" w:rsidR="000752DE" w:rsidRPr="00472F61" w:rsidRDefault="000752DE" w:rsidP="000752DE">
            <w:pPr>
              <w:tabs>
                <w:tab w:val="decimal" w:pos="960"/>
              </w:tabs>
              <w:spacing w:line="240" w:lineRule="auto"/>
              <w:ind w:left="-108" w:right="-53"/>
              <w:rPr>
                <w:b/>
                <w:bCs/>
                <w:szCs w:val="22"/>
                <w:cs/>
              </w:rPr>
            </w:pPr>
            <w:r w:rsidRPr="00472F61">
              <w:rPr>
                <w:b/>
                <w:bCs/>
                <w:szCs w:val="22"/>
              </w:rPr>
              <w:t>19,533</w:t>
            </w:r>
          </w:p>
        </w:tc>
        <w:tc>
          <w:tcPr>
            <w:tcW w:w="185" w:type="dxa"/>
          </w:tcPr>
          <w:p w14:paraId="206D5AD6" w14:textId="77777777" w:rsidR="000752DE" w:rsidRPr="00472F61" w:rsidRDefault="000752DE" w:rsidP="000752DE">
            <w:pPr>
              <w:pStyle w:val="BodyText"/>
              <w:tabs>
                <w:tab w:val="decimal" w:pos="960"/>
              </w:tabs>
              <w:spacing w:after="0" w:line="240" w:lineRule="auto"/>
              <w:ind w:left="-108" w:right="-53"/>
              <w:rPr>
                <w:b/>
                <w:bCs/>
                <w:szCs w:val="22"/>
              </w:rPr>
            </w:pPr>
          </w:p>
        </w:tc>
        <w:tc>
          <w:tcPr>
            <w:tcW w:w="1298" w:type="dxa"/>
            <w:tcBorders>
              <w:top w:val="single" w:sz="4" w:space="0" w:color="auto"/>
              <w:left w:val="nil"/>
              <w:bottom w:val="double" w:sz="4" w:space="0" w:color="auto"/>
              <w:right w:val="nil"/>
            </w:tcBorders>
          </w:tcPr>
          <w:p w14:paraId="1E429125" w14:textId="6F79BF72" w:rsidR="000752DE" w:rsidRPr="00472F61" w:rsidRDefault="00B94CE1" w:rsidP="000720F1">
            <w:pPr>
              <w:pStyle w:val="acctfourfigures"/>
              <w:tabs>
                <w:tab w:val="clear" w:pos="765"/>
                <w:tab w:val="decimal" w:pos="1067"/>
              </w:tabs>
              <w:spacing w:line="240" w:lineRule="atLeast"/>
              <w:rPr>
                <w:b/>
                <w:bCs/>
                <w:szCs w:val="22"/>
              </w:rPr>
            </w:pPr>
            <w:r>
              <w:rPr>
                <w:b/>
                <w:bCs/>
                <w:szCs w:val="22"/>
              </w:rPr>
              <w:t>8,7</w:t>
            </w:r>
            <w:r w:rsidR="00CC6DCF">
              <w:rPr>
                <w:b/>
                <w:bCs/>
                <w:szCs w:val="22"/>
              </w:rPr>
              <w:t>35</w:t>
            </w:r>
          </w:p>
        </w:tc>
        <w:tc>
          <w:tcPr>
            <w:tcW w:w="185" w:type="dxa"/>
          </w:tcPr>
          <w:p w14:paraId="7AC70444" w14:textId="77777777" w:rsidR="000752DE" w:rsidRPr="00472F61" w:rsidRDefault="000752DE" w:rsidP="000752DE">
            <w:pPr>
              <w:pStyle w:val="BodyText"/>
              <w:tabs>
                <w:tab w:val="decimal" w:pos="960"/>
              </w:tabs>
              <w:spacing w:after="0" w:line="240" w:lineRule="auto"/>
              <w:ind w:left="-108" w:right="-53"/>
              <w:rPr>
                <w:b/>
                <w:bCs/>
                <w:szCs w:val="22"/>
              </w:rPr>
            </w:pPr>
          </w:p>
        </w:tc>
        <w:tc>
          <w:tcPr>
            <w:tcW w:w="1204" w:type="dxa"/>
            <w:tcBorders>
              <w:top w:val="single" w:sz="4" w:space="0" w:color="auto"/>
              <w:left w:val="nil"/>
              <w:bottom w:val="double" w:sz="4" w:space="0" w:color="auto"/>
              <w:right w:val="nil"/>
            </w:tcBorders>
          </w:tcPr>
          <w:p w14:paraId="3FFB9E03" w14:textId="77777777" w:rsidR="000752DE" w:rsidRPr="00472F61" w:rsidRDefault="000752DE" w:rsidP="000752DE">
            <w:pPr>
              <w:pStyle w:val="BodyText"/>
              <w:tabs>
                <w:tab w:val="decimal" w:pos="960"/>
              </w:tabs>
              <w:spacing w:after="0" w:line="240" w:lineRule="auto"/>
              <w:ind w:left="-108" w:right="-53"/>
              <w:rPr>
                <w:b/>
                <w:bCs/>
                <w:szCs w:val="22"/>
                <w:lang w:val="en-US"/>
              </w:rPr>
            </w:pPr>
            <w:r w:rsidRPr="00472F61">
              <w:rPr>
                <w:b/>
                <w:bCs/>
                <w:szCs w:val="22"/>
                <w:lang w:val="en-US"/>
              </w:rPr>
              <w:t>19,061</w:t>
            </w:r>
          </w:p>
        </w:tc>
        <w:tc>
          <w:tcPr>
            <w:tcW w:w="185" w:type="dxa"/>
          </w:tcPr>
          <w:p w14:paraId="32E9B5ED" w14:textId="77777777" w:rsidR="000752DE" w:rsidRPr="00472F61" w:rsidRDefault="000752DE" w:rsidP="000752DE">
            <w:pPr>
              <w:pStyle w:val="BodyText"/>
              <w:tabs>
                <w:tab w:val="decimal" w:pos="960"/>
              </w:tabs>
              <w:spacing w:after="0" w:line="240" w:lineRule="auto"/>
              <w:ind w:left="-108" w:right="-53"/>
              <w:rPr>
                <w:b/>
                <w:bCs/>
                <w:szCs w:val="22"/>
                <w:lang w:val="x-none"/>
              </w:rPr>
            </w:pPr>
          </w:p>
        </w:tc>
        <w:tc>
          <w:tcPr>
            <w:tcW w:w="1296" w:type="dxa"/>
            <w:tcBorders>
              <w:top w:val="single" w:sz="4" w:space="0" w:color="auto"/>
              <w:left w:val="nil"/>
              <w:bottom w:val="double" w:sz="4" w:space="0" w:color="auto"/>
              <w:right w:val="nil"/>
            </w:tcBorders>
          </w:tcPr>
          <w:p w14:paraId="4AF520F6" w14:textId="68B79C25" w:rsidR="000752DE" w:rsidRPr="00472F61" w:rsidRDefault="000752DE" w:rsidP="000720F1">
            <w:pPr>
              <w:pStyle w:val="acctfourfigures"/>
              <w:tabs>
                <w:tab w:val="clear" w:pos="765"/>
                <w:tab w:val="decimal" w:pos="1040"/>
              </w:tabs>
              <w:spacing w:line="240" w:lineRule="atLeast"/>
              <w:rPr>
                <w:b/>
                <w:bCs/>
                <w:szCs w:val="22"/>
                <w:lang w:val="en-US"/>
              </w:rPr>
            </w:pPr>
            <w:r w:rsidRPr="00472F61">
              <w:rPr>
                <w:b/>
                <w:bCs/>
                <w:szCs w:val="22"/>
              </w:rPr>
              <w:t>8,5</w:t>
            </w:r>
            <w:r w:rsidR="00CC6DCF">
              <w:rPr>
                <w:b/>
                <w:bCs/>
                <w:szCs w:val="22"/>
                <w:lang w:val="en-US"/>
              </w:rPr>
              <w:t>49</w:t>
            </w:r>
          </w:p>
        </w:tc>
      </w:tr>
      <w:tr w:rsidR="000752DE" w:rsidRPr="00472F61" w14:paraId="5F18E5AE" w14:textId="77777777" w:rsidTr="000752DE">
        <w:trPr>
          <w:cantSplit/>
        </w:trPr>
        <w:tc>
          <w:tcPr>
            <w:tcW w:w="4163" w:type="dxa"/>
          </w:tcPr>
          <w:p w14:paraId="0E9E325D" w14:textId="77777777" w:rsidR="000752DE" w:rsidRPr="00472F61" w:rsidRDefault="000752DE" w:rsidP="000752DE">
            <w:pPr>
              <w:spacing w:line="240" w:lineRule="atLeast"/>
              <w:rPr>
                <w:szCs w:val="22"/>
              </w:rPr>
            </w:pPr>
          </w:p>
        </w:tc>
        <w:tc>
          <w:tcPr>
            <w:tcW w:w="1202" w:type="dxa"/>
            <w:tcBorders>
              <w:top w:val="double" w:sz="4" w:space="0" w:color="auto"/>
            </w:tcBorders>
          </w:tcPr>
          <w:p w14:paraId="65FECBC3" w14:textId="77777777" w:rsidR="000752DE" w:rsidRPr="00472F61" w:rsidRDefault="000752DE" w:rsidP="000752DE">
            <w:pPr>
              <w:tabs>
                <w:tab w:val="decimal" w:pos="1005"/>
              </w:tabs>
              <w:rPr>
                <w:szCs w:val="22"/>
              </w:rPr>
            </w:pPr>
          </w:p>
        </w:tc>
        <w:tc>
          <w:tcPr>
            <w:tcW w:w="185" w:type="dxa"/>
          </w:tcPr>
          <w:p w14:paraId="7ADBD798" w14:textId="77777777" w:rsidR="000752DE" w:rsidRPr="00472F61" w:rsidRDefault="000752DE" w:rsidP="000752DE">
            <w:pPr>
              <w:rPr>
                <w:szCs w:val="22"/>
              </w:rPr>
            </w:pPr>
          </w:p>
        </w:tc>
        <w:tc>
          <w:tcPr>
            <w:tcW w:w="1298" w:type="dxa"/>
            <w:tcBorders>
              <w:top w:val="double" w:sz="4" w:space="0" w:color="auto"/>
            </w:tcBorders>
          </w:tcPr>
          <w:p w14:paraId="5EEAE7AA" w14:textId="77777777" w:rsidR="000752DE" w:rsidRPr="00472F61" w:rsidRDefault="000752DE" w:rsidP="000752DE">
            <w:pPr>
              <w:tabs>
                <w:tab w:val="decimal" w:pos="1067"/>
              </w:tabs>
              <w:rPr>
                <w:szCs w:val="22"/>
              </w:rPr>
            </w:pPr>
          </w:p>
        </w:tc>
        <w:tc>
          <w:tcPr>
            <w:tcW w:w="185" w:type="dxa"/>
          </w:tcPr>
          <w:p w14:paraId="74C651ED" w14:textId="77777777" w:rsidR="000752DE" w:rsidRPr="00472F61" w:rsidRDefault="000752DE" w:rsidP="000752DE">
            <w:pPr>
              <w:tabs>
                <w:tab w:val="decimal" w:pos="1095"/>
              </w:tabs>
              <w:rPr>
                <w:szCs w:val="22"/>
              </w:rPr>
            </w:pPr>
          </w:p>
        </w:tc>
        <w:tc>
          <w:tcPr>
            <w:tcW w:w="1204" w:type="dxa"/>
            <w:tcBorders>
              <w:top w:val="double" w:sz="4" w:space="0" w:color="auto"/>
            </w:tcBorders>
          </w:tcPr>
          <w:p w14:paraId="7741E3E2" w14:textId="77777777" w:rsidR="000752DE" w:rsidRPr="00472F61" w:rsidRDefault="000752DE" w:rsidP="000752DE">
            <w:pPr>
              <w:tabs>
                <w:tab w:val="decimal" w:pos="915"/>
              </w:tabs>
              <w:rPr>
                <w:szCs w:val="22"/>
              </w:rPr>
            </w:pPr>
          </w:p>
        </w:tc>
        <w:tc>
          <w:tcPr>
            <w:tcW w:w="185" w:type="dxa"/>
          </w:tcPr>
          <w:p w14:paraId="35D05FCB" w14:textId="77777777" w:rsidR="000752DE" w:rsidRPr="00472F61" w:rsidRDefault="000752DE" w:rsidP="000752DE">
            <w:pPr>
              <w:rPr>
                <w:szCs w:val="22"/>
              </w:rPr>
            </w:pPr>
          </w:p>
        </w:tc>
        <w:tc>
          <w:tcPr>
            <w:tcW w:w="1296" w:type="dxa"/>
            <w:tcBorders>
              <w:top w:val="double" w:sz="4" w:space="0" w:color="auto"/>
            </w:tcBorders>
          </w:tcPr>
          <w:p w14:paraId="15F7D0FB" w14:textId="77777777" w:rsidR="000752DE" w:rsidRPr="00472F61" w:rsidRDefault="000752DE" w:rsidP="000752DE">
            <w:pPr>
              <w:tabs>
                <w:tab w:val="decimal" w:pos="1031"/>
              </w:tabs>
              <w:rPr>
                <w:szCs w:val="22"/>
              </w:rPr>
            </w:pPr>
          </w:p>
        </w:tc>
      </w:tr>
      <w:tr w:rsidR="000752DE" w:rsidRPr="00472F61" w14:paraId="0C31E30D" w14:textId="77777777" w:rsidTr="000752DE">
        <w:trPr>
          <w:cantSplit/>
        </w:trPr>
        <w:tc>
          <w:tcPr>
            <w:tcW w:w="4163" w:type="dxa"/>
          </w:tcPr>
          <w:p w14:paraId="59301C66" w14:textId="77777777" w:rsidR="000752DE" w:rsidRPr="00472F61" w:rsidRDefault="000752DE" w:rsidP="000752DE">
            <w:pPr>
              <w:spacing w:line="240" w:lineRule="atLeast"/>
              <w:rPr>
                <w:b/>
                <w:bCs/>
                <w:szCs w:val="22"/>
              </w:rPr>
            </w:pPr>
            <w:r w:rsidRPr="00472F61">
              <w:rPr>
                <w:b/>
                <w:bCs/>
                <w:i/>
                <w:iCs/>
                <w:szCs w:val="22"/>
              </w:rPr>
              <w:t>Retention payable</w:t>
            </w:r>
          </w:p>
        </w:tc>
        <w:tc>
          <w:tcPr>
            <w:tcW w:w="1202" w:type="dxa"/>
          </w:tcPr>
          <w:p w14:paraId="25BE6D3E" w14:textId="77777777" w:rsidR="000752DE" w:rsidRPr="00472F61" w:rsidRDefault="000752DE" w:rsidP="000752DE">
            <w:pPr>
              <w:tabs>
                <w:tab w:val="decimal" w:pos="1005"/>
              </w:tabs>
              <w:rPr>
                <w:b/>
                <w:bCs/>
                <w:szCs w:val="22"/>
              </w:rPr>
            </w:pPr>
          </w:p>
        </w:tc>
        <w:tc>
          <w:tcPr>
            <w:tcW w:w="185" w:type="dxa"/>
          </w:tcPr>
          <w:p w14:paraId="1571A47D" w14:textId="77777777" w:rsidR="000752DE" w:rsidRPr="00472F61" w:rsidRDefault="000752DE" w:rsidP="000752DE">
            <w:pPr>
              <w:rPr>
                <w:b/>
                <w:bCs/>
                <w:szCs w:val="22"/>
              </w:rPr>
            </w:pPr>
          </w:p>
        </w:tc>
        <w:tc>
          <w:tcPr>
            <w:tcW w:w="1298" w:type="dxa"/>
          </w:tcPr>
          <w:p w14:paraId="43C01565" w14:textId="77777777" w:rsidR="000752DE" w:rsidRPr="00472F61" w:rsidRDefault="000752DE" w:rsidP="000752DE">
            <w:pPr>
              <w:tabs>
                <w:tab w:val="decimal" w:pos="1067"/>
              </w:tabs>
              <w:rPr>
                <w:b/>
                <w:bCs/>
                <w:szCs w:val="22"/>
              </w:rPr>
            </w:pPr>
          </w:p>
        </w:tc>
        <w:tc>
          <w:tcPr>
            <w:tcW w:w="185" w:type="dxa"/>
          </w:tcPr>
          <w:p w14:paraId="3B019032" w14:textId="77777777" w:rsidR="000752DE" w:rsidRPr="00472F61" w:rsidRDefault="000752DE" w:rsidP="000752DE">
            <w:pPr>
              <w:rPr>
                <w:b/>
                <w:bCs/>
                <w:szCs w:val="22"/>
              </w:rPr>
            </w:pPr>
          </w:p>
        </w:tc>
        <w:tc>
          <w:tcPr>
            <w:tcW w:w="1204" w:type="dxa"/>
          </w:tcPr>
          <w:p w14:paraId="46059319" w14:textId="77777777" w:rsidR="000752DE" w:rsidRPr="00472F61" w:rsidRDefault="000752DE" w:rsidP="000752DE">
            <w:pPr>
              <w:tabs>
                <w:tab w:val="decimal" w:pos="915"/>
              </w:tabs>
              <w:rPr>
                <w:b/>
                <w:bCs/>
                <w:szCs w:val="22"/>
              </w:rPr>
            </w:pPr>
          </w:p>
        </w:tc>
        <w:tc>
          <w:tcPr>
            <w:tcW w:w="185" w:type="dxa"/>
          </w:tcPr>
          <w:p w14:paraId="5EE9041E" w14:textId="77777777" w:rsidR="000752DE" w:rsidRPr="00472F61" w:rsidRDefault="000752DE" w:rsidP="000752DE">
            <w:pPr>
              <w:rPr>
                <w:b/>
                <w:bCs/>
                <w:szCs w:val="22"/>
              </w:rPr>
            </w:pPr>
          </w:p>
        </w:tc>
        <w:tc>
          <w:tcPr>
            <w:tcW w:w="1296" w:type="dxa"/>
          </w:tcPr>
          <w:p w14:paraId="2C4FCB2A" w14:textId="77777777" w:rsidR="000752DE" w:rsidRPr="00472F61" w:rsidRDefault="000752DE" w:rsidP="000752DE">
            <w:pPr>
              <w:tabs>
                <w:tab w:val="decimal" w:pos="1031"/>
              </w:tabs>
              <w:rPr>
                <w:b/>
                <w:bCs/>
                <w:szCs w:val="22"/>
              </w:rPr>
            </w:pPr>
          </w:p>
        </w:tc>
      </w:tr>
      <w:tr w:rsidR="000752DE" w:rsidRPr="00472F61" w14:paraId="37CC1E62" w14:textId="77777777" w:rsidTr="000752DE">
        <w:trPr>
          <w:cantSplit/>
        </w:trPr>
        <w:tc>
          <w:tcPr>
            <w:tcW w:w="4163" w:type="dxa"/>
          </w:tcPr>
          <w:p w14:paraId="70E02690" w14:textId="77777777" w:rsidR="000752DE" w:rsidRPr="00472F61" w:rsidRDefault="000752DE" w:rsidP="000752DE">
            <w:pPr>
              <w:spacing w:line="240" w:lineRule="atLeast"/>
              <w:rPr>
                <w:b/>
                <w:bCs/>
                <w:szCs w:val="22"/>
              </w:rPr>
            </w:pPr>
            <w:r w:rsidRPr="00472F61">
              <w:rPr>
                <w:szCs w:val="22"/>
              </w:rPr>
              <w:t>Other related parties</w:t>
            </w:r>
          </w:p>
        </w:tc>
        <w:tc>
          <w:tcPr>
            <w:tcW w:w="1202" w:type="dxa"/>
            <w:tcBorders>
              <w:bottom w:val="double" w:sz="4" w:space="0" w:color="auto"/>
            </w:tcBorders>
          </w:tcPr>
          <w:p w14:paraId="62344F08" w14:textId="77777777" w:rsidR="000752DE" w:rsidRPr="00472F61" w:rsidRDefault="000752DE" w:rsidP="00883DB6">
            <w:pPr>
              <w:pStyle w:val="BodyText"/>
              <w:tabs>
                <w:tab w:val="decimal" w:pos="762"/>
              </w:tabs>
              <w:spacing w:after="0" w:line="240" w:lineRule="auto"/>
              <w:ind w:left="-108" w:right="-53"/>
              <w:rPr>
                <w:b/>
                <w:bCs/>
                <w:szCs w:val="22"/>
              </w:rPr>
            </w:pPr>
            <w:r w:rsidRPr="00472F61">
              <w:rPr>
                <w:b/>
                <w:bCs/>
                <w:szCs w:val="22"/>
              </w:rPr>
              <w:t>-</w:t>
            </w:r>
          </w:p>
        </w:tc>
        <w:tc>
          <w:tcPr>
            <w:tcW w:w="185" w:type="dxa"/>
          </w:tcPr>
          <w:p w14:paraId="0BC8D554"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98" w:type="dxa"/>
            <w:tcBorders>
              <w:bottom w:val="double" w:sz="4" w:space="0" w:color="auto"/>
            </w:tcBorders>
          </w:tcPr>
          <w:p w14:paraId="32ACAED0" w14:textId="77777777" w:rsidR="000752DE" w:rsidRPr="00472F61" w:rsidRDefault="000752DE" w:rsidP="000752DE">
            <w:pPr>
              <w:pStyle w:val="acctfourfigures"/>
              <w:tabs>
                <w:tab w:val="clear" w:pos="765"/>
                <w:tab w:val="decimal" w:pos="1067"/>
              </w:tabs>
              <w:spacing w:line="240" w:lineRule="atLeast"/>
              <w:rPr>
                <w:b/>
                <w:bCs/>
                <w:szCs w:val="22"/>
              </w:rPr>
            </w:pPr>
            <w:r w:rsidRPr="00472F61">
              <w:rPr>
                <w:b/>
                <w:bCs/>
                <w:szCs w:val="22"/>
              </w:rPr>
              <w:t>1,296</w:t>
            </w:r>
          </w:p>
        </w:tc>
        <w:tc>
          <w:tcPr>
            <w:tcW w:w="185" w:type="dxa"/>
          </w:tcPr>
          <w:p w14:paraId="25BB3D5A"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04" w:type="dxa"/>
            <w:tcBorders>
              <w:bottom w:val="double" w:sz="4" w:space="0" w:color="auto"/>
            </w:tcBorders>
          </w:tcPr>
          <w:p w14:paraId="1B2D6CBB" w14:textId="77777777" w:rsidR="000752DE" w:rsidRPr="00472F61" w:rsidRDefault="000752DE" w:rsidP="00772AA8">
            <w:pPr>
              <w:tabs>
                <w:tab w:val="decimal" w:pos="726"/>
              </w:tabs>
              <w:spacing w:line="240" w:lineRule="auto"/>
              <w:ind w:right="-79"/>
              <w:rPr>
                <w:b/>
                <w:bCs/>
                <w:szCs w:val="22"/>
              </w:rPr>
            </w:pPr>
            <w:r w:rsidRPr="00472F61">
              <w:rPr>
                <w:b/>
                <w:bCs/>
                <w:szCs w:val="22"/>
              </w:rPr>
              <w:t>-</w:t>
            </w:r>
          </w:p>
        </w:tc>
        <w:tc>
          <w:tcPr>
            <w:tcW w:w="185" w:type="dxa"/>
          </w:tcPr>
          <w:p w14:paraId="38B0FCE7"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96" w:type="dxa"/>
            <w:tcBorders>
              <w:bottom w:val="double" w:sz="4" w:space="0" w:color="auto"/>
            </w:tcBorders>
          </w:tcPr>
          <w:p w14:paraId="78E301E1" w14:textId="77777777" w:rsidR="000752DE" w:rsidRPr="00472F61" w:rsidRDefault="000752DE" w:rsidP="000720F1">
            <w:pPr>
              <w:pStyle w:val="acctfourfigures"/>
              <w:tabs>
                <w:tab w:val="clear" w:pos="765"/>
                <w:tab w:val="decimal" w:pos="1040"/>
              </w:tabs>
              <w:spacing w:line="240" w:lineRule="atLeast"/>
              <w:rPr>
                <w:b/>
                <w:bCs/>
                <w:szCs w:val="22"/>
              </w:rPr>
            </w:pPr>
            <w:r w:rsidRPr="00472F61">
              <w:rPr>
                <w:b/>
                <w:bCs/>
                <w:szCs w:val="22"/>
              </w:rPr>
              <w:t>457</w:t>
            </w:r>
          </w:p>
        </w:tc>
      </w:tr>
      <w:tr w:rsidR="000752DE" w:rsidRPr="00472F61" w14:paraId="476E1E1C" w14:textId="77777777" w:rsidTr="000752DE">
        <w:trPr>
          <w:cantSplit/>
        </w:trPr>
        <w:tc>
          <w:tcPr>
            <w:tcW w:w="4163" w:type="dxa"/>
          </w:tcPr>
          <w:p w14:paraId="2CB66301" w14:textId="77777777" w:rsidR="000752DE" w:rsidRPr="00472F61" w:rsidRDefault="000752DE" w:rsidP="000752DE">
            <w:pPr>
              <w:spacing w:line="240" w:lineRule="atLeast"/>
              <w:rPr>
                <w:b/>
                <w:bCs/>
                <w:szCs w:val="22"/>
              </w:rPr>
            </w:pPr>
          </w:p>
        </w:tc>
        <w:tc>
          <w:tcPr>
            <w:tcW w:w="1202" w:type="dxa"/>
            <w:tcBorders>
              <w:top w:val="double" w:sz="4" w:space="0" w:color="auto"/>
            </w:tcBorders>
          </w:tcPr>
          <w:p w14:paraId="6C00E930" w14:textId="77777777" w:rsidR="000752DE" w:rsidRPr="00472F61" w:rsidRDefault="000752DE" w:rsidP="000752DE">
            <w:pPr>
              <w:pStyle w:val="acctfourfigures"/>
              <w:tabs>
                <w:tab w:val="clear" w:pos="765"/>
                <w:tab w:val="decimal" w:pos="1005"/>
              </w:tabs>
              <w:spacing w:line="240" w:lineRule="atLeast"/>
              <w:rPr>
                <w:b/>
                <w:bCs/>
                <w:szCs w:val="22"/>
              </w:rPr>
            </w:pPr>
          </w:p>
        </w:tc>
        <w:tc>
          <w:tcPr>
            <w:tcW w:w="185" w:type="dxa"/>
          </w:tcPr>
          <w:p w14:paraId="79FECFBE"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98" w:type="dxa"/>
            <w:tcBorders>
              <w:top w:val="double" w:sz="4" w:space="0" w:color="auto"/>
            </w:tcBorders>
          </w:tcPr>
          <w:p w14:paraId="3F74AF39" w14:textId="77777777" w:rsidR="000752DE" w:rsidRPr="00472F61" w:rsidRDefault="000752DE" w:rsidP="000752DE">
            <w:pPr>
              <w:pStyle w:val="acctfourfigures"/>
              <w:tabs>
                <w:tab w:val="clear" w:pos="765"/>
                <w:tab w:val="decimal" w:pos="1067"/>
              </w:tabs>
              <w:spacing w:line="240" w:lineRule="atLeast"/>
              <w:rPr>
                <w:b/>
                <w:bCs/>
                <w:szCs w:val="22"/>
              </w:rPr>
            </w:pPr>
          </w:p>
        </w:tc>
        <w:tc>
          <w:tcPr>
            <w:tcW w:w="185" w:type="dxa"/>
          </w:tcPr>
          <w:p w14:paraId="7A72F9A4"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04" w:type="dxa"/>
            <w:tcBorders>
              <w:top w:val="double" w:sz="4" w:space="0" w:color="auto"/>
            </w:tcBorders>
          </w:tcPr>
          <w:p w14:paraId="27E003E9" w14:textId="77777777" w:rsidR="000752DE" w:rsidRPr="00472F61" w:rsidRDefault="000752DE" w:rsidP="000752DE">
            <w:pPr>
              <w:pStyle w:val="acctfourfigures"/>
              <w:tabs>
                <w:tab w:val="clear" w:pos="765"/>
                <w:tab w:val="decimal" w:pos="915"/>
              </w:tabs>
              <w:spacing w:line="240" w:lineRule="atLeast"/>
              <w:ind w:right="11"/>
              <w:rPr>
                <w:b/>
                <w:bCs/>
                <w:szCs w:val="22"/>
              </w:rPr>
            </w:pPr>
          </w:p>
        </w:tc>
        <w:tc>
          <w:tcPr>
            <w:tcW w:w="185" w:type="dxa"/>
          </w:tcPr>
          <w:p w14:paraId="5802DAE2"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96" w:type="dxa"/>
            <w:tcBorders>
              <w:top w:val="double" w:sz="4" w:space="0" w:color="auto"/>
            </w:tcBorders>
          </w:tcPr>
          <w:p w14:paraId="0093F6C2" w14:textId="77777777" w:rsidR="000752DE" w:rsidRPr="00472F61" w:rsidRDefault="000752DE" w:rsidP="000752DE">
            <w:pPr>
              <w:pStyle w:val="acctfourfigures"/>
              <w:tabs>
                <w:tab w:val="clear" w:pos="765"/>
                <w:tab w:val="decimal" w:pos="1031"/>
              </w:tabs>
              <w:spacing w:line="240" w:lineRule="atLeast"/>
              <w:rPr>
                <w:b/>
                <w:bCs/>
                <w:szCs w:val="22"/>
              </w:rPr>
            </w:pPr>
          </w:p>
        </w:tc>
      </w:tr>
      <w:tr w:rsidR="000752DE" w:rsidRPr="00472F61" w14:paraId="2F6F164B" w14:textId="77777777" w:rsidTr="000752DE">
        <w:trPr>
          <w:cantSplit/>
        </w:trPr>
        <w:tc>
          <w:tcPr>
            <w:tcW w:w="4163" w:type="dxa"/>
          </w:tcPr>
          <w:p w14:paraId="1E51B5E0" w14:textId="4936D4A2" w:rsidR="000752DE" w:rsidRPr="00472F61" w:rsidRDefault="00564A4E" w:rsidP="000752DE">
            <w:pPr>
              <w:spacing w:line="240" w:lineRule="atLeast"/>
              <w:rPr>
                <w:b/>
                <w:bCs/>
                <w:i/>
                <w:iCs/>
                <w:szCs w:val="22"/>
                <w:highlight w:val="cyan"/>
              </w:rPr>
            </w:pPr>
            <w:r w:rsidRPr="00472F61">
              <w:rPr>
                <w:b/>
                <w:bCs/>
                <w:i/>
                <w:iCs/>
                <w:szCs w:val="22"/>
              </w:rPr>
              <w:t>Lease liabilities</w:t>
            </w:r>
          </w:p>
        </w:tc>
        <w:tc>
          <w:tcPr>
            <w:tcW w:w="1202" w:type="dxa"/>
          </w:tcPr>
          <w:p w14:paraId="3FBB1284" w14:textId="77777777" w:rsidR="000752DE" w:rsidRPr="00472F61" w:rsidRDefault="000752DE" w:rsidP="000752DE">
            <w:pPr>
              <w:pStyle w:val="acctfourfigures"/>
              <w:tabs>
                <w:tab w:val="decimal" w:pos="1005"/>
              </w:tabs>
              <w:spacing w:line="240" w:lineRule="atLeast"/>
              <w:rPr>
                <w:b/>
                <w:bCs/>
                <w:i/>
                <w:iCs/>
                <w:szCs w:val="22"/>
                <w:highlight w:val="cyan"/>
                <w:cs/>
              </w:rPr>
            </w:pPr>
          </w:p>
        </w:tc>
        <w:tc>
          <w:tcPr>
            <w:tcW w:w="185" w:type="dxa"/>
          </w:tcPr>
          <w:p w14:paraId="06C21804" w14:textId="77777777" w:rsidR="000752DE" w:rsidRPr="00472F61" w:rsidRDefault="000752DE" w:rsidP="000752DE">
            <w:pPr>
              <w:pStyle w:val="acctfourfigures"/>
              <w:tabs>
                <w:tab w:val="decimal" w:pos="911"/>
              </w:tabs>
              <w:spacing w:line="240" w:lineRule="atLeast"/>
              <w:ind w:right="11"/>
              <w:rPr>
                <w:b/>
                <w:bCs/>
                <w:i/>
                <w:iCs/>
                <w:szCs w:val="22"/>
                <w:highlight w:val="cyan"/>
              </w:rPr>
            </w:pPr>
          </w:p>
        </w:tc>
        <w:tc>
          <w:tcPr>
            <w:tcW w:w="1298" w:type="dxa"/>
          </w:tcPr>
          <w:p w14:paraId="5F1FFE8F" w14:textId="77777777" w:rsidR="000752DE" w:rsidRPr="00472F61" w:rsidRDefault="000752DE" w:rsidP="000752DE">
            <w:pPr>
              <w:pStyle w:val="acctfourfigures"/>
              <w:tabs>
                <w:tab w:val="decimal" w:pos="1067"/>
              </w:tabs>
              <w:spacing w:line="240" w:lineRule="atLeast"/>
              <w:rPr>
                <w:b/>
                <w:bCs/>
                <w:i/>
                <w:iCs/>
                <w:szCs w:val="22"/>
                <w:highlight w:val="cyan"/>
              </w:rPr>
            </w:pPr>
          </w:p>
        </w:tc>
        <w:tc>
          <w:tcPr>
            <w:tcW w:w="185" w:type="dxa"/>
          </w:tcPr>
          <w:p w14:paraId="69759B20" w14:textId="77777777" w:rsidR="000752DE" w:rsidRPr="00472F61" w:rsidRDefault="000752DE" w:rsidP="000752DE">
            <w:pPr>
              <w:pStyle w:val="acctfourfigures"/>
              <w:spacing w:line="240" w:lineRule="atLeast"/>
              <w:ind w:right="11"/>
              <w:rPr>
                <w:b/>
                <w:bCs/>
                <w:i/>
                <w:iCs/>
                <w:szCs w:val="22"/>
              </w:rPr>
            </w:pPr>
          </w:p>
        </w:tc>
        <w:tc>
          <w:tcPr>
            <w:tcW w:w="1204" w:type="dxa"/>
          </w:tcPr>
          <w:p w14:paraId="5FCCF908" w14:textId="77777777" w:rsidR="000752DE" w:rsidRPr="00472F61" w:rsidRDefault="000752DE" w:rsidP="000752DE">
            <w:pPr>
              <w:pStyle w:val="acctfourfigures"/>
              <w:tabs>
                <w:tab w:val="decimal" w:pos="915"/>
              </w:tabs>
              <w:spacing w:line="240" w:lineRule="atLeast"/>
              <w:ind w:right="11"/>
              <w:rPr>
                <w:b/>
                <w:bCs/>
                <w:i/>
                <w:iCs/>
                <w:szCs w:val="22"/>
              </w:rPr>
            </w:pPr>
          </w:p>
        </w:tc>
        <w:tc>
          <w:tcPr>
            <w:tcW w:w="185" w:type="dxa"/>
          </w:tcPr>
          <w:p w14:paraId="557AA303" w14:textId="77777777" w:rsidR="000752DE" w:rsidRPr="00472F61" w:rsidRDefault="000752DE" w:rsidP="000752DE">
            <w:pPr>
              <w:pStyle w:val="acctfourfigures"/>
              <w:spacing w:line="240" w:lineRule="atLeast"/>
              <w:ind w:right="11"/>
              <w:rPr>
                <w:b/>
                <w:bCs/>
                <w:i/>
                <w:iCs/>
                <w:szCs w:val="22"/>
                <w:cs/>
              </w:rPr>
            </w:pPr>
          </w:p>
        </w:tc>
        <w:tc>
          <w:tcPr>
            <w:tcW w:w="1296" w:type="dxa"/>
          </w:tcPr>
          <w:p w14:paraId="5CCC94A3" w14:textId="77777777" w:rsidR="000752DE" w:rsidRPr="00472F61" w:rsidRDefault="000752DE" w:rsidP="000752DE">
            <w:pPr>
              <w:pStyle w:val="acctfourfigures"/>
              <w:tabs>
                <w:tab w:val="decimal" w:pos="1031"/>
              </w:tabs>
              <w:spacing w:line="240" w:lineRule="atLeast"/>
              <w:rPr>
                <w:b/>
                <w:bCs/>
                <w:i/>
                <w:iCs/>
                <w:szCs w:val="22"/>
              </w:rPr>
            </w:pPr>
          </w:p>
        </w:tc>
      </w:tr>
      <w:tr w:rsidR="000752DE" w:rsidRPr="00472F61" w14:paraId="2ACAD9D3" w14:textId="77777777" w:rsidTr="000752DE">
        <w:trPr>
          <w:cantSplit/>
        </w:trPr>
        <w:tc>
          <w:tcPr>
            <w:tcW w:w="4163" w:type="dxa"/>
          </w:tcPr>
          <w:p w14:paraId="53B7165C" w14:textId="5F340450" w:rsidR="000752DE" w:rsidRPr="00472F61" w:rsidRDefault="00564A4E" w:rsidP="000752DE">
            <w:pPr>
              <w:spacing w:line="240" w:lineRule="atLeast"/>
              <w:rPr>
                <w:b/>
                <w:bCs/>
                <w:szCs w:val="22"/>
                <w:cs/>
              </w:rPr>
            </w:pPr>
            <w:r w:rsidRPr="00472F61">
              <w:rPr>
                <w:szCs w:val="22"/>
              </w:rPr>
              <w:t>Other related parties</w:t>
            </w:r>
          </w:p>
        </w:tc>
        <w:tc>
          <w:tcPr>
            <w:tcW w:w="1202" w:type="dxa"/>
            <w:tcBorders>
              <w:top w:val="nil"/>
              <w:left w:val="nil"/>
              <w:bottom w:val="double" w:sz="4" w:space="0" w:color="auto"/>
              <w:right w:val="nil"/>
            </w:tcBorders>
          </w:tcPr>
          <w:p w14:paraId="31E19C77" w14:textId="2118097F" w:rsidR="000752DE" w:rsidRPr="00472F61" w:rsidRDefault="000752DE" w:rsidP="000752DE">
            <w:pPr>
              <w:pStyle w:val="BodyText"/>
              <w:tabs>
                <w:tab w:val="decimal" w:pos="960"/>
              </w:tabs>
              <w:spacing w:after="0" w:line="240" w:lineRule="auto"/>
              <w:ind w:left="-108" w:right="-53"/>
              <w:rPr>
                <w:szCs w:val="22"/>
                <w:lang w:val="en-US" w:bidi="th-TH"/>
              </w:rPr>
            </w:pPr>
            <w:r w:rsidRPr="00472F61">
              <w:rPr>
                <w:b/>
                <w:bCs/>
                <w:szCs w:val="22"/>
                <w:lang w:val="en-US"/>
              </w:rPr>
              <w:t>134,44</w:t>
            </w:r>
            <w:r w:rsidR="00AC6710">
              <w:rPr>
                <w:b/>
                <w:bCs/>
                <w:szCs w:val="22"/>
                <w:lang w:val="en-US"/>
              </w:rPr>
              <w:t>8</w:t>
            </w:r>
          </w:p>
        </w:tc>
        <w:tc>
          <w:tcPr>
            <w:tcW w:w="185" w:type="dxa"/>
          </w:tcPr>
          <w:p w14:paraId="373C614A" w14:textId="77777777" w:rsidR="000752DE" w:rsidRPr="00472F61" w:rsidRDefault="000752DE" w:rsidP="000752DE">
            <w:pPr>
              <w:pStyle w:val="BodyText"/>
              <w:tabs>
                <w:tab w:val="decimal" w:pos="960"/>
              </w:tabs>
              <w:spacing w:after="0" w:line="240" w:lineRule="auto"/>
              <w:ind w:left="-108" w:right="-53"/>
              <w:rPr>
                <w:b/>
                <w:bCs/>
                <w:szCs w:val="22"/>
                <w:lang w:val="x-none"/>
              </w:rPr>
            </w:pPr>
          </w:p>
        </w:tc>
        <w:tc>
          <w:tcPr>
            <w:tcW w:w="1298" w:type="dxa"/>
            <w:tcBorders>
              <w:top w:val="nil"/>
              <w:left w:val="nil"/>
              <w:bottom w:val="double" w:sz="4" w:space="0" w:color="auto"/>
              <w:right w:val="nil"/>
            </w:tcBorders>
          </w:tcPr>
          <w:p w14:paraId="226D287B" w14:textId="77777777" w:rsidR="000752DE" w:rsidRPr="00472F61" w:rsidRDefault="000752DE" w:rsidP="000720F1">
            <w:pPr>
              <w:pStyle w:val="acctfourfigures"/>
              <w:tabs>
                <w:tab w:val="clear" w:pos="765"/>
                <w:tab w:val="decimal" w:pos="1067"/>
              </w:tabs>
              <w:spacing w:line="240" w:lineRule="atLeast"/>
              <w:rPr>
                <w:szCs w:val="22"/>
              </w:rPr>
            </w:pPr>
            <w:r w:rsidRPr="00472F61">
              <w:rPr>
                <w:b/>
                <w:bCs/>
                <w:szCs w:val="22"/>
              </w:rPr>
              <w:t>134,080</w:t>
            </w:r>
          </w:p>
        </w:tc>
        <w:tc>
          <w:tcPr>
            <w:tcW w:w="185" w:type="dxa"/>
          </w:tcPr>
          <w:p w14:paraId="50B6ACEE" w14:textId="77777777" w:rsidR="000752DE" w:rsidRPr="00472F61" w:rsidRDefault="000752DE" w:rsidP="000752DE">
            <w:pPr>
              <w:tabs>
                <w:tab w:val="decimal" w:pos="960"/>
              </w:tabs>
              <w:spacing w:line="240" w:lineRule="auto"/>
              <w:ind w:left="-108" w:right="-53"/>
              <w:rPr>
                <w:szCs w:val="22"/>
              </w:rPr>
            </w:pPr>
          </w:p>
        </w:tc>
        <w:tc>
          <w:tcPr>
            <w:tcW w:w="1204" w:type="dxa"/>
            <w:tcBorders>
              <w:top w:val="nil"/>
              <w:left w:val="nil"/>
              <w:bottom w:val="double" w:sz="4" w:space="0" w:color="auto"/>
              <w:right w:val="nil"/>
            </w:tcBorders>
          </w:tcPr>
          <w:p w14:paraId="0B1513C9" w14:textId="77777777" w:rsidR="000752DE" w:rsidRPr="00472F61" w:rsidRDefault="000752DE" w:rsidP="000752DE">
            <w:pPr>
              <w:tabs>
                <w:tab w:val="decimal" w:pos="726"/>
              </w:tabs>
              <w:spacing w:line="240" w:lineRule="auto"/>
              <w:ind w:right="-79"/>
              <w:rPr>
                <w:szCs w:val="22"/>
              </w:rPr>
            </w:pPr>
            <w:r w:rsidRPr="00472F61">
              <w:rPr>
                <w:b/>
                <w:bCs/>
                <w:szCs w:val="22"/>
              </w:rPr>
              <w:t>-</w:t>
            </w:r>
          </w:p>
        </w:tc>
        <w:tc>
          <w:tcPr>
            <w:tcW w:w="185" w:type="dxa"/>
          </w:tcPr>
          <w:p w14:paraId="42A4BA05" w14:textId="77777777" w:rsidR="000752DE" w:rsidRPr="00472F61" w:rsidRDefault="000752DE" w:rsidP="000752DE">
            <w:pPr>
              <w:tabs>
                <w:tab w:val="decimal" w:pos="960"/>
              </w:tabs>
              <w:spacing w:line="240" w:lineRule="auto"/>
              <w:ind w:left="-108" w:right="-53"/>
              <w:rPr>
                <w:szCs w:val="22"/>
                <w:cs/>
              </w:rPr>
            </w:pPr>
          </w:p>
        </w:tc>
        <w:tc>
          <w:tcPr>
            <w:tcW w:w="1296" w:type="dxa"/>
            <w:tcBorders>
              <w:top w:val="nil"/>
              <w:left w:val="nil"/>
              <w:bottom w:val="double" w:sz="4" w:space="0" w:color="auto"/>
              <w:right w:val="nil"/>
            </w:tcBorders>
          </w:tcPr>
          <w:p w14:paraId="44812DE7" w14:textId="77777777" w:rsidR="000752DE" w:rsidRPr="00472F61" w:rsidRDefault="000752DE" w:rsidP="000752DE">
            <w:pPr>
              <w:tabs>
                <w:tab w:val="decimal" w:pos="726"/>
              </w:tabs>
              <w:spacing w:line="240" w:lineRule="auto"/>
              <w:ind w:right="-79"/>
              <w:rPr>
                <w:szCs w:val="22"/>
              </w:rPr>
            </w:pPr>
            <w:r w:rsidRPr="00472F61">
              <w:rPr>
                <w:b/>
                <w:bCs/>
                <w:szCs w:val="22"/>
              </w:rPr>
              <w:t>-</w:t>
            </w:r>
          </w:p>
        </w:tc>
      </w:tr>
      <w:tr w:rsidR="000752DE" w:rsidRPr="00472F61" w14:paraId="311F6922" w14:textId="77777777" w:rsidTr="000752DE">
        <w:trPr>
          <w:cantSplit/>
          <w:trHeight w:val="317"/>
        </w:trPr>
        <w:tc>
          <w:tcPr>
            <w:tcW w:w="4163" w:type="dxa"/>
          </w:tcPr>
          <w:p w14:paraId="43134480" w14:textId="77777777" w:rsidR="000752DE" w:rsidRPr="00472F61" w:rsidRDefault="000752DE" w:rsidP="000752DE">
            <w:pPr>
              <w:spacing w:line="240" w:lineRule="atLeast"/>
              <w:rPr>
                <w:b/>
                <w:bCs/>
                <w:szCs w:val="22"/>
              </w:rPr>
            </w:pPr>
          </w:p>
        </w:tc>
        <w:tc>
          <w:tcPr>
            <w:tcW w:w="1202" w:type="dxa"/>
            <w:tcBorders>
              <w:top w:val="single" w:sz="4" w:space="0" w:color="auto"/>
            </w:tcBorders>
          </w:tcPr>
          <w:p w14:paraId="5537BBF7" w14:textId="77777777" w:rsidR="000752DE" w:rsidRPr="00472F61" w:rsidRDefault="000752DE" w:rsidP="000752DE">
            <w:pPr>
              <w:pStyle w:val="acctfourfigures"/>
              <w:tabs>
                <w:tab w:val="clear" w:pos="765"/>
                <w:tab w:val="decimal" w:pos="1005"/>
              </w:tabs>
              <w:spacing w:line="240" w:lineRule="atLeast"/>
              <w:rPr>
                <w:b/>
                <w:bCs/>
                <w:szCs w:val="22"/>
              </w:rPr>
            </w:pPr>
          </w:p>
        </w:tc>
        <w:tc>
          <w:tcPr>
            <w:tcW w:w="185" w:type="dxa"/>
          </w:tcPr>
          <w:p w14:paraId="5632C7EC"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98" w:type="dxa"/>
            <w:tcBorders>
              <w:top w:val="single" w:sz="4" w:space="0" w:color="auto"/>
            </w:tcBorders>
          </w:tcPr>
          <w:p w14:paraId="752C96BA" w14:textId="77777777" w:rsidR="000752DE" w:rsidRPr="00472F61" w:rsidRDefault="000752DE" w:rsidP="000752DE">
            <w:pPr>
              <w:pStyle w:val="acctfourfigures"/>
              <w:tabs>
                <w:tab w:val="clear" w:pos="765"/>
                <w:tab w:val="decimal" w:pos="1067"/>
              </w:tabs>
              <w:spacing w:line="240" w:lineRule="atLeast"/>
              <w:rPr>
                <w:b/>
                <w:bCs/>
                <w:szCs w:val="22"/>
              </w:rPr>
            </w:pPr>
          </w:p>
        </w:tc>
        <w:tc>
          <w:tcPr>
            <w:tcW w:w="185" w:type="dxa"/>
          </w:tcPr>
          <w:p w14:paraId="4A9F5049"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04" w:type="dxa"/>
          </w:tcPr>
          <w:p w14:paraId="5CD7DDF4" w14:textId="77777777" w:rsidR="000752DE" w:rsidRPr="00472F61" w:rsidRDefault="000752DE" w:rsidP="000752DE">
            <w:pPr>
              <w:pStyle w:val="acctfourfigures"/>
              <w:tabs>
                <w:tab w:val="clear" w:pos="765"/>
                <w:tab w:val="decimal" w:pos="915"/>
              </w:tabs>
              <w:spacing w:line="240" w:lineRule="atLeast"/>
              <w:ind w:right="11"/>
              <w:rPr>
                <w:b/>
                <w:bCs/>
                <w:szCs w:val="22"/>
              </w:rPr>
            </w:pPr>
          </w:p>
        </w:tc>
        <w:tc>
          <w:tcPr>
            <w:tcW w:w="185" w:type="dxa"/>
          </w:tcPr>
          <w:p w14:paraId="606AC6E2"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96" w:type="dxa"/>
          </w:tcPr>
          <w:p w14:paraId="7B5CC5DB" w14:textId="77777777" w:rsidR="000752DE" w:rsidRPr="00472F61" w:rsidRDefault="000752DE" w:rsidP="000752DE">
            <w:pPr>
              <w:pStyle w:val="acctfourfigures"/>
              <w:tabs>
                <w:tab w:val="clear" w:pos="765"/>
                <w:tab w:val="decimal" w:pos="1031"/>
              </w:tabs>
              <w:spacing w:line="240" w:lineRule="atLeast"/>
              <w:rPr>
                <w:b/>
                <w:bCs/>
                <w:szCs w:val="22"/>
              </w:rPr>
            </w:pPr>
          </w:p>
        </w:tc>
      </w:tr>
      <w:tr w:rsidR="000752DE" w:rsidRPr="00472F61" w14:paraId="70B13A4C" w14:textId="77777777" w:rsidTr="000752DE">
        <w:trPr>
          <w:cantSplit/>
        </w:trPr>
        <w:tc>
          <w:tcPr>
            <w:tcW w:w="4163" w:type="dxa"/>
          </w:tcPr>
          <w:p w14:paraId="1D10F985" w14:textId="77777777" w:rsidR="000752DE" w:rsidRPr="00472F61" w:rsidRDefault="000752DE" w:rsidP="000752DE">
            <w:pPr>
              <w:spacing w:line="240" w:lineRule="atLeast"/>
              <w:rPr>
                <w:b/>
                <w:bCs/>
                <w:szCs w:val="22"/>
              </w:rPr>
            </w:pPr>
            <w:r w:rsidRPr="00472F61">
              <w:rPr>
                <w:b/>
                <w:bCs/>
                <w:i/>
                <w:iCs/>
                <w:szCs w:val="22"/>
              </w:rPr>
              <w:t>Advance rental and service income</w:t>
            </w:r>
          </w:p>
        </w:tc>
        <w:tc>
          <w:tcPr>
            <w:tcW w:w="1202" w:type="dxa"/>
          </w:tcPr>
          <w:p w14:paraId="2F4137B0" w14:textId="77777777" w:rsidR="000752DE" w:rsidRPr="00472F61" w:rsidRDefault="000752DE" w:rsidP="000752DE">
            <w:pPr>
              <w:pStyle w:val="acctfourfigures"/>
              <w:tabs>
                <w:tab w:val="clear" w:pos="765"/>
                <w:tab w:val="decimal" w:pos="1005"/>
              </w:tabs>
              <w:spacing w:line="240" w:lineRule="atLeast"/>
              <w:rPr>
                <w:b/>
                <w:bCs/>
                <w:szCs w:val="22"/>
              </w:rPr>
            </w:pPr>
          </w:p>
        </w:tc>
        <w:tc>
          <w:tcPr>
            <w:tcW w:w="185" w:type="dxa"/>
          </w:tcPr>
          <w:p w14:paraId="740222A4"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98" w:type="dxa"/>
          </w:tcPr>
          <w:p w14:paraId="10F7E744" w14:textId="77777777" w:rsidR="000752DE" w:rsidRPr="00472F61" w:rsidRDefault="000752DE" w:rsidP="000752DE">
            <w:pPr>
              <w:pStyle w:val="acctfourfigures"/>
              <w:tabs>
                <w:tab w:val="clear" w:pos="765"/>
                <w:tab w:val="decimal" w:pos="1067"/>
              </w:tabs>
              <w:spacing w:line="240" w:lineRule="atLeast"/>
              <w:rPr>
                <w:b/>
                <w:bCs/>
                <w:szCs w:val="22"/>
              </w:rPr>
            </w:pPr>
          </w:p>
        </w:tc>
        <w:tc>
          <w:tcPr>
            <w:tcW w:w="185" w:type="dxa"/>
          </w:tcPr>
          <w:p w14:paraId="116FCE95"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04" w:type="dxa"/>
          </w:tcPr>
          <w:p w14:paraId="0954EA6C" w14:textId="77777777" w:rsidR="000752DE" w:rsidRPr="00472F61" w:rsidRDefault="000752DE" w:rsidP="000752DE">
            <w:pPr>
              <w:pStyle w:val="acctfourfigures"/>
              <w:tabs>
                <w:tab w:val="clear" w:pos="765"/>
                <w:tab w:val="decimal" w:pos="915"/>
              </w:tabs>
              <w:spacing w:line="240" w:lineRule="atLeast"/>
              <w:ind w:right="11"/>
              <w:rPr>
                <w:b/>
                <w:bCs/>
                <w:szCs w:val="22"/>
              </w:rPr>
            </w:pPr>
          </w:p>
        </w:tc>
        <w:tc>
          <w:tcPr>
            <w:tcW w:w="185" w:type="dxa"/>
          </w:tcPr>
          <w:p w14:paraId="19B1DEDE"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96" w:type="dxa"/>
          </w:tcPr>
          <w:p w14:paraId="57BFB5E0" w14:textId="77777777" w:rsidR="000752DE" w:rsidRPr="00472F61" w:rsidRDefault="000752DE" w:rsidP="000752DE">
            <w:pPr>
              <w:pStyle w:val="acctfourfigures"/>
              <w:tabs>
                <w:tab w:val="clear" w:pos="765"/>
                <w:tab w:val="decimal" w:pos="1031"/>
              </w:tabs>
              <w:spacing w:line="240" w:lineRule="atLeast"/>
              <w:rPr>
                <w:b/>
                <w:bCs/>
                <w:szCs w:val="22"/>
              </w:rPr>
            </w:pPr>
          </w:p>
        </w:tc>
      </w:tr>
      <w:tr w:rsidR="000752DE" w:rsidRPr="00472F61" w14:paraId="210816C2" w14:textId="77777777" w:rsidTr="000752DE">
        <w:trPr>
          <w:cantSplit/>
        </w:trPr>
        <w:tc>
          <w:tcPr>
            <w:tcW w:w="4163" w:type="dxa"/>
          </w:tcPr>
          <w:p w14:paraId="5A167356" w14:textId="77777777" w:rsidR="000752DE" w:rsidRPr="00472F61" w:rsidRDefault="000752DE" w:rsidP="000752DE">
            <w:pPr>
              <w:spacing w:line="240" w:lineRule="atLeast"/>
              <w:rPr>
                <w:b/>
                <w:bCs/>
                <w:szCs w:val="22"/>
              </w:rPr>
            </w:pPr>
            <w:r w:rsidRPr="00472F61">
              <w:rPr>
                <w:szCs w:val="22"/>
              </w:rPr>
              <w:t>Other related parties</w:t>
            </w:r>
          </w:p>
        </w:tc>
        <w:tc>
          <w:tcPr>
            <w:tcW w:w="1202" w:type="dxa"/>
            <w:tcBorders>
              <w:top w:val="nil"/>
              <w:left w:val="nil"/>
              <w:bottom w:val="double" w:sz="4" w:space="0" w:color="auto"/>
              <w:right w:val="nil"/>
            </w:tcBorders>
          </w:tcPr>
          <w:p w14:paraId="2A53A2A7" w14:textId="77777777" w:rsidR="000752DE" w:rsidRPr="00472F61" w:rsidRDefault="000752DE" w:rsidP="000720F1">
            <w:pPr>
              <w:tabs>
                <w:tab w:val="decimal" w:pos="960"/>
              </w:tabs>
              <w:spacing w:line="240" w:lineRule="auto"/>
              <w:ind w:left="-108" w:right="-53"/>
              <w:rPr>
                <w:b/>
                <w:bCs/>
                <w:szCs w:val="22"/>
              </w:rPr>
            </w:pPr>
            <w:r w:rsidRPr="00472F61">
              <w:rPr>
                <w:b/>
                <w:bCs/>
                <w:szCs w:val="22"/>
              </w:rPr>
              <w:t>4,893,505</w:t>
            </w:r>
          </w:p>
        </w:tc>
        <w:tc>
          <w:tcPr>
            <w:tcW w:w="185" w:type="dxa"/>
          </w:tcPr>
          <w:p w14:paraId="6593B689"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98" w:type="dxa"/>
            <w:tcBorders>
              <w:top w:val="nil"/>
              <w:left w:val="nil"/>
              <w:bottom w:val="double" w:sz="4" w:space="0" w:color="auto"/>
              <w:right w:val="nil"/>
            </w:tcBorders>
          </w:tcPr>
          <w:p w14:paraId="6ECE85C0" w14:textId="77777777" w:rsidR="000752DE" w:rsidRPr="00472F61" w:rsidRDefault="000752DE" w:rsidP="000720F1">
            <w:pPr>
              <w:pStyle w:val="acctfourfigures"/>
              <w:tabs>
                <w:tab w:val="clear" w:pos="765"/>
                <w:tab w:val="decimal" w:pos="1067"/>
              </w:tabs>
              <w:spacing w:line="240" w:lineRule="atLeast"/>
              <w:rPr>
                <w:b/>
                <w:bCs/>
                <w:szCs w:val="22"/>
              </w:rPr>
            </w:pPr>
            <w:r w:rsidRPr="00472F61">
              <w:rPr>
                <w:b/>
                <w:bCs/>
                <w:szCs w:val="22"/>
              </w:rPr>
              <w:t>4,948,650</w:t>
            </w:r>
          </w:p>
        </w:tc>
        <w:tc>
          <w:tcPr>
            <w:tcW w:w="185" w:type="dxa"/>
          </w:tcPr>
          <w:p w14:paraId="03EE0ABE"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04" w:type="dxa"/>
            <w:tcBorders>
              <w:top w:val="nil"/>
              <w:left w:val="nil"/>
              <w:bottom w:val="double" w:sz="4" w:space="0" w:color="auto"/>
              <w:right w:val="nil"/>
            </w:tcBorders>
          </w:tcPr>
          <w:p w14:paraId="5E1ED564" w14:textId="77777777" w:rsidR="000752DE" w:rsidRPr="00472F61" w:rsidRDefault="000752DE" w:rsidP="000720F1">
            <w:pPr>
              <w:pStyle w:val="BodyText"/>
              <w:tabs>
                <w:tab w:val="decimal" w:pos="960"/>
              </w:tabs>
              <w:spacing w:after="0" w:line="240" w:lineRule="auto"/>
              <w:ind w:left="-108" w:right="-53"/>
              <w:rPr>
                <w:b/>
                <w:bCs/>
                <w:szCs w:val="22"/>
              </w:rPr>
            </w:pPr>
            <w:r w:rsidRPr="00472F61">
              <w:rPr>
                <w:b/>
                <w:bCs/>
                <w:szCs w:val="22"/>
              </w:rPr>
              <w:t>3,871,881</w:t>
            </w:r>
          </w:p>
        </w:tc>
        <w:tc>
          <w:tcPr>
            <w:tcW w:w="185" w:type="dxa"/>
          </w:tcPr>
          <w:p w14:paraId="5FED4A46"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96" w:type="dxa"/>
            <w:tcBorders>
              <w:top w:val="nil"/>
              <w:left w:val="nil"/>
              <w:bottom w:val="double" w:sz="4" w:space="0" w:color="auto"/>
              <w:right w:val="nil"/>
            </w:tcBorders>
          </w:tcPr>
          <w:p w14:paraId="2D473D51" w14:textId="77777777" w:rsidR="000752DE" w:rsidRPr="00472F61" w:rsidRDefault="000752DE" w:rsidP="000720F1">
            <w:pPr>
              <w:pStyle w:val="acctfourfigures"/>
              <w:tabs>
                <w:tab w:val="clear" w:pos="765"/>
                <w:tab w:val="decimal" w:pos="1040"/>
              </w:tabs>
              <w:spacing w:line="240" w:lineRule="atLeast"/>
              <w:rPr>
                <w:b/>
                <w:bCs/>
                <w:szCs w:val="22"/>
              </w:rPr>
            </w:pPr>
            <w:r w:rsidRPr="00472F61">
              <w:rPr>
                <w:b/>
                <w:bCs/>
                <w:szCs w:val="22"/>
              </w:rPr>
              <w:t>3,908,548</w:t>
            </w:r>
          </w:p>
        </w:tc>
      </w:tr>
      <w:tr w:rsidR="000752DE" w:rsidRPr="00472F61" w14:paraId="6B6F1030" w14:textId="77777777" w:rsidTr="000752DE">
        <w:trPr>
          <w:cantSplit/>
        </w:trPr>
        <w:tc>
          <w:tcPr>
            <w:tcW w:w="4163" w:type="dxa"/>
          </w:tcPr>
          <w:p w14:paraId="4E5DCB25" w14:textId="77777777" w:rsidR="000752DE" w:rsidRPr="00472F61" w:rsidRDefault="000752DE" w:rsidP="000752DE">
            <w:pPr>
              <w:spacing w:line="240" w:lineRule="atLeast"/>
              <w:rPr>
                <w:szCs w:val="22"/>
              </w:rPr>
            </w:pPr>
          </w:p>
        </w:tc>
        <w:tc>
          <w:tcPr>
            <w:tcW w:w="1202" w:type="dxa"/>
            <w:tcBorders>
              <w:top w:val="double" w:sz="4" w:space="0" w:color="auto"/>
            </w:tcBorders>
          </w:tcPr>
          <w:p w14:paraId="7F472CE5" w14:textId="77777777" w:rsidR="000752DE" w:rsidRPr="00472F61" w:rsidRDefault="000752DE" w:rsidP="000752DE">
            <w:pPr>
              <w:tabs>
                <w:tab w:val="decimal" w:pos="1002"/>
              </w:tabs>
              <w:spacing w:line="240" w:lineRule="auto"/>
              <w:ind w:right="-79"/>
              <w:rPr>
                <w:b/>
                <w:bCs/>
                <w:szCs w:val="22"/>
                <w:lang w:val="en-US" w:bidi="th-TH"/>
              </w:rPr>
            </w:pPr>
          </w:p>
        </w:tc>
        <w:tc>
          <w:tcPr>
            <w:tcW w:w="185" w:type="dxa"/>
          </w:tcPr>
          <w:p w14:paraId="689240F4" w14:textId="77777777" w:rsidR="000752DE" w:rsidRPr="00472F61" w:rsidRDefault="000752DE" w:rsidP="000752DE">
            <w:pPr>
              <w:tabs>
                <w:tab w:val="decimal" w:pos="1002"/>
              </w:tabs>
              <w:spacing w:line="240" w:lineRule="auto"/>
              <w:ind w:right="-79"/>
              <w:rPr>
                <w:b/>
                <w:bCs/>
                <w:szCs w:val="22"/>
                <w:cs/>
              </w:rPr>
            </w:pPr>
          </w:p>
        </w:tc>
        <w:tc>
          <w:tcPr>
            <w:tcW w:w="1298" w:type="dxa"/>
            <w:tcBorders>
              <w:top w:val="double" w:sz="4" w:space="0" w:color="auto"/>
            </w:tcBorders>
          </w:tcPr>
          <w:p w14:paraId="4DD2C2E8" w14:textId="77777777" w:rsidR="000752DE" w:rsidRPr="00472F61" w:rsidRDefault="000752DE" w:rsidP="000752DE">
            <w:pPr>
              <w:tabs>
                <w:tab w:val="decimal" w:pos="1002"/>
              </w:tabs>
              <w:spacing w:line="240" w:lineRule="auto"/>
              <w:ind w:right="-79"/>
              <w:rPr>
                <w:b/>
                <w:bCs/>
                <w:szCs w:val="22"/>
              </w:rPr>
            </w:pPr>
          </w:p>
        </w:tc>
        <w:tc>
          <w:tcPr>
            <w:tcW w:w="185" w:type="dxa"/>
          </w:tcPr>
          <w:p w14:paraId="298C1832" w14:textId="77777777" w:rsidR="000752DE" w:rsidRPr="00472F61" w:rsidRDefault="000752DE" w:rsidP="000752DE">
            <w:pPr>
              <w:tabs>
                <w:tab w:val="decimal" w:pos="1002"/>
              </w:tabs>
              <w:spacing w:line="240" w:lineRule="auto"/>
              <w:ind w:right="-79"/>
              <w:rPr>
                <w:szCs w:val="22"/>
                <w:cs/>
              </w:rPr>
            </w:pPr>
          </w:p>
        </w:tc>
        <w:tc>
          <w:tcPr>
            <w:tcW w:w="1204" w:type="dxa"/>
            <w:tcBorders>
              <w:top w:val="double" w:sz="4" w:space="0" w:color="auto"/>
            </w:tcBorders>
          </w:tcPr>
          <w:p w14:paraId="7E890ECD" w14:textId="77777777" w:rsidR="000752DE" w:rsidRPr="00472F61" w:rsidRDefault="000752DE" w:rsidP="000752DE">
            <w:pPr>
              <w:tabs>
                <w:tab w:val="decimal" w:pos="1002"/>
              </w:tabs>
              <w:spacing w:line="240" w:lineRule="auto"/>
              <w:ind w:right="-79"/>
              <w:rPr>
                <w:b/>
                <w:bCs/>
                <w:szCs w:val="22"/>
              </w:rPr>
            </w:pPr>
          </w:p>
        </w:tc>
        <w:tc>
          <w:tcPr>
            <w:tcW w:w="185" w:type="dxa"/>
          </w:tcPr>
          <w:p w14:paraId="6B09CA1A" w14:textId="77777777" w:rsidR="000752DE" w:rsidRPr="00472F61" w:rsidRDefault="000752DE" w:rsidP="000752DE">
            <w:pPr>
              <w:tabs>
                <w:tab w:val="decimal" w:pos="1002"/>
              </w:tabs>
              <w:spacing w:line="240" w:lineRule="auto"/>
              <w:ind w:right="-79"/>
              <w:rPr>
                <w:szCs w:val="22"/>
                <w:cs/>
              </w:rPr>
            </w:pPr>
          </w:p>
        </w:tc>
        <w:tc>
          <w:tcPr>
            <w:tcW w:w="1296" w:type="dxa"/>
            <w:tcBorders>
              <w:top w:val="double" w:sz="4" w:space="0" w:color="auto"/>
            </w:tcBorders>
          </w:tcPr>
          <w:p w14:paraId="719B3C8E" w14:textId="77777777" w:rsidR="000752DE" w:rsidRPr="00472F61" w:rsidRDefault="000752DE" w:rsidP="000752DE">
            <w:pPr>
              <w:tabs>
                <w:tab w:val="decimal" w:pos="1002"/>
              </w:tabs>
              <w:spacing w:line="240" w:lineRule="auto"/>
              <w:ind w:right="-79"/>
              <w:rPr>
                <w:b/>
                <w:bCs/>
                <w:szCs w:val="22"/>
              </w:rPr>
            </w:pPr>
          </w:p>
        </w:tc>
      </w:tr>
      <w:tr w:rsidR="000752DE" w:rsidRPr="00472F61" w14:paraId="6C7F2A35" w14:textId="77777777" w:rsidTr="000752DE">
        <w:trPr>
          <w:cantSplit/>
        </w:trPr>
        <w:tc>
          <w:tcPr>
            <w:tcW w:w="4163" w:type="dxa"/>
          </w:tcPr>
          <w:p w14:paraId="1ECD0457" w14:textId="77777777" w:rsidR="000752DE" w:rsidRPr="00472F61" w:rsidRDefault="000752DE" w:rsidP="000752DE">
            <w:pPr>
              <w:spacing w:line="240" w:lineRule="atLeast"/>
              <w:rPr>
                <w:szCs w:val="22"/>
              </w:rPr>
            </w:pPr>
            <w:r w:rsidRPr="00472F61">
              <w:rPr>
                <w:b/>
                <w:bCs/>
                <w:i/>
                <w:iCs/>
                <w:szCs w:val="22"/>
              </w:rPr>
              <w:t>Rental and service retention</w:t>
            </w:r>
            <w:r w:rsidRPr="00472F61">
              <w:rPr>
                <w:b/>
                <w:bCs/>
                <w:i/>
                <w:iCs/>
                <w:szCs w:val="22"/>
              </w:rPr>
              <w:tab/>
            </w:r>
          </w:p>
        </w:tc>
        <w:tc>
          <w:tcPr>
            <w:tcW w:w="1202" w:type="dxa"/>
          </w:tcPr>
          <w:p w14:paraId="3A2C3DAB" w14:textId="77777777" w:rsidR="000752DE" w:rsidRPr="00472F61" w:rsidRDefault="000752DE" w:rsidP="000752DE">
            <w:pPr>
              <w:pStyle w:val="acctfourfigures"/>
              <w:tabs>
                <w:tab w:val="clear" w:pos="765"/>
                <w:tab w:val="decimal" w:pos="1005"/>
              </w:tabs>
              <w:spacing w:line="240" w:lineRule="atLeast"/>
              <w:rPr>
                <w:b/>
                <w:bCs/>
                <w:szCs w:val="22"/>
              </w:rPr>
            </w:pPr>
          </w:p>
        </w:tc>
        <w:tc>
          <w:tcPr>
            <w:tcW w:w="185" w:type="dxa"/>
          </w:tcPr>
          <w:p w14:paraId="4E46AE93"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98" w:type="dxa"/>
          </w:tcPr>
          <w:p w14:paraId="08A414FF" w14:textId="77777777" w:rsidR="000752DE" w:rsidRPr="00472F61" w:rsidRDefault="000752DE" w:rsidP="000752DE">
            <w:pPr>
              <w:pStyle w:val="acctfourfigures"/>
              <w:tabs>
                <w:tab w:val="clear" w:pos="765"/>
                <w:tab w:val="decimal" w:pos="1067"/>
              </w:tabs>
              <w:spacing w:line="240" w:lineRule="atLeast"/>
              <w:rPr>
                <w:b/>
                <w:bCs/>
                <w:szCs w:val="22"/>
              </w:rPr>
            </w:pPr>
          </w:p>
        </w:tc>
        <w:tc>
          <w:tcPr>
            <w:tcW w:w="185" w:type="dxa"/>
          </w:tcPr>
          <w:p w14:paraId="19C63B14"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04" w:type="dxa"/>
          </w:tcPr>
          <w:p w14:paraId="64D529D5" w14:textId="77777777" w:rsidR="000752DE" w:rsidRPr="00472F61" w:rsidRDefault="000752DE" w:rsidP="000752DE">
            <w:pPr>
              <w:pStyle w:val="acctfourfigures"/>
              <w:tabs>
                <w:tab w:val="clear" w:pos="765"/>
                <w:tab w:val="decimal" w:pos="915"/>
              </w:tabs>
              <w:spacing w:line="240" w:lineRule="atLeast"/>
              <w:ind w:right="11"/>
              <w:rPr>
                <w:b/>
                <w:bCs/>
                <w:szCs w:val="22"/>
              </w:rPr>
            </w:pPr>
          </w:p>
        </w:tc>
        <w:tc>
          <w:tcPr>
            <w:tcW w:w="185" w:type="dxa"/>
          </w:tcPr>
          <w:p w14:paraId="60B2B9BA"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96" w:type="dxa"/>
          </w:tcPr>
          <w:p w14:paraId="438BFD3F" w14:textId="77777777" w:rsidR="000752DE" w:rsidRPr="00472F61" w:rsidRDefault="000752DE" w:rsidP="000752DE">
            <w:pPr>
              <w:pStyle w:val="acctfourfigures"/>
              <w:tabs>
                <w:tab w:val="clear" w:pos="765"/>
                <w:tab w:val="decimal" w:pos="1031"/>
              </w:tabs>
              <w:spacing w:line="240" w:lineRule="atLeast"/>
              <w:rPr>
                <w:b/>
                <w:bCs/>
                <w:szCs w:val="22"/>
              </w:rPr>
            </w:pPr>
          </w:p>
        </w:tc>
      </w:tr>
      <w:tr w:rsidR="000752DE" w:rsidRPr="00472F61" w14:paraId="2F40C8DB" w14:textId="77777777" w:rsidTr="000752DE">
        <w:trPr>
          <w:cantSplit/>
        </w:trPr>
        <w:tc>
          <w:tcPr>
            <w:tcW w:w="4163" w:type="dxa"/>
          </w:tcPr>
          <w:p w14:paraId="658328AA" w14:textId="77777777" w:rsidR="000752DE" w:rsidRPr="00472F61" w:rsidRDefault="000752DE" w:rsidP="000752DE">
            <w:pPr>
              <w:spacing w:line="240" w:lineRule="atLeast"/>
              <w:rPr>
                <w:b/>
                <w:bCs/>
                <w:i/>
                <w:iCs/>
                <w:szCs w:val="22"/>
              </w:rPr>
            </w:pPr>
            <w:r w:rsidRPr="00472F61">
              <w:rPr>
                <w:szCs w:val="22"/>
              </w:rPr>
              <w:t>Other related parties</w:t>
            </w:r>
          </w:p>
        </w:tc>
        <w:tc>
          <w:tcPr>
            <w:tcW w:w="1202" w:type="dxa"/>
            <w:tcBorders>
              <w:bottom w:val="double" w:sz="4" w:space="0" w:color="auto"/>
            </w:tcBorders>
          </w:tcPr>
          <w:p w14:paraId="73BBF3DF" w14:textId="77777777" w:rsidR="000752DE" w:rsidRPr="00472F61" w:rsidRDefault="000752DE" w:rsidP="000720F1">
            <w:pPr>
              <w:tabs>
                <w:tab w:val="decimal" w:pos="960"/>
              </w:tabs>
              <w:spacing w:line="240" w:lineRule="auto"/>
              <w:ind w:left="-108" w:right="-53"/>
              <w:rPr>
                <w:b/>
                <w:bCs/>
                <w:szCs w:val="22"/>
              </w:rPr>
            </w:pPr>
            <w:r w:rsidRPr="00472F61">
              <w:rPr>
                <w:b/>
                <w:bCs/>
                <w:szCs w:val="22"/>
              </w:rPr>
              <w:t>6,109</w:t>
            </w:r>
          </w:p>
        </w:tc>
        <w:tc>
          <w:tcPr>
            <w:tcW w:w="185" w:type="dxa"/>
          </w:tcPr>
          <w:p w14:paraId="0C87A45B" w14:textId="77777777" w:rsidR="000752DE" w:rsidRPr="00472F61" w:rsidRDefault="000752DE" w:rsidP="000752DE">
            <w:pPr>
              <w:pStyle w:val="acctfourfigures"/>
              <w:tabs>
                <w:tab w:val="clear" w:pos="765"/>
                <w:tab w:val="decimal" w:pos="911"/>
              </w:tabs>
              <w:spacing w:line="240" w:lineRule="atLeast"/>
              <w:ind w:right="11"/>
              <w:rPr>
                <w:b/>
                <w:bCs/>
                <w:szCs w:val="22"/>
              </w:rPr>
            </w:pPr>
          </w:p>
        </w:tc>
        <w:tc>
          <w:tcPr>
            <w:tcW w:w="1298" w:type="dxa"/>
            <w:tcBorders>
              <w:bottom w:val="double" w:sz="4" w:space="0" w:color="auto"/>
            </w:tcBorders>
          </w:tcPr>
          <w:p w14:paraId="4AB8F1BA" w14:textId="77777777" w:rsidR="000752DE" w:rsidRPr="00472F61" w:rsidRDefault="000752DE" w:rsidP="000752DE">
            <w:pPr>
              <w:pStyle w:val="acctfourfigures"/>
              <w:tabs>
                <w:tab w:val="clear" w:pos="765"/>
                <w:tab w:val="decimal" w:pos="1067"/>
              </w:tabs>
              <w:spacing w:line="240" w:lineRule="atLeast"/>
              <w:rPr>
                <w:b/>
                <w:bCs/>
                <w:szCs w:val="22"/>
              </w:rPr>
            </w:pPr>
            <w:r w:rsidRPr="00472F61">
              <w:rPr>
                <w:b/>
                <w:bCs/>
                <w:szCs w:val="22"/>
              </w:rPr>
              <w:t>6,109</w:t>
            </w:r>
          </w:p>
        </w:tc>
        <w:tc>
          <w:tcPr>
            <w:tcW w:w="185" w:type="dxa"/>
          </w:tcPr>
          <w:p w14:paraId="341E4F07"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04" w:type="dxa"/>
            <w:tcBorders>
              <w:bottom w:val="double" w:sz="4" w:space="0" w:color="auto"/>
            </w:tcBorders>
          </w:tcPr>
          <w:p w14:paraId="09CA8CF3" w14:textId="7CE0AA7B" w:rsidR="000752DE" w:rsidRPr="00472F61" w:rsidRDefault="00772AA8" w:rsidP="00772AA8">
            <w:pPr>
              <w:tabs>
                <w:tab w:val="decimal" w:pos="726"/>
              </w:tabs>
              <w:spacing w:line="240" w:lineRule="auto"/>
              <w:ind w:right="-79"/>
              <w:rPr>
                <w:b/>
                <w:bCs/>
                <w:szCs w:val="22"/>
              </w:rPr>
            </w:pPr>
            <w:r w:rsidRPr="00472F61">
              <w:rPr>
                <w:b/>
                <w:bCs/>
                <w:szCs w:val="22"/>
              </w:rPr>
              <w:t>-</w:t>
            </w:r>
          </w:p>
        </w:tc>
        <w:tc>
          <w:tcPr>
            <w:tcW w:w="185" w:type="dxa"/>
          </w:tcPr>
          <w:p w14:paraId="3A8DEBBE" w14:textId="77777777" w:rsidR="000752DE" w:rsidRPr="00472F61" w:rsidRDefault="000752DE" w:rsidP="000752DE">
            <w:pPr>
              <w:pStyle w:val="acctfourfigures"/>
              <w:tabs>
                <w:tab w:val="clear" w:pos="765"/>
                <w:tab w:val="decimal" w:pos="939"/>
              </w:tabs>
              <w:spacing w:line="240" w:lineRule="atLeast"/>
              <w:ind w:right="11"/>
              <w:rPr>
                <w:b/>
                <w:bCs/>
                <w:szCs w:val="22"/>
              </w:rPr>
            </w:pPr>
          </w:p>
        </w:tc>
        <w:tc>
          <w:tcPr>
            <w:tcW w:w="1296" w:type="dxa"/>
            <w:tcBorders>
              <w:bottom w:val="double" w:sz="4" w:space="0" w:color="auto"/>
            </w:tcBorders>
          </w:tcPr>
          <w:p w14:paraId="7199AAF7" w14:textId="77777777" w:rsidR="000752DE" w:rsidRPr="00472F61" w:rsidRDefault="000752DE" w:rsidP="00772AA8">
            <w:pPr>
              <w:tabs>
                <w:tab w:val="decimal" w:pos="726"/>
              </w:tabs>
              <w:spacing w:line="240" w:lineRule="auto"/>
              <w:ind w:right="-79"/>
              <w:rPr>
                <w:b/>
                <w:bCs/>
                <w:szCs w:val="22"/>
              </w:rPr>
            </w:pPr>
            <w:r w:rsidRPr="00472F61">
              <w:rPr>
                <w:b/>
                <w:bCs/>
                <w:szCs w:val="22"/>
              </w:rPr>
              <w:t>-</w:t>
            </w:r>
          </w:p>
        </w:tc>
      </w:tr>
    </w:tbl>
    <w:p w14:paraId="6A527F9D" w14:textId="77777777" w:rsidR="004B3E80" w:rsidRPr="00472F61" w:rsidRDefault="004B3E80" w:rsidP="00410264">
      <w:pPr>
        <w:jc w:val="both"/>
        <w:rPr>
          <w:lang w:val="en-US" w:bidi="th-TH"/>
        </w:rPr>
      </w:pPr>
    </w:p>
    <w:p w14:paraId="79F6975A" w14:textId="77777777" w:rsidR="004E7074" w:rsidRPr="00472F61" w:rsidRDefault="004E7074" w:rsidP="00BE0348">
      <w:pPr>
        <w:spacing w:line="240" w:lineRule="auto"/>
        <w:rPr>
          <w:b/>
          <w:bCs/>
          <w:i/>
          <w:iCs/>
          <w:sz w:val="2"/>
          <w:szCs w:val="2"/>
          <w:lang w:val="en-US"/>
        </w:rPr>
      </w:pPr>
    </w:p>
    <w:tbl>
      <w:tblPr>
        <w:tblW w:w="9720" w:type="dxa"/>
        <w:tblInd w:w="450" w:type="dxa"/>
        <w:tblLayout w:type="fixed"/>
        <w:tblLook w:val="04A0" w:firstRow="1" w:lastRow="0" w:firstColumn="1" w:lastColumn="0" w:noHBand="0" w:noVBand="1"/>
      </w:tblPr>
      <w:tblGrid>
        <w:gridCol w:w="2250"/>
        <w:gridCol w:w="1080"/>
        <w:gridCol w:w="270"/>
        <w:gridCol w:w="990"/>
        <w:gridCol w:w="270"/>
        <w:gridCol w:w="990"/>
        <w:gridCol w:w="270"/>
        <w:gridCol w:w="990"/>
        <w:gridCol w:w="270"/>
        <w:gridCol w:w="990"/>
        <w:gridCol w:w="270"/>
        <w:gridCol w:w="1080"/>
      </w:tblGrid>
      <w:tr w:rsidR="000752DE" w:rsidRPr="005074AD" w14:paraId="60211F75" w14:textId="77777777" w:rsidTr="005074AD">
        <w:tc>
          <w:tcPr>
            <w:tcW w:w="2250" w:type="dxa"/>
            <w:shd w:val="clear" w:color="auto" w:fill="auto"/>
            <w:vAlign w:val="bottom"/>
          </w:tcPr>
          <w:p w14:paraId="0419586D" w14:textId="77777777" w:rsidR="000752DE" w:rsidRPr="005074AD" w:rsidRDefault="000752DE" w:rsidP="000752DE">
            <w:pPr>
              <w:rPr>
                <w:bCs/>
                <w:sz w:val="21"/>
                <w:szCs w:val="21"/>
                <w:cs/>
              </w:rPr>
            </w:pPr>
          </w:p>
        </w:tc>
        <w:tc>
          <w:tcPr>
            <w:tcW w:w="2340" w:type="dxa"/>
            <w:gridSpan w:val="3"/>
          </w:tcPr>
          <w:p w14:paraId="5B620378" w14:textId="77777777" w:rsidR="000752DE" w:rsidRPr="005074AD" w:rsidRDefault="000752DE" w:rsidP="000752DE">
            <w:pPr>
              <w:jc w:val="center"/>
              <w:rPr>
                <w:bCs/>
                <w:sz w:val="21"/>
                <w:szCs w:val="21"/>
                <w:cs/>
              </w:rPr>
            </w:pPr>
            <w:r w:rsidRPr="005074AD">
              <w:rPr>
                <w:b/>
                <w:bCs/>
                <w:sz w:val="21"/>
                <w:szCs w:val="21"/>
              </w:rPr>
              <w:t>Interest rate</w:t>
            </w:r>
          </w:p>
        </w:tc>
        <w:tc>
          <w:tcPr>
            <w:tcW w:w="270" w:type="dxa"/>
            <w:shd w:val="clear" w:color="auto" w:fill="auto"/>
            <w:vAlign w:val="bottom"/>
          </w:tcPr>
          <w:p w14:paraId="5A2C036F" w14:textId="77777777" w:rsidR="000752DE" w:rsidRPr="005074AD" w:rsidRDefault="000752DE" w:rsidP="000752DE">
            <w:pPr>
              <w:jc w:val="center"/>
              <w:rPr>
                <w:bCs/>
                <w:sz w:val="21"/>
                <w:szCs w:val="21"/>
              </w:rPr>
            </w:pPr>
          </w:p>
        </w:tc>
        <w:tc>
          <w:tcPr>
            <w:tcW w:w="4860" w:type="dxa"/>
            <w:gridSpan w:val="7"/>
            <w:shd w:val="clear" w:color="auto" w:fill="auto"/>
            <w:vAlign w:val="bottom"/>
          </w:tcPr>
          <w:p w14:paraId="658CA84B" w14:textId="77777777" w:rsidR="000752DE" w:rsidRPr="005074AD" w:rsidRDefault="000752DE" w:rsidP="000752DE">
            <w:pPr>
              <w:ind w:left="-95" w:right="-120"/>
              <w:jc w:val="center"/>
              <w:rPr>
                <w:bCs/>
                <w:sz w:val="21"/>
                <w:szCs w:val="21"/>
                <w:cs/>
              </w:rPr>
            </w:pPr>
            <w:r w:rsidRPr="005074AD">
              <w:rPr>
                <w:b/>
                <w:bCs/>
                <w:sz w:val="21"/>
                <w:szCs w:val="21"/>
              </w:rPr>
              <w:t>Consolidated financial statements</w:t>
            </w:r>
          </w:p>
        </w:tc>
      </w:tr>
      <w:tr w:rsidR="000752DE" w:rsidRPr="005074AD" w14:paraId="66D5F07D" w14:textId="77777777" w:rsidTr="005074AD">
        <w:tc>
          <w:tcPr>
            <w:tcW w:w="2250" w:type="dxa"/>
            <w:shd w:val="clear" w:color="auto" w:fill="auto"/>
            <w:vAlign w:val="bottom"/>
          </w:tcPr>
          <w:p w14:paraId="71C0C004" w14:textId="77777777" w:rsidR="000752DE" w:rsidRPr="005074AD" w:rsidRDefault="000752DE" w:rsidP="000752DE">
            <w:pPr>
              <w:ind w:left="165" w:hanging="165"/>
              <w:rPr>
                <w:bCs/>
                <w:i/>
                <w:iCs/>
                <w:sz w:val="21"/>
                <w:szCs w:val="21"/>
                <w:cs/>
                <w:lang w:eastAsia="ja-JP"/>
              </w:rPr>
            </w:pPr>
          </w:p>
        </w:tc>
        <w:tc>
          <w:tcPr>
            <w:tcW w:w="1080" w:type="dxa"/>
          </w:tcPr>
          <w:p w14:paraId="0A93449B" w14:textId="6092D99D" w:rsidR="000752DE" w:rsidRPr="005074AD" w:rsidRDefault="000752DE" w:rsidP="005074AD">
            <w:pPr>
              <w:ind w:left="-20" w:right="-20"/>
              <w:jc w:val="center"/>
              <w:rPr>
                <w:sz w:val="21"/>
                <w:szCs w:val="21"/>
              </w:rPr>
            </w:pPr>
            <w:r w:rsidRPr="005074AD">
              <w:rPr>
                <w:sz w:val="21"/>
                <w:szCs w:val="21"/>
              </w:rPr>
              <w:t>31 December 2020</w:t>
            </w:r>
          </w:p>
        </w:tc>
        <w:tc>
          <w:tcPr>
            <w:tcW w:w="270" w:type="dxa"/>
            <w:shd w:val="clear" w:color="auto" w:fill="auto"/>
            <w:vAlign w:val="bottom"/>
          </w:tcPr>
          <w:p w14:paraId="4EBB9831" w14:textId="77777777" w:rsidR="000752DE" w:rsidRPr="005074AD" w:rsidRDefault="000752DE" w:rsidP="000752DE">
            <w:pPr>
              <w:jc w:val="center"/>
              <w:rPr>
                <w:sz w:val="21"/>
                <w:szCs w:val="21"/>
              </w:rPr>
            </w:pPr>
          </w:p>
        </w:tc>
        <w:tc>
          <w:tcPr>
            <w:tcW w:w="990" w:type="dxa"/>
            <w:shd w:val="clear" w:color="auto" w:fill="auto"/>
            <w:vAlign w:val="bottom"/>
          </w:tcPr>
          <w:p w14:paraId="0DCA7E40" w14:textId="57459D11" w:rsidR="000752DE" w:rsidRPr="005074AD" w:rsidRDefault="000752DE" w:rsidP="000752DE">
            <w:pPr>
              <w:ind w:left="-95" w:right="-120"/>
              <w:jc w:val="center"/>
              <w:rPr>
                <w:sz w:val="21"/>
                <w:szCs w:val="21"/>
                <w:cs/>
              </w:rPr>
            </w:pPr>
            <w:r w:rsidRPr="005074AD">
              <w:rPr>
                <w:sz w:val="21"/>
                <w:szCs w:val="21"/>
              </w:rPr>
              <w:t>31 March 2021</w:t>
            </w:r>
          </w:p>
        </w:tc>
        <w:tc>
          <w:tcPr>
            <w:tcW w:w="270" w:type="dxa"/>
            <w:shd w:val="clear" w:color="auto" w:fill="auto"/>
            <w:vAlign w:val="bottom"/>
          </w:tcPr>
          <w:p w14:paraId="2C5A06B0" w14:textId="77777777" w:rsidR="000752DE" w:rsidRPr="005074AD" w:rsidRDefault="000752DE" w:rsidP="000752DE">
            <w:pPr>
              <w:jc w:val="center"/>
              <w:rPr>
                <w:sz w:val="21"/>
                <w:szCs w:val="21"/>
              </w:rPr>
            </w:pPr>
          </w:p>
        </w:tc>
        <w:tc>
          <w:tcPr>
            <w:tcW w:w="990" w:type="dxa"/>
            <w:shd w:val="clear" w:color="auto" w:fill="auto"/>
            <w:vAlign w:val="bottom"/>
          </w:tcPr>
          <w:p w14:paraId="14BF5293" w14:textId="444AF058" w:rsidR="000752DE" w:rsidRPr="005074AD" w:rsidRDefault="005074AD" w:rsidP="000752DE">
            <w:pPr>
              <w:ind w:left="-129" w:right="-86"/>
              <w:jc w:val="center"/>
              <w:rPr>
                <w:sz w:val="21"/>
                <w:szCs w:val="21"/>
                <w:cs/>
              </w:rPr>
            </w:pPr>
            <w:r w:rsidRPr="005074AD">
              <w:rPr>
                <w:sz w:val="21"/>
                <w:szCs w:val="21"/>
              </w:rPr>
              <w:t>31 December 2020</w:t>
            </w:r>
            <w:r w:rsidR="000752DE" w:rsidRPr="005074AD">
              <w:rPr>
                <w:sz w:val="21"/>
                <w:szCs w:val="21"/>
              </w:rPr>
              <w:t xml:space="preserve"> </w:t>
            </w:r>
            <w:r w:rsidR="000752DE" w:rsidRPr="005074AD">
              <w:rPr>
                <w:sz w:val="21"/>
                <w:szCs w:val="21"/>
                <w:cs/>
              </w:rPr>
              <w:t xml:space="preserve"> </w:t>
            </w:r>
          </w:p>
        </w:tc>
        <w:tc>
          <w:tcPr>
            <w:tcW w:w="270" w:type="dxa"/>
            <w:shd w:val="clear" w:color="auto" w:fill="auto"/>
            <w:vAlign w:val="bottom"/>
          </w:tcPr>
          <w:p w14:paraId="0ACF9391" w14:textId="77777777" w:rsidR="000752DE" w:rsidRPr="005074AD" w:rsidRDefault="000752DE" w:rsidP="000752DE">
            <w:pPr>
              <w:jc w:val="center"/>
              <w:rPr>
                <w:sz w:val="21"/>
                <w:szCs w:val="21"/>
              </w:rPr>
            </w:pPr>
          </w:p>
        </w:tc>
        <w:tc>
          <w:tcPr>
            <w:tcW w:w="990" w:type="dxa"/>
            <w:shd w:val="clear" w:color="auto" w:fill="auto"/>
            <w:vAlign w:val="bottom"/>
          </w:tcPr>
          <w:p w14:paraId="585CE410" w14:textId="77777777" w:rsidR="000752DE" w:rsidRPr="005074AD" w:rsidRDefault="000752DE" w:rsidP="000752DE">
            <w:pPr>
              <w:ind w:left="-95" w:right="-120"/>
              <w:jc w:val="center"/>
              <w:rPr>
                <w:sz w:val="21"/>
                <w:szCs w:val="21"/>
                <w:cs/>
              </w:rPr>
            </w:pPr>
            <w:r w:rsidRPr="005074AD">
              <w:rPr>
                <w:sz w:val="21"/>
                <w:szCs w:val="21"/>
              </w:rPr>
              <w:t>Increase</w:t>
            </w:r>
          </w:p>
        </w:tc>
        <w:tc>
          <w:tcPr>
            <w:tcW w:w="270" w:type="dxa"/>
            <w:shd w:val="clear" w:color="auto" w:fill="auto"/>
            <w:vAlign w:val="bottom"/>
          </w:tcPr>
          <w:p w14:paraId="7EA6111A" w14:textId="77777777" w:rsidR="000752DE" w:rsidRPr="005074AD" w:rsidRDefault="000752DE" w:rsidP="000752DE">
            <w:pPr>
              <w:jc w:val="center"/>
              <w:rPr>
                <w:sz w:val="21"/>
                <w:szCs w:val="21"/>
              </w:rPr>
            </w:pPr>
          </w:p>
        </w:tc>
        <w:tc>
          <w:tcPr>
            <w:tcW w:w="990" w:type="dxa"/>
            <w:shd w:val="clear" w:color="auto" w:fill="auto"/>
            <w:vAlign w:val="bottom"/>
          </w:tcPr>
          <w:p w14:paraId="43EB03BD" w14:textId="77777777" w:rsidR="000752DE" w:rsidRPr="005074AD" w:rsidRDefault="000752DE" w:rsidP="000752DE">
            <w:pPr>
              <w:ind w:left="-95" w:right="-120"/>
              <w:jc w:val="center"/>
              <w:rPr>
                <w:sz w:val="21"/>
                <w:szCs w:val="21"/>
                <w:cs/>
              </w:rPr>
            </w:pPr>
            <w:r w:rsidRPr="005074AD">
              <w:rPr>
                <w:sz w:val="21"/>
                <w:szCs w:val="21"/>
              </w:rPr>
              <w:t>Decrease</w:t>
            </w:r>
          </w:p>
        </w:tc>
        <w:tc>
          <w:tcPr>
            <w:tcW w:w="270" w:type="dxa"/>
            <w:shd w:val="clear" w:color="auto" w:fill="auto"/>
            <w:vAlign w:val="bottom"/>
          </w:tcPr>
          <w:p w14:paraId="29FB35B7" w14:textId="77777777" w:rsidR="000752DE" w:rsidRPr="005074AD" w:rsidRDefault="000752DE" w:rsidP="000752DE">
            <w:pPr>
              <w:jc w:val="center"/>
              <w:rPr>
                <w:sz w:val="21"/>
                <w:szCs w:val="21"/>
              </w:rPr>
            </w:pPr>
          </w:p>
        </w:tc>
        <w:tc>
          <w:tcPr>
            <w:tcW w:w="1080" w:type="dxa"/>
            <w:shd w:val="clear" w:color="auto" w:fill="auto"/>
            <w:vAlign w:val="bottom"/>
          </w:tcPr>
          <w:p w14:paraId="25486EF8" w14:textId="42BC22DF" w:rsidR="000752DE" w:rsidRPr="005074AD" w:rsidRDefault="005074AD" w:rsidP="000752DE">
            <w:pPr>
              <w:ind w:left="-95" w:right="-120"/>
              <w:jc w:val="center"/>
              <w:rPr>
                <w:sz w:val="21"/>
                <w:szCs w:val="21"/>
                <w:cs/>
              </w:rPr>
            </w:pPr>
            <w:r w:rsidRPr="005074AD">
              <w:rPr>
                <w:sz w:val="21"/>
                <w:szCs w:val="21"/>
              </w:rPr>
              <w:t>31 March 2021</w:t>
            </w:r>
          </w:p>
        </w:tc>
      </w:tr>
      <w:tr w:rsidR="000752DE" w:rsidRPr="000720F1" w14:paraId="2222ACCC" w14:textId="77777777" w:rsidTr="005074AD">
        <w:tc>
          <w:tcPr>
            <w:tcW w:w="2250" w:type="dxa"/>
            <w:shd w:val="clear" w:color="auto" w:fill="auto"/>
          </w:tcPr>
          <w:p w14:paraId="3877E7CB" w14:textId="77777777" w:rsidR="000752DE" w:rsidRPr="000720F1" w:rsidRDefault="000752DE" w:rsidP="000752DE">
            <w:pPr>
              <w:rPr>
                <w:i/>
                <w:iCs/>
                <w:sz w:val="21"/>
                <w:szCs w:val="21"/>
              </w:rPr>
            </w:pPr>
          </w:p>
        </w:tc>
        <w:tc>
          <w:tcPr>
            <w:tcW w:w="2340" w:type="dxa"/>
            <w:gridSpan w:val="3"/>
          </w:tcPr>
          <w:p w14:paraId="6B041E4D" w14:textId="77777777" w:rsidR="000752DE" w:rsidRPr="000720F1" w:rsidRDefault="000752DE" w:rsidP="000752DE">
            <w:pPr>
              <w:jc w:val="center"/>
              <w:rPr>
                <w:i/>
                <w:iCs/>
                <w:sz w:val="21"/>
                <w:szCs w:val="21"/>
              </w:rPr>
            </w:pPr>
            <w:r w:rsidRPr="000720F1">
              <w:rPr>
                <w:i/>
                <w:iCs/>
                <w:sz w:val="21"/>
                <w:szCs w:val="21"/>
              </w:rPr>
              <w:t>(% per annum)</w:t>
            </w:r>
          </w:p>
        </w:tc>
        <w:tc>
          <w:tcPr>
            <w:tcW w:w="270" w:type="dxa"/>
            <w:shd w:val="clear" w:color="auto" w:fill="auto"/>
          </w:tcPr>
          <w:p w14:paraId="180B5BB9" w14:textId="77777777" w:rsidR="000752DE" w:rsidRPr="000720F1" w:rsidRDefault="000752DE" w:rsidP="000752DE">
            <w:pPr>
              <w:rPr>
                <w:i/>
                <w:iCs/>
                <w:sz w:val="21"/>
                <w:szCs w:val="21"/>
              </w:rPr>
            </w:pPr>
          </w:p>
        </w:tc>
        <w:tc>
          <w:tcPr>
            <w:tcW w:w="4860" w:type="dxa"/>
            <w:gridSpan w:val="7"/>
            <w:shd w:val="clear" w:color="auto" w:fill="auto"/>
            <w:vAlign w:val="bottom"/>
          </w:tcPr>
          <w:p w14:paraId="06CA837B" w14:textId="77777777" w:rsidR="000752DE" w:rsidRPr="000720F1" w:rsidRDefault="000752DE" w:rsidP="000752DE">
            <w:pPr>
              <w:ind w:left="-95" w:right="-120"/>
              <w:jc w:val="center"/>
              <w:rPr>
                <w:i/>
                <w:iCs/>
                <w:sz w:val="21"/>
                <w:szCs w:val="21"/>
              </w:rPr>
            </w:pPr>
            <w:r w:rsidRPr="000720F1">
              <w:rPr>
                <w:i/>
                <w:iCs/>
                <w:sz w:val="21"/>
                <w:szCs w:val="21"/>
                <w:cs/>
              </w:rPr>
              <w:t>(</w:t>
            </w:r>
            <w:r w:rsidRPr="000720F1">
              <w:rPr>
                <w:i/>
                <w:iCs/>
                <w:sz w:val="21"/>
                <w:szCs w:val="21"/>
              </w:rPr>
              <w:t>in thousand Baht)</w:t>
            </w:r>
          </w:p>
        </w:tc>
      </w:tr>
      <w:tr w:rsidR="000752DE" w:rsidRPr="005074AD" w14:paraId="75DE334D" w14:textId="77777777" w:rsidTr="005074AD">
        <w:tc>
          <w:tcPr>
            <w:tcW w:w="2250" w:type="dxa"/>
            <w:shd w:val="clear" w:color="auto" w:fill="auto"/>
          </w:tcPr>
          <w:p w14:paraId="547CB291" w14:textId="77777777" w:rsidR="000752DE" w:rsidRPr="005074AD" w:rsidRDefault="000752DE" w:rsidP="000752DE">
            <w:pPr>
              <w:rPr>
                <w:b/>
                <w:bCs/>
                <w:i/>
                <w:iCs/>
                <w:sz w:val="21"/>
                <w:szCs w:val="21"/>
                <w:cs/>
              </w:rPr>
            </w:pPr>
            <w:r w:rsidRPr="005074AD">
              <w:rPr>
                <w:b/>
                <w:bCs/>
                <w:i/>
                <w:iCs/>
                <w:sz w:val="21"/>
                <w:szCs w:val="21"/>
              </w:rPr>
              <w:t>Short-term loans from</w:t>
            </w:r>
          </w:p>
        </w:tc>
        <w:tc>
          <w:tcPr>
            <w:tcW w:w="1080" w:type="dxa"/>
          </w:tcPr>
          <w:p w14:paraId="4EDB4B41" w14:textId="77777777" w:rsidR="000752DE" w:rsidRPr="005074AD" w:rsidRDefault="000752DE" w:rsidP="000752DE">
            <w:pPr>
              <w:jc w:val="center"/>
              <w:rPr>
                <w:i/>
                <w:iCs/>
                <w:sz w:val="21"/>
                <w:szCs w:val="21"/>
                <w:cs/>
              </w:rPr>
            </w:pPr>
          </w:p>
        </w:tc>
        <w:tc>
          <w:tcPr>
            <w:tcW w:w="270" w:type="dxa"/>
            <w:shd w:val="clear" w:color="auto" w:fill="auto"/>
          </w:tcPr>
          <w:p w14:paraId="4DE2C9A4" w14:textId="77777777" w:rsidR="000752DE" w:rsidRPr="005074AD" w:rsidRDefault="000752DE" w:rsidP="000752DE">
            <w:pPr>
              <w:jc w:val="center"/>
              <w:rPr>
                <w:i/>
                <w:iCs/>
                <w:sz w:val="21"/>
                <w:szCs w:val="21"/>
                <w:cs/>
              </w:rPr>
            </w:pPr>
          </w:p>
        </w:tc>
        <w:tc>
          <w:tcPr>
            <w:tcW w:w="990" w:type="dxa"/>
            <w:shd w:val="clear" w:color="auto" w:fill="auto"/>
          </w:tcPr>
          <w:p w14:paraId="105E67EE" w14:textId="77777777" w:rsidR="000752DE" w:rsidRPr="005074AD" w:rsidRDefault="000752DE" w:rsidP="000752DE">
            <w:pPr>
              <w:jc w:val="center"/>
              <w:rPr>
                <w:i/>
                <w:iCs/>
                <w:sz w:val="21"/>
                <w:szCs w:val="21"/>
                <w:cs/>
              </w:rPr>
            </w:pPr>
          </w:p>
        </w:tc>
        <w:tc>
          <w:tcPr>
            <w:tcW w:w="270" w:type="dxa"/>
            <w:shd w:val="clear" w:color="auto" w:fill="auto"/>
          </w:tcPr>
          <w:p w14:paraId="10C5D6A7" w14:textId="77777777" w:rsidR="000752DE" w:rsidRPr="005074AD" w:rsidRDefault="000752DE" w:rsidP="000752DE">
            <w:pPr>
              <w:rPr>
                <w:sz w:val="21"/>
                <w:szCs w:val="21"/>
              </w:rPr>
            </w:pPr>
          </w:p>
        </w:tc>
        <w:tc>
          <w:tcPr>
            <w:tcW w:w="4860" w:type="dxa"/>
            <w:gridSpan w:val="7"/>
            <w:shd w:val="clear" w:color="auto" w:fill="auto"/>
          </w:tcPr>
          <w:p w14:paraId="10C87932" w14:textId="77777777" w:rsidR="000752DE" w:rsidRPr="005074AD" w:rsidRDefault="000752DE" w:rsidP="000752DE">
            <w:pPr>
              <w:ind w:left="-95" w:right="-120"/>
              <w:jc w:val="center"/>
              <w:rPr>
                <w:i/>
                <w:iCs/>
                <w:sz w:val="21"/>
                <w:szCs w:val="21"/>
                <w:cs/>
              </w:rPr>
            </w:pPr>
          </w:p>
        </w:tc>
      </w:tr>
      <w:tr w:rsidR="000752DE" w:rsidRPr="005074AD" w14:paraId="64C4C0B9" w14:textId="77777777" w:rsidTr="005074AD">
        <w:tc>
          <w:tcPr>
            <w:tcW w:w="2250" w:type="dxa"/>
            <w:shd w:val="clear" w:color="auto" w:fill="auto"/>
          </w:tcPr>
          <w:p w14:paraId="6862FD64" w14:textId="77777777" w:rsidR="000752DE" w:rsidRPr="005074AD" w:rsidRDefault="000752DE" w:rsidP="000752DE">
            <w:pPr>
              <w:rPr>
                <w:sz w:val="21"/>
                <w:szCs w:val="21"/>
              </w:rPr>
            </w:pPr>
            <w:r w:rsidRPr="005074AD">
              <w:rPr>
                <w:sz w:val="21"/>
                <w:szCs w:val="21"/>
              </w:rPr>
              <w:t>Parent company</w:t>
            </w:r>
          </w:p>
        </w:tc>
        <w:tc>
          <w:tcPr>
            <w:tcW w:w="1080" w:type="dxa"/>
          </w:tcPr>
          <w:p w14:paraId="389FDF3D" w14:textId="77777777" w:rsidR="000752DE" w:rsidRPr="005074AD" w:rsidRDefault="000752DE" w:rsidP="000752DE">
            <w:pPr>
              <w:tabs>
                <w:tab w:val="left" w:pos="720"/>
              </w:tabs>
              <w:spacing w:line="240" w:lineRule="auto"/>
              <w:jc w:val="center"/>
              <w:rPr>
                <w:sz w:val="21"/>
                <w:szCs w:val="21"/>
                <w:lang w:val="en-US" w:bidi="th-TH"/>
              </w:rPr>
            </w:pPr>
            <w:r w:rsidRPr="005074AD">
              <w:rPr>
                <w:spacing w:val="-4"/>
                <w:sz w:val="21"/>
                <w:szCs w:val="21"/>
              </w:rPr>
              <w:t>2.75</w:t>
            </w:r>
          </w:p>
        </w:tc>
        <w:tc>
          <w:tcPr>
            <w:tcW w:w="270" w:type="dxa"/>
          </w:tcPr>
          <w:p w14:paraId="6843EEF0" w14:textId="77777777" w:rsidR="000752DE" w:rsidRPr="005074AD" w:rsidRDefault="000752DE" w:rsidP="000752DE">
            <w:pPr>
              <w:tabs>
                <w:tab w:val="left" w:pos="720"/>
              </w:tabs>
              <w:spacing w:line="240" w:lineRule="auto"/>
              <w:rPr>
                <w:sz w:val="21"/>
                <w:szCs w:val="21"/>
              </w:rPr>
            </w:pPr>
          </w:p>
        </w:tc>
        <w:tc>
          <w:tcPr>
            <w:tcW w:w="990" w:type="dxa"/>
          </w:tcPr>
          <w:p w14:paraId="11326DD8" w14:textId="77777777" w:rsidR="000752DE" w:rsidRPr="005074AD" w:rsidRDefault="000752DE" w:rsidP="000752DE">
            <w:pPr>
              <w:tabs>
                <w:tab w:val="left" w:pos="720"/>
              </w:tabs>
              <w:spacing w:line="240" w:lineRule="auto"/>
              <w:jc w:val="center"/>
              <w:rPr>
                <w:sz w:val="21"/>
                <w:szCs w:val="21"/>
              </w:rPr>
            </w:pPr>
            <w:r w:rsidRPr="005074AD">
              <w:rPr>
                <w:spacing w:val="-4"/>
                <w:sz w:val="21"/>
                <w:szCs w:val="21"/>
              </w:rPr>
              <w:t>2.75</w:t>
            </w:r>
          </w:p>
        </w:tc>
        <w:tc>
          <w:tcPr>
            <w:tcW w:w="270" w:type="dxa"/>
          </w:tcPr>
          <w:p w14:paraId="56ACA639" w14:textId="77777777" w:rsidR="000752DE" w:rsidRPr="005074AD" w:rsidRDefault="000752DE" w:rsidP="000752DE">
            <w:pPr>
              <w:tabs>
                <w:tab w:val="left" w:pos="720"/>
              </w:tabs>
              <w:spacing w:line="240" w:lineRule="auto"/>
              <w:rPr>
                <w:sz w:val="21"/>
                <w:szCs w:val="21"/>
              </w:rPr>
            </w:pPr>
          </w:p>
        </w:tc>
        <w:tc>
          <w:tcPr>
            <w:tcW w:w="990" w:type="dxa"/>
            <w:tcBorders>
              <w:top w:val="nil"/>
              <w:left w:val="nil"/>
              <w:bottom w:val="double" w:sz="4" w:space="0" w:color="auto"/>
              <w:right w:val="nil"/>
            </w:tcBorders>
            <w:vAlign w:val="bottom"/>
          </w:tcPr>
          <w:p w14:paraId="3871BFBC" w14:textId="77777777" w:rsidR="000752DE" w:rsidRPr="005074AD" w:rsidRDefault="000752DE" w:rsidP="000720F1">
            <w:pPr>
              <w:tabs>
                <w:tab w:val="decimal" w:pos="790"/>
              </w:tabs>
              <w:spacing w:line="240" w:lineRule="auto"/>
              <w:ind w:left="-129" w:right="-86"/>
              <w:rPr>
                <w:b/>
                <w:bCs/>
                <w:sz w:val="21"/>
                <w:szCs w:val="21"/>
              </w:rPr>
            </w:pPr>
            <w:r w:rsidRPr="005074AD">
              <w:rPr>
                <w:b/>
                <w:bCs/>
                <w:sz w:val="21"/>
                <w:szCs w:val="21"/>
              </w:rPr>
              <w:t>1,426,366</w:t>
            </w:r>
          </w:p>
        </w:tc>
        <w:tc>
          <w:tcPr>
            <w:tcW w:w="270" w:type="dxa"/>
          </w:tcPr>
          <w:p w14:paraId="7ED55FC4" w14:textId="77777777" w:rsidR="000752DE" w:rsidRPr="005074AD" w:rsidRDefault="000752DE" w:rsidP="000752DE">
            <w:pPr>
              <w:tabs>
                <w:tab w:val="left" w:pos="720"/>
              </w:tabs>
              <w:spacing w:line="240" w:lineRule="auto"/>
              <w:rPr>
                <w:sz w:val="21"/>
                <w:szCs w:val="21"/>
              </w:rPr>
            </w:pPr>
          </w:p>
        </w:tc>
        <w:tc>
          <w:tcPr>
            <w:tcW w:w="990" w:type="dxa"/>
            <w:vAlign w:val="bottom"/>
          </w:tcPr>
          <w:p w14:paraId="5AC7E58D" w14:textId="77777777" w:rsidR="000752DE" w:rsidRPr="005074AD" w:rsidRDefault="000752DE" w:rsidP="005074AD">
            <w:pPr>
              <w:tabs>
                <w:tab w:val="decimal" w:pos="700"/>
              </w:tabs>
              <w:spacing w:line="240" w:lineRule="auto"/>
              <w:ind w:right="-120"/>
              <w:rPr>
                <w:sz w:val="21"/>
                <w:szCs w:val="21"/>
              </w:rPr>
            </w:pPr>
            <w:r w:rsidRPr="005074AD">
              <w:rPr>
                <w:sz w:val="21"/>
                <w:szCs w:val="21"/>
              </w:rPr>
              <w:t>9,342</w:t>
            </w:r>
          </w:p>
        </w:tc>
        <w:tc>
          <w:tcPr>
            <w:tcW w:w="270" w:type="dxa"/>
            <w:vAlign w:val="bottom"/>
          </w:tcPr>
          <w:p w14:paraId="41BE3C19" w14:textId="77777777" w:rsidR="000752DE" w:rsidRPr="005074AD" w:rsidRDefault="000752DE" w:rsidP="000752DE">
            <w:pPr>
              <w:tabs>
                <w:tab w:val="left" w:pos="720"/>
              </w:tabs>
              <w:spacing w:line="240" w:lineRule="auto"/>
              <w:rPr>
                <w:sz w:val="21"/>
                <w:szCs w:val="21"/>
              </w:rPr>
            </w:pPr>
          </w:p>
        </w:tc>
        <w:tc>
          <w:tcPr>
            <w:tcW w:w="990" w:type="dxa"/>
            <w:vAlign w:val="bottom"/>
          </w:tcPr>
          <w:p w14:paraId="3A1457CF" w14:textId="77777777" w:rsidR="000752DE" w:rsidRPr="005074AD" w:rsidRDefault="000752DE" w:rsidP="000752DE">
            <w:pPr>
              <w:jc w:val="center"/>
              <w:rPr>
                <w:sz w:val="21"/>
                <w:szCs w:val="21"/>
              </w:rPr>
            </w:pPr>
            <w:r w:rsidRPr="005074AD">
              <w:rPr>
                <w:sz w:val="21"/>
                <w:szCs w:val="21"/>
              </w:rPr>
              <w:t>(92,522)</w:t>
            </w:r>
          </w:p>
        </w:tc>
        <w:tc>
          <w:tcPr>
            <w:tcW w:w="270" w:type="dxa"/>
          </w:tcPr>
          <w:p w14:paraId="39797A0A" w14:textId="77777777" w:rsidR="000752DE" w:rsidRPr="005074AD" w:rsidRDefault="000752DE" w:rsidP="000752DE">
            <w:pPr>
              <w:tabs>
                <w:tab w:val="left" w:pos="720"/>
              </w:tabs>
              <w:spacing w:line="240" w:lineRule="auto"/>
              <w:rPr>
                <w:sz w:val="21"/>
                <w:szCs w:val="21"/>
              </w:rPr>
            </w:pPr>
          </w:p>
        </w:tc>
        <w:tc>
          <w:tcPr>
            <w:tcW w:w="1080" w:type="dxa"/>
            <w:tcBorders>
              <w:top w:val="nil"/>
              <w:left w:val="nil"/>
              <w:bottom w:val="double" w:sz="4" w:space="0" w:color="auto"/>
              <w:right w:val="nil"/>
            </w:tcBorders>
            <w:vAlign w:val="bottom"/>
          </w:tcPr>
          <w:p w14:paraId="044BA34F" w14:textId="77777777" w:rsidR="000752DE" w:rsidRPr="005074AD" w:rsidRDefault="000752DE" w:rsidP="00932E7C">
            <w:pPr>
              <w:tabs>
                <w:tab w:val="decimal" w:pos="950"/>
              </w:tabs>
              <w:ind w:left="-95"/>
              <w:rPr>
                <w:b/>
                <w:bCs/>
                <w:sz w:val="21"/>
                <w:szCs w:val="21"/>
              </w:rPr>
            </w:pPr>
            <w:r w:rsidRPr="005074AD">
              <w:rPr>
                <w:b/>
                <w:bCs/>
                <w:sz w:val="21"/>
                <w:szCs w:val="21"/>
              </w:rPr>
              <w:t>1,343,186</w:t>
            </w:r>
          </w:p>
        </w:tc>
      </w:tr>
    </w:tbl>
    <w:p w14:paraId="6B226DCB" w14:textId="2A9FE243" w:rsidR="00190318" w:rsidRDefault="00190318" w:rsidP="00BE0348">
      <w:pPr>
        <w:ind w:firstLine="540"/>
        <w:rPr>
          <w:b/>
          <w:bCs/>
          <w:szCs w:val="22"/>
          <w:lang w:val="en-US"/>
        </w:rPr>
      </w:pPr>
    </w:p>
    <w:p w14:paraId="52B7F616" w14:textId="02C238EA" w:rsidR="005074AD" w:rsidRDefault="005074AD" w:rsidP="00BE0348">
      <w:pPr>
        <w:ind w:firstLine="540"/>
        <w:rPr>
          <w:b/>
          <w:bCs/>
          <w:szCs w:val="22"/>
          <w:lang w:val="en-US"/>
        </w:rPr>
      </w:pPr>
      <w:r>
        <w:rPr>
          <w:b/>
          <w:bCs/>
          <w:szCs w:val="22"/>
          <w:lang w:val="en-US"/>
        </w:rPr>
        <w:br w:type="page"/>
      </w:r>
    </w:p>
    <w:tbl>
      <w:tblPr>
        <w:tblW w:w="9630" w:type="dxa"/>
        <w:tblInd w:w="450" w:type="dxa"/>
        <w:tblLayout w:type="fixed"/>
        <w:tblLook w:val="04A0" w:firstRow="1" w:lastRow="0" w:firstColumn="1" w:lastColumn="0" w:noHBand="0" w:noVBand="1"/>
      </w:tblPr>
      <w:tblGrid>
        <w:gridCol w:w="2160"/>
        <w:gridCol w:w="1080"/>
        <w:gridCol w:w="270"/>
        <w:gridCol w:w="1080"/>
        <w:gridCol w:w="270"/>
        <w:gridCol w:w="990"/>
        <w:gridCol w:w="270"/>
        <w:gridCol w:w="900"/>
        <w:gridCol w:w="360"/>
        <w:gridCol w:w="990"/>
        <w:gridCol w:w="270"/>
        <w:gridCol w:w="990"/>
      </w:tblGrid>
      <w:tr w:rsidR="000752DE" w:rsidRPr="005074AD" w14:paraId="392F44EB" w14:textId="77777777" w:rsidTr="000720F1">
        <w:tc>
          <w:tcPr>
            <w:tcW w:w="2160" w:type="dxa"/>
            <w:shd w:val="clear" w:color="auto" w:fill="auto"/>
            <w:vAlign w:val="bottom"/>
          </w:tcPr>
          <w:p w14:paraId="22DAF6DD" w14:textId="77777777" w:rsidR="000752DE" w:rsidRPr="005074AD" w:rsidRDefault="000752DE" w:rsidP="000752DE">
            <w:pPr>
              <w:rPr>
                <w:bCs/>
                <w:sz w:val="21"/>
                <w:szCs w:val="21"/>
                <w:cs/>
              </w:rPr>
            </w:pPr>
          </w:p>
        </w:tc>
        <w:tc>
          <w:tcPr>
            <w:tcW w:w="2430" w:type="dxa"/>
            <w:gridSpan w:val="3"/>
          </w:tcPr>
          <w:p w14:paraId="453D4856" w14:textId="77777777" w:rsidR="000752DE" w:rsidRPr="005074AD" w:rsidRDefault="000752DE" w:rsidP="000752DE">
            <w:pPr>
              <w:jc w:val="center"/>
              <w:rPr>
                <w:bCs/>
                <w:sz w:val="21"/>
                <w:szCs w:val="21"/>
                <w:cs/>
              </w:rPr>
            </w:pPr>
            <w:r w:rsidRPr="005074AD">
              <w:rPr>
                <w:b/>
                <w:bCs/>
                <w:sz w:val="21"/>
                <w:szCs w:val="21"/>
              </w:rPr>
              <w:t>Interest rate</w:t>
            </w:r>
          </w:p>
        </w:tc>
        <w:tc>
          <w:tcPr>
            <w:tcW w:w="270" w:type="dxa"/>
            <w:shd w:val="clear" w:color="auto" w:fill="auto"/>
            <w:vAlign w:val="bottom"/>
          </w:tcPr>
          <w:p w14:paraId="5B0CF317" w14:textId="77777777" w:rsidR="000752DE" w:rsidRPr="005074AD" w:rsidRDefault="000752DE" w:rsidP="000752DE">
            <w:pPr>
              <w:jc w:val="center"/>
              <w:rPr>
                <w:bCs/>
                <w:sz w:val="21"/>
                <w:szCs w:val="21"/>
              </w:rPr>
            </w:pPr>
          </w:p>
        </w:tc>
        <w:tc>
          <w:tcPr>
            <w:tcW w:w="4770" w:type="dxa"/>
            <w:gridSpan w:val="7"/>
            <w:shd w:val="clear" w:color="auto" w:fill="auto"/>
            <w:vAlign w:val="bottom"/>
          </w:tcPr>
          <w:p w14:paraId="1AD6B01F" w14:textId="77777777" w:rsidR="000752DE" w:rsidRPr="005074AD" w:rsidRDefault="001065E6" w:rsidP="000752DE">
            <w:pPr>
              <w:ind w:left="-95" w:right="-120"/>
              <w:jc w:val="center"/>
              <w:rPr>
                <w:bCs/>
                <w:sz w:val="21"/>
                <w:szCs w:val="21"/>
                <w:cs/>
              </w:rPr>
            </w:pPr>
            <w:r w:rsidRPr="005074AD">
              <w:rPr>
                <w:b/>
                <w:bCs/>
                <w:sz w:val="21"/>
                <w:szCs w:val="21"/>
              </w:rPr>
              <w:t>Separate</w:t>
            </w:r>
            <w:r w:rsidR="000752DE" w:rsidRPr="005074AD">
              <w:rPr>
                <w:b/>
                <w:bCs/>
                <w:sz w:val="21"/>
                <w:szCs w:val="21"/>
              </w:rPr>
              <w:t xml:space="preserve"> financial statements</w:t>
            </w:r>
          </w:p>
        </w:tc>
      </w:tr>
      <w:tr w:rsidR="005074AD" w:rsidRPr="005074AD" w14:paraId="450273DE" w14:textId="77777777" w:rsidTr="000720F1">
        <w:tc>
          <w:tcPr>
            <w:tcW w:w="2160" w:type="dxa"/>
            <w:shd w:val="clear" w:color="auto" w:fill="auto"/>
            <w:vAlign w:val="bottom"/>
          </w:tcPr>
          <w:p w14:paraId="6573B2ED" w14:textId="77777777" w:rsidR="005074AD" w:rsidRPr="005074AD" w:rsidRDefault="005074AD" w:rsidP="005074AD">
            <w:pPr>
              <w:ind w:left="165" w:hanging="165"/>
              <w:rPr>
                <w:bCs/>
                <w:i/>
                <w:iCs/>
                <w:sz w:val="21"/>
                <w:szCs w:val="21"/>
                <w:cs/>
              </w:rPr>
            </w:pPr>
          </w:p>
        </w:tc>
        <w:tc>
          <w:tcPr>
            <w:tcW w:w="1080" w:type="dxa"/>
          </w:tcPr>
          <w:p w14:paraId="22A419D9" w14:textId="23B96780" w:rsidR="005074AD" w:rsidRPr="005074AD" w:rsidRDefault="005074AD" w:rsidP="005074AD">
            <w:pPr>
              <w:ind w:right="-20"/>
              <w:jc w:val="center"/>
              <w:rPr>
                <w:sz w:val="21"/>
                <w:szCs w:val="21"/>
              </w:rPr>
            </w:pPr>
            <w:r w:rsidRPr="005074AD">
              <w:rPr>
                <w:sz w:val="21"/>
                <w:szCs w:val="21"/>
              </w:rPr>
              <w:t>31 December 2020</w:t>
            </w:r>
          </w:p>
        </w:tc>
        <w:tc>
          <w:tcPr>
            <w:tcW w:w="270" w:type="dxa"/>
            <w:shd w:val="clear" w:color="auto" w:fill="auto"/>
            <w:vAlign w:val="bottom"/>
          </w:tcPr>
          <w:p w14:paraId="0C8054F4" w14:textId="77777777" w:rsidR="005074AD" w:rsidRPr="005074AD" w:rsidRDefault="005074AD" w:rsidP="005074AD">
            <w:pPr>
              <w:jc w:val="center"/>
              <w:rPr>
                <w:sz w:val="21"/>
                <w:szCs w:val="21"/>
              </w:rPr>
            </w:pPr>
          </w:p>
        </w:tc>
        <w:tc>
          <w:tcPr>
            <w:tcW w:w="1080" w:type="dxa"/>
            <w:shd w:val="clear" w:color="auto" w:fill="auto"/>
            <w:vAlign w:val="bottom"/>
          </w:tcPr>
          <w:p w14:paraId="3247D42E" w14:textId="79D22D15" w:rsidR="005074AD" w:rsidRPr="005074AD" w:rsidRDefault="005074AD" w:rsidP="005074AD">
            <w:pPr>
              <w:ind w:left="-95" w:right="-120"/>
              <w:jc w:val="center"/>
              <w:rPr>
                <w:sz w:val="21"/>
                <w:szCs w:val="21"/>
                <w:cs/>
              </w:rPr>
            </w:pPr>
            <w:r w:rsidRPr="005074AD">
              <w:rPr>
                <w:sz w:val="21"/>
                <w:szCs w:val="21"/>
              </w:rPr>
              <w:t>31 March 2021</w:t>
            </w:r>
          </w:p>
        </w:tc>
        <w:tc>
          <w:tcPr>
            <w:tcW w:w="270" w:type="dxa"/>
            <w:shd w:val="clear" w:color="auto" w:fill="auto"/>
            <w:vAlign w:val="bottom"/>
          </w:tcPr>
          <w:p w14:paraId="08A3C3C1" w14:textId="77777777" w:rsidR="005074AD" w:rsidRPr="005074AD" w:rsidRDefault="005074AD" w:rsidP="005074AD">
            <w:pPr>
              <w:jc w:val="center"/>
              <w:rPr>
                <w:sz w:val="21"/>
                <w:szCs w:val="21"/>
              </w:rPr>
            </w:pPr>
          </w:p>
        </w:tc>
        <w:tc>
          <w:tcPr>
            <w:tcW w:w="990" w:type="dxa"/>
            <w:shd w:val="clear" w:color="auto" w:fill="auto"/>
            <w:vAlign w:val="bottom"/>
          </w:tcPr>
          <w:p w14:paraId="0D996AD4" w14:textId="3728C156" w:rsidR="005074AD" w:rsidRPr="005074AD" w:rsidRDefault="005074AD" w:rsidP="005074AD">
            <w:pPr>
              <w:ind w:left="-110" w:right="-86"/>
              <w:jc w:val="center"/>
              <w:rPr>
                <w:sz w:val="21"/>
                <w:szCs w:val="21"/>
                <w:cs/>
              </w:rPr>
            </w:pPr>
            <w:r w:rsidRPr="005074AD">
              <w:rPr>
                <w:sz w:val="21"/>
                <w:szCs w:val="21"/>
              </w:rPr>
              <w:t xml:space="preserve">31 December 2020 </w:t>
            </w:r>
            <w:r w:rsidRPr="005074AD">
              <w:rPr>
                <w:sz w:val="21"/>
                <w:szCs w:val="21"/>
                <w:cs/>
              </w:rPr>
              <w:t xml:space="preserve"> </w:t>
            </w:r>
          </w:p>
        </w:tc>
        <w:tc>
          <w:tcPr>
            <w:tcW w:w="270" w:type="dxa"/>
            <w:shd w:val="clear" w:color="auto" w:fill="auto"/>
            <w:vAlign w:val="bottom"/>
          </w:tcPr>
          <w:p w14:paraId="51A404D5" w14:textId="77777777" w:rsidR="005074AD" w:rsidRPr="005074AD" w:rsidRDefault="005074AD" w:rsidP="005074AD">
            <w:pPr>
              <w:jc w:val="center"/>
              <w:rPr>
                <w:sz w:val="21"/>
                <w:szCs w:val="21"/>
              </w:rPr>
            </w:pPr>
          </w:p>
        </w:tc>
        <w:tc>
          <w:tcPr>
            <w:tcW w:w="900" w:type="dxa"/>
            <w:shd w:val="clear" w:color="auto" w:fill="auto"/>
            <w:vAlign w:val="bottom"/>
          </w:tcPr>
          <w:p w14:paraId="1C5A339A" w14:textId="2664F24D" w:rsidR="005074AD" w:rsidRPr="005074AD" w:rsidRDefault="005074AD" w:rsidP="005074AD">
            <w:pPr>
              <w:ind w:left="-95" w:right="-120"/>
              <w:jc w:val="center"/>
              <w:rPr>
                <w:sz w:val="21"/>
                <w:szCs w:val="21"/>
                <w:cs/>
              </w:rPr>
            </w:pPr>
            <w:r w:rsidRPr="005074AD">
              <w:rPr>
                <w:sz w:val="21"/>
                <w:szCs w:val="21"/>
              </w:rPr>
              <w:t>Increase</w:t>
            </w:r>
          </w:p>
        </w:tc>
        <w:tc>
          <w:tcPr>
            <w:tcW w:w="360" w:type="dxa"/>
            <w:shd w:val="clear" w:color="auto" w:fill="auto"/>
            <w:vAlign w:val="bottom"/>
          </w:tcPr>
          <w:p w14:paraId="4B7A54B7" w14:textId="77777777" w:rsidR="005074AD" w:rsidRPr="005074AD" w:rsidRDefault="005074AD" w:rsidP="005074AD">
            <w:pPr>
              <w:jc w:val="center"/>
              <w:rPr>
                <w:sz w:val="21"/>
                <w:szCs w:val="21"/>
              </w:rPr>
            </w:pPr>
          </w:p>
        </w:tc>
        <w:tc>
          <w:tcPr>
            <w:tcW w:w="990" w:type="dxa"/>
            <w:shd w:val="clear" w:color="auto" w:fill="auto"/>
            <w:vAlign w:val="bottom"/>
          </w:tcPr>
          <w:p w14:paraId="2F10CC0B" w14:textId="462295BC" w:rsidR="005074AD" w:rsidRPr="005074AD" w:rsidRDefault="005074AD" w:rsidP="005074AD">
            <w:pPr>
              <w:ind w:left="-95" w:right="-110"/>
              <w:jc w:val="center"/>
              <w:rPr>
                <w:sz w:val="21"/>
                <w:szCs w:val="21"/>
                <w:cs/>
              </w:rPr>
            </w:pPr>
            <w:r w:rsidRPr="005074AD">
              <w:rPr>
                <w:sz w:val="21"/>
                <w:szCs w:val="21"/>
              </w:rPr>
              <w:t>Decrease</w:t>
            </w:r>
          </w:p>
        </w:tc>
        <w:tc>
          <w:tcPr>
            <w:tcW w:w="270" w:type="dxa"/>
            <w:shd w:val="clear" w:color="auto" w:fill="auto"/>
            <w:vAlign w:val="bottom"/>
          </w:tcPr>
          <w:p w14:paraId="32709A7D" w14:textId="77777777" w:rsidR="005074AD" w:rsidRPr="005074AD" w:rsidRDefault="005074AD" w:rsidP="005074AD">
            <w:pPr>
              <w:jc w:val="center"/>
              <w:rPr>
                <w:sz w:val="21"/>
                <w:szCs w:val="21"/>
              </w:rPr>
            </w:pPr>
          </w:p>
        </w:tc>
        <w:tc>
          <w:tcPr>
            <w:tcW w:w="990" w:type="dxa"/>
            <w:shd w:val="clear" w:color="auto" w:fill="auto"/>
            <w:vAlign w:val="bottom"/>
          </w:tcPr>
          <w:p w14:paraId="24E374BE" w14:textId="527B6D1B" w:rsidR="005074AD" w:rsidRPr="005074AD" w:rsidRDefault="005074AD" w:rsidP="005074AD">
            <w:pPr>
              <w:ind w:left="-95" w:right="-120"/>
              <w:jc w:val="center"/>
              <w:rPr>
                <w:sz w:val="21"/>
                <w:szCs w:val="21"/>
                <w:cs/>
              </w:rPr>
            </w:pPr>
            <w:r w:rsidRPr="005074AD">
              <w:rPr>
                <w:sz w:val="21"/>
                <w:szCs w:val="21"/>
              </w:rPr>
              <w:t>31 March 2021</w:t>
            </w:r>
          </w:p>
        </w:tc>
      </w:tr>
      <w:tr w:rsidR="005074AD" w:rsidRPr="006960F2" w14:paraId="2729D76C" w14:textId="77777777" w:rsidTr="000720F1">
        <w:tc>
          <w:tcPr>
            <w:tcW w:w="2160" w:type="dxa"/>
            <w:shd w:val="clear" w:color="auto" w:fill="auto"/>
          </w:tcPr>
          <w:p w14:paraId="0A23D322" w14:textId="77777777" w:rsidR="005074AD" w:rsidRPr="006960F2" w:rsidRDefault="005074AD" w:rsidP="005074AD">
            <w:pPr>
              <w:rPr>
                <w:i/>
                <w:iCs/>
                <w:sz w:val="21"/>
                <w:szCs w:val="21"/>
              </w:rPr>
            </w:pPr>
          </w:p>
        </w:tc>
        <w:tc>
          <w:tcPr>
            <w:tcW w:w="2430" w:type="dxa"/>
            <w:gridSpan w:val="3"/>
          </w:tcPr>
          <w:p w14:paraId="1B677DC5" w14:textId="77777777" w:rsidR="005074AD" w:rsidRPr="006960F2" w:rsidRDefault="005074AD" w:rsidP="005074AD">
            <w:pPr>
              <w:jc w:val="center"/>
              <w:rPr>
                <w:i/>
                <w:iCs/>
                <w:sz w:val="21"/>
                <w:szCs w:val="21"/>
              </w:rPr>
            </w:pPr>
            <w:r w:rsidRPr="006960F2">
              <w:rPr>
                <w:i/>
                <w:iCs/>
                <w:sz w:val="21"/>
                <w:szCs w:val="21"/>
              </w:rPr>
              <w:t>(% per annum)</w:t>
            </w:r>
          </w:p>
        </w:tc>
        <w:tc>
          <w:tcPr>
            <w:tcW w:w="270" w:type="dxa"/>
            <w:shd w:val="clear" w:color="auto" w:fill="auto"/>
          </w:tcPr>
          <w:p w14:paraId="6C50ADCE" w14:textId="77777777" w:rsidR="005074AD" w:rsidRPr="006960F2" w:rsidRDefault="005074AD" w:rsidP="005074AD">
            <w:pPr>
              <w:rPr>
                <w:i/>
                <w:iCs/>
                <w:sz w:val="21"/>
                <w:szCs w:val="21"/>
              </w:rPr>
            </w:pPr>
          </w:p>
        </w:tc>
        <w:tc>
          <w:tcPr>
            <w:tcW w:w="4770" w:type="dxa"/>
            <w:gridSpan w:val="7"/>
            <w:shd w:val="clear" w:color="auto" w:fill="auto"/>
            <w:vAlign w:val="bottom"/>
          </w:tcPr>
          <w:p w14:paraId="6E289D5C" w14:textId="77777777" w:rsidR="005074AD" w:rsidRPr="006960F2" w:rsidRDefault="005074AD" w:rsidP="005074AD">
            <w:pPr>
              <w:ind w:left="-95" w:right="-120"/>
              <w:jc w:val="center"/>
              <w:rPr>
                <w:i/>
                <w:iCs/>
                <w:sz w:val="21"/>
                <w:szCs w:val="21"/>
              </w:rPr>
            </w:pPr>
            <w:r w:rsidRPr="006960F2">
              <w:rPr>
                <w:i/>
                <w:iCs/>
                <w:sz w:val="21"/>
                <w:szCs w:val="21"/>
                <w:cs/>
              </w:rPr>
              <w:t>(</w:t>
            </w:r>
            <w:r w:rsidRPr="006960F2">
              <w:rPr>
                <w:i/>
                <w:iCs/>
                <w:sz w:val="21"/>
                <w:szCs w:val="21"/>
              </w:rPr>
              <w:t>in thousand Baht)</w:t>
            </w:r>
          </w:p>
        </w:tc>
      </w:tr>
      <w:tr w:rsidR="005074AD" w:rsidRPr="005074AD" w14:paraId="69D0B631" w14:textId="77777777" w:rsidTr="000720F1">
        <w:tc>
          <w:tcPr>
            <w:tcW w:w="2160" w:type="dxa"/>
            <w:shd w:val="clear" w:color="auto" w:fill="auto"/>
          </w:tcPr>
          <w:p w14:paraId="54F85B1B" w14:textId="77777777" w:rsidR="005074AD" w:rsidRPr="005074AD" w:rsidRDefault="005074AD" w:rsidP="005074AD">
            <w:pPr>
              <w:rPr>
                <w:b/>
                <w:bCs/>
                <w:i/>
                <w:iCs/>
                <w:sz w:val="21"/>
                <w:szCs w:val="21"/>
                <w:cs/>
              </w:rPr>
            </w:pPr>
            <w:r w:rsidRPr="005074AD">
              <w:rPr>
                <w:b/>
                <w:bCs/>
                <w:i/>
                <w:iCs/>
                <w:sz w:val="21"/>
                <w:szCs w:val="21"/>
              </w:rPr>
              <w:t>Short-term loans from</w:t>
            </w:r>
          </w:p>
        </w:tc>
        <w:tc>
          <w:tcPr>
            <w:tcW w:w="1080" w:type="dxa"/>
          </w:tcPr>
          <w:p w14:paraId="56CC10E5" w14:textId="77777777" w:rsidR="005074AD" w:rsidRPr="005074AD" w:rsidRDefault="005074AD" w:rsidP="005074AD">
            <w:pPr>
              <w:jc w:val="center"/>
              <w:rPr>
                <w:i/>
                <w:iCs/>
                <w:sz w:val="21"/>
                <w:szCs w:val="21"/>
                <w:cs/>
              </w:rPr>
            </w:pPr>
          </w:p>
        </w:tc>
        <w:tc>
          <w:tcPr>
            <w:tcW w:w="270" w:type="dxa"/>
            <w:shd w:val="clear" w:color="auto" w:fill="auto"/>
          </w:tcPr>
          <w:p w14:paraId="6DB10538" w14:textId="77777777" w:rsidR="005074AD" w:rsidRPr="005074AD" w:rsidRDefault="005074AD" w:rsidP="005074AD">
            <w:pPr>
              <w:jc w:val="center"/>
              <w:rPr>
                <w:i/>
                <w:iCs/>
                <w:sz w:val="21"/>
                <w:szCs w:val="21"/>
                <w:cs/>
              </w:rPr>
            </w:pPr>
          </w:p>
        </w:tc>
        <w:tc>
          <w:tcPr>
            <w:tcW w:w="1080" w:type="dxa"/>
            <w:shd w:val="clear" w:color="auto" w:fill="auto"/>
          </w:tcPr>
          <w:p w14:paraId="3B2221FE" w14:textId="77777777" w:rsidR="005074AD" w:rsidRPr="005074AD" w:rsidRDefault="005074AD" w:rsidP="005074AD">
            <w:pPr>
              <w:jc w:val="center"/>
              <w:rPr>
                <w:i/>
                <w:iCs/>
                <w:sz w:val="21"/>
                <w:szCs w:val="21"/>
                <w:cs/>
              </w:rPr>
            </w:pPr>
          </w:p>
        </w:tc>
        <w:tc>
          <w:tcPr>
            <w:tcW w:w="270" w:type="dxa"/>
            <w:shd w:val="clear" w:color="auto" w:fill="auto"/>
          </w:tcPr>
          <w:p w14:paraId="277ECF70" w14:textId="77777777" w:rsidR="005074AD" w:rsidRPr="005074AD" w:rsidRDefault="005074AD" w:rsidP="005074AD">
            <w:pPr>
              <w:rPr>
                <w:sz w:val="21"/>
                <w:szCs w:val="21"/>
              </w:rPr>
            </w:pPr>
          </w:p>
        </w:tc>
        <w:tc>
          <w:tcPr>
            <w:tcW w:w="4770" w:type="dxa"/>
            <w:gridSpan w:val="7"/>
            <w:shd w:val="clear" w:color="auto" w:fill="auto"/>
          </w:tcPr>
          <w:p w14:paraId="46E8BE13" w14:textId="77777777" w:rsidR="005074AD" w:rsidRPr="005074AD" w:rsidRDefault="005074AD" w:rsidP="005074AD">
            <w:pPr>
              <w:ind w:left="-95" w:right="-120"/>
              <w:jc w:val="center"/>
              <w:rPr>
                <w:i/>
                <w:iCs/>
                <w:sz w:val="21"/>
                <w:szCs w:val="21"/>
                <w:cs/>
              </w:rPr>
            </w:pPr>
          </w:p>
        </w:tc>
      </w:tr>
      <w:tr w:rsidR="00AC6710" w:rsidRPr="005074AD" w14:paraId="0D0613A5" w14:textId="77777777" w:rsidTr="000720F1">
        <w:tc>
          <w:tcPr>
            <w:tcW w:w="2160" w:type="dxa"/>
            <w:shd w:val="clear" w:color="auto" w:fill="auto"/>
          </w:tcPr>
          <w:p w14:paraId="06EA6719" w14:textId="77777777" w:rsidR="00AC6710" w:rsidRPr="005074AD" w:rsidRDefault="00AC6710" w:rsidP="00AC6710">
            <w:pPr>
              <w:rPr>
                <w:sz w:val="21"/>
                <w:szCs w:val="21"/>
              </w:rPr>
            </w:pPr>
            <w:r w:rsidRPr="005074AD">
              <w:rPr>
                <w:sz w:val="21"/>
                <w:szCs w:val="21"/>
              </w:rPr>
              <w:t>Parent company</w:t>
            </w:r>
          </w:p>
        </w:tc>
        <w:tc>
          <w:tcPr>
            <w:tcW w:w="1080" w:type="dxa"/>
          </w:tcPr>
          <w:p w14:paraId="6981CFC5" w14:textId="77777777" w:rsidR="00AC6710" w:rsidRPr="005074AD" w:rsidRDefault="00AC6710" w:rsidP="00AC6710">
            <w:pPr>
              <w:tabs>
                <w:tab w:val="left" w:pos="720"/>
              </w:tabs>
              <w:spacing w:line="240" w:lineRule="auto"/>
              <w:jc w:val="center"/>
              <w:rPr>
                <w:sz w:val="21"/>
                <w:szCs w:val="21"/>
                <w:lang w:val="en-US" w:bidi="th-TH"/>
              </w:rPr>
            </w:pPr>
            <w:r w:rsidRPr="005074AD">
              <w:rPr>
                <w:sz w:val="21"/>
                <w:szCs w:val="21"/>
              </w:rPr>
              <w:t>2.75</w:t>
            </w:r>
          </w:p>
        </w:tc>
        <w:tc>
          <w:tcPr>
            <w:tcW w:w="270" w:type="dxa"/>
          </w:tcPr>
          <w:p w14:paraId="340CA06B" w14:textId="77777777" w:rsidR="00AC6710" w:rsidRPr="005074AD" w:rsidRDefault="00AC6710" w:rsidP="00AC6710">
            <w:pPr>
              <w:tabs>
                <w:tab w:val="left" w:pos="720"/>
              </w:tabs>
              <w:spacing w:line="240" w:lineRule="auto"/>
              <w:rPr>
                <w:sz w:val="21"/>
                <w:szCs w:val="21"/>
              </w:rPr>
            </w:pPr>
          </w:p>
        </w:tc>
        <w:tc>
          <w:tcPr>
            <w:tcW w:w="1080" w:type="dxa"/>
          </w:tcPr>
          <w:p w14:paraId="6372F944" w14:textId="77777777" w:rsidR="00AC6710" w:rsidRPr="005074AD" w:rsidRDefault="00AC6710" w:rsidP="00AC6710">
            <w:pPr>
              <w:tabs>
                <w:tab w:val="left" w:pos="720"/>
              </w:tabs>
              <w:spacing w:line="240" w:lineRule="auto"/>
              <w:jc w:val="center"/>
              <w:rPr>
                <w:sz w:val="21"/>
                <w:szCs w:val="21"/>
              </w:rPr>
            </w:pPr>
            <w:r w:rsidRPr="005074AD">
              <w:rPr>
                <w:spacing w:val="-4"/>
                <w:sz w:val="21"/>
                <w:szCs w:val="21"/>
              </w:rPr>
              <w:t>2.75</w:t>
            </w:r>
          </w:p>
        </w:tc>
        <w:tc>
          <w:tcPr>
            <w:tcW w:w="270" w:type="dxa"/>
          </w:tcPr>
          <w:p w14:paraId="4CD1A215" w14:textId="77777777" w:rsidR="00AC6710" w:rsidRPr="005074AD" w:rsidRDefault="00AC6710" w:rsidP="00AC6710">
            <w:pPr>
              <w:tabs>
                <w:tab w:val="left" w:pos="720"/>
              </w:tabs>
              <w:spacing w:line="240" w:lineRule="auto"/>
              <w:rPr>
                <w:sz w:val="21"/>
                <w:szCs w:val="21"/>
                <w:highlight w:val="yellow"/>
              </w:rPr>
            </w:pPr>
          </w:p>
        </w:tc>
        <w:tc>
          <w:tcPr>
            <w:tcW w:w="990" w:type="dxa"/>
            <w:vAlign w:val="bottom"/>
          </w:tcPr>
          <w:p w14:paraId="2143ED8D" w14:textId="272F904A" w:rsidR="00AC6710" w:rsidRPr="005074AD" w:rsidRDefault="00AC6710" w:rsidP="00AC6710">
            <w:pPr>
              <w:tabs>
                <w:tab w:val="decimal" w:pos="804"/>
              </w:tabs>
              <w:spacing w:line="240" w:lineRule="auto"/>
              <w:ind w:left="-129" w:right="-86"/>
              <w:rPr>
                <w:sz w:val="21"/>
                <w:szCs w:val="21"/>
                <w:highlight w:val="yellow"/>
              </w:rPr>
            </w:pPr>
            <w:r w:rsidRPr="005074AD">
              <w:rPr>
                <w:sz w:val="21"/>
                <w:szCs w:val="21"/>
              </w:rPr>
              <w:t>1,426,366</w:t>
            </w:r>
          </w:p>
        </w:tc>
        <w:tc>
          <w:tcPr>
            <w:tcW w:w="270" w:type="dxa"/>
          </w:tcPr>
          <w:p w14:paraId="45FCFF9B" w14:textId="77777777" w:rsidR="00AC6710" w:rsidRPr="005074AD" w:rsidRDefault="00AC6710" w:rsidP="00AC6710">
            <w:pPr>
              <w:tabs>
                <w:tab w:val="left" w:pos="720"/>
              </w:tabs>
              <w:spacing w:line="240" w:lineRule="auto"/>
              <w:rPr>
                <w:sz w:val="21"/>
                <w:szCs w:val="21"/>
              </w:rPr>
            </w:pPr>
          </w:p>
        </w:tc>
        <w:tc>
          <w:tcPr>
            <w:tcW w:w="900" w:type="dxa"/>
            <w:vAlign w:val="bottom"/>
          </w:tcPr>
          <w:p w14:paraId="15E6BECB" w14:textId="66BF2CCA" w:rsidR="00AC6710" w:rsidRPr="005074AD" w:rsidRDefault="00AC6710" w:rsidP="00AC6710">
            <w:pPr>
              <w:tabs>
                <w:tab w:val="decimal" w:pos="647"/>
              </w:tabs>
              <w:spacing w:line="240" w:lineRule="auto"/>
              <w:ind w:right="-120"/>
              <w:rPr>
                <w:sz w:val="21"/>
                <w:szCs w:val="21"/>
              </w:rPr>
            </w:pPr>
            <w:r w:rsidRPr="005074AD">
              <w:rPr>
                <w:sz w:val="21"/>
                <w:szCs w:val="21"/>
              </w:rPr>
              <w:t>9,342</w:t>
            </w:r>
          </w:p>
        </w:tc>
        <w:tc>
          <w:tcPr>
            <w:tcW w:w="360" w:type="dxa"/>
            <w:vAlign w:val="bottom"/>
          </w:tcPr>
          <w:p w14:paraId="50323149" w14:textId="77777777" w:rsidR="00AC6710" w:rsidRPr="005074AD" w:rsidRDefault="00AC6710" w:rsidP="00AC6710">
            <w:pPr>
              <w:tabs>
                <w:tab w:val="left" w:pos="720"/>
              </w:tabs>
              <w:spacing w:line="240" w:lineRule="auto"/>
              <w:rPr>
                <w:sz w:val="21"/>
                <w:szCs w:val="21"/>
              </w:rPr>
            </w:pPr>
          </w:p>
        </w:tc>
        <w:tc>
          <w:tcPr>
            <w:tcW w:w="990" w:type="dxa"/>
            <w:vAlign w:val="bottom"/>
          </w:tcPr>
          <w:p w14:paraId="3099988F" w14:textId="4F262D47" w:rsidR="00AC6710" w:rsidRPr="005074AD" w:rsidRDefault="00AC6710" w:rsidP="00AC6710">
            <w:pPr>
              <w:ind w:left="-110" w:right="-110"/>
              <w:jc w:val="center"/>
              <w:rPr>
                <w:sz w:val="21"/>
                <w:szCs w:val="21"/>
              </w:rPr>
            </w:pPr>
            <w:r w:rsidRPr="005074AD">
              <w:rPr>
                <w:sz w:val="21"/>
                <w:szCs w:val="21"/>
              </w:rPr>
              <w:t>(92,522)</w:t>
            </w:r>
          </w:p>
        </w:tc>
        <w:tc>
          <w:tcPr>
            <w:tcW w:w="270" w:type="dxa"/>
          </w:tcPr>
          <w:p w14:paraId="0F7E7407" w14:textId="77777777" w:rsidR="00AC6710" w:rsidRPr="005074AD" w:rsidRDefault="00AC6710" w:rsidP="00AC6710">
            <w:pPr>
              <w:tabs>
                <w:tab w:val="left" w:pos="720"/>
              </w:tabs>
              <w:spacing w:line="240" w:lineRule="auto"/>
              <w:rPr>
                <w:sz w:val="21"/>
                <w:szCs w:val="21"/>
              </w:rPr>
            </w:pPr>
          </w:p>
        </w:tc>
        <w:tc>
          <w:tcPr>
            <w:tcW w:w="990" w:type="dxa"/>
            <w:vAlign w:val="bottom"/>
          </w:tcPr>
          <w:p w14:paraId="0135EE5D" w14:textId="06A3EC37" w:rsidR="00AC6710" w:rsidRPr="005074AD" w:rsidRDefault="00AC6710" w:rsidP="00AC6710">
            <w:pPr>
              <w:ind w:left="-95" w:right="-110" w:firstLine="95"/>
              <w:rPr>
                <w:sz w:val="21"/>
                <w:szCs w:val="21"/>
              </w:rPr>
            </w:pPr>
            <w:r w:rsidRPr="005074AD">
              <w:rPr>
                <w:sz w:val="21"/>
                <w:szCs w:val="21"/>
              </w:rPr>
              <w:t>1,343,186</w:t>
            </w:r>
          </w:p>
        </w:tc>
      </w:tr>
      <w:tr w:rsidR="00AC6710" w:rsidRPr="005074AD" w14:paraId="09D1689B" w14:textId="77777777" w:rsidTr="000720F1">
        <w:tc>
          <w:tcPr>
            <w:tcW w:w="2160" w:type="dxa"/>
            <w:shd w:val="clear" w:color="auto" w:fill="auto"/>
          </w:tcPr>
          <w:p w14:paraId="3D2C5AB6" w14:textId="77777777" w:rsidR="00AC6710" w:rsidRPr="005074AD" w:rsidRDefault="00AC6710" w:rsidP="00AC6710">
            <w:pPr>
              <w:rPr>
                <w:sz w:val="21"/>
                <w:szCs w:val="21"/>
              </w:rPr>
            </w:pPr>
            <w:r w:rsidRPr="005074AD">
              <w:rPr>
                <w:sz w:val="21"/>
                <w:szCs w:val="21"/>
              </w:rPr>
              <w:t>Subsidiaries</w:t>
            </w:r>
          </w:p>
        </w:tc>
        <w:tc>
          <w:tcPr>
            <w:tcW w:w="1080" w:type="dxa"/>
          </w:tcPr>
          <w:p w14:paraId="69A0DF2E" w14:textId="77777777" w:rsidR="00AC6710" w:rsidRPr="005074AD" w:rsidRDefault="00AC6710" w:rsidP="00AC6710">
            <w:pPr>
              <w:tabs>
                <w:tab w:val="left" w:pos="720"/>
              </w:tabs>
              <w:spacing w:line="240" w:lineRule="auto"/>
              <w:jc w:val="center"/>
              <w:rPr>
                <w:sz w:val="21"/>
                <w:szCs w:val="21"/>
                <w:highlight w:val="yellow"/>
              </w:rPr>
            </w:pPr>
            <w:r w:rsidRPr="005074AD">
              <w:rPr>
                <w:sz w:val="21"/>
                <w:szCs w:val="21"/>
              </w:rPr>
              <w:t>Fixed deposit rate 6M + 2, + 0.25</w:t>
            </w:r>
          </w:p>
        </w:tc>
        <w:tc>
          <w:tcPr>
            <w:tcW w:w="270" w:type="dxa"/>
          </w:tcPr>
          <w:p w14:paraId="5B9ECED0" w14:textId="77777777" w:rsidR="00AC6710" w:rsidRPr="005074AD" w:rsidRDefault="00AC6710" w:rsidP="00AC6710">
            <w:pPr>
              <w:tabs>
                <w:tab w:val="left" w:pos="720"/>
              </w:tabs>
              <w:spacing w:line="240" w:lineRule="auto"/>
              <w:rPr>
                <w:sz w:val="21"/>
                <w:szCs w:val="21"/>
                <w:highlight w:val="yellow"/>
              </w:rPr>
            </w:pPr>
          </w:p>
        </w:tc>
        <w:tc>
          <w:tcPr>
            <w:tcW w:w="1080" w:type="dxa"/>
          </w:tcPr>
          <w:p w14:paraId="7670D900" w14:textId="77777777" w:rsidR="00AC6710" w:rsidRPr="005074AD" w:rsidRDefault="00AC6710" w:rsidP="00AC6710">
            <w:pPr>
              <w:tabs>
                <w:tab w:val="left" w:pos="720"/>
              </w:tabs>
              <w:spacing w:line="240" w:lineRule="auto"/>
              <w:jc w:val="center"/>
              <w:rPr>
                <w:sz w:val="21"/>
                <w:szCs w:val="21"/>
                <w:highlight w:val="yellow"/>
              </w:rPr>
            </w:pPr>
            <w:r w:rsidRPr="005074AD">
              <w:rPr>
                <w:sz w:val="21"/>
                <w:szCs w:val="21"/>
              </w:rPr>
              <w:t>Fixed deposit rate 6M + 2, + 0.25</w:t>
            </w:r>
          </w:p>
        </w:tc>
        <w:tc>
          <w:tcPr>
            <w:tcW w:w="270" w:type="dxa"/>
          </w:tcPr>
          <w:p w14:paraId="6241D43A" w14:textId="77777777" w:rsidR="00AC6710" w:rsidRPr="005074AD" w:rsidRDefault="00AC6710" w:rsidP="00AC6710">
            <w:pPr>
              <w:tabs>
                <w:tab w:val="left" w:pos="720"/>
              </w:tabs>
              <w:spacing w:line="240" w:lineRule="auto"/>
              <w:rPr>
                <w:sz w:val="21"/>
                <w:szCs w:val="21"/>
                <w:highlight w:val="yellow"/>
              </w:rPr>
            </w:pPr>
          </w:p>
        </w:tc>
        <w:tc>
          <w:tcPr>
            <w:tcW w:w="990" w:type="dxa"/>
            <w:vAlign w:val="bottom"/>
          </w:tcPr>
          <w:p w14:paraId="12779F66" w14:textId="3D32C962" w:rsidR="00AC6710" w:rsidRPr="005074AD" w:rsidRDefault="00AC6710" w:rsidP="00AC6710">
            <w:pPr>
              <w:tabs>
                <w:tab w:val="decimal" w:pos="804"/>
              </w:tabs>
              <w:spacing w:line="240" w:lineRule="auto"/>
              <w:ind w:left="-129" w:right="-86"/>
              <w:rPr>
                <w:sz w:val="21"/>
                <w:szCs w:val="21"/>
                <w:highlight w:val="yellow"/>
              </w:rPr>
            </w:pPr>
            <w:r w:rsidRPr="005074AD">
              <w:rPr>
                <w:sz w:val="21"/>
                <w:szCs w:val="21"/>
              </w:rPr>
              <w:t>3,421,539</w:t>
            </w:r>
          </w:p>
        </w:tc>
        <w:tc>
          <w:tcPr>
            <w:tcW w:w="270" w:type="dxa"/>
          </w:tcPr>
          <w:p w14:paraId="122AB5DE" w14:textId="77777777" w:rsidR="00AC6710" w:rsidRPr="005074AD" w:rsidRDefault="00AC6710" w:rsidP="00AC6710">
            <w:pPr>
              <w:tabs>
                <w:tab w:val="left" w:pos="720"/>
              </w:tabs>
              <w:spacing w:line="240" w:lineRule="auto"/>
              <w:rPr>
                <w:sz w:val="21"/>
                <w:szCs w:val="21"/>
              </w:rPr>
            </w:pPr>
          </w:p>
        </w:tc>
        <w:tc>
          <w:tcPr>
            <w:tcW w:w="900" w:type="dxa"/>
            <w:vAlign w:val="bottom"/>
          </w:tcPr>
          <w:p w14:paraId="0B8FC6C4" w14:textId="60649808" w:rsidR="00AC6710" w:rsidRPr="000720F1" w:rsidRDefault="00AC6710" w:rsidP="00AC6710">
            <w:pPr>
              <w:tabs>
                <w:tab w:val="decimal" w:pos="647"/>
              </w:tabs>
              <w:spacing w:line="240" w:lineRule="auto"/>
              <w:ind w:right="-120"/>
              <w:rPr>
                <w:rFonts w:cstheme="minorBidi"/>
                <w:sz w:val="21"/>
                <w:szCs w:val="26"/>
                <w:cs/>
                <w:lang w:bidi="th-TH"/>
              </w:rPr>
            </w:pPr>
            <w:r w:rsidRPr="005074AD">
              <w:rPr>
                <w:sz w:val="21"/>
                <w:szCs w:val="21"/>
              </w:rPr>
              <w:t>267,330</w:t>
            </w:r>
          </w:p>
        </w:tc>
        <w:tc>
          <w:tcPr>
            <w:tcW w:w="360" w:type="dxa"/>
            <w:vAlign w:val="bottom"/>
          </w:tcPr>
          <w:p w14:paraId="25C8FAC3" w14:textId="77777777" w:rsidR="00AC6710" w:rsidRPr="005074AD" w:rsidRDefault="00AC6710" w:rsidP="00AC6710">
            <w:pPr>
              <w:tabs>
                <w:tab w:val="left" w:pos="720"/>
              </w:tabs>
              <w:spacing w:line="240" w:lineRule="auto"/>
              <w:rPr>
                <w:sz w:val="21"/>
                <w:szCs w:val="21"/>
              </w:rPr>
            </w:pPr>
          </w:p>
        </w:tc>
        <w:tc>
          <w:tcPr>
            <w:tcW w:w="990" w:type="dxa"/>
            <w:vAlign w:val="bottom"/>
          </w:tcPr>
          <w:p w14:paraId="2A48CF1A" w14:textId="0E29462C" w:rsidR="00AC6710" w:rsidRPr="005074AD" w:rsidRDefault="00AC6710" w:rsidP="00AC6710">
            <w:pPr>
              <w:ind w:left="-110" w:right="-110"/>
              <w:jc w:val="center"/>
              <w:rPr>
                <w:sz w:val="21"/>
                <w:szCs w:val="21"/>
              </w:rPr>
            </w:pPr>
            <w:r w:rsidRPr="005074AD">
              <w:rPr>
                <w:sz w:val="21"/>
                <w:szCs w:val="21"/>
              </w:rPr>
              <w:t>(140,398)</w:t>
            </w:r>
          </w:p>
        </w:tc>
        <w:tc>
          <w:tcPr>
            <w:tcW w:w="270" w:type="dxa"/>
          </w:tcPr>
          <w:p w14:paraId="463DDE21" w14:textId="77777777" w:rsidR="00AC6710" w:rsidRPr="005074AD" w:rsidRDefault="00AC6710" w:rsidP="00AC6710">
            <w:pPr>
              <w:tabs>
                <w:tab w:val="left" w:pos="720"/>
              </w:tabs>
              <w:spacing w:line="240" w:lineRule="auto"/>
              <w:rPr>
                <w:sz w:val="21"/>
                <w:szCs w:val="21"/>
              </w:rPr>
            </w:pPr>
          </w:p>
        </w:tc>
        <w:tc>
          <w:tcPr>
            <w:tcW w:w="990" w:type="dxa"/>
            <w:vAlign w:val="bottom"/>
          </w:tcPr>
          <w:p w14:paraId="4E7F6EFB" w14:textId="6075C29A" w:rsidR="00AC6710" w:rsidRPr="005074AD" w:rsidRDefault="00AC6710" w:rsidP="00AC6710">
            <w:pPr>
              <w:ind w:left="-95" w:right="-110" w:firstLine="95"/>
              <w:rPr>
                <w:sz w:val="21"/>
                <w:szCs w:val="21"/>
              </w:rPr>
            </w:pPr>
            <w:r w:rsidRPr="005074AD">
              <w:rPr>
                <w:sz w:val="21"/>
                <w:szCs w:val="21"/>
              </w:rPr>
              <w:t>3,548,471</w:t>
            </w:r>
          </w:p>
        </w:tc>
      </w:tr>
      <w:tr w:rsidR="00AC6710" w:rsidRPr="005074AD" w14:paraId="1996E4B4" w14:textId="77777777" w:rsidTr="000720F1">
        <w:tc>
          <w:tcPr>
            <w:tcW w:w="2160" w:type="dxa"/>
            <w:shd w:val="clear" w:color="auto" w:fill="auto"/>
          </w:tcPr>
          <w:p w14:paraId="41A6B87B" w14:textId="77777777" w:rsidR="00AC6710" w:rsidRPr="005074AD" w:rsidRDefault="00AC6710" w:rsidP="00AC6710">
            <w:pPr>
              <w:rPr>
                <w:b/>
                <w:bCs/>
                <w:sz w:val="21"/>
                <w:szCs w:val="21"/>
              </w:rPr>
            </w:pPr>
            <w:r w:rsidRPr="005074AD">
              <w:rPr>
                <w:b/>
                <w:bCs/>
                <w:sz w:val="21"/>
                <w:szCs w:val="21"/>
              </w:rPr>
              <w:t>Total</w:t>
            </w:r>
          </w:p>
        </w:tc>
        <w:tc>
          <w:tcPr>
            <w:tcW w:w="1080" w:type="dxa"/>
          </w:tcPr>
          <w:p w14:paraId="34002D09" w14:textId="77777777" w:rsidR="00AC6710" w:rsidRPr="005074AD" w:rsidRDefault="00AC6710" w:rsidP="00AC6710">
            <w:pPr>
              <w:tabs>
                <w:tab w:val="left" w:pos="720"/>
              </w:tabs>
              <w:spacing w:line="240" w:lineRule="auto"/>
              <w:jc w:val="center"/>
              <w:rPr>
                <w:b/>
                <w:bCs/>
                <w:sz w:val="21"/>
                <w:szCs w:val="21"/>
              </w:rPr>
            </w:pPr>
          </w:p>
        </w:tc>
        <w:tc>
          <w:tcPr>
            <w:tcW w:w="270" w:type="dxa"/>
          </w:tcPr>
          <w:p w14:paraId="05CC90C2" w14:textId="77777777" w:rsidR="00AC6710" w:rsidRPr="005074AD" w:rsidRDefault="00AC6710" w:rsidP="00AC6710">
            <w:pPr>
              <w:tabs>
                <w:tab w:val="left" w:pos="720"/>
              </w:tabs>
              <w:spacing w:line="240" w:lineRule="auto"/>
              <w:rPr>
                <w:b/>
                <w:bCs/>
                <w:sz w:val="21"/>
                <w:szCs w:val="21"/>
              </w:rPr>
            </w:pPr>
          </w:p>
        </w:tc>
        <w:tc>
          <w:tcPr>
            <w:tcW w:w="1080" w:type="dxa"/>
          </w:tcPr>
          <w:p w14:paraId="13DA17D4" w14:textId="77777777" w:rsidR="00AC6710" w:rsidRPr="005074AD" w:rsidRDefault="00AC6710" w:rsidP="00AC6710">
            <w:pPr>
              <w:tabs>
                <w:tab w:val="left" w:pos="720"/>
              </w:tabs>
              <w:spacing w:line="240" w:lineRule="auto"/>
              <w:jc w:val="center"/>
              <w:rPr>
                <w:b/>
                <w:bCs/>
                <w:sz w:val="21"/>
                <w:szCs w:val="21"/>
              </w:rPr>
            </w:pPr>
          </w:p>
        </w:tc>
        <w:tc>
          <w:tcPr>
            <w:tcW w:w="270" w:type="dxa"/>
          </w:tcPr>
          <w:p w14:paraId="30D0E015" w14:textId="77777777" w:rsidR="00AC6710" w:rsidRPr="005074AD" w:rsidRDefault="00AC6710" w:rsidP="00AC6710">
            <w:pPr>
              <w:tabs>
                <w:tab w:val="left" w:pos="720"/>
              </w:tabs>
              <w:spacing w:line="240" w:lineRule="auto"/>
              <w:rPr>
                <w:b/>
                <w:bCs/>
                <w:sz w:val="21"/>
                <w:szCs w:val="21"/>
              </w:rPr>
            </w:pPr>
          </w:p>
        </w:tc>
        <w:tc>
          <w:tcPr>
            <w:tcW w:w="990" w:type="dxa"/>
            <w:tcBorders>
              <w:top w:val="single" w:sz="4" w:space="0" w:color="auto"/>
              <w:left w:val="nil"/>
              <w:bottom w:val="double" w:sz="4" w:space="0" w:color="auto"/>
              <w:right w:val="nil"/>
            </w:tcBorders>
          </w:tcPr>
          <w:p w14:paraId="583144B8" w14:textId="77777777" w:rsidR="00AC6710" w:rsidRPr="005074AD" w:rsidRDefault="00AC6710" w:rsidP="00AC6710">
            <w:pPr>
              <w:tabs>
                <w:tab w:val="decimal" w:pos="804"/>
              </w:tabs>
              <w:spacing w:line="240" w:lineRule="auto"/>
              <w:ind w:left="-129" w:right="-86"/>
              <w:rPr>
                <w:b/>
                <w:bCs/>
                <w:sz w:val="21"/>
                <w:szCs w:val="21"/>
              </w:rPr>
            </w:pPr>
            <w:r w:rsidRPr="005074AD">
              <w:rPr>
                <w:b/>
                <w:bCs/>
                <w:sz w:val="21"/>
                <w:szCs w:val="21"/>
              </w:rPr>
              <w:t>4,847,905</w:t>
            </w:r>
          </w:p>
        </w:tc>
        <w:tc>
          <w:tcPr>
            <w:tcW w:w="270" w:type="dxa"/>
          </w:tcPr>
          <w:p w14:paraId="75261E6F" w14:textId="77777777" w:rsidR="00AC6710" w:rsidRPr="005074AD" w:rsidRDefault="00AC6710" w:rsidP="00AC6710">
            <w:pPr>
              <w:tabs>
                <w:tab w:val="left" w:pos="720"/>
              </w:tabs>
              <w:spacing w:line="240" w:lineRule="auto"/>
              <w:rPr>
                <w:b/>
                <w:bCs/>
                <w:sz w:val="21"/>
                <w:szCs w:val="21"/>
              </w:rPr>
            </w:pPr>
          </w:p>
        </w:tc>
        <w:tc>
          <w:tcPr>
            <w:tcW w:w="900" w:type="dxa"/>
          </w:tcPr>
          <w:p w14:paraId="526A6F20" w14:textId="77777777" w:rsidR="00AC6710" w:rsidRPr="005074AD" w:rsidRDefault="00AC6710" w:rsidP="00AC6710">
            <w:pPr>
              <w:tabs>
                <w:tab w:val="decimal" w:pos="647"/>
              </w:tabs>
              <w:spacing w:line="240" w:lineRule="auto"/>
              <w:ind w:right="-120"/>
              <w:rPr>
                <w:b/>
                <w:bCs/>
                <w:sz w:val="21"/>
                <w:szCs w:val="21"/>
              </w:rPr>
            </w:pPr>
          </w:p>
        </w:tc>
        <w:tc>
          <w:tcPr>
            <w:tcW w:w="360" w:type="dxa"/>
          </w:tcPr>
          <w:p w14:paraId="5836008E" w14:textId="77777777" w:rsidR="00AC6710" w:rsidRPr="005074AD" w:rsidRDefault="00AC6710" w:rsidP="00AC6710">
            <w:pPr>
              <w:tabs>
                <w:tab w:val="left" w:pos="720"/>
              </w:tabs>
              <w:spacing w:line="240" w:lineRule="auto"/>
              <w:rPr>
                <w:b/>
                <w:bCs/>
                <w:sz w:val="21"/>
                <w:szCs w:val="21"/>
              </w:rPr>
            </w:pPr>
          </w:p>
        </w:tc>
        <w:tc>
          <w:tcPr>
            <w:tcW w:w="990" w:type="dxa"/>
          </w:tcPr>
          <w:p w14:paraId="2AC030F0" w14:textId="77777777" w:rsidR="00AC6710" w:rsidRPr="005074AD" w:rsidRDefault="00AC6710" w:rsidP="00AC6710">
            <w:pPr>
              <w:tabs>
                <w:tab w:val="decimal" w:pos="574"/>
              </w:tabs>
              <w:spacing w:line="240" w:lineRule="auto"/>
              <w:ind w:left="-95" w:right="-120"/>
              <w:rPr>
                <w:b/>
                <w:bCs/>
                <w:sz w:val="21"/>
                <w:szCs w:val="21"/>
              </w:rPr>
            </w:pPr>
          </w:p>
        </w:tc>
        <w:tc>
          <w:tcPr>
            <w:tcW w:w="270" w:type="dxa"/>
          </w:tcPr>
          <w:p w14:paraId="2A222980" w14:textId="77777777" w:rsidR="00AC6710" w:rsidRPr="005074AD" w:rsidRDefault="00AC6710" w:rsidP="00AC6710">
            <w:pPr>
              <w:tabs>
                <w:tab w:val="left" w:pos="720"/>
              </w:tabs>
              <w:spacing w:line="240" w:lineRule="auto"/>
              <w:rPr>
                <w:b/>
                <w:bCs/>
                <w:sz w:val="21"/>
                <w:szCs w:val="21"/>
              </w:rPr>
            </w:pPr>
          </w:p>
        </w:tc>
        <w:tc>
          <w:tcPr>
            <w:tcW w:w="990" w:type="dxa"/>
            <w:tcBorders>
              <w:top w:val="single" w:sz="4" w:space="0" w:color="auto"/>
              <w:left w:val="nil"/>
              <w:bottom w:val="double" w:sz="4" w:space="0" w:color="auto"/>
              <w:right w:val="nil"/>
            </w:tcBorders>
          </w:tcPr>
          <w:p w14:paraId="7B9EE3D2" w14:textId="77777777" w:rsidR="00AC6710" w:rsidRPr="005074AD" w:rsidRDefault="00AC6710" w:rsidP="00AC6710">
            <w:pPr>
              <w:ind w:left="-95" w:right="-110" w:firstLine="95"/>
              <w:rPr>
                <w:b/>
                <w:bCs/>
                <w:sz w:val="21"/>
                <w:szCs w:val="21"/>
              </w:rPr>
            </w:pPr>
            <w:r w:rsidRPr="005074AD">
              <w:rPr>
                <w:b/>
                <w:bCs/>
                <w:sz w:val="21"/>
                <w:szCs w:val="21"/>
              </w:rPr>
              <w:t>4,891,657</w:t>
            </w:r>
          </w:p>
        </w:tc>
      </w:tr>
    </w:tbl>
    <w:p w14:paraId="4CD09925" w14:textId="77777777" w:rsidR="000752DE" w:rsidRPr="00472F61" w:rsidRDefault="000752DE" w:rsidP="00BE0348">
      <w:pPr>
        <w:ind w:firstLine="540"/>
        <w:rPr>
          <w:b/>
          <w:bCs/>
          <w:szCs w:val="22"/>
          <w:lang w:val="en-US"/>
        </w:rPr>
      </w:pPr>
    </w:p>
    <w:p w14:paraId="1EEEC194" w14:textId="77777777" w:rsidR="00AC6710" w:rsidRPr="00BC738F" w:rsidRDefault="00AC6710" w:rsidP="00AC6710">
      <w:pPr>
        <w:ind w:left="540"/>
        <w:jc w:val="thaiDistribute"/>
        <w:rPr>
          <w:b/>
          <w:bCs/>
          <w:i/>
          <w:iCs/>
          <w:szCs w:val="22"/>
        </w:rPr>
      </w:pPr>
      <w:r w:rsidRPr="00BC738F">
        <w:rPr>
          <w:b/>
          <w:bCs/>
          <w:i/>
          <w:iCs/>
          <w:szCs w:val="22"/>
        </w:rPr>
        <w:t>Significant agreements with related parties</w:t>
      </w:r>
    </w:p>
    <w:p w14:paraId="65F9102F" w14:textId="77777777" w:rsidR="00AC6710" w:rsidRDefault="00AC6710" w:rsidP="0002039F">
      <w:pPr>
        <w:spacing w:line="240" w:lineRule="auto"/>
        <w:ind w:left="540"/>
        <w:rPr>
          <w:szCs w:val="22"/>
          <w:lang w:val="en-US"/>
        </w:rPr>
      </w:pPr>
    </w:p>
    <w:p w14:paraId="2507A850" w14:textId="706BEAFF" w:rsidR="00AC6710" w:rsidRDefault="00AC6710" w:rsidP="00AC6710">
      <w:pPr>
        <w:ind w:left="540"/>
        <w:jc w:val="thaiDistribute"/>
        <w:rPr>
          <w:i/>
          <w:iCs/>
          <w:szCs w:val="22"/>
        </w:rPr>
      </w:pPr>
      <w:r w:rsidRPr="00BC738F">
        <w:rPr>
          <w:i/>
          <w:iCs/>
          <w:szCs w:val="22"/>
        </w:rPr>
        <w:t xml:space="preserve">Service agreement </w:t>
      </w:r>
    </w:p>
    <w:p w14:paraId="77232F9F" w14:textId="77777777" w:rsidR="00AC6710" w:rsidRPr="00BC738F" w:rsidRDefault="00AC6710" w:rsidP="00AC6710">
      <w:pPr>
        <w:ind w:left="540" w:hanging="90"/>
        <w:jc w:val="thaiDistribute"/>
        <w:rPr>
          <w:i/>
          <w:iCs/>
          <w:szCs w:val="22"/>
        </w:rPr>
      </w:pPr>
    </w:p>
    <w:p w14:paraId="6EF374EE" w14:textId="530D8704" w:rsidR="0002039F" w:rsidRDefault="00AC6710" w:rsidP="00AC6710">
      <w:pPr>
        <w:spacing w:line="240" w:lineRule="auto"/>
        <w:ind w:left="540"/>
        <w:jc w:val="thaiDistribute"/>
        <w:rPr>
          <w:szCs w:val="22"/>
          <w:lang w:val="en-US"/>
        </w:rPr>
      </w:pPr>
      <w:r w:rsidRPr="00BC738F">
        <w:rPr>
          <w:szCs w:val="22"/>
        </w:rPr>
        <w:t>The Company entered into</w:t>
      </w:r>
      <w:r w:rsidR="0002039F" w:rsidRPr="0002039F">
        <w:rPr>
          <w:szCs w:val="22"/>
          <w:lang w:val="en-US"/>
        </w:rPr>
        <w:t xml:space="preserve"> </w:t>
      </w:r>
      <w:r>
        <w:rPr>
          <w:szCs w:val="22"/>
          <w:lang w:val="en-US"/>
        </w:rPr>
        <w:t>a</w:t>
      </w:r>
      <w:r w:rsidR="0002039F" w:rsidRPr="0002039F">
        <w:rPr>
          <w:szCs w:val="22"/>
          <w:lang w:val="en-US"/>
        </w:rPr>
        <w:t xml:space="preserve"> </w:t>
      </w:r>
      <w:r>
        <w:rPr>
          <w:szCs w:val="22"/>
          <w:lang w:val="en-US"/>
        </w:rPr>
        <w:t>s</w:t>
      </w:r>
      <w:r w:rsidR="0002039F" w:rsidRPr="0002039F">
        <w:rPr>
          <w:szCs w:val="22"/>
          <w:lang w:val="en-US"/>
        </w:rPr>
        <w:t xml:space="preserve">ervice </w:t>
      </w:r>
      <w:r w:rsidR="00B769F5">
        <w:rPr>
          <w:rFonts w:cs="Angsana New"/>
          <w:szCs w:val="28"/>
          <w:lang w:val="en-US" w:bidi="th-TH"/>
        </w:rPr>
        <w:t>a</w:t>
      </w:r>
      <w:r w:rsidR="0002039F" w:rsidRPr="0002039F">
        <w:rPr>
          <w:szCs w:val="22"/>
          <w:lang w:val="en-US"/>
        </w:rPr>
        <w:t>greement with Central Pattana Public Company Limited, a</w:t>
      </w:r>
      <w:r w:rsidR="00E558AD">
        <w:rPr>
          <w:rFonts w:cs="Angsana New"/>
          <w:szCs w:val="28"/>
          <w:lang w:val="en-US" w:bidi="th-TH"/>
        </w:rPr>
        <w:t>n ultimate</w:t>
      </w:r>
      <w:r w:rsidR="0002039F" w:rsidRPr="0002039F">
        <w:rPr>
          <w:szCs w:val="22"/>
          <w:lang w:val="en-US"/>
        </w:rPr>
        <w:t xml:space="preserve"> parent company, for business consulting, setting policies, as well as, advising on business operation. The agreement will be effective for two years from 1 January 2021 to 31 December 2022</w:t>
      </w:r>
      <w:r w:rsidR="00831869">
        <w:rPr>
          <w:szCs w:val="22"/>
          <w:lang w:val="en-US"/>
        </w:rPr>
        <w:t xml:space="preserve"> </w:t>
      </w:r>
      <w:r w:rsidR="00831869" w:rsidRPr="00831869">
        <w:rPr>
          <w:szCs w:val="22"/>
          <w:lang w:val="en-US"/>
        </w:rPr>
        <w:t>with rate 3% of revenue from rental and rendering services of the Company.</w:t>
      </w:r>
    </w:p>
    <w:p w14:paraId="2A14DC76" w14:textId="77777777" w:rsidR="00AC6710" w:rsidRPr="00BC738F" w:rsidRDefault="00AC6710" w:rsidP="00AC6710">
      <w:pPr>
        <w:ind w:left="450"/>
        <w:jc w:val="thaiDistribute"/>
        <w:rPr>
          <w:szCs w:val="22"/>
        </w:rPr>
      </w:pPr>
    </w:p>
    <w:p w14:paraId="7D5A6AED" w14:textId="77777777" w:rsidR="00AC6710" w:rsidRPr="00BC738F" w:rsidRDefault="00AC6710" w:rsidP="00AC6710">
      <w:pPr>
        <w:ind w:left="540"/>
        <w:jc w:val="thaiDistribute"/>
        <w:rPr>
          <w:i/>
          <w:iCs/>
          <w:szCs w:val="22"/>
        </w:rPr>
      </w:pPr>
      <w:r w:rsidRPr="00BC738F">
        <w:rPr>
          <w:i/>
          <w:iCs/>
          <w:szCs w:val="22"/>
        </w:rPr>
        <w:t>Project management agreements</w:t>
      </w:r>
    </w:p>
    <w:p w14:paraId="10C4F64E" w14:textId="77777777" w:rsidR="00AC6710" w:rsidRPr="00BC738F" w:rsidRDefault="00AC6710" w:rsidP="00AC6710">
      <w:pPr>
        <w:jc w:val="both"/>
        <w:rPr>
          <w:i/>
          <w:iCs/>
          <w:szCs w:val="22"/>
        </w:rPr>
      </w:pPr>
    </w:p>
    <w:p w14:paraId="6F29D54A" w14:textId="38DDC497" w:rsidR="00AC6710" w:rsidRPr="00BC738F" w:rsidRDefault="00AC6710" w:rsidP="00AC6710">
      <w:pPr>
        <w:spacing w:line="240" w:lineRule="auto"/>
        <w:ind w:left="540"/>
        <w:jc w:val="thaiDistribute"/>
        <w:rPr>
          <w:szCs w:val="22"/>
        </w:rPr>
      </w:pPr>
      <w:r w:rsidRPr="00BC738F">
        <w:rPr>
          <w:szCs w:val="22"/>
        </w:rPr>
        <w:t xml:space="preserve">The </w:t>
      </w:r>
      <w:r w:rsidRPr="00AC6710">
        <w:rPr>
          <w:szCs w:val="22"/>
          <w:lang w:val="en-US"/>
        </w:rPr>
        <w:t>Company</w:t>
      </w:r>
      <w:r w:rsidRPr="00BC738F">
        <w:rPr>
          <w:szCs w:val="22"/>
        </w:rPr>
        <w:t xml:space="preserve"> and subsidiaries have project management agreements which provide construction and operation management for 1 year. The Company charge</w:t>
      </w:r>
      <w:r w:rsidR="0044583E">
        <w:rPr>
          <w:szCs w:val="22"/>
        </w:rPr>
        <w:t>d</w:t>
      </w:r>
      <w:r w:rsidRPr="00BC738F">
        <w:rPr>
          <w:szCs w:val="22"/>
        </w:rPr>
        <w:t xml:space="preserve"> construction management fee at 2% from progress from construction and operation management fee at 5% from operating income.</w:t>
      </w:r>
    </w:p>
    <w:p w14:paraId="384FDC9C" w14:textId="77777777" w:rsidR="0002039F" w:rsidRDefault="0002039F" w:rsidP="0002039F">
      <w:pPr>
        <w:spacing w:line="240" w:lineRule="auto"/>
        <w:ind w:left="540"/>
        <w:rPr>
          <w:b/>
          <w:bCs/>
          <w:sz w:val="24"/>
          <w:szCs w:val="22"/>
        </w:rPr>
      </w:pPr>
    </w:p>
    <w:p w14:paraId="216DA5C1" w14:textId="42079B91" w:rsidR="000752DE" w:rsidRPr="00472F61" w:rsidRDefault="000752DE" w:rsidP="00772AA8">
      <w:pPr>
        <w:pStyle w:val="index"/>
        <w:numPr>
          <w:ilvl w:val="0"/>
          <w:numId w:val="0"/>
        </w:numPr>
        <w:tabs>
          <w:tab w:val="left" w:pos="540"/>
        </w:tabs>
        <w:spacing w:after="0" w:line="240" w:lineRule="atLeast"/>
        <w:rPr>
          <w:b/>
          <w:bCs/>
          <w:sz w:val="24"/>
          <w:szCs w:val="22"/>
        </w:rPr>
      </w:pPr>
      <w:r w:rsidRPr="00472F61">
        <w:rPr>
          <w:b/>
          <w:bCs/>
          <w:sz w:val="24"/>
          <w:szCs w:val="22"/>
        </w:rPr>
        <w:t>5</w:t>
      </w:r>
      <w:r w:rsidR="00772AA8" w:rsidRPr="00472F61">
        <w:rPr>
          <w:b/>
          <w:bCs/>
          <w:sz w:val="24"/>
          <w:szCs w:val="22"/>
        </w:rPr>
        <w:tab/>
        <w:t>Trade</w:t>
      </w:r>
      <w:r w:rsidR="00CE0C8E">
        <w:rPr>
          <w:b/>
          <w:bCs/>
          <w:sz w:val="24"/>
          <w:szCs w:val="22"/>
        </w:rPr>
        <w:t xml:space="preserve"> and other</w:t>
      </w:r>
      <w:r w:rsidR="00772AA8" w:rsidRPr="00472F61">
        <w:rPr>
          <w:b/>
          <w:bCs/>
          <w:sz w:val="24"/>
          <w:szCs w:val="22"/>
        </w:rPr>
        <w:t xml:space="preserve"> </w:t>
      </w:r>
      <w:r w:rsidR="00930992">
        <w:rPr>
          <w:rFonts w:cs="Angsana New"/>
          <w:b/>
          <w:bCs/>
          <w:sz w:val="24"/>
          <w:szCs w:val="22"/>
          <w:lang w:val="en-US" w:bidi="th-TH"/>
        </w:rPr>
        <w:t>r</w:t>
      </w:r>
      <w:proofErr w:type="spellStart"/>
      <w:r w:rsidR="00772AA8" w:rsidRPr="00472F61">
        <w:rPr>
          <w:b/>
          <w:bCs/>
          <w:sz w:val="24"/>
          <w:szCs w:val="22"/>
        </w:rPr>
        <w:t>eceivables</w:t>
      </w:r>
      <w:proofErr w:type="spellEnd"/>
    </w:p>
    <w:p w14:paraId="2DE471C2" w14:textId="77777777" w:rsidR="00772AA8" w:rsidRPr="00472F61" w:rsidRDefault="00772AA8" w:rsidP="00772AA8">
      <w:pPr>
        <w:pStyle w:val="index"/>
        <w:numPr>
          <w:ilvl w:val="0"/>
          <w:numId w:val="0"/>
        </w:numPr>
        <w:tabs>
          <w:tab w:val="left" w:pos="540"/>
        </w:tabs>
        <w:spacing w:after="0" w:line="240" w:lineRule="atLeast"/>
        <w:rPr>
          <w:b/>
          <w:bCs/>
          <w:szCs w:val="22"/>
        </w:rPr>
      </w:pPr>
    </w:p>
    <w:tbl>
      <w:tblPr>
        <w:tblW w:w="9144" w:type="dxa"/>
        <w:tblInd w:w="451" w:type="dxa"/>
        <w:tblLayout w:type="fixed"/>
        <w:tblCellMar>
          <w:left w:w="79" w:type="dxa"/>
          <w:right w:w="79" w:type="dxa"/>
        </w:tblCellMar>
        <w:tblLook w:val="0000" w:firstRow="0" w:lastRow="0" w:firstColumn="0" w:lastColumn="0" w:noHBand="0" w:noVBand="0"/>
      </w:tblPr>
      <w:tblGrid>
        <w:gridCol w:w="3869"/>
        <w:gridCol w:w="1170"/>
        <w:gridCol w:w="180"/>
        <w:gridCol w:w="1260"/>
        <w:gridCol w:w="178"/>
        <w:gridCol w:w="1082"/>
        <w:gridCol w:w="180"/>
        <w:gridCol w:w="1225"/>
      </w:tblGrid>
      <w:tr w:rsidR="00772AA8" w:rsidRPr="00717890" w14:paraId="6D05A20E" w14:textId="77777777" w:rsidTr="001E3E12">
        <w:trPr>
          <w:cantSplit/>
          <w:tblHeader/>
        </w:trPr>
        <w:tc>
          <w:tcPr>
            <w:tcW w:w="3869" w:type="dxa"/>
            <w:shd w:val="clear" w:color="auto" w:fill="auto"/>
            <w:vAlign w:val="bottom"/>
          </w:tcPr>
          <w:p w14:paraId="074BAA53" w14:textId="4050FC38" w:rsidR="00772AA8" w:rsidRPr="00717890" w:rsidRDefault="00772AA8" w:rsidP="00D359B2">
            <w:pPr>
              <w:pStyle w:val="acctfourfigures"/>
              <w:shd w:val="clear" w:color="auto" w:fill="FFFFFF"/>
              <w:tabs>
                <w:tab w:val="clear" w:pos="765"/>
              </w:tabs>
              <w:spacing w:line="240" w:lineRule="auto"/>
              <w:rPr>
                <w:b/>
                <w:bCs/>
                <w:i/>
                <w:iCs/>
                <w:szCs w:val="22"/>
              </w:rPr>
            </w:pPr>
          </w:p>
        </w:tc>
        <w:tc>
          <w:tcPr>
            <w:tcW w:w="2610" w:type="dxa"/>
            <w:gridSpan w:val="3"/>
            <w:vAlign w:val="bottom"/>
          </w:tcPr>
          <w:p w14:paraId="7CD1D9F0" w14:textId="77777777" w:rsidR="00772AA8" w:rsidRPr="00717890" w:rsidRDefault="00772AA8" w:rsidP="00D359B2">
            <w:pPr>
              <w:pStyle w:val="acctmergecolhdg"/>
              <w:spacing w:line="240" w:lineRule="auto"/>
              <w:ind w:left="-83" w:firstLine="4"/>
              <w:rPr>
                <w:szCs w:val="22"/>
              </w:rPr>
            </w:pPr>
            <w:r w:rsidRPr="00717890">
              <w:rPr>
                <w:szCs w:val="22"/>
              </w:rPr>
              <w:t xml:space="preserve">Consolidated </w:t>
            </w:r>
          </w:p>
          <w:p w14:paraId="19A2B756" w14:textId="3AE354BA" w:rsidR="00772AA8" w:rsidRPr="00717890" w:rsidRDefault="00772AA8" w:rsidP="00D359B2">
            <w:pPr>
              <w:pStyle w:val="acctmergecolhdg"/>
              <w:spacing w:line="240" w:lineRule="auto"/>
              <w:ind w:left="-83" w:firstLine="4"/>
              <w:rPr>
                <w:b w:val="0"/>
                <w:bCs/>
                <w:szCs w:val="22"/>
              </w:rPr>
            </w:pPr>
            <w:r w:rsidRPr="00717890">
              <w:rPr>
                <w:szCs w:val="22"/>
              </w:rPr>
              <w:t>financial statements</w:t>
            </w:r>
          </w:p>
        </w:tc>
        <w:tc>
          <w:tcPr>
            <w:tcW w:w="178" w:type="dxa"/>
          </w:tcPr>
          <w:p w14:paraId="12602E7E" w14:textId="77777777" w:rsidR="00772AA8" w:rsidRPr="00717890" w:rsidRDefault="00772AA8" w:rsidP="00D359B2">
            <w:pPr>
              <w:pStyle w:val="acctmergecolhdg"/>
              <w:spacing w:line="240" w:lineRule="auto"/>
              <w:ind w:left="-83" w:right="-79" w:firstLine="4"/>
              <w:rPr>
                <w:b w:val="0"/>
                <w:bCs/>
                <w:szCs w:val="22"/>
              </w:rPr>
            </w:pPr>
          </w:p>
        </w:tc>
        <w:tc>
          <w:tcPr>
            <w:tcW w:w="2487" w:type="dxa"/>
            <w:gridSpan w:val="3"/>
            <w:vAlign w:val="bottom"/>
          </w:tcPr>
          <w:p w14:paraId="0EE45FDC" w14:textId="77777777" w:rsidR="00772AA8" w:rsidRPr="00717890" w:rsidRDefault="00772AA8" w:rsidP="00D359B2">
            <w:pPr>
              <w:pStyle w:val="acctmergecolhdg"/>
              <w:spacing w:line="240" w:lineRule="auto"/>
              <w:ind w:left="-83" w:right="-79" w:firstLine="4"/>
              <w:rPr>
                <w:szCs w:val="22"/>
              </w:rPr>
            </w:pPr>
            <w:r w:rsidRPr="00717890">
              <w:rPr>
                <w:szCs w:val="22"/>
              </w:rPr>
              <w:t xml:space="preserve">Separate </w:t>
            </w:r>
          </w:p>
          <w:p w14:paraId="6A3E245B" w14:textId="01823713" w:rsidR="00772AA8" w:rsidRPr="00717890" w:rsidRDefault="00772AA8" w:rsidP="00D359B2">
            <w:pPr>
              <w:pStyle w:val="acctmergecolhdg"/>
              <w:spacing w:line="240" w:lineRule="auto"/>
              <w:ind w:left="-83" w:right="-79" w:firstLine="4"/>
              <w:rPr>
                <w:b w:val="0"/>
                <w:bCs/>
                <w:szCs w:val="22"/>
              </w:rPr>
            </w:pPr>
            <w:r w:rsidRPr="00717890">
              <w:rPr>
                <w:szCs w:val="22"/>
              </w:rPr>
              <w:t>financial statements</w:t>
            </w:r>
          </w:p>
        </w:tc>
      </w:tr>
      <w:tr w:rsidR="00772AA8" w:rsidRPr="00717890" w14:paraId="670B00E0" w14:textId="77777777" w:rsidTr="000B49FC">
        <w:trPr>
          <w:cantSplit/>
          <w:tblHeader/>
        </w:trPr>
        <w:tc>
          <w:tcPr>
            <w:tcW w:w="3869" w:type="dxa"/>
            <w:shd w:val="clear" w:color="auto" w:fill="auto"/>
            <w:vAlign w:val="bottom"/>
          </w:tcPr>
          <w:p w14:paraId="0C26DB9D" w14:textId="3A303A9A" w:rsidR="00772AA8" w:rsidRPr="00717890" w:rsidRDefault="00772AA8" w:rsidP="00D359B2">
            <w:pPr>
              <w:pStyle w:val="acctfourfigures"/>
              <w:tabs>
                <w:tab w:val="clear" w:pos="765"/>
              </w:tabs>
              <w:spacing w:line="240" w:lineRule="auto"/>
              <w:ind w:left="188" w:hanging="174"/>
              <w:rPr>
                <w:b/>
                <w:bCs/>
                <w:color w:val="0000FF"/>
                <w:szCs w:val="22"/>
                <w:lang w:val="en-US"/>
              </w:rPr>
            </w:pPr>
          </w:p>
        </w:tc>
        <w:tc>
          <w:tcPr>
            <w:tcW w:w="1170" w:type="dxa"/>
            <w:vAlign w:val="bottom"/>
          </w:tcPr>
          <w:p w14:paraId="055A15FD" w14:textId="77777777" w:rsidR="00772AA8" w:rsidRPr="00717890" w:rsidRDefault="00772AA8" w:rsidP="00772AA8">
            <w:pPr>
              <w:pStyle w:val="acctmergecolhdg"/>
              <w:spacing w:line="240" w:lineRule="auto"/>
              <w:ind w:left="-83" w:right="-79" w:firstLine="4"/>
              <w:rPr>
                <w:b w:val="0"/>
                <w:bCs/>
                <w:szCs w:val="22"/>
              </w:rPr>
            </w:pPr>
            <w:r w:rsidRPr="00717890">
              <w:rPr>
                <w:b w:val="0"/>
                <w:bCs/>
                <w:szCs w:val="22"/>
              </w:rPr>
              <w:t xml:space="preserve">31 March </w:t>
            </w:r>
          </w:p>
          <w:p w14:paraId="79555E65" w14:textId="6C0A30E5" w:rsidR="00772AA8" w:rsidRPr="00717890" w:rsidRDefault="00772AA8" w:rsidP="00772AA8">
            <w:pPr>
              <w:pStyle w:val="acctmergecolhdg"/>
              <w:spacing w:line="240" w:lineRule="auto"/>
              <w:ind w:left="-83" w:right="-79" w:firstLine="4"/>
              <w:rPr>
                <w:b w:val="0"/>
                <w:bCs/>
                <w:szCs w:val="22"/>
              </w:rPr>
            </w:pPr>
            <w:r w:rsidRPr="00717890">
              <w:rPr>
                <w:b w:val="0"/>
                <w:bCs/>
                <w:szCs w:val="22"/>
              </w:rPr>
              <w:t>2021</w:t>
            </w:r>
          </w:p>
        </w:tc>
        <w:tc>
          <w:tcPr>
            <w:tcW w:w="180" w:type="dxa"/>
            <w:vAlign w:val="bottom"/>
          </w:tcPr>
          <w:p w14:paraId="5B1335DC" w14:textId="77777777" w:rsidR="00772AA8" w:rsidRPr="00717890" w:rsidRDefault="00772AA8" w:rsidP="00D359B2">
            <w:pPr>
              <w:pStyle w:val="acctmergecolhdg"/>
              <w:spacing w:line="240" w:lineRule="auto"/>
              <w:ind w:left="-83" w:firstLine="4"/>
              <w:rPr>
                <w:b w:val="0"/>
                <w:bCs/>
                <w:szCs w:val="22"/>
              </w:rPr>
            </w:pPr>
          </w:p>
        </w:tc>
        <w:tc>
          <w:tcPr>
            <w:tcW w:w="1260" w:type="dxa"/>
            <w:vAlign w:val="bottom"/>
          </w:tcPr>
          <w:p w14:paraId="0B062BCA" w14:textId="77777777" w:rsidR="00772AA8" w:rsidRPr="00717890" w:rsidRDefault="00772AA8" w:rsidP="00CE0C8E">
            <w:pPr>
              <w:pStyle w:val="acctmergecolhdg"/>
              <w:spacing w:line="240" w:lineRule="auto"/>
              <w:ind w:left="-83" w:right="-79" w:firstLine="4"/>
              <w:rPr>
                <w:b w:val="0"/>
                <w:bCs/>
                <w:szCs w:val="22"/>
              </w:rPr>
            </w:pPr>
            <w:r w:rsidRPr="00717890">
              <w:rPr>
                <w:b w:val="0"/>
                <w:bCs/>
                <w:szCs w:val="22"/>
              </w:rPr>
              <w:t>31 December 2020</w:t>
            </w:r>
          </w:p>
        </w:tc>
        <w:tc>
          <w:tcPr>
            <w:tcW w:w="178" w:type="dxa"/>
          </w:tcPr>
          <w:p w14:paraId="06CAA952" w14:textId="77777777" w:rsidR="00772AA8" w:rsidRPr="00717890" w:rsidRDefault="00772AA8" w:rsidP="00D359B2">
            <w:pPr>
              <w:pStyle w:val="acctmergecolhdg"/>
              <w:spacing w:line="240" w:lineRule="auto"/>
              <w:ind w:left="-83" w:right="-79" w:firstLine="4"/>
              <w:rPr>
                <w:b w:val="0"/>
                <w:bCs/>
                <w:szCs w:val="22"/>
              </w:rPr>
            </w:pPr>
          </w:p>
        </w:tc>
        <w:tc>
          <w:tcPr>
            <w:tcW w:w="1082" w:type="dxa"/>
            <w:vAlign w:val="bottom"/>
          </w:tcPr>
          <w:p w14:paraId="27CE6676" w14:textId="6786C643" w:rsidR="00772AA8" w:rsidRPr="00717890" w:rsidRDefault="00772AA8" w:rsidP="00D359B2">
            <w:pPr>
              <w:pStyle w:val="acctmergecolhdg"/>
              <w:spacing w:line="240" w:lineRule="auto"/>
              <w:ind w:left="-83" w:right="-79" w:firstLine="4"/>
              <w:rPr>
                <w:b w:val="0"/>
                <w:bCs/>
                <w:szCs w:val="22"/>
              </w:rPr>
            </w:pPr>
            <w:r w:rsidRPr="00717890">
              <w:rPr>
                <w:b w:val="0"/>
                <w:bCs/>
                <w:szCs w:val="22"/>
              </w:rPr>
              <w:t xml:space="preserve">31 March </w:t>
            </w:r>
          </w:p>
          <w:p w14:paraId="343D9522" w14:textId="77777777" w:rsidR="00772AA8" w:rsidRPr="00717890" w:rsidRDefault="00772AA8" w:rsidP="00D359B2">
            <w:pPr>
              <w:pStyle w:val="acctmergecolhdg"/>
              <w:spacing w:line="240" w:lineRule="auto"/>
              <w:ind w:left="-83" w:right="-79" w:firstLine="4"/>
              <w:rPr>
                <w:b w:val="0"/>
                <w:bCs/>
                <w:szCs w:val="22"/>
              </w:rPr>
            </w:pPr>
            <w:r w:rsidRPr="00717890">
              <w:rPr>
                <w:b w:val="0"/>
                <w:bCs/>
                <w:szCs w:val="22"/>
              </w:rPr>
              <w:t>2021</w:t>
            </w:r>
          </w:p>
        </w:tc>
        <w:tc>
          <w:tcPr>
            <w:tcW w:w="180" w:type="dxa"/>
            <w:vAlign w:val="bottom"/>
          </w:tcPr>
          <w:p w14:paraId="398F1224" w14:textId="77777777" w:rsidR="00772AA8" w:rsidRPr="00717890" w:rsidRDefault="00772AA8" w:rsidP="00D359B2">
            <w:pPr>
              <w:pStyle w:val="acctmergecolhdg"/>
              <w:spacing w:line="240" w:lineRule="auto"/>
              <w:rPr>
                <w:b w:val="0"/>
                <w:bCs/>
                <w:szCs w:val="22"/>
              </w:rPr>
            </w:pPr>
          </w:p>
        </w:tc>
        <w:tc>
          <w:tcPr>
            <w:tcW w:w="1225" w:type="dxa"/>
            <w:vAlign w:val="bottom"/>
          </w:tcPr>
          <w:p w14:paraId="40B7D249" w14:textId="77777777" w:rsidR="00772AA8" w:rsidRPr="00717890" w:rsidRDefault="00772AA8" w:rsidP="00D359B2">
            <w:pPr>
              <w:pStyle w:val="acctmergecolhdg"/>
              <w:spacing w:line="240" w:lineRule="auto"/>
              <w:ind w:left="-83" w:right="-79" w:firstLine="4"/>
              <w:rPr>
                <w:b w:val="0"/>
                <w:bCs/>
                <w:szCs w:val="22"/>
              </w:rPr>
            </w:pPr>
            <w:r w:rsidRPr="00717890">
              <w:rPr>
                <w:b w:val="0"/>
                <w:bCs/>
                <w:szCs w:val="22"/>
              </w:rPr>
              <w:t>31 December 2020</w:t>
            </w:r>
          </w:p>
        </w:tc>
      </w:tr>
      <w:tr w:rsidR="00772AA8" w:rsidRPr="00717890" w14:paraId="3F9F0CAE" w14:textId="77777777" w:rsidTr="001E3E12">
        <w:trPr>
          <w:cantSplit/>
          <w:tblHeader/>
        </w:trPr>
        <w:tc>
          <w:tcPr>
            <w:tcW w:w="3869" w:type="dxa"/>
            <w:shd w:val="clear" w:color="auto" w:fill="auto"/>
            <w:vAlign w:val="bottom"/>
          </w:tcPr>
          <w:p w14:paraId="2C2D80B8" w14:textId="77777777" w:rsidR="00772AA8" w:rsidRPr="00717890" w:rsidRDefault="00772AA8" w:rsidP="00D359B2">
            <w:pPr>
              <w:pStyle w:val="acctfourfigures"/>
              <w:tabs>
                <w:tab w:val="clear" w:pos="765"/>
              </w:tabs>
              <w:spacing w:line="240" w:lineRule="auto"/>
              <w:ind w:left="188" w:hanging="174"/>
              <w:rPr>
                <w:b/>
                <w:bCs/>
                <w:i/>
                <w:iCs/>
                <w:szCs w:val="22"/>
              </w:rPr>
            </w:pPr>
          </w:p>
        </w:tc>
        <w:tc>
          <w:tcPr>
            <w:tcW w:w="5275" w:type="dxa"/>
            <w:gridSpan w:val="7"/>
            <w:vAlign w:val="bottom"/>
          </w:tcPr>
          <w:p w14:paraId="68AFE989" w14:textId="77777777" w:rsidR="00772AA8" w:rsidRPr="00717890" w:rsidRDefault="00772AA8" w:rsidP="00D359B2">
            <w:pPr>
              <w:pStyle w:val="acctmergecolhdg"/>
              <w:spacing w:line="240" w:lineRule="auto"/>
              <w:ind w:left="-83" w:right="-79" w:firstLine="4"/>
              <w:rPr>
                <w:b w:val="0"/>
                <w:bCs/>
                <w:i/>
                <w:iCs/>
                <w:szCs w:val="22"/>
              </w:rPr>
            </w:pPr>
            <w:r w:rsidRPr="00717890">
              <w:rPr>
                <w:b w:val="0"/>
                <w:bCs/>
                <w:i/>
                <w:iCs/>
                <w:szCs w:val="22"/>
              </w:rPr>
              <w:t>(in million Baht)</w:t>
            </w:r>
          </w:p>
        </w:tc>
      </w:tr>
      <w:tr w:rsidR="00772AA8" w:rsidRPr="00717890" w14:paraId="7CF0E15A" w14:textId="77777777" w:rsidTr="000B49FC">
        <w:trPr>
          <w:cantSplit/>
        </w:trPr>
        <w:tc>
          <w:tcPr>
            <w:tcW w:w="3869" w:type="dxa"/>
          </w:tcPr>
          <w:p w14:paraId="53B635DE" w14:textId="77777777" w:rsidR="00772AA8" w:rsidRPr="00717890" w:rsidRDefault="00772AA8" w:rsidP="00D359B2">
            <w:pPr>
              <w:spacing w:line="240" w:lineRule="exact"/>
              <w:rPr>
                <w:szCs w:val="22"/>
              </w:rPr>
            </w:pPr>
            <w:r w:rsidRPr="00717890">
              <w:rPr>
                <w:szCs w:val="22"/>
              </w:rPr>
              <w:t>Within credit terms</w:t>
            </w:r>
          </w:p>
        </w:tc>
        <w:tc>
          <w:tcPr>
            <w:tcW w:w="1170" w:type="dxa"/>
          </w:tcPr>
          <w:p w14:paraId="103D6A81" w14:textId="1CB7EBB8" w:rsidR="00772AA8" w:rsidRPr="00717890" w:rsidRDefault="00717890" w:rsidP="00717890">
            <w:pPr>
              <w:pStyle w:val="acctfourfigures"/>
              <w:tabs>
                <w:tab w:val="clear" w:pos="765"/>
                <w:tab w:val="decimal" w:pos="465"/>
              </w:tabs>
              <w:spacing w:line="240" w:lineRule="exact"/>
              <w:ind w:left="-83" w:right="100" w:firstLine="4"/>
              <w:jc w:val="right"/>
              <w:rPr>
                <w:szCs w:val="22"/>
              </w:rPr>
            </w:pPr>
            <w:r w:rsidRPr="00717890">
              <w:rPr>
                <w:szCs w:val="22"/>
              </w:rPr>
              <w:t>65.82</w:t>
            </w:r>
          </w:p>
        </w:tc>
        <w:tc>
          <w:tcPr>
            <w:tcW w:w="180" w:type="dxa"/>
          </w:tcPr>
          <w:p w14:paraId="1F2B9D13" w14:textId="77777777" w:rsidR="00772AA8" w:rsidRPr="00717890" w:rsidRDefault="00772AA8" w:rsidP="00D359B2">
            <w:pPr>
              <w:pStyle w:val="acctfourfigures"/>
              <w:tabs>
                <w:tab w:val="clear" w:pos="765"/>
                <w:tab w:val="decimal" w:pos="731"/>
              </w:tabs>
              <w:spacing w:line="240" w:lineRule="exact"/>
              <w:ind w:left="-83" w:right="11" w:firstLine="4"/>
              <w:rPr>
                <w:szCs w:val="22"/>
              </w:rPr>
            </w:pPr>
          </w:p>
        </w:tc>
        <w:tc>
          <w:tcPr>
            <w:tcW w:w="1260" w:type="dxa"/>
          </w:tcPr>
          <w:p w14:paraId="67359CF2" w14:textId="41840F32" w:rsidR="00772AA8" w:rsidRPr="00717890" w:rsidRDefault="00717890" w:rsidP="00717890">
            <w:pPr>
              <w:pStyle w:val="acctfourfigures"/>
              <w:tabs>
                <w:tab w:val="clear" w:pos="765"/>
                <w:tab w:val="decimal" w:pos="731"/>
              </w:tabs>
              <w:spacing w:line="240" w:lineRule="exact"/>
              <w:ind w:left="-83" w:right="100" w:firstLine="4"/>
              <w:jc w:val="right"/>
              <w:rPr>
                <w:rFonts w:cstheme="minorBidi"/>
                <w:szCs w:val="28"/>
                <w:cs/>
                <w:lang w:bidi="th-TH"/>
              </w:rPr>
            </w:pPr>
            <w:r w:rsidRPr="00717890">
              <w:rPr>
                <w:szCs w:val="22"/>
              </w:rPr>
              <w:t>34.55</w:t>
            </w:r>
          </w:p>
        </w:tc>
        <w:tc>
          <w:tcPr>
            <w:tcW w:w="178" w:type="dxa"/>
          </w:tcPr>
          <w:p w14:paraId="0ED2CEDA" w14:textId="77777777" w:rsidR="00772AA8" w:rsidRPr="00717890" w:rsidRDefault="00772AA8" w:rsidP="00D359B2">
            <w:pPr>
              <w:pStyle w:val="acctfourfigures"/>
              <w:tabs>
                <w:tab w:val="clear" w:pos="765"/>
                <w:tab w:val="decimal" w:pos="731"/>
              </w:tabs>
              <w:spacing w:line="240" w:lineRule="exact"/>
              <w:ind w:left="-79" w:right="-72"/>
              <w:rPr>
                <w:szCs w:val="22"/>
              </w:rPr>
            </w:pPr>
          </w:p>
        </w:tc>
        <w:tc>
          <w:tcPr>
            <w:tcW w:w="1082" w:type="dxa"/>
          </w:tcPr>
          <w:p w14:paraId="485639FE" w14:textId="4276FD19" w:rsidR="00772AA8" w:rsidRPr="00717890" w:rsidRDefault="00717890" w:rsidP="001E3E12">
            <w:pPr>
              <w:pStyle w:val="acctfourfigures"/>
              <w:tabs>
                <w:tab w:val="clear" w:pos="765"/>
                <w:tab w:val="decimal" w:pos="701"/>
              </w:tabs>
              <w:spacing w:line="240" w:lineRule="exact"/>
              <w:ind w:left="-79" w:right="73"/>
              <w:jc w:val="right"/>
              <w:rPr>
                <w:szCs w:val="22"/>
              </w:rPr>
            </w:pPr>
            <w:r w:rsidRPr="00717890">
              <w:rPr>
                <w:szCs w:val="22"/>
              </w:rPr>
              <w:t>53.91</w:t>
            </w:r>
          </w:p>
        </w:tc>
        <w:tc>
          <w:tcPr>
            <w:tcW w:w="180" w:type="dxa"/>
          </w:tcPr>
          <w:p w14:paraId="2EFB92FA" w14:textId="77777777" w:rsidR="00772AA8" w:rsidRPr="00717890" w:rsidRDefault="00772AA8" w:rsidP="00D359B2">
            <w:pPr>
              <w:pStyle w:val="acctfourfigures"/>
              <w:spacing w:line="240" w:lineRule="exact"/>
              <w:rPr>
                <w:szCs w:val="22"/>
              </w:rPr>
            </w:pPr>
          </w:p>
        </w:tc>
        <w:tc>
          <w:tcPr>
            <w:tcW w:w="1225" w:type="dxa"/>
          </w:tcPr>
          <w:p w14:paraId="04424229" w14:textId="7E742ECC" w:rsidR="00772AA8" w:rsidRPr="00717890" w:rsidRDefault="00717890" w:rsidP="001E3E12">
            <w:pPr>
              <w:pStyle w:val="acctfourfigures"/>
              <w:tabs>
                <w:tab w:val="clear" w:pos="765"/>
                <w:tab w:val="decimal" w:pos="731"/>
              </w:tabs>
              <w:spacing w:line="240" w:lineRule="exact"/>
              <w:ind w:right="160"/>
              <w:jc w:val="right"/>
              <w:rPr>
                <w:szCs w:val="22"/>
              </w:rPr>
            </w:pPr>
            <w:r w:rsidRPr="00717890">
              <w:rPr>
                <w:szCs w:val="22"/>
              </w:rPr>
              <w:t>37.02</w:t>
            </w:r>
          </w:p>
        </w:tc>
      </w:tr>
      <w:tr w:rsidR="00772AA8" w:rsidRPr="00717890" w14:paraId="3EC98DFE" w14:textId="77777777" w:rsidTr="000B49FC">
        <w:trPr>
          <w:cantSplit/>
        </w:trPr>
        <w:tc>
          <w:tcPr>
            <w:tcW w:w="3869" w:type="dxa"/>
          </w:tcPr>
          <w:p w14:paraId="40023E52" w14:textId="77777777" w:rsidR="00772AA8" w:rsidRPr="00717890" w:rsidRDefault="00772AA8" w:rsidP="00D359B2">
            <w:pPr>
              <w:spacing w:line="240" w:lineRule="exact"/>
              <w:rPr>
                <w:szCs w:val="22"/>
              </w:rPr>
            </w:pPr>
            <w:r w:rsidRPr="00717890">
              <w:rPr>
                <w:szCs w:val="22"/>
              </w:rPr>
              <w:t>Overdue:</w:t>
            </w:r>
          </w:p>
        </w:tc>
        <w:tc>
          <w:tcPr>
            <w:tcW w:w="1170" w:type="dxa"/>
          </w:tcPr>
          <w:p w14:paraId="311D96BF" w14:textId="77777777" w:rsidR="00772AA8" w:rsidRPr="00717890" w:rsidRDefault="00772AA8" w:rsidP="00717890">
            <w:pPr>
              <w:pStyle w:val="acctfourfigures"/>
              <w:tabs>
                <w:tab w:val="clear" w:pos="765"/>
                <w:tab w:val="decimal" w:pos="465"/>
              </w:tabs>
              <w:spacing w:line="240" w:lineRule="exact"/>
              <w:ind w:left="-83" w:right="100" w:firstLine="4"/>
              <w:jc w:val="right"/>
              <w:rPr>
                <w:szCs w:val="22"/>
              </w:rPr>
            </w:pPr>
          </w:p>
        </w:tc>
        <w:tc>
          <w:tcPr>
            <w:tcW w:w="180" w:type="dxa"/>
          </w:tcPr>
          <w:p w14:paraId="572CF7C0" w14:textId="77777777" w:rsidR="00772AA8" w:rsidRPr="00717890" w:rsidRDefault="00772AA8" w:rsidP="00D359B2">
            <w:pPr>
              <w:pStyle w:val="acctfourfigures"/>
              <w:tabs>
                <w:tab w:val="clear" w:pos="765"/>
                <w:tab w:val="decimal" w:pos="731"/>
              </w:tabs>
              <w:spacing w:line="240" w:lineRule="exact"/>
              <w:ind w:left="-83" w:right="11" w:firstLine="4"/>
              <w:rPr>
                <w:szCs w:val="22"/>
              </w:rPr>
            </w:pPr>
          </w:p>
        </w:tc>
        <w:tc>
          <w:tcPr>
            <w:tcW w:w="1260" w:type="dxa"/>
          </w:tcPr>
          <w:p w14:paraId="73295CD6" w14:textId="77777777" w:rsidR="00772AA8" w:rsidRPr="00717890" w:rsidRDefault="00772AA8" w:rsidP="00717890">
            <w:pPr>
              <w:pStyle w:val="acctfourfigures"/>
              <w:tabs>
                <w:tab w:val="clear" w:pos="765"/>
                <w:tab w:val="decimal" w:pos="731"/>
              </w:tabs>
              <w:spacing w:line="240" w:lineRule="exact"/>
              <w:ind w:left="-83" w:right="100" w:firstLine="4"/>
              <w:jc w:val="right"/>
              <w:rPr>
                <w:szCs w:val="22"/>
              </w:rPr>
            </w:pPr>
          </w:p>
        </w:tc>
        <w:tc>
          <w:tcPr>
            <w:tcW w:w="178" w:type="dxa"/>
          </w:tcPr>
          <w:p w14:paraId="14DB60A7" w14:textId="77777777" w:rsidR="00772AA8" w:rsidRPr="00717890" w:rsidRDefault="00772AA8" w:rsidP="00D359B2">
            <w:pPr>
              <w:pStyle w:val="acctfourfigures"/>
              <w:tabs>
                <w:tab w:val="clear" w:pos="765"/>
                <w:tab w:val="decimal" w:pos="731"/>
              </w:tabs>
              <w:spacing w:line="240" w:lineRule="exact"/>
              <w:ind w:left="-79" w:right="-72"/>
              <w:rPr>
                <w:szCs w:val="22"/>
              </w:rPr>
            </w:pPr>
          </w:p>
        </w:tc>
        <w:tc>
          <w:tcPr>
            <w:tcW w:w="1082" w:type="dxa"/>
          </w:tcPr>
          <w:p w14:paraId="3F179127" w14:textId="77777777" w:rsidR="00772AA8" w:rsidRPr="00717890" w:rsidRDefault="00772AA8" w:rsidP="001E3E12">
            <w:pPr>
              <w:pStyle w:val="acctfourfigures"/>
              <w:tabs>
                <w:tab w:val="clear" w:pos="765"/>
                <w:tab w:val="decimal" w:pos="701"/>
              </w:tabs>
              <w:spacing w:line="240" w:lineRule="exact"/>
              <w:ind w:left="-79" w:right="73"/>
              <w:jc w:val="right"/>
              <w:rPr>
                <w:szCs w:val="22"/>
              </w:rPr>
            </w:pPr>
          </w:p>
        </w:tc>
        <w:tc>
          <w:tcPr>
            <w:tcW w:w="180" w:type="dxa"/>
          </w:tcPr>
          <w:p w14:paraId="06285EA3" w14:textId="77777777" w:rsidR="00772AA8" w:rsidRPr="00717890" w:rsidRDefault="00772AA8" w:rsidP="00D359B2">
            <w:pPr>
              <w:pStyle w:val="acctfourfigures"/>
              <w:spacing w:line="240" w:lineRule="exact"/>
              <w:rPr>
                <w:szCs w:val="22"/>
              </w:rPr>
            </w:pPr>
          </w:p>
        </w:tc>
        <w:tc>
          <w:tcPr>
            <w:tcW w:w="1225" w:type="dxa"/>
          </w:tcPr>
          <w:p w14:paraId="55C3420B" w14:textId="77777777" w:rsidR="00772AA8" w:rsidRPr="00717890" w:rsidRDefault="00772AA8" w:rsidP="001E3E12">
            <w:pPr>
              <w:pStyle w:val="acctfourfigures"/>
              <w:tabs>
                <w:tab w:val="clear" w:pos="765"/>
                <w:tab w:val="decimal" w:pos="731"/>
              </w:tabs>
              <w:spacing w:line="240" w:lineRule="exact"/>
              <w:ind w:right="160"/>
              <w:jc w:val="right"/>
              <w:rPr>
                <w:szCs w:val="22"/>
              </w:rPr>
            </w:pPr>
          </w:p>
        </w:tc>
      </w:tr>
      <w:tr w:rsidR="00772AA8" w:rsidRPr="00717890" w14:paraId="677DBE0D" w14:textId="77777777" w:rsidTr="000B49FC">
        <w:trPr>
          <w:cantSplit/>
        </w:trPr>
        <w:tc>
          <w:tcPr>
            <w:tcW w:w="3869" w:type="dxa"/>
          </w:tcPr>
          <w:p w14:paraId="555915A0" w14:textId="5E5272F6" w:rsidR="00772AA8" w:rsidRPr="00717890" w:rsidRDefault="00772AA8" w:rsidP="00D359B2">
            <w:pPr>
              <w:spacing w:line="240" w:lineRule="exact"/>
              <w:ind w:left="104"/>
              <w:rPr>
                <w:szCs w:val="22"/>
              </w:rPr>
            </w:pPr>
            <w:r w:rsidRPr="00717890">
              <w:rPr>
                <w:szCs w:val="22"/>
              </w:rPr>
              <w:t>Less than 3 months</w:t>
            </w:r>
          </w:p>
        </w:tc>
        <w:tc>
          <w:tcPr>
            <w:tcW w:w="1170" w:type="dxa"/>
          </w:tcPr>
          <w:p w14:paraId="559F787C" w14:textId="46CC3EAA" w:rsidR="00772AA8" w:rsidRPr="00717890" w:rsidRDefault="00717890" w:rsidP="00717890">
            <w:pPr>
              <w:pStyle w:val="acctfourfigures"/>
              <w:tabs>
                <w:tab w:val="clear" w:pos="765"/>
                <w:tab w:val="decimal" w:pos="465"/>
              </w:tabs>
              <w:spacing w:line="240" w:lineRule="exact"/>
              <w:ind w:left="-83" w:right="100" w:firstLine="4"/>
              <w:jc w:val="right"/>
              <w:rPr>
                <w:szCs w:val="22"/>
              </w:rPr>
            </w:pPr>
            <w:r w:rsidRPr="00717890">
              <w:rPr>
                <w:szCs w:val="22"/>
              </w:rPr>
              <w:t>23.56</w:t>
            </w:r>
          </w:p>
        </w:tc>
        <w:tc>
          <w:tcPr>
            <w:tcW w:w="180" w:type="dxa"/>
          </w:tcPr>
          <w:p w14:paraId="61DE1352" w14:textId="77777777" w:rsidR="00772AA8" w:rsidRPr="00717890" w:rsidRDefault="00772AA8" w:rsidP="00D359B2">
            <w:pPr>
              <w:pStyle w:val="acctfourfigures"/>
              <w:tabs>
                <w:tab w:val="clear" w:pos="765"/>
                <w:tab w:val="decimal" w:pos="731"/>
              </w:tabs>
              <w:spacing w:line="240" w:lineRule="exact"/>
              <w:ind w:left="-83" w:right="11" w:firstLine="4"/>
              <w:rPr>
                <w:szCs w:val="22"/>
              </w:rPr>
            </w:pPr>
          </w:p>
        </w:tc>
        <w:tc>
          <w:tcPr>
            <w:tcW w:w="1260" w:type="dxa"/>
          </w:tcPr>
          <w:p w14:paraId="1F982EAC" w14:textId="2FEC6C04" w:rsidR="00772AA8" w:rsidRPr="00717890" w:rsidRDefault="00717890" w:rsidP="00717890">
            <w:pPr>
              <w:pStyle w:val="acctfourfigures"/>
              <w:tabs>
                <w:tab w:val="clear" w:pos="765"/>
                <w:tab w:val="decimal" w:pos="731"/>
              </w:tabs>
              <w:spacing w:line="240" w:lineRule="exact"/>
              <w:ind w:left="-83" w:right="100" w:firstLine="4"/>
              <w:jc w:val="right"/>
              <w:rPr>
                <w:szCs w:val="22"/>
              </w:rPr>
            </w:pPr>
            <w:r w:rsidRPr="00717890">
              <w:rPr>
                <w:szCs w:val="22"/>
              </w:rPr>
              <w:t>25.80</w:t>
            </w:r>
          </w:p>
        </w:tc>
        <w:tc>
          <w:tcPr>
            <w:tcW w:w="178" w:type="dxa"/>
          </w:tcPr>
          <w:p w14:paraId="2C4335F5" w14:textId="77777777" w:rsidR="00772AA8" w:rsidRPr="00717890" w:rsidRDefault="00772AA8" w:rsidP="00D359B2">
            <w:pPr>
              <w:pStyle w:val="acctfourfigures"/>
              <w:tabs>
                <w:tab w:val="clear" w:pos="765"/>
                <w:tab w:val="decimal" w:pos="731"/>
              </w:tabs>
              <w:spacing w:line="240" w:lineRule="exact"/>
              <w:ind w:left="-79" w:right="-72"/>
              <w:rPr>
                <w:szCs w:val="22"/>
              </w:rPr>
            </w:pPr>
          </w:p>
        </w:tc>
        <w:tc>
          <w:tcPr>
            <w:tcW w:w="1082" w:type="dxa"/>
          </w:tcPr>
          <w:p w14:paraId="2979B7B2" w14:textId="40F42B04" w:rsidR="00772AA8" w:rsidRPr="00717890" w:rsidRDefault="00717890" w:rsidP="001E3E12">
            <w:pPr>
              <w:pStyle w:val="acctfourfigures"/>
              <w:tabs>
                <w:tab w:val="clear" w:pos="765"/>
                <w:tab w:val="decimal" w:pos="701"/>
              </w:tabs>
              <w:spacing w:line="240" w:lineRule="exact"/>
              <w:ind w:left="-79" w:right="73"/>
              <w:jc w:val="right"/>
              <w:rPr>
                <w:szCs w:val="22"/>
              </w:rPr>
            </w:pPr>
            <w:r w:rsidRPr="00717890">
              <w:rPr>
                <w:szCs w:val="22"/>
              </w:rPr>
              <w:t>1.79</w:t>
            </w:r>
          </w:p>
        </w:tc>
        <w:tc>
          <w:tcPr>
            <w:tcW w:w="180" w:type="dxa"/>
          </w:tcPr>
          <w:p w14:paraId="3D88EA47" w14:textId="77777777" w:rsidR="00772AA8" w:rsidRPr="00717890" w:rsidRDefault="00772AA8" w:rsidP="00D359B2">
            <w:pPr>
              <w:pStyle w:val="acctfourfigures"/>
              <w:spacing w:line="240" w:lineRule="exact"/>
              <w:rPr>
                <w:szCs w:val="22"/>
              </w:rPr>
            </w:pPr>
          </w:p>
        </w:tc>
        <w:tc>
          <w:tcPr>
            <w:tcW w:w="1225" w:type="dxa"/>
          </w:tcPr>
          <w:p w14:paraId="48906BA0" w14:textId="3CD7B8B3" w:rsidR="00772AA8" w:rsidRPr="00717890" w:rsidRDefault="00717890" w:rsidP="001E3E12">
            <w:pPr>
              <w:pStyle w:val="acctfourfigures"/>
              <w:tabs>
                <w:tab w:val="clear" w:pos="765"/>
                <w:tab w:val="decimal" w:pos="731"/>
              </w:tabs>
              <w:spacing w:line="240" w:lineRule="exact"/>
              <w:ind w:right="160"/>
              <w:jc w:val="right"/>
              <w:rPr>
                <w:szCs w:val="22"/>
              </w:rPr>
            </w:pPr>
            <w:r w:rsidRPr="00717890">
              <w:rPr>
                <w:szCs w:val="22"/>
              </w:rPr>
              <w:t>0.91</w:t>
            </w:r>
          </w:p>
        </w:tc>
      </w:tr>
      <w:tr w:rsidR="00772AA8" w:rsidRPr="00717890" w14:paraId="7CB095A3" w14:textId="77777777" w:rsidTr="000B49FC">
        <w:trPr>
          <w:cantSplit/>
        </w:trPr>
        <w:tc>
          <w:tcPr>
            <w:tcW w:w="3869" w:type="dxa"/>
          </w:tcPr>
          <w:p w14:paraId="5DF0EC43" w14:textId="7B7760B6" w:rsidR="00772AA8" w:rsidRPr="00717890" w:rsidRDefault="00772AA8" w:rsidP="00D359B2">
            <w:pPr>
              <w:spacing w:line="240" w:lineRule="exact"/>
              <w:ind w:left="104"/>
              <w:rPr>
                <w:szCs w:val="22"/>
              </w:rPr>
            </w:pPr>
            <w:r w:rsidRPr="00717890">
              <w:rPr>
                <w:szCs w:val="22"/>
              </w:rPr>
              <w:t>3 – 6 months</w:t>
            </w:r>
          </w:p>
        </w:tc>
        <w:tc>
          <w:tcPr>
            <w:tcW w:w="1170" w:type="dxa"/>
          </w:tcPr>
          <w:p w14:paraId="7EA4A39F" w14:textId="7B767BD6" w:rsidR="00772AA8" w:rsidRPr="00867E3F" w:rsidRDefault="00717890" w:rsidP="00717890">
            <w:pPr>
              <w:pStyle w:val="acctfourfigures"/>
              <w:tabs>
                <w:tab w:val="clear" w:pos="765"/>
                <w:tab w:val="decimal" w:pos="465"/>
              </w:tabs>
              <w:spacing w:line="240" w:lineRule="exact"/>
              <w:ind w:left="-83" w:right="100" w:firstLine="4"/>
              <w:jc w:val="right"/>
              <w:rPr>
                <w:rFonts w:cstheme="minorBidi"/>
                <w:szCs w:val="28"/>
                <w:lang w:val="en-US" w:bidi="th-TH"/>
              </w:rPr>
            </w:pPr>
            <w:r w:rsidRPr="00717890">
              <w:rPr>
                <w:szCs w:val="22"/>
              </w:rPr>
              <w:t>0.4</w:t>
            </w:r>
            <w:r w:rsidR="00867E3F">
              <w:rPr>
                <w:rFonts w:cstheme="minorBidi"/>
                <w:szCs w:val="28"/>
                <w:lang w:bidi="th-TH"/>
              </w:rPr>
              <w:t>2</w:t>
            </w:r>
          </w:p>
        </w:tc>
        <w:tc>
          <w:tcPr>
            <w:tcW w:w="180" w:type="dxa"/>
          </w:tcPr>
          <w:p w14:paraId="0D261070" w14:textId="77777777" w:rsidR="00772AA8" w:rsidRPr="00717890" w:rsidRDefault="00772AA8" w:rsidP="00D359B2">
            <w:pPr>
              <w:pStyle w:val="acctfourfigures"/>
              <w:tabs>
                <w:tab w:val="clear" w:pos="765"/>
                <w:tab w:val="decimal" w:pos="731"/>
              </w:tabs>
              <w:spacing w:line="240" w:lineRule="exact"/>
              <w:ind w:left="-83" w:right="11" w:firstLine="4"/>
              <w:rPr>
                <w:szCs w:val="22"/>
              </w:rPr>
            </w:pPr>
          </w:p>
        </w:tc>
        <w:tc>
          <w:tcPr>
            <w:tcW w:w="1260" w:type="dxa"/>
          </w:tcPr>
          <w:p w14:paraId="08514DF7" w14:textId="210DA606" w:rsidR="00772AA8" w:rsidRPr="00717890" w:rsidRDefault="00717890" w:rsidP="00717890">
            <w:pPr>
              <w:pStyle w:val="acctfourfigures"/>
              <w:tabs>
                <w:tab w:val="clear" w:pos="765"/>
                <w:tab w:val="decimal" w:pos="731"/>
              </w:tabs>
              <w:spacing w:line="240" w:lineRule="exact"/>
              <w:ind w:left="-83" w:right="100" w:firstLine="4"/>
              <w:jc w:val="right"/>
              <w:rPr>
                <w:szCs w:val="22"/>
              </w:rPr>
            </w:pPr>
            <w:r w:rsidRPr="00717890">
              <w:rPr>
                <w:szCs w:val="22"/>
              </w:rPr>
              <w:t>4.20</w:t>
            </w:r>
          </w:p>
        </w:tc>
        <w:tc>
          <w:tcPr>
            <w:tcW w:w="178" w:type="dxa"/>
          </w:tcPr>
          <w:p w14:paraId="3228B5D4" w14:textId="77777777" w:rsidR="00772AA8" w:rsidRPr="00717890" w:rsidRDefault="00772AA8" w:rsidP="00D359B2">
            <w:pPr>
              <w:pStyle w:val="acctfourfigures"/>
              <w:tabs>
                <w:tab w:val="clear" w:pos="765"/>
                <w:tab w:val="decimal" w:pos="731"/>
              </w:tabs>
              <w:spacing w:line="240" w:lineRule="exact"/>
              <w:ind w:left="-79" w:right="-72"/>
              <w:rPr>
                <w:szCs w:val="22"/>
              </w:rPr>
            </w:pPr>
          </w:p>
        </w:tc>
        <w:tc>
          <w:tcPr>
            <w:tcW w:w="1082" w:type="dxa"/>
          </w:tcPr>
          <w:p w14:paraId="5ED4493A" w14:textId="50207798" w:rsidR="00772AA8" w:rsidRPr="00717890" w:rsidRDefault="00717890" w:rsidP="001E3E12">
            <w:pPr>
              <w:pStyle w:val="acctfourfigures"/>
              <w:tabs>
                <w:tab w:val="clear" w:pos="765"/>
                <w:tab w:val="decimal" w:pos="701"/>
              </w:tabs>
              <w:spacing w:line="240" w:lineRule="exact"/>
              <w:ind w:left="-83" w:right="73" w:firstLine="4"/>
              <w:jc w:val="right"/>
              <w:rPr>
                <w:szCs w:val="22"/>
              </w:rPr>
            </w:pPr>
            <w:r w:rsidRPr="00717890">
              <w:rPr>
                <w:szCs w:val="22"/>
              </w:rPr>
              <w:t>0.09</w:t>
            </w:r>
          </w:p>
        </w:tc>
        <w:tc>
          <w:tcPr>
            <w:tcW w:w="180" w:type="dxa"/>
          </w:tcPr>
          <w:p w14:paraId="110A0D4A" w14:textId="77777777" w:rsidR="00772AA8" w:rsidRPr="00717890" w:rsidRDefault="00772AA8" w:rsidP="00D359B2">
            <w:pPr>
              <w:pStyle w:val="acctfourfigures"/>
              <w:spacing w:line="240" w:lineRule="exact"/>
              <w:rPr>
                <w:szCs w:val="22"/>
              </w:rPr>
            </w:pPr>
          </w:p>
        </w:tc>
        <w:tc>
          <w:tcPr>
            <w:tcW w:w="1225" w:type="dxa"/>
          </w:tcPr>
          <w:p w14:paraId="49AC93D8" w14:textId="72C1B1D2" w:rsidR="00772AA8" w:rsidRPr="00717890" w:rsidRDefault="00717890" w:rsidP="001E3E12">
            <w:pPr>
              <w:pStyle w:val="acctfourfigures"/>
              <w:tabs>
                <w:tab w:val="clear" w:pos="765"/>
              </w:tabs>
              <w:spacing w:line="240" w:lineRule="exact"/>
              <w:ind w:left="-83" w:right="160" w:firstLine="4"/>
              <w:jc w:val="right"/>
              <w:rPr>
                <w:szCs w:val="22"/>
              </w:rPr>
            </w:pPr>
            <w:r w:rsidRPr="00717890">
              <w:rPr>
                <w:szCs w:val="22"/>
              </w:rPr>
              <w:t>0.09</w:t>
            </w:r>
          </w:p>
        </w:tc>
      </w:tr>
      <w:tr w:rsidR="00717890" w:rsidRPr="00717890" w14:paraId="79B6D76B" w14:textId="77777777" w:rsidTr="000B49FC">
        <w:trPr>
          <w:cantSplit/>
        </w:trPr>
        <w:tc>
          <w:tcPr>
            <w:tcW w:w="3869" w:type="dxa"/>
          </w:tcPr>
          <w:p w14:paraId="6DB3681B" w14:textId="4DF9A339" w:rsidR="00717890" w:rsidRPr="00717890" w:rsidRDefault="00717890" w:rsidP="00D359B2">
            <w:pPr>
              <w:spacing w:line="240" w:lineRule="exact"/>
              <w:ind w:left="104"/>
              <w:rPr>
                <w:szCs w:val="22"/>
              </w:rPr>
            </w:pPr>
            <w:r w:rsidRPr="00717890">
              <w:rPr>
                <w:szCs w:val="22"/>
              </w:rPr>
              <w:t>6 – 12 months</w:t>
            </w:r>
          </w:p>
        </w:tc>
        <w:tc>
          <w:tcPr>
            <w:tcW w:w="1170" w:type="dxa"/>
          </w:tcPr>
          <w:p w14:paraId="16ADD36A" w14:textId="32FD1518" w:rsidR="00717890" w:rsidRPr="00717890" w:rsidRDefault="00717890" w:rsidP="00717890">
            <w:pPr>
              <w:pStyle w:val="acctfourfigures"/>
              <w:tabs>
                <w:tab w:val="clear" w:pos="765"/>
                <w:tab w:val="decimal" w:pos="465"/>
              </w:tabs>
              <w:spacing w:line="240" w:lineRule="exact"/>
              <w:ind w:left="-83" w:right="100" w:firstLine="4"/>
              <w:jc w:val="right"/>
              <w:rPr>
                <w:szCs w:val="22"/>
              </w:rPr>
            </w:pPr>
            <w:r w:rsidRPr="00717890">
              <w:rPr>
                <w:szCs w:val="22"/>
              </w:rPr>
              <w:t>0.06</w:t>
            </w:r>
          </w:p>
        </w:tc>
        <w:tc>
          <w:tcPr>
            <w:tcW w:w="180" w:type="dxa"/>
          </w:tcPr>
          <w:p w14:paraId="259449E0" w14:textId="77777777" w:rsidR="00717890" w:rsidRPr="00717890" w:rsidRDefault="00717890" w:rsidP="00D359B2">
            <w:pPr>
              <w:pStyle w:val="acctfourfigures"/>
              <w:tabs>
                <w:tab w:val="clear" w:pos="765"/>
                <w:tab w:val="decimal" w:pos="731"/>
              </w:tabs>
              <w:spacing w:line="240" w:lineRule="exact"/>
              <w:ind w:left="-83" w:right="11" w:firstLine="4"/>
              <w:rPr>
                <w:szCs w:val="22"/>
              </w:rPr>
            </w:pPr>
          </w:p>
        </w:tc>
        <w:tc>
          <w:tcPr>
            <w:tcW w:w="1260" w:type="dxa"/>
          </w:tcPr>
          <w:p w14:paraId="44E2CAFA" w14:textId="285D1ECF" w:rsidR="00717890" w:rsidRPr="00717890" w:rsidRDefault="00717890" w:rsidP="00717890">
            <w:pPr>
              <w:pStyle w:val="acctfourfigures"/>
              <w:tabs>
                <w:tab w:val="clear" w:pos="765"/>
                <w:tab w:val="decimal" w:pos="731"/>
              </w:tabs>
              <w:spacing w:line="240" w:lineRule="exact"/>
              <w:ind w:left="-83" w:right="100" w:firstLine="4"/>
              <w:jc w:val="right"/>
              <w:rPr>
                <w:szCs w:val="22"/>
              </w:rPr>
            </w:pPr>
            <w:r w:rsidRPr="00717890">
              <w:rPr>
                <w:szCs w:val="22"/>
              </w:rPr>
              <w:t>0.12</w:t>
            </w:r>
          </w:p>
        </w:tc>
        <w:tc>
          <w:tcPr>
            <w:tcW w:w="178" w:type="dxa"/>
          </w:tcPr>
          <w:p w14:paraId="4B919FED" w14:textId="77777777" w:rsidR="00717890" w:rsidRPr="00717890" w:rsidRDefault="00717890" w:rsidP="00D359B2">
            <w:pPr>
              <w:pStyle w:val="acctfourfigures"/>
              <w:tabs>
                <w:tab w:val="clear" w:pos="765"/>
                <w:tab w:val="decimal" w:pos="731"/>
              </w:tabs>
              <w:spacing w:line="240" w:lineRule="exact"/>
              <w:ind w:left="-79" w:right="-72"/>
              <w:rPr>
                <w:szCs w:val="22"/>
              </w:rPr>
            </w:pPr>
          </w:p>
        </w:tc>
        <w:tc>
          <w:tcPr>
            <w:tcW w:w="1082" w:type="dxa"/>
          </w:tcPr>
          <w:p w14:paraId="2CB12F66" w14:textId="6F51FBCC" w:rsidR="00717890" w:rsidRPr="00717890" w:rsidRDefault="00717890" w:rsidP="001E3E12">
            <w:pPr>
              <w:pStyle w:val="acctfourfigures"/>
              <w:tabs>
                <w:tab w:val="clear" w:pos="765"/>
                <w:tab w:val="decimal" w:pos="701"/>
              </w:tabs>
              <w:spacing w:line="240" w:lineRule="exact"/>
              <w:ind w:left="-83" w:right="73" w:firstLine="4"/>
              <w:jc w:val="right"/>
              <w:rPr>
                <w:szCs w:val="22"/>
              </w:rPr>
            </w:pPr>
            <w:r w:rsidRPr="00717890">
              <w:rPr>
                <w:szCs w:val="22"/>
              </w:rPr>
              <w:t>0.06</w:t>
            </w:r>
          </w:p>
        </w:tc>
        <w:tc>
          <w:tcPr>
            <w:tcW w:w="180" w:type="dxa"/>
          </w:tcPr>
          <w:p w14:paraId="24742FE7" w14:textId="77777777" w:rsidR="00717890" w:rsidRPr="00717890" w:rsidRDefault="00717890" w:rsidP="00D359B2">
            <w:pPr>
              <w:pStyle w:val="acctfourfigures"/>
              <w:spacing w:line="240" w:lineRule="exact"/>
              <w:rPr>
                <w:szCs w:val="22"/>
              </w:rPr>
            </w:pPr>
          </w:p>
        </w:tc>
        <w:tc>
          <w:tcPr>
            <w:tcW w:w="1225" w:type="dxa"/>
          </w:tcPr>
          <w:p w14:paraId="185E6E36" w14:textId="7F589598" w:rsidR="00717890" w:rsidRPr="00717890" w:rsidRDefault="00717890" w:rsidP="001E3E12">
            <w:pPr>
              <w:pStyle w:val="acctfourfigures"/>
              <w:tabs>
                <w:tab w:val="clear" w:pos="765"/>
              </w:tabs>
              <w:spacing w:line="240" w:lineRule="exact"/>
              <w:ind w:left="-83" w:right="160" w:firstLine="4"/>
              <w:jc w:val="right"/>
              <w:rPr>
                <w:szCs w:val="22"/>
              </w:rPr>
            </w:pPr>
            <w:r w:rsidRPr="00717890">
              <w:rPr>
                <w:szCs w:val="22"/>
              </w:rPr>
              <w:t>0.11</w:t>
            </w:r>
          </w:p>
        </w:tc>
      </w:tr>
      <w:tr w:rsidR="00717890" w:rsidRPr="00717890" w14:paraId="086A9CB6" w14:textId="77777777" w:rsidTr="00717890">
        <w:trPr>
          <w:cantSplit/>
        </w:trPr>
        <w:tc>
          <w:tcPr>
            <w:tcW w:w="3869" w:type="dxa"/>
          </w:tcPr>
          <w:p w14:paraId="1E12C90A" w14:textId="023A3B5A" w:rsidR="00717890" w:rsidRPr="00717890" w:rsidRDefault="00717890" w:rsidP="00D359B2">
            <w:pPr>
              <w:spacing w:line="240" w:lineRule="exact"/>
              <w:ind w:left="104"/>
              <w:rPr>
                <w:szCs w:val="22"/>
                <w:lang w:val="en-US" w:bidi="th-TH"/>
              </w:rPr>
            </w:pPr>
            <w:r w:rsidRPr="00717890">
              <w:rPr>
                <w:szCs w:val="22"/>
              </w:rPr>
              <w:t xml:space="preserve">More than 12 </w:t>
            </w:r>
            <w:r w:rsidRPr="00717890">
              <w:rPr>
                <w:szCs w:val="22"/>
                <w:lang w:val="en-US" w:bidi="th-TH"/>
              </w:rPr>
              <w:t>months</w:t>
            </w:r>
          </w:p>
        </w:tc>
        <w:tc>
          <w:tcPr>
            <w:tcW w:w="1170" w:type="dxa"/>
          </w:tcPr>
          <w:p w14:paraId="51B75661" w14:textId="6463AAFA" w:rsidR="00717890" w:rsidRPr="00717890" w:rsidRDefault="00717890" w:rsidP="00717890">
            <w:pPr>
              <w:pStyle w:val="acctfourfigures"/>
              <w:tabs>
                <w:tab w:val="clear" w:pos="765"/>
                <w:tab w:val="decimal" w:pos="465"/>
              </w:tabs>
              <w:spacing w:line="240" w:lineRule="exact"/>
              <w:ind w:left="-83" w:right="100" w:firstLine="4"/>
              <w:jc w:val="right"/>
              <w:rPr>
                <w:szCs w:val="22"/>
              </w:rPr>
            </w:pPr>
            <w:r w:rsidRPr="00717890">
              <w:rPr>
                <w:szCs w:val="22"/>
              </w:rPr>
              <w:t>0.18</w:t>
            </w:r>
          </w:p>
        </w:tc>
        <w:tc>
          <w:tcPr>
            <w:tcW w:w="180" w:type="dxa"/>
          </w:tcPr>
          <w:p w14:paraId="0179A79A" w14:textId="77777777" w:rsidR="00717890" w:rsidRPr="00717890" w:rsidRDefault="00717890" w:rsidP="00D359B2">
            <w:pPr>
              <w:pStyle w:val="acctfourfigures"/>
              <w:tabs>
                <w:tab w:val="clear" w:pos="765"/>
                <w:tab w:val="decimal" w:pos="731"/>
              </w:tabs>
              <w:spacing w:line="240" w:lineRule="exact"/>
              <w:ind w:left="-83" w:right="11" w:firstLine="4"/>
              <w:rPr>
                <w:szCs w:val="22"/>
              </w:rPr>
            </w:pPr>
          </w:p>
        </w:tc>
        <w:tc>
          <w:tcPr>
            <w:tcW w:w="1260" w:type="dxa"/>
          </w:tcPr>
          <w:p w14:paraId="331F62B0" w14:textId="4861C5D7" w:rsidR="00717890" w:rsidRPr="00717890" w:rsidRDefault="00717890" w:rsidP="00717890">
            <w:pPr>
              <w:pStyle w:val="acctfourfigures"/>
              <w:tabs>
                <w:tab w:val="clear" w:pos="765"/>
                <w:tab w:val="decimal" w:pos="731"/>
              </w:tabs>
              <w:spacing w:line="240" w:lineRule="exact"/>
              <w:ind w:left="-83" w:right="100" w:firstLine="4"/>
              <w:jc w:val="right"/>
              <w:rPr>
                <w:szCs w:val="22"/>
              </w:rPr>
            </w:pPr>
            <w:r w:rsidRPr="00717890">
              <w:rPr>
                <w:szCs w:val="22"/>
              </w:rPr>
              <w:t>0.15</w:t>
            </w:r>
          </w:p>
        </w:tc>
        <w:tc>
          <w:tcPr>
            <w:tcW w:w="178" w:type="dxa"/>
          </w:tcPr>
          <w:p w14:paraId="5619C611" w14:textId="77777777" w:rsidR="00717890" w:rsidRPr="00717890" w:rsidRDefault="00717890" w:rsidP="00D359B2">
            <w:pPr>
              <w:pStyle w:val="acctfourfigures"/>
              <w:tabs>
                <w:tab w:val="clear" w:pos="765"/>
                <w:tab w:val="decimal" w:pos="731"/>
              </w:tabs>
              <w:spacing w:line="240" w:lineRule="exact"/>
              <w:ind w:left="-79" w:right="-72"/>
              <w:rPr>
                <w:szCs w:val="22"/>
              </w:rPr>
            </w:pPr>
          </w:p>
        </w:tc>
        <w:tc>
          <w:tcPr>
            <w:tcW w:w="1082" w:type="dxa"/>
          </w:tcPr>
          <w:p w14:paraId="35D04E22" w14:textId="6CE05E08" w:rsidR="00717890" w:rsidRPr="00717890" w:rsidRDefault="00717890" w:rsidP="001E3E12">
            <w:pPr>
              <w:pStyle w:val="acctfourfigures"/>
              <w:tabs>
                <w:tab w:val="clear" w:pos="765"/>
                <w:tab w:val="decimal" w:pos="701"/>
              </w:tabs>
              <w:spacing w:line="240" w:lineRule="exact"/>
              <w:ind w:left="-83" w:right="73" w:firstLine="4"/>
              <w:jc w:val="right"/>
              <w:rPr>
                <w:szCs w:val="22"/>
              </w:rPr>
            </w:pPr>
            <w:r w:rsidRPr="00717890">
              <w:rPr>
                <w:szCs w:val="22"/>
              </w:rPr>
              <w:t>0.03</w:t>
            </w:r>
          </w:p>
        </w:tc>
        <w:tc>
          <w:tcPr>
            <w:tcW w:w="180" w:type="dxa"/>
          </w:tcPr>
          <w:p w14:paraId="13524951" w14:textId="77777777" w:rsidR="00717890" w:rsidRPr="00717890" w:rsidRDefault="00717890" w:rsidP="00D359B2">
            <w:pPr>
              <w:pStyle w:val="acctfourfigures"/>
              <w:spacing w:line="240" w:lineRule="exact"/>
              <w:rPr>
                <w:szCs w:val="22"/>
              </w:rPr>
            </w:pPr>
          </w:p>
        </w:tc>
        <w:tc>
          <w:tcPr>
            <w:tcW w:w="1225" w:type="dxa"/>
          </w:tcPr>
          <w:p w14:paraId="56D36F88" w14:textId="5ACFF827" w:rsidR="00717890" w:rsidRPr="00717890" w:rsidRDefault="00717890" w:rsidP="00717890">
            <w:pPr>
              <w:pStyle w:val="acctfourfigures"/>
              <w:tabs>
                <w:tab w:val="clear" w:pos="765"/>
              </w:tabs>
              <w:spacing w:line="240" w:lineRule="exact"/>
              <w:ind w:left="-83" w:right="329" w:firstLine="4"/>
              <w:jc w:val="right"/>
              <w:rPr>
                <w:szCs w:val="22"/>
              </w:rPr>
            </w:pPr>
            <w:r w:rsidRPr="00717890">
              <w:rPr>
                <w:szCs w:val="22"/>
              </w:rPr>
              <w:t>-</w:t>
            </w:r>
          </w:p>
        </w:tc>
      </w:tr>
      <w:tr w:rsidR="00772AA8" w:rsidRPr="00717890" w14:paraId="196E3C00" w14:textId="77777777" w:rsidTr="00717890">
        <w:trPr>
          <w:cantSplit/>
        </w:trPr>
        <w:tc>
          <w:tcPr>
            <w:tcW w:w="3869" w:type="dxa"/>
          </w:tcPr>
          <w:p w14:paraId="2F969CAD" w14:textId="77777777" w:rsidR="00772AA8" w:rsidRPr="00717890" w:rsidRDefault="00772AA8" w:rsidP="00D359B2">
            <w:pPr>
              <w:spacing w:line="240" w:lineRule="exact"/>
              <w:rPr>
                <w:b/>
                <w:bCs/>
                <w:szCs w:val="22"/>
              </w:rPr>
            </w:pPr>
            <w:r w:rsidRPr="00717890">
              <w:rPr>
                <w:b/>
                <w:bCs/>
                <w:szCs w:val="22"/>
              </w:rPr>
              <w:t>Total</w:t>
            </w:r>
          </w:p>
        </w:tc>
        <w:tc>
          <w:tcPr>
            <w:tcW w:w="1170" w:type="dxa"/>
            <w:tcBorders>
              <w:top w:val="single" w:sz="4" w:space="0" w:color="auto"/>
            </w:tcBorders>
          </w:tcPr>
          <w:p w14:paraId="40057862" w14:textId="59AC6D12" w:rsidR="00772AA8" w:rsidRPr="00717890" w:rsidRDefault="00772AA8" w:rsidP="00717890">
            <w:pPr>
              <w:pStyle w:val="acctfourfigures"/>
              <w:tabs>
                <w:tab w:val="clear" w:pos="765"/>
                <w:tab w:val="decimal" w:pos="465"/>
              </w:tabs>
              <w:spacing w:line="240" w:lineRule="exact"/>
              <w:ind w:left="-83" w:right="100" w:firstLine="4"/>
              <w:jc w:val="right"/>
              <w:rPr>
                <w:b/>
                <w:bCs/>
                <w:szCs w:val="22"/>
              </w:rPr>
            </w:pPr>
            <w:r w:rsidRPr="00717890">
              <w:rPr>
                <w:b/>
                <w:bCs/>
                <w:szCs w:val="22"/>
              </w:rPr>
              <w:t>90</w:t>
            </w:r>
            <w:r w:rsidR="00717890" w:rsidRPr="00717890">
              <w:rPr>
                <w:b/>
                <w:bCs/>
                <w:szCs w:val="22"/>
              </w:rPr>
              <w:t>.0</w:t>
            </w:r>
            <w:r w:rsidR="00867E3F">
              <w:rPr>
                <w:b/>
                <w:bCs/>
                <w:szCs w:val="22"/>
              </w:rPr>
              <w:t>4</w:t>
            </w:r>
          </w:p>
        </w:tc>
        <w:tc>
          <w:tcPr>
            <w:tcW w:w="180" w:type="dxa"/>
          </w:tcPr>
          <w:p w14:paraId="2CE811C8" w14:textId="77777777" w:rsidR="00772AA8" w:rsidRPr="00717890" w:rsidRDefault="00772AA8" w:rsidP="00D359B2">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tcBorders>
          </w:tcPr>
          <w:p w14:paraId="5DFEF8C0" w14:textId="1AA251BF" w:rsidR="00772AA8" w:rsidRPr="00717890" w:rsidRDefault="00717890" w:rsidP="00717890">
            <w:pPr>
              <w:pStyle w:val="acctfourfigures"/>
              <w:tabs>
                <w:tab w:val="clear" w:pos="765"/>
                <w:tab w:val="decimal" w:pos="731"/>
              </w:tabs>
              <w:spacing w:line="240" w:lineRule="exact"/>
              <w:ind w:left="-83" w:right="100" w:firstLine="4"/>
              <w:jc w:val="right"/>
              <w:rPr>
                <w:b/>
                <w:bCs/>
                <w:szCs w:val="22"/>
              </w:rPr>
            </w:pPr>
            <w:r w:rsidRPr="00717890">
              <w:rPr>
                <w:b/>
                <w:bCs/>
                <w:szCs w:val="22"/>
              </w:rPr>
              <w:t>64.82</w:t>
            </w:r>
          </w:p>
        </w:tc>
        <w:tc>
          <w:tcPr>
            <w:tcW w:w="178" w:type="dxa"/>
          </w:tcPr>
          <w:p w14:paraId="1999C873" w14:textId="77777777" w:rsidR="00772AA8" w:rsidRPr="00717890" w:rsidRDefault="00772AA8" w:rsidP="00D359B2">
            <w:pPr>
              <w:pStyle w:val="acctfourfigures"/>
              <w:tabs>
                <w:tab w:val="clear" w:pos="765"/>
                <w:tab w:val="decimal" w:pos="731"/>
              </w:tabs>
              <w:spacing w:line="240" w:lineRule="exact"/>
              <w:ind w:left="-79" w:right="-72"/>
              <w:rPr>
                <w:b/>
                <w:bCs/>
                <w:szCs w:val="22"/>
              </w:rPr>
            </w:pPr>
          </w:p>
        </w:tc>
        <w:tc>
          <w:tcPr>
            <w:tcW w:w="1082" w:type="dxa"/>
            <w:tcBorders>
              <w:top w:val="single" w:sz="4" w:space="0" w:color="auto"/>
            </w:tcBorders>
          </w:tcPr>
          <w:p w14:paraId="3BABB06E" w14:textId="78A99383" w:rsidR="00772AA8" w:rsidRPr="00717890" w:rsidRDefault="00717890" w:rsidP="001E3E12">
            <w:pPr>
              <w:pStyle w:val="acctfourfigures"/>
              <w:tabs>
                <w:tab w:val="clear" w:pos="765"/>
                <w:tab w:val="decimal" w:pos="701"/>
              </w:tabs>
              <w:spacing w:line="240" w:lineRule="exact"/>
              <w:ind w:left="-79" w:right="73"/>
              <w:jc w:val="right"/>
              <w:rPr>
                <w:b/>
                <w:bCs/>
                <w:szCs w:val="22"/>
              </w:rPr>
            </w:pPr>
            <w:r w:rsidRPr="00717890">
              <w:rPr>
                <w:b/>
                <w:bCs/>
                <w:szCs w:val="22"/>
              </w:rPr>
              <w:t>55.88</w:t>
            </w:r>
          </w:p>
        </w:tc>
        <w:tc>
          <w:tcPr>
            <w:tcW w:w="180" w:type="dxa"/>
          </w:tcPr>
          <w:p w14:paraId="449C3ED5" w14:textId="77777777" w:rsidR="00772AA8" w:rsidRPr="00717890" w:rsidRDefault="00772AA8" w:rsidP="00D359B2">
            <w:pPr>
              <w:pStyle w:val="acctfourfigures"/>
              <w:spacing w:line="240" w:lineRule="exact"/>
              <w:rPr>
                <w:b/>
                <w:bCs/>
                <w:szCs w:val="22"/>
              </w:rPr>
            </w:pPr>
          </w:p>
        </w:tc>
        <w:tc>
          <w:tcPr>
            <w:tcW w:w="1225" w:type="dxa"/>
            <w:tcBorders>
              <w:top w:val="single" w:sz="4" w:space="0" w:color="auto"/>
            </w:tcBorders>
          </w:tcPr>
          <w:p w14:paraId="3923472C" w14:textId="585083A1" w:rsidR="00772AA8" w:rsidRPr="00717890" w:rsidRDefault="00772AA8" w:rsidP="001E3E12">
            <w:pPr>
              <w:pStyle w:val="acctfourfigures"/>
              <w:tabs>
                <w:tab w:val="clear" w:pos="765"/>
                <w:tab w:val="decimal" w:pos="701"/>
              </w:tabs>
              <w:spacing w:line="240" w:lineRule="exact"/>
              <w:ind w:left="-79" w:right="160"/>
              <w:jc w:val="right"/>
              <w:rPr>
                <w:b/>
                <w:bCs/>
                <w:szCs w:val="22"/>
              </w:rPr>
            </w:pPr>
            <w:r w:rsidRPr="00717890">
              <w:rPr>
                <w:b/>
                <w:bCs/>
                <w:szCs w:val="22"/>
              </w:rPr>
              <w:t>38</w:t>
            </w:r>
            <w:r w:rsidR="001E3E12">
              <w:rPr>
                <w:b/>
                <w:bCs/>
                <w:szCs w:val="22"/>
              </w:rPr>
              <w:t>.13</w:t>
            </w:r>
          </w:p>
        </w:tc>
      </w:tr>
      <w:tr w:rsidR="00772AA8" w:rsidRPr="00717890" w14:paraId="0154C976" w14:textId="77777777" w:rsidTr="000B49FC">
        <w:trPr>
          <w:cantSplit/>
        </w:trPr>
        <w:tc>
          <w:tcPr>
            <w:tcW w:w="3869" w:type="dxa"/>
          </w:tcPr>
          <w:p w14:paraId="35009DBF" w14:textId="77777777" w:rsidR="00772AA8" w:rsidRPr="00717890" w:rsidRDefault="00772AA8" w:rsidP="00D359B2">
            <w:pPr>
              <w:spacing w:line="240" w:lineRule="exact"/>
              <w:rPr>
                <w:szCs w:val="22"/>
                <w:lang w:bidi="th-TH"/>
              </w:rPr>
            </w:pPr>
            <w:r w:rsidRPr="00717890">
              <w:rPr>
                <w:i/>
                <w:iCs/>
                <w:szCs w:val="22"/>
              </w:rPr>
              <w:t>Less</w:t>
            </w:r>
            <w:r w:rsidRPr="00717890">
              <w:rPr>
                <w:szCs w:val="22"/>
              </w:rPr>
              <w:t xml:space="preserve"> allowance for</w:t>
            </w:r>
            <w:r w:rsidRPr="00717890">
              <w:rPr>
                <w:szCs w:val="22"/>
                <w:cs/>
                <w:lang w:bidi="th-TH"/>
              </w:rPr>
              <w:t xml:space="preserve"> </w:t>
            </w:r>
            <w:r w:rsidRPr="00717890">
              <w:rPr>
                <w:szCs w:val="22"/>
              </w:rPr>
              <w:t>expected credit loss</w:t>
            </w:r>
          </w:p>
        </w:tc>
        <w:tc>
          <w:tcPr>
            <w:tcW w:w="1170" w:type="dxa"/>
            <w:tcBorders>
              <w:bottom w:val="single" w:sz="4" w:space="0" w:color="auto"/>
            </w:tcBorders>
          </w:tcPr>
          <w:p w14:paraId="73B088BE" w14:textId="4746E1B1" w:rsidR="00772AA8" w:rsidRPr="00717890" w:rsidRDefault="00772AA8" w:rsidP="00D359B2">
            <w:pPr>
              <w:pStyle w:val="acctfourfigures"/>
              <w:tabs>
                <w:tab w:val="clear" w:pos="765"/>
                <w:tab w:val="decimal" w:pos="465"/>
              </w:tabs>
              <w:spacing w:line="240" w:lineRule="exact"/>
              <w:ind w:left="-83" w:right="11" w:firstLine="4"/>
              <w:jc w:val="right"/>
              <w:rPr>
                <w:szCs w:val="22"/>
              </w:rPr>
            </w:pPr>
            <w:r w:rsidRPr="00717890">
              <w:rPr>
                <w:szCs w:val="22"/>
              </w:rPr>
              <w:t>(</w:t>
            </w:r>
            <w:r w:rsidR="00717890" w:rsidRPr="00717890">
              <w:rPr>
                <w:szCs w:val="22"/>
              </w:rPr>
              <w:t>1.9</w:t>
            </w:r>
            <w:r w:rsidR="00867E3F">
              <w:rPr>
                <w:szCs w:val="22"/>
              </w:rPr>
              <w:t>3</w:t>
            </w:r>
            <w:r w:rsidRPr="00717890">
              <w:rPr>
                <w:szCs w:val="22"/>
              </w:rPr>
              <w:t>)</w:t>
            </w:r>
          </w:p>
        </w:tc>
        <w:tc>
          <w:tcPr>
            <w:tcW w:w="180" w:type="dxa"/>
          </w:tcPr>
          <w:p w14:paraId="567AD17D" w14:textId="77777777" w:rsidR="00772AA8" w:rsidRPr="00717890" w:rsidRDefault="00772AA8" w:rsidP="00D359B2">
            <w:pPr>
              <w:pStyle w:val="acctfourfigures"/>
              <w:tabs>
                <w:tab w:val="clear" w:pos="765"/>
                <w:tab w:val="decimal" w:pos="731"/>
              </w:tabs>
              <w:spacing w:line="240" w:lineRule="exact"/>
              <w:ind w:left="-83" w:right="11" w:firstLine="4"/>
              <w:rPr>
                <w:szCs w:val="22"/>
              </w:rPr>
            </w:pPr>
          </w:p>
        </w:tc>
        <w:tc>
          <w:tcPr>
            <w:tcW w:w="1260" w:type="dxa"/>
            <w:tcBorders>
              <w:bottom w:val="single" w:sz="4" w:space="0" w:color="auto"/>
            </w:tcBorders>
          </w:tcPr>
          <w:p w14:paraId="40C39AFA" w14:textId="6BE99393" w:rsidR="00772AA8" w:rsidRPr="00717890" w:rsidRDefault="00717890" w:rsidP="00D359B2">
            <w:pPr>
              <w:pStyle w:val="acctfourfigures"/>
              <w:tabs>
                <w:tab w:val="clear" w:pos="765"/>
                <w:tab w:val="decimal" w:pos="731"/>
              </w:tabs>
              <w:spacing w:line="240" w:lineRule="exact"/>
              <w:ind w:left="-83" w:right="11" w:firstLine="4"/>
              <w:jc w:val="right"/>
              <w:rPr>
                <w:szCs w:val="22"/>
              </w:rPr>
            </w:pPr>
            <w:r w:rsidRPr="00717890">
              <w:rPr>
                <w:szCs w:val="22"/>
              </w:rPr>
              <w:t>(1.99)</w:t>
            </w:r>
          </w:p>
        </w:tc>
        <w:tc>
          <w:tcPr>
            <w:tcW w:w="178" w:type="dxa"/>
          </w:tcPr>
          <w:p w14:paraId="2B1D383F" w14:textId="77777777" w:rsidR="00772AA8" w:rsidRPr="00717890" w:rsidRDefault="00772AA8" w:rsidP="00D359B2">
            <w:pPr>
              <w:pStyle w:val="acctfourfigures"/>
              <w:tabs>
                <w:tab w:val="clear" w:pos="765"/>
                <w:tab w:val="decimal" w:pos="731"/>
              </w:tabs>
              <w:spacing w:line="240" w:lineRule="exact"/>
              <w:ind w:left="-79" w:right="-72"/>
              <w:rPr>
                <w:szCs w:val="22"/>
              </w:rPr>
            </w:pPr>
          </w:p>
        </w:tc>
        <w:tc>
          <w:tcPr>
            <w:tcW w:w="1082" w:type="dxa"/>
            <w:tcBorders>
              <w:bottom w:val="single" w:sz="4" w:space="0" w:color="auto"/>
            </w:tcBorders>
          </w:tcPr>
          <w:p w14:paraId="1B03910C" w14:textId="4D1143E2" w:rsidR="00772AA8" w:rsidRPr="00717890" w:rsidRDefault="00717890" w:rsidP="00717890">
            <w:pPr>
              <w:pStyle w:val="acctfourfigures"/>
              <w:tabs>
                <w:tab w:val="clear" w:pos="765"/>
                <w:tab w:val="decimal" w:pos="731"/>
              </w:tabs>
              <w:spacing w:line="240" w:lineRule="exact"/>
              <w:ind w:left="-83" w:right="11" w:firstLine="4"/>
              <w:jc w:val="right"/>
              <w:rPr>
                <w:szCs w:val="22"/>
              </w:rPr>
            </w:pPr>
            <w:r w:rsidRPr="00717890">
              <w:rPr>
                <w:szCs w:val="22"/>
              </w:rPr>
              <w:t>(0.1</w:t>
            </w:r>
            <w:r>
              <w:rPr>
                <w:rFonts w:cstheme="minorBidi"/>
                <w:szCs w:val="28"/>
                <w:lang w:val="en-US" w:bidi="th-TH"/>
              </w:rPr>
              <w:t>3</w:t>
            </w:r>
            <w:r w:rsidRPr="00717890">
              <w:rPr>
                <w:szCs w:val="22"/>
              </w:rPr>
              <w:t>)</w:t>
            </w:r>
          </w:p>
        </w:tc>
        <w:tc>
          <w:tcPr>
            <w:tcW w:w="180" w:type="dxa"/>
          </w:tcPr>
          <w:p w14:paraId="72E029C3" w14:textId="77777777" w:rsidR="00772AA8" w:rsidRPr="00717890" w:rsidRDefault="00772AA8" w:rsidP="00D359B2">
            <w:pPr>
              <w:pStyle w:val="acctfourfigures"/>
              <w:spacing w:line="240" w:lineRule="exact"/>
              <w:rPr>
                <w:szCs w:val="22"/>
              </w:rPr>
            </w:pPr>
          </w:p>
        </w:tc>
        <w:tc>
          <w:tcPr>
            <w:tcW w:w="1225" w:type="dxa"/>
            <w:tcBorders>
              <w:bottom w:val="single" w:sz="4" w:space="0" w:color="auto"/>
            </w:tcBorders>
          </w:tcPr>
          <w:p w14:paraId="1CAF04B8" w14:textId="1BBB4D6B" w:rsidR="00772AA8" w:rsidRPr="00717890" w:rsidRDefault="001E3E12" w:rsidP="001E3E12">
            <w:pPr>
              <w:pStyle w:val="acctfourfigures"/>
              <w:tabs>
                <w:tab w:val="clear" w:pos="765"/>
              </w:tabs>
              <w:spacing w:line="240" w:lineRule="exact"/>
              <w:ind w:left="-83" w:right="70" w:firstLine="4"/>
              <w:jc w:val="right"/>
              <w:rPr>
                <w:szCs w:val="22"/>
              </w:rPr>
            </w:pPr>
            <w:r w:rsidRPr="001E3E12">
              <w:rPr>
                <w:szCs w:val="22"/>
              </w:rPr>
              <w:t>(0.21)</w:t>
            </w:r>
          </w:p>
        </w:tc>
      </w:tr>
      <w:tr w:rsidR="00063719" w:rsidRPr="00717890" w14:paraId="3C848E75" w14:textId="77777777" w:rsidTr="00717890">
        <w:trPr>
          <w:cantSplit/>
        </w:trPr>
        <w:tc>
          <w:tcPr>
            <w:tcW w:w="3869" w:type="dxa"/>
          </w:tcPr>
          <w:p w14:paraId="2CC15357" w14:textId="3C41E66C" w:rsidR="00063719" w:rsidRPr="00717890" w:rsidRDefault="004D29A4" w:rsidP="00063719">
            <w:pPr>
              <w:spacing w:line="240" w:lineRule="exact"/>
              <w:rPr>
                <w:b/>
                <w:bCs/>
                <w:szCs w:val="22"/>
              </w:rPr>
            </w:pPr>
            <w:r>
              <w:rPr>
                <w:b/>
                <w:bCs/>
                <w:szCs w:val="22"/>
              </w:rPr>
              <w:t>T</w:t>
            </w:r>
            <w:r w:rsidR="001E3E12" w:rsidRPr="001E3E12">
              <w:rPr>
                <w:b/>
                <w:bCs/>
                <w:szCs w:val="22"/>
              </w:rPr>
              <w:t xml:space="preserve">rade </w:t>
            </w:r>
            <w:r w:rsidR="001E3E12">
              <w:rPr>
                <w:b/>
                <w:bCs/>
                <w:szCs w:val="22"/>
              </w:rPr>
              <w:t>account</w:t>
            </w:r>
            <w:r w:rsidR="001E3E12" w:rsidRPr="001E3E12">
              <w:rPr>
                <w:b/>
                <w:bCs/>
                <w:szCs w:val="22"/>
              </w:rPr>
              <w:t xml:space="preserve"> receivables</w:t>
            </w:r>
            <w:r>
              <w:rPr>
                <w:b/>
                <w:bCs/>
                <w:szCs w:val="22"/>
              </w:rPr>
              <w:t>, net</w:t>
            </w:r>
          </w:p>
        </w:tc>
        <w:tc>
          <w:tcPr>
            <w:tcW w:w="1170" w:type="dxa"/>
            <w:tcBorders>
              <w:top w:val="single" w:sz="4" w:space="0" w:color="auto"/>
              <w:left w:val="nil"/>
              <w:bottom w:val="single" w:sz="4" w:space="0" w:color="auto"/>
              <w:right w:val="nil"/>
            </w:tcBorders>
          </w:tcPr>
          <w:p w14:paraId="0FA6EF2D" w14:textId="33BB7191" w:rsidR="00063719" w:rsidRPr="00717890" w:rsidRDefault="00063719" w:rsidP="00717890">
            <w:pPr>
              <w:pStyle w:val="acctfourfigures"/>
              <w:tabs>
                <w:tab w:val="clear" w:pos="765"/>
                <w:tab w:val="decimal" w:pos="465"/>
              </w:tabs>
              <w:spacing w:line="240" w:lineRule="exact"/>
              <w:ind w:left="-83" w:right="100" w:firstLine="4"/>
              <w:jc w:val="right"/>
              <w:rPr>
                <w:b/>
                <w:bCs/>
                <w:szCs w:val="22"/>
              </w:rPr>
            </w:pPr>
            <w:r w:rsidRPr="00717890">
              <w:rPr>
                <w:b/>
                <w:bCs/>
                <w:szCs w:val="22"/>
              </w:rPr>
              <w:t>88</w:t>
            </w:r>
            <w:r w:rsidR="00717890" w:rsidRPr="00717890">
              <w:rPr>
                <w:b/>
                <w:bCs/>
                <w:szCs w:val="22"/>
              </w:rPr>
              <w:t>.</w:t>
            </w:r>
            <w:r w:rsidR="00867E3F">
              <w:rPr>
                <w:b/>
                <w:bCs/>
                <w:szCs w:val="22"/>
              </w:rPr>
              <w:t>11</w:t>
            </w:r>
          </w:p>
        </w:tc>
        <w:tc>
          <w:tcPr>
            <w:tcW w:w="180" w:type="dxa"/>
          </w:tcPr>
          <w:p w14:paraId="123243AA" w14:textId="77777777" w:rsidR="00063719" w:rsidRPr="00717890" w:rsidRDefault="00063719" w:rsidP="00063719">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left w:val="nil"/>
              <w:bottom w:val="single" w:sz="4" w:space="0" w:color="auto"/>
              <w:right w:val="nil"/>
            </w:tcBorders>
          </w:tcPr>
          <w:p w14:paraId="2D5A9655" w14:textId="533FF555" w:rsidR="00063719" w:rsidRPr="00717890" w:rsidRDefault="00717890" w:rsidP="00717890">
            <w:pPr>
              <w:pStyle w:val="acctfourfigures"/>
              <w:tabs>
                <w:tab w:val="clear" w:pos="765"/>
                <w:tab w:val="decimal" w:pos="731"/>
              </w:tabs>
              <w:spacing w:line="240" w:lineRule="exact"/>
              <w:ind w:left="-83" w:right="100" w:firstLine="4"/>
              <w:jc w:val="right"/>
              <w:rPr>
                <w:b/>
                <w:bCs/>
                <w:szCs w:val="22"/>
              </w:rPr>
            </w:pPr>
            <w:r w:rsidRPr="00717890">
              <w:rPr>
                <w:b/>
                <w:bCs/>
                <w:szCs w:val="22"/>
              </w:rPr>
              <w:t>62.8</w:t>
            </w:r>
            <w:r w:rsidR="00867E3F">
              <w:rPr>
                <w:b/>
                <w:bCs/>
                <w:szCs w:val="22"/>
              </w:rPr>
              <w:t>3</w:t>
            </w:r>
          </w:p>
        </w:tc>
        <w:tc>
          <w:tcPr>
            <w:tcW w:w="178" w:type="dxa"/>
          </w:tcPr>
          <w:p w14:paraId="0745F43E" w14:textId="77777777" w:rsidR="00063719" w:rsidRPr="00717890" w:rsidRDefault="00063719" w:rsidP="00063719">
            <w:pPr>
              <w:pStyle w:val="acctfourfigures"/>
              <w:tabs>
                <w:tab w:val="clear" w:pos="765"/>
                <w:tab w:val="decimal" w:pos="731"/>
              </w:tabs>
              <w:spacing w:line="240" w:lineRule="exact"/>
              <w:ind w:left="-79" w:right="-72"/>
              <w:rPr>
                <w:b/>
                <w:bCs/>
                <w:szCs w:val="22"/>
              </w:rPr>
            </w:pPr>
          </w:p>
        </w:tc>
        <w:tc>
          <w:tcPr>
            <w:tcW w:w="1082" w:type="dxa"/>
            <w:tcBorders>
              <w:top w:val="single" w:sz="4" w:space="0" w:color="auto"/>
              <w:left w:val="nil"/>
              <w:bottom w:val="single" w:sz="4" w:space="0" w:color="auto"/>
              <w:right w:val="nil"/>
            </w:tcBorders>
          </w:tcPr>
          <w:p w14:paraId="21B79095" w14:textId="576BF7D7" w:rsidR="00063719" w:rsidRPr="00717890" w:rsidRDefault="00717890" w:rsidP="001E3E12">
            <w:pPr>
              <w:pStyle w:val="acctfourfigures"/>
              <w:tabs>
                <w:tab w:val="clear" w:pos="765"/>
                <w:tab w:val="decimal" w:pos="701"/>
              </w:tabs>
              <w:spacing w:line="240" w:lineRule="exact"/>
              <w:ind w:left="-79" w:right="73"/>
              <w:jc w:val="right"/>
              <w:rPr>
                <w:b/>
                <w:bCs/>
                <w:szCs w:val="22"/>
              </w:rPr>
            </w:pPr>
            <w:r w:rsidRPr="00717890">
              <w:rPr>
                <w:b/>
                <w:bCs/>
                <w:szCs w:val="22"/>
              </w:rPr>
              <w:t>55.7</w:t>
            </w:r>
            <w:r>
              <w:rPr>
                <w:b/>
                <w:bCs/>
                <w:szCs w:val="22"/>
              </w:rPr>
              <w:t>5</w:t>
            </w:r>
          </w:p>
        </w:tc>
        <w:tc>
          <w:tcPr>
            <w:tcW w:w="180" w:type="dxa"/>
          </w:tcPr>
          <w:p w14:paraId="1A3259BE" w14:textId="77777777" w:rsidR="00063719" w:rsidRPr="00717890" w:rsidRDefault="00063719" w:rsidP="00063719">
            <w:pPr>
              <w:pStyle w:val="acctfourfigures"/>
              <w:spacing w:line="240" w:lineRule="exact"/>
              <w:rPr>
                <w:b/>
                <w:bCs/>
                <w:szCs w:val="22"/>
              </w:rPr>
            </w:pPr>
          </w:p>
        </w:tc>
        <w:tc>
          <w:tcPr>
            <w:tcW w:w="1225" w:type="dxa"/>
            <w:tcBorders>
              <w:top w:val="single" w:sz="2" w:space="0" w:color="auto"/>
              <w:left w:val="nil"/>
              <w:bottom w:val="single" w:sz="4" w:space="0" w:color="auto"/>
              <w:right w:val="nil"/>
            </w:tcBorders>
          </w:tcPr>
          <w:p w14:paraId="18A9934C" w14:textId="15C77053" w:rsidR="00063719" w:rsidRPr="00717890" w:rsidRDefault="001E3E12" w:rsidP="001E3E12">
            <w:pPr>
              <w:pStyle w:val="acctfourfigures"/>
              <w:tabs>
                <w:tab w:val="clear" w:pos="765"/>
                <w:tab w:val="decimal" w:pos="701"/>
              </w:tabs>
              <w:spacing w:line="240" w:lineRule="exact"/>
              <w:ind w:left="-79" w:right="160"/>
              <w:jc w:val="right"/>
              <w:rPr>
                <w:b/>
                <w:bCs/>
                <w:szCs w:val="22"/>
              </w:rPr>
            </w:pPr>
            <w:r w:rsidRPr="001E3E12">
              <w:rPr>
                <w:b/>
                <w:bCs/>
                <w:szCs w:val="22"/>
              </w:rPr>
              <w:t>37.92</w:t>
            </w:r>
          </w:p>
        </w:tc>
      </w:tr>
      <w:tr w:rsidR="00063719" w:rsidRPr="00717890" w14:paraId="20B42B67" w14:textId="77777777" w:rsidTr="00717890">
        <w:trPr>
          <w:cantSplit/>
        </w:trPr>
        <w:tc>
          <w:tcPr>
            <w:tcW w:w="3869" w:type="dxa"/>
          </w:tcPr>
          <w:p w14:paraId="4A5F89A9" w14:textId="77777777" w:rsidR="00063719" w:rsidRPr="00717890" w:rsidRDefault="00063719" w:rsidP="00D359B2">
            <w:pPr>
              <w:spacing w:line="240" w:lineRule="exact"/>
              <w:rPr>
                <w:b/>
                <w:bCs/>
                <w:szCs w:val="22"/>
              </w:rPr>
            </w:pPr>
          </w:p>
        </w:tc>
        <w:tc>
          <w:tcPr>
            <w:tcW w:w="1170" w:type="dxa"/>
            <w:tcBorders>
              <w:top w:val="single" w:sz="4" w:space="0" w:color="auto"/>
            </w:tcBorders>
          </w:tcPr>
          <w:p w14:paraId="4E30E38C" w14:textId="77777777" w:rsidR="00063719" w:rsidRPr="00717890" w:rsidRDefault="00063719" w:rsidP="00D359B2">
            <w:pPr>
              <w:pStyle w:val="acctfourfigures"/>
              <w:tabs>
                <w:tab w:val="clear" w:pos="765"/>
                <w:tab w:val="decimal" w:pos="465"/>
              </w:tabs>
              <w:spacing w:line="240" w:lineRule="exact"/>
              <w:ind w:left="-83" w:right="11" w:firstLine="4"/>
              <w:jc w:val="right"/>
              <w:rPr>
                <w:b/>
                <w:bCs/>
                <w:szCs w:val="22"/>
              </w:rPr>
            </w:pPr>
          </w:p>
        </w:tc>
        <w:tc>
          <w:tcPr>
            <w:tcW w:w="180" w:type="dxa"/>
          </w:tcPr>
          <w:p w14:paraId="449652D1" w14:textId="77777777" w:rsidR="00063719" w:rsidRPr="00717890" w:rsidRDefault="00063719" w:rsidP="00D359B2">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tcBorders>
          </w:tcPr>
          <w:p w14:paraId="55F3F76A" w14:textId="77777777" w:rsidR="00063719" w:rsidRPr="00717890" w:rsidRDefault="00063719" w:rsidP="00D359B2">
            <w:pPr>
              <w:pStyle w:val="acctfourfigures"/>
              <w:tabs>
                <w:tab w:val="clear" w:pos="765"/>
                <w:tab w:val="decimal" w:pos="731"/>
              </w:tabs>
              <w:spacing w:line="240" w:lineRule="exact"/>
              <w:ind w:left="-83" w:right="11" w:firstLine="4"/>
              <w:jc w:val="right"/>
              <w:rPr>
                <w:b/>
                <w:bCs/>
                <w:szCs w:val="22"/>
              </w:rPr>
            </w:pPr>
          </w:p>
        </w:tc>
        <w:tc>
          <w:tcPr>
            <w:tcW w:w="178" w:type="dxa"/>
          </w:tcPr>
          <w:p w14:paraId="0B676F09" w14:textId="77777777" w:rsidR="00063719" w:rsidRPr="00717890" w:rsidRDefault="00063719" w:rsidP="00D359B2">
            <w:pPr>
              <w:pStyle w:val="acctfourfigures"/>
              <w:tabs>
                <w:tab w:val="clear" w:pos="765"/>
                <w:tab w:val="decimal" w:pos="731"/>
              </w:tabs>
              <w:spacing w:line="240" w:lineRule="exact"/>
              <w:ind w:left="-79" w:right="-72"/>
              <w:rPr>
                <w:b/>
                <w:bCs/>
                <w:szCs w:val="22"/>
              </w:rPr>
            </w:pPr>
          </w:p>
        </w:tc>
        <w:tc>
          <w:tcPr>
            <w:tcW w:w="1082" w:type="dxa"/>
            <w:tcBorders>
              <w:top w:val="single" w:sz="4" w:space="0" w:color="auto"/>
            </w:tcBorders>
          </w:tcPr>
          <w:p w14:paraId="1A1B515D" w14:textId="77777777" w:rsidR="00063719" w:rsidRPr="00717890" w:rsidRDefault="00063719" w:rsidP="00D359B2">
            <w:pPr>
              <w:pStyle w:val="acctfourfigures"/>
              <w:tabs>
                <w:tab w:val="clear" w:pos="765"/>
                <w:tab w:val="decimal" w:pos="701"/>
              </w:tabs>
              <w:spacing w:line="240" w:lineRule="exact"/>
              <w:ind w:left="-79" w:right="66"/>
              <w:jc w:val="right"/>
              <w:rPr>
                <w:b/>
                <w:bCs/>
                <w:szCs w:val="22"/>
              </w:rPr>
            </w:pPr>
          </w:p>
        </w:tc>
        <w:tc>
          <w:tcPr>
            <w:tcW w:w="180" w:type="dxa"/>
          </w:tcPr>
          <w:p w14:paraId="250D0CE4" w14:textId="77777777" w:rsidR="00063719" w:rsidRPr="00717890" w:rsidRDefault="00063719" w:rsidP="00D359B2">
            <w:pPr>
              <w:pStyle w:val="acctfourfigures"/>
              <w:spacing w:line="240" w:lineRule="exact"/>
              <w:rPr>
                <w:b/>
                <w:bCs/>
                <w:szCs w:val="22"/>
              </w:rPr>
            </w:pPr>
          </w:p>
        </w:tc>
        <w:tc>
          <w:tcPr>
            <w:tcW w:w="1225" w:type="dxa"/>
            <w:tcBorders>
              <w:top w:val="single" w:sz="4" w:space="0" w:color="auto"/>
            </w:tcBorders>
          </w:tcPr>
          <w:p w14:paraId="00B451D6" w14:textId="77777777" w:rsidR="00063719" w:rsidRPr="00717890" w:rsidRDefault="00063719" w:rsidP="00D359B2">
            <w:pPr>
              <w:pStyle w:val="acctfourfigures"/>
              <w:tabs>
                <w:tab w:val="clear" w:pos="765"/>
                <w:tab w:val="decimal" w:pos="701"/>
              </w:tabs>
              <w:spacing w:line="240" w:lineRule="exact"/>
              <w:ind w:left="-79" w:right="66"/>
              <w:jc w:val="right"/>
              <w:rPr>
                <w:b/>
                <w:bCs/>
                <w:szCs w:val="22"/>
              </w:rPr>
            </w:pPr>
          </w:p>
        </w:tc>
      </w:tr>
      <w:tr w:rsidR="00063719" w:rsidRPr="00717890" w14:paraId="428AEA6C" w14:textId="77777777" w:rsidTr="00717890">
        <w:trPr>
          <w:cantSplit/>
        </w:trPr>
        <w:tc>
          <w:tcPr>
            <w:tcW w:w="3869" w:type="dxa"/>
          </w:tcPr>
          <w:p w14:paraId="0B8BB245" w14:textId="3CF96343" w:rsidR="00063719" w:rsidRPr="00717890" w:rsidRDefault="00063719" w:rsidP="00063719">
            <w:pPr>
              <w:spacing w:line="240" w:lineRule="exact"/>
              <w:rPr>
                <w:b/>
                <w:bCs/>
                <w:szCs w:val="22"/>
                <w:lang w:val="en-US" w:bidi="th-TH"/>
              </w:rPr>
            </w:pPr>
            <w:r w:rsidRPr="00717890">
              <w:rPr>
                <w:b/>
                <w:bCs/>
                <w:szCs w:val="22"/>
                <w:lang w:val="en-US" w:bidi="th-TH"/>
              </w:rPr>
              <w:t>Other receivables</w:t>
            </w:r>
          </w:p>
        </w:tc>
        <w:tc>
          <w:tcPr>
            <w:tcW w:w="1170" w:type="dxa"/>
            <w:tcBorders>
              <w:top w:val="nil"/>
              <w:left w:val="nil"/>
              <w:bottom w:val="single" w:sz="4" w:space="0" w:color="auto"/>
              <w:right w:val="nil"/>
            </w:tcBorders>
          </w:tcPr>
          <w:p w14:paraId="0942B200" w14:textId="38DF0DA7" w:rsidR="00063719" w:rsidRPr="00717890" w:rsidRDefault="00063719" w:rsidP="00717890">
            <w:pPr>
              <w:pStyle w:val="acctfourfigures"/>
              <w:tabs>
                <w:tab w:val="clear" w:pos="765"/>
                <w:tab w:val="decimal" w:pos="465"/>
              </w:tabs>
              <w:spacing w:line="240" w:lineRule="exact"/>
              <w:ind w:left="-83" w:right="100" w:firstLine="4"/>
              <w:jc w:val="right"/>
              <w:rPr>
                <w:b/>
                <w:bCs/>
                <w:szCs w:val="22"/>
              </w:rPr>
            </w:pPr>
            <w:r w:rsidRPr="00717890">
              <w:rPr>
                <w:b/>
                <w:bCs/>
                <w:szCs w:val="22"/>
                <w:lang w:val="en-US" w:bidi="th-TH"/>
              </w:rPr>
              <w:t>9</w:t>
            </w:r>
            <w:r w:rsidR="00717890" w:rsidRPr="00717890">
              <w:rPr>
                <w:b/>
                <w:bCs/>
                <w:szCs w:val="22"/>
                <w:lang w:val="en-US" w:bidi="th-TH"/>
              </w:rPr>
              <w:t>3.</w:t>
            </w:r>
            <w:r w:rsidRPr="00717890">
              <w:rPr>
                <w:b/>
                <w:bCs/>
                <w:szCs w:val="22"/>
                <w:lang w:val="en-US" w:bidi="th-TH"/>
              </w:rPr>
              <w:t>4</w:t>
            </w:r>
            <w:r w:rsidR="00717890" w:rsidRPr="00717890">
              <w:rPr>
                <w:b/>
                <w:bCs/>
                <w:szCs w:val="22"/>
                <w:lang w:val="en-US" w:bidi="th-TH"/>
              </w:rPr>
              <w:t>1</w:t>
            </w:r>
          </w:p>
        </w:tc>
        <w:tc>
          <w:tcPr>
            <w:tcW w:w="180" w:type="dxa"/>
          </w:tcPr>
          <w:p w14:paraId="5EB34E90" w14:textId="77777777" w:rsidR="00063719" w:rsidRPr="00717890" w:rsidRDefault="00063719" w:rsidP="00063719">
            <w:pPr>
              <w:pStyle w:val="acctfourfigures"/>
              <w:tabs>
                <w:tab w:val="clear" w:pos="765"/>
                <w:tab w:val="decimal" w:pos="731"/>
              </w:tabs>
              <w:spacing w:line="240" w:lineRule="exact"/>
              <w:ind w:left="-83" w:right="11" w:firstLine="4"/>
              <w:rPr>
                <w:b/>
                <w:bCs/>
                <w:szCs w:val="22"/>
              </w:rPr>
            </w:pPr>
          </w:p>
        </w:tc>
        <w:tc>
          <w:tcPr>
            <w:tcW w:w="1260" w:type="dxa"/>
            <w:tcBorders>
              <w:top w:val="nil"/>
              <w:left w:val="nil"/>
              <w:bottom w:val="single" w:sz="4" w:space="0" w:color="auto"/>
              <w:right w:val="nil"/>
            </w:tcBorders>
          </w:tcPr>
          <w:p w14:paraId="1FD9DCBB" w14:textId="1C4B53EF" w:rsidR="00063719" w:rsidRPr="00717890" w:rsidRDefault="00717890" w:rsidP="00717890">
            <w:pPr>
              <w:pStyle w:val="acctfourfigures"/>
              <w:tabs>
                <w:tab w:val="clear" w:pos="765"/>
                <w:tab w:val="decimal" w:pos="731"/>
              </w:tabs>
              <w:spacing w:line="240" w:lineRule="exact"/>
              <w:ind w:left="-83" w:right="100" w:firstLine="4"/>
              <w:jc w:val="right"/>
              <w:rPr>
                <w:b/>
                <w:bCs/>
                <w:szCs w:val="22"/>
              </w:rPr>
            </w:pPr>
            <w:r w:rsidRPr="00717890">
              <w:rPr>
                <w:b/>
                <w:bCs/>
                <w:szCs w:val="22"/>
              </w:rPr>
              <w:t>101.73</w:t>
            </w:r>
          </w:p>
        </w:tc>
        <w:tc>
          <w:tcPr>
            <w:tcW w:w="178" w:type="dxa"/>
          </w:tcPr>
          <w:p w14:paraId="03F5B36D" w14:textId="77777777" w:rsidR="00063719" w:rsidRPr="00717890" w:rsidRDefault="00063719" w:rsidP="00063719">
            <w:pPr>
              <w:pStyle w:val="acctfourfigures"/>
              <w:tabs>
                <w:tab w:val="clear" w:pos="765"/>
                <w:tab w:val="decimal" w:pos="731"/>
              </w:tabs>
              <w:spacing w:line="240" w:lineRule="exact"/>
              <w:ind w:left="-79" w:right="-72"/>
              <w:rPr>
                <w:b/>
                <w:bCs/>
                <w:szCs w:val="22"/>
              </w:rPr>
            </w:pPr>
          </w:p>
        </w:tc>
        <w:tc>
          <w:tcPr>
            <w:tcW w:w="1082" w:type="dxa"/>
            <w:tcBorders>
              <w:top w:val="nil"/>
              <w:left w:val="nil"/>
              <w:bottom w:val="single" w:sz="4" w:space="0" w:color="auto"/>
              <w:right w:val="nil"/>
            </w:tcBorders>
          </w:tcPr>
          <w:p w14:paraId="03F106A3" w14:textId="1D346B54" w:rsidR="00063719" w:rsidRPr="00717890" w:rsidRDefault="00063719" w:rsidP="001E3E12">
            <w:pPr>
              <w:pStyle w:val="acctfourfigures"/>
              <w:tabs>
                <w:tab w:val="clear" w:pos="765"/>
                <w:tab w:val="decimal" w:pos="701"/>
              </w:tabs>
              <w:spacing w:line="240" w:lineRule="exact"/>
              <w:ind w:left="-79" w:right="73"/>
              <w:jc w:val="right"/>
              <w:rPr>
                <w:b/>
                <w:bCs/>
                <w:szCs w:val="22"/>
              </w:rPr>
            </w:pPr>
            <w:r w:rsidRPr="00717890">
              <w:rPr>
                <w:b/>
                <w:bCs/>
                <w:szCs w:val="22"/>
              </w:rPr>
              <w:t>32</w:t>
            </w:r>
            <w:r w:rsidR="00717890">
              <w:rPr>
                <w:b/>
                <w:bCs/>
                <w:szCs w:val="22"/>
              </w:rPr>
              <w:t>.16</w:t>
            </w:r>
          </w:p>
        </w:tc>
        <w:tc>
          <w:tcPr>
            <w:tcW w:w="180" w:type="dxa"/>
          </w:tcPr>
          <w:p w14:paraId="50984ADE" w14:textId="77777777" w:rsidR="00063719" w:rsidRPr="00717890" w:rsidRDefault="00063719" w:rsidP="00063719">
            <w:pPr>
              <w:pStyle w:val="acctfourfigures"/>
              <w:spacing w:line="240" w:lineRule="exact"/>
              <w:rPr>
                <w:b/>
                <w:bCs/>
                <w:szCs w:val="22"/>
              </w:rPr>
            </w:pPr>
          </w:p>
        </w:tc>
        <w:tc>
          <w:tcPr>
            <w:tcW w:w="1225" w:type="dxa"/>
            <w:tcBorders>
              <w:top w:val="nil"/>
              <w:left w:val="nil"/>
              <w:bottom w:val="single" w:sz="4" w:space="0" w:color="auto"/>
              <w:right w:val="nil"/>
            </w:tcBorders>
          </w:tcPr>
          <w:p w14:paraId="7D7D1491" w14:textId="554201DE" w:rsidR="00063719" w:rsidRPr="00717890" w:rsidRDefault="001E3E12" w:rsidP="001E3E12">
            <w:pPr>
              <w:pStyle w:val="acctfourfigures"/>
              <w:tabs>
                <w:tab w:val="clear" w:pos="765"/>
                <w:tab w:val="decimal" w:pos="701"/>
              </w:tabs>
              <w:spacing w:line="240" w:lineRule="exact"/>
              <w:ind w:left="-79" w:right="160"/>
              <w:jc w:val="right"/>
              <w:rPr>
                <w:b/>
                <w:bCs/>
                <w:szCs w:val="22"/>
              </w:rPr>
            </w:pPr>
            <w:r w:rsidRPr="001E3E12">
              <w:rPr>
                <w:b/>
                <w:bCs/>
                <w:szCs w:val="22"/>
              </w:rPr>
              <w:t>75.82</w:t>
            </w:r>
          </w:p>
        </w:tc>
      </w:tr>
      <w:tr w:rsidR="00717890" w:rsidRPr="00717890" w14:paraId="4D3EB070" w14:textId="77777777" w:rsidTr="00717890">
        <w:trPr>
          <w:cantSplit/>
        </w:trPr>
        <w:tc>
          <w:tcPr>
            <w:tcW w:w="3869" w:type="dxa"/>
          </w:tcPr>
          <w:p w14:paraId="6FEDF22F" w14:textId="0B60577E" w:rsidR="00717890" w:rsidRPr="00717890" w:rsidRDefault="001E3E12" w:rsidP="00063719">
            <w:pPr>
              <w:spacing w:line="240" w:lineRule="exact"/>
              <w:rPr>
                <w:b/>
                <w:bCs/>
                <w:szCs w:val="22"/>
                <w:lang w:val="en-US" w:bidi="th-TH"/>
              </w:rPr>
            </w:pPr>
            <w:r>
              <w:rPr>
                <w:b/>
                <w:bCs/>
                <w:szCs w:val="22"/>
                <w:lang w:val="en-US" w:bidi="th-TH"/>
              </w:rPr>
              <w:t>Total</w:t>
            </w:r>
          </w:p>
        </w:tc>
        <w:tc>
          <w:tcPr>
            <w:tcW w:w="1170" w:type="dxa"/>
            <w:tcBorders>
              <w:left w:val="nil"/>
              <w:bottom w:val="double" w:sz="4" w:space="0" w:color="auto"/>
              <w:right w:val="nil"/>
            </w:tcBorders>
          </w:tcPr>
          <w:p w14:paraId="1670D7FC" w14:textId="64D45E11" w:rsidR="00717890" w:rsidRPr="00717890" w:rsidRDefault="001E3E12" w:rsidP="00717890">
            <w:pPr>
              <w:pStyle w:val="acctfourfigures"/>
              <w:tabs>
                <w:tab w:val="clear" w:pos="765"/>
                <w:tab w:val="decimal" w:pos="465"/>
              </w:tabs>
              <w:spacing w:line="240" w:lineRule="exact"/>
              <w:ind w:left="-83" w:right="100" w:firstLine="4"/>
              <w:jc w:val="right"/>
              <w:rPr>
                <w:b/>
                <w:bCs/>
                <w:szCs w:val="22"/>
                <w:lang w:val="en-US" w:bidi="th-TH"/>
              </w:rPr>
            </w:pPr>
            <w:r w:rsidRPr="001E3E12">
              <w:rPr>
                <w:b/>
                <w:bCs/>
                <w:szCs w:val="22"/>
                <w:lang w:val="en-US" w:bidi="th-TH"/>
              </w:rPr>
              <w:t>181.5</w:t>
            </w:r>
            <w:r w:rsidR="00867E3F">
              <w:rPr>
                <w:b/>
                <w:bCs/>
                <w:szCs w:val="22"/>
                <w:lang w:val="en-US" w:bidi="th-TH"/>
              </w:rPr>
              <w:t>2</w:t>
            </w:r>
          </w:p>
        </w:tc>
        <w:tc>
          <w:tcPr>
            <w:tcW w:w="180" w:type="dxa"/>
          </w:tcPr>
          <w:p w14:paraId="021A8909" w14:textId="77777777" w:rsidR="00717890" w:rsidRPr="001E3E12" w:rsidRDefault="00717890" w:rsidP="00063719">
            <w:pPr>
              <w:pStyle w:val="acctfourfigures"/>
              <w:tabs>
                <w:tab w:val="clear" w:pos="765"/>
                <w:tab w:val="decimal" w:pos="731"/>
              </w:tabs>
              <w:spacing w:line="240" w:lineRule="exact"/>
              <w:ind w:left="-83" w:right="11" w:firstLine="4"/>
              <w:rPr>
                <w:b/>
                <w:bCs/>
                <w:szCs w:val="22"/>
                <w:lang w:val="en-US" w:bidi="th-TH"/>
              </w:rPr>
            </w:pPr>
          </w:p>
        </w:tc>
        <w:tc>
          <w:tcPr>
            <w:tcW w:w="1260" w:type="dxa"/>
            <w:tcBorders>
              <w:left w:val="nil"/>
              <w:bottom w:val="double" w:sz="4" w:space="0" w:color="auto"/>
              <w:right w:val="nil"/>
            </w:tcBorders>
          </w:tcPr>
          <w:p w14:paraId="4F07D15F" w14:textId="2370B5BF" w:rsidR="00717890" w:rsidRPr="001E3E12" w:rsidRDefault="001E3E12" w:rsidP="00717890">
            <w:pPr>
              <w:pStyle w:val="acctfourfigures"/>
              <w:tabs>
                <w:tab w:val="clear" w:pos="765"/>
                <w:tab w:val="decimal" w:pos="731"/>
              </w:tabs>
              <w:spacing w:line="240" w:lineRule="exact"/>
              <w:ind w:left="-83" w:right="100" w:firstLine="4"/>
              <w:jc w:val="right"/>
              <w:rPr>
                <w:b/>
                <w:bCs/>
                <w:szCs w:val="22"/>
                <w:lang w:val="en-US" w:bidi="th-TH"/>
              </w:rPr>
            </w:pPr>
            <w:r w:rsidRPr="001E3E12">
              <w:rPr>
                <w:b/>
                <w:bCs/>
                <w:szCs w:val="22"/>
                <w:lang w:val="en-US" w:bidi="th-TH"/>
              </w:rPr>
              <w:t>164.5</w:t>
            </w:r>
            <w:r w:rsidR="00867E3F">
              <w:rPr>
                <w:b/>
                <w:bCs/>
                <w:szCs w:val="22"/>
                <w:lang w:val="en-US" w:bidi="th-TH"/>
              </w:rPr>
              <w:t>6</w:t>
            </w:r>
          </w:p>
        </w:tc>
        <w:tc>
          <w:tcPr>
            <w:tcW w:w="178" w:type="dxa"/>
          </w:tcPr>
          <w:p w14:paraId="79F7FEB4" w14:textId="77777777" w:rsidR="00717890" w:rsidRPr="001E3E12" w:rsidRDefault="00717890" w:rsidP="00063719">
            <w:pPr>
              <w:pStyle w:val="acctfourfigures"/>
              <w:tabs>
                <w:tab w:val="clear" w:pos="765"/>
                <w:tab w:val="decimal" w:pos="731"/>
              </w:tabs>
              <w:spacing w:line="240" w:lineRule="exact"/>
              <w:ind w:left="-79" w:right="-72"/>
              <w:rPr>
                <w:b/>
                <w:bCs/>
                <w:szCs w:val="22"/>
                <w:lang w:val="en-US" w:bidi="th-TH"/>
              </w:rPr>
            </w:pPr>
          </w:p>
        </w:tc>
        <w:tc>
          <w:tcPr>
            <w:tcW w:w="1082" w:type="dxa"/>
            <w:tcBorders>
              <w:left w:val="nil"/>
              <w:bottom w:val="double" w:sz="4" w:space="0" w:color="auto"/>
              <w:right w:val="nil"/>
            </w:tcBorders>
          </w:tcPr>
          <w:p w14:paraId="39F34464" w14:textId="358D25B0" w:rsidR="00717890" w:rsidRPr="001E3E12" w:rsidRDefault="001E3E12" w:rsidP="00063719">
            <w:pPr>
              <w:pStyle w:val="acctfourfigures"/>
              <w:tabs>
                <w:tab w:val="clear" w:pos="765"/>
                <w:tab w:val="decimal" w:pos="701"/>
              </w:tabs>
              <w:spacing w:line="240" w:lineRule="exact"/>
              <w:ind w:left="-79" w:right="66"/>
              <w:jc w:val="right"/>
              <w:rPr>
                <w:b/>
                <w:bCs/>
                <w:szCs w:val="22"/>
                <w:lang w:val="en-US" w:bidi="th-TH"/>
              </w:rPr>
            </w:pPr>
            <w:r w:rsidRPr="001E3E12">
              <w:rPr>
                <w:b/>
                <w:bCs/>
                <w:szCs w:val="22"/>
                <w:lang w:val="en-US" w:bidi="th-TH"/>
              </w:rPr>
              <w:t>87.91</w:t>
            </w:r>
          </w:p>
        </w:tc>
        <w:tc>
          <w:tcPr>
            <w:tcW w:w="180" w:type="dxa"/>
          </w:tcPr>
          <w:p w14:paraId="449373B0" w14:textId="77777777" w:rsidR="00717890" w:rsidRPr="001E3E12" w:rsidRDefault="00717890" w:rsidP="00063719">
            <w:pPr>
              <w:pStyle w:val="acctfourfigures"/>
              <w:spacing w:line="240" w:lineRule="exact"/>
              <w:rPr>
                <w:b/>
                <w:bCs/>
                <w:szCs w:val="22"/>
                <w:lang w:val="en-US" w:bidi="th-TH"/>
              </w:rPr>
            </w:pPr>
          </w:p>
        </w:tc>
        <w:tc>
          <w:tcPr>
            <w:tcW w:w="1225" w:type="dxa"/>
            <w:tcBorders>
              <w:left w:val="nil"/>
              <w:bottom w:val="double" w:sz="4" w:space="0" w:color="auto"/>
              <w:right w:val="nil"/>
            </w:tcBorders>
          </w:tcPr>
          <w:p w14:paraId="67CA0C17" w14:textId="6798DA6C" w:rsidR="00717890" w:rsidRPr="001E3E12" w:rsidRDefault="001E3E12" w:rsidP="001E3E12">
            <w:pPr>
              <w:pStyle w:val="acctfourfigures"/>
              <w:tabs>
                <w:tab w:val="clear" w:pos="765"/>
                <w:tab w:val="decimal" w:pos="701"/>
              </w:tabs>
              <w:spacing w:line="240" w:lineRule="exact"/>
              <w:ind w:left="-79" w:right="160"/>
              <w:jc w:val="right"/>
              <w:rPr>
                <w:b/>
                <w:bCs/>
                <w:szCs w:val="22"/>
                <w:lang w:val="en-US" w:bidi="th-TH"/>
              </w:rPr>
            </w:pPr>
            <w:r w:rsidRPr="001E3E12">
              <w:rPr>
                <w:b/>
                <w:bCs/>
                <w:szCs w:val="22"/>
                <w:lang w:val="en-US" w:bidi="th-TH"/>
              </w:rPr>
              <w:t>113.</w:t>
            </w:r>
            <w:r w:rsidRPr="001E3E12">
              <w:rPr>
                <w:b/>
                <w:bCs/>
                <w:szCs w:val="22"/>
              </w:rPr>
              <w:t>74</w:t>
            </w:r>
          </w:p>
        </w:tc>
      </w:tr>
    </w:tbl>
    <w:p w14:paraId="7A7F78D6" w14:textId="4D23CC77" w:rsidR="00772AA8" w:rsidRPr="00472F61" w:rsidRDefault="00772AA8" w:rsidP="000752DE">
      <w:pPr>
        <w:tabs>
          <w:tab w:val="left" w:pos="540"/>
        </w:tabs>
        <w:spacing w:line="240" w:lineRule="auto"/>
        <w:rPr>
          <w:b/>
          <w:bCs/>
          <w:szCs w:val="22"/>
          <w:highlight w:val="cyan"/>
          <w:lang w:val="th-TH" w:bidi="th-TH"/>
        </w:rPr>
      </w:pPr>
    </w:p>
    <w:tbl>
      <w:tblPr>
        <w:tblW w:w="9089" w:type="dxa"/>
        <w:tblInd w:w="451" w:type="dxa"/>
        <w:tblLayout w:type="fixed"/>
        <w:tblCellMar>
          <w:left w:w="79" w:type="dxa"/>
          <w:right w:w="79" w:type="dxa"/>
        </w:tblCellMar>
        <w:tblLook w:val="0000" w:firstRow="0" w:lastRow="0" w:firstColumn="0" w:lastColumn="0" w:noHBand="0" w:noVBand="0"/>
      </w:tblPr>
      <w:tblGrid>
        <w:gridCol w:w="4494"/>
        <w:gridCol w:w="987"/>
        <w:gridCol w:w="183"/>
        <w:gridCol w:w="987"/>
        <w:gridCol w:w="183"/>
        <w:gridCol w:w="987"/>
        <w:gridCol w:w="183"/>
        <w:gridCol w:w="1085"/>
      </w:tblGrid>
      <w:tr w:rsidR="00464D36" w:rsidRPr="00472F61" w14:paraId="303DBDBB" w14:textId="77777777" w:rsidTr="00B74934">
        <w:trPr>
          <w:cantSplit/>
          <w:tblHeader/>
        </w:trPr>
        <w:tc>
          <w:tcPr>
            <w:tcW w:w="4494" w:type="dxa"/>
            <w:shd w:val="clear" w:color="auto" w:fill="auto"/>
            <w:vAlign w:val="bottom"/>
          </w:tcPr>
          <w:p w14:paraId="35EC02F4" w14:textId="45F6C7C9" w:rsidR="00464D36" w:rsidRPr="00472F61" w:rsidRDefault="00464D36" w:rsidP="00D359B2">
            <w:pPr>
              <w:pStyle w:val="acctfourfigures"/>
              <w:shd w:val="clear" w:color="auto" w:fill="FFFFFF"/>
              <w:tabs>
                <w:tab w:val="clear" w:pos="765"/>
              </w:tabs>
              <w:spacing w:line="240" w:lineRule="auto"/>
              <w:rPr>
                <w:b/>
                <w:bCs/>
                <w:i/>
                <w:iCs/>
                <w:szCs w:val="22"/>
              </w:rPr>
            </w:pPr>
            <w:r w:rsidRPr="00472F61">
              <w:rPr>
                <w:b/>
                <w:bCs/>
                <w:i/>
                <w:iCs/>
                <w:szCs w:val="22"/>
              </w:rPr>
              <w:t>Expected credit loss</w:t>
            </w:r>
            <w:r w:rsidRPr="00472F61" w:rsidDel="00043D87">
              <w:rPr>
                <w:b/>
                <w:bCs/>
                <w:i/>
                <w:iCs/>
                <w:szCs w:val="22"/>
              </w:rPr>
              <w:t xml:space="preserve"> </w:t>
            </w:r>
          </w:p>
        </w:tc>
        <w:tc>
          <w:tcPr>
            <w:tcW w:w="2157" w:type="dxa"/>
            <w:gridSpan w:val="3"/>
            <w:vAlign w:val="bottom"/>
          </w:tcPr>
          <w:p w14:paraId="3A3A1BCA" w14:textId="77777777" w:rsidR="00464D36" w:rsidRPr="00472F61" w:rsidRDefault="00464D36" w:rsidP="00D359B2">
            <w:pPr>
              <w:pStyle w:val="acctmergecolhdg"/>
              <w:spacing w:line="240" w:lineRule="auto"/>
              <w:ind w:left="105" w:firstLine="4"/>
              <w:rPr>
                <w:szCs w:val="22"/>
              </w:rPr>
            </w:pPr>
            <w:r w:rsidRPr="00472F61">
              <w:rPr>
                <w:szCs w:val="22"/>
              </w:rPr>
              <w:t xml:space="preserve">Consolidated </w:t>
            </w:r>
          </w:p>
          <w:p w14:paraId="6248E35B" w14:textId="33884CFE" w:rsidR="00464D36" w:rsidRPr="00472F61" w:rsidRDefault="00464D36" w:rsidP="00D359B2">
            <w:pPr>
              <w:pStyle w:val="acctmergecolhdg"/>
              <w:spacing w:line="240" w:lineRule="auto"/>
              <w:ind w:left="105" w:firstLine="4"/>
              <w:rPr>
                <w:b w:val="0"/>
                <w:bCs/>
                <w:szCs w:val="22"/>
              </w:rPr>
            </w:pPr>
            <w:r w:rsidRPr="00472F61">
              <w:rPr>
                <w:szCs w:val="22"/>
              </w:rPr>
              <w:t>financial statements</w:t>
            </w:r>
          </w:p>
        </w:tc>
        <w:tc>
          <w:tcPr>
            <w:tcW w:w="183" w:type="dxa"/>
          </w:tcPr>
          <w:p w14:paraId="21470522" w14:textId="77777777" w:rsidR="00464D36" w:rsidRPr="00472F61" w:rsidRDefault="00464D36" w:rsidP="00D359B2">
            <w:pPr>
              <w:pStyle w:val="acctmergecolhdg"/>
              <w:spacing w:line="240" w:lineRule="auto"/>
              <w:ind w:left="105" w:right="-79" w:firstLine="4"/>
              <w:rPr>
                <w:b w:val="0"/>
                <w:bCs/>
                <w:szCs w:val="22"/>
              </w:rPr>
            </w:pPr>
          </w:p>
        </w:tc>
        <w:tc>
          <w:tcPr>
            <w:tcW w:w="2255" w:type="dxa"/>
            <w:gridSpan w:val="3"/>
            <w:vAlign w:val="bottom"/>
          </w:tcPr>
          <w:p w14:paraId="3C9CB27B" w14:textId="77777777" w:rsidR="00464D36" w:rsidRPr="00472F61" w:rsidRDefault="00464D36" w:rsidP="00D359B2">
            <w:pPr>
              <w:pStyle w:val="acctmergecolhdg"/>
              <w:spacing w:line="240" w:lineRule="auto"/>
              <w:ind w:left="105" w:right="-79" w:firstLine="4"/>
              <w:rPr>
                <w:szCs w:val="22"/>
              </w:rPr>
            </w:pPr>
            <w:r w:rsidRPr="00472F61">
              <w:rPr>
                <w:szCs w:val="22"/>
              </w:rPr>
              <w:t xml:space="preserve">Separate </w:t>
            </w:r>
          </w:p>
          <w:p w14:paraId="6277FD4F" w14:textId="05119DA3" w:rsidR="00464D36" w:rsidRPr="00472F61" w:rsidRDefault="00464D36" w:rsidP="00D359B2">
            <w:pPr>
              <w:pStyle w:val="acctmergecolhdg"/>
              <w:spacing w:line="240" w:lineRule="auto"/>
              <w:ind w:left="105" w:right="-79" w:firstLine="4"/>
              <w:rPr>
                <w:b w:val="0"/>
                <w:bCs/>
                <w:szCs w:val="22"/>
              </w:rPr>
            </w:pPr>
            <w:r w:rsidRPr="00472F61">
              <w:rPr>
                <w:szCs w:val="22"/>
              </w:rPr>
              <w:t>financial statements</w:t>
            </w:r>
          </w:p>
        </w:tc>
      </w:tr>
      <w:tr w:rsidR="00464D36" w:rsidRPr="00472F61" w14:paraId="39E34997" w14:textId="77777777" w:rsidTr="00B74934">
        <w:trPr>
          <w:cantSplit/>
          <w:tblHeader/>
        </w:trPr>
        <w:tc>
          <w:tcPr>
            <w:tcW w:w="4494" w:type="dxa"/>
            <w:shd w:val="clear" w:color="auto" w:fill="auto"/>
            <w:vAlign w:val="bottom"/>
          </w:tcPr>
          <w:p w14:paraId="4BA47657" w14:textId="4579EEB9" w:rsidR="00464D36" w:rsidRPr="00B74934" w:rsidRDefault="00B74934" w:rsidP="00D359B2">
            <w:pPr>
              <w:pStyle w:val="acctfourfigures"/>
              <w:shd w:val="clear" w:color="auto" w:fill="FFFFFF"/>
              <w:tabs>
                <w:tab w:val="clear" w:pos="765"/>
              </w:tabs>
              <w:spacing w:line="240" w:lineRule="auto"/>
              <w:rPr>
                <w:b/>
                <w:bCs/>
                <w:i/>
                <w:iCs/>
                <w:color w:val="0000FF"/>
                <w:szCs w:val="22"/>
              </w:rPr>
            </w:pPr>
            <w:r w:rsidRPr="00B74934">
              <w:rPr>
                <w:b/>
                <w:bCs/>
                <w:i/>
                <w:iCs/>
                <w:szCs w:val="22"/>
              </w:rPr>
              <w:t xml:space="preserve">For the </w:t>
            </w:r>
            <w:r>
              <w:rPr>
                <w:b/>
                <w:bCs/>
                <w:i/>
                <w:iCs/>
                <w:szCs w:val="22"/>
              </w:rPr>
              <w:t>three</w:t>
            </w:r>
            <w:r w:rsidRPr="00B74934">
              <w:rPr>
                <w:b/>
                <w:bCs/>
                <w:i/>
                <w:iCs/>
                <w:szCs w:val="22"/>
              </w:rPr>
              <w:t>-month period ended 3</w:t>
            </w:r>
            <w:r>
              <w:rPr>
                <w:b/>
                <w:bCs/>
                <w:i/>
                <w:iCs/>
                <w:szCs w:val="22"/>
              </w:rPr>
              <w:t>1</w:t>
            </w:r>
            <w:r w:rsidRPr="00B74934">
              <w:rPr>
                <w:b/>
                <w:bCs/>
                <w:i/>
                <w:iCs/>
                <w:szCs w:val="22"/>
              </w:rPr>
              <w:t xml:space="preserve"> </w:t>
            </w:r>
            <w:r>
              <w:rPr>
                <w:b/>
                <w:bCs/>
                <w:i/>
                <w:iCs/>
                <w:szCs w:val="22"/>
              </w:rPr>
              <w:t>March</w:t>
            </w:r>
          </w:p>
        </w:tc>
        <w:tc>
          <w:tcPr>
            <w:tcW w:w="987" w:type="dxa"/>
            <w:vAlign w:val="bottom"/>
          </w:tcPr>
          <w:p w14:paraId="7F5CC56A" w14:textId="77777777" w:rsidR="00464D36" w:rsidRPr="00472F61" w:rsidRDefault="00464D36" w:rsidP="00D359B2">
            <w:pPr>
              <w:pStyle w:val="acctmergecolhdg"/>
              <w:spacing w:line="240" w:lineRule="auto"/>
              <w:ind w:left="-83" w:right="-79" w:firstLine="4"/>
              <w:rPr>
                <w:b w:val="0"/>
                <w:bCs/>
                <w:szCs w:val="22"/>
              </w:rPr>
            </w:pPr>
            <w:r w:rsidRPr="00472F61">
              <w:rPr>
                <w:b w:val="0"/>
                <w:bCs/>
                <w:szCs w:val="22"/>
              </w:rPr>
              <w:t>2021</w:t>
            </w:r>
          </w:p>
        </w:tc>
        <w:tc>
          <w:tcPr>
            <w:tcW w:w="183" w:type="dxa"/>
            <w:vAlign w:val="bottom"/>
          </w:tcPr>
          <w:p w14:paraId="250E5D3C" w14:textId="77777777" w:rsidR="00464D36" w:rsidRPr="00472F61" w:rsidRDefault="00464D36" w:rsidP="00D359B2">
            <w:pPr>
              <w:pStyle w:val="acctmergecolhdg"/>
              <w:spacing w:line="240" w:lineRule="auto"/>
              <w:ind w:left="-83" w:firstLine="4"/>
              <w:rPr>
                <w:b w:val="0"/>
                <w:bCs/>
                <w:szCs w:val="22"/>
              </w:rPr>
            </w:pPr>
          </w:p>
        </w:tc>
        <w:tc>
          <w:tcPr>
            <w:tcW w:w="987" w:type="dxa"/>
            <w:vAlign w:val="bottom"/>
          </w:tcPr>
          <w:p w14:paraId="331B85AA" w14:textId="77777777" w:rsidR="00464D36" w:rsidRPr="00472F61" w:rsidRDefault="00464D36" w:rsidP="00D359B2">
            <w:pPr>
              <w:pStyle w:val="acctmergecolhdg"/>
              <w:spacing w:line="240" w:lineRule="auto"/>
              <w:ind w:left="-83" w:firstLine="4"/>
              <w:rPr>
                <w:b w:val="0"/>
                <w:bCs/>
                <w:szCs w:val="22"/>
              </w:rPr>
            </w:pPr>
            <w:r w:rsidRPr="00472F61">
              <w:rPr>
                <w:b w:val="0"/>
                <w:bCs/>
                <w:szCs w:val="22"/>
              </w:rPr>
              <w:t>2020</w:t>
            </w:r>
          </w:p>
        </w:tc>
        <w:tc>
          <w:tcPr>
            <w:tcW w:w="183" w:type="dxa"/>
            <w:vAlign w:val="bottom"/>
          </w:tcPr>
          <w:p w14:paraId="41E38D72" w14:textId="77777777" w:rsidR="00464D36" w:rsidRPr="00472F61" w:rsidRDefault="00464D36" w:rsidP="00D359B2">
            <w:pPr>
              <w:pStyle w:val="acctmergecolhdg"/>
              <w:spacing w:line="240" w:lineRule="auto"/>
              <w:ind w:left="-83" w:right="-79" w:firstLine="4"/>
              <w:rPr>
                <w:b w:val="0"/>
                <w:bCs/>
                <w:szCs w:val="22"/>
              </w:rPr>
            </w:pPr>
          </w:p>
        </w:tc>
        <w:tc>
          <w:tcPr>
            <w:tcW w:w="987" w:type="dxa"/>
            <w:vAlign w:val="bottom"/>
          </w:tcPr>
          <w:p w14:paraId="51B61B37" w14:textId="77777777" w:rsidR="00464D36" w:rsidRPr="00472F61" w:rsidRDefault="00464D36" w:rsidP="00D359B2">
            <w:pPr>
              <w:pStyle w:val="acctmergecolhdg"/>
              <w:spacing w:line="240" w:lineRule="auto"/>
              <w:ind w:left="-83" w:right="-79" w:firstLine="4"/>
              <w:rPr>
                <w:b w:val="0"/>
                <w:bCs/>
                <w:szCs w:val="22"/>
              </w:rPr>
            </w:pPr>
            <w:r w:rsidRPr="00472F61">
              <w:rPr>
                <w:b w:val="0"/>
                <w:bCs/>
                <w:szCs w:val="22"/>
              </w:rPr>
              <w:t>2021</w:t>
            </w:r>
          </w:p>
        </w:tc>
        <w:tc>
          <w:tcPr>
            <w:tcW w:w="183" w:type="dxa"/>
            <w:vAlign w:val="bottom"/>
          </w:tcPr>
          <w:p w14:paraId="523EEDC9" w14:textId="77777777" w:rsidR="00464D36" w:rsidRPr="00472F61" w:rsidRDefault="00464D36" w:rsidP="00D359B2">
            <w:pPr>
              <w:pStyle w:val="acctmergecolhdg"/>
              <w:spacing w:line="240" w:lineRule="auto"/>
              <w:rPr>
                <w:b w:val="0"/>
                <w:bCs/>
                <w:szCs w:val="22"/>
              </w:rPr>
            </w:pPr>
          </w:p>
        </w:tc>
        <w:tc>
          <w:tcPr>
            <w:tcW w:w="1085" w:type="dxa"/>
            <w:vAlign w:val="bottom"/>
          </w:tcPr>
          <w:p w14:paraId="53352BEF" w14:textId="77777777" w:rsidR="00464D36" w:rsidRPr="00472F61" w:rsidRDefault="00464D36" w:rsidP="00D359B2">
            <w:pPr>
              <w:pStyle w:val="acctmergecolhdg"/>
              <w:spacing w:line="240" w:lineRule="auto"/>
              <w:ind w:left="-83" w:right="-79" w:firstLine="4"/>
              <w:rPr>
                <w:b w:val="0"/>
                <w:bCs/>
                <w:szCs w:val="22"/>
              </w:rPr>
            </w:pPr>
            <w:r w:rsidRPr="00472F61">
              <w:rPr>
                <w:b w:val="0"/>
                <w:bCs/>
                <w:szCs w:val="22"/>
              </w:rPr>
              <w:t>2020</w:t>
            </w:r>
          </w:p>
        </w:tc>
      </w:tr>
      <w:tr w:rsidR="00464D36" w:rsidRPr="00472F61" w14:paraId="34FC2BB8" w14:textId="77777777" w:rsidTr="00B74934">
        <w:trPr>
          <w:cantSplit/>
          <w:tblHeader/>
        </w:trPr>
        <w:tc>
          <w:tcPr>
            <w:tcW w:w="4494" w:type="dxa"/>
            <w:shd w:val="clear" w:color="auto" w:fill="auto"/>
            <w:vAlign w:val="bottom"/>
          </w:tcPr>
          <w:p w14:paraId="5F8AF08F" w14:textId="4A8C4590" w:rsidR="00464D36" w:rsidRPr="00472F61" w:rsidRDefault="00464D36" w:rsidP="00D359B2">
            <w:pPr>
              <w:pStyle w:val="acctfourfigures"/>
              <w:tabs>
                <w:tab w:val="clear" w:pos="765"/>
              </w:tabs>
              <w:spacing w:line="240" w:lineRule="auto"/>
              <w:ind w:left="188" w:hanging="174"/>
              <w:rPr>
                <w:b/>
                <w:bCs/>
                <w:i/>
                <w:iCs/>
                <w:szCs w:val="22"/>
              </w:rPr>
            </w:pPr>
          </w:p>
        </w:tc>
        <w:tc>
          <w:tcPr>
            <w:tcW w:w="4595" w:type="dxa"/>
            <w:gridSpan w:val="7"/>
            <w:vAlign w:val="bottom"/>
          </w:tcPr>
          <w:p w14:paraId="703B7B75" w14:textId="77777777" w:rsidR="00464D36" w:rsidRPr="00472F61" w:rsidRDefault="00464D36" w:rsidP="00D359B2">
            <w:pPr>
              <w:pStyle w:val="acctmergecolhdg"/>
              <w:spacing w:line="240" w:lineRule="auto"/>
              <w:ind w:left="-83" w:right="-79" w:firstLine="4"/>
              <w:rPr>
                <w:b w:val="0"/>
                <w:bCs/>
                <w:i/>
                <w:iCs/>
                <w:szCs w:val="22"/>
              </w:rPr>
            </w:pPr>
            <w:r w:rsidRPr="00472F61">
              <w:rPr>
                <w:b w:val="0"/>
                <w:bCs/>
                <w:i/>
                <w:iCs/>
                <w:szCs w:val="22"/>
              </w:rPr>
              <w:t>(in million Baht)</w:t>
            </w:r>
          </w:p>
        </w:tc>
      </w:tr>
      <w:tr w:rsidR="00464D36" w:rsidRPr="00472F61" w14:paraId="4FA8EC4E" w14:textId="77777777" w:rsidTr="00B74934">
        <w:trPr>
          <w:cantSplit/>
        </w:trPr>
        <w:tc>
          <w:tcPr>
            <w:tcW w:w="4494" w:type="dxa"/>
          </w:tcPr>
          <w:p w14:paraId="1B331E92" w14:textId="77777777" w:rsidR="00464D36" w:rsidRPr="00472F61" w:rsidRDefault="00464D36" w:rsidP="00464D36">
            <w:pPr>
              <w:pStyle w:val="ListParagraph"/>
              <w:numPr>
                <w:ilvl w:val="0"/>
                <w:numId w:val="42"/>
              </w:numPr>
              <w:spacing w:line="240" w:lineRule="exact"/>
              <w:ind w:left="188" w:hanging="180"/>
              <w:rPr>
                <w:i/>
                <w:iCs/>
                <w:szCs w:val="22"/>
                <w:shd w:val="clear" w:color="auto" w:fill="CCCCCC"/>
              </w:rPr>
            </w:pPr>
            <w:r w:rsidRPr="00472F61">
              <w:rPr>
                <w:szCs w:val="22"/>
              </w:rPr>
              <w:t>Reversal</w:t>
            </w:r>
          </w:p>
        </w:tc>
        <w:tc>
          <w:tcPr>
            <w:tcW w:w="987" w:type="dxa"/>
          </w:tcPr>
          <w:p w14:paraId="132885E8" w14:textId="766C8516" w:rsidR="00464D36" w:rsidRPr="00472F61" w:rsidRDefault="00464D36" w:rsidP="00464D36">
            <w:pPr>
              <w:pStyle w:val="acctfourfigures"/>
              <w:tabs>
                <w:tab w:val="clear" w:pos="765"/>
              </w:tabs>
              <w:spacing w:line="240" w:lineRule="exact"/>
              <w:ind w:left="-83" w:right="192" w:firstLine="4"/>
              <w:jc w:val="right"/>
              <w:rPr>
                <w:szCs w:val="22"/>
              </w:rPr>
            </w:pPr>
            <w:r w:rsidRPr="00472F61">
              <w:rPr>
                <w:szCs w:val="22"/>
              </w:rPr>
              <w:t>-</w:t>
            </w:r>
          </w:p>
        </w:tc>
        <w:tc>
          <w:tcPr>
            <w:tcW w:w="183" w:type="dxa"/>
          </w:tcPr>
          <w:p w14:paraId="14A5D7F8" w14:textId="77777777" w:rsidR="00464D36" w:rsidRPr="00472F61" w:rsidRDefault="00464D36" w:rsidP="00D359B2">
            <w:pPr>
              <w:pStyle w:val="acctfourfigures"/>
              <w:tabs>
                <w:tab w:val="clear" w:pos="765"/>
                <w:tab w:val="decimal" w:pos="731"/>
              </w:tabs>
              <w:spacing w:line="240" w:lineRule="exact"/>
              <w:ind w:left="-83" w:right="11" w:firstLine="4"/>
              <w:rPr>
                <w:szCs w:val="22"/>
              </w:rPr>
            </w:pPr>
          </w:p>
        </w:tc>
        <w:tc>
          <w:tcPr>
            <w:tcW w:w="987" w:type="dxa"/>
          </w:tcPr>
          <w:p w14:paraId="395B11E5" w14:textId="2FAA791E" w:rsidR="00464D36" w:rsidRPr="00472F61" w:rsidRDefault="00464D36" w:rsidP="00D359B2">
            <w:pPr>
              <w:pStyle w:val="acctfourfigures"/>
              <w:tabs>
                <w:tab w:val="clear" w:pos="765"/>
                <w:tab w:val="decimal" w:pos="731"/>
              </w:tabs>
              <w:spacing w:line="240" w:lineRule="exact"/>
              <w:ind w:left="-83" w:right="11" w:firstLine="4"/>
              <w:jc w:val="right"/>
              <w:rPr>
                <w:szCs w:val="22"/>
              </w:rPr>
            </w:pPr>
            <w:r w:rsidRPr="00472F61">
              <w:rPr>
                <w:szCs w:val="22"/>
              </w:rPr>
              <w:t>(1)</w:t>
            </w:r>
          </w:p>
        </w:tc>
        <w:tc>
          <w:tcPr>
            <w:tcW w:w="183" w:type="dxa"/>
          </w:tcPr>
          <w:p w14:paraId="75CA5EFF" w14:textId="77777777" w:rsidR="00464D36" w:rsidRPr="00472F61" w:rsidRDefault="00464D36" w:rsidP="00D359B2">
            <w:pPr>
              <w:pStyle w:val="acctfourfigures"/>
              <w:tabs>
                <w:tab w:val="clear" w:pos="765"/>
                <w:tab w:val="decimal" w:pos="731"/>
              </w:tabs>
              <w:spacing w:line="240" w:lineRule="exact"/>
              <w:ind w:left="-79" w:right="-72"/>
              <w:rPr>
                <w:szCs w:val="22"/>
              </w:rPr>
            </w:pPr>
          </w:p>
        </w:tc>
        <w:tc>
          <w:tcPr>
            <w:tcW w:w="987" w:type="dxa"/>
          </w:tcPr>
          <w:p w14:paraId="6FAB508C" w14:textId="0F97E129" w:rsidR="00464D36" w:rsidRPr="00472F61" w:rsidRDefault="00464D36" w:rsidP="00464D36">
            <w:pPr>
              <w:pStyle w:val="acctfourfigures"/>
              <w:tabs>
                <w:tab w:val="clear" w:pos="765"/>
              </w:tabs>
              <w:spacing w:line="240" w:lineRule="exact"/>
              <w:ind w:left="-83" w:right="192" w:firstLine="4"/>
              <w:jc w:val="right"/>
              <w:rPr>
                <w:szCs w:val="22"/>
              </w:rPr>
            </w:pPr>
            <w:r w:rsidRPr="00472F61">
              <w:rPr>
                <w:szCs w:val="22"/>
              </w:rPr>
              <w:t>-</w:t>
            </w:r>
          </w:p>
        </w:tc>
        <w:tc>
          <w:tcPr>
            <w:tcW w:w="183" w:type="dxa"/>
          </w:tcPr>
          <w:p w14:paraId="1A3E0B10" w14:textId="77777777" w:rsidR="00464D36" w:rsidRPr="00472F61" w:rsidRDefault="00464D36" w:rsidP="00D359B2">
            <w:pPr>
              <w:pStyle w:val="acctfourfigures"/>
              <w:spacing w:line="240" w:lineRule="exact"/>
              <w:rPr>
                <w:szCs w:val="22"/>
              </w:rPr>
            </w:pPr>
          </w:p>
        </w:tc>
        <w:tc>
          <w:tcPr>
            <w:tcW w:w="1085" w:type="dxa"/>
          </w:tcPr>
          <w:p w14:paraId="593B368F" w14:textId="79E7A01F" w:rsidR="00464D36" w:rsidRPr="00472F61" w:rsidRDefault="00464D36" w:rsidP="00D359B2">
            <w:pPr>
              <w:pStyle w:val="acctfourfigures"/>
              <w:tabs>
                <w:tab w:val="clear" w:pos="765"/>
                <w:tab w:val="decimal" w:pos="731"/>
              </w:tabs>
              <w:spacing w:line="240" w:lineRule="exact"/>
              <w:ind w:right="11"/>
              <w:jc w:val="right"/>
              <w:rPr>
                <w:szCs w:val="22"/>
              </w:rPr>
            </w:pPr>
            <w:r w:rsidRPr="00472F61">
              <w:rPr>
                <w:szCs w:val="22"/>
              </w:rPr>
              <w:t>(2)</w:t>
            </w:r>
          </w:p>
        </w:tc>
      </w:tr>
    </w:tbl>
    <w:p w14:paraId="47CAE47A" w14:textId="77777777" w:rsidR="00873789" w:rsidRPr="00472F61" w:rsidRDefault="00873789" w:rsidP="00C552AB">
      <w:pPr>
        <w:spacing w:line="240" w:lineRule="atLeast"/>
        <w:ind w:left="540"/>
        <w:jc w:val="thaiDistribute"/>
        <w:rPr>
          <w:szCs w:val="22"/>
        </w:rPr>
      </w:pPr>
    </w:p>
    <w:p w14:paraId="4DAC03DF" w14:textId="3096218A" w:rsidR="007C20C6" w:rsidRPr="00472F61" w:rsidRDefault="000752DE" w:rsidP="00C552AB">
      <w:pPr>
        <w:spacing w:line="240" w:lineRule="atLeast"/>
        <w:ind w:left="547" w:right="-25" w:hanging="547"/>
        <w:jc w:val="both"/>
        <w:rPr>
          <w:b/>
          <w:sz w:val="24"/>
          <w:szCs w:val="30"/>
          <w:lang w:val="en-US" w:bidi="th-TH"/>
        </w:rPr>
      </w:pPr>
      <w:r w:rsidRPr="00472F61">
        <w:rPr>
          <w:b/>
          <w:bCs/>
          <w:sz w:val="24"/>
          <w:szCs w:val="24"/>
        </w:rPr>
        <w:lastRenderedPageBreak/>
        <w:t>6</w:t>
      </w:r>
      <w:r w:rsidR="007C20C6" w:rsidRPr="00472F61">
        <w:rPr>
          <w:b/>
          <w:sz w:val="24"/>
          <w:szCs w:val="30"/>
          <w:lang w:val="en-US" w:bidi="th-TH"/>
        </w:rPr>
        <w:tab/>
      </w:r>
      <w:r w:rsidR="00CB72D9" w:rsidRPr="00CB72D9">
        <w:rPr>
          <w:b/>
          <w:sz w:val="24"/>
          <w:szCs w:val="30"/>
          <w:lang w:val="en-US" w:bidi="th-TH"/>
        </w:rPr>
        <w:t>Other non-current financial asset - long term investment</w:t>
      </w:r>
    </w:p>
    <w:p w14:paraId="5B1D5CE6" w14:textId="77777777" w:rsidR="00A76EE7" w:rsidRPr="00472F61" w:rsidRDefault="00A76EE7" w:rsidP="00C552AB">
      <w:pPr>
        <w:spacing w:line="240" w:lineRule="atLeast"/>
        <w:ind w:left="547" w:right="-25" w:hanging="547"/>
        <w:jc w:val="both"/>
        <w:rPr>
          <w:b/>
          <w:sz w:val="18"/>
          <w:szCs w:val="18"/>
          <w:lang w:val="en-US" w:bidi="th-TH"/>
        </w:rPr>
      </w:pPr>
    </w:p>
    <w:p w14:paraId="1081CA0F" w14:textId="38CBAD71" w:rsidR="00B02931" w:rsidRDefault="00CB72D9" w:rsidP="00C552AB">
      <w:pPr>
        <w:spacing w:line="240" w:lineRule="atLeast"/>
        <w:ind w:left="547" w:right="-25" w:hanging="7"/>
        <w:jc w:val="both"/>
        <w:rPr>
          <w:szCs w:val="22"/>
          <w:lang w:val="en-US"/>
        </w:rPr>
      </w:pPr>
      <w:r>
        <w:rPr>
          <w:szCs w:val="22"/>
          <w:lang w:val="en-US"/>
        </w:rPr>
        <w:t>L</w:t>
      </w:r>
      <w:r w:rsidR="00A76EE7" w:rsidRPr="00472F61">
        <w:rPr>
          <w:szCs w:val="22"/>
          <w:lang w:val="en-US"/>
        </w:rPr>
        <w:t xml:space="preserve">ong-term investments represent investment in ordinary shares of Central Pattana Nine Square Co., Ltd., in which </w:t>
      </w:r>
      <w:proofErr w:type="spellStart"/>
      <w:r w:rsidR="00A76EE7" w:rsidRPr="00472F61">
        <w:rPr>
          <w:szCs w:val="22"/>
          <w:lang w:val="en-US"/>
        </w:rPr>
        <w:t>Praram</w:t>
      </w:r>
      <w:proofErr w:type="spellEnd"/>
      <w:r w:rsidR="00A76EE7" w:rsidRPr="00472F61">
        <w:rPr>
          <w:szCs w:val="22"/>
          <w:lang w:val="en-US"/>
        </w:rPr>
        <w:t xml:space="preserve"> 9 Square Limited, a subsidiary, holds 3.27 % interest.</w:t>
      </w:r>
    </w:p>
    <w:p w14:paraId="4290F184" w14:textId="77777777" w:rsidR="00353663" w:rsidRPr="00472F61" w:rsidRDefault="00353663" w:rsidP="00C552AB">
      <w:pPr>
        <w:spacing w:line="240" w:lineRule="atLeast"/>
        <w:ind w:left="547" w:right="-25" w:hanging="7"/>
        <w:jc w:val="both"/>
        <w:rPr>
          <w:szCs w:val="22"/>
          <w:lang w:val="en-US"/>
        </w:rPr>
      </w:pPr>
    </w:p>
    <w:p w14:paraId="23F53070" w14:textId="0139091E" w:rsidR="00B8416D" w:rsidRPr="00472F61" w:rsidRDefault="00BB408D" w:rsidP="00C552AB">
      <w:pPr>
        <w:spacing w:line="240" w:lineRule="atLeast"/>
        <w:ind w:left="547" w:right="-25" w:hanging="547"/>
        <w:jc w:val="both"/>
        <w:rPr>
          <w:b/>
          <w:sz w:val="24"/>
          <w:szCs w:val="30"/>
          <w:lang w:val="en-US" w:bidi="th-TH"/>
        </w:rPr>
      </w:pPr>
      <w:r w:rsidRPr="00472F61">
        <w:rPr>
          <w:b/>
          <w:bCs/>
          <w:sz w:val="24"/>
          <w:szCs w:val="24"/>
        </w:rPr>
        <w:t>7</w:t>
      </w:r>
      <w:r w:rsidR="00B8416D" w:rsidRPr="00472F61">
        <w:rPr>
          <w:b/>
          <w:sz w:val="24"/>
          <w:szCs w:val="30"/>
          <w:lang w:val="en-US" w:bidi="th-TH"/>
        </w:rPr>
        <w:tab/>
      </w:r>
      <w:r w:rsidR="00B7570C" w:rsidRPr="00472F61">
        <w:rPr>
          <w:b/>
          <w:sz w:val="24"/>
          <w:szCs w:val="30"/>
          <w:lang w:val="en-US" w:bidi="th-TH"/>
        </w:rPr>
        <w:t>Real estate</w:t>
      </w:r>
      <w:r w:rsidR="00582B9E">
        <w:rPr>
          <w:b/>
          <w:sz w:val="24"/>
          <w:szCs w:val="30"/>
          <w:lang w:val="en-US" w:bidi="th-TH"/>
        </w:rPr>
        <w:t xml:space="preserve"> projects</w:t>
      </w:r>
      <w:r w:rsidR="00B7570C" w:rsidRPr="00472F61">
        <w:rPr>
          <w:b/>
          <w:sz w:val="24"/>
          <w:szCs w:val="30"/>
          <w:lang w:val="en-US" w:bidi="th-TH"/>
        </w:rPr>
        <w:t xml:space="preserve"> development for sale</w:t>
      </w:r>
    </w:p>
    <w:p w14:paraId="1050112E" w14:textId="77777777" w:rsidR="00B8416D" w:rsidRPr="00472F61" w:rsidRDefault="00B8416D" w:rsidP="00C552AB">
      <w:pPr>
        <w:spacing w:line="240" w:lineRule="atLeast"/>
        <w:rPr>
          <w:szCs w:val="22"/>
        </w:rPr>
      </w:pPr>
    </w:p>
    <w:tbl>
      <w:tblPr>
        <w:tblW w:w="9360" w:type="dxa"/>
        <w:tblInd w:w="450" w:type="dxa"/>
        <w:tblBorders>
          <w:bottom w:val="single" w:sz="4" w:space="0" w:color="auto"/>
        </w:tblBorders>
        <w:tblLayout w:type="fixed"/>
        <w:tblLook w:val="0000" w:firstRow="0" w:lastRow="0" w:firstColumn="0" w:lastColumn="0" w:noHBand="0" w:noVBand="0"/>
      </w:tblPr>
      <w:tblGrid>
        <w:gridCol w:w="3420"/>
        <w:gridCol w:w="1350"/>
        <w:gridCol w:w="236"/>
        <w:gridCol w:w="1284"/>
        <w:gridCol w:w="236"/>
        <w:gridCol w:w="1304"/>
        <w:gridCol w:w="236"/>
        <w:gridCol w:w="1294"/>
      </w:tblGrid>
      <w:tr w:rsidR="00B8416D" w:rsidRPr="00400122" w14:paraId="0CAF4B6A" w14:textId="77777777" w:rsidTr="00353663">
        <w:trPr>
          <w:cantSplit/>
        </w:trPr>
        <w:tc>
          <w:tcPr>
            <w:tcW w:w="3420" w:type="dxa"/>
          </w:tcPr>
          <w:p w14:paraId="6AAFD90A" w14:textId="77777777" w:rsidR="00B8416D" w:rsidRPr="00400122" w:rsidRDefault="00B8416D"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70" w:type="dxa"/>
            <w:gridSpan w:val="3"/>
          </w:tcPr>
          <w:p w14:paraId="772651D6" w14:textId="77777777" w:rsidR="00B8416D" w:rsidRPr="00400122" w:rsidRDefault="00B8416D" w:rsidP="002860DC">
            <w:pPr>
              <w:pStyle w:val="acctmergecolhdg"/>
              <w:spacing w:line="240" w:lineRule="atLeast"/>
              <w:ind w:left="-106" w:right="-79"/>
              <w:rPr>
                <w:szCs w:val="22"/>
              </w:rPr>
            </w:pPr>
            <w:r w:rsidRPr="00400122">
              <w:rPr>
                <w:szCs w:val="22"/>
              </w:rPr>
              <w:t>Consolidated</w:t>
            </w:r>
          </w:p>
        </w:tc>
        <w:tc>
          <w:tcPr>
            <w:tcW w:w="236" w:type="dxa"/>
          </w:tcPr>
          <w:p w14:paraId="141E6C97" w14:textId="77777777" w:rsidR="00B8416D" w:rsidRPr="00400122" w:rsidRDefault="00B8416D" w:rsidP="002860D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834" w:type="dxa"/>
            <w:gridSpan w:val="3"/>
          </w:tcPr>
          <w:p w14:paraId="6E389B6B" w14:textId="77777777" w:rsidR="00B8416D" w:rsidRPr="00400122" w:rsidRDefault="00B8416D" w:rsidP="002860DC">
            <w:pPr>
              <w:pStyle w:val="3"/>
              <w:tabs>
                <w:tab w:val="clear" w:pos="360"/>
                <w:tab w:val="clear" w:pos="720"/>
              </w:tabs>
              <w:spacing w:line="240" w:lineRule="atLeast"/>
              <w:ind w:left="-108"/>
              <w:jc w:val="center"/>
              <w:rPr>
                <w:rFonts w:ascii="Times New Roman" w:hAnsi="Times New Roman" w:cs="Times New Roman"/>
                <w:b/>
                <w:bCs/>
                <w:lang w:val="en-US"/>
              </w:rPr>
            </w:pPr>
            <w:r w:rsidRPr="00400122">
              <w:rPr>
                <w:rFonts w:ascii="Times New Roman" w:hAnsi="Times New Roman" w:cs="Times New Roman"/>
                <w:b/>
                <w:bCs/>
                <w:cs/>
              </w:rPr>
              <w:t>Separate</w:t>
            </w:r>
          </w:p>
        </w:tc>
      </w:tr>
      <w:tr w:rsidR="00B8416D" w:rsidRPr="00400122" w14:paraId="5207F625" w14:textId="77777777" w:rsidTr="00353663">
        <w:trPr>
          <w:cantSplit/>
        </w:trPr>
        <w:tc>
          <w:tcPr>
            <w:tcW w:w="3420" w:type="dxa"/>
          </w:tcPr>
          <w:p w14:paraId="3BECD895" w14:textId="77777777" w:rsidR="00B8416D" w:rsidRPr="00400122"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70" w:type="dxa"/>
            <w:gridSpan w:val="3"/>
          </w:tcPr>
          <w:p w14:paraId="083D9304" w14:textId="77777777" w:rsidR="00B8416D" w:rsidRPr="00400122" w:rsidRDefault="00B8416D" w:rsidP="002860DC">
            <w:pPr>
              <w:pStyle w:val="acctmergecolhdg"/>
              <w:spacing w:line="240" w:lineRule="atLeast"/>
              <w:ind w:left="-106" w:right="-79"/>
              <w:rPr>
                <w:szCs w:val="22"/>
              </w:rPr>
            </w:pPr>
            <w:r w:rsidRPr="00400122">
              <w:rPr>
                <w:szCs w:val="22"/>
              </w:rPr>
              <w:t>financial statements</w:t>
            </w:r>
          </w:p>
        </w:tc>
        <w:tc>
          <w:tcPr>
            <w:tcW w:w="236" w:type="dxa"/>
          </w:tcPr>
          <w:p w14:paraId="3D3DAD7C" w14:textId="77777777" w:rsidR="00B8416D" w:rsidRPr="00400122" w:rsidRDefault="00B8416D" w:rsidP="002860D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834" w:type="dxa"/>
            <w:gridSpan w:val="3"/>
          </w:tcPr>
          <w:p w14:paraId="02354E42" w14:textId="77777777" w:rsidR="00B8416D" w:rsidRPr="00400122" w:rsidRDefault="00B8416D" w:rsidP="002860DC">
            <w:pPr>
              <w:pStyle w:val="3"/>
              <w:tabs>
                <w:tab w:val="clear" w:pos="360"/>
                <w:tab w:val="clear" w:pos="720"/>
              </w:tabs>
              <w:spacing w:line="240" w:lineRule="atLeast"/>
              <w:ind w:left="-108"/>
              <w:jc w:val="center"/>
              <w:rPr>
                <w:rFonts w:ascii="Times New Roman" w:hAnsi="Times New Roman" w:cs="Times New Roman"/>
                <w:lang w:val="en-US"/>
              </w:rPr>
            </w:pPr>
            <w:r w:rsidRPr="00400122">
              <w:rPr>
                <w:rFonts w:ascii="Times New Roman" w:hAnsi="Times New Roman" w:cs="Times New Roman"/>
                <w:b/>
                <w:bCs/>
                <w:cs/>
              </w:rPr>
              <w:t>financial statements</w:t>
            </w:r>
          </w:p>
        </w:tc>
      </w:tr>
      <w:tr w:rsidR="002860DC" w:rsidRPr="00400122" w14:paraId="2521FC89" w14:textId="77777777" w:rsidTr="00353663">
        <w:trPr>
          <w:cantSplit/>
          <w:trHeight w:val="56"/>
        </w:trPr>
        <w:tc>
          <w:tcPr>
            <w:tcW w:w="3420" w:type="dxa"/>
          </w:tcPr>
          <w:p w14:paraId="167ABDD1" w14:textId="77777777" w:rsidR="002860DC" w:rsidRPr="00400122" w:rsidRDefault="002860DC"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50" w:type="dxa"/>
            <w:vAlign w:val="center"/>
          </w:tcPr>
          <w:p w14:paraId="4A7A4EAF" w14:textId="63E09B45" w:rsidR="002860DC" w:rsidRPr="00400122" w:rsidRDefault="002860DC" w:rsidP="00353663">
            <w:pPr>
              <w:pStyle w:val="acctmergecolhdg"/>
              <w:spacing w:line="240" w:lineRule="atLeast"/>
              <w:ind w:left="-40" w:right="-63"/>
              <w:rPr>
                <w:b w:val="0"/>
                <w:bCs/>
                <w:spacing w:val="-6"/>
                <w:szCs w:val="22"/>
              </w:rPr>
            </w:pPr>
            <w:r w:rsidRPr="00400122">
              <w:rPr>
                <w:b w:val="0"/>
                <w:bCs/>
                <w:spacing w:val="-6"/>
                <w:szCs w:val="22"/>
              </w:rPr>
              <w:t>31 March</w:t>
            </w:r>
          </w:p>
        </w:tc>
        <w:tc>
          <w:tcPr>
            <w:tcW w:w="236" w:type="dxa"/>
            <w:vAlign w:val="center"/>
          </w:tcPr>
          <w:p w14:paraId="512969B6" w14:textId="77777777" w:rsidR="002860DC" w:rsidRPr="00400122" w:rsidRDefault="002860DC" w:rsidP="002860DC">
            <w:pPr>
              <w:pStyle w:val="acctmergecolhdg"/>
              <w:spacing w:line="240" w:lineRule="atLeast"/>
              <w:rPr>
                <w:b w:val="0"/>
                <w:bCs/>
                <w:szCs w:val="22"/>
              </w:rPr>
            </w:pPr>
          </w:p>
        </w:tc>
        <w:tc>
          <w:tcPr>
            <w:tcW w:w="1284" w:type="dxa"/>
            <w:vAlign w:val="center"/>
          </w:tcPr>
          <w:p w14:paraId="3CC958AA" w14:textId="5ACAC349" w:rsidR="002860DC" w:rsidRPr="00400122" w:rsidRDefault="002860DC" w:rsidP="002860DC">
            <w:pPr>
              <w:pStyle w:val="acctmergecolhdg"/>
              <w:spacing w:line="240" w:lineRule="atLeast"/>
              <w:ind w:left="-80" w:right="-60"/>
              <w:rPr>
                <w:b w:val="0"/>
                <w:bCs/>
                <w:szCs w:val="22"/>
              </w:rPr>
            </w:pPr>
            <w:r w:rsidRPr="00400122">
              <w:rPr>
                <w:b w:val="0"/>
                <w:bCs/>
                <w:szCs w:val="22"/>
              </w:rPr>
              <w:t xml:space="preserve">31 </w:t>
            </w:r>
            <w:r w:rsidR="00353663">
              <w:rPr>
                <w:b w:val="0"/>
                <w:bCs/>
                <w:szCs w:val="22"/>
              </w:rPr>
              <w:t>D</w:t>
            </w:r>
            <w:r w:rsidRPr="00400122">
              <w:rPr>
                <w:b w:val="0"/>
                <w:bCs/>
                <w:szCs w:val="22"/>
              </w:rPr>
              <w:t>ecember</w:t>
            </w:r>
          </w:p>
        </w:tc>
        <w:tc>
          <w:tcPr>
            <w:tcW w:w="236" w:type="dxa"/>
            <w:vAlign w:val="center"/>
          </w:tcPr>
          <w:p w14:paraId="135B3AAB" w14:textId="77777777" w:rsidR="002860DC" w:rsidRPr="00400122" w:rsidRDefault="002860DC" w:rsidP="002860DC">
            <w:pPr>
              <w:pStyle w:val="acctmergecolhdg"/>
              <w:spacing w:line="240" w:lineRule="atLeast"/>
              <w:ind w:left="-143"/>
              <w:rPr>
                <w:b w:val="0"/>
                <w:bCs/>
                <w:szCs w:val="22"/>
              </w:rPr>
            </w:pPr>
          </w:p>
        </w:tc>
        <w:tc>
          <w:tcPr>
            <w:tcW w:w="1304" w:type="dxa"/>
            <w:vAlign w:val="center"/>
          </w:tcPr>
          <w:p w14:paraId="795061B6" w14:textId="2AD38FF7" w:rsidR="002860DC" w:rsidRPr="00400122" w:rsidRDefault="002860DC" w:rsidP="00353663">
            <w:pPr>
              <w:pStyle w:val="acctmergecolhdg"/>
              <w:spacing w:line="240" w:lineRule="atLeast"/>
              <w:ind w:left="-40" w:right="-63"/>
              <w:rPr>
                <w:b w:val="0"/>
                <w:bCs/>
                <w:spacing w:val="-6"/>
                <w:szCs w:val="22"/>
              </w:rPr>
            </w:pPr>
            <w:r w:rsidRPr="00400122">
              <w:rPr>
                <w:b w:val="0"/>
                <w:bCs/>
                <w:spacing w:val="-6"/>
                <w:szCs w:val="22"/>
              </w:rPr>
              <w:t>31 March</w:t>
            </w:r>
          </w:p>
        </w:tc>
        <w:tc>
          <w:tcPr>
            <w:tcW w:w="236" w:type="dxa"/>
            <w:vAlign w:val="center"/>
          </w:tcPr>
          <w:p w14:paraId="1BC16FC4" w14:textId="77777777" w:rsidR="002860DC" w:rsidRPr="00400122" w:rsidRDefault="002860DC" w:rsidP="002860DC">
            <w:pPr>
              <w:pStyle w:val="acctmergecolhdg"/>
              <w:spacing w:line="240" w:lineRule="atLeast"/>
              <w:rPr>
                <w:b w:val="0"/>
                <w:bCs/>
                <w:szCs w:val="22"/>
              </w:rPr>
            </w:pPr>
          </w:p>
        </w:tc>
        <w:tc>
          <w:tcPr>
            <w:tcW w:w="1294" w:type="dxa"/>
            <w:vAlign w:val="center"/>
          </w:tcPr>
          <w:p w14:paraId="66E9745D" w14:textId="1146CF99" w:rsidR="002860DC" w:rsidRPr="00400122" w:rsidRDefault="002860DC" w:rsidP="002860DC">
            <w:pPr>
              <w:pStyle w:val="acctmergecolhdg"/>
              <w:spacing w:line="240" w:lineRule="atLeast"/>
              <w:ind w:left="-80" w:right="-60"/>
              <w:rPr>
                <w:b w:val="0"/>
                <w:bCs/>
                <w:szCs w:val="22"/>
              </w:rPr>
            </w:pPr>
            <w:r w:rsidRPr="00400122">
              <w:rPr>
                <w:b w:val="0"/>
                <w:bCs/>
                <w:szCs w:val="22"/>
              </w:rPr>
              <w:t>31December</w:t>
            </w:r>
          </w:p>
        </w:tc>
      </w:tr>
      <w:tr w:rsidR="002860DC" w:rsidRPr="00400122" w14:paraId="6FC6DD03" w14:textId="77777777" w:rsidTr="00353663">
        <w:trPr>
          <w:cantSplit/>
        </w:trPr>
        <w:tc>
          <w:tcPr>
            <w:tcW w:w="3420" w:type="dxa"/>
          </w:tcPr>
          <w:p w14:paraId="23E1EB10" w14:textId="77777777" w:rsidR="002860DC" w:rsidRPr="00400122" w:rsidRDefault="002860DC"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50" w:type="dxa"/>
            <w:vAlign w:val="center"/>
          </w:tcPr>
          <w:p w14:paraId="2D038FBE" w14:textId="77777777" w:rsidR="002860DC" w:rsidRPr="00400122" w:rsidRDefault="002860DC" w:rsidP="002860DC">
            <w:pPr>
              <w:pStyle w:val="acctmergecolhdg"/>
              <w:spacing w:line="240" w:lineRule="atLeast"/>
              <w:rPr>
                <w:b w:val="0"/>
                <w:bCs/>
                <w:szCs w:val="22"/>
              </w:rPr>
            </w:pPr>
            <w:r w:rsidRPr="00400122">
              <w:rPr>
                <w:b w:val="0"/>
                <w:bCs/>
                <w:szCs w:val="22"/>
              </w:rPr>
              <w:t>202</w:t>
            </w:r>
            <w:r w:rsidR="00C552AB" w:rsidRPr="00400122">
              <w:rPr>
                <w:b w:val="0"/>
                <w:bCs/>
                <w:szCs w:val="22"/>
              </w:rPr>
              <w:t>1</w:t>
            </w:r>
          </w:p>
        </w:tc>
        <w:tc>
          <w:tcPr>
            <w:tcW w:w="236" w:type="dxa"/>
            <w:vAlign w:val="center"/>
          </w:tcPr>
          <w:p w14:paraId="7CAE3813" w14:textId="77777777" w:rsidR="002860DC" w:rsidRPr="00400122" w:rsidRDefault="002860DC" w:rsidP="002860DC">
            <w:pPr>
              <w:pStyle w:val="acctmergecolhdg"/>
              <w:spacing w:line="240" w:lineRule="atLeast"/>
              <w:rPr>
                <w:b w:val="0"/>
                <w:bCs/>
                <w:szCs w:val="22"/>
              </w:rPr>
            </w:pPr>
          </w:p>
        </w:tc>
        <w:tc>
          <w:tcPr>
            <w:tcW w:w="1284" w:type="dxa"/>
            <w:vAlign w:val="center"/>
          </w:tcPr>
          <w:p w14:paraId="42AA18C1" w14:textId="77777777" w:rsidR="002860DC" w:rsidRPr="00400122" w:rsidRDefault="002860DC" w:rsidP="002860DC">
            <w:pPr>
              <w:pStyle w:val="acctmergecolhdg"/>
              <w:spacing w:line="240" w:lineRule="atLeast"/>
              <w:rPr>
                <w:b w:val="0"/>
                <w:bCs/>
                <w:szCs w:val="22"/>
              </w:rPr>
            </w:pPr>
            <w:r w:rsidRPr="00400122">
              <w:rPr>
                <w:b w:val="0"/>
                <w:bCs/>
                <w:szCs w:val="22"/>
              </w:rPr>
              <w:t>20</w:t>
            </w:r>
            <w:r w:rsidR="00C552AB" w:rsidRPr="00400122">
              <w:rPr>
                <w:b w:val="0"/>
                <w:bCs/>
                <w:szCs w:val="22"/>
              </w:rPr>
              <w:t>20</w:t>
            </w:r>
          </w:p>
        </w:tc>
        <w:tc>
          <w:tcPr>
            <w:tcW w:w="236" w:type="dxa"/>
          </w:tcPr>
          <w:p w14:paraId="128474AA" w14:textId="77777777" w:rsidR="002860DC" w:rsidRPr="00400122" w:rsidRDefault="002860DC" w:rsidP="002860DC">
            <w:pPr>
              <w:pStyle w:val="acctfourfigures"/>
              <w:spacing w:line="240" w:lineRule="atLeast"/>
              <w:ind w:left="-106" w:right="-142"/>
              <w:rPr>
                <w:szCs w:val="22"/>
              </w:rPr>
            </w:pPr>
          </w:p>
        </w:tc>
        <w:tc>
          <w:tcPr>
            <w:tcW w:w="1304" w:type="dxa"/>
            <w:vAlign w:val="center"/>
          </w:tcPr>
          <w:p w14:paraId="7E7C5B58" w14:textId="77777777" w:rsidR="002860DC" w:rsidRPr="00400122" w:rsidRDefault="002860DC" w:rsidP="002860DC">
            <w:pPr>
              <w:pStyle w:val="acctmergecolhdg"/>
              <w:spacing w:line="240" w:lineRule="atLeast"/>
              <w:rPr>
                <w:b w:val="0"/>
                <w:bCs/>
                <w:szCs w:val="22"/>
              </w:rPr>
            </w:pPr>
            <w:r w:rsidRPr="00400122">
              <w:rPr>
                <w:b w:val="0"/>
                <w:bCs/>
                <w:szCs w:val="22"/>
              </w:rPr>
              <w:t>202</w:t>
            </w:r>
            <w:r w:rsidR="00C552AB" w:rsidRPr="00400122">
              <w:rPr>
                <w:b w:val="0"/>
                <w:bCs/>
                <w:szCs w:val="22"/>
              </w:rPr>
              <w:t>1</w:t>
            </w:r>
          </w:p>
        </w:tc>
        <w:tc>
          <w:tcPr>
            <w:tcW w:w="236" w:type="dxa"/>
            <w:vAlign w:val="center"/>
          </w:tcPr>
          <w:p w14:paraId="03C94B04" w14:textId="77777777" w:rsidR="002860DC" w:rsidRPr="00400122" w:rsidRDefault="002860DC" w:rsidP="002860DC">
            <w:pPr>
              <w:pStyle w:val="acctmergecolhdg"/>
              <w:spacing w:line="240" w:lineRule="atLeast"/>
              <w:rPr>
                <w:b w:val="0"/>
                <w:bCs/>
                <w:szCs w:val="22"/>
              </w:rPr>
            </w:pPr>
          </w:p>
        </w:tc>
        <w:tc>
          <w:tcPr>
            <w:tcW w:w="1294" w:type="dxa"/>
            <w:vAlign w:val="center"/>
          </w:tcPr>
          <w:p w14:paraId="5C4F784C" w14:textId="77777777" w:rsidR="002860DC" w:rsidRPr="00400122" w:rsidRDefault="002860DC" w:rsidP="002860DC">
            <w:pPr>
              <w:pStyle w:val="acctmergecolhdg"/>
              <w:spacing w:line="240" w:lineRule="atLeast"/>
              <w:rPr>
                <w:b w:val="0"/>
                <w:bCs/>
                <w:szCs w:val="22"/>
              </w:rPr>
            </w:pPr>
            <w:r w:rsidRPr="00400122">
              <w:rPr>
                <w:b w:val="0"/>
                <w:bCs/>
                <w:szCs w:val="22"/>
              </w:rPr>
              <w:t>20</w:t>
            </w:r>
            <w:r w:rsidR="00C552AB" w:rsidRPr="00400122">
              <w:rPr>
                <w:b w:val="0"/>
                <w:bCs/>
                <w:szCs w:val="22"/>
              </w:rPr>
              <w:t>20</w:t>
            </w:r>
          </w:p>
        </w:tc>
      </w:tr>
      <w:tr w:rsidR="00B8416D" w:rsidRPr="00400122" w14:paraId="7AB8C331" w14:textId="77777777" w:rsidTr="00353663">
        <w:trPr>
          <w:cantSplit/>
        </w:trPr>
        <w:tc>
          <w:tcPr>
            <w:tcW w:w="3420" w:type="dxa"/>
          </w:tcPr>
          <w:p w14:paraId="3B19C163" w14:textId="77777777" w:rsidR="00B8416D" w:rsidRPr="00400122"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940" w:type="dxa"/>
            <w:gridSpan w:val="7"/>
            <w:tcBorders>
              <w:bottom w:val="nil"/>
            </w:tcBorders>
          </w:tcPr>
          <w:p w14:paraId="661CD232" w14:textId="77777777" w:rsidR="00B8416D" w:rsidRPr="00400122" w:rsidRDefault="00B8416D" w:rsidP="002860DC">
            <w:pPr>
              <w:pStyle w:val="3"/>
              <w:tabs>
                <w:tab w:val="clear" w:pos="360"/>
                <w:tab w:val="clear" w:pos="720"/>
              </w:tabs>
              <w:spacing w:line="240" w:lineRule="atLeast"/>
              <w:ind w:left="-108"/>
              <w:jc w:val="center"/>
              <w:rPr>
                <w:rFonts w:ascii="Times New Roman" w:hAnsi="Times New Roman" w:cs="Times New Roman"/>
                <w:i/>
                <w:iCs/>
                <w:lang w:val="en-US"/>
              </w:rPr>
            </w:pPr>
            <w:r w:rsidRPr="00400122">
              <w:rPr>
                <w:rFonts w:ascii="Times New Roman" w:hAnsi="Times New Roman" w:cs="Times New Roman"/>
                <w:i/>
                <w:iCs/>
                <w:lang w:val="en-US"/>
              </w:rPr>
              <w:t xml:space="preserve">(in </w:t>
            </w:r>
            <w:r w:rsidR="001065E6" w:rsidRPr="00400122">
              <w:rPr>
                <w:rFonts w:ascii="Times New Roman" w:hAnsi="Times New Roman" w:cs="Times New Roman"/>
                <w:i/>
                <w:iCs/>
                <w:lang w:val="en-US"/>
              </w:rPr>
              <w:t>million</w:t>
            </w:r>
            <w:r w:rsidRPr="00400122">
              <w:rPr>
                <w:rFonts w:ascii="Times New Roman" w:hAnsi="Times New Roman" w:cs="Times New Roman"/>
                <w:i/>
                <w:iCs/>
                <w:lang w:val="en-US"/>
              </w:rPr>
              <w:t xml:space="preserve"> Baht)</w:t>
            </w:r>
          </w:p>
        </w:tc>
      </w:tr>
      <w:tr w:rsidR="000752DE" w:rsidRPr="00400122" w14:paraId="72849B4C" w14:textId="77777777" w:rsidTr="00353663">
        <w:trPr>
          <w:cantSplit/>
        </w:trPr>
        <w:tc>
          <w:tcPr>
            <w:tcW w:w="3420" w:type="dxa"/>
            <w:tcBorders>
              <w:top w:val="nil"/>
              <w:bottom w:val="nil"/>
            </w:tcBorders>
          </w:tcPr>
          <w:p w14:paraId="49F49BEA" w14:textId="2572D7F0" w:rsidR="000752DE" w:rsidRPr="00A034C0" w:rsidRDefault="00F028C5" w:rsidP="00F028C5">
            <w:pPr>
              <w:pStyle w:val="3"/>
              <w:tabs>
                <w:tab w:val="clear" w:pos="360"/>
                <w:tab w:val="clear" w:pos="720"/>
                <w:tab w:val="left" w:pos="327"/>
              </w:tabs>
              <w:spacing w:line="240" w:lineRule="atLeast"/>
              <w:jc w:val="thaiDistribute"/>
              <w:rPr>
                <w:rFonts w:ascii="Times New Roman" w:hAnsi="Times New Roman" w:cs="Times New Roman"/>
              </w:rPr>
            </w:pPr>
            <w:r w:rsidRPr="00A034C0">
              <w:rPr>
                <w:rFonts w:ascii="Times New Roman" w:hAnsi="Times New Roman" w:cs="Times New Roman"/>
                <w:lang w:val="en-US"/>
              </w:rPr>
              <w:t>Real estate under</w:t>
            </w:r>
            <w:r w:rsidRPr="00A034C0">
              <w:rPr>
                <w:rFonts w:ascii="Times New Roman" w:hAnsi="Times New Roman" w:cs="Times New Roman"/>
              </w:rPr>
              <w:t xml:space="preserve"> </w:t>
            </w:r>
            <w:r w:rsidR="000752DE" w:rsidRPr="00A034C0">
              <w:rPr>
                <w:rFonts w:ascii="Times New Roman" w:hAnsi="Times New Roman" w:cs="Times New Roman"/>
              </w:rPr>
              <w:t>development</w:t>
            </w:r>
          </w:p>
        </w:tc>
        <w:tc>
          <w:tcPr>
            <w:tcW w:w="1350" w:type="dxa"/>
            <w:vAlign w:val="bottom"/>
          </w:tcPr>
          <w:p w14:paraId="480E4443" w14:textId="77777777" w:rsidR="000752DE" w:rsidRPr="00400122" w:rsidRDefault="000752DE" w:rsidP="00733010">
            <w:pPr>
              <w:pStyle w:val="acctfourfigures"/>
              <w:tabs>
                <w:tab w:val="clear" w:pos="765"/>
                <w:tab w:val="decimal" w:pos="970"/>
              </w:tabs>
              <w:spacing w:line="240" w:lineRule="auto"/>
              <w:ind w:left="-79"/>
              <w:rPr>
                <w:szCs w:val="22"/>
                <w:lang w:val="en-US"/>
              </w:rPr>
            </w:pPr>
            <w:r w:rsidRPr="00400122">
              <w:rPr>
                <w:szCs w:val="22"/>
                <w:lang w:val="en-US"/>
              </w:rPr>
              <w:t>908</w:t>
            </w:r>
          </w:p>
        </w:tc>
        <w:tc>
          <w:tcPr>
            <w:tcW w:w="236" w:type="dxa"/>
          </w:tcPr>
          <w:p w14:paraId="665D9987" w14:textId="77777777" w:rsidR="000752DE" w:rsidRPr="00400122" w:rsidRDefault="000752DE" w:rsidP="000752DE">
            <w:pPr>
              <w:tabs>
                <w:tab w:val="decimal" w:pos="701"/>
              </w:tabs>
              <w:spacing w:line="240" w:lineRule="auto"/>
              <w:ind w:left="-79"/>
              <w:rPr>
                <w:b/>
                <w:szCs w:val="22"/>
                <w:lang w:val="en-US"/>
              </w:rPr>
            </w:pPr>
          </w:p>
        </w:tc>
        <w:tc>
          <w:tcPr>
            <w:tcW w:w="1284" w:type="dxa"/>
            <w:vAlign w:val="bottom"/>
          </w:tcPr>
          <w:p w14:paraId="2FD7AC0E" w14:textId="77777777" w:rsidR="000752DE" w:rsidRPr="00400122" w:rsidRDefault="000752DE" w:rsidP="00733010">
            <w:pPr>
              <w:pStyle w:val="acctfourfigures"/>
              <w:tabs>
                <w:tab w:val="clear" w:pos="765"/>
                <w:tab w:val="decimal" w:pos="920"/>
              </w:tabs>
              <w:spacing w:line="240" w:lineRule="auto"/>
              <w:ind w:left="-79"/>
              <w:rPr>
                <w:szCs w:val="22"/>
                <w:lang w:val="en-US" w:bidi="th-TH"/>
              </w:rPr>
            </w:pPr>
            <w:r w:rsidRPr="00400122">
              <w:rPr>
                <w:szCs w:val="22"/>
                <w:lang w:val="en-US"/>
              </w:rPr>
              <w:t>878</w:t>
            </w:r>
          </w:p>
        </w:tc>
        <w:tc>
          <w:tcPr>
            <w:tcW w:w="236" w:type="dxa"/>
          </w:tcPr>
          <w:p w14:paraId="7FF07105" w14:textId="77777777" w:rsidR="000752DE" w:rsidRPr="00400122" w:rsidRDefault="000752DE" w:rsidP="000752DE">
            <w:pPr>
              <w:tabs>
                <w:tab w:val="decimal" w:pos="701"/>
              </w:tabs>
              <w:spacing w:line="240" w:lineRule="auto"/>
              <w:ind w:left="-79"/>
              <w:rPr>
                <w:b/>
                <w:szCs w:val="22"/>
                <w:lang w:val="en-US" w:bidi="th-TH"/>
              </w:rPr>
            </w:pPr>
          </w:p>
        </w:tc>
        <w:tc>
          <w:tcPr>
            <w:tcW w:w="1304" w:type="dxa"/>
            <w:vAlign w:val="bottom"/>
          </w:tcPr>
          <w:p w14:paraId="462CC826" w14:textId="77777777" w:rsidR="000752DE" w:rsidRPr="00400122" w:rsidRDefault="000752DE" w:rsidP="00733010">
            <w:pPr>
              <w:pStyle w:val="acctfourfigures"/>
              <w:tabs>
                <w:tab w:val="clear" w:pos="765"/>
                <w:tab w:val="decimal" w:pos="1020"/>
              </w:tabs>
              <w:spacing w:line="240" w:lineRule="auto"/>
              <w:ind w:left="-79" w:right="-44"/>
              <w:rPr>
                <w:szCs w:val="22"/>
              </w:rPr>
            </w:pPr>
            <w:r w:rsidRPr="00400122">
              <w:rPr>
                <w:szCs w:val="22"/>
              </w:rPr>
              <w:t>624</w:t>
            </w:r>
          </w:p>
        </w:tc>
        <w:tc>
          <w:tcPr>
            <w:tcW w:w="236" w:type="dxa"/>
          </w:tcPr>
          <w:p w14:paraId="3F07330B" w14:textId="77777777" w:rsidR="000752DE" w:rsidRPr="00400122" w:rsidRDefault="000752DE" w:rsidP="000752DE">
            <w:pPr>
              <w:tabs>
                <w:tab w:val="decimal" w:pos="701"/>
              </w:tabs>
              <w:spacing w:line="240" w:lineRule="auto"/>
              <w:ind w:left="-79"/>
              <w:rPr>
                <w:b/>
                <w:szCs w:val="22"/>
              </w:rPr>
            </w:pPr>
          </w:p>
        </w:tc>
        <w:tc>
          <w:tcPr>
            <w:tcW w:w="1294" w:type="dxa"/>
            <w:vAlign w:val="bottom"/>
          </w:tcPr>
          <w:p w14:paraId="123E13A7" w14:textId="77777777" w:rsidR="000752DE" w:rsidRPr="00400122" w:rsidRDefault="000752DE" w:rsidP="00733010">
            <w:pPr>
              <w:pStyle w:val="acctfourfigures"/>
              <w:tabs>
                <w:tab w:val="clear" w:pos="765"/>
                <w:tab w:val="decimal" w:pos="1020"/>
              </w:tabs>
              <w:spacing w:line="240" w:lineRule="auto"/>
              <w:ind w:left="-79" w:right="-44"/>
              <w:rPr>
                <w:szCs w:val="22"/>
              </w:rPr>
            </w:pPr>
            <w:r w:rsidRPr="00400122">
              <w:rPr>
                <w:szCs w:val="22"/>
              </w:rPr>
              <w:t>624</w:t>
            </w:r>
          </w:p>
        </w:tc>
      </w:tr>
      <w:tr w:rsidR="000752DE" w:rsidRPr="00400122" w14:paraId="70EDAEA8" w14:textId="77777777" w:rsidTr="00353663">
        <w:trPr>
          <w:cantSplit/>
        </w:trPr>
        <w:tc>
          <w:tcPr>
            <w:tcW w:w="3420" w:type="dxa"/>
          </w:tcPr>
          <w:p w14:paraId="6446A433" w14:textId="467F3AD2" w:rsidR="000752DE" w:rsidRPr="00400122" w:rsidRDefault="00F028C5" w:rsidP="000752DE">
            <w:pPr>
              <w:pStyle w:val="3"/>
              <w:tabs>
                <w:tab w:val="clear" w:pos="360"/>
                <w:tab w:val="clear" w:pos="720"/>
                <w:tab w:val="left" w:pos="327"/>
              </w:tabs>
              <w:spacing w:line="240" w:lineRule="atLeast"/>
              <w:jc w:val="thaiDistribute"/>
              <w:rPr>
                <w:rFonts w:ascii="Times New Roman" w:hAnsi="Times New Roman" w:cs="Times New Roman"/>
                <w:lang w:val="en-US"/>
              </w:rPr>
            </w:pPr>
            <w:r w:rsidRPr="00F028C5">
              <w:rPr>
                <w:rFonts w:ascii="Times New Roman" w:hAnsi="Times New Roman" w:cs="Times New Roman"/>
                <w:lang w:val="en-US"/>
              </w:rPr>
              <w:t xml:space="preserve">Real estate </w:t>
            </w:r>
            <w:r w:rsidR="000752DE" w:rsidRPr="00400122">
              <w:rPr>
                <w:rFonts w:ascii="Times New Roman" w:hAnsi="Times New Roman" w:cs="Times New Roman"/>
                <w:lang w:val="en-US"/>
              </w:rPr>
              <w:t xml:space="preserve">developed </w:t>
            </w:r>
          </w:p>
        </w:tc>
        <w:tc>
          <w:tcPr>
            <w:tcW w:w="1350" w:type="dxa"/>
            <w:vAlign w:val="bottom"/>
          </w:tcPr>
          <w:p w14:paraId="05162075" w14:textId="77777777" w:rsidR="000752DE" w:rsidRPr="00400122" w:rsidRDefault="000752DE" w:rsidP="00733010">
            <w:pPr>
              <w:pStyle w:val="acctfourfigures"/>
              <w:tabs>
                <w:tab w:val="clear" w:pos="765"/>
                <w:tab w:val="decimal" w:pos="970"/>
              </w:tabs>
              <w:spacing w:line="240" w:lineRule="auto"/>
              <w:ind w:left="-79"/>
              <w:rPr>
                <w:szCs w:val="22"/>
                <w:lang w:val="en-US" w:bidi="th-TH"/>
              </w:rPr>
            </w:pPr>
            <w:r w:rsidRPr="00400122">
              <w:rPr>
                <w:szCs w:val="22"/>
                <w:lang w:val="en-US" w:bidi="th-TH"/>
              </w:rPr>
              <w:t>21</w:t>
            </w:r>
          </w:p>
        </w:tc>
        <w:tc>
          <w:tcPr>
            <w:tcW w:w="236" w:type="dxa"/>
          </w:tcPr>
          <w:p w14:paraId="3CE7D982" w14:textId="77777777" w:rsidR="000752DE" w:rsidRPr="00400122" w:rsidRDefault="000752DE" w:rsidP="000752DE">
            <w:pPr>
              <w:tabs>
                <w:tab w:val="decimal" w:pos="701"/>
              </w:tabs>
              <w:spacing w:line="240" w:lineRule="auto"/>
              <w:ind w:left="-79"/>
              <w:rPr>
                <w:b/>
                <w:szCs w:val="22"/>
                <w:lang w:val="en-US" w:bidi="th-TH"/>
              </w:rPr>
            </w:pPr>
          </w:p>
        </w:tc>
        <w:tc>
          <w:tcPr>
            <w:tcW w:w="1284" w:type="dxa"/>
            <w:vAlign w:val="bottom"/>
          </w:tcPr>
          <w:p w14:paraId="25902220" w14:textId="77777777" w:rsidR="000752DE" w:rsidRPr="00400122" w:rsidRDefault="000752DE" w:rsidP="00733010">
            <w:pPr>
              <w:pStyle w:val="acctfourfigures"/>
              <w:tabs>
                <w:tab w:val="clear" w:pos="765"/>
                <w:tab w:val="decimal" w:pos="920"/>
              </w:tabs>
              <w:spacing w:line="240" w:lineRule="auto"/>
              <w:ind w:left="-79"/>
              <w:rPr>
                <w:szCs w:val="22"/>
              </w:rPr>
            </w:pPr>
            <w:r w:rsidRPr="00400122">
              <w:rPr>
                <w:szCs w:val="22"/>
              </w:rPr>
              <w:t>12</w:t>
            </w:r>
          </w:p>
        </w:tc>
        <w:tc>
          <w:tcPr>
            <w:tcW w:w="236" w:type="dxa"/>
          </w:tcPr>
          <w:p w14:paraId="2579ED8F" w14:textId="77777777" w:rsidR="000752DE" w:rsidRPr="00400122" w:rsidRDefault="000752DE" w:rsidP="000752DE">
            <w:pPr>
              <w:tabs>
                <w:tab w:val="decimal" w:pos="701"/>
              </w:tabs>
              <w:spacing w:line="240" w:lineRule="auto"/>
              <w:ind w:left="-79"/>
              <w:rPr>
                <w:b/>
                <w:szCs w:val="22"/>
              </w:rPr>
            </w:pPr>
          </w:p>
        </w:tc>
        <w:tc>
          <w:tcPr>
            <w:tcW w:w="1304" w:type="dxa"/>
            <w:vAlign w:val="bottom"/>
          </w:tcPr>
          <w:p w14:paraId="519B48CF" w14:textId="77777777" w:rsidR="000752DE" w:rsidRPr="00400122" w:rsidRDefault="000752DE" w:rsidP="00733010">
            <w:pPr>
              <w:pStyle w:val="acctfourfigures"/>
              <w:tabs>
                <w:tab w:val="clear" w:pos="765"/>
                <w:tab w:val="decimal" w:pos="750"/>
              </w:tabs>
              <w:spacing w:line="240" w:lineRule="auto"/>
              <w:ind w:left="-79" w:right="-18"/>
              <w:rPr>
                <w:szCs w:val="22"/>
              </w:rPr>
            </w:pPr>
            <w:r w:rsidRPr="00400122">
              <w:rPr>
                <w:szCs w:val="22"/>
              </w:rPr>
              <w:t>-</w:t>
            </w:r>
          </w:p>
        </w:tc>
        <w:tc>
          <w:tcPr>
            <w:tcW w:w="236" w:type="dxa"/>
          </w:tcPr>
          <w:p w14:paraId="4D452070" w14:textId="77777777" w:rsidR="000752DE" w:rsidRPr="00400122" w:rsidRDefault="000752DE" w:rsidP="000752DE">
            <w:pPr>
              <w:tabs>
                <w:tab w:val="decimal" w:pos="701"/>
              </w:tabs>
              <w:spacing w:line="240" w:lineRule="auto"/>
              <w:ind w:left="-79"/>
              <w:rPr>
                <w:b/>
                <w:szCs w:val="22"/>
              </w:rPr>
            </w:pPr>
          </w:p>
        </w:tc>
        <w:tc>
          <w:tcPr>
            <w:tcW w:w="1294" w:type="dxa"/>
            <w:vAlign w:val="bottom"/>
          </w:tcPr>
          <w:p w14:paraId="6FFA5076" w14:textId="77777777" w:rsidR="000752DE" w:rsidRPr="00400122" w:rsidRDefault="000752DE" w:rsidP="00733010">
            <w:pPr>
              <w:pStyle w:val="acctfourfigures"/>
              <w:spacing w:line="240" w:lineRule="auto"/>
              <w:ind w:left="-79" w:right="-18"/>
              <w:rPr>
                <w:szCs w:val="22"/>
              </w:rPr>
            </w:pPr>
            <w:r w:rsidRPr="00400122">
              <w:rPr>
                <w:szCs w:val="22"/>
              </w:rPr>
              <w:t>-</w:t>
            </w:r>
          </w:p>
        </w:tc>
      </w:tr>
      <w:tr w:rsidR="000752DE" w:rsidRPr="00400122" w14:paraId="1EF5115A" w14:textId="77777777" w:rsidTr="00353663">
        <w:trPr>
          <w:cantSplit/>
        </w:trPr>
        <w:tc>
          <w:tcPr>
            <w:tcW w:w="3420" w:type="dxa"/>
            <w:tcBorders>
              <w:top w:val="nil"/>
              <w:bottom w:val="nil"/>
            </w:tcBorders>
          </w:tcPr>
          <w:p w14:paraId="69526388" w14:textId="77777777" w:rsidR="000752DE" w:rsidRPr="00400122" w:rsidRDefault="000752DE" w:rsidP="000752DE">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400122">
              <w:rPr>
                <w:rFonts w:ascii="Times New Roman" w:hAnsi="Times New Roman" w:cs="Times New Roman"/>
                <w:b/>
                <w:bCs/>
                <w:lang w:val="en-US"/>
              </w:rPr>
              <w:t>Total</w:t>
            </w:r>
          </w:p>
        </w:tc>
        <w:tc>
          <w:tcPr>
            <w:tcW w:w="1350" w:type="dxa"/>
            <w:tcBorders>
              <w:top w:val="single" w:sz="4" w:space="0" w:color="auto"/>
              <w:left w:val="nil"/>
              <w:bottom w:val="double" w:sz="4" w:space="0" w:color="auto"/>
              <w:right w:val="nil"/>
            </w:tcBorders>
            <w:vAlign w:val="bottom"/>
          </w:tcPr>
          <w:p w14:paraId="18C14607" w14:textId="77777777" w:rsidR="000752DE" w:rsidRPr="00400122" w:rsidRDefault="000752DE" w:rsidP="00733010">
            <w:pPr>
              <w:pStyle w:val="acctfourfigures"/>
              <w:tabs>
                <w:tab w:val="clear" w:pos="765"/>
                <w:tab w:val="decimal" w:pos="970"/>
              </w:tabs>
              <w:spacing w:line="240" w:lineRule="auto"/>
              <w:ind w:left="-79"/>
              <w:rPr>
                <w:b/>
                <w:bCs/>
                <w:szCs w:val="22"/>
              </w:rPr>
            </w:pPr>
            <w:r w:rsidRPr="00400122">
              <w:rPr>
                <w:b/>
                <w:bCs/>
                <w:szCs w:val="22"/>
              </w:rPr>
              <w:t>929</w:t>
            </w:r>
          </w:p>
        </w:tc>
        <w:tc>
          <w:tcPr>
            <w:tcW w:w="236" w:type="dxa"/>
          </w:tcPr>
          <w:p w14:paraId="49A84A6B" w14:textId="77777777" w:rsidR="000752DE" w:rsidRPr="00400122" w:rsidRDefault="000752DE" w:rsidP="000752DE">
            <w:pPr>
              <w:tabs>
                <w:tab w:val="decimal" w:pos="701"/>
              </w:tabs>
              <w:spacing w:line="240" w:lineRule="auto"/>
              <w:ind w:left="-79"/>
              <w:rPr>
                <w:b/>
                <w:szCs w:val="22"/>
              </w:rPr>
            </w:pPr>
          </w:p>
        </w:tc>
        <w:tc>
          <w:tcPr>
            <w:tcW w:w="1284" w:type="dxa"/>
            <w:tcBorders>
              <w:top w:val="single" w:sz="4" w:space="0" w:color="auto"/>
              <w:left w:val="nil"/>
              <w:bottom w:val="double" w:sz="4" w:space="0" w:color="auto"/>
              <w:right w:val="nil"/>
            </w:tcBorders>
            <w:vAlign w:val="bottom"/>
          </w:tcPr>
          <w:p w14:paraId="583BB679" w14:textId="77777777" w:rsidR="000752DE" w:rsidRPr="00400122" w:rsidRDefault="000752DE" w:rsidP="00733010">
            <w:pPr>
              <w:pStyle w:val="acctfourfigures"/>
              <w:tabs>
                <w:tab w:val="clear" w:pos="765"/>
                <w:tab w:val="decimal" w:pos="920"/>
              </w:tabs>
              <w:spacing w:line="240" w:lineRule="auto"/>
              <w:ind w:left="-79"/>
              <w:rPr>
                <w:b/>
                <w:bCs/>
                <w:szCs w:val="22"/>
              </w:rPr>
            </w:pPr>
            <w:r w:rsidRPr="00400122">
              <w:rPr>
                <w:b/>
                <w:bCs/>
                <w:szCs w:val="22"/>
              </w:rPr>
              <w:t>890</w:t>
            </w:r>
          </w:p>
        </w:tc>
        <w:tc>
          <w:tcPr>
            <w:tcW w:w="236" w:type="dxa"/>
          </w:tcPr>
          <w:p w14:paraId="05D4245D" w14:textId="77777777" w:rsidR="000752DE" w:rsidRPr="00400122" w:rsidRDefault="000752DE" w:rsidP="000752DE">
            <w:pPr>
              <w:tabs>
                <w:tab w:val="decimal" w:pos="701"/>
              </w:tabs>
              <w:spacing w:line="240" w:lineRule="auto"/>
              <w:ind w:left="-79"/>
              <w:rPr>
                <w:b/>
                <w:szCs w:val="22"/>
              </w:rPr>
            </w:pPr>
          </w:p>
        </w:tc>
        <w:tc>
          <w:tcPr>
            <w:tcW w:w="1304" w:type="dxa"/>
            <w:tcBorders>
              <w:top w:val="single" w:sz="4" w:space="0" w:color="auto"/>
              <w:left w:val="nil"/>
              <w:bottom w:val="double" w:sz="4" w:space="0" w:color="auto"/>
              <w:right w:val="nil"/>
            </w:tcBorders>
            <w:vAlign w:val="bottom"/>
          </w:tcPr>
          <w:p w14:paraId="3683C68C" w14:textId="77777777" w:rsidR="000752DE" w:rsidRPr="00400122" w:rsidRDefault="000752DE" w:rsidP="00733010">
            <w:pPr>
              <w:pStyle w:val="acctfourfigures"/>
              <w:tabs>
                <w:tab w:val="clear" w:pos="765"/>
                <w:tab w:val="decimal" w:pos="1020"/>
              </w:tabs>
              <w:spacing w:line="240" w:lineRule="auto"/>
              <w:ind w:left="-79" w:right="-44"/>
              <w:rPr>
                <w:b/>
                <w:bCs/>
                <w:szCs w:val="22"/>
                <w:lang w:val="en-US"/>
              </w:rPr>
            </w:pPr>
            <w:r w:rsidRPr="00400122">
              <w:rPr>
                <w:b/>
                <w:bCs/>
                <w:szCs w:val="22"/>
              </w:rPr>
              <w:t>624</w:t>
            </w:r>
          </w:p>
        </w:tc>
        <w:tc>
          <w:tcPr>
            <w:tcW w:w="236" w:type="dxa"/>
          </w:tcPr>
          <w:p w14:paraId="7864BCA0" w14:textId="77777777" w:rsidR="000752DE" w:rsidRPr="00400122" w:rsidRDefault="000752DE" w:rsidP="000752DE">
            <w:pPr>
              <w:tabs>
                <w:tab w:val="decimal" w:pos="701"/>
              </w:tabs>
              <w:spacing w:line="240" w:lineRule="auto"/>
              <w:ind w:left="-79"/>
              <w:rPr>
                <w:b/>
                <w:szCs w:val="22"/>
                <w:lang w:val="en-US"/>
              </w:rPr>
            </w:pPr>
          </w:p>
        </w:tc>
        <w:tc>
          <w:tcPr>
            <w:tcW w:w="1294" w:type="dxa"/>
            <w:tcBorders>
              <w:top w:val="single" w:sz="4" w:space="0" w:color="auto"/>
              <w:left w:val="nil"/>
              <w:bottom w:val="double" w:sz="4" w:space="0" w:color="auto"/>
              <w:right w:val="nil"/>
            </w:tcBorders>
            <w:vAlign w:val="bottom"/>
          </w:tcPr>
          <w:p w14:paraId="4BA5492D" w14:textId="77777777" w:rsidR="000752DE" w:rsidRPr="00400122" w:rsidRDefault="000752DE" w:rsidP="00733010">
            <w:pPr>
              <w:pStyle w:val="acctfourfigures"/>
              <w:tabs>
                <w:tab w:val="clear" w:pos="765"/>
                <w:tab w:val="decimal" w:pos="1020"/>
              </w:tabs>
              <w:spacing w:line="240" w:lineRule="auto"/>
              <w:ind w:left="-79" w:right="-44"/>
              <w:rPr>
                <w:b/>
                <w:bCs/>
                <w:szCs w:val="22"/>
              </w:rPr>
            </w:pPr>
            <w:r w:rsidRPr="00400122">
              <w:rPr>
                <w:b/>
                <w:bCs/>
                <w:szCs w:val="22"/>
              </w:rPr>
              <w:t>624</w:t>
            </w:r>
          </w:p>
        </w:tc>
      </w:tr>
    </w:tbl>
    <w:p w14:paraId="3AA7608B" w14:textId="77777777" w:rsidR="00C552AB" w:rsidRPr="00472F61" w:rsidRDefault="00C552AB" w:rsidP="00715DBC">
      <w:pPr>
        <w:spacing w:line="240" w:lineRule="atLeast"/>
        <w:ind w:left="540"/>
        <w:jc w:val="thaiDistribute"/>
        <w:rPr>
          <w:szCs w:val="22"/>
        </w:rPr>
      </w:pPr>
    </w:p>
    <w:p w14:paraId="2BEA8696" w14:textId="3B0D0E17" w:rsidR="00BE1F1B" w:rsidRPr="00472F61" w:rsidRDefault="00BB408D" w:rsidP="000C0C9A">
      <w:pPr>
        <w:pStyle w:val="Heading1"/>
      </w:pPr>
      <w:r w:rsidRPr="00472F61">
        <w:t>8</w:t>
      </w:r>
      <w:r w:rsidR="00BE1F1B" w:rsidRPr="00472F61">
        <w:tab/>
        <w:t>Investments in associate</w:t>
      </w:r>
      <w:r w:rsidR="005157B5">
        <w:rPr>
          <w:rFonts w:cs="Angsana New"/>
          <w:szCs w:val="30"/>
          <w:lang w:bidi="th-TH"/>
        </w:rPr>
        <w:t>s</w:t>
      </w:r>
      <w:r w:rsidR="00BE1F1B" w:rsidRPr="00472F61">
        <w:t xml:space="preserve"> and joint venture</w:t>
      </w:r>
    </w:p>
    <w:p w14:paraId="5F39EF39" w14:textId="77777777" w:rsidR="00BE1F1B" w:rsidRPr="00472F61" w:rsidRDefault="00BE1F1B" w:rsidP="00BE1F1B">
      <w:pPr>
        <w:rPr>
          <w:szCs w:val="22"/>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BE1F1B" w:rsidRPr="00472F61" w14:paraId="2CB2C46D" w14:textId="77777777" w:rsidTr="00A70DFA">
        <w:trPr>
          <w:cantSplit/>
        </w:trPr>
        <w:tc>
          <w:tcPr>
            <w:tcW w:w="3852" w:type="dxa"/>
          </w:tcPr>
          <w:p w14:paraId="4C9B4987" w14:textId="77777777" w:rsidR="00BE1F1B" w:rsidRPr="00472F61" w:rsidRDefault="00BE1F1B" w:rsidP="004865D1">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14:paraId="7C60A87D" w14:textId="77777777" w:rsidR="00BE1F1B" w:rsidRPr="00472F61" w:rsidRDefault="00BE1F1B" w:rsidP="004865D1">
            <w:pPr>
              <w:pStyle w:val="acctmergecolhdg"/>
              <w:spacing w:line="240" w:lineRule="atLeast"/>
              <w:ind w:left="-106" w:right="-79"/>
              <w:rPr>
                <w:szCs w:val="22"/>
              </w:rPr>
            </w:pPr>
            <w:r w:rsidRPr="00472F61">
              <w:rPr>
                <w:szCs w:val="22"/>
              </w:rPr>
              <w:t>Consolidated</w:t>
            </w:r>
          </w:p>
        </w:tc>
        <w:tc>
          <w:tcPr>
            <w:tcW w:w="270" w:type="dxa"/>
          </w:tcPr>
          <w:p w14:paraId="232CCB8F" w14:textId="77777777" w:rsidR="00BE1F1B" w:rsidRPr="00472F61" w:rsidRDefault="00BE1F1B" w:rsidP="004865D1">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0" w:type="dxa"/>
            <w:gridSpan w:val="3"/>
          </w:tcPr>
          <w:p w14:paraId="0889E214" w14:textId="77777777" w:rsidR="00BE1F1B" w:rsidRPr="00472F61" w:rsidRDefault="00BE1F1B" w:rsidP="004865D1">
            <w:pPr>
              <w:pStyle w:val="3"/>
              <w:tabs>
                <w:tab w:val="clear" w:pos="360"/>
                <w:tab w:val="clear" w:pos="720"/>
              </w:tabs>
              <w:spacing w:line="240" w:lineRule="atLeast"/>
              <w:ind w:left="-108"/>
              <w:jc w:val="center"/>
              <w:rPr>
                <w:rFonts w:ascii="Times New Roman" w:hAnsi="Times New Roman" w:cs="Times New Roman"/>
                <w:b/>
                <w:bCs/>
                <w:lang w:val="en-US"/>
              </w:rPr>
            </w:pPr>
            <w:r w:rsidRPr="00472F61">
              <w:rPr>
                <w:rFonts w:ascii="Times New Roman" w:hAnsi="Times New Roman" w:cs="Times New Roman"/>
                <w:b/>
                <w:bCs/>
                <w:cs/>
              </w:rPr>
              <w:t>Separate</w:t>
            </w:r>
          </w:p>
        </w:tc>
      </w:tr>
      <w:tr w:rsidR="00BE1F1B" w:rsidRPr="00472F61" w14:paraId="100C064B" w14:textId="77777777" w:rsidTr="00A70DFA">
        <w:trPr>
          <w:cantSplit/>
        </w:trPr>
        <w:tc>
          <w:tcPr>
            <w:tcW w:w="3852" w:type="dxa"/>
          </w:tcPr>
          <w:p w14:paraId="6126550C" w14:textId="77777777" w:rsidR="00BE1F1B" w:rsidRPr="00472F61" w:rsidRDefault="00BE1F1B" w:rsidP="004865D1">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14:paraId="1699AA31" w14:textId="77777777" w:rsidR="00BE1F1B" w:rsidRPr="00472F61" w:rsidRDefault="00BE1F1B" w:rsidP="004865D1">
            <w:pPr>
              <w:pStyle w:val="acctmergecolhdg"/>
              <w:spacing w:line="240" w:lineRule="atLeast"/>
              <w:ind w:left="-106" w:right="-79"/>
              <w:rPr>
                <w:szCs w:val="22"/>
              </w:rPr>
            </w:pPr>
            <w:r w:rsidRPr="00472F61">
              <w:rPr>
                <w:szCs w:val="22"/>
              </w:rPr>
              <w:t>financial statements</w:t>
            </w:r>
          </w:p>
        </w:tc>
        <w:tc>
          <w:tcPr>
            <w:tcW w:w="270" w:type="dxa"/>
          </w:tcPr>
          <w:p w14:paraId="2022E4CE" w14:textId="77777777" w:rsidR="00BE1F1B" w:rsidRPr="00472F61" w:rsidRDefault="00BE1F1B" w:rsidP="004865D1">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0" w:type="dxa"/>
            <w:gridSpan w:val="3"/>
          </w:tcPr>
          <w:p w14:paraId="75B085DB" w14:textId="77777777" w:rsidR="00BE1F1B" w:rsidRPr="00472F61" w:rsidRDefault="00BE1F1B" w:rsidP="004865D1">
            <w:pPr>
              <w:pStyle w:val="3"/>
              <w:tabs>
                <w:tab w:val="clear" w:pos="360"/>
                <w:tab w:val="clear" w:pos="720"/>
              </w:tabs>
              <w:spacing w:line="240" w:lineRule="atLeast"/>
              <w:ind w:left="-108"/>
              <w:jc w:val="center"/>
              <w:rPr>
                <w:rFonts w:ascii="Times New Roman" w:hAnsi="Times New Roman" w:cs="Times New Roman"/>
                <w:lang w:val="en-US"/>
              </w:rPr>
            </w:pPr>
            <w:r w:rsidRPr="00472F61">
              <w:rPr>
                <w:rFonts w:ascii="Times New Roman" w:hAnsi="Times New Roman" w:cs="Times New Roman"/>
                <w:b/>
                <w:bCs/>
                <w:cs/>
              </w:rPr>
              <w:t>financial statements</w:t>
            </w:r>
          </w:p>
        </w:tc>
      </w:tr>
      <w:tr w:rsidR="00262319" w:rsidRPr="00472F61" w14:paraId="6170914E" w14:textId="77777777" w:rsidTr="00A70DFA">
        <w:trPr>
          <w:cantSplit/>
        </w:trPr>
        <w:tc>
          <w:tcPr>
            <w:tcW w:w="3852" w:type="dxa"/>
          </w:tcPr>
          <w:p w14:paraId="385A15BB" w14:textId="77777777" w:rsidR="00262319" w:rsidRPr="00472F61" w:rsidRDefault="00B02931" w:rsidP="00262319">
            <w:pPr>
              <w:pStyle w:val="acctfourfigures"/>
              <w:spacing w:line="240" w:lineRule="atLeast"/>
              <w:rPr>
                <w:b/>
                <w:bCs/>
                <w:i/>
                <w:iCs/>
                <w:szCs w:val="22"/>
              </w:rPr>
            </w:pPr>
            <w:r w:rsidRPr="00472F61">
              <w:rPr>
                <w:b/>
                <w:bCs/>
                <w:i/>
                <w:iCs/>
                <w:szCs w:val="22"/>
              </w:rPr>
              <w:t>T</w:t>
            </w:r>
            <w:r w:rsidR="002860DC" w:rsidRPr="00472F61">
              <w:rPr>
                <w:b/>
                <w:bCs/>
                <w:i/>
                <w:iCs/>
                <w:szCs w:val="22"/>
              </w:rPr>
              <w:t>hree</w:t>
            </w:r>
            <w:r w:rsidR="00262319" w:rsidRPr="00472F61">
              <w:rPr>
                <w:b/>
                <w:bCs/>
                <w:i/>
                <w:iCs/>
                <w:szCs w:val="22"/>
              </w:rPr>
              <w:t xml:space="preserve">-month period ended </w:t>
            </w:r>
            <w:r w:rsidR="002860DC" w:rsidRPr="00472F61">
              <w:rPr>
                <w:b/>
                <w:bCs/>
                <w:i/>
                <w:iCs/>
                <w:szCs w:val="22"/>
              </w:rPr>
              <w:t>31 March</w:t>
            </w:r>
          </w:p>
        </w:tc>
        <w:tc>
          <w:tcPr>
            <w:tcW w:w="1170" w:type="dxa"/>
          </w:tcPr>
          <w:p w14:paraId="73008065" w14:textId="77777777" w:rsidR="00262319" w:rsidRPr="00472F61" w:rsidRDefault="002860DC" w:rsidP="00262319">
            <w:pPr>
              <w:pStyle w:val="acctmergecolhdg"/>
              <w:spacing w:line="240" w:lineRule="atLeast"/>
              <w:rPr>
                <w:b w:val="0"/>
                <w:bCs/>
                <w:szCs w:val="22"/>
              </w:rPr>
            </w:pPr>
            <w:r w:rsidRPr="00472F61">
              <w:rPr>
                <w:b w:val="0"/>
                <w:bCs/>
                <w:szCs w:val="22"/>
              </w:rPr>
              <w:t>202</w:t>
            </w:r>
            <w:r w:rsidR="00C552AB" w:rsidRPr="00472F61">
              <w:rPr>
                <w:b w:val="0"/>
                <w:bCs/>
                <w:szCs w:val="22"/>
              </w:rPr>
              <w:t>1</w:t>
            </w:r>
          </w:p>
        </w:tc>
        <w:tc>
          <w:tcPr>
            <w:tcW w:w="270" w:type="dxa"/>
          </w:tcPr>
          <w:p w14:paraId="754A9E3F" w14:textId="77777777" w:rsidR="00262319" w:rsidRPr="00472F61" w:rsidRDefault="00262319" w:rsidP="00262319">
            <w:pPr>
              <w:pStyle w:val="acctmergecolhdg"/>
              <w:spacing w:line="240" w:lineRule="atLeast"/>
              <w:rPr>
                <w:b w:val="0"/>
                <w:bCs/>
                <w:szCs w:val="22"/>
              </w:rPr>
            </w:pPr>
          </w:p>
        </w:tc>
        <w:tc>
          <w:tcPr>
            <w:tcW w:w="1170" w:type="dxa"/>
          </w:tcPr>
          <w:p w14:paraId="4AA5C4F5" w14:textId="77777777" w:rsidR="00262319" w:rsidRPr="00472F61" w:rsidRDefault="002860DC" w:rsidP="00262319">
            <w:pPr>
              <w:pStyle w:val="acctmergecolhdg"/>
              <w:spacing w:line="240" w:lineRule="atLeast"/>
              <w:rPr>
                <w:b w:val="0"/>
                <w:bCs/>
                <w:szCs w:val="22"/>
              </w:rPr>
            </w:pPr>
            <w:r w:rsidRPr="00472F61">
              <w:rPr>
                <w:b w:val="0"/>
                <w:bCs/>
                <w:szCs w:val="22"/>
              </w:rPr>
              <w:t>20</w:t>
            </w:r>
            <w:r w:rsidR="00C552AB" w:rsidRPr="00472F61">
              <w:rPr>
                <w:b w:val="0"/>
                <w:bCs/>
                <w:szCs w:val="22"/>
              </w:rPr>
              <w:t>20</w:t>
            </w:r>
          </w:p>
        </w:tc>
        <w:tc>
          <w:tcPr>
            <w:tcW w:w="270" w:type="dxa"/>
          </w:tcPr>
          <w:p w14:paraId="5481BE66" w14:textId="77777777" w:rsidR="00262319" w:rsidRPr="00472F61" w:rsidRDefault="00262319" w:rsidP="00262319">
            <w:pPr>
              <w:pStyle w:val="acctfourfigures"/>
              <w:spacing w:line="240" w:lineRule="atLeast"/>
              <w:ind w:left="-106" w:right="-142"/>
              <w:rPr>
                <w:szCs w:val="22"/>
              </w:rPr>
            </w:pPr>
          </w:p>
        </w:tc>
        <w:tc>
          <w:tcPr>
            <w:tcW w:w="1170" w:type="dxa"/>
          </w:tcPr>
          <w:p w14:paraId="10722F44" w14:textId="77777777" w:rsidR="00262319" w:rsidRPr="00472F61" w:rsidRDefault="002860DC" w:rsidP="00262319">
            <w:pPr>
              <w:pStyle w:val="acctmergecolhdg"/>
              <w:spacing w:line="240" w:lineRule="atLeast"/>
              <w:rPr>
                <w:b w:val="0"/>
                <w:bCs/>
                <w:szCs w:val="22"/>
              </w:rPr>
            </w:pPr>
            <w:r w:rsidRPr="00472F61">
              <w:rPr>
                <w:b w:val="0"/>
                <w:bCs/>
                <w:szCs w:val="22"/>
              </w:rPr>
              <w:t>202</w:t>
            </w:r>
            <w:r w:rsidR="00C552AB" w:rsidRPr="00472F61">
              <w:rPr>
                <w:b w:val="0"/>
                <w:bCs/>
                <w:szCs w:val="22"/>
              </w:rPr>
              <w:t>1</w:t>
            </w:r>
          </w:p>
        </w:tc>
        <w:tc>
          <w:tcPr>
            <w:tcW w:w="270" w:type="dxa"/>
          </w:tcPr>
          <w:p w14:paraId="078BFFE0" w14:textId="77777777" w:rsidR="00262319" w:rsidRPr="00472F61" w:rsidRDefault="00262319" w:rsidP="00262319">
            <w:pPr>
              <w:pStyle w:val="acctmergecolhdg"/>
              <w:spacing w:line="240" w:lineRule="atLeast"/>
              <w:rPr>
                <w:b w:val="0"/>
                <w:bCs/>
                <w:szCs w:val="22"/>
              </w:rPr>
            </w:pPr>
          </w:p>
        </w:tc>
        <w:tc>
          <w:tcPr>
            <w:tcW w:w="1170" w:type="dxa"/>
          </w:tcPr>
          <w:p w14:paraId="20E3E262" w14:textId="77777777" w:rsidR="00262319" w:rsidRPr="00472F61" w:rsidRDefault="002860DC" w:rsidP="00262319">
            <w:pPr>
              <w:pStyle w:val="acctmergecolhdg"/>
              <w:spacing w:line="240" w:lineRule="atLeast"/>
              <w:rPr>
                <w:b w:val="0"/>
                <w:bCs/>
                <w:szCs w:val="22"/>
              </w:rPr>
            </w:pPr>
            <w:r w:rsidRPr="00472F61">
              <w:rPr>
                <w:b w:val="0"/>
                <w:bCs/>
                <w:szCs w:val="22"/>
              </w:rPr>
              <w:t>20</w:t>
            </w:r>
            <w:r w:rsidR="00C552AB" w:rsidRPr="00472F61">
              <w:rPr>
                <w:b w:val="0"/>
                <w:bCs/>
                <w:szCs w:val="22"/>
              </w:rPr>
              <w:t>20</w:t>
            </w:r>
          </w:p>
        </w:tc>
      </w:tr>
      <w:tr w:rsidR="00BE1F1B" w:rsidRPr="00472F61" w14:paraId="210FE3BD" w14:textId="77777777" w:rsidTr="00A70DFA">
        <w:trPr>
          <w:cantSplit/>
        </w:trPr>
        <w:tc>
          <w:tcPr>
            <w:tcW w:w="3852" w:type="dxa"/>
          </w:tcPr>
          <w:p w14:paraId="36835705" w14:textId="77777777" w:rsidR="00BE1F1B" w:rsidRPr="00400122" w:rsidRDefault="00BE1F1B" w:rsidP="004865D1">
            <w:pPr>
              <w:pStyle w:val="3"/>
              <w:tabs>
                <w:tab w:val="clear" w:pos="360"/>
                <w:tab w:val="clear" w:pos="720"/>
                <w:tab w:val="left" w:pos="327"/>
              </w:tabs>
              <w:spacing w:line="240" w:lineRule="atLeast"/>
              <w:jc w:val="thaiDistribute"/>
              <w:rPr>
                <w:rFonts w:ascii="Times New Roman" w:hAnsi="Times New Roman" w:cstheme="minorBidi"/>
                <w:cs/>
                <w:lang w:val="en-US"/>
              </w:rPr>
            </w:pPr>
          </w:p>
        </w:tc>
        <w:tc>
          <w:tcPr>
            <w:tcW w:w="5490" w:type="dxa"/>
            <w:gridSpan w:val="7"/>
          </w:tcPr>
          <w:p w14:paraId="67AE340E" w14:textId="77777777" w:rsidR="00BE1F1B" w:rsidRPr="00472F61" w:rsidRDefault="00BE1F1B" w:rsidP="004865D1">
            <w:pPr>
              <w:pStyle w:val="3"/>
              <w:tabs>
                <w:tab w:val="clear" w:pos="360"/>
                <w:tab w:val="clear" w:pos="720"/>
              </w:tabs>
              <w:spacing w:line="240" w:lineRule="atLeast"/>
              <w:ind w:left="-108"/>
              <w:jc w:val="center"/>
              <w:rPr>
                <w:rFonts w:ascii="Times New Roman" w:hAnsi="Times New Roman" w:cs="Times New Roman"/>
                <w:i/>
                <w:iCs/>
                <w:lang w:val="en-US"/>
              </w:rPr>
            </w:pPr>
            <w:r w:rsidRPr="00472F61">
              <w:rPr>
                <w:rFonts w:ascii="Times New Roman" w:hAnsi="Times New Roman" w:cs="Times New Roman"/>
                <w:i/>
                <w:iCs/>
                <w:lang w:val="en-US"/>
              </w:rPr>
              <w:t>(in</w:t>
            </w:r>
            <w:r w:rsidR="001065E6" w:rsidRPr="00472F61">
              <w:rPr>
                <w:rFonts w:ascii="Times New Roman" w:hAnsi="Times New Roman" w:cs="Times New Roman"/>
                <w:i/>
                <w:iCs/>
                <w:lang w:val="en-US"/>
              </w:rPr>
              <w:t xml:space="preserve"> million </w:t>
            </w:r>
            <w:r w:rsidRPr="00472F61">
              <w:rPr>
                <w:rFonts w:ascii="Times New Roman" w:hAnsi="Times New Roman" w:cs="Times New Roman"/>
                <w:i/>
                <w:iCs/>
                <w:lang w:val="en-US"/>
              </w:rPr>
              <w:t>Baht)</w:t>
            </w:r>
          </w:p>
        </w:tc>
      </w:tr>
      <w:tr w:rsidR="00BE1F1B" w:rsidRPr="00472F61" w14:paraId="6483EF65" w14:textId="77777777" w:rsidTr="00A70DFA">
        <w:trPr>
          <w:cantSplit/>
          <w:trHeight w:val="75"/>
        </w:trPr>
        <w:tc>
          <w:tcPr>
            <w:tcW w:w="3852" w:type="dxa"/>
          </w:tcPr>
          <w:p w14:paraId="79A09DA7" w14:textId="6762A7D6" w:rsidR="00BE1F1B" w:rsidRPr="005157B5" w:rsidRDefault="00BE1F1B" w:rsidP="004865D1">
            <w:pPr>
              <w:pStyle w:val="3"/>
              <w:tabs>
                <w:tab w:val="clear" w:pos="360"/>
                <w:tab w:val="clear" w:pos="720"/>
                <w:tab w:val="left" w:pos="327"/>
              </w:tabs>
              <w:spacing w:line="240" w:lineRule="atLeast"/>
              <w:jc w:val="thaiDistribute"/>
              <w:rPr>
                <w:rFonts w:ascii="Times New Roman" w:hAnsi="Times New Roman" w:cstheme="minorBidi"/>
                <w:b/>
                <w:bCs/>
                <w:cs/>
                <w:lang w:val="en-US"/>
              </w:rPr>
            </w:pPr>
            <w:r w:rsidRPr="00472F61">
              <w:rPr>
                <w:rFonts w:ascii="Times New Roman" w:hAnsi="Times New Roman" w:cs="Times New Roman"/>
                <w:b/>
                <w:bCs/>
                <w:cs/>
              </w:rPr>
              <w:t>A</w:t>
            </w:r>
            <w:r w:rsidRPr="00472F61">
              <w:rPr>
                <w:rFonts w:ascii="Times New Roman" w:hAnsi="Times New Roman" w:cs="Times New Roman"/>
                <w:b/>
                <w:bCs/>
              </w:rPr>
              <w:t>ssociate</w:t>
            </w:r>
            <w:r w:rsidR="005157B5" w:rsidRPr="00472F61">
              <w:rPr>
                <w:rFonts w:ascii="Times New Roman" w:hAnsi="Times New Roman" w:cs="Times New Roman"/>
                <w:b/>
                <w:bCs/>
              </w:rPr>
              <w:t>s</w:t>
            </w:r>
          </w:p>
        </w:tc>
        <w:tc>
          <w:tcPr>
            <w:tcW w:w="1170" w:type="dxa"/>
            <w:tcBorders>
              <w:bottom w:val="nil"/>
            </w:tcBorders>
          </w:tcPr>
          <w:p w14:paraId="21CD0143" w14:textId="77777777" w:rsidR="00BE1F1B" w:rsidRPr="00472F61"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50B628E7" w14:textId="77777777" w:rsidR="00BE1F1B" w:rsidRPr="00472F61"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774BFD48" w14:textId="77777777" w:rsidR="00BE1F1B" w:rsidRPr="00472F61" w:rsidRDefault="00BE1F1B" w:rsidP="004865D1">
            <w:pPr>
              <w:pStyle w:val="3"/>
              <w:tabs>
                <w:tab w:val="clear" w:pos="360"/>
                <w:tab w:val="clear" w:pos="720"/>
                <w:tab w:val="decimal" w:pos="934"/>
              </w:tabs>
              <w:spacing w:line="240" w:lineRule="atLeast"/>
              <w:ind w:left="-108" w:right="-108"/>
              <w:rPr>
                <w:rFonts w:ascii="Times New Roman" w:hAnsi="Times New Roman" w:cs="Times New Roman"/>
                <w:lang w:val="en-US"/>
              </w:rPr>
            </w:pPr>
          </w:p>
        </w:tc>
        <w:tc>
          <w:tcPr>
            <w:tcW w:w="270" w:type="dxa"/>
          </w:tcPr>
          <w:p w14:paraId="3940AB6B" w14:textId="77777777" w:rsidR="00BE1F1B" w:rsidRPr="00472F61"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00FCEFE2" w14:textId="77777777" w:rsidR="00BE1F1B" w:rsidRPr="00472F61"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028B5393" w14:textId="77777777" w:rsidR="00BE1F1B" w:rsidRPr="00472F61" w:rsidRDefault="00BE1F1B" w:rsidP="004865D1">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3611D0CC" w14:textId="77777777" w:rsidR="00BE1F1B" w:rsidRPr="00472F61" w:rsidRDefault="00BE1F1B" w:rsidP="004865D1">
            <w:pPr>
              <w:pStyle w:val="3"/>
              <w:tabs>
                <w:tab w:val="clear" w:pos="360"/>
                <w:tab w:val="clear" w:pos="720"/>
                <w:tab w:val="decimal" w:pos="940"/>
              </w:tabs>
              <w:spacing w:line="240" w:lineRule="atLeast"/>
              <w:ind w:left="-108" w:right="-108"/>
              <w:rPr>
                <w:rFonts w:ascii="Times New Roman" w:hAnsi="Times New Roman" w:cs="Times New Roman"/>
                <w:lang w:val="en-US"/>
              </w:rPr>
            </w:pPr>
          </w:p>
        </w:tc>
      </w:tr>
      <w:tr w:rsidR="001065E6" w:rsidRPr="00472F61" w14:paraId="67F254DD" w14:textId="77777777" w:rsidTr="00A70DFA">
        <w:trPr>
          <w:cantSplit/>
        </w:trPr>
        <w:tc>
          <w:tcPr>
            <w:tcW w:w="3852" w:type="dxa"/>
          </w:tcPr>
          <w:p w14:paraId="3483D9A6" w14:textId="77777777" w:rsidR="001065E6" w:rsidRPr="00472F61" w:rsidRDefault="001065E6" w:rsidP="001065E6">
            <w:pPr>
              <w:pStyle w:val="3"/>
              <w:tabs>
                <w:tab w:val="clear" w:pos="360"/>
                <w:tab w:val="clear" w:pos="720"/>
                <w:tab w:val="left" w:pos="327"/>
              </w:tabs>
              <w:spacing w:line="240" w:lineRule="atLeast"/>
              <w:jc w:val="both"/>
              <w:rPr>
                <w:rFonts w:ascii="Times New Roman" w:hAnsi="Times New Roman" w:cs="Times New Roman"/>
                <w:lang w:val="en-US"/>
              </w:rPr>
            </w:pPr>
            <w:r w:rsidRPr="00472F61">
              <w:rPr>
                <w:rFonts w:ascii="Times New Roman" w:hAnsi="Times New Roman" w:cs="Times New Roman"/>
                <w:lang w:val="en-US"/>
              </w:rPr>
              <w:t>At 1 January</w:t>
            </w:r>
          </w:p>
        </w:tc>
        <w:tc>
          <w:tcPr>
            <w:tcW w:w="1170" w:type="dxa"/>
          </w:tcPr>
          <w:p w14:paraId="4141749F" w14:textId="77777777" w:rsidR="001065E6" w:rsidRPr="00472F61" w:rsidRDefault="001065E6" w:rsidP="00EC3779">
            <w:pPr>
              <w:ind w:right="50"/>
              <w:jc w:val="right"/>
              <w:rPr>
                <w:szCs w:val="22"/>
              </w:rPr>
            </w:pPr>
            <w:r w:rsidRPr="00472F61">
              <w:rPr>
                <w:szCs w:val="22"/>
              </w:rPr>
              <w:t>1.11</w:t>
            </w:r>
          </w:p>
        </w:tc>
        <w:tc>
          <w:tcPr>
            <w:tcW w:w="270" w:type="dxa"/>
          </w:tcPr>
          <w:p w14:paraId="0723BDE6" w14:textId="77777777" w:rsidR="001065E6" w:rsidRPr="00472F61" w:rsidRDefault="001065E6" w:rsidP="001065E6">
            <w:pPr>
              <w:jc w:val="right"/>
              <w:rPr>
                <w:szCs w:val="22"/>
              </w:rPr>
            </w:pPr>
          </w:p>
        </w:tc>
        <w:tc>
          <w:tcPr>
            <w:tcW w:w="1170" w:type="dxa"/>
          </w:tcPr>
          <w:p w14:paraId="0138D4A2" w14:textId="77777777" w:rsidR="001065E6" w:rsidRPr="00472F61" w:rsidRDefault="001065E6" w:rsidP="00EC3779">
            <w:pPr>
              <w:ind w:right="50"/>
              <w:jc w:val="right"/>
              <w:rPr>
                <w:szCs w:val="22"/>
              </w:rPr>
            </w:pPr>
            <w:r w:rsidRPr="00472F61">
              <w:rPr>
                <w:szCs w:val="22"/>
              </w:rPr>
              <w:t>791.46</w:t>
            </w:r>
          </w:p>
        </w:tc>
        <w:tc>
          <w:tcPr>
            <w:tcW w:w="270" w:type="dxa"/>
          </w:tcPr>
          <w:p w14:paraId="7C42078A" w14:textId="77777777" w:rsidR="001065E6" w:rsidRPr="00472F61" w:rsidRDefault="001065E6" w:rsidP="001065E6">
            <w:pPr>
              <w:jc w:val="right"/>
              <w:rPr>
                <w:szCs w:val="22"/>
              </w:rPr>
            </w:pPr>
          </w:p>
        </w:tc>
        <w:tc>
          <w:tcPr>
            <w:tcW w:w="1170" w:type="dxa"/>
          </w:tcPr>
          <w:p w14:paraId="0C283E49" w14:textId="77777777" w:rsidR="001065E6" w:rsidRPr="00472F61" w:rsidRDefault="001065E6" w:rsidP="001065E6">
            <w:pPr>
              <w:jc w:val="right"/>
              <w:rPr>
                <w:szCs w:val="22"/>
              </w:rPr>
            </w:pPr>
            <w:r w:rsidRPr="00472F61">
              <w:rPr>
                <w:szCs w:val="22"/>
              </w:rPr>
              <w:t xml:space="preserve">        0.09</w:t>
            </w:r>
          </w:p>
        </w:tc>
        <w:tc>
          <w:tcPr>
            <w:tcW w:w="270" w:type="dxa"/>
          </w:tcPr>
          <w:p w14:paraId="7EEA2CFD" w14:textId="77777777" w:rsidR="001065E6" w:rsidRPr="00472F61" w:rsidRDefault="001065E6" w:rsidP="001065E6">
            <w:pPr>
              <w:jc w:val="right"/>
              <w:rPr>
                <w:szCs w:val="22"/>
              </w:rPr>
            </w:pPr>
          </w:p>
        </w:tc>
        <w:tc>
          <w:tcPr>
            <w:tcW w:w="1170" w:type="dxa"/>
          </w:tcPr>
          <w:p w14:paraId="78CCE822" w14:textId="77777777" w:rsidR="001065E6" w:rsidRPr="00472F61" w:rsidRDefault="001065E6" w:rsidP="00EC3779">
            <w:pPr>
              <w:ind w:right="50"/>
              <w:jc w:val="right"/>
              <w:rPr>
                <w:szCs w:val="22"/>
              </w:rPr>
            </w:pPr>
            <w:r w:rsidRPr="00472F61">
              <w:rPr>
                <w:szCs w:val="22"/>
              </w:rPr>
              <w:t xml:space="preserve">  683.77</w:t>
            </w:r>
          </w:p>
        </w:tc>
      </w:tr>
      <w:tr w:rsidR="001065E6" w:rsidRPr="00472F61" w14:paraId="3BF2CD1A" w14:textId="77777777" w:rsidTr="00A70DFA">
        <w:trPr>
          <w:cantSplit/>
        </w:trPr>
        <w:tc>
          <w:tcPr>
            <w:tcW w:w="3852" w:type="dxa"/>
          </w:tcPr>
          <w:p w14:paraId="56AE8D82" w14:textId="77777777" w:rsidR="001065E6" w:rsidRPr="00472F61" w:rsidRDefault="001065E6" w:rsidP="001065E6">
            <w:pPr>
              <w:pStyle w:val="3"/>
              <w:tabs>
                <w:tab w:val="clear" w:pos="360"/>
                <w:tab w:val="clear" w:pos="720"/>
                <w:tab w:val="left" w:pos="327"/>
              </w:tabs>
              <w:spacing w:line="240" w:lineRule="atLeast"/>
              <w:jc w:val="thaiDistribute"/>
              <w:rPr>
                <w:rFonts w:ascii="Times New Roman" w:hAnsi="Times New Roman" w:cs="Times New Roman"/>
                <w:lang w:val="en-US"/>
              </w:rPr>
            </w:pPr>
            <w:r w:rsidRPr="00472F61">
              <w:rPr>
                <w:rFonts w:ascii="Times New Roman" w:hAnsi="Times New Roman" w:cs="Times New Roman"/>
                <w:cs/>
              </w:rPr>
              <w:t>C</w:t>
            </w:r>
            <w:r w:rsidRPr="00472F61">
              <w:rPr>
                <w:rFonts w:ascii="Times New Roman" w:hAnsi="Times New Roman" w:cs="Times New Roman"/>
              </w:rPr>
              <w:t>apital reduction</w:t>
            </w:r>
          </w:p>
        </w:tc>
        <w:tc>
          <w:tcPr>
            <w:tcW w:w="1170" w:type="dxa"/>
          </w:tcPr>
          <w:p w14:paraId="01778B4C" w14:textId="77777777" w:rsidR="001065E6" w:rsidRPr="00472F61" w:rsidRDefault="001065E6" w:rsidP="00400122">
            <w:pPr>
              <w:tabs>
                <w:tab w:val="decimal" w:pos="360"/>
              </w:tabs>
              <w:jc w:val="center"/>
              <w:rPr>
                <w:szCs w:val="22"/>
              </w:rPr>
            </w:pPr>
            <w:r w:rsidRPr="00472F61">
              <w:rPr>
                <w:szCs w:val="22"/>
              </w:rPr>
              <w:t>-</w:t>
            </w:r>
          </w:p>
        </w:tc>
        <w:tc>
          <w:tcPr>
            <w:tcW w:w="270" w:type="dxa"/>
          </w:tcPr>
          <w:p w14:paraId="622798A2" w14:textId="77777777" w:rsidR="001065E6" w:rsidRPr="00472F61" w:rsidRDefault="001065E6" w:rsidP="001065E6">
            <w:pPr>
              <w:jc w:val="right"/>
              <w:rPr>
                <w:szCs w:val="22"/>
              </w:rPr>
            </w:pPr>
          </w:p>
        </w:tc>
        <w:tc>
          <w:tcPr>
            <w:tcW w:w="1170" w:type="dxa"/>
          </w:tcPr>
          <w:p w14:paraId="24175745" w14:textId="77777777" w:rsidR="001065E6" w:rsidRPr="00472F61" w:rsidRDefault="001065E6" w:rsidP="001065E6">
            <w:pPr>
              <w:jc w:val="right"/>
              <w:rPr>
                <w:szCs w:val="22"/>
              </w:rPr>
            </w:pPr>
            <w:r w:rsidRPr="00472F61">
              <w:rPr>
                <w:szCs w:val="22"/>
              </w:rPr>
              <w:t>(683.68)</w:t>
            </w:r>
          </w:p>
        </w:tc>
        <w:tc>
          <w:tcPr>
            <w:tcW w:w="270" w:type="dxa"/>
          </w:tcPr>
          <w:p w14:paraId="2E7BBDE5" w14:textId="77777777" w:rsidR="001065E6" w:rsidRPr="00472F61" w:rsidRDefault="001065E6" w:rsidP="001065E6">
            <w:pPr>
              <w:jc w:val="right"/>
              <w:rPr>
                <w:szCs w:val="22"/>
              </w:rPr>
            </w:pPr>
          </w:p>
        </w:tc>
        <w:tc>
          <w:tcPr>
            <w:tcW w:w="1170" w:type="dxa"/>
          </w:tcPr>
          <w:p w14:paraId="5C30CD23" w14:textId="77777777" w:rsidR="001065E6" w:rsidRPr="00472F61" w:rsidRDefault="001065E6" w:rsidP="00EF07E7">
            <w:pPr>
              <w:tabs>
                <w:tab w:val="decimal" w:pos="360"/>
              </w:tabs>
              <w:jc w:val="center"/>
              <w:rPr>
                <w:szCs w:val="22"/>
              </w:rPr>
            </w:pPr>
            <w:r w:rsidRPr="00472F61">
              <w:rPr>
                <w:szCs w:val="22"/>
              </w:rPr>
              <w:t>-</w:t>
            </w:r>
          </w:p>
        </w:tc>
        <w:tc>
          <w:tcPr>
            <w:tcW w:w="270" w:type="dxa"/>
          </w:tcPr>
          <w:p w14:paraId="573A947A" w14:textId="77777777" w:rsidR="001065E6" w:rsidRPr="00472F61" w:rsidRDefault="001065E6" w:rsidP="001065E6">
            <w:pPr>
              <w:jc w:val="right"/>
              <w:rPr>
                <w:szCs w:val="22"/>
              </w:rPr>
            </w:pPr>
          </w:p>
        </w:tc>
        <w:tc>
          <w:tcPr>
            <w:tcW w:w="1170" w:type="dxa"/>
          </w:tcPr>
          <w:p w14:paraId="7D5EE136" w14:textId="77777777" w:rsidR="001065E6" w:rsidRPr="00472F61" w:rsidRDefault="001065E6" w:rsidP="001065E6">
            <w:pPr>
              <w:jc w:val="right"/>
              <w:rPr>
                <w:szCs w:val="22"/>
              </w:rPr>
            </w:pPr>
            <w:r w:rsidRPr="00472F61">
              <w:rPr>
                <w:szCs w:val="22"/>
              </w:rPr>
              <w:t>(683.68)</w:t>
            </w:r>
          </w:p>
        </w:tc>
      </w:tr>
      <w:tr w:rsidR="00C552AB" w:rsidRPr="00472F61" w14:paraId="2F4D2A8F" w14:textId="77777777" w:rsidTr="00187CC8">
        <w:trPr>
          <w:cantSplit/>
        </w:trPr>
        <w:tc>
          <w:tcPr>
            <w:tcW w:w="3852" w:type="dxa"/>
            <w:tcBorders>
              <w:bottom w:val="nil"/>
            </w:tcBorders>
          </w:tcPr>
          <w:p w14:paraId="6CB33B47" w14:textId="5C52EB81" w:rsidR="00C552AB" w:rsidRPr="00472F61" w:rsidRDefault="00C552AB" w:rsidP="00C552AB">
            <w:pPr>
              <w:pStyle w:val="3"/>
              <w:tabs>
                <w:tab w:val="clear" w:pos="360"/>
                <w:tab w:val="clear" w:pos="720"/>
                <w:tab w:val="left" w:pos="327"/>
              </w:tabs>
              <w:spacing w:line="240" w:lineRule="atLeast"/>
              <w:jc w:val="thaiDistribute"/>
              <w:rPr>
                <w:rFonts w:ascii="Times New Roman" w:hAnsi="Times New Roman" w:cs="Times New Roman"/>
                <w:lang w:val="en-US"/>
              </w:rPr>
            </w:pPr>
            <w:r w:rsidRPr="00472F61">
              <w:rPr>
                <w:rFonts w:ascii="Times New Roman" w:hAnsi="Times New Roman" w:cs="Times New Roman"/>
                <w:lang w:val="en-US"/>
              </w:rPr>
              <w:t>Share of net profits</w:t>
            </w:r>
            <w:r w:rsidR="00582B9E">
              <w:rPr>
                <w:rFonts w:ascii="Times New Roman" w:hAnsi="Times New Roman" w:cs="Times New Roman"/>
                <w:lang w:val="en-US"/>
              </w:rPr>
              <w:t xml:space="preserve"> (loss)</w:t>
            </w:r>
            <w:r w:rsidRPr="00472F61">
              <w:rPr>
                <w:rFonts w:ascii="Times New Roman" w:hAnsi="Times New Roman" w:cs="Times New Roman"/>
                <w:lang w:val="en-US"/>
              </w:rPr>
              <w:t xml:space="preserve"> in associate</w:t>
            </w:r>
            <w:r w:rsidR="008D5DFF">
              <w:rPr>
                <w:rFonts w:ascii="Times New Roman" w:hAnsi="Times New Roman" w:cs="Times New Roman"/>
                <w:lang w:val="en-US"/>
              </w:rPr>
              <w:t>s</w:t>
            </w:r>
          </w:p>
        </w:tc>
        <w:tc>
          <w:tcPr>
            <w:tcW w:w="1170" w:type="dxa"/>
            <w:tcBorders>
              <w:bottom w:val="nil"/>
            </w:tcBorders>
          </w:tcPr>
          <w:p w14:paraId="32F61505" w14:textId="77777777" w:rsidR="00C552AB" w:rsidRPr="00472F61" w:rsidRDefault="001065E6" w:rsidP="00EF07E7">
            <w:pPr>
              <w:ind w:right="-36"/>
              <w:jc w:val="right"/>
              <w:rPr>
                <w:szCs w:val="22"/>
              </w:rPr>
            </w:pPr>
            <w:r w:rsidRPr="00472F61">
              <w:rPr>
                <w:szCs w:val="22"/>
              </w:rPr>
              <w:t>(0.24)</w:t>
            </w:r>
          </w:p>
        </w:tc>
        <w:tc>
          <w:tcPr>
            <w:tcW w:w="270" w:type="dxa"/>
            <w:tcBorders>
              <w:bottom w:val="nil"/>
            </w:tcBorders>
          </w:tcPr>
          <w:p w14:paraId="25912EF8" w14:textId="77777777" w:rsidR="00C552AB" w:rsidRPr="00472F61" w:rsidRDefault="00C552AB" w:rsidP="001065E6">
            <w:pPr>
              <w:jc w:val="right"/>
              <w:rPr>
                <w:szCs w:val="22"/>
              </w:rPr>
            </w:pPr>
          </w:p>
        </w:tc>
        <w:tc>
          <w:tcPr>
            <w:tcW w:w="1170" w:type="dxa"/>
            <w:tcBorders>
              <w:bottom w:val="nil"/>
            </w:tcBorders>
          </w:tcPr>
          <w:p w14:paraId="4DC3A4E1" w14:textId="77777777" w:rsidR="00C552AB" w:rsidRPr="00472F61" w:rsidRDefault="001065E6" w:rsidP="00EC3779">
            <w:pPr>
              <w:ind w:right="50"/>
              <w:jc w:val="right"/>
              <w:rPr>
                <w:szCs w:val="22"/>
              </w:rPr>
            </w:pPr>
            <w:r w:rsidRPr="00472F61">
              <w:rPr>
                <w:szCs w:val="22"/>
              </w:rPr>
              <w:t>201.57</w:t>
            </w:r>
          </w:p>
        </w:tc>
        <w:tc>
          <w:tcPr>
            <w:tcW w:w="270" w:type="dxa"/>
            <w:tcBorders>
              <w:bottom w:val="nil"/>
            </w:tcBorders>
          </w:tcPr>
          <w:p w14:paraId="65991BD6" w14:textId="77777777" w:rsidR="00C552AB" w:rsidRPr="00472F61" w:rsidRDefault="00C552AB" w:rsidP="00C552AB">
            <w:pPr>
              <w:rPr>
                <w:szCs w:val="22"/>
              </w:rPr>
            </w:pPr>
          </w:p>
        </w:tc>
        <w:tc>
          <w:tcPr>
            <w:tcW w:w="1170" w:type="dxa"/>
            <w:tcBorders>
              <w:bottom w:val="nil"/>
            </w:tcBorders>
          </w:tcPr>
          <w:p w14:paraId="3DCDC140" w14:textId="37CDB915" w:rsidR="00C552AB" w:rsidRPr="00472F61" w:rsidRDefault="00B4259C" w:rsidP="00C552AB">
            <w:pPr>
              <w:tabs>
                <w:tab w:val="decimal" w:pos="360"/>
              </w:tabs>
              <w:jc w:val="center"/>
              <w:rPr>
                <w:szCs w:val="22"/>
              </w:rPr>
            </w:pPr>
            <w:r w:rsidRPr="00472F61">
              <w:rPr>
                <w:szCs w:val="22"/>
              </w:rPr>
              <w:t>-</w:t>
            </w:r>
          </w:p>
        </w:tc>
        <w:tc>
          <w:tcPr>
            <w:tcW w:w="270" w:type="dxa"/>
            <w:tcBorders>
              <w:bottom w:val="nil"/>
            </w:tcBorders>
          </w:tcPr>
          <w:p w14:paraId="197B8C4B" w14:textId="77777777" w:rsidR="00C552AB" w:rsidRPr="00472F61" w:rsidRDefault="00C552AB" w:rsidP="00C552AB">
            <w:pPr>
              <w:rPr>
                <w:szCs w:val="22"/>
              </w:rPr>
            </w:pPr>
          </w:p>
        </w:tc>
        <w:tc>
          <w:tcPr>
            <w:tcW w:w="1170" w:type="dxa"/>
            <w:tcBorders>
              <w:bottom w:val="nil"/>
            </w:tcBorders>
          </w:tcPr>
          <w:p w14:paraId="33C1DD22" w14:textId="77777777" w:rsidR="00C552AB" w:rsidRPr="00472F61" w:rsidRDefault="00C552AB" w:rsidP="00C552AB">
            <w:pPr>
              <w:tabs>
                <w:tab w:val="decimal" w:pos="360"/>
              </w:tabs>
              <w:jc w:val="center"/>
              <w:rPr>
                <w:szCs w:val="22"/>
              </w:rPr>
            </w:pPr>
            <w:r w:rsidRPr="00472F61">
              <w:rPr>
                <w:szCs w:val="22"/>
              </w:rPr>
              <w:t>-</w:t>
            </w:r>
          </w:p>
        </w:tc>
      </w:tr>
      <w:tr w:rsidR="001065E6" w:rsidRPr="00472F61" w14:paraId="730587F2" w14:textId="77777777" w:rsidTr="006E7CB2">
        <w:trPr>
          <w:cantSplit/>
        </w:trPr>
        <w:tc>
          <w:tcPr>
            <w:tcW w:w="3852" w:type="dxa"/>
            <w:tcBorders>
              <w:bottom w:val="nil"/>
            </w:tcBorders>
          </w:tcPr>
          <w:p w14:paraId="3E66752F" w14:textId="44BFBEEB" w:rsidR="001065E6" w:rsidRPr="00472F61" w:rsidRDefault="006E7CB2" w:rsidP="006E7CB2">
            <w:pPr>
              <w:pStyle w:val="3"/>
              <w:tabs>
                <w:tab w:val="clear" w:pos="360"/>
                <w:tab w:val="clear" w:pos="720"/>
                <w:tab w:val="left" w:pos="327"/>
              </w:tabs>
              <w:spacing w:line="240" w:lineRule="atLeast"/>
              <w:ind w:left="246" w:hanging="246"/>
              <w:jc w:val="thaiDistribute"/>
              <w:rPr>
                <w:rFonts w:ascii="Times New Roman" w:hAnsi="Times New Roman" w:cs="Times New Roman"/>
                <w:lang w:val="en-US"/>
              </w:rPr>
            </w:pPr>
            <w:r w:rsidRPr="00472F61">
              <w:rPr>
                <w:rFonts w:ascii="Times New Roman" w:hAnsi="Times New Roman" w:cs="Times New Roman"/>
                <w:lang w:val="en-US"/>
              </w:rPr>
              <w:t xml:space="preserve">Reversal of share of </w:t>
            </w:r>
            <w:r w:rsidR="00FE435B">
              <w:rPr>
                <w:rFonts w:ascii="Times New Roman" w:hAnsi="Times New Roman" w:cs="Times New Roman"/>
                <w:lang w:val="en-US"/>
              </w:rPr>
              <w:t>loss</w:t>
            </w:r>
            <w:r w:rsidRPr="00472F61">
              <w:rPr>
                <w:rFonts w:ascii="Times New Roman" w:hAnsi="Times New Roman" w:cs="Times New Roman"/>
                <w:lang w:val="en-US"/>
              </w:rPr>
              <w:t xml:space="preserve"> of associate</w:t>
            </w:r>
            <w:r w:rsidR="00EC3779">
              <w:rPr>
                <w:rFonts w:ascii="Times New Roman" w:hAnsi="Times New Roman" w:cs="Times New Roman"/>
                <w:lang w:val="en-US"/>
              </w:rPr>
              <w:br/>
              <w:t>over cost of investment</w:t>
            </w:r>
            <w:r w:rsidRPr="00472F61">
              <w:rPr>
                <w:rFonts w:ascii="Times New Roman" w:hAnsi="Times New Roman" w:cs="Times New Roman"/>
                <w:lang w:val="en-US"/>
              </w:rPr>
              <w:t xml:space="preserve"> </w:t>
            </w:r>
          </w:p>
        </w:tc>
        <w:tc>
          <w:tcPr>
            <w:tcW w:w="1170" w:type="dxa"/>
            <w:tcBorders>
              <w:bottom w:val="nil"/>
            </w:tcBorders>
            <w:vAlign w:val="bottom"/>
          </w:tcPr>
          <w:p w14:paraId="7BAA5F9E" w14:textId="77777777" w:rsidR="001065E6" w:rsidRPr="00472F61" w:rsidRDefault="001065E6" w:rsidP="00EC3779">
            <w:pPr>
              <w:ind w:right="50"/>
              <w:jc w:val="right"/>
              <w:rPr>
                <w:szCs w:val="22"/>
              </w:rPr>
            </w:pPr>
            <w:r w:rsidRPr="00472F61">
              <w:rPr>
                <w:szCs w:val="22"/>
              </w:rPr>
              <w:t>0.24</w:t>
            </w:r>
          </w:p>
        </w:tc>
        <w:tc>
          <w:tcPr>
            <w:tcW w:w="270" w:type="dxa"/>
            <w:tcBorders>
              <w:bottom w:val="nil"/>
            </w:tcBorders>
            <w:vAlign w:val="bottom"/>
          </w:tcPr>
          <w:p w14:paraId="52231E8B" w14:textId="77777777" w:rsidR="001065E6" w:rsidRPr="00472F61" w:rsidRDefault="001065E6" w:rsidP="001065E6">
            <w:pPr>
              <w:jc w:val="right"/>
              <w:rPr>
                <w:szCs w:val="22"/>
              </w:rPr>
            </w:pPr>
          </w:p>
        </w:tc>
        <w:tc>
          <w:tcPr>
            <w:tcW w:w="1170" w:type="dxa"/>
            <w:tcBorders>
              <w:bottom w:val="nil"/>
            </w:tcBorders>
            <w:vAlign w:val="bottom"/>
          </w:tcPr>
          <w:p w14:paraId="285794F0" w14:textId="77777777" w:rsidR="001065E6" w:rsidRPr="00472F61" w:rsidRDefault="001065E6" w:rsidP="00EF07E7">
            <w:pPr>
              <w:tabs>
                <w:tab w:val="decimal" w:pos="360"/>
              </w:tabs>
              <w:jc w:val="center"/>
              <w:rPr>
                <w:szCs w:val="22"/>
              </w:rPr>
            </w:pPr>
            <w:r w:rsidRPr="00472F61">
              <w:rPr>
                <w:szCs w:val="22"/>
              </w:rPr>
              <w:t>-</w:t>
            </w:r>
          </w:p>
        </w:tc>
        <w:tc>
          <w:tcPr>
            <w:tcW w:w="270" w:type="dxa"/>
            <w:tcBorders>
              <w:bottom w:val="nil"/>
            </w:tcBorders>
            <w:vAlign w:val="bottom"/>
          </w:tcPr>
          <w:p w14:paraId="42F977E1" w14:textId="77777777" w:rsidR="001065E6" w:rsidRPr="00472F61" w:rsidRDefault="001065E6" w:rsidP="00C552AB">
            <w:pPr>
              <w:rPr>
                <w:szCs w:val="22"/>
              </w:rPr>
            </w:pPr>
          </w:p>
        </w:tc>
        <w:tc>
          <w:tcPr>
            <w:tcW w:w="1170" w:type="dxa"/>
            <w:tcBorders>
              <w:bottom w:val="nil"/>
            </w:tcBorders>
            <w:vAlign w:val="bottom"/>
          </w:tcPr>
          <w:p w14:paraId="7778D185" w14:textId="77777777" w:rsidR="001065E6" w:rsidRPr="00472F61" w:rsidRDefault="001065E6" w:rsidP="00C552AB">
            <w:pPr>
              <w:tabs>
                <w:tab w:val="decimal" w:pos="360"/>
              </w:tabs>
              <w:jc w:val="center"/>
              <w:rPr>
                <w:szCs w:val="22"/>
              </w:rPr>
            </w:pPr>
            <w:r w:rsidRPr="00472F61">
              <w:rPr>
                <w:szCs w:val="22"/>
              </w:rPr>
              <w:t>-</w:t>
            </w:r>
          </w:p>
        </w:tc>
        <w:tc>
          <w:tcPr>
            <w:tcW w:w="270" w:type="dxa"/>
            <w:tcBorders>
              <w:bottom w:val="nil"/>
            </w:tcBorders>
            <w:vAlign w:val="bottom"/>
          </w:tcPr>
          <w:p w14:paraId="710AD2E6" w14:textId="77777777" w:rsidR="001065E6" w:rsidRPr="00472F61" w:rsidRDefault="001065E6" w:rsidP="00C552AB">
            <w:pPr>
              <w:rPr>
                <w:szCs w:val="22"/>
              </w:rPr>
            </w:pPr>
          </w:p>
        </w:tc>
        <w:tc>
          <w:tcPr>
            <w:tcW w:w="1170" w:type="dxa"/>
            <w:tcBorders>
              <w:bottom w:val="nil"/>
            </w:tcBorders>
            <w:vAlign w:val="bottom"/>
          </w:tcPr>
          <w:p w14:paraId="4749BDDC" w14:textId="77777777" w:rsidR="001065E6" w:rsidRPr="00472F61" w:rsidRDefault="001065E6" w:rsidP="00C552AB">
            <w:pPr>
              <w:tabs>
                <w:tab w:val="decimal" w:pos="360"/>
              </w:tabs>
              <w:jc w:val="center"/>
              <w:rPr>
                <w:szCs w:val="22"/>
              </w:rPr>
            </w:pPr>
            <w:r w:rsidRPr="00472F61">
              <w:rPr>
                <w:szCs w:val="22"/>
              </w:rPr>
              <w:t>-</w:t>
            </w:r>
          </w:p>
        </w:tc>
      </w:tr>
      <w:tr w:rsidR="00C552AB" w:rsidRPr="00472F61" w14:paraId="202CD2C8" w14:textId="77777777" w:rsidTr="00187CC8">
        <w:trPr>
          <w:cantSplit/>
        </w:trPr>
        <w:tc>
          <w:tcPr>
            <w:tcW w:w="3852" w:type="dxa"/>
            <w:tcBorders>
              <w:bottom w:val="nil"/>
            </w:tcBorders>
          </w:tcPr>
          <w:p w14:paraId="363D45C0" w14:textId="77777777" w:rsidR="00C552AB" w:rsidRPr="00472F61" w:rsidRDefault="00C552AB" w:rsidP="00C552AB">
            <w:pPr>
              <w:pStyle w:val="3"/>
              <w:tabs>
                <w:tab w:val="clear" w:pos="360"/>
                <w:tab w:val="clear" w:pos="720"/>
                <w:tab w:val="left" w:pos="327"/>
              </w:tabs>
              <w:spacing w:line="240" w:lineRule="atLeast"/>
              <w:jc w:val="thaiDistribute"/>
              <w:rPr>
                <w:rFonts w:ascii="Times New Roman" w:hAnsi="Times New Roman" w:cs="Times New Roman"/>
                <w:lang w:val="en-US"/>
              </w:rPr>
            </w:pPr>
            <w:r w:rsidRPr="00472F61">
              <w:rPr>
                <w:rFonts w:ascii="Times New Roman" w:hAnsi="Times New Roman" w:cs="Times New Roman"/>
                <w:lang w:val="en-US"/>
              </w:rPr>
              <w:t>Dividend income</w:t>
            </w:r>
          </w:p>
        </w:tc>
        <w:tc>
          <w:tcPr>
            <w:tcW w:w="1170" w:type="dxa"/>
            <w:tcBorders>
              <w:bottom w:val="single" w:sz="4" w:space="0" w:color="auto"/>
            </w:tcBorders>
          </w:tcPr>
          <w:p w14:paraId="67A9B3E2" w14:textId="77777777" w:rsidR="00C552AB" w:rsidRPr="00472F61" w:rsidRDefault="001065E6" w:rsidP="00EF07E7">
            <w:pPr>
              <w:tabs>
                <w:tab w:val="decimal" w:pos="360"/>
              </w:tabs>
              <w:jc w:val="center"/>
              <w:rPr>
                <w:szCs w:val="22"/>
              </w:rPr>
            </w:pPr>
            <w:r w:rsidRPr="00472F61">
              <w:rPr>
                <w:szCs w:val="22"/>
              </w:rPr>
              <w:t>-</w:t>
            </w:r>
          </w:p>
        </w:tc>
        <w:tc>
          <w:tcPr>
            <w:tcW w:w="270" w:type="dxa"/>
            <w:tcBorders>
              <w:bottom w:val="nil"/>
            </w:tcBorders>
          </w:tcPr>
          <w:p w14:paraId="7466DCD6" w14:textId="77777777" w:rsidR="00C552AB" w:rsidRPr="00472F61" w:rsidRDefault="00C552AB" w:rsidP="001065E6">
            <w:pPr>
              <w:jc w:val="right"/>
              <w:rPr>
                <w:szCs w:val="22"/>
              </w:rPr>
            </w:pPr>
          </w:p>
        </w:tc>
        <w:tc>
          <w:tcPr>
            <w:tcW w:w="1170" w:type="dxa"/>
            <w:tcBorders>
              <w:bottom w:val="single" w:sz="4" w:space="0" w:color="auto"/>
            </w:tcBorders>
          </w:tcPr>
          <w:p w14:paraId="2932E1A0" w14:textId="77777777" w:rsidR="00C552AB" w:rsidRPr="00472F61" w:rsidRDefault="00C552AB" w:rsidP="00EF07E7">
            <w:pPr>
              <w:jc w:val="right"/>
              <w:rPr>
                <w:szCs w:val="22"/>
              </w:rPr>
            </w:pPr>
            <w:r w:rsidRPr="00472F61">
              <w:rPr>
                <w:szCs w:val="22"/>
              </w:rPr>
              <w:t>(308</w:t>
            </w:r>
            <w:r w:rsidR="001065E6" w:rsidRPr="00472F61">
              <w:rPr>
                <w:szCs w:val="22"/>
              </w:rPr>
              <w:t>.</w:t>
            </w:r>
            <w:r w:rsidRPr="00472F61">
              <w:rPr>
                <w:szCs w:val="22"/>
              </w:rPr>
              <w:t>24)</w:t>
            </w:r>
          </w:p>
        </w:tc>
        <w:tc>
          <w:tcPr>
            <w:tcW w:w="270" w:type="dxa"/>
            <w:tcBorders>
              <w:bottom w:val="nil"/>
            </w:tcBorders>
          </w:tcPr>
          <w:p w14:paraId="20066F8C" w14:textId="77777777" w:rsidR="00C552AB" w:rsidRPr="00472F61" w:rsidRDefault="00C552AB" w:rsidP="00C552AB">
            <w:pPr>
              <w:rPr>
                <w:szCs w:val="22"/>
              </w:rPr>
            </w:pPr>
          </w:p>
        </w:tc>
        <w:tc>
          <w:tcPr>
            <w:tcW w:w="1170" w:type="dxa"/>
            <w:tcBorders>
              <w:bottom w:val="single" w:sz="4" w:space="0" w:color="auto"/>
            </w:tcBorders>
          </w:tcPr>
          <w:p w14:paraId="31F21F15" w14:textId="77777777" w:rsidR="00C552AB" w:rsidRPr="00472F61" w:rsidRDefault="001065E6" w:rsidP="00C552AB">
            <w:pPr>
              <w:tabs>
                <w:tab w:val="decimal" w:pos="360"/>
              </w:tabs>
              <w:jc w:val="center"/>
              <w:rPr>
                <w:szCs w:val="22"/>
              </w:rPr>
            </w:pPr>
            <w:r w:rsidRPr="00472F61">
              <w:rPr>
                <w:szCs w:val="22"/>
              </w:rPr>
              <w:t>-</w:t>
            </w:r>
          </w:p>
        </w:tc>
        <w:tc>
          <w:tcPr>
            <w:tcW w:w="270" w:type="dxa"/>
            <w:tcBorders>
              <w:bottom w:val="nil"/>
            </w:tcBorders>
          </w:tcPr>
          <w:p w14:paraId="309F3E93" w14:textId="77777777" w:rsidR="00C552AB" w:rsidRPr="00472F61" w:rsidRDefault="00C552AB" w:rsidP="00C552AB">
            <w:pPr>
              <w:rPr>
                <w:szCs w:val="22"/>
              </w:rPr>
            </w:pPr>
          </w:p>
        </w:tc>
        <w:tc>
          <w:tcPr>
            <w:tcW w:w="1170" w:type="dxa"/>
            <w:tcBorders>
              <w:bottom w:val="single" w:sz="4" w:space="0" w:color="auto"/>
            </w:tcBorders>
          </w:tcPr>
          <w:p w14:paraId="68304DFD" w14:textId="77777777" w:rsidR="00C552AB" w:rsidRPr="00472F61" w:rsidRDefault="00C552AB" w:rsidP="00C552AB">
            <w:pPr>
              <w:tabs>
                <w:tab w:val="decimal" w:pos="360"/>
              </w:tabs>
              <w:jc w:val="center"/>
              <w:rPr>
                <w:szCs w:val="22"/>
              </w:rPr>
            </w:pPr>
            <w:r w:rsidRPr="00472F61">
              <w:rPr>
                <w:szCs w:val="22"/>
              </w:rPr>
              <w:t>-</w:t>
            </w:r>
          </w:p>
        </w:tc>
      </w:tr>
      <w:tr w:rsidR="001065E6" w:rsidRPr="00472F61" w14:paraId="0D16628F" w14:textId="77777777" w:rsidTr="00DF1F5D">
        <w:trPr>
          <w:cantSplit/>
        </w:trPr>
        <w:tc>
          <w:tcPr>
            <w:tcW w:w="3852" w:type="dxa"/>
            <w:tcBorders>
              <w:bottom w:val="nil"/>
            </w:tcBorders>
          </w:tcPr>
          <w:p w14:paraId="729EFD66" w14:textId="77777777" w:rsidR="001065E6" w:rsidRPr="00472F61" w:rsidRDefault="001065E6" w:rsidP="001065E6">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472F61">
              <w:rPr>
                <w:rFonts w:ascii="Times New Roman" w:hAnsi="Times New Roman" w:cs="Times New Roman"/>
                <w:b/>
                <w:bCs/>
                <w:lang w:val="en-US"/>
              </w:rPr>
              <w:t>At 31 March</w:t>
            </w:r>
          </w:p>
        </w:tc>
        <w:tc>
          <w:tcPr>
            <w:tcW w:w="1170" w:type="dxa"/>
            <w:tcBorders>
              <w:top w:val="single" w:sz="4" w:space="0" w:color="auto"/>
              <w:bottom w:val="double" w:sz="4" w:space="0" w:color="auto"/>
            </w:tcBorders>
          </w:tcPr>
          <w:p w14:paraId="586C1B7A" w14:textId="77777777" w:rsidR="001065E6" w:rsidRPr="00472F61" w:rsidRDefault="001065E6" w:rsidP="00EC3779">
            <w:pPr>
              <w:ind w:right="50"/>
              <w:jc w:val="right"/>
              <w:rPr>
                <w:b/>
                <w:bCs/>
                <w:szCs w:val="22"/>
              </w:rPr>
            </w:pPr>
            <w:r w:rsidRPr="00472F61">
              <w:rPr>
                <w:b/>
                <w:bCs/>
                <w:szCs w:val="22"/>
              </w:rPr>
              <w:t>1.11</w:t>
            </w:r>
          </w:p>
        </w:tc>
        <w:tc>
          <w:tcPr>
            <w:tcW w:w="270" w:type="dxa"/>
            <w:tcBorders>
              <w:bottom w:val="nil"/>
            </w:tcBorders>
          </w:tcPr>
          <w:p w14:paraId="4667070A" w14:textId="77777777" w:rsidR="001065E6" w:rsidRPr="00472F61" w:rsidRDefault="001065E6" w:rsidP="001065E6">
            <w:pPr>
              <w:jc w:val="right"/>
              <w:rPr>
                <w:b/>
                <w:bCs/>
                <w:szCs w:val="22"/>
              </w:rPr>
            </w:pPr>
          </w:p>
        </w:tc>
        <w:tc>
          <w:tcPr>
            <w:tcW w:w="1170" w:type="dxa"/>
            <w:tcBorders>
              <w:top w:val="single" w:sz="4" w:space="0" w:color="auto"/>
              <w:bottom w:val="double" w:sz="4" w:space="0" w:color="auto"/>
            </w:tcBorders>
          </w:tcPr>
          <w:p w14:paraId="7985DDCD" w14:textId="77777777" w:rsidR="001065E6" w:rsidRPr="00472F61" w:rsidRDefault="001065E6" w:rsidP="00EC3779">
            <w:pPr>
              <w:ind w:right="50"/>
              <w:jc w:val="right"/>
              <w:rPr>
                <w:b/>
                <w:bCs/>
                <w:szCs w:val="22"/>
              </w:rPr>
            </w:pPr>
            <w:r w:rsidRPr="00472F61">
              <w:rPr>
                <w:b/>
                <w:bCs/>
                <w:szCs w:val="22"/>
              </w:rPr>
              <w:t>1.11</w:t>
            </w:r>
          </w:p>
        </w:tc>
        <w:tc>
          <w:tcPr>
            <w:tcW w:w="270" w:type="dxa"/>
            <w:tcBorders>
              <w:bottom w:val="nil"/>
            </w:tcBorders>
          </w:tcPr>
          <w:p w14:paraId="1F9AF324" w14:textId="77777777" w:rsidR="001065E6" w:rsidRPr="00472F61" w:rsidRDefault="001065E6" w:rsidP="001065E6">
            <w:pPr>
              <w:jc w:val="right"/>
              <w:rPr>
                <w:b/>
                <w:bCs/>
                <w:szCs w:val="22"/>
              </w:rPr>
            </w:pPr>
          </w:p>
        </w:tc>
        <w:tc>
          <w:tcPr>
            <w:tcW w:w="1170" w:type="dxa"/>
            <w:tcBorders>
              <w:top w:val="single" w:sz="4" w:space="0" w:color="auto"/>
              <w:bottom w:val="double" w:sz="4" w:space="0" w:color="auto"/>
            </w:tcBorders>
          </w:tcPr>
          <w:p w14:paraId="166E74B0" w14:textId="77777777" w:rsidR="001065E6" w:rsidRPr="00472F61" w:rsidRDefault="001065E6" w:rsidP="001065E6">
            <w:pPr>
              <w:jc w:val="right"/>
              <w:rPr>
                <w:b/>
                <w:bCs/>
                <w:szCs w:val="22"/>
              </w:rPr>
            </w:pPr>
            <w:r w:rsidRPr="00472F61">
              <w:rPr>
                <w:b/>
                <w:bCs/>
                <w:szCs w:val="22"/>
              </w:rPr>
              <w:t>0.09</w:t>
            </w:r>
          </w:p>
        </w:tc>
        <w:tc>
          <w:tcPr>
            <w:tcW w:w="270" w:type="dxa"/>
            <w:tcBorders>
              <w:bottom w:val="nil"/>
            </w:tcBorders>
          </w:tcPr>
          <w:p w14:paraId="267F37CA" w14:textId="77777777" w:rsidR="001065E6" w:rsidRPr="00472F61" w:rsidRDefault="001065E6" w:rsidP="001065E6">
            <w:pPr>
              <w:jc w:val="right"/>
              <w:rPr>
                <w:b/>
                <w:bCs/>
                <w:szCs w:val="22"/>
              </w:rPr>
            </w:pPr>
          </w:p>
        </w:tc>
        <w:tc>
          <w:tcPr>
            <w:tcW w:w="1170" w:type="dxa"/>
            <w:tcBorders>
              <w:top w:val="single" w:sz="4" w:space="0" w:color="auto"/>
              <w:bottom w:val="double" w:sz="4" w:space="0" w:color="auto"/>
            </w:tcBorders>
          </w:tcPr>
          <w:p w14:paraId="798C0E88" w14:textId="423D44E9" w:rsidR="001065E6" w:rsidRPr="00472F61" w:rsidRDefault="001065E6" w:rsidP="00EC3779">
            <w:pPr>
              <w:ind w:right="50"/>
              <w:jc w:val="right"/>
              <w:rPr>
                <w:b/>
                <w:bCs/>
                <w:szCs w:val="22"/>
              </w:rPr>
            </w:pPr>
            <w:r w:rsidRPr="00472F61">
              <w:rPr>
                <w:b/>
                <w:bCs/>
                <w:szCs w:val="22"/>
              </w:rPr>
              <w:t>0.09</w:t>
            </w:r>
          </w:p>
        </w:tc>
      </w:tr>
    </w:tbl>
    <w:p w14:paraId="2ECFB1D6" w14:textId="77777777" w:rsidR="00BE1F1B" w:rsidRPr="00472F61" w:rsidRDefault="00BE1F1B" w:rsidP="00B02931">
      <w:pPr>
        <w:spacing w:line="240" w:lineRule="auto"/>
        <w:rPr>
          <w:szCs w:val="22"/>
        </w:rPr>
      </w:pPr>
    </w:p>
    <w:tbl>
      <w:tblPr>
        <w:tblW w:w="9371" w:type="dxa"/>
        <w:tblInd w:w="450" w:type="dxa"/>
        <w:tblLayout w:type="fixed"/>
        <w:tblCellMar>
          <w:left w:w="79" w:type="dxa"/>
          <w:right w:w="79" w:type="dxa"/>
        </w:tblCellMar>
        <w:tblLook w:val="0000" w:firstRow="0" w:lastRow="0" w:firstColumn="0" w:lastColumn="0" w:noHBand="0" w:noVBand="0"/>
      </w:tblPr>
      <w:tblGrid>
        <w:gridCol w:w="6761"/>
        <w:gridCol w:w="1170"/>
        <w:gridCol w:w="270"/>
        <w:gridCol w:w="1170"/>
      </w:tblGrid>
      <w:tr w:rsidR="00BE1F1B" w:rsidRPr="00472F61" w14:paraId="780C5E52" w14:textId="77777777" w:rsidTr="00A70DFA">
        <w:trPr>
          <w:cantSplit/>
          <w:tblHeader/>
        </w:trPr>
        <w:tc>
          <w:tcPr>
            <w:tcW w:w="6761" w:type="dxa"/>
          </w:tcPr>
          <w:p w14:paraId="70E626D2" w14:textId="77777777" w:rsidR="00BE1F1B" w:rsidRPr="00472F61" w:rsidRDefault="00BE1F1B" w:rsidP="004865D1">
            <w:pPr>
              <w:rPr>
                <w:szCs w:val="22"/>
              </w:rPr>
            </w:pPr>
          </w:p>
        </w:tc>
        <w:tc>
          <w:tcPr>
            <w:tcW w:w="2610" w:type="dxa"/>
            <w:gridSpan w:val="3"/>
          </w:tcPr>
          <w:p w14:paraId="486C3C73" w14:textId="77777777" w:rsidR="00BE1F1B" w:rsidRPr="00472F61" w:rsidRDefault="00BE1F1B" w:rsidP="004865D1">
            <w:pPr>
              <w:pStyle w:val="acctmergecolhdg"/>
              <w:spacing w:line="240" w:lineRule="atLeast"/>
              <w:rPr>
                <w:szCs w:val="22"/>
              </w:rPr>
            </w:pPr>
            <w:r w:rsidRPr="00472F61">
              <w:rPr>
                <w:szCs w:val="22"/>
              </w:rPr>
              <w:t xml:space="preserve">Consolidated </w:t>
            </w:r>
          </w:p>
          <w:p w14:paraId="7B57F2D9" w14:textId="77777777" w:rsidR="00BE1F1B" w:rsidRPr="00472F61" w:rsidRDefault="00BE1F1B" w:rsidP="004865D1">
            <w:pPr>
              <w:pStyle w:val="acctmergecolhdg"/>
              <w:spacing w:line="240" w:lineRule="atLeast"/>
              <w:rPr>
                <w:szCs w:val="22"/>
              </w:rPr>
            </w:pPr>
            <w:r w:rsidRPr="00472F61">
              <w:rPr>
                <w:szCs w:val="22"/>
              </w:rPr>
              <w:t xml:space="preserve">financial statements </w:t>
            </w:r>
          </w:p>
        </w:tc>
      </w:tr>
      <w:tr w:rsidR="00262319" w:rsidRPr="00472F61" w14:paraId="55BF647A" w14:textId="77777777" w:rsidTr="00A70DFA">
        <w:trPr>
          <w:cantSplit/>
          <w:trHeight w:val="103"/>
          <w:tblHeader/>
        </w:trPr>
        <w:tc>
          <w:tcPr>
            <w:tcW w:w="6761" w:type="dxa"/>
          </w:tcPr>
          <w:p w14:paraId="0D8B7AC9" w14:textId="77777777" w:rsidR="00262319" w:rsidRPr="00472F61" w:rsidRDefault="002860DC" w:rsidP="00262319">
            <w:pPr>
              <w:pStyle w:val="acctfourfigures"/>
              <w:spacing w:line="240" w:lineRule="atLeast"/>
              <w:rPr>
                <w:b/>
                <w:bCs/>
                <w:i/>
                <w:iCs/>
              </w:rPr>
            </w:pPr>
            <w:r w:rsidRPr="00472F61">
              <w:rPr>
                <w:b/>
                <w:bCs/>
                <w:i/>
                <w:iCs/>
              </w:rPr>
              <w:t>Three</w:t>
            </w:r>
            <w:r w:rsidR="00262319" w:rsidRPr="00472F61">
              <w:rPr>
                <w:b/>
                <w:bCs/>
                <w:i/>
                <w:iCs/>
              </w:rPr>
              <w:t xml:space="preserve">-month period ended </w:t>
            </w:r>
            <w:r w:rsidRPr="00472F61">
              <w:rPr>
                <w:b/>
                <w:bCs/>
                <w:i/>
                <w:iCs/>
              </w:rPr>
              <w:t>31 March</w:t>
            </w:r>
          </w:p>
        </w:tc>
        <w:tc>
          <w:tcPr>
            <w:tcW w:w="1170" w:type="dxa"/>
          </w:tcPr>
          <w:p w14:paraId="3AF22266" w14:textId="77777777" w:rsidR="00262319" w:rsidRPr="00472F61" w:rsidRDefault="002860DC" w:rsidP="00262319">
            <w:pPr>
              <w:pStyle w:val="acctmergecolhdg"/>
              <w:spacing w:line="240" w:lineRule="atLeast"/>
              <w:rPr>
                <w:b w:val="0"/>
                <w:bCs/>
                <w:szCs w:val="22"/>
              </w:rPr>
            </w:pPr>
            <w:r w:rsidRPr="00472F61">
              <w:rPr>
                <w:b w:val="0"/>
                <w:bCs/>
                <w:szCs w:val="22"/>
              </w:rPr>
              <w:t>202</w:t>
            </w:r>
            <w:r w:rsidR="00C552AB" w:rsidRPr="00472F61">
              <w:rPr>
                <w:b w:val="0"/>
                <w:bCs/>
                <w:szCs w:val="22"/>
              </w:rPr>
              <w:t>1</w:t>
            </w:r>
          </w:p>
        </w:tc>
        <w:tc>
          <w:tcPr>
            <w:tcW w:w="270" w:type="dxa"/>
          </w:tcPr>
          <w:p w14:paraId="761E716D" w14:textId="77777777" w:rsidR="00262319" w:rsidRPr="00472F61" w:rsidRDefault="00262319" w:rsidP="00262319">
            <w:pPr>
              <w:pStyle w:val="acctmergecolhdg"/>
              <w:spacing w:line="240" w:lineRule="atLeast"/>
              <w:rPr>
                <w:b w:val="0"/>
                <w:bCs/>
                <w:szCs w:val="22"/>
              </w:rPr>
            </w:pPr>
          </w:p>
        </w:tc>
        <w:tc>
          <w:tcPr>
            <w:tcW w:w="1170" w:type="dxa"/>
          </w:tcPr>
          <w:p w14:paraId="08F262A7" w14:textId="77777777" w:rsidR="00262319" w:rsidRPr="00472F61" w:rsidRDefault="002860DC" w:rsidP="00262319">
            <w:pPr>
              <w:pStyle w:val="acctmergecolhdg"/>
              <w:spacing w:line="240" w:lineRule="atLeast"/>
              <w:rPr>
                <w:b w:val="0"/>
                <w:bCs/>
                <w:szCs w:val="22"/>
              </w:rPr>
            </w:pPr>
            <w:r w:rsidRPr="00472F61">
              <w:rPr>
                <w:b w:val="0"/>
                <w:bCs/>
                <w:szCs w:val="22"/>
              </w:rPr>
              <w:t>20</w:t>
            </w:r>
            <w:r w:rsidR="00C552AB" w:rsidRPr="00472F61">
              <w:rPr>
                <w:b w:val="0"/>
                <w:bCs/>
                <w:szCs w:val="22"/>
              </w:rPr>
              <w:t>20</w:t>
            </w:r>
          </w:p>
        </w:tc>
      </w:tr>
      <w:tr w:rsidR="00BE1F1B" w:rsidRPr="00472F61" w14:paraId="62221486" w14:textId="77777777" w:rsidTr="00A70DFA">
        <w:trPr>
          <w:cantSplit/>
          <w:tblHeader/>
        </w:trPr>
        <w:tc>
          <w:tcPr>
            <w:tcW w:w="6761" w:type="dxa"/>
          </w:tcPr>
          <w:p w14:paraId="2A7E84EC" w14:textId="77777777" w:rsidR="00BE1F1B" w:rsidRPr="00472F61" w:rsidRDefault="00BE1F1B" w:rsidP="004865D1">
            <w:pPr>
              <w:ind w:left="11"/>
              <w:rPr>
                <w:b/>
                <w:bCs/>
                <w:i/>
                <w:iCs/>
                <w:szCs w:val="22"/>
              </w:rPr>
            </w:pPr>
          </w:p>
        </w:tc>
        <w:tc>
          <w:tcPr>
            <w:tcW w:w="2610" w:type="dxa"/>
            <w:gridSpan w:val="3"/>
          </w:tcPr>
          <w:p w14:paraId="52BE1B17" w14:textId="77777777" w:rsidR="00BE1F1B" w:rsidRPr="00472F61" w:rsidRDefault="001065E6" w:rsidP="004865D1">
            <w:pPr>
              <w:jc w:val="center"/>
              <w:rPr>
                <w:i/>
                <w:iCs/>
                <w:szCs w:val="22"/>
              </w:rPr>
            </w:pPr>
            <w:r w:rsidRPr="00472F61">
              <w:rPr>
                <w:i/>
                <w:iCs/>
                <w:lang w:val="en-US"/>
              </w:rPr>
              <w:t>(in million Baht)</w:t>
            </w:r>
          </w:p>
        </w:tc>
      </w:tr>
      <w:tr w:rsidR="00BE1F1B" w:rsidRPr="00472F61" w14:paraId="4559777E" w14:textId="77777777" w:rsidTr="00A70DFA">
        <w:trPr>
          <w:cantSplit/>
        </w:trPr>
        <w:tc>
          <w:tcPr>
            <w:tcW w:w="6761" w:type="dxa"/>
          </w:tcPr>
          <w:p w14:paraId="507A4A58" w14:textId="77777777" w:rsidR="00BE1F1B" w:rsidRPr="00472F61" w:rsidRDefault="00BE1F1B" w:rsidP="004865D1">
            <w:pPr>
              <w:ind w:left="11"/>
              <w:rPr>
                <w:szCs w:val="22"/>
              </w:rPr>
            </w:pPr>
            <w:r w:rsidRPr="00472F61">
              <w:rPr>
                <w:b/>
                <w:bCs/>
                <w:szCs w:val="22"/>
              </w:rPr>
              <w:t>Joint venture</w:t>
            </w:r>
          </w:p>
        </w:tc>
        <w:tc>
          <w:tcPr>
            <w:tcW w:w="1170" w:type="dxa"/>
          </w:tcPr>
          <w:p w14:paraId="7E8300DC" w14:textId="77777777" w:rsidR="00BE1F1B" w:rsidRPr="00472F61" w:rsidRDefault="00BE1F1B" w:rsidP="004865D1">
            <w:pPr>
              <w:pStyle w:val="acctfourfigures"/>
              <w:tabs>
                <w:tab w:val="clear" w:pos="765"/>
                <w:tab w:val="decimal" w:pos="731"/>
              </w:tabs>
              <w:spacing w:line="240" w:lineRule="atLeast"/>
              <w:ind w:right="11"/>
              <w:rPr>
                <w:szCs w:val="22"/>
              </w:rPr>
            </w:pPr>
          </w:p>
        </w:tc>
        <w:tc>
          <w:tcPr>
            <w:tcW w:w="270" w:type="dxa"/>
          </w:tcPr>
          <w:p w14:paraId="02C4F189" w14:textId="77777777" w:rsidR="00BE1F1B" w:rsidRPr="00472F61" w:rsidRDefault="00BE1F1B" w:rsidP="004865D1">
            <w:pPr>
              <w:pStyle w:val="acctfourfigures"/>
              <w:spacing w:line="240" w:lineRule="atLeast"/>
              <w:rPr>
                <w:szCs w:val="22"/>
              </w:rPr>
            </w:pPr>
          </w:p>
        </w:tc>
        <w:tc>
          <w:tcPr>
            <w:tcW w:w="1170" w:type="dxa"/>
          </w:tcPr>
          <w:p w14:paraId="5872C0C0" w14:textId="77777777" w:rsidR="00BE1F1B" w:rsidRPr="00472F61" w:rsidRDefault="00BE1F1B" w:rsidP="004865D1">
            <w:pPr>
              <w:pStyle w:val="acctfourfigures"/>
              <w:tabs>
                <w:tab w:val="clear" w:pos="765"/>
                <w:tab w:val="decimal" w:pos="731"/>
              </w:tabs>
              <w:spacing w:line="240" w:lineRule="atLeast"/>
              <w:ind w:right="11"/>
              <w:rPr>
                <w:szCs w:val="22"/>
              </w:rPr>
            </w:pPr>
          </w:p>
        </w:tc>
      </w:tr>
      <w:tr w:rsidR="00C552AB" w:rsidRPr="00472F61" w14:paraId="2D43BCFA" w14:textId="77777777" w:rsidTr="00A70DFA">
        <w:trPr>
          <w:cantSplit/>
        </w:trPr>
        <w:tc>
          <w:tcPr>
            <w:tcW w:w="6761" w:type="dxa"/>
          </w:tcPr>
          <w:p w14:paraId="144A0347" w14:textId="77777777" w:rsidR="00C552AB" w:rsidRPr="00472F61" w:rsidRDefault="00C552AB" w:rsidP="00C552AB">
            <w:pPr>
              <w:ind w:left="11"/>
              <w:rPr>
                <w:szCs w:val="22"/>
              </w:rPr>
            </w:pPr>
            <w:r w:rsidRPr="00472F61">
              <w:rPr>
                <w:szCs w:val="22"/>
              </w:rPr>
              <w:t>At 1 January</w:t>
            </w:r>
          </w:p>
        </w:tc>
        <w:tc>
          <w:tcPr>
            <w:tcW w:w="1170" w:type="dxa"/>
          </w:tcPr>
          <w:p w14:paraId="766C80D9" w14:textId="03283C0A" w:rsidR="00C552AB" w:rsidRPr="00472F61" w:rsidRDefault="00AE62B1" w:rsidP="00C552AB">
            <w:pPr>
              <w:pStyle w:val="acctfourfigures"/>
              <w:tabs>
                <w:tab w:val="clear" w:pos="765"/>
                <w:tab w:val="decimal" w:pos="731"/>
              </w:tabs>
              <w:spacing w:line="240" w:lineRule="atLeast"/>
              <w:ind w:right="11"/>
              <w:rPr>
                <w:szCs w:val="22"/>
              </w:rPr>
            </w:pPr>
            <w:r w:rsidRPr="00472F61">
              <w:rPr>
                <w:szCs w:val="22"/>
              </w:rPr>
              <w:t>-</w:t>
            </w:r>
          </w:p>
        </w:tc>
        <w:tc>
          <w:tcPr>
            <w:tcW w:w="270" w:type="dxa"/>
          </w:tcPr>
          <w:p w14:paraId="3B97FEAB" w14:textId="77777777" w:rsidR="00C552AB" w:rsidRPr="00472F61" w:rsidRDefault="00C552AB" w:rsidP="00C552AB">
            <w:pPr>
              <w:pStyle w:val="acctfourfigures"/>
              <w:spacing w:line="240" w:lineRule="atLeast"/>
              <w:rPr>
                <w:szCs w:val="22"/>
              </w:rPr>
            </w:pPr>
          </w:p>
        </w:tc>
        <w:tc>
          <w:tcPr>
            <w:tcW w:w="1170" w:type="dxa"/>
          </w:tcPr>
          <w:p w14:paraId="5111A715" w14:textId="77777777" w:rsidR="00C552AB" w:rsidRPr="00472F61" w:rsidRDefault="00C552AB" w:rsidP="00C552AB">
            <w:pPr>
              <w:pStyle w:val="acctfourfigures"/>
              <w:tabs>
                <w:tab w:val="clear" w:pos="765"/>
                <w:tab w:val="decimal" w:pos="731"/>
              </w:tabs>
              <w:spacing w:line="240" w:lineRule="atLeast"/>
              <w:ind w:right="11"/>
              <w:rPr>
                <w:szCs w:val="22"/>
              </w:rPr>
            </w:pPr>
            <w:r w:rsidRPr="00472F61">
              <w:rPr>
                <w:szCs w:val="22"/>
              </w:rPr>
              <w:t>-</w:t>
            </w:r>
          </w:p>
        </w:tc>
      </w:tr>
      <w:tr w:rsidR="00C552AB" w:rsidRPr="00472F61" w14:paraId="266B73FE" w14:textId="77777777" w:rsidTr="00A70DFA">
        <w:trPr>
          <w:cantSplit/>
        </w:trPr>
        <w:tc>
          <w:tcPr>
            <w:tcW w:w="6761" w:type="dxa"/>
          </w:tcPr>
          <w:p w14:paraId="1AB58F53" w14:textId="47E0265D" w:rsidR="00C552AB" w:rsidRPr="00472F61" w:rsidRDefault="00C552AB" w:rsidP="00C552AB">
            <w:pPr>
              <w:pStyle w:val="3"/>
              <w:tabs>
                <w:tab w:val="clear" w:pos="360"/>
                <w:tab w:val="clear" w:pos="720"/>
                <w:tab w:val="left" w:pos="327"/>
              </w:tabs>
              <w:spacing w:line="240" w:lineRule="atLeast"/>
              <w:jc w:val="thaiDistribute"/>
              <w:rPr>
                <w:rFonts w:ascii="Times New Roman" w:hAnsi="Times New Roman" w:cs="Times New Roman"/>
                <w:lang w:val="en-US"/>
              </w:rPr>
            </w:pPr>
            <w:r w:rsidRPr="00472F61">
              <w:rPr>
                <w:rFonts w:ascii="Times New Roman" w:hAnsi="Times New Roman" w:cs="Times New Roman"/>
                <w:lang w:val="en-US"/>
              </w:rPr>
              <w:t>Share of net loss in joint venture</w:t>
            </w:r>
          </w:p>
        </w:tc>
        <w:tc>
          <w:tcPr>
            <w:tcW w:w="1170" w:type="dxa"/>
          </w:tcPr>
          <w:p w14:paraId="42482816" w14:textId="3993FE36" w:rsidR="00C552AB" w:rsidRPr="00472F61" w:rsidRDefault="00AE62B1" w:rsidP="00D85862">
            <w:pPr>
              <w:pStyle w:val="acctfourfigures"/>
              <w:tabs>
                <w:tab w:val="clear" w:pos="765"/>
                <w:tab w:val="decimal" w:pos="731"/>
              </w:tabs>
              <w:spacing w:line="240" w:lineRule="atLeast"/>
              <w:ind w:right="11"/>
              <w:rPr>
                <w:szCs w:val="22"/>
              </w:rPr>
            </w:pPr>
            <w:r w:rsidRPr="00472F61">
              <w:rPr>
                <w:szCs w:val="22"/>
              </w:rPr>
              <w:t>-</w:t>
            </w:r>
          </w:p>
        </w:tc>
        <w:tc>
          <w:tcPr>
            <w:tcW w:w="270" w:type="dxa"/>
          </w:tcPr>
          <w:p w14:paraId="6536B206" w14:textId="77777777" w:rsidR="00C552AB" w:rsidRPr="00472F61" w:rsidRDefault="00C552AB" w:rsidP="00C552AB">
            <w:pPr>
              <w:pStyle w:val="acctfourfigures"/>
              <w:spacing w:line="240" w:lineRule="atLeast"/>
              <w:rPr>
                <w:szCs w:val="22"/>
              </w:rPr>
            </w:pPr>
          </w:p>
        </w:tc>
        <w:tc>
          <w:tcPr>
            <w:tcW w:w="1170" w:type="dxa"/>
          </w:tcPr>
          <w:p w14:paraId="7E588ECE" w14:textId="77777777" w:rsidR="00C552AB" w:rsidRPr="00472F61" w:rsidRDefault="001065E6" w:rsidP="00A90AAF">
            <w:pPr>
              <w:tabs>
                <w:tab w:val="decimal" w:pos="880"/>
              </w:tabs>
              <w:ind w:right="110"/>
              <w:jc w:val="center"/>
              <w:rPr>
                <w:szCs w:val="22"/>
              </w:rPr>
            </w:pPr>
            <w:r w:rsidRPr="00472F61">
              <w:rPr>
                <w:szCs w:val="22"/>
              </w:rPr>
              <w:t>0.79</w:t>
            </w:r>
          </w:p>
        </w:tc>
      </w:tr>
      <w:tr w:rsidR="00C552AB" w:rsidRPr="00472F61" w14:paraId="4D505366" w14:textId="77777777" w:rsidTr="0036683B">
        <w:trPr>
          <w:cantSplit/>
        </w:trPr>
        <w:tc>
          <w:tcPr>
            <w:tcW w:w="6761" w:type="dxa"/>
          </w:tcPr>
          <w:p w14:paraId="034D9432" w14:textId="77777777" w:rsidR="00C552AB" w:rsidRPr="00472F61" w:rsidRDefault="00C552AB" w:rsidP="00C552AB">
            <w:pPr>
              <w:spacing w:line="240" w:lineRule="atLeast"/>
              <w:rPr>
                <w:szCs w:val="22"/>
              </w:rPr>
            </w:pPr>
            <w:r w:rsidRPr="00472F61">
              <w:rPr>
                <w:szCs w:val="22"/>
              </w:rPr>
              <w:t xml:space="preserve">Reversal of share of loss of investment in joint venture </w:t>
            </w:r>
          </w:p>
          <w:p w14:paraId="523AE920" w14:textId="77777777" w:rsidR="00C552AB" w:rsidRPr="00472F61" w:rsidRDefault="00C552AB" w:rsidP="00C552AB">
            <w:pPr>
              <w:ind w:left="11"/>
              <w:rPr>
                <w:szCs w:val="22"/>
              </w:rPr>
            </w:pPr>
            <w:r w:rsidRPr="00472F61">
              <w:rPr>
                <w:szCs w:val="22"/>
              </w:rPr>
              <w:t xml:space="preserve">   over cost of investment</w:t>
            </w:r>
          </w:p>
        </w:tc>
        <w:tc>
          <w:tcPr>
            <w:tcW w:w="1170" w:type="dxa"/>
            <w:vAlign w:val="bottom"/>
          </w:tcPr>
          <w:p w14:paraId="390E5BDA" w14:textId="7D8C2865" w:rsidR="00C552AB" w:rsidRPr="00472F61" w:rsidRDefault="00AE62B1" w:rsidP="00D85862">
            <w:pPr>
              <w:pStyle w:val="acctfourfigures"/>
              <w:tabs>
                <w:tab w:val="clear" w:pos="765"/>
                <w:tab w:val="decimal" w:pos="731"/>
              </w:tabs>
              <w:spacing w:line="240" w:lineRule="atLeast"/>
              <w:ind w:right="11"/>
              <w:rPr>
                <w:szCs w:val="22"/>
              </w:rPr>
            </w:pPr>
            <w:r w:rsidRPr="00472F61">
              <w:rPr>
                <w:szCs w:val="22"/>
              </w:rPr>
              <w:t>-</w:t>
            </w:r>
          </w:p>
        </w:tc>
        <w:tc>
          <w:tcPr>
            <w:tcW w:w="270" w:type="dxa"/>
          </w:tcPr>
          <w:p w14:paraId="76E681E6" w14:textId="77777777" w:rsidR="00C552AB" w:rsidRPr="00472F61" w:rsidRDefault="00C552AB" w:rsidP="00C552AB">
            <w:pPr>
              <w:pStyle w:val="acctfourfigures"/>
              <w:spacing w:line="240" w:lineRule="atLeast"/>
              <w:rPr>
                <w:szCs w:val="22"/>
              </w:rPr>
            </w:pPr>
          </w:p>
        </w:tc>
        <w:tc>
          <w:tcPr>
            <w:tcW w:w="1170" w:type="dxa"/>
            <w:vAlign w:val="bottom"/>
          </w:tcPr>
          <w:p w14:paraId="04124E3E" w14:textId="77777777" w:rsidR="001065E6" w:rsidRPr="00472F61" w:rsidRDefault="001065E6" w:rsidP="00A90AAF">
            <w:pPr>
              <w:tabs>
                <w:tab w:val="decimal" w:pos="910"/>
              </w:tabs>
              <w:ind w:right="20"/>
              <w:jc w:val="center"/>
              <w:rPr>
                <w:szCs w:val="22"/>
              </w:rPr>
            </w:pPr>
            <w:r w:rsidRPr="00472F61">
              <w:rPr>
                <w:szCs w:val="22"/>
              </w:rPr>
              <w:t>(0.79)</w:t>
            </w:r>
          </w:p>
        </w:tc>
      </w:tr>
      <w:tr w:rsidR="00C552AB" w:rsidRPr="00472F61" w14:paraId="4337A1C1" w14:textId="77777777" w:rsidTr="00804631">
        <w:trPr>
          <w:cantSplit/>
        </w:trPr>
        <w:tc>
          <w:tcPr>
            <w:tcW w:w="6761" w:type="dxa"/>
          </w:tcPr>
          <w:p w14:paraId="1D9C56B5" w14:textId="77777777" w:rsidR="00C552AB" w:rsidRPr="00472F61" w:rsidRDefault="00C552AB" w:rsidP="00C552AB">
            <w:pPr>
              <w:ind w:left="11"/>
              <w:rPr>
                <w:b/>
                <w:bCs/>
                <w:szCs w:val="28"/>
                <w:lang w:val="en-US" w:bidi="th-TH"/>
              </w:rPr>
            </w:pPr>
            <w:r w:rsidRPr="00472F61">
              <w:rPr>
                <w:b/>
                <w:bCs/>
                <w:szCs w:val="22"/>
              </w:rPr>
              <w:t>At 31 March</w:t>
            </w:r>
          </w:p>
        </w:tc>
        <w:tc>
          <w:tcPr>
            <w:tcW w:w="1170" w:type="dxa"/>
            <w:tcBorders>
              <w:top w:val="single" w:sz="4" w:space="0" w:color="auto"/>
              <w:bottom w:val="double" w:sz="4" w:space="0" w:color="auto"/>
            </w:tcBorders>
          </w:tcPr>
          <w:p w14:paraId="11B731C0" w14:textId="04F6A62D" w:rsidR="00C552AB" w:rsidRPr="00472F61" w:rsidRDefault="00AE62B1" w:rsidP="00C552AB">
            <w:pPr>
              <w:pStyle w:val="acctfourfigures"/>
              <w:tabs>
                <w:tab w:val="clear" w:pos="765"/>
                <w:tab w:val="decimal" w:pos="731"/>
              </w:tabs>
              <w:spacing w:line="240" w:lineRule="atLeast"/>
              <w:ind w:right="11"/>
              <w:rPr>
                <w:b/>
                <w:bCs/>
                <w:szCs w:val="22"/>
              </w:rPr>
            </w:pPr>
            <w:r w:rsidRPr="00472F61">
              <w:rPr>
                <w:b/>
                <w:bCs/>
                <w:szCs w:val="22"/>
              </w:rPr>
              <w:t>-</w:t>
            </w:r>
          </w:p>
        </w:tc>
        <w:tc>
          <w:tcPr>
            <w:tcW w:w="270" w:type="dxa"/>
          </w:tcPr>
          <w:p w14:paraId="3BFC5DFB" w14:textId="77777777" w:rsidR="00C552AB" w:rsidRPr="00472F61" w:rsidRDefault="00C552AB" w:rsidP="00C552AB">
            <w:pPr>
              <w:pStyle w:val="acctfourfigures"/>
              <w:spacing w:line="240" w:lineRule="atLeast"/>
              <w:rPr>
                <w:b/>
                <w:bCs/>
                <w:szCs w:val="22"/>
              </w:rPr>
            </w:pPr>
          </w:p>
        </w:tc>
        <w:tc>
          <w:tcPr>
            <w:tcW w:w="1170" w:type="dxa"/>
            <w:tcBorders>
              <w:top w:val="single" w:sz="4" w:space="0" w:color="auto"/>
              <w:bottom w:val="double" w:sz="4" w:space="0" w:color="auto"/>
            </w:tcBorders>
          </w:tcPr>
          <w:p w14:paraId="5BAE27BF" w14:textId="77777777" w:rsidR="00C552AB" w:rsidRPr="00472F61" w:rsidRDefault="00C552AB" w:rsidP="00C552AB">
            <w:pPr>
              <w:pStyle w:val="acctfourfigures"/>
              <w:tabs>
                <w:tab w:val="clear" w:pos="765"/>
                <w:tab w:val="decimal" w:pos="731"/>
              </w:tabs>
              <w:spacing w:line="240" w:lineRule="atLeast"/>
              <w:ind w:right="11"/>
              <w:rPr>
                <w:b/>
                <w:bCs/>
                <w:szCs w:val="22"/>
              </w:rPr>
            </w:pPr>
            <w:r w:rsidRPr="00472F61">
              <w:rPr>
                <w:b/>
                <w:bCs/>
                <w:szCs w:val="22"/>
              </w:rPr>
              <w:t>-</w:t>
            </w:r>
          </w:p>
        </w:tc>
      </w:tr>
      <w:tr w:rsidR="00C552AB" w:rsidRPr="00472F61" w14:paraId="78B6F6C9" w14:textId="77777777" w:rsidTr="00804631">
        <w:trPr>
          <w:cantSplit/>
        </w:trPr>
        <w:tc>
          <w:tcPr>
            <w:tcW w:w="6761" w:type="dxa"/>
          </w:tcPr>
          <w:p w14:paraId="48453B02" w14:textId="77777777" w:rsidR="00C552AB" w:rsidRPr="00472F61" w:rsidRDefault="00C552AB" w:rsidP="00C552AB">
            <w:pPr>
              <w:ind w:left="11"/>
              <w:rPr>
                <w:b/>
                <w:bCs/>
                <w:szCs w:val="22"/>
              </w:rPr>
            </w:pPr>
          </w:p>
        </w:tc>
        <w:tc>
          <w:tcPr>
            <w:tcW w:w="1170" w:type="dxa"/>
            <w:tcBorders>
              <w:top w:val="double" w:sz="4" w:space="0" w:color="auto"/>
              <w:bottom w:val="nil"/>
            </w:tcBorders>
          </w:tcPr>
          <w:p w14:paraId="22F5AA06" w14:textId="77777777" w:rsidR="00C552AB" w:rsidRPr="00472F61" w:rsidRDefault="00C552AB" w:rsidP="00C552AB">
            <w:pPr>
              <w:pStyle w:val="acctfourfigures"/>
              <w:tabs>
                <w:tab w:val="clear" w:pos="765"/>
                <w:tab w:val="decimal" w:pos="731"/>
              </w:tabs>
              <w:spacing w:line="240" w:lineRule="atLeast"/>
              <w:ind w:right="11"/>
              <w:rPr>
                <w:b/>
                <w:bCs/>
                <w:szCs w:val="22"/>
                <w:highlight w:val="cyan"/>
              </w:rPr>
            </w:pPr>
          </w:p>
        </w:tc>
        <w:tc>
          <w:tcPr>
            <w:tcW w:w="270" w:type="dxa"/>
          </w:tcPr>
          <w:p w14:paraId="45886A0B" w14:textId="77777777" w:rsidR="00C552AB" w:rsidRPr="00472F61" w:rsidRDefault="00C552AB" w:rsidP="00C552AB">
            <w:pPr>
              <w:pStyle w:val="acctfourfigures"/>
              <w:spacing w:line="240" w:lineRule="atLeast"/>
              <w:rPr>
                <w:b/>
                <w:bCs/>
                <w:szCs w:val="22"/>
                <w:highlight w:val="cyan"/>
              </w:rPr>
            </w:pPr>
          </w:p>
        </w:tc>
        <w:tc>
          <w:tcPr>
            <w:tcW w:w="1170" w:type="dxa"/>
            <w:tcBorders>
              <w:top w:val="double" w:sz="4" w:space="0" w:color="auto"/>
              <w:bottom w:val="nil"/>
            </w:tcBorders>
          </w:tcPr>
          <w:p w14:paraId="1D58F4E0" w14:textId="77777777" w:rsidR="00C552AB" w:rsidRPr="00472F61" w:rsidRDefault="00C552AB" w:rsidP="00C552AB">
            <w:pPr>
              <w:pStyle w:val="acctfourfigures"/>
              <w:tabs>
                <w:tab w:val="clear" w:pos="765"/>
                <w:tab w:val="decimal" w:pos="731"/>
              </w:tabs>
              <w:spacing w:line="240" w:lineRule="atLeast"/>
              <w:ind w:right="11"/>
              <w:rPr>
                <w:b/>
                <w:bCs/>
                <w:szCs w:val="22"/>
                <w:highlight w:val="cyan"/>
              </w:rPr>
            </w:pPr>
          </w:p>
        </w:tc>
      </w:tr>
    </w:tbl>
    <w:p w14:paraId="1E266CD1" w14:textId="111D2FF8" w:rsidR="00BE1F1B" w:rsidRPr="00472F61" w:rsidRDefault="00BE1F1B" w:rsidP="003E1B1C">
      <w:pPr>
        <w:pStyle w:val="index"/>
        <w:numPr>
          <w:ilvl w:val="0"/>
          <w:numId w:val="0"/>
        </w:numPr>
        <w:tabs>
          <w:tab w:val="left" w:pos="450"/>
        </w:tabs>
        <w:spacing w:after="0" w:line="240" w:lineRule="atLeast"/>
        <w:rPr>
          <w:b/>
          <w:bCs/>
          <w:lang w:val="en-US" w:bidi="th-TH"/>
        </w:rPr>
      </w:pPr>
    </w:p>
    <w:p w14:paraId="70575AF3" w14:textId="77777777" w:rsidR="00B95B4F" w:rsidRPr="00472F61" w:rsidRDefault="00B95B4F" w:rsidP="00B95B4F">
      <w:pPr>
        <w:spacing w:line="240" w:lineRule="atLeast"/>
        <w:ind w:left="540"/>
        <w:jc w:val="thaiDistribute"/>
        <w:rPr>
          <w:i/>
          <w:iCs/>
          <w:szCs w:val="22"/>
        </w:rPr>
      </w:pPr>
      <w:r w:rsidRPr="00472F61">
        <w:rPr>
          <w:i/>
          <w:iCs/>
          <w:szCs w:val="22"/>
        </w:rPr>
        <w:t>Classification from</w:t>
      </w:r>
      <w:r w:rsidRPr="00472F61">
        <w:rPr>
          <w:i/>
          <w:iCs/>
          <w:szCs w:val="22"/>
          <w:cs/>
        </w:rPr>
        <w:t xml:space="preserve"> </w:t>
      </w:r>
      <w:r w:rsidRPr="00472F61">
        <w:rPr>
          <w:i/>
          <w:iCs/>
          <w:szCs w:val="22"/>
        </w:rPr>
        <w:t>investment in joint venture to be investment in associate</w:t>
      </w:r>
    </w:p>
    <w:p w14:paraId="62490AF2" w14:textId="77777777" w:rsidR="00B95B4F" w:rsidRPr="00472F61" w:rsidRDefault="00B95B4F" w:rsidP="00B95B4F">
      <w:pPr>
        <w:spacing w:line="240" w:lineRule="atLeast"/>
        <w:ind w:left="540"/>
        <w:jc w:val="thaiDistribute"/>
        <w:rPr>
          <w:szCs w:val="22"/>
        </w:rPr>
      </w:pPr>
    </w:p>
    <w:p w14:paraId="2735CAB2" w14:textId="77777777" w:rsidR="00B95B4F" w:rsidRPr="00472F61" w:rsidRDefault="00B95B4F" w:rsidP="00B95B4F">
      <w:pPr>
        <w:spacing w:line="240" w:lineRule="atLeast"/>
        <w:ind w:left="540"/>
        <w:jc w:val="thaiDistribute"/>
        <w:rPr>
          <w:b/>
          <w:bCs/>
          <w:szCs w:val="22"/>
        </w:rPr>
      </w:pPr>
      <w:r w:rsidRPr="00472F61">
        <w:rPr>
          <w:szCs w:val="22"/>
        </w:rPr>
        <w:t xml:space="preserve">During the year 2020, Central Pattana Public Company Limited obtained the control over Bayswater </w:t>
      </w:r>
      <w:r w:rsidRPr="00472F61">
        <w:rPr>
          <w:szCs w:val="22"/>
          <w:cs/>
        </w:rPr>
        <w:br/>
      </w:r>
      <w:r w:rsidRPr="00472F61">
        <w:rPr>
          <w:szCs w:val="22"/>
        </w:rPr>
        <w:t>Co., Ltd. from purchase the ordinary shares of BTS Group Holding Public Company Limited. Investment in such company was classified from indirect joint venture to indirect associate.</w:t>
      </w:r>
    </w:p>
    <w:p w14:paraId="68A0182B" w14:textId="77777777" w:rsidR="00BE1F1B" w:rsidRPr="00472F61" w:rsidRDefault="00BE1F1B" w:rsidP="003E1B1C">
      <w:pPr>
        <w:pStyle w:val="index"/>
        <w:numPr>
          <w:ilvl w:val="0"/>
          <w:numId w:val="0"/>
        </w:numPr>
        <w:tabs>
          <w:tab w:val="left" w:pos="450"/>
        </w:tabs>
        <w:spacing w:after="0" w:line="240" w:lineRule="atLeast"/>
        <w:rPr>
          <w:b/>
          <w:bCs/>
          <w:lang w:val="en-US" w:bidi="th-TH"/>
        </w:rPr>
      </w:pPr>
    </w:p>
    <w:p w14:paraId="432941B4" w14:textId="5F8ABDCC" w:rsidR="00B95B4F" w:rsidRPr="00472F61" w:rsidRDefault="00B95B4F" w:rsidP="003E1B1C">
      <w:pPr>
        <w:pStyle w:val="index"/>
        <w:numPr>
          <w:ilvl w:val="0"/>
          <w:numId w:val="0"/>
        </w:numPr>
        <w:tabs>
          <w:tab w:val="left" w:pos="450"/>
        </w:tabs>
        <w:spacing w:after="0" w:line="240" w:lineRule="atLeast"/>
        <w:rPr>
          <w:b/>
          <w:bCs/>
          <w:lang w:val="en-US" w:bidi="th-TH"/>
        </w:rPr>
        <w:sectPr w:rsidR="00B95B4F" w:rsidRPr="00472F61" w:rsidSect="006464A5">
          <w:headerReference w:type="default" r:id="rId10"/>
          <w:pgSz w:w="11907" w:h="16840"/>
          <w:pgMar w:top="691" w:right="1152" w:bottom="576" w:left="1152" w:header="720" w:footer="720" w:gutter="0"/>
          <w:cols w:space="720"/>
        </w:sectPr>
      </w:pPr>
    </w:p>
    <w:tbl>
      <w:tblPr>
        <w:tblW w:w="15328" w:type="dxa"/>
        <w:tblInd w:w="-270" w:type="dxa"/>
        <w:tblLayout w:type="fixed"/>
        <w:tblCellMar>
          <w:left w:w="79" w:type="dxa"/>
          <w:right w:w="79" w:type="dxa"/>
        </w:tblCellMar>
        <w:tblLook w:val="0000" w:firstRow="0" w:lastRow="0" w:firstColumn="0" w:lastColumn="0" w:noHBand="0" w:noVBand="0"/>
      </w:tblPr>
      <w:tblGrid>
        <w:gridCol w:w="1705"/>
        <w:gridCol w:w="1175"/>
        <w:gridCol w:w="187"/>
        <w:gridCol w:w="801"/>
        <w:gridCol w:w="189"/>
        <w:gridCol w:w="810"/>
        <w:gridCol w:w="180"/>
        <w:gridCol w:w="896"/>
        <w:gridCol w:w="184"/>
        <w:gridCol w:w="893"/>
        <w:gridCol w:w="183"/>
        <w:gridCol w:w="891"/>
        <w:gridCol w:w="189"/>
        <w:gridCol w:w="897"/>
        <w:gridCol w:w="183"/>
        <w:gridCol w:w="891"/>
        <w:gridCol w:w="189"/>
        <w:gridCol w:w="900"/>
        <w:gridCol w:w="178"/>
        <w:gridCol w:w="801"/>
        <w:gridCol w:w="189"/>
        <w:gridCol w:w="810"/>
        <w:gridCol w:w="180"/>
        <w:gridCol w:w="810"/>
        <w:gridCol w:w="180"/>
        <w:gridCol w:w="837"/>
      </w:tblGrid>
      <w:tr w:rsidR="0036683B" w:rsidRPr="00472F61" w14:paraId="7640078B" w14:textId="77777777" w:rsidTr="0036683B">
        <w:trPr>
          <w:cantSplit/>
          <w:trHeight w:val="242"/>
          <w:tblHeader/>
        </w:trPr>
        <w:tc>
          <w:tcPr>
            <w:tcW w:w="1705" w:type="dxa"/>
          </w:tcPr>
          <w:p w14:paraId="2A2A3B6D" w14:textId="77777777" w:rsidR="0036683B" w:rsidRPr="00472F61" w:rsidRDefault="0036683B" w:rsidP="0036683B">
            <w:pPr>
              <w:spacing w:line="240" w:lineRule="atLeast"/>
              <w:rPr>
                <w:sz w:val="19"/>
                <w:szCs w:val="19"/>
              </w:rPr>
            </w:pPr>
          </w:p>
        </w:tc>
        <w:tc>
          <w:tcPr>
            <w:tcW w:w="1175" w:type="dxa"/>
            <w:vAlign w:val="bottom"/>
          </w:tcPr>
          <w:p w14:paraId="31368244" w14:textId="77777777" w:rsidR="0036683B" w:rsidRPr="00472F61" w:rsidRDefault="0036683B" w:rsidP="0036683B">
            <w:pPr>
              <w:spacing w:line="240" w:lineRule="atLeast"/>
              <w:ind w:left="-68" w:right="-79"/>
              <w:jc w:val="center"/>
              <w:rPr>
                <w:sz w:val="19"/>
                <w:szCs w:val="19"/>
              </w:rPr>
            </w:pPr>
          </w:p>
        </w:tc>
        <w:tc>
          <w:tcPr>
            <w:tcW w:w="187" w:type="dxa"/>
            <w:vAlign w:val="bottom"/>
          </w:tcPr>
          <w:p w14:paraId="133030FD" w14:textId="77777777" w:rsidR="0036683B" w:rsidRPr="00472F61" w:rsidRDefault="0036683B" w:rsidP="0036683B">
            <w:pPr>
              <w:spacing w:line="240" w:lineRule="atLeast"/>
              <w:jc w:val="center"/>
              <w:rPr>
                <w:sz w:val="19"/>
                <w:szCs w:val="19"/>
              </w:rPr>
            </w:pPr>
          </w:p>
        </w:tc>
        <w:tc>
          <w:tcPr>
            <w:tcW w:w="12261" w:type="dxa"/>
            <w:gridSpan w:val="23"/>
            <w:vAlign w:val="bottom"/>
          </w:tcPr>
          <w:p w14:paraId="3AD41BEC" w14:textId="77777777" w:rsidR="0036683B" w:rsidRPr="00472F61" w:rsidRDefault="0036683B" w:rsidP="0036683B">
            <w:pPr>
              <w:pStyle w:val="acctmergecolhdg"/>
              <w:spacing w:line="240" w:lineRule="atLeast"/>
              <w:rPr>
                <w:b w:val="0"/>
                <w:bCs/>
                <w:sz w:val="19"/>
                <w:szCs w:val="19"/>
              </w:rPr>
            </w:pPr>
            <w:r w:rsidRPr="00472F61">
              <w:rPr>
                <w:sz w:val="19"/>
                <w:szCs w:val="19"/>
              </w:rPr>
              <w:t xml:space="preserve">Consolidated financial statements </w:t>
            </w:r>
          </w:p>
        </w:tc>
      </w:tr>
      <w:tr w:rsidR="0036683B" w:rsidRPr="00472F61" w14:paraId="1973B000" w14:textId="77777777" w:rsidTr="0036683B">
        <w:trPr>
          <w:cantSplit/>
          <w:trHeight w:val="473"/>
          <w:tblHeader/>
        </w:trPr>
        <w:tc>
          <w:tcPr>
            <w:tcW w:w="1705" w:type="dxa"/>
          </w:tcPr>
          <w:p w14:paraId="116E6565" w14:textId="77777777" w:rsidR="0036683B" w:rsidRPr="00472F61" w:rsidRDefault="0036683B" w:rsidP="0036683B">
            <w:pPr>
              <w:spacing w:line="240" w:lineRule="atLeast"/>
              <w:rPr>
                <w:sz w:val="19"/>
                <w:szCs w:val="19"/>
              </w:rPr>
            </w:pPr>
          </w:p>
        </w:tc>
        <w:tc>
          <w:tcPr>
            <w:tcW w:w="1175" w:type="dxa"/>
            <w:vAlign w:val="bottom"/>
          </w:tcPr>
          <w:p w14:paraId="53349DF2" w14:textId="77777777" w:rsidR="0036683B" w:rsidRPr="00472F61" w:rsidRDefault="0036683B" w:rsidP="0036683B">
            <w:pPr>
              <w:spacing w:line="240" w:lineRule="atLeast"/>
              <w:ind w:left="-68" w:right="-79"/>
              <w:jc w:val="center"/>
              <w:rPr>
                <w:sz w:val="19"/>
                <w:szCs w:val="19"/>
              </w:rPr>
            </w:pPr>
            <w:r w:rsidRPr="00472F61">
              <w:rPr>
                <w:sz w:val="19"/>
                <w:szCs w:val="19"/>
              </w:rPr>
              <w:t>Type of business</w:t>
            </w:r>
          </w:p>
        </w:tc>
        <w:tc>
          <w:tcPr>
            <w:tcW w:w="187" w:type="dxa"/>
            <w:vAlign w:val="bottom"/>
          </w:tcPr>
          <w:p w14:paraId="249C26FB" w14:textId="77777777" w:rsidR="0036683B" w:rsidRPr="00472F61" w:rsidRDefault="0036683B" w:rsidP="0036683B">
            <w:pPr>
              <w:spacing w:line="240" w:lineRule="atLeast"/>
              <w:jc w:val="center"/>
              <w:rPr>
                <w:sz w:val="19"/>
                <w:szCs w:val="19"/>
              </w:rPr>
            </w:pPr>
          </w:p>
        </w:tc>
        <w:tc>
          <w:tcPr>
            <w:tcW w:w="1800" w:type="dxa"/>
            <w:gridSpan w:val="3"/>
            <w:vAlign w:val="bottom"/>
          </w:tcPr>
          <w:p w14:paraId="15902B66" w14:textId="77777777" w:rsidR="0036683B" w:rsidRPr="00472F61" w:rsidRDefault="0036683B" w:rsidP="0036683B">
            <w:pPr>
              <w:spacing w:line="240" w:lineRule="atLeast"/>
              <w:jc w:val="center"/>
              <w:rPr>
                <w:sz w:val="19"/>
                <w:szCs w:val="19"/>
              </w:rPr>
            </w:pPr>
            <w:r w:rsidRPr="00472F61">
              <w:rPr>
                <w:sz w:val="19"/>
                <w:szCs w:val="19"/>
              </w:rPr>
              <w:t>Ownership</w:t>
            </w:r>
          </w:p>
          <w:p w14:paraId="56DDB514" w14:textId="77777777" w:rsidR="0036683B" w:rsidRPr="00472F61" w:rsidRDefault="0036683B" w:rsidP="0036683B">
            <w:pPr>
              <w:spacing w:line="240" w:lineRule="atLeast"/>
              <w:jc w:val="center"/>
              <w:rPr>
                <w:sz w:val="19"/>
                <w:szCs w:val="19"/>
              </w:rPr>
            </w:pPr>
            <w:r w:rsidRPr="00472F61">
              <w:rPr>
                <w:sz w:val="19"/>
                <w:szCs w:val="19"/>
              </w:rPr>
              <w:t>interest</w:t>
            </w:r>
          </w:p>
        </w:tc>
        <w:tc>
          <w:tcPr>
            <w:tcW w:w="180" w:type="dxa"/>
            <w:vAlign w:val="bottom"/>
          </w:tcPr>
          <w:p w14:paraId="1278B5FB" w14:textId="77777777" w:rsidR="0036683B" w:rsidRPr="00472F61" w:rsidRDefault="0036683B" w:rsidP="0036683B">
            <w:pPr>
              <w:spacing w:line="240" w:lineRule="atLeast"/>
              <w:jc w:val="center"/>
              <w:rPr>
                <w:sz w:val="19"/>
                <w:szCs w:val="19"/>
              </w:rPr>
            </w:pPr>
          </w:p>
        </w:tc>
        <w:tc>
          <w:tcPr>
            <w:tcW w:w="1973" w:type="dxa"/>
            <w:gridSpan w:val="3"/>
            <w:vAlign w:val="bottom"/>
          </w:tcPr>
          <w:p w14:paraId="3BEA1F5F" w14:textId="77777777" w:rsidR="0036683B" w:rsidRPr="00472F61" w:rsidRDefault="0036683B" w:rsidP="0036683B">
            <w:pPr>
              <w:pStyle w:val="acctmergecolhdg"/>
              <w:spacing w:line="240" w:lineRule="atLeast"/>
              <w:rPr>
                <w:b w:val="0"/>
                <w:bCs/>
                <w:sz w:val="19"/>
                <w:szCs w:val="19"/>
              </w:rPr>
            </w:pPr>
          </w:p>
          <w:p w14:paraId="1FC25A67" w14:textId="77777777" w:rsidR="0036683B" w:rsidRPr="00472F61" w:rsidRDefault="0036683B" w:rsidP="0036683B">
            <w:pPr>
              <w:pStyle w:val="acctmergecolhdg"/>
              <w:spacing w:line="240" w:lineRule="atLeast"/>
              <w:rPr>
                <w:b w:val="0"/>
                <w:bCs/>
                <w:sz w:val="19"/>
                <w:szCs w:val="19"/>
              </w:rPr>
            </w:pPr>
            <w:r w:rsidRPr="00472F61">
              <w:rPr>
                <w:b w:val="0"/>
                <w:bCs/>
                <w:sz w:val="19"/>
                <w:szCs w:val="19"/>
              </w:rPr>
              <w:t>Paid-up capital</w:t>
            </w:r>
          </w:p>
        </w:tc>
        <w:tc>
          <w:tcPr>
            <w:tcW w:w="183" w:type="dxa"/>
            <w:vAlign w:val="bottom"/>
          </w:tcPr>
          <w:p w14:paraId="7E12E18E" w14:textId="77777777" w:rsidR="0036683B" w:rsidRPr="00472F61" w:rsidRDefault="0036683B" w:rsidP="0036683B">
            <w:pPr>
              <w:pStyle w:val="acctmergecolhdg"/>
              <w:spacing w:line="240" w:lineRule="atLeast"/>
              <w:rPr>
                <w:b w:val="0"/>
                <w:bCs/>
                <w:sz w:val="19"/>
                <w:szCs w:val="19"/>
              </w:rPr>
            </w:pPr>
          </w:p>
        </w:tc>
        <w:tc>
          <w:tcPr>
            <w:tcW w:w="1977" w:type="dxa"/>
            <w:gridSpan w:val="3"/>
            <w:vAlign w:val="bottom"/>
          </w:tcPr>
          <w:p w14:paraId="3563F102" w14:textId="77777777" w:rsidR="0036683B" w:rsidRPr="00472F61" w:rsidRDefault="0036683B" w:rsidP="0036683B">
            <w:pPr>
              <w:pStyle w:val="acctmergecolhdg"/>
              <w:spacing w:line="240" w:lineRule="atLeast"/>
              <w:rPr>
                <w:b w:val="0"/>
                <w:bCs/>
                <w:sz w:val="19"/>
                <w:szCs w:val="19"/>
              </w:rPr>
            </w:pPr>
          </w:p>
          <w:p w14:paraId="5621AD45" w14:textId="77777777" w:rsidR="0036683B" w:rsidRPr="00472F61" w:rsidRDefault="0036683B" w:rsidP="0036683B">
            <w:pPr>
              <w:pStyle w:val="acctmergecolhdg"/>
              <w:spacing w:line="240" w:lineRule="atLeast"/>
              <w:rPr>
                <w:b w:val="0"/>
                <w:bCs/>
                <w:sz w:val="19"/>
                <w:szCs w:val="19"/>
              </w:rPr>
            </w:pPr>
            <w:r w:rsidRPr="00472F61">
              <w:rPr>
                <w:b w:val="0"/>
                <w:bCs/>
                <w:sz w:val="19"/>
                <w:szCs w:val="19"/>
              </w:rPr>
              <w:t>Cost</w:t>
            </w:r>
          </w:p>
        </w:tc>
        <w:tc>
          <w:tcPr>
            <w:tcW w:w="183" w:type="dxa"/>
            <w:vAlign w:val="bottom"/>
          </w:tcPr>
          <w:p w14:paraId="65011E36" w14:textId="77777777" w:rsidR="0036683B" w:rsidRPr="00472F61" w:rsidRDefault="0036683B" w:rsidP="0036683B">
            <w:pPr>
              <w:pStyle w:val="acctmergecolhdg"/>
              <w:spacing w:line="240" w:lineRule="atLeast"/>
              <w:rPr>
                <w:b w:val="0"/>
                <w:bCs/>
                <w:sz w:val="19"/>
                <w:szCs w:val="19"/>
              </w:rPr>
            </w:pPr>
          </w:p>
        </w:tc>
        <w:tc>
          <w:tcPr>
            <w:tcW w:w="1980" w:type="dxa"/>
            <w:gridSpan w:val="3"/>
            <w:vAlign w:val="bottom"/>
          </w:tcPr>
          <w:p w14:paraId="76F0D7E7" w14:textId="77777777" w:rsidR="0036683B" w:rsidRPr="00472F61" w:rsidRDefault="0036683B" w:rsidP="0036683B">
            <w:pPr>
              <w:pStyle w:val="acctmergecolhdg"/>
              <w:spacing w:line="240" w:lineRule="atLeast"/>
              <w:ind w:right="90"/>
              <w:rPr>
                <w:b w:val="0"/>
                <w:bCs/>
                <w:sz w:val="19"/>
                <w:szCs w:val="19"/>
              </w:rPr>
            </w:pPr>
          </w:p>
          <w:p w14:paraId="1097B467" w14:textId="77777777" w:rsidR="0036683B" w:rsidRPr="00472F61" w:rsidRDefault="0036683B" w:rsidP="0036683B">
            <w:pPr>
              <w:pStyle w:val="acctmergecolhdg"/>
              <w:spacing w:line="240" w:lineRule="atLeast"/>
              <w:rPr>
                <w:b w:val="0"/>
                <w:bCs/>
                <w:sz w:val="19"/>
                <w:szCs w:val="19"/>
              </w:rPr>
            </w:pPr>
            <w:r w:rsidRPr="00472F61">
              <w:rPr>
                <w:b w:val="0"/>
                <w:bCs/>
                <w:sz w:val="19"/>
                <w:szCs w:val="19"/>
              </w:rPr>
              <w:t>Equity</w:t>
            </w:r>
          </w:p>
        </w:tc>
        <w:tc>
          <w:tcPr>
            <w:tcW w:w="178" w:type="dxa"/>
            <w:vAlign w:val="bottom"/>
          </w:tcPr>
          <w:p w14:paraId="26F09415" w14:textId="77777777" w:rsidR="0036683B" w:rsidRPr="00472F61" w:rsidRDefault="0036683B" w:rsidP="0036683B">
            <w:pPr>
              <w:pStyle w:val="acctmergecolhdg"/>
              <w:spacing w:line="240" w:lineRule="atLeast"/>
              <w:rPr>
                <w:b w:val="0"/>
                <w:bCs/>
                <w:sz w:val="19"/>
                <w:szCs w:val="19"/>
              </w:rPr>
            </w:pPr>
          </w:p>
        </w:tc>
        <w:tc>
          <w:tcPr>
            <w:tcW w:w="1800" w:type="dxa"/>
            <w:gridSpan w:val="3"/>
            <w:vAlign w:val="bottom"/>
          </w:tcPr>
          <w:p w14:paraId="766DBA19" w14:textId="77777777" w:rsidR="0036683B" w:rsidRPr="00472F61" w:rsidRDefault="0036683B" w:rsidP="0036683B">
            <w:pPr>
              <w:pStyle w:val="acctmergecolhdg"/>
              <w:spacing w:line="240" w:lineRule="atLeast"/>
              <w:rPr>
                <w:b w:val="0"/>
                <w:bCs/>
                <w:sz w:val="19"/>
                <w:szCs w:val="19"/>
              </w:rPr>
            </w:pPr>
            <w:r w:rsidRPr="00472F61">
              <w:rPr>
                <w:b w:val="0"/>
                <w:bCs/>
                <w:sz w:val="19"/>
                <w:szCs w:val="19"/>
              </w:rPr>
              <w:t>Fair value of</w:t>
            </w:r>
          </w:p>
          <w:p w14:paraId="6A89546E" w14:textId="77777777" w:rsidR="0036683B" w:rsidRPr="00472F61" w:rsidRDefault="0036683B" w:rsidP="0036683B">
            <w:pPr>
              <w:pStyle w:val="acctmergecolhdg"/>
              <w:spacing w:line="240" w:lineRule="atLeast"/>
              <w:rPr>
                <w:b w:val="0"/>
                <w:bCs/>
                <w:sz w:val="19"/>
                <w:szCs w:val="19"/>
              </w:rPr>
            </w:pPr>
            <w:r w:rsidRPr="00472F61">
              <w:rPr>
                <w:b w:val="0"/>
                <w:bCs/>
                <w:sz w:val="19"/>
                <w:szCs w:val="19"/>
              </w:rPr>
              <w:t>listed securities</w:t>
            </w:r>
          </w:p>
        </w:tc>
        <w:tc>
          <w:tcPr>
            <w:tcW w:w="180" w:type="dxa"/>
          </w:tcPr>
          <w:p w14:paraId="3178E9D6" w14:textId="77777777" w:rsidR="0036683B" w:rsidRPr="00472F61" w:rsidRDefault="0036683B" w:rsidP="0036683B">
            <w:pPr>
              <w:pStyle w:val="acctmergecolhdg"/>
              <w:spacing w:line="240" w:lineRule="atLeast"/>
              <w:rPr>
                <w:b w:val="0"/>
                <w:bCs/>
                <w:sz w:val="19"/>
                <w:szCs w:val="19"/>
              </w:rPr>
            </w:pPr>
          </w:p>
        </w:tc>
        <w:tc>
          <w:tcPr>
            <w:tcW w:w="1827" w:type="dxa"/>
            <w:gridSpan w:val="3"/>
            <w:vAlign w:val="bottom"/>
          </w:tcPr>
          <w:p w14:paraId="06AF8379" w14:textId="77777777" w:rsidR="0036683B" w:rsidRPr="00472F61" w:rsidRDefault="0036683B" w:rsidP="0036683B">
            <w:pPr>
              <w:pStyle w:val="acctmergecolhdg"/>
              <w:spacing w:line="240" w:lineRule="atLeast"/>
              <w:rPr>
                <w:b w:val="0"/>
                <w:bCs/>
                <w:sz w:val="19"/>
                <w:szCs w:val="19"/>
              </w:rPr>
            </w:pPr>
          </w:p>
          <w:p w14:paraId="16536C70" w14:textId="462167D0" w:rsidR="0036683B" w:rsidRPr="00472F61" w:rsidRDefault="00324125" w:rsidP="0036683B">
            <w:pPr>
              <w:pStyle w:val="acctmergecolhdg"/>
              <w:spacing w:line="240" w:lineRule="atLeast"/>
              <w:rPr>
                <w:b w:val="0"/>
                <w:bCs/>
                <w:sz w:val="19"/>
                <w:szCs w:val="19"/>
              </w:rPr>
            </w:pPr>
            <w:r w:rsidRPr="00324125">
              <w:rPr>
                <w:b w:val="0"/>
                <w:bCs/>
                <w:sz w:val="19"/>
                <w:szCs w:val="19"/>
              </w:rPr>
              <w:t>Dividend income for the three-month periods ended</w:t>
            </w:r>
          </w:p>
        </w:tc>
      </w:tr>
      <w:tr w:rsidR="00930992" w:rsidRPr="00472F61" w14:paraId="291D3645" w14:textId="77777777" w:rsidTr="0036683B">
        <w:trPr>
          <w:cantSplit/>
          <w:trHeight w:val="242"/>
          <w:tblHeader/>
        </w:trPr>
        <w:tc>
          <w:tcPr>
            <w:tcW w:w="1705" w:type="dxa"/>
          </w:tcPr>
          <w:p w14:paraId="0633A308" w14:textId="77777777" w:rsidR="00930992" w:rsidRPr="00472F61" w:rsidRDefault="00930992" w:rsidP="00930992">
            <w:pPr>
              <w:pStyle w:val="acctfourfigures"/>
              <w:spacing w:line="240" w:lineRule="atLeast"/>
              <w:jc w:val="center"/>
              <w:rPr>
                <w:sz w:val="19"/>
                <w:szCs w:val="19"/>
              </w:rPr>
            </w:pPr>
          </w:p>
        </w:tc>
        <w:tc>
          <w:tcPr>
            <w:tcW w:w="1175" w:type="dxa"/>
          </w:tcPr>
          <w:p w14:paraId="060211C6" w14:textId="77777777" w:rsidR="00930992" w:rsidRPr="00472F61" w:rsidRDefault="00930992" w:rsidP="00930992">
            <w:pPr>
              <w:pStyle w:val="acctmergecolhdg"/>
              <w:spacing w:line="240" w:lineRule="atLeast"/>
              <w:ind w:left="-68" w:right="-79"/>
              <w:rPr>
                <w:b w:val="0"/>
                <w:bCs/>
                <w:sz w:val="19"/>
                <w:szCs w:val="19"/>
              </w:rPr>
            </w:pPr>
          </w:p>
        </w:tc>
        <w:tc>
          <w:tcPr>
            <w:tcW w:w="187" w:type="dxa"/>
          </w:tcPr>
          <w:p w14:paraId="18707E52" w14:textId="77777777" w:rsidR="00930992" w:rsidRPr="00472F61" w:rsidRDefault="00930992" w:rsidP="00930992">
            <w:pPr>
              <w:pStyle w:val="acctmergecolhdg"/>
              <w:spacing w:line="240" w:lineRule="atLeast"/>
              <w:rPr>
                <w:b w:val="0"/>
                <w:bCs/>
                <w:sz w:val="19"/>
                <w:szCs w:val="19"/>
              </w:rPr>
            </w:pPr>
          </w:p>
        </w:tc>
        <w:tc>
          <w:tcPr>
            <w:tcW w:w="801" w:type="dxa"/>
            <w:vAlign w:val="bottom"/>
          </w:tcPr>
          <w:p w14:paraId="2EAADBC5" w14:textId="77777777" w:rsidR="00930992" w:rsidRPr="00472F61" w:rsidRDefault="00930992" w:rsidP="00930992">
            <w:pPr>
              <w:pStyle w:val="acctmergecolhdg"/>
              <w:spacing w:line="240" w:lineRule="atLeast"/>
              <w:rPr>
                <w:b w:val="0"/>
                <w:bCs/>
                <w:sz w:val="19"/>
                <w:szCs w:val="19"/>
              </w:rPr>
            </w:pPr>
            <w:r w:rsidRPr="00472F61">
              <w:rPr>
                <w:b w:val="0"/>
                <w:bCs/>
                <w:sz w:val="19"/>
                <w:szCs w:val="19"/>
              </w:rPr>
              <w:t>31</w:t>
            </w:r>
          </w:p>
          <w:p w14:paraId="6BBDCF15" w14:textId="77777777" w:rsidR="00930992" w:rsidRPr="00472F61" w:rsidRDefault="00930992" w:rsidP="00930992">
            <w:pPr>
              <w:pStyle w:val="acctmergecolhdg"/>
              <w:spacing w:line="240" w:lineRule="atLeast"/>
              <w:rPr>
                <w:b w:val="0"/>
                <w:bCs/>
                <w:sz w:val="19"/>
                <w:szCs w:val="19"/>
              </w:rPr>
            </w:pPr>
            <w:r w:rsidRPr="00472F61">
              <w:rPr>
                <w:b w:val="0"/>
                <w:bCs/>
                <w:sz w:val="19"/>
                <w:szCs w:val="19"/>
              </w:rPr>
              <w:t>March</w:t>
            </w:r>
          </w:p>
        </w:tc>
        <w:tc>
          <w:tcPr>
            <w:tcW w:w="189" w:type="dxa"/>
            <w:vAlign w:val="bottom"/>
          </w:tcPr>
          <w:p w14:paraId="6BBE5382" w14:textId="77777777" w:rsidR="00930992" w:rsidRPr="00472F61" w:rsidRDefault="00930992" w:rsidP="00930992">
            <w:pPr>
              <w:pStyle w:val="acctmergecolhdg"/>
              <w:spacing w:line="240" w:lineRule="atLeast"/>
              <w:rPr>
                <w:b w:val="0"/>
                <w:bCs/>
                <w:sz w:val="19"/>
                <w:szCs w:val="19"/>
              </w:rPr>
            </w:pPr>
          </w:p>
        </w:tc>
        <w:tc>
          <w:tcPr>
            <w:tcW w:w="810" w:type="dxa"/>
            <w:vAlign w:val="bottom"/>
          </w:tcPr>
          <w:p w14:paraId="7F969E3B"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31</w:t>
            </w:r>
          </w:p>
          <w:p w14:paraId="50412EF3"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December</w:t>
            </w:r>
          </w:p>
        </w:tc>
        <w:tc>
          <w:tcPr>
            <w:tcW w:w="180" w:type="dxa"/>
          </w:tcPr>
          <w:p w14:paraId="6FB3014F" w14:textId="77777777" w:rsidR="00930992" w:rsidRPr="00472F61" w:rsidRDefault="00930992" w:rsidP="00930992">
            <w:pPr>
              <w:pStyle w:val="acctmergecolhdg"/>
              <w:spacing w:line="240" w:lineRule="atLeast"/>
              <w:rPr>
                <w:b w:val="0"/>
                <w:bCs/>
                <w:sz w:val="19"/>
                <w:szCs w:val="19"/>
              </w:rPr>
            </w:pPr>
          </w:p>
        </w:tc>
        <w:tc>
          <w:tcPr>
            <w:tcW w:w="896" w:type="dxa"/>
            <w:vAlign w:val="bottom"/>
          </w:tcPr>
          <w:p w14:paraId="41461628" w14:textId="77777777" w:rsidR="00930992" w:rsidRPr="00472F61" w:rsidRDefault="00930992" w:rsidP="00930992">
            <w:pPr>
              <w:pStyle w:val="acctmergecolhdg"/>
              <w:spacing w:line="240" w:lineRule="atLeast"/>
              <w:rPr>
                <w:b w:val="0"/>
                <w:bCs/>
                <w:sz w:val="19"/>
                <w:szCs w:val="19"/>
              </w:rPr>
            </w:pPr>
            <w:r w:rsidRPr="00472F61">
              <w:rPr>
                <w:b w:val="0"/>
                <w:bCs/>
                <w:sz w:val="19"/>
                <w:szCs w:val="19"/>
              </w:rPr>
              <w:t>31</w:t>
            </w:r>
          </w:p>
          <w:p w14:paraId="38CCCA15" w14:textId="77777777" w:rsidR="00930992" w:rsidRPr="00472F61" w:rsidRDefault="00930992" w:rsidP="00930992">
            <w:pPr>
              <w:pStyle w:val="acctmergecolhdg"/>
              <w:spacing w:line="240" w:lineRule="atLeast"/>
              <w:rPr>
                <w:b w:val="0"/>
                <w:bCs/>
                <w:sz w:val="19"/>
                <w:szCs w:val="19"/>
              </w:rPr>
            </w:pPr>
            <w:r w:rsidRPr="00472F61">
              <w:rPr>
                <w:b w:val="0"/>
                <w:bCs/>
                <w:sz w:val="19"/>
                <w:szCs w:val="19"/>
              </w:rPr>
              <w:t>March</w:t>
            </w:r>
          </w:p>
        </w:tc>
        <w:tc>
          <w:tcPr>
            <w:tcW w:w="184" w:type="dxa"/>
            <w:vAlign w:val="bottom"/>
          </w:tcPr>
          <w:p w14:paraId="23716165" w14:textId="77777777" w:rsidR="00930992" w:rsidRPr="00472F61" w:rsidRDefault="00930992" w:rsidP="00930992">
            <w:pPr>
              <w:pStyle w:val="acctmergecolhdg"/>
              <w:spacing w:line="240" w:lineRule="atLeast"/>
              <w:rPr>
                <w:b w:val="0"/>
                <w:bCs/>
                <w:sz w:val="19"/>
                <w:szCs w:val="19"/>
              </w:rPr>
            </w:pPr>
          </w:p>
        </w:tc>
        <w:tc>
          <w:tcPr>
            <w:tcW w:w="893" w:type="dxa"/>
            <w:vAlign w:val="bottom"/>
          </w:tcPr>
          <w:p w14:paraId="4FB22A65"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31</w:t>
            </w:r>
          </w:p>
          <w:p w14:paraId="01114235"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December</w:t>
            </w:r>
          </w:p>
        </w:tc>
        <w:tc>
          <w:tcPr>
            <w:tcW w:w="183" w:type="dxa"/>
          </w:tcPr>
          <w:p w14:paraId="0E2592BF" w14:textId="77777777" w:rsidR="00930992" w:rsidRPr="00472F61" w:rsidRDefault="00930992" w:rsidP="00930992">
            <w:pPr>
              <w:pStyle w:val="acctmergecolhdg"/>
              <w:spacing w:line="240" w:lineRule="atLeast"/>
              <w:rPr>
                <w:b w:val="0"/>
                <w:bCs/>
                <w:sz w:val="19"/>
                <w:szCs w:val="19"/>
              </w:rPr>
            </w:pPr>
          </w:p>
        </w:tc>
        <w:tc>
          <w:tcPr>
            <w:tcW w:w="891" w:type="dxa"/>
            <w:vAlign w:val="bottom"/>
          </w:tcPr>
          <w:p w14:paraId="527B524C" w14:textId="77777777" w:rsidR="00930992" w:rsidRPr="00472F61" w:rsidRDefault="00930992" w:rsidP="00930992">
            <w:pPr>
              <w:pStyle w:val="acctmergecolhdg"/>
              <w:spacing w:line="240" w:lineRule="atLeast"/>
              <w:rPr>
                <w:b w:val="0"/>
                <w:bCs/>
                <w:sz w:val="19"/>
                <w:szCs w:val="19"/>
              </w:rPr>
            </w:pPr>
            <w:r w:rsidRPr="00472F61">
              <w:rPr>
                <w:b w:val="0"/>
                <w:bCs/>
                <w:sz w:val="19"/>
                <w:szCs w:val="19"/>
              </w:rPr>
              <w:t>31</w:t>
            </w:r>
          </w:p>
          <w:p w14:paraId="601119B1" w14:textId="77777777" w:rsidR="00930992" w:rsidRPr="00472F61" w:rsidRDefault="00930992" w:rsidP="00930992">
            <w:pPr>
              <w:pStyle w:val="acctmergecolhdg"/>
              <w:spacing w:line="240" w:lineRule="atLeast"/>
              <w:rPr>
                <w:b w:val="0"/>
                <w:bCs/>
                <w:sz w:val="19"/>
                <w:szCs w:val="19"/>
              </w:rPr>
            </w:pPr>
            <w:r w:rsidRPr="00472F61">
              <w:rPr>
                <w:b w:val="0"/>
                <w:bCs/>
                <w:sz w:val="19"/>
                <w:szCs w:val="19"/>
              </w:rPr>
              <w:t>March</w:t>
            </w:r>
          </w:p>
        </w:tc>
        <w:tc>
          <w:tcPr>
            <w:tcW w:w="189" w:type="dxa"/>
            <w:vAlign w:val="bottom"/>
          </w:tcPr>
          <w:p w14:paraId="0B138900" w14:textId="77777777" w:rsidR="00930992" w:rsidRPr="00472F61" w:rsidRDefault="00930992" w:rsidP="00930992">
            <w:pPr>
              <w:pStyle w:val="acctmergecolhdg"/>
              <w:spacing w:line="240" w:lineRule="atLeast"/>
              <w:rPr>
                <w:b w:val="0"/>
                <w:bCs/>
                <w:sz w:val="19"/>
                <w:szCs w:val="19"/>
              </w:rPr>
            </w:pPr>
          </w:p>
        </w:tc>
        <w:tc>
          <w:tcPr>
            <w:tcW w:w="897" w:type="dxa"/>
            <w:vAlign w:val="bottom"/>
          </w:tcPr>
          <w:p w14:paraId="077B757B"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31</w:t>
            </w:r>
          </w:p>
          <w:p w14:paraId="2656B72B"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December</w:t>
            </w:r>
          </w:p>
        </w:tc>
        <w:tc>
          <w:tcPr>
            <w:tcW w:w="183" w:type="dxa"/>
          </w:tcPr>
          <w:p w14:paraId="67BDAB09" w14:textId="77777777" w:rsidR="00930992" w:rsidRPr="00472F61" w:rsidRDefault="00930992" w:rsidP="00930992">
            <w:pPr>
              <w:pStyle w:val="acctmergecolhdg"/>
              <w:spacing w:line="240" w:lineRule="atLeast"/>
              <w:rPr>
                <w:b w:val="0"/>
                <w:bCs/>
                <w:sz w:val="19"/>
                <w:szCs w:val="19"/>
              </w:rPr>
            </w:pPr>
          </w:p>
        </w:tc>
        <w:tc>
          <w:tcPr>
            <w:tcW w:w="891" w:type="dxa"/>
            <w:vAlign w:val="bottom"/>
          </w:tcPr>
          <w:p w14:paraId="72575DDF" w14:textId="77777777" w:rsidR="00930992" w:rsidRPr="00472F61" w:rsidRDefault="00930992" w:rsidP="00930992">
            <w:pPr>
              <w:pStyle w:val="acctmergecolhdg"/>
              <w:spacing w:line="240" w:lineRule="atLeast"/>
              <w:rPr>
                <w:b w:val="0"/>
                <w:bCs/>
                <w:sz w:val="19"/>
                <w:szCs w:val="19"/>
              </w:rPr>
            </w:pPr>
            <w:r w:rsidRPr="00472F61">
              <w:rPr>
                <w:b w:val="0"/>
                <w:bCs/>
                <w:sz w:val="19"/>
                <w:szCs w:val="19"/>
              </w:rPr>
              <w:t>31</w:t>
            </w:r>
          </w:p>
          <w:p w14:paraId="1CB9198B" w14:textId="77777777" w:rsidR="00930992" w:rsidRPr="00472F61" w:rsidRDefault="00930992" w:rsidP="00930992">
            <w:pPr>
              <w:pStyle w:val="acctmergecolhdg"/>
              <w:spacing w:line="240" w:lineRule="atLeast"/>
              <w:rPr>
                <w:b w:val="0"/>
                <w:bCs/>
                <w:sz w:val="19"/>
                <w:szCs w:val="19"/>
              </w:rPr>
            </w:pPr>
            <w:r w:rsidRPr="00472F61">
              <w:rPr>
                <w:b w:val="0"/>
                <w:bCs/>
                <w:sz w:val="19"/>
                <w:szCs w:val="19"/>
              </w:rPr>
              <w:t>March</w:t>
            </w:r>
          </w:p>
        </w:tc>
        <w:tc>
          <w:tcPr>
            <w:tcW w:w="189" w:type="dxa"/>
            <w:vAlign w:val="bottom"/>
          </w:tcPr>
          <w:p w14:paraId="0415A1C5" w14:textId="77777777" w:rsidR="00930992" w:rsidRPr="00472F61" w:rsidRDefault="00930992" w:rsidP="00930992">
            <w:pPr>
              <w:pStyle w:val="acctmergecolhdg"/>
              <w:spacing w:line="240" w:lineRule="atLeast"/>
              <w:rPr>
                <w:b w:val="0"/>
                <w:bCs/>
                <w:sz w:val="19"/>
                <w:szCs w:val="19"/>
              </w:rPr>
            </w:pPr>
          </w:p>
        </w:tc>
        <w:tc>
          <w:tcPr>
            <w:tcW w:w="900" w:type="dxa"/>
            <w:vAlign w:val="bottom"/>
          </w:tcPr>
          <w:p w14:paraId="4CEBC5DA"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31</w:t>
            </w:r>
          </w:p>
          <w:p w14:paraId="0C121A62"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December</w:t>
            </w:r>
          </w:p>
        </w:tc>
        <w:tc>
          <w:tcPr>
            <w:tcW w:w="178" w:type="dxa"/>
          </w:tcPr>
          <w:p w14:paraId="2D8AE171" w14:textId="77777777" w:rsidR="00930992" w:rsidRPr="00472F61" w:rsidRDefault="00930992" w:rsidP="00930992">
            <w:pPr>
              <w:pStyle w:val="acctmergecolhdg"/>
              <w:spacing w:line="240" w:lineRule="atLeast"/>
              <w:rPr>
                <w:b w:val="0"/>
                <w:bCs/>
                <w:sz w:val="19"/>
                <w:szCs w:val="19"/>
              </w:rPr>
            </w:pPr>
          </w:p>
        </w:tc>
        <w:tc>
          <w:tcPr>
            <w:tcW w:w="801" w:type="dxa"/>
            <w:vAlign w:val="bottom"/>
          </w:tcPr>
          <w:p w14:paraId="43F77C99" w14:textId="77777777" w:rsidR="00930992" w:rsidRPr="00472F61" w:rsidRDefault="00930992" w:rsidP="00930992">
            <w:pPr>
              <w:pStyle w:val="acctmergecolhdg"/>
              <w:spacing w:line="240" w:lineRule="atLeast"/>
              <w:rPr>
                <w:b w:val="0"/>
                <w:bCs/>
                <w:sz w:val="19"/>
                <w:szCs w:val="19"/>
              </w:rPr>
            </w:pPr>
            <w:r w:rsidRPr="00472F61">
              <w:rPr>
                <w:b w:val="0"/>
                <w:bCs/>
                <w:sz w:val="19"/>
                <w:szCs w:val="19"/>
              </w:rPr>
              <w:t>31</w:t>
            </w:r>
          </w:p>
          <w:p w14:paraId="0873DD8A" w14:textId="77777777" w:rsidR="00930992" w:rsidRPr="00472F61" w:rsidRDefault="00930992" w:rsidP="00930992">
            <w:pPr>
              <w:pStyle w:val="acctmergecolhdg"/>
              <w:spacing w:line="240" w:lineRule="atLeast"/>
              <w:rPr>
                <w:b w:val="0"/>
                <w:bCs/>
                <w:sz w:val="19"/>
                <w:szCs w:val="19"/>
              </w:rPr>
            </w:pPr>
            <w:r w:rsidRPr="00472F61">
              <w:rPr>
                <w:b w:val="0"/>
                <w:bCs/>
                <w:sz w:val="19"/>
                <w:szCs w:val="19"/>
              </w:rPr>
              <w:t>March</w:t>
            </w:r>
          </w:p>
        </w:tc>
        <w:tc>
          <w:tcPr>
            <w:tcW w:w="189" w:type="dxa"/>
            <w:vAlign w:val="bottom"/>
          </w:tcPr>
          <w:p w14:paraId="6006B672" w14:textId="77777777" w:rsidR="00930992" w:rsidRPr="00472F61" w:rsidRDefault="00930992" w:rsidP="00930992">
            <w:pPr>
              <w:pStyle w:val="acctmergecolhdg"/>
              <w:spacing w:line="240" w:lineRule="atLeast"/>
              <w:rPr>
                <w:b w:val="0"/>
                <w:bCs/>
                <w:sz w:val="19"/>
                <w:szCs w:val="19"/>
              </w:rPr>
            </w:pPr>
          </w:p>
        </w:tc>
        <w:tc>
          <w:tcPr>
            <w:tcW w:w="810" w:type="dxa"/>
            <w:vAlign w:val="bottom"/>
          </w:tcPr>
          <w:p w14:paraId="7C921FE8"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31</w:t>
            </w:r>
          </w:p>
          <w:p w14:paraId="0CDF0816"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December</w:t>
            </w:r>
          </w:p>
        </w:tc>
        <w:tc>
          <w:tcPr>
            <w:tcW w:w="180" w:type="dxa"/>
          </w:tcPr>
          <w:p w14:paraId="6345F0C2" w14:textId="77777777" w:rsidR="00930992" w:rsidRPr="00472F61" w:rsidRDefault="00930992" w:rsidP="00930992">
            <w:pPr>
              <w:pStyle w:val="acctmergecolhdg"/>
              <w:spacing w:line="240" w:lineRule="atLeast"/>
              <w:rPr>
                <w:b w:val="0"/>
                <w:bCs/>
                <w:sz w:val="19"/>
                <w:szCs w:val="19"/>
              </w:rPr>
            </w:pPr>
          </w:p>
        </w:tc>
        <w:tc>
          <w:tcPr>
            <w:tcW w:w="810" w:type="dxa"/>
            <w:vAlign w:val="bottom"/>
          </w:tcPr>
          <w:p w14:paraId="0D32283C" w14:textId="77777777" w:rsidR="00930992" w:rsidRPr="00472F61" w:rsidRDefault="00930992" w:rsidP="00930992">
            <w:pPr>
              <w:pStyle w:val="acctmergecolhdg"/>
              <w:spacing w:line="240" w:lineRule="atLeast"/>
              <w:rPr>
                <w:b w:val="0"/>
                <w:bCs/>
                <w:sz w:val="19"/>
                <w:szCs w:val="19"/>
              </w:rPr>
            </w:pPr>
            <w:r w:rsidRPr="00472F61">
              <w:rPr>
                <w:b w:val="0"/>
                <w:bCs/>
                <w:sz w:val="19"/>
                <w:szCs w:val="19"/>
              </w:rPr>
              <w:t>31</w:t>
            </w:r>
          </w:p>
          <w:p w14:paraId="583E2C89" w14:textId="77777777" w:rsidR="00930992" w:rsidRPr="00472F61" w:rsidRDefault="00930992" w:rsidP="00930992">
            <w:pPr>
              <w:pStyle w:val="acctmergecolhdg"/>
              <w:spacing w:line="240" w:lineRule="atLeast"/>
              <w:rPr>
                <w:b w:val="0"/>
                <w:bCs/>
                <w:sz w:val="19"/>
                <w:szCs w:val="19"/>
              </w:rPr>
            </w:pPr>
            <w:r w:rsidRPr="00472F61">
              <w:rPr>
                <w:b w:val="0"/>
                <w:bCs/>
                <w:sz w:val="19"/>
                <w:szCs w:val="19"/>
              </w:rPr>
              <w:t>March</w:t>
            </w:r>
          </w:p>
        </w:tc>
        <w:tc>
          <w:tcPr>
            <w:tcW w:w="180" w:type="dxa"/>
            <w:vAlign w:val="bottom"/>
          </w:tcPr>
          <w:p w14:paraId="643F5A16" w14:textId="77777777" w:rsidR="00930992" w:rsidRPr="00472F61" w:rsidRDefault="00930992" w:rsidP="00930992">
            <w:pPr>
              <w:pStyle w:val="acctmergecolhdg"/>
              <w:spacing w:line="240" w:lineRule="atLeast"/>
              <w:rPr>
                <w:b w:val="0"/>
                <w:bCs/>
                <w:sz w:val="19"/>
                <w:szCs w:val="19"/>
              </w:rPr>
            </w:pPr>
          </w:p>
        </w:tc>
        <w:tc>
          <w:tcPr>
            <w:tcW w:w="837" w:type="dxa"/>
            <w:vAlign w:val="bottom"/>
          </w:tcPr>
          <w:p w14:paraId="40AE3BFE" w14:textId="77777777" w:rsidR="00930992" w:rsidRPr="00B133E0" w:rsidRDefault="00930992" w:rsidP="00930992">
            <w:pPr>
              <w:pStyle w:val="acctmergecolhdg"/>
              <w:spacing w:line="240" w:lineRule="atLeast"/>
              <w:rPr>
                <w:b w:val="0"/>
                <w:bCs/>
                <w:sz w:val="20"/>
              </w:rPr>
            </w:pPr>
            <w:r w:rsidRPr="00B133E0">
              <w:rPr>
                <w:b w:val="0"/>
                <w:bCs/>
                <w:sz w:val="20"/>
              </w:rPr>
              <w:t>31</w:t>
            </w:r>
          </w:p>
          <w:p w14:paraId="7827C77E" w14:textId="7740671F" w:rsidR="00930992" w:rsidRPr="00472F61" w:rsidRDefault="00930992" w:rsidP="00930992">
            <w:pPr>
              <w:pStyle w:val="acctmergecolhdg"/>
              <w:spacing w:line="240" w:lineRule="atLeast"/>
              <w:ind w:left="-79" w:right="-79"/>
              <w:rPr>
                <w:b w:val="0"/>
                <w:bCs/>
                <w:sz w:val="19"/>
                <w:szCs w:val="19"/>
              </w:rPr>
            </w:pPr>
            <w:r w:rsidRPr="00B133E0">
              <w:rPr>
                <w:b w:val="0"/>
                <w:bCs/>
                <w:sz w:val="20"/>
              </w:rPr>
              <w:t>March</w:t>
            </w:r>
          </w:p>
        </w:tc>
      </w:tr>
      <w:tr w:rsidR="00930992" w:rsidRPr="00472F61" w14:paraId="62B3EC2D" w14:textId="77777777" w:rsidTr="0036683B">
        <w:trPr>
          <w:cantSplit/>
          <w:trHeight w:val="242"/>
          <w:tblHeader/>
        </w:trPr>
        <w:tc>
          <w:tcPr>
            <w:tcW w:w="1705" w:type="dxa"/>
          </w:tcPr>
          <w:p w14:paraId="60B7B487" w14:textId="77777777" w:rsidR="00930992" w:rsidRPr="00472F61" w:rsidRDefault="00930992" w:rsidP="00930992">
            <w:pPr>
              <w:pStyle w:val="acctfourfigures"/>
              <w:spacing w:line="240" w:lineRule="atLeast"/>
              <w:jc w:val="center"/>
              <w:rPr>
                <w:sz w:val="19"/>
                <w:szCs w:val="19"/>
              </w:rPr>
            </w:pPr>
          </w:p>
        </w:tc>
        <w:tc>
          <w:tcPr>
            <w:tcW w:w="1175" w:type="dxa"/>
          </w:tcPr>
          <w:p w14:paraId="0295997B" w14:textId="77777777" w:rsidR="00930992" w:rsidRPr="00472F61" w:rsidRDefault="00930992" w:rsidP="00930992">
            <w:pPr>
              <w:pStyle w:val="acctmergecolhdg"/>
              <w:spacing w:line="240" w:lineRule="atLeast"/>
              <w:ind w:left="-68" w:right="-79"/>
              <w:rPr>
                <w:b w:val="0"/>
                <w:bCs/>
                <w:sz w:val="19"/>
                <w:szCs w:val="19"/>
              </w:rPr>
            </w:pPr>
          </w:p>
        </w:tc>
        <w:tc>
          <w:tcPr>
            <w:tcW w:w="187" w:type="dxa"/>
          </w:tcPr>
          <w:p w14:paraId="402DAF84" w14:textId="77777777" w:rsidR="00930992" w:rsidRPr="00472F61" w:rsidRDefault="00930992" w:rsidP="00930992">
            <w:pPr>
              <w:pStyle w:val="acctmergecolhdg"/>
              <w:spacing w:line="240" w:lineRule="atLeast"/>
              <w:rPr>
                <w:b w:val="0"/>
                <w:bCs/>
                <w:sz w:val="19"/>
                <w:szCs w:val="19"/>
              </w:rPr>
            </w:pPr>
          </w:p>
        </w:tc>
        <w:tc>
          <w:tcPr>
            <w:tcW w:w="801" w:type="dxa"/>
            <w:vAlign w:val="bottom"/>
          </w:tcPr>
          <w:p w14:paraId="33B33EC3" w14:textId="77777777" w:rsidR="00930992" w:rsidRPr="00472F61" w:rsidRDefault="00930992" w:rsidP="00930992">
            <w:pPr>
              <w:pStyle w:val="acctmergecolhdg"/>
              <w:spacing w:line="240" w:lineRule="atLeast"/>
              <w:rPr>
                <w:b w:val="0"/>
                <w:bCs/>
                <w:sz w:val="19"/>
                <w:szCs w:val="19"/>
              </w:rPr>
            </w:pPr>
            <w:r w:rsidRPr="00472F61">
              <w:rPr>
                <w:b w:val="0"/>
                <w:bCs/>
                <w:sz w:val="19"/>
                <w:szCs w:val="19"/>
              </w:rPr>
              <w:t>2021</w:t>
            </w:r>
          </w:p>
        </w:tc>
        <w:tc>
          <w:tcPr>
            <w:tcW w:w="189" w:type="dxa"/>
            <w:vAlign w:val="bottom"/>
          </w:tcPr>
          <w:p w14:paraId="7E7B8738" w14:textId="77777777" w:rsidR="00930992" w:rsidRPr="00472F61" w:rsidRDefault="00930992" w:rsidP="00930992">
            <w:pPr>
              <w:pStyle w:val="acctmergecolhdg"/>
              <w:spacing w:line="240" w:lineRule="atLeast"/>
              <w:rPr>
                <w:b w:val="0"/>
                <w:bCs/>
                <w:sz w:val="19"/>
                <w:szCs w:val="19"/>
              </w:rPr>
            </w:pPr>
          </w:p>
        </w:tc>
        <w:tc>
          <w:tcPr>
            <w:tcW w:w="810" w:type="dxa"/>
            <w:vAlign w:val="bottom"/>
          </w:tcPr>
          <w:p w14:paraId="63FF5B04"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2020</w:t>
            </w:r>
          </w:p>
        </w:tc>
        <w:tc>
          <w:tcPr>
            <w:tcW w:w="180" w:type="dxa"/>
          </w:tcPr>
          <w:p w14:paraId="5653830A" w14:textId="77777777" w:rsidR="00930992" w:rsidRPr="00472F61" w:rsidRDefault="00930992" w:rsidP="00930992">
            <w:pPr>
              <w:pStyle w:val="acctmergecolhdg"/>
              <w:spacing w:line="240" w:lineRule="atLeast"/>
              <w:rPr>
                <w:b w:val="0"/>
                <w:bCs/>
                <w:sz w:val="19"/>
                <w:szCs w:val="19"/>
              </w:rPr>
            </w:pPr>
          </w:p>
        </w:tc>
        <w:tc>
          <w:tcPr>
            <w:tcW w:w="896" w:type="dxa"/>
            <w:vAlign w:val="bottom"/>
          </w:tcPr>
          <w:p w14:paraId="5CD707A0" w14:textId="77777777" w:rsidR="00930992" w:rsidRPr="00472F61" w:rsidRDefault="00930992" w:rsidP="00930992">
            <w:pPr>
              <w:pStyle w:val="acctmergecolhdg"/>
              <w:spacing w:line="240" w:lineRule="atLeast"/>
              <w:rPr>
                <w:b w:val="0"/>
                <w:bCs/>
                <w:sz w:val="19"/>
                <w:szCs w:val="19"/>
              </w:rPr>
            </w:pPr>
            <w:r w:rsidRPr="00472F61">
              <w:rPr>
                <w:b w:val="0"/>
                <w:bCs/>
                <w:sz w:val="19"/>
                <w:szCs w:val="19"/>
              </w:rPr>
              <w:t>2021</w:t>
            </w:r>
          </w:p>
        </w:tc>
        <w:tc>
          <w:tcPr>
            <w:tcW w:w="184" w:type="dxa"/>
            <w:vAlign w:val="bottom"/>
          </w:tcPr>
          <w:p w14:paraId="404C5BAB" w14:textId="77777777" w:rsidR="00930992" w:rsidRPr="00472F61" w:rsidRDefault="00930992" w:rsidP="00930992">
            <w:pPr>
              <w:pStyle w:val="acctmergecolhdg"/>
              <w:spacing w:line="240" w:lineRule="atLeast"/>
              <w:rPr>
                <w:b w:val="0"/>
                <w:bCs/>
                <w:sz w:val="19"/>
                <w:szCs w:val="19"/>
              </w:rPr>
            </w:pPr>
          </w:p>
        </w:tc>
        <w:tc>
          <w:tcPr>
            <w:tcW w:w="893" w:type="dxa"/>
            <w:vAlign w:val="bottom"/>
          </w:tcPr>
          <w:p w14:paraId="4C658118"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2020</w:t>
            </w:r>
          </w:p>
        </w:tc>
        <w:tc>
          <w:tcPr>
            <w:tcW w:w="183" w:type="dxa"/>
          </w:tcPr>
          <w:p w14:paraId="6D16449E" w14:textId="77777777" w:rsidR="00930992" w:rsidRPr="00472F61" w:rsidRDefault="00930992" w:rsidP="00930992">
            <w:pPr>
              <w:pStyle w:val="acctmergecolhdg"/>
              <w:spacing w:line="240" w:lineRule="atLeast"/>
              <w:rPr>
                <w:b w:val="0"/>
                <w:bCs/>
                <w:sz w:val="19"/>
                <w:szCs w:val="19"/>
              </w:rPr>
            </w:pPr>
          </w:p>
        </w:tc>
        <w:tc>
          <w:tcPr>
            <w:tcW w:w="891" w:type="dxa"/>
            <w:vAlign w:val="bottom"/>
          </w:tcPr>
          <w:p w14:paraId="0A534582" w14:textId="77777777" w:rsidR="00930992" w:rsidRPr="00472F61" w:rsidRDefault="00930992" w:rsidP="00930992">
            <w:pPr>
              <w:pStyle w:val="acctmergecolhdg"/>
              <w:spacing w:line="240" w:lineRule="atLeast"/>
              <w:rPr>
                <w:b w:val="0"/>
                <w:bCs/>
                <w:sz w:val="19"/>
                <w:szCs w:val="19"/>
              </w:rPr>
            </w:pPr>
            <w:r w:rsidRPr="00472F61">
              <w:rPr>
                <w:b w:val="0"/>
                <w:bCs/>
                <w:sz w:val="19"/>
                <w:szCs w:val="19"/>
              </w:rPr>
              <w:t>2021</w:t>
            </w:r>
          </w:p>
        </w:tc>
        <w:tc>
          <w:tcPr>
            <w:tcW w:w="189" w:type="dxa"/>
            <w:vAlign w:val="bottom"/>
          </w:tcPr>
          <w:p w14:paraId="379E331D" w14:textId="77777777" w:rsidR="00930992" w:rsidRPr="00472F61" w:rsidRDefault="00930992" w:rsidP="00930992">
            <w:pPr>
              <w:pStyle w:val="acctmergecolhdg"/>
              <w:spacing w:line="240" w:lineRule="atLeast"/>
              <w:rPr>
                <w:b w:val="0"/>
                <w:bCs/>
                <w:sz w:val="19"/>
                <w:szCs w:val="19"/>
              </w:rPr>
            </w:pPr>
          </w:p>
        </w:tc>
        <w:tc>
          <w:tcPr>
            <w:tcW w:w="897" w:type="dxa"/>
            <w:vAlign w:val="bottom"/>
          </w:tcPr>
          <w:p w14:paraId="4B1BC3CA"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2020</w:t>
            </w:r>
          </w:p>
        </w:tc>
        <w:tc>
          <w:tcPr>
            <w:tcW w:w="183" w:type="dxa"/>
          </w:tcPr>
          <w:p w14:paraId="0332F793" w14:textId="77777777" w:rsidR="00930992" w:rsidRPr="00472F61" w:rsidRDefault="00930992" w:rsidP="00930992">
            <w:pPr>
              <w:pStyle w:val="acctmergecolhdg"/>
              <w:spacing w:line="240" w:lineRule="atLeast"/>
              <w:rPr>
                <w:b w:val="0"/>
                <w:bCs/>
                <w:sz w:val="19"/>
                <w:szCs w:val="19"/>
              </w:rPr>
            </w:pPr>
          </w:p>
        </w:tc>
        <w:tc>
          <w:tcPr>
            <w:tcW w:w="891" w:type="dxa"/>
            <w:vAlign w:val="bottom"/>
          </w:tcPr>
          <w:p w14:paraId="5550780D" w14:textId="77777777" w:rsidR="00930992" w:rsidRPr="00472F61" w:rsidRDefault="00930992" w:rsidP="00930992">
            <w:pPr>
              <w:pStyle w:val="acctmergecolhdg"/>
              <w:spacing w:line="240" w:lineRule="atLeast"/>
              <w:rPr>
                <w:b w:val="0"/>
                <w:bCs/>
                <w:sz w:val="19"/>
                <w:szCs w:val="19"/>
              </w:rPr>
            </w:pPr>
            <w:r w:rsidRPr="00472F61">
              <w:rPr>
                <w:b w:val="0"/>
                <w:bCs/>
                <w:sz w:val="19"/>
                <w:szCs w:val="19"/>
              </w:rPr>
              <w:t>2021</w:t>
            </w:r>
          </w:p>
        </w:tc>
        <w:tc>
          <w:tcPr>
            <w:tcW w:w="189" w:type="dxa"/>
            <w:vAlign w:val="bottom"/>
          </w:tcPr>
          <w:p w14:paraId="0B1A66AA" w14:textId="77777777" w:rsidR="00930992" w:rsidRPr="00472F61" w:rsidRDefault="00930992" w:rsidP="00930992">
            <w:pPr>
              <w:pStyle w:val="acctmergecolhdg"/>
              <w:spacing w:line="240" w:lineRule="atLeast"/>
              <w:rPr>
                <w:b w:val="0"/>
                <w:bCs/>
                <w:sz w:val="19"/>
                <w:szCs w:val="19"/>
              </w:rPr>
            </w:pPr>
          </w:p>
        </w:tc>
        <w:tc>
          <w:tcPr>
            <w:tcW w:w="900" w:type="dxa"/>
            <w:vAlign w:val="bottom"/>
          </w:tcPr>
          <w:p w14:paraId="0EE14D5F"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2020</w:t>
            </w:r>
          </w:p>
        </w:tc>
        <w:tc>
          <w:tcPr>
            <w:tcW w:w="178" w:type="dxa"/>
          </w:tcPr>
          <w:p w14:paraId="7461DF2B" w14:textId="77777777" w:rsidR="00930992" w:rsidRPr="00472F61" w:rsidRDefault="00930992" w:rsidP="00930992">
            <w:pPr>
              <w:pStyle w:val="acctmergecolhdg"/>
              <w:spacing w:line="240" w:lineRule="atLeast"/>
              <w:rPr>
                <w:b w:val="0"/>
                <w:bCs/>
                <w:sz w:val="19"/>
                <w:szCs w:val="19"/>
              </w:rPr>
            </w:pPr>
          </w:p>
        </w:tc>
        <w:tc>
          <w:tcPr>
            <w:tcW w:w="801" w:type="dxa"/>
            <w:vAlign w:val="bottom"/>
          </w:tcPr>
          <w:p w14:paraId="69BB7485" w14:textId="77777777" w:rsidR="00930992" w:rsidRPr="00472F61" w:rsidRDefault="00930992" w:rsidP="00930992">
            <w:pPr>
              <w:pStyle w:val="acctmergecolhdg"/>
              <w:spacing w:line="240" w:lineRule="atLeast"/>
              <w:rPr>
                <w:b w:val="0"/>
                <w:bCs/>
                <w:sz w:val="19"/>
                <w:szCs w:val="19"/>
              </w:rPr>
            </w:pPr>
            <w:r w:rsidRPr="00472F61">
              <w:rPr>
                <w:b w:val="0"/>
                <w:bCs/>
                <w:sz w:val="19"/>
                <w:szCs w:val="19"/>
              </w:rPr>
              <w:t>2021</w:t>
            </w:r>
          </w:p>
        </w:tc>
        <w:tc>
          <w:tcPr>
            <w:tcW w:w="189" w:type="dxa"/>
            <w:vAlign w:val="bottom"/>
          </w:tcPr>
          <w:p w14:paraId="577214EA" w14:textId="77777777" w:rsidR="00930992" w:rsidRPr="00472F61" w:rsidRDefault="00930992" w:rsidP="00930992">
            <w:pPr>
              <w:pStyle w:val="acctmergecolhdg"/>
              <w:spacing w:line="240" w:lineRule="atLeast"/>
              <w:rPr>
                <w:b w:val="0"/>
                <w:bCs/>
                <w:sz w:val="19"/>
                <w:szCs w:val="19"/>
              </w:rPr>
            </w:pPr>
          </w:p>
        </w:tc>
        <w:tc>
          <w:tcPr>
            <w:tcW w:w="810" w:type="dxa"/>
            <w:vAlign w:val="bottom"/>
          </w:tcPr>
          <w:p w14:paraId="4E9945D9" w14:textId="77777777" w:rsidR="00930992" w:rsidRPr="00472F61" w:rsidRDefault="00930992" w:rsidP="00930992">
            <w:pPr>
              <w:pStyle w:val="acctmergecolhdg"/>
              <w:spacing w:line="240" w:lineRule="atLeast"/>
              <w:ind w:left="-79" w:right="-79"/>
              <w:rPr>
                <w:b w:val="0"/>
                <w:bCs/>
                <w:sz w:val="19"/>
                <w:szCs w:val="19"/>
              </w:rPr>
            </w:pPr>
            <w:r w:rsidRPr="00472F61">
              <w:rPr>
                <w:b w:val="0"/>
                <w:bCs/>
                <w:sz w:val="19"/>
                <w:szCs w:val="19"/>
              </w:rPr>
              <w:t>2020</w:t>
            </w:r>
          </w:p>
        </w:tc>
        <w:tc>
          <w:tcPr>
            <w:tcW w:w="180" w:type="dxa"/>
          </w:tcPr>
          <w:p w14:paraId="691984CC" w14:textId="77777777" w:rsidR="00930992" w:rsidRPr="00472F61" w:rsidRDefault="00930992" w:rsidP="00930992">
            <w:pPr>
              <w:pStyle w:val="acctmergecolhdg"/>
              <w:spacing w:line="240" w:lineRule="atLeast"/>
              <w:rPr>
                <w:b w:val="0"/>
                <w:bCs/>
                <w:sz w:val="19"/>
                <w:szCs w:val="19"/>
              </w:rPr>
            </w:pPr>
          </w:p>
        </w:tc>
        <w:tc>
          <w:tcPr>
            <w:tcW w:w="810" w:type="dxa"/>
            <w:vAlign w:val="bottom"/>
          </w:tcPr>
          <w:p w14:paraId="130886B0" w14:textId="77777777" w:rsidR="00930992" w:rsidRPr="00472F61" w:rsidRDefault="00930992" w:rsidP="00930992">
            <w:pPr>
              <w:pStyle w:val="acctmergecolhdg"/>
              <w:spacing w:line="240" w:lineRule="atLeast"/>
              <w:rPr>
                <w:b w:val="0"/>
                <w:bCs/>
                <w:sz w:val="19"/>
                <w:szCs w:val="19"/>
              </w:rPr>
            </w:pPr>
            <w:r w:rsidRPr="00472F61">
              <w:rPr>
                <w:b w:val="0"/>
                <w:bCs/>
                <w:sz w:val="19"/>
                <w:szCs w:val="19"/>
              </w:rPr>
              <w:t>2021</w:t>
            </w:r>
          </w:p>
        </w:tc>
        <w:tc>
          <w:tcPr>
            <w:tcW w:w="180" w:type="dxa"/>
            <w:vAlign w:val="bottom"/>
          </w:tcPr>
          <w:p w14:paraId="4923DC16" w14:textId="77777777" w:rsidR="00930992" w:rsidRPr="00472F61" w:rsidRDefault="00930992" w:rsidP="00930992">
            <w:pPr>
              <w:pStyle w:val="acctmergecolhdg"/>
              <w:spacing w:line="240" w:lineRule="atLeast"/>
              <w:rPr>
                <w:b w:val="0"/>
                <w:bCs/>
                <w:sz w:val="19"/>
                <w:szCs w:val="19"/>
              </w:rPr>
            </w:pPr>
          </w:p>
        </w:tc>
        <w:tc>
          <w:tcPr>
            <w:tcW w:w="837" w:type="dxa"/>
            <w:vAlign w:val="bottom"/>
          </w:tcPr>
          <w:p w14:paraId="7FBF2323" w14:textId="0F9E5624" w:rsidR="00930992" w:rsidRPr="00472F61" w:rsidRDefault="00930992" w:rsidP="00930992">
            <w:pPr>
              <w:pStyle w:val="acctmergecolhdg"/>
              <w:spacing w:line="240" w:lineRule="atLeast"/>
              <w:ind w:left="-79" w:right="-79"/>
              <w:rPr>
                <w:b w:val="0"/>
                <w:bCs/>
                <w:sz w:val="19"/>
                <w:szCs w:val="19"/>
              </w:rPr>
            </w:pPr>
            <w:r w:rsidRPr="00B133E0">
              <w:rPr>
                <w:b w:val="0"/>
                <w:bCs/>
                <w:sz w:val="20"/>
              </w:rPr>
              <w:t>202</w:t>
            </w:r>
            <w:r>
              <w:rPr>
                <w:b w:val="0"/>
                <w:bCs/>
                <w:sz w:val="20"/>
              </w:rPr>
              <w:t>0</w:t>
            </w:r>
          </w:p>
        </w:tc>
      </w:tr>
      <w:tr w:rsidR="0036683B" w:rsidRPr="00472F61" w14:paraId="7138AEC7" w14:textId="77777777" w:rsidTr="0036683B">
        <w:trPr>
          <w:cantSplit/>
          <w:trHeight w:val="268"/>
        </w:trPr>
        <w:tc>
          <w:tcPr>
            <w:tcW w:w="1705" w:type="dxa"/>
          </w:tcPr>
          <w:p w14:paraId="2B785AEF" w14:textId="77777777" w:rsidR="0036683B" w:rsidRPr="00472F61" w:rsidRDefault="0036683B" w:rsidP="0036683B">
            <w:pPr>
              <w:spacing w:line="240" w:lineRule="atLeast"/>
              <w:rPr>
                <w:b/>
                <w:bCs/>
                <w:sz w:val="19"/>
                <w:szCs w:val="19"/>
                <w:cs/>
              </w:rPr>
            </w:pPr>
          </w:p>
        </w:tc>
        <w:tc>
          <w:tcPr>
            <w:tcW w:w="1175" w:type="dxa"/>
          </w:tcPr>
          <w:p w14:paraId="43453B78" w14:textId="77777777" w:rsidR="0036683B" w:rsidRPr="00472F61" w:rsidRDefault="0036683B" w:rsidP="0036683B">
            <w:pPr>
              <w:tabs>
                <w:tab w:val="decimal" w:pos="461"/>
              </w:tabs>
              <w:spacing w:line="240" w:lineRule="atLeast"/>
              <w:ind w:left="-68" w:right="-79"/>
              <w:jc w:val="center"/>
              <w:rPr>
                <w:i/>
                <w:iCs/>
                <w:sz w:val="19"/>
                <w:szCs w:val="19"/>
              </w:rPr>
            </w:pPr>
          </w:p>
        </w:tc>
        <w:tc>
          <w:tcPr>
            <w:tcW w:w="187" w:type="dxa"/>
          </w:tcPr>
          <w:p w14:paraId="520750B8" w14:textId="77777777" w:rsidR="0036683B" w:rsidRPr="00472F61" w:rsidRDefault="0036683B" w:rsidP="0036683B">
            <w:pPr>
              <w:tabs>
                <w:tab w:val="decimal" w:pos="461"/>
              </w:tabs>
              <w:spacing w:line="240" w:lineRule="atLeast"/>
              <w:rPr>
                <w:i/>
                <w:iCs/>
                <w:sz w:val="19"/>
                <w:szCs w:val="19"/>
              </w:rPr>
            </w:pPr>
          </w:p>
        </w:tc>
        <w:tc>
          <w:tcPr>
            <w:tcW w:w="1800" w:type="dxa"/>
            <w:gridSpan w:val="3"/>
          </w:tcPr>
          <w:p w14:paraId="7DB092C8" w14:textId="77777777" w:rsidR="0036683B" w:rsidRPr="00472F61" w:rsidRDefault="0036683B" w:rsidP="0036683B">
            <w:pPr>
              <w:tabs>
                <w:tab w:val="decimal" w:pos="461"/>
              </w:tabs>
              <w:spacing w:line="240" w:lineRule="atLeast"/>
              <w:jc w:val="center"/>
              <w:rPr>
                <w:sz w:val="19"/>
                <w:szCs w:val="19"/>
              </w:rPr>
            </w:pPr>
            <w:r w:rsidRPr="00472F61">
              <w:rPr>
                <w:i/>
                <w:iCs/>
                <w:sz w:val="19"/>
                <w:szCs w:val="19"/>
              </w:rPr>
              <w:t>(%)</w:t>
            </w:r>
          </w:p>
        </w:tc>
        <w:tc>
          <w:tcPr>
            <w:tcW w:w="180" w:type="dxa"/>
          </w:tcPr>
          <w:p w14:paraId="79FC1117" w14:textId="77777777" w:rsidR="0036683B" w:rsidRPr="00472F61" w:rsidRDefault="0036683B" w:rsidP="0036683B">
            <w:pPr>
              <w:tabs>
                <w:tab w:val="decimal" w:pos="461"/>
              </w:tabs>
              <w:spacing w:line="240" w:lineRule="atLeast"/>
              <w:rPr>
                <w:sz w:val="19"/>
                <w:szCs w:val="19"/>
              </w:rPr>
            </w:pPr>
          </w:p>
        </w:tc>
        <w:tc>
          <w:tcPr>
            <w:tcW w:w="10281" w:type="dxa"/>
            <w:gridSpan w:val="19"/>
          </w:tcPr>
          <w:p w14:paraId="5628AB19" w14:textId="77777777" w:rsidR="0036683B" w:rsidRPr="00472F61" w:rsidRDefault="0036683B" w:rsidP="00B95B4F">
            <w:pPr>
              <w:pStyle w:val="acctfourfigures"/>
              <w:tabs>
                <w:tab w:val="clear" w:pos="765"/>
              </w:tabs>
              <w:spacing w:line="240" w:lineRule="atLeast"/>
              <w:ind w:right="11"/>
              <w:jc w:val="center"/>
              <w:rPr>
                <w:sz w:val="19"/>
                <w:szCs w:val="19"/>
              </w:rPr>
            </w:pPr>
            <w:r w:rsidRPr="00472F61">
              <w:rPr>
                <w:i/>
                <w:iCs/>
                <w:sz w:val="19"/>
                <w:szCs w:val="19"/>
              </w:rPr>
              <w:t>(in million Baht)</w:t>
            </w:r>
          </w:p>
        </w:tc>
      </w:tr>
      <w:tr w:rsidR="0036683B" w:rsidRPr="00472F61" w14:paraId="199585D8" w14:textId="77777777" w:rsidTr="0036683B">
        <w:trPr>
          <w:cantSplit/>
          <w:trHeight w:val="268"/>
        </w:trPr>
        <w:tc>
          <w:tcPr>
            <w:tcW w:w="1705" w:type="dxa"/>
          </w:tcPr>
          <w:p w14:paraId="2695FA30" w14:textId="3D181D64" w:rsidR="0036683B" w:rsidRPr="00472F61" w:rsidRDefault="0036683B" w:rsidP="0036683B">
            <w:pPr>
              <w:spacing w:line="240" w:lineRule="atLeast"/>
              <w:rPr>
                <w:i/>
                <w:iCs/>
                <w:sz w:val="19"/>
                <w:szCs w:val="19"/>
              </w:rPr>
            </w:pPr>
            <w:r w:rsidRPr="00472F61">
              <w:rPr>
                <w:b/>
                <w:bCs/>
                <w:i/>
                <w:iCs/>
                <w:sz w:val="19"/>
                <w:szCs w:val="19"/>
              </w:rPr>
              <w:t>Associate</w:t>
            </w:r>
          </w:p>
        </w:tc>
        <w:tc>
          <w:tcPr>
            <w:tcW w:w="1175" w:type="dxa"/>
          </w:tcPr>
          <w:p w14:paraId="62ABBA82" w14:textId="77777777" w:rsidR="0036683B" w:rsidRPr="00472F61" w:rsidRDefault="0036683B" w:rsidP="0036683B">
            <w:pPr>
              <w:tabs>
                <w:tab w:val="decimal" w:pos="461"/>
              </w:tabs>
              <w:spacing w:line="240" w:lineRule="atLeast"/>
              <w:ind w:left="-68" w:right="-79"/>
              <w:jc w:val="center"/>
              <w:rPr>
                <w:sz w:val="19"/>
                <w:szCs w:val="19"/>
              </w:rPr>
            </w:pPr>
          </w:p>
        </w:tc>
        <w:tc>
          <w:tcPr>
            <w:tcW w:w="187" w:type="dxa"/>
          </w:tcPr>
          <w:p w14:paraId="711EFA78" w14:textId="77777777" w:rsidR="0036683B" w:rsidRPr="00472F61" w:rsidRDefault="0036683B" w:rsidP="0036683B">
            <w:pPr>
              <w:tabs>
                <w:tab w:val="decimal" w:pos="461"/>
              </w:tabs>
              <w:spacing w:line="240" w:lineRule="atLeast"/>
              <w:rPr>
                <w:sz w:val="19"/>
                <w:szCs w:val="19"/>
              </w:rPr>
            </w:pPr>
          </w:p>
        </w:tc>
        <w:tc>
          <w:tcPr>
            <w:tcW w:w="801" w:type="dxa"/>
          </w:tcPr>
          <w:p w14:paraId="4C7BC75A" w14:textId="77777777" w:rsidR="0036683B" w:rsidRPr="00472F61" w:rsidRDefault="0036683B" w:rsidP="0036683B">
            <w:pPr>
              <w:tabs>
                <w:tab w:val="decimal" w:pos="461"/>
              </w:tabs>
              <w:spacing w:line="240" w:lineRule="atLeast"/>
              <w:rPr>
                <w:sz w:val="19"/>
                <w:szCs w:val="19"/>
              </w:rPr>
            </w:pPr>
          </w:p>
        </w:tc>
        <w:tc>
          <w:tcPr>
            <w:tcW w:w="189" w:type="dxa"/>
          </w:tcPr>
          <w:p w14:paraId="439BA7FA" w14:textId="77777777" w:rsidR="0036683B" w:rsidRPr="00472F61" w:rsidRDefault="0036683B" w:rsidP="0036683B">
            <w:pPr>
              <w:tabs>
                <w:tab w:val="decimal" w:pos="461"/>
              </w:tabs>
              <w:spacing w:line="240" w:lineRule="atLeast"/>
              <w:rPr>
                <w:sz w:val="19"/>
                <w:szCs w:val="19"/>
              </w:rPr>
            </w:pPr>
          </w:p>
        </w:tc>
        <w:tc>
          <w:tcPr>
            <w:tcW w:w="810" w:type="dxa"/>
          </w:tcPr>
          <w:p w14:paraId="45880B52" w14:textId="77777777" w:rsidR="0036683B" w:rsidRPr="00472F61" w:rsidRDefault="0036683B" w:rsidP="0036683B">
            <w:pPr>
              <w:tabs>
                <w:tab w:val="decimal" w:pos="461"/>
              </w:tabs>
              <w:spacing w:line="240" w:lineRule="atLeast"/>
              <w:rPr>
                <w:sz w:val="19"/>
                <w:szCs w:val="19"/>
              </w:rPr>
            </w:pPr>
          </w:p>
        </w:tc>
        <w:tc>
          <w:tcPr>
            <w:tcW w:w="180" w:type="dxa"/>
          </w:tcPr>
          <w:p w14:paraId="0F27190A" w14:textId="77777777" w:rsidR="0036683B" w:rsidRPr="00472F61" w:rsidRDefault="0036683B" w:rsidP="0036683B">
            <w:pPr>
              <w:tabs>
                <w:tab w:val="decimal" w:pos="461"/>
              </w:tabs>
              <w:spacing w:line="240" w:lineRule="atLeast"/>
              <w:rPr>
                <w:sz w:val="19"/>
                <w:szCs w:val="19"/>
              </w:rPr>
            </w:pPr>
          </w:p>
        </w:tc>
        <w:tc>
          <w:tcPr>
            <w:tcW w:w="896" w:type="dxa"/>
          </w:tcPr>
          <w:p w14:paraId="69F85CB6" w14:textId="77777777" w:rsidR="0036683B" w:rsidRPr="00472F61" w:rsidRDefault="0036683B" w:rsidP="0036683B">
            <w:pPr>
              <w:pStyle w:val="acctfourfigures"/>
              <w:tabs>
                <w:tab w:val="clear" w:pos="765"/>
                <w:tab w:val="decimal" w:pos="461"/>
              </w:tabs>
              <w:spacing w:line="240" w:lineRule="atLeast"/>
              <w:ind w:right="11"/>
              <w:rPr>
                <w:sz w:val="19"/>
                <w:szCs w:val="19"/>
              </w:rPr>
            </w:pPr>
          </w:p>
        </w:tc>
        <w:tc>
          <w:tcPr>
            <w:tcW w:w="184" w:type="dxa"/>
          </w:tcPr>
          <w:p w14:paraId="7809A847" w14:textId="77777777" w:rsidR="0036683B" w:rsidRPr="00472F61" w:rsidRDefault="0036683B" w:rsidP="0036683B">
            <w:pPr>
              <w:pStyle w:val="acctfourfigures"/>
              <w:tabs>
                <w:tab w:val="decimal" w:pos="461"/>
              </w:tabs>
              <w:spacing w:line="240" w:lineRule="atLeast"/>
              <w:rPr>
                <w:sz w:val="19"/>
                <w:szCs w:val="19"/>
              </w:rPr>
            </w:pPr>
          </w:p>
        </w:tc>
        <w:tc>
          <w:tcPr>
            <w:tcW w:w="893" w:type="dxa"/>
          </w:tcPr>
          <w:p w14:paraId="258996CB" w14:textId="77777777" w:rsidR="0036683B" w:rsidRPr="00472F61" w:rsidRDefault="0036683B" w:rsidP="0036683B">
            <w:pPr>
              <w:pStyle w:val="acctfourfigures"/>
              <w:tabs>
                <w:tab w:val="clear" w:pos="765"/>
                <w:tab w:val="decimal" w:pos="461"/>
              </w:tabs>
              <w:spacing w:line="240" w:lineRule="atLeast"/>
              <w:ind w:right="11"/>
              <w:rPr>
                <w:sz w:val="19"/>
                <w:szCs w:val="19"/>
              </w:rPr>
            </w:pPr>
          </w:p>
        </w:tc>
        <w:tc>
          <w:tcPr>
            <w:tcW w:w="183" w:type="dxa"/>
          </w:tcPr>
          <w:p w14:paraId="2A6AABE9" w14:textId="77777777" w:rsidR="0036683B" w:rsidRPr="00472F61" w:rsidRDefault="0036683B" w:rsidP="0036683B">
            <w:pPr>
              <w:pStyle w:val="acctfourfigures"/>
              <w:spacing w:line="240" w:lineRule="atLeast"/>
              <w:rPr>
                <w:sz w:val="19"/>
                <w:szCs w:val="19"/>
              </w:rPr>
            </w:pPr>
          </w:p>
        </w:tc>
        <w:tc>
          <w:tcPr>
            <w:tcW w:w="891" w:type="dxa"/>
          </w:tcPr>
          <w:p w14:paraId="5951CC08" w14:textId="77777777" w:rsidR="0036683B" w:rsidRPr="00472F61" w:rsidRDefault="0036683B" w:rsidP="0036683B">
            <w:pPr>
              <w:pStyle w:val="acctfourfigures"/>
              <w:tabs>
                <w:tab w:val="clear" w:pos="765"/>
                <w:tab w:val="decimal" w:pos="551"/>
              </w:tabs>
              <w:spacing w:line="240" w:lineRule="atLeast"/>
              <w:ind w:right="11"/>
              <w:rPr>
                <w:sz w:val="19"/>
                <w:szCs w:val="19"/>
              </w:rPr>
            </w:pPr>
          </w:p>
        </w:tc>
        <w:tc>
          <w:tcPr>
            <w:tcW w:w="189" w:type="dxa"/>
          </w:tcPr>
          <w:p w14:paraId="320D2633" w14:textId="77777777" w:rsidR="0036683B" w:rsidRPr="00472F61" w:rsidRDefault="0036683B" w:rsidP="0036683B">
            <w:pPr>
              <w:pStyle w:val="acctfourfigures"/>
              <w:tabs>
                <w:tab w:val="decimal" w:pos="551"/>
              </w:tabs>
              <w:spacing w:line="240" w:lineRule="atLeast"/>
              <w:rPr>
                <w:sz w:val="19"/>
                <w:szCs w:val="19"/>
              </w:rPr>
            </w:pPr>
          </w:p>
        </w:tc>
        <w:tc>
          <w:tcPr>
            <w:tcW w:w="897" w:type="dxa"/>
          </w:tcPr>
          <w:p w14:paraId="3D7F3D75" w14:textId="77777777" w:rsidR="0036683B" w:rsidRPr="00472F61" w:rsidRDefault="0036683B" w:rsidP="0036683B">
            <w:pPr>
              <w:pStyle w:val="acctfourfigures"/>
              <w:tabs>
                <w:tab w:val="clear" w:pos="765"/>
                <w:tab w:val="decimal" w:pos="551"/>
              </w:tabs>
              <w:spacing w:line="240" w:lineRule="atLeast"/>
              <w:ind w:right="11"/>
              <w:rPr>
                <w:sz w:val="19"/>
                <w:szCs w:val="19"/>
              </w:rPr>
            </w:pPr>
          </w:p>
        </w:tc>
        <w:tc>
          <w:tcPr>
            <w:tcW w:w="183" w:type="dxa"/>
          </w:tcPr>
          <w:p w14:paraId="55657D8E" w14:textId="77777777" w:rsidR="0036683B" w:rsidRPr="00472F61" w:rsidRDefault="0036683B" w:rsidP="0036683B">
            <w:pPr>
              <w:pStyle w:val="acctfourfigures"/>
              <w:tabs>
                <w:tab w:val="decimal" w:pos="551"/>
              </w:tabs>
              <w:spacing w:line="240" w:lineRule="atLeast"/>
              <w:rPr>
                <w:sz w:val="19"/>
                <w:szCs w:val="19"/>
              </w:rPr>
            </w:pPr>
          </w:p>
        </w:tc>
        <w:tc>
          <w:tcPr>
            <w:tcW w:w="891" w:type="dxa"/>
          </w:tcPr>
          <w:p w14:paraId="318E9870" w14:textId="77777777" w:rsidR="0036683B" w:rsidRPr="00472F61" w:rsidRDefault="0036683B" w:rsidP="0036683B">
            <w:pPr>
              <w:pStyle w:val="acctfourfigures"/>
              <w:tabs>
                <w:tab w:val="clear" w:pos="765"/>
                <w:tab w:val="decimal" w:pos="551"/>
              </w:tabs>
              <w:spacing w:line="240" w:lineRule="atLeast"/>
              <w:ind w:right="11"/>
              <w:rPr>
                <w:sz w:val="19"/>
                <w:szCs w:val="19"/>
              </w:rPr>
            </w:pPr>
          </w:p>
        </w:tc>
        <w:tc>
          <w:tcPr>
            <w:tcW w:w="189" w:type="dxa"/>
          </w:tcPr>
          <w:p w14:paraId="467AD116" w14:textId="77777777" w:rsidR="0036683B" w:rsidRPr="00472F61" w:rsidRDefault="0036683B" w:rsidP="0036683B">
            <w:pPr>
              <w:pStyle w:val="acctfourfigures"/>
              <w:tabs>
                <w:tab w:val="decimal" w:pos="551"/>
              </w:tabs>
              <w:spacing w:line="240" w:lineRule="atLeast"/>
              <w:rPr>
                <w:sz w:val="19"/>
                <w:szCs w:val="19"/>
              </w:rPr>
            </w:pPr>
          </w:p>
        </w:tc>
        <w:tc>
          <w:tcPr>
            <w:tcW w:w="900" w:type="dxa"/>
          </w:tcPr>
          <w:p w14:paraId="70B40F02" w14:textId="77777777" w:rsidR="0036683B" w:rsidRPr="00472F61" w:rsidRDefault="0036683B" w:rsidP="0036683B">
            <w:pPr>
              <w:pStyle w:val="acctfourfigures"/>
              <w:tabs>
                <w:tab w:val="clear" w:pos="765"/>
                <w:tab w:val="decimal" w:pos="731"/>
              </w:tabs>
              <w:spacing w:line="240" w:lineRule="atLeast"/>
              <w:ind w:right="11"/>
              <w:rPr>
                <w:sz w:val="19"/>
                <w:szCs w:val="19"/>
              </w:rPr>
            </w:pPr>
          </w:p>
        </w:tc>
        <w:tc>
          <w:tcPr>
            <w:tcW w:w="178" w:type="dxa"/>
          </w:tcPr>
          <w:p w14:paraId="46B0ADA5" w14:textId="77777777" w:rsidR="0036683B" w:rsidRPr="00472F61" w:rsidRDefault="0036683B" w:rsidP="0036683B">
            <w:pPr>
              <w:pStyle w:val="acctfourfigures"/>
              <w:tabs>
                <w:tab w:val="decimal" w:pos="551"/>
              </w:tabs>
              <w:spacing w:line="240" w:lineRule="atLeast"/>
              <w:rPr>
                <w:sz w:val="19"/>
                <w:szCs w:val="19"/>
              </w:rPr>
            </w:pPr>
          </w:p>
        </w:tc>
        <w:tc>
          <w:tcPr>
            <w:tcW w:w="801" w:type="dxa"/>
          </w:tcPr>
          <w:p w14:paraId="03027EC4" w14:textId="77777777" w:rsidR="0036683B" w:rsidRPr="00472F61" w:rsidRDefault="0036683B" w:rsidP="0036683B">
            <w:pPr>
              <w:pStyle w:val="acctfourfigures"/>
              <w:tabs>
                <w:tab w:val="decimal" w:pos="551"/>
              </w:tabs>
              <w:spacing w:line="240" w:lineRule="atLeast"/>
              <w:rPr>
                <w:sz w:val="19"/>
                <w:szCs w:val="19"/>
              </w:rPr>
            </w:pPr>
          </w:p>
        </w:tc>
        <w:tc>
          <w:tcPr>
            <w:tcW w:w="189" w:type="dxa"/>
          </w:tcPr>
          <w:p w14:paraId="11C5E74B" w14:textId="77777777" w:rsidR="0036683B" w:rsidRPr="00472F61" w:rsidRDefault="0036683B" w:rsidP="0036683B">
            <w:pPr>
              <w:pStyle w:val="acctfourfigures"/>
              <w:tabs>
                <w:tab w:val="clear" w:pos="765"/>
                <w:tab w:val="decimal" w:pos="551"/>
                <w:tab w:val="decimal" w:pos="731"/>
              </w:tabs>
              <w:spacing w:line="240" w:lineRule="atLeast"/>
              <w:ind w:right="11"/>
              <w:rPr>
                <w:sz w:val="19"/>
                <w:szCs w:val="19"/>
              </w:rPr>
            </w:pPr>
          </w:p>
        </w:tc>
        <w:tc>
          <w:tcPr>
            <w:tcW w:w="810" w:type="dxa"/>
          </w:tcPr>
          <w:p w14:paraId="7046E3AA" w14:textId="77777777" w:rsidR="0036683B" w:rsidRPr="00472F61" w:rsidRDefault="0036683B" w:rsidP="0036683B">
            <w:pPr>
              <w:pStyle w:val="acctfourfigures"/>
              <w:tabs>
                <w:tab w:val="clear" w:pos="765"/>
                <w:tab w:val="decimal" w:pos="551"/>
              </w:tabs>
              <w:spacing w:line="240" w:lineRule="atLeast"/>
              <w:ind w:right="11"/>
              <w:rPr>
                <w:sz w:val="19"/>
                <w:szCs w:val="19"/>
              </w:rPr>
            </w:pPr>
          </w:p>
        </w:tc>
        <w:tc>
          <w:tcPr>
            <w:tcW w:w="180" w:type="dxa"/>
          </w:tcPr>
          <w:p w14:paraId="6A98E32C" w14:textId="77777777" w:rsidR="0036683B" w:rsidRPr="00472F61" w:rsidRDefault="0036683B" w:rsidP="0036683B">
            <w:pPr>
              <w:pStyle w:val="acctfourfigures"/>
              <w:tabs>
                <w:tab w:val="clear" w:pos="765"/>
                <w:tab w:val="decimal" w:pos="551"/>
              </w:tabs>
              <w:spacing w:line="240" w:lineRule="atLeast"/>
              <w:ind w:right="11"/>
              <w:rPr>
                <w:sz w:val="19"/>
                <w:szCs w:val="19"/>
              </w:rPr>
            </w:pPr>
          </w:p>
        </w:tc>
        <w:tc>
          <w:tcPr>
            <w:tcW w:w="810" w:type="dxa"/>
          </w:tcPr>
          <w:p w14:paraId="064FF6EA" w14:textId="77777777" w:rsidR="0036683B" w:rsidRPr="00472F61" w:rsidRDefault="0036683B" w:rsidP="0036683B">
            <w:pPr>
              <w:pStyle w:val="acctfourfigures"/>
              <w:tabs>
                <w:tab w:val="clear" w:pos="765"/>
                <w:tab w:val="decimal" w:pos="551"/>
              </w:tabs>
              <w:spacing w:line="240" w:lineRule="atLeast"/>
              <w:ind w:right="11"/>
              <w:rPr>
                <w:sz w:val="19"/>
                <w:szCs w:val="19"/>
              </w:rPr>
            </w:pPr>
          </w:p>
        </w:tc>
        <w:tc>
          <w:tcPr>
            <w:tcW w:w="180" w:type="dxa"/>
          </w:tcPr>
          <w:p w14:paraId="44C02003" w14:textId="77777777" w:rsidR="0036683B" w:rsidRPr="00472F61" w:rsidRDefault="0036683B" w:rsidP="0036683B">
            <w:pPr>
              <w:pStyle w:val="acctfourfigures"/>
              <w:tabs>
                <w:tab w:val="clear" w:pos="765"/>
                <w:tab w:val="decimal" w:pos="551"/>
                <w:tab w:val="decimal" w:pos="731"/>
              </w:tabs>
              <w:spacing w:line="240" w:lineRule="atLeast"/>
              <w:ind w:right="11"/>
              <w:rPr>
                <w:sz w:val="19"/>
                <w:szCs w:val="19"/>
              </w:rPr>
            </w:pPr>
          </w:p>
        </w:tc>
        <w:tc>
          <w:tcPr>
            <w:tcW w:w="837" w:type="dxa"/>
          </w:tcPr>
          <w:p w14:paraId="1998E4FD" w14:textId="77777777" w:rsidR="0036683B" w:rsidRPr="00472F61" w:rsidRDefault="0036683B" w:rsidP="0036683B">
            <w:pPr>
              <w:pStyle w:val="acctfourfigures"/>
              <w:tabs>
                <w:tab w:val="clear" w:pos="765"/>
                <w:tab w:val="decimal" w:pos="551"/>
              </w:tabs>
              <w:spacing w:line="240" w:lineRule="atLeast"/>
              <w:ind w:right="11"/>
              <w:rPr>
                <w:sz w:val="19"/>
                <w:szCs w:val="19"/>
              </w:rPr>
            </w:pPr>
          </w:p>
        </w:tc>
      </w:tr>
      <w:tr w:rsidR="001065E6" w:rsidRPr="00472F61" w14:paraId="637259AD" w14:textId="77777777" w:rsidTr="0036683B">
        <w:trPr>
          <w:cantSplit/>
          <w:trHeight w:val="268"/>
        </w:trPr>
        <w:tc>
          <w:tcPr>
            <w:tcW w:w="1705" w:type="dxa"/>
          </w:tcPr>
          <w:p w14:paraId="183C7155" w14:textId="77777777" w:rsidR="001065E6" w:rsidRPr="00472F61" w:rsidRDefault="001065E6" w:rsidP="001065E6">
            <w:pPr>
              <w:spacing w:line="240" w:lineRule="atLeast"/>
              <w:ind w:left="100" w:hanging="100"/>
              <w:rPr>
                <w:sz w:val="19"/>
                <w:szCs w:val="19"/>
              </w:rPr>
            </w:pPr>
            <w:r w:rsidRPr="00472F61">
              <w:rPr>
                <w:sz w:val="19"/>
                <w:szCs w:val="19"/>
              </w:rPr>
              <w:t xml:space="preserve">GLAND Office Leasehold </w:t>
            </w:r>
          </w:p>
          <w:p w14:paraId="61D496C1" w14:textId="77777777" w:rsidR="001065E6" w:rsidRPr="00472F61" w:rsidRDefault="001065E6" w:rsidP="001065E6">
            <w:pPr>
              <w:spacing w:line="240" w:lineRule="atLeast"/>
              <w:ind w:left="100"/>
              <w:rPr>
                <w:sz w:val="19"/>
                <w:szCs w:val="19"/>
              </w:rPr>
            </w:pPr>
            <w:r w:rsidRPr="00472F61">
              <w:rPr>
                <w:sz w:val="19"/>
                <w:szCs w:val="19"/>
              </w:rPr>
              <w:t>Real Estate Investment Trust</w:t>
            </w:r>
          </w:p>
          <w:p w14:paraId="33A851E4" w14:textId="77777777" w:rsidR="001065E6" w:rsidRPr="00472F61" w:rsidRDefault="001065E6" w:rsidP="001065E6">
            <w:pPr>
              <w:spacing w:line="240" w:lineRule="atLeast"/>
              <w:ind w:left="93" w:right="-82"/>
              <w:rPr>
                <w:i/>
                <w:iCs/>
                <w:sz w:val="19"/>
                <w:szCs w:val="19"/>
              </w:rPr>
            </w:pPr>
            <w:r w:rsidRPr="00472F61">
              <w:rPr>
                <w:i/>
                <w:iCs/>
                <w:sz w:val="19"/>
                <w:szCs w:val="19"/>
              </w:rPr>
              <w:t>(Under liquidation process)</w:t>
            </w:r>
          </w:p>
        </w:tc>
        <w:tc>
          <w:tcPr>
            <w:tcW w:w="1175" w:type="dxa"/>
            <w:vAlign w:val="bottom"/>
          </w:tcPr>
          <w:p w14:paraId="5B5A6142" w14:textId="77777777" w:rsidR="001065E6" w:rsidRPr="00B62221" w:rsidRDefault="001065E6" w:rsidP="001065E6">
            <w:pPr>
              <w:tabs>
                <w:tab w:val="decimal" w:pos="200"/>
              </w:tabs>
              <w:spacing w:line="240" w:lineRule="atLeast"/>
              <w:ind w:left="-68" w:right="-79"/>
              <w:jc w:val="center"/>
              <w:rPr>
                <w:rFonts w:cstheme="minorBidi"/>
                <w:sz w:val="19"/>
                <w:szCs w:val="24"/>
                <w:cs/>
                <w:lang w:bidi="th-TH"/>
              </w:rPr>
            </w:pPr>
            <w:r w:rsidRPr="00472F61">
              <w:rPr>
                <w:sz w:val="19"/>
                <w:szCs w:val="19"/>
              </w:rPr>
              <w:t>Investment</w:t>
            </w:r>
          </w:p>
          <w:p w14:paraId="3551FB1E" w14:textId="77777777" w:rsidR="001065E6" w:rsidRPr="00472F61" w:rsidRDefault="001065E6" w:rsidP="001065E6">
            <w:pPr>
              <w:spacing w:line="240" w:lineRule="atLeast"/>
              <w:ind w:left="100" w:right="-79" w:hanging="79"/>
              <w:jc w:val="center"/>
              <w:rPr>
                <w:sz w:val="19"/>
                <w:szCs w:val="19"/>
              </w:rPr>
            </w:pPr>
            <w:r w:rsidRPr="00472F61">
              <w:rPr>
                <w:sz w:val="19"/>
                <w:szCs w:val="19"/>
              </w:rPr>
              <w:t>trust</w:t>
            </w:r>
          </w:p>
        </w:tc>
        <w:tc>
          <w:tcPr>
            <w:tcW w:w="187" w:type="dxa"/>
          </w:tcPr>
          <w:p w14:paraId="251B7515" w14:textId="77777777" w:rsidR="001065E6" w:rsidRPr="00472F61" w:rsidRDefault="001065E6" w:rsidP="001065E6">
            <w:pPr>
              <w:tabs>
                <w:tab w:val="decimal" w:pos="461"/>
              </w:tabs>
              <w:spacing w:line="240" w:lineRule="atLeast"/>
              <w:rPr>
                <w:sz w:val="19"/>
                <w:szCs w:val="19"/>
              </w:rPr>
            </w:pPr>
          </w:p>
        </w:tc>
        <w:tc>
          <w:tcPr>
            <w:tcW w:w="801" w:type="dxa"/>
            <w:vAlign w:val="bottom"/>
          </w:tcPr>
          <w:p w14:paraId="29676F89" w14:textId="77777777" w:rsidR="001065E6" w:rsidRPr="00472F61" w:rsidRDefault="001065E6" w:rsidP="001065E6">
            <w:pPr>
              <w:tabs>
                <w:tab w:val="decimal" w:pos="461"/>
              </w:tabs>
              <w:spacing w:line="240" w:lineRule="atLeast"/>
              <w:rPr>
                <w:sz w:val="19"/>
                <w:szCs w:val="19"/>
              </w:rPr>
            </w:pPr>
            <w:r w:rsidRPr="00472F61">
              <w:rPr>
                <w:sz w:val="19"/>
                <w:szCs w:val="19"/>
              </w:rPr>
              <w:t>15</w:t>
            </w:r>
          </w:p>
        </w:tc>
        <w:tc>
          <w:tcPr>
            <w:tcW w:w="189" w:type="dxa"/>
            <w:vAlign w:val="bottom"/>
          </w:tcPr>
          <w:p w14:paraId="002EAA7F" w14:textId="77777777" w:rsidR="001065E6" w:rsidRPr="00472F61" w:rsidRDefault="001065E6" w:rsidP="001065E6">
            <w:pPr>
              <w:tabs>
                <w:tab w:val="decimal" w:pos="461"/>
              </w:tabs>
              <w:spacing w:line="240" w:lineRule="atLeast"/>
              <w:rPr>
                <w:sz w:val="19"/>
                <w:szCs w:val="19"/>
              </w:rPr>
            </w:pPr>
          </w:p>
        </w:tc>
        <w:tc>
          <w:tcPr>
            <w:tcW w:w="810" w:type="dxa"/>
            <w:vAlign w:val="bottom"/>
          </w:tcPr>
          <w:p w14:paraId="194F87CE" w14:textId="77777777" w:rsidR="001065E6" w:rsidRPr="00472F61" w:rsidRDefault="001065E6" w:rsidP="001065E6">
            <w:pPr>
              <w:tabs>
                <w:tab w:val="decimal" w:pos="461"/>
              </w:tabs>
              <w:spacing w:line="240" w:lineRule="atLeast"/>
              <w:rPr>
                <w:sz w:val="19"/>
                <w:szCs w:val="19"/>
              </w:rPr>
            </w:pPr>
            <w:r w:rsidRPr="00472F61">
              <w:rPr>
                <w:sz w:val="19"/>
                <w:szCs w:val="19"/>
              </w:rPr>
              <w:t>15</w:t>
            </w:r>
          </w:p>
        </w:tc>
        <w:tc>
          <w:tcPr>
            <w:tcW w:w="180" w:type="dxa"/>
            <w:vAlign w:val="bottom"/>
          </w:tcPr>
          <w:p w14:paraId="1B19B01F" w14:textId="77777777" w:rsidR="001065E6" w:rsidRPr="00472F61" w:rsidRDefault="001065E6" w:rsidP="001065E6">
            <w:pPr>
              <w:tabs>
                <w:tab w:val="decimal" w:pos="461"/>
              </w:tabs>
              <w:spacing w:line="240" w:lineRule="atLeast"/>
              <w:rPr>
                <w:sz w:val="19"/>
                <w:szCs w:val="19"/>
              </w:rPr>
            </w:pPr>
          </w:p>
        </w:tc>
        <w:tc>
          <w:tcPr>
            <w:tcW w:w="896" w:type="dxa"/>
            <w:vAlign w:val="bottom"/>
          </w:tcPr>
          <w:p w14:paraId="438665A4" w14:textId="77777777" w:rsidR="001065E6" w:rsidRPr="00472F61" w:rsidRDefault="001065E6" w:rsidP="001065E6">
            <w:pPr>
              <w:pStyle w:val="acctfourfigures"/>
              <w:tabs>
                <w:tab w:val="clear" w:pos="765"/>
                <w:tab w:val="decimal" w:pos="727"/>
              </w:tabs>
              <w:spacing w:line="240" w:lineRule="atLeast"/>
              <w:ind w:right="11"/>
              <w:rPr>
                <w:sz w:val="19"/>
                <w:szCs w:val="19"/>
              </w:rPr>
            </w:pPr>
            <w:r w:rsidRPr="00472F61">
              <w:rPr>
                <w:sz w:val="19"/>
                <w:szCs w:val="19"/>
              </w:rPr>
              <w:t>1</w:t>
            </w:r>
          </w:p>
        </w:tc>
        <w:tc>
          <w:tcPr>
            <w:tcW w:w="184" w:type="dxa"/>
            <w:vAlign w:val="bottom"/>
          </w:tcPr>
          <w:p w14:paraId="15F62277" w14:textId="77777777" w:rsidR="001065E6" w:rsidRPr="00472F61" w:rsidRDefault="001065E6" w:rsidP="001065E6">
            <w:pPr>
              <w:pStyle w:val="acctfourfigures"/>
              <w:tabs>
                <w:tab w:val="decimal" w:pos="461"/>
              </w:tabs>
              <w:spacing w:line="240" w:lineRule="atLeast"/>
              <w:rPr>
                <w:sz w:val="19"/>
                <w:szCs w:val="19"/>
              </w:rPr>
            </w:pPr>
          </w:p>
        </w:tc>
        <w:tc>
          <w:tcPr>
            <w:tcW w:w="893" w:type="dxa"/>
            <w:vAlign w:val="bottom"/>
          </w:tcPr>
          <w:p w14:paraId="1E94F990" w14:textId="77777777" w:rsidR="001065E6" w:rsidRPr="00472F61" w:rsidRDefault="001065E6" w:rsidP="001065E6">
            <w:pPr>
              <w:pStyle w:val="acctfourfigures"/>
              <w:tabs>
                <w:tab w:val="clear" w:pos="765"/>
                <w:tab w:val="decimal" w:pos="727"/>
              </w:tabs>
              <w:spacing w:line="240" w:lineRule="atLeast"/>
              <w:ind w:right="11"/>
              <w:rPr>
                <w:sz w:val="19"/>
                <w:szCs w:val="19"/>
              </w:rPr>
            </w:pPr>
            <w:r w:rsidRPr="00472F61">
              <w:rPr>
                <w:sz w:val="19"/>
                <w:szCs w:val="19"/>
              </w:rPr>
              <w:t>1</w:t>
            </w:r>
          </w:p>
        </w:tc>
        <w:tc>
          <w:tcPr>
            <w:tcW w:w="183" w:type="dxa"/>
            <w:vAlign w:val="bottom"/>
          </w:tcPr>
          <w:p w14:paraId="5436C3FB" w14:textId="77777777" w:rsidR="001065E6" w:rsidRPr="00472F61" w:rsidRDefault="001065E6" w:rsidP="001065E6">
            <w:pPr>
              <w:pStyle w:val="acctfourfigures"/>
              <w:spacing w:line="240" w:lineRule="atLeast"/>
              <w:rPr>
                <w:sz w:val="19"/>
                <w:szCs w:val="19"/>
              </w:rPr>
            </w:pPr>
          </w:p>
        </w:tc>
        <w:tc>
          <w:tcPr>
            <w:tcW w:w="891" w:type="dxa"/>
            <w:vAlign w:val="bottom"/>
          </w:tcPr>
          <w:p w14:paraId="540956A3" w14:textId="77777777" w:rsidR="001065E6" w:rsidRPr="00472F61" w:rsidRDefault="001065E6" w:rsidP="001065E6">
            <w:pPr>
              <w:pStyle w:val="acctfourfigures"/>
              <w:tabs>
                <w:tab w:val="clear" w:pos="765"/>
                <w:tab w:val="decimal" w:pos="462"/>
              </w:tabs>
              <w:spacing w:line="240" w:lineRule="atLeast"/>
              <w:ind w:right="11"/>
              <w:jc w:val="center"/>
              <w:rPr>
                <w:sz w:val="19"/>
                <w:szCs w:val="19"/>
              </w:rPr>
            </w:pPr>
            <w:r w:rsidRPr="00472F61">
              <w:rPr>
                <w:sz w:val="19"/>
                <w:szCs w:val="19"/>
              </w:rPr>
              <w:t>0.09</w:t>
            </w:r>
          </w:p>
        </w:tc>
        <w:tc>
          <w:tcPr>
            <w:tcW w:w="189" w:type="dxa"/>
            <w:vAlign w:val="bottom"/>
          </w:tcPr>
          <w:p w14:paraId="054D9EFC" w14:textId="77777777" w:rsidR="001065E6" w:rsidRPr="00472F61" w:rsidRDefault="001065E6" w:rsidP="001065E6">
            <w:pPr>
              <w:pStyle w:val="acctfourfigures"/>
              <w:tabs>
                <w:tab w:val="decimal" w:pos="551"/>
              </w:tabs>
              <w:spacing w:line="240" w:lineRule="atLeast"/>
              <w:rPr>
                <w:sz w:val="19"/>
                <w:szCs w:val="19"/>
              </w:rPr>
            </w:pPr>
          </w:p>
        </w:tc>
        <w:tc>
          <w:tcPr>
            <w:tcW w:w="897" w:type="dxa"/>
            <w:vAlign w:val="bottom"/>
          </w:tcPr>
          <w:p w14:paraId="0DD8CF04" w14:textId="77777777" w:rsidR="001065E6" w:rsidRPr="00472F61" w:rsidRDefault="001065E6" w:rsidP="001065E6">
            <w:pPr>
              <w:pStyle w:val="acctfourfigures"/>
              <w:tabs>
                <w:tab w:val="clear" w:pos="765"/>
                <w:tab w:val="decimal" w:pos="462"/>
              </w:tabs>
              <w:spacing w:line="240" w:lineRule="atLeast"/>
              <w:ind w:right="11"/>
              <w:jc w:val="center"/>
              <w:rPr>
                <w:sz w:val="19"/>
                <w:szCs w:val="19"/>
              </w:rPr>
            </w:pPr>
            <w:r w:rsidRPr="00472F61">
              <w:rPr>
                <w:sz w:val="19"/>
                <w:szCs w:val="19"/>
              </w:rPr>
              <w:t>0.09</w:t>
            </w:r>
          </w:p>
        </w:tc>
        <w:tc>
          <w:tcPr>
            <w:tcW w:w="183" w:type="dxa"/>
            <w:vAlign w:val="bottom"/>
          </w:tcPr>
          <w:p w14:paraId="518A7909" w14:textId="77777777" w:rsidR="001065E6" w:rsidRPr="00472F61" w:rsidRDefault="001065E6" w:rsidP="001065E6">
            <w:pPr>
              <w:pStyle w:val="acctfourfigures"/>
              <w:tabs>
                <w:tab w:val="decimal" w:pos="551"/>
              </w:tabs>
              <w:spacing w:line="240" w:lineRule="atLeast"/>
              <w:rPr>
                <w:sz w:val="19"/>
                <w:szCs w:val="19"/>
              </w:rPr>
            </w:pPr>
          </w:p>
        </w:tc>
        <w:tc>
          <w:tcPr>
            <w:tcW w:w="891" w:type="dxa"/>
            <w:vAlign w:val="bottom"/>
          </w:tcPr>
          <w:p w14:paraId="48522B08" w14:textId="77777777" w:rsidR="001065E6" w:rsidRPr="00472F61" w:rsidRDefault="001065E6" w:rsidP="001065E6">
            <w:pPr>
              <w:pStyle w:val="acctfourfigures"/>
              <w:tabs>
                <w:tab w:val="clear" w:pos="765"/>
                <w:tab w:val="decimal" w:pos="639"/>
              </w:tabs>
              <w:spacing w:line="240" w:lineRule="atLeast"/>
              <w:ind w:right="11"/>
              <w:rPr>
                <w:sz w:val="19"/>
                <w:szCs w:val="19"/>
              </w:rPr>
            </w:pPr>
            <w:r w:rsidRPr="00472F61">
              <w:rPr>
                <w:sz w:val="19"/>
                <w:szCs w:val="19"/>
              </w:rPr>
              <w:t>1.11</w:t>
            </w:r>
          </w:p>
        </w:tc>
        <w:tc>
          <w:tcPr>
            <w:tcW w:w="189" w:type="dxa"/>
            <w:vAlign w:val="bottom"/>
          </w:tcPr>
          <w:p w14:paraId="1349A6CE" w14:textId="77777777" w:rsidR="001065E6" w:rsidRPr="00472F61" w:rsidRDefault="001065E6" w:rsidP="001065E6">
            <w:pPr>
              <w:pStyle w:val="acctfourfigures"/>
              <w:tabs>
                <w:tab w:val="decimal" w:pos="551"/>
              </w:tabs>
              <w:spacing w:line="240" w:lineRule="atLeast"/>
              <w:rPr>
                <w:sz w:val="19"/>
                <w:szCs w:val="19"/>
              </w:rPr>
            </w:pPr>
          </w:p>
        </w:tc>
        <w:tc>
          <w:tcPr>
            <w:tcW w:w="900" w:type="dxa"/>
            <w:vAlign w:val="bottom"/>
          </w:tcPr>
          <w:p w14:paraId="0B90D899" w14:textId="77777777" w:rsidR="001065E6" w:rsidRPr="00472F61" w:rsidRDefault="001065E6" w:rsidP="001065E6">
            <w:pPr>
              <w:pStyle w:val="acctfourfigures"/>
              <w:tabs>
                <w:tab w:val="clear" w:pos="765"/>
                <w:tab w:val="decimal" w:pos="718"/>
              </w:tabs>
              <w:spacing w:line="240" w:lineRule="atLeast"/>
              <w:ind w:right="11"/>
              <w:rPr>
                <w:sz w:val="19"/>
                <w:szCs w:val="19"/>
              </w:rPr>
            </w:pPr>
            <w:r w:rsidRPr="00472F61">
              <w:rPr>
                <w:sz w:val="19"/>
                <w:szCs w:val="19"/>
              </w:rPr>
              <w:t>1.11</w:t>
            </w:r>
          </w:p>
        </w:tc>
        <w:tc>
          <w:tcPr>
            <w:tcW w:w="178" w:type="dxa"/>
            <w:vAlign w:val="bottom"/>
          </w:tcPr>
          <w:p w14:paraId="4ED21C0E" w14:textId="77777777" w:rsidR="001065E6" w:rsidRPr="00472F61" w:rsidRDefault="001065E6" w:rsidP="001065E6">
            <w:pPr>
              <w:pStyle w:val="acctfourfigures"/>
              <w:tabs>
                <w:tab w:val="decimal" w:pos="551"/>
              </w:tabs>
              <w:spacing w:line="240" w:lineRule="atLeast"/>
              <w:rPr>
                <w:sz w:val="19"/>
                <w:szCs w:val="19"/>
              </w:rPr>
            </w:pPr>
          </w:p>
        </w:tc>
        <w:tc>
          <w:tcPr>
            <w:tcW w:w="801" w:type="dxa"/>
            <w:vAlign w:val="bottom"/>
          </w:tcPr>
          <w:p w14:paraId="6D8B20F2" w14:textId="77777777" w:rsidR="001065E6" w:rsidRPr="00472F61" w:rsidRDefault="001065E6" w:rsidP="001065E6">
            <w:pPr>
              <w:pStyle w:val="acctfourfigures"/>
              <w:tabs>
                <w:tab w:val="clear" w:pos="765"/>
                <w:tab w:val="decimal" w:pos="438"/>
              </w:tabs>
              <w:spacing w:line="240" w:lineRule="atLeast"/>
              <w:ind w:right="11"/>
              <w:rPr>
                <w:sz w:val="19"/>
                <w:szCs w:val="19"/>
              </w:rPr>
            </w:pPr>
            <w:r w:rsidRPr="00472F61">
              <w:rPr>
                <w:sz w:val="19"/>
                <w:szCs w:val="19"/>
              </w:rPr>
              <w:t>-</w:t>
            </w:r>
          </w:p>
        </w:tc>
        <w:tc>
          <w:tcPr>
            <w:tcW w:w="189" w:type="dxa"/>
            <w:vAlign w:val="bottom"/>
          </w:tcPr>
          <w:p w14:paraId="0D7BD848" w14:textId="77777777" w:rsidR="001065E6" w:rsidRPr="00472F61" w:rsidRDefault="001065E6" w:rsidP="001065E6">
            <w:pPr>
              <w:pStyle w:val="acctfourfigures"/>
              <w:tabs>
                <w:tab w:val="clear" w:pos="765"/>
                <w:tab w:val="decimal" w:pos="551"/>
                <w:tab w:val="decimal" w:pos="731"/>
              </w:tabs>
              <w:spacing w:line="240" w:lineRule="atLeast"/>
              <w:ind w:right="11"/>
              <w:rPr>
                <w:sz w:val="19"/>
                <w:szCs w:val="19"/>
              </w:rPr>
            </w:pPr>
          </w:p>
        </w:tc>
        <w:tc>
          <w:tcPr>
            <w:tcW w:w="810" w:type="dxa"/>
            <w:vAlign w:val="bottom"/>
          </w:tcPr>
          <w:p w14:paraId="6324F914" w14:textId="77777777" w:rsidR="001065E6" w:rsidRPr="00472F61" w:rsidRDefault="001065E6" w:rsidP="001065E6">
            <w:pPr>
              <w:pStyle w:val="acctfourfigures"/>
              <w:tabs>
                <w:tab w:val="clear" w:pos="765"/>
                <w:tab w:val="decimal" w:pos="438"/>
              </w:tabs>
              <w:spacing w:line="240" w:lineRule="atLeast"/>
              <w:ind w:right="11"/>
              <w:rPr>
                <w:sz w:val="19"/>
                <w:szCs w:val="19"/>
              </w:rPr>
            </w:pPr>
            <w:r w:rsidRPr="00472F61">
              <w:rPr>
                <w:sz w:val="19"/>
                <w:szCs w:val="19"/>
              </w:rPr>
              <w:t>-</w:t>
            </w:r>
          </w:p>
        </w:tc>
        <w:tc>
          <w:tcPr>
            <w:tcW w:w="180" w:type="dxa"/>
            <w:vAlign w:val="bottom"/>
          </w:tcPr>
          <w:p w14:paraId="1C745394" w14:textId="77777777" w:rsidR="001065E6" w:rsidRPr="00472F61" w:rsidRDefault="001065E6" w:rsidP="001065E6">
            <w:pPr>
              <w:pStyle w:val="acctfourfigures"/>
              <w:tabs>
                <w:tab w:val="clear" w:pos="765"/>
                <w:tab w:val="decimal" w:pos="551"/>
              </w:tabs>
              <w:spacing w:line="240" w:lineRule="atLeast"/>
              <w:ind w:right="11"/>
              <w:rPr>
                <w:sz w:val="19"/>
                <w:szCs w:val="19"/>
              </w:rPr>
            </w:pPr>
          </w:p>
        </w:tc>
        <w:tc>
          <w:tcPr>
            <w:tcW w:w="810" w:type="dxa"/>
            <w:vAlign w:val="bottom"/>
          </w:tcPr>
          <w:p w14:paraId="35B70A0A" w14:textId="77777777" w:rsidR="001065E6" w:rsidRPr="00472F61" w:rsidRDefault="001065E6" w:rsidP="00400122">
            <w:pPr>
              <w:pStyle w:val="acctfourfigures"/>
              <w:tabs>
                <w:tab w:val="clear" w:pos="765"/>
                <w:tab w:val="decimal" w:pos="454"/>
              </w:tabs>
              <w:spacing w:line="240" w:lineRule="atLeast"/>
              <w:ind w:right="11"/>
              <w:rPr>
                <w:sz w:val="19"/>
                <w:szCs w:val="19"/>
              </w:rPr>
            </w:pPr>
            <w:r w:rsidRPr="00472F61">
              <w:rPr>
                <w:sz w:val="19"/>
                <w:szCs w:val="19"/>
              </w:rPr>
              <w:t>-</w:t>
            </w:r>
          </w:p>
        </w:tc>
        <w:tc>
          <w:tcPr>
            <w:tcW w:w="180" w:type="dxa"/>
            <w:vAlign w:val="bottom"/>
          </w:tcPr>
          <w:p w14:paraId="4A090117" w14:textId="77777777" w:rsidR="001065E6" w:rsidRPr="00472F61" w:rsidRDefault="001065E6" w:rsidP="001065E6">
            <w:pPr>
              <w:pStyle w:val="acctfourfigures"/>
              <w:tabs>
                <w:tab w:val="clear" w:pos="765"/>
                <w:tab w:val="decimal" w:pos="551"/>
                <w:tab w:val="decimal" w:pos="731"/>
              </w:tabs>
              <w:spacing w:line="240" w:lineRule="atLeast"/>
              <w:ind w:right="11"/>
              <w:rPr>
                <w:sz w:val="19"/>
                <w:szCs w:val="19"/>
              </w:rPr>
            </w:pPr>
          </w:p>
        </w:tc>
        <w:tc>
          <w:tcPr>
            <w:tcW w:w="837" w:type="dxa"/>
            <w:vAlign w:val="bottom"/>
          </w:tcPr>
          <w:p w14:paraId="567BB8EE" w14:textId="77777777" w:rsidR="001065E6" w:rsidRPr="00472F61" w:rsidRDefault="001065E6" w:rsidP="001065E6">
            <w:pPr>
              <w:pStyle w:val="acctfourfigures"/>
              <w:tabs>
                <w:tab w:val="clear" w:pos="765"/>
                <w:tab w:val="decimal" w:pos="640"/>
              </w:tabs>
              <w:spacing w:line="240" w:lineRule="atLeast"/>
              <w:ind w:right="11"/>
              <w:rPr>
                <w:sz w:val="19"/>
                <w:szCs w:val="19"/>
              </w:rPr>
            </w:pPr>
            <w:r w:rsidRPr="00472F61">
              <w:rPr>
                <w:sz w:val="19"/>
                <w:szCs w:val="19"/>
              </w:rPr>
              <w:t>308</w:t>
            </w:r>
          </w:p>
        </w:tc>
      </w:tr>
      <w:tr w:rsidR="00E14E1A" w:rsidRPr="00472F61" w14:paraId="29387808" w14:textId="77777777" w:rsidTr="0036683B">
        <w:trPr>
          <w:cantSplit/>
          <w:trHeight w:val="268"/>
        </w:trPr>
        <w:tc>
          <w:tcPr>
            <w:tcW w:w="1705" w:type="dxa"/>
          </w:tcPr>
          <w:p w14:paraId="2C8643A9" w14:textId="77777777" w:rsidR="00E14E1A" w:rsidRPr="00472F61" w:rsidRDefault="00E14E1A" w:rsidP="001065E6">
            <w:pPr>
              <w:spacing w:line="240" w:lineRule="atLeast"/>
              <w:ind w:left="100" w:hanging="100"/>
              <w:rPr>
                <w:sz w:val="19"/>
                <w:szCs w:val="19"/>
              </w:rPr>
            </w:pPr>
          </w:p>
        </w:tc>
        <w:tc>
          <w:tcPr>
            <w:tcW w:w="1175" w:type="dxa"/>
            <w:vAlign w:val="bottom"/>
          </w:tcPr>
          <w:p w14:paraId="35DE63F1" w14:textId="77777777" w:rsidR="00E14E1A" w:rsidRPr="00472F61" w:rsidRDefault="00E14E1A" w:rsidP="001065E6">
            <w:pPr>
              <w:tabs>
                <w:tab w:val="decimal" w:pos="200"/>
              </w:tabs>
              <w:spacing w:line="240" w:lineRule="atLeast"/>
              <w:ind w:left="-68" w:right="-79"/>
              <w:jc w:val="center"/>
              <w:rPr>
                <w:sz w:val="19"/>
                <w:szCs w:val="19"/>
              </w:rPr>
            </w:pPr>
          </w:p>
        </w:tc>
        <w:tc>
          <w:tcPr>
            <w:tcW w:w="187" w:type="dxa"/>
          </w:tcPr>
          <w:p w14:paraId="2FACDB36" w14:textId="77777777" w:rsidR="00E14E1A" w:rsidRPr="00472F61" w:rsidRDefault="00E14E1A" w:rsidP="001065E6">
            <w:pPr>
              <w:tabs>
                <w:tab w:val="decimal" w:pos="461"/>
              </w:tabs>
              <w:spacing w:line="240" w:lineRule="atLeast"/>
              <w:rPr>
                <w:sz w:val="19"/>
                <w:szCs w:val="19"/>
              </w:rPr>
            </w:pPr>
          </w:p>
        </w:tc>
        <w:tc>
          <w:tcPr>
            <w:tcW w:w="801" w:type="dxa"/>
            <w:vAlign w:val="bottom"/>
          </w:tcPr>
          <w:p w14:paraId="1562651C" w14:textId="77777777" w:rsidR="00E14E1A" w:rsidRPr="00472F61" w:rsidRDefault="00E14E1A" w:rsidP="001065E6">
            <w:pPr>
              <w:tabs>
                <w:tab w:val="decimal" w:pos="461"/>
              </w:tabs>
              <w:spacing w:line="240" w:lineRule="atLeast"/>
              <w:rPr>
                <w:sz w:val="19"/>
                <w:szCs w:val="19"/>
              </w:rPr>
            </w:pPr>
          </w:p>
        </w:tc>
        <w:tc>
          <w:tcPr>
            <w:tcW w:w="189" w:type="dxa"/>
            <w:vAlign w:val="bottom"/>
          </w:tcPr>
          <w:p w14:paraId="7ACDA960" w14:textId="77777777" w:rsidR="00E14E1A" w:rsidRPr="00472F61" w:rsidRDefault="00E14E1A" w:rsidP="001065E6">
            <w:pPr>
              <w:tabs>
                <w:tab w:val="decimal" w:pos="461"/>
              </w:tabs>
              <w:spacing w:line="240" w:lineRule="atLeast"/>
              <w:rPr>
                <w:sz w:val="19"/>
                <w:szCs w:val="19"/>
              </w:rPr>
            </w:pPr>
          </w:p>
        </w:tc>
        <w:tc>
          <w:tcPr>
            <w:tcW w:w="810" w:type="dxa"/>
            <w:vAlign w:val="bottom"/>
          </w:tcPr>
          <w:p w14:paraId="3EE7CFA5" w14:textId="77777777" w:rsidR="00E14E1A" w:rsidRPr="00472F61" w:rsidRDefault="00E14E1A" w:rsidP="001065E6">
            <w:pPr>
              <w:tabs>
                <w:tab w:val="decimal" w:pos="461"/>
              </w:tabs>
              <w:spacing w:line="240" w:lineRule="atLeast"/>
              <w:rPr>
                <w:sz w:val="19"/>
                <w:szCs w:val="19"/>
              </w:rPr>
            </w:pPr>
          </w:p>
        </w:tc>
        <w:tc>
          <w:tcPr>
            <w:tcW w:w="180" w:type="dxa"/>
            <w:vAlign w:val="bottom"/>
          </w:tcPr>
          <w:p w14:paraId="5E15CBE0" w14:textId="77777777" w:rsidR="00E14E1A" w:rsidRPr="00472F61" w:rsidRDefault="00E14E1A" w:rsidP="001065E6">
            <w:pPr>
              <w:tabs>
                <w:tab w:val="decimal" w:pos="461"/>
              </w:tabs>
              <w:spacing w:line="240" w:lineRule="atLeast"/>
              <w:rPr>
                <w:sz w:val="19"/>
                <w:szCs w:val="19"/>
              </w:rPr>
            </w:pPr>
          </w:p>
        </w:tc>
        <w:tc>
          <w:tcPr>
            <w:tcW w:w="896" w:type="dxa"/>
            <w:vAlign w:val="bottom"/>
          </w:tcPr>
          <w:p w14:paraId="053B2F8A" w14:textId="77777777" w:rsidR="00E14E1A" w:rsidRPr="00472F61" w:rsidRDefault="00E14E1A" w:rsidP="001065E6">
            <w:pPr>
              <w:pStyle w:val="acctfourfigures"/>
              <w:tabs>
                <w:tab w:val="clear" w:pos="765"/>
                <w:tab w:val="decimal" w:pos="727"/>
              </w:tabs>
              <w:spacing w:line="240" w:lineRule="atLeast"/>
              <w:ind w:right="11"/>
              <w:rPr>
                <w:sz w:val="19"/>
                <w:szCs w:val="19"/>
              </w:rPr>
            </w:pPr>
          </w:p>
        </w:tc>
        <w:tc>
          <w:tcPr>
            <w:tcW w:w="184" w:type="dxa"/>
            <w:vAlign w:val="bottom"/>
          </w:tcPr>
          <w:p w14:paraId="4A9B6878" w14:textId="77777777" w:rsidR="00E14E1A" w:rsidRPr="00472F61" w:rsidRDefault="00E14E1A" w:rsidP="001065E6">
            <w:pPr>
              <w:pStyle w:val="acctfourfigures"/>
              <w:tabs>
                <w:tab w:val="decimal" w:pos="461"/>
              </w:tabs>
              <w:spacing w:line="240" w:lineRule="atLeast"/>
              <w:rPr>
                <w:sz w:val="19"/>
                <w:szCs w:val="19"/>
              </w:rPr>
            </w:pPr>
          </w:p>
        </w:tc>
        <w:tc>
          <w:tcPr>
            <w:tcW w:w="893" w:type="dxa"/>
            <w:vAlign w:val="bottom"/>
          </w:tcPr>
          <w:p w14:paraId="4703AB4B" w14:textId="77777777" w:rsidR="00E14E1A" w:rsidRPr="00472F61" w:rsidRDefault="00E14E1A" w:rsidP="001065E6">
            <w:pPr>
              <w:pStyle w:val="acctfourfigures"/>
              <w:tabs>
                <w:tab w:val="clear" w:pos="765"/>
                <w:tab w:val="decimal" w:pos="727"/>
              </w:tabs>
              <w:spacing w:line="240" w:lineRule="atLeast"/>
              <w:ind w:right="11"/>
              <w:rPr>
                <w:sz w:val="19"/>
                <w:szCs w:val="19"/>
              </w:rPr>
            </w:pPr>
          </w:p>
        </w:tc>
        <w:tc>
          <w:tcPr>
            <w:tcW w:w="183" w:type="dxa"/>
            <w:vAlign w:val="bottom"/>
          </w:tcPr>
          <w:p w14:paraId="72CF4511" w14:textId="77777777" w:rsidR="00E14E1A" w:rsidRPr="00472F61" w:rsidRDefault="00E14E1A" w:rsidP="001065E6">
            <w:pPr>
              <w:pStyle w:val="acctfourfigures"/>
              <w:spacing w:line="240" w:lineRule="atLeast"/>
              <w:rPr>
                <w:sz w:val="19"/>
                <w:szCs w:val="19"/>
              </w:rPr>
            </w:pPr>
          </w:p>
        </w:tc>
        <w:tc>
          <w:tcPr>
            <w:tcW w:w="891" w:type="dxa"/>
            <w:vAlign w:val="bottom"/>
          </w:tcPr>
          <w:p w14:paraId="1499A1CD" w14:textId="77777777" w:rsidR="00E14E1A" w:rsidRPr="00472F61" w:rsidRDefault="00E14E1A" w:rsidP="001065E6">
            <w:pPr>
              <w:pStyle w:val="acctfourfigures"/>
              <w:tabs>
                <w:tab w:val="clear" w:pos="765"/>
                <w:tab w:val="decimal" w:pos="462"/>
              </w:tabs>
              <w:spacing w:line="240" w:lineRule="atLeast"/>
              <w:ind w:right="11"/>
              <w:jc w:val="center"/>
              <w:rPr>
                <w:sz w:val="19"/>
                <w:szCs w:val="19"/>
              </w:rPr>
            </w:pPr>
          </w:p>
        </w:tc>
        <w:tc>
          <w:tcPr>
            <w:tcW w:w="189" w:type="dxa"/>
            <w:vAlign w:val="bottom"/>
          </w:tcPr>
          <w:p w14:paraId="64E0FC6E" w14:textId="77777777" w:rsidR="00E14E1A" w:rsidRPr="00472F61" w:rsidRDefault="00E14E1A" w:rsidP="001065E6">
            <w:pPr>
              <w:pStyle w:val="acctfourfigures"/>
              <w:tabs>
                <w:tab w:val="decimal" w:pos="551"/>
              </w:tabs>
              <w:spacing w:line="240" w:lineRule="atLeast"/>
              <w:rPr>
                <w:sz w:val="19"/>
                <w:szCs w:val="19"/>
              </w:rPr>
            </w:pPr>
          </w:p>
        </w:tc>
        <w:tc>
          <w:tcPr>
            <w:tcW w:w="897" w:type="dxa"/>
            <w:vAlign w:val="bottom"/>
          </w:tcPr>
          <w:p w14:paraId="2640E254" w14:textId="77777777" w:rsidR="00E14E1A" w:rsidRPr="00472F61" w:rsidRDefault="00E14E1A" w:rsidP="001065E6">
            <w:pPr>
              <w:pStyle w:val="acctfourfigures"/>
              <w:tabs>
                <w:tab w:val="clear" w:pos="765"/>
                <w:tab w:val="decimal" w:pos="462"/>
              </w:tabs>
              <w:spacing w:line="240" w:lineRule="atLeast"/>
              <w:ind w:right="11"/>
              <w:jc w:val="center"/>
              <w:rPr>
                <w:sz w:val="19"/>
                <w:szCs w:val="19"/>
              </w:rPr>
            </w:pPr>
          </w:p>
        </w:tc>
        <w:tc>
          <w:tcPr>
            <w:tcW w:w="183" w:type="dxa"/>
            <w:vAlign w:val="bottom"/>
          </w:tcPr>
          <w:p w14:paraId="2237663E" w14:textId="77777777" w:rsidR="00E14E1A" w:rsidRPr="00472F61" w:rsidRDefault="00E14E1A" w:rsidP="001065E6">
            <w:pPr>
              <w:pStyle w:val="acctfourfigures"/>
              <w:tabs>
                <w:tab w:val="decimal" w:pos="551"/>
              </w:tabs>
              <w:spacing w:line="240" w:lineRule="atLeast"/>
              <w:rPr>
                <w:sz w:val="19"/>
                <w:szCs w:val="19"/>
              </w:rPr>
            </w:pPr>
          </w:p>
        </w:tc>
        <w:tc>
          <w:tcPr>
            <w:tcW w:w="891" w:type="dxa"/>
            <w:vAlign w:val="bottom"/>
          </w:tcPr>
          <w:p w14:paraId="425A1511" w14:textId="77777777" w:rsidR="00E14E1A" w:rsidRPr="00472F61" w:rsidRDefault="00E14E1A" w:rsidP="001065E6">
            <w:pPr>
              <w:pStyle w:val="acctfourfigures"/>
              <w:tabs>
                <w:tab w:val="clear" w:pos="765"/>
                <w:tab w:val="decimal" w:pos="639"/>
              </w:tabs>
              <w:spacing w:line="240" w:lineRule="atLeast"/>
              <w:ind w:right="11"/>
              <w:rPr>
                <w:sz w:val="19"/>
                <w:szCs w:val="19"/>
              </w:rPr>
            </w:pPr>
          </w:p>
        </w:tc>
        <w:tc>
          <w:tcPr>
            <w:tcW w:w="189" w:type="dxa"/>
            <w:vAlign w:val="bottom"/>
          </w:tcPr>
          <w:p w14:paraId="14E6FE07" w14:textId="77777777" w:rsidR="00E14E1A" w:rsidRPr="00472F61" w:rsidRDefault="00E14E1A" w:rsidP="001065E6">
            <w:pPr>
              <w:pStyle w:val="acctfourfigures"/>
              <w:tabs>
                <w:tab w:val="decimal" w:pos="551"/>
              </w:tabs>
              <w:spacing w:line="240" w:lineRule="atLeast"/>
              <w:rPr>
                <w:sz w:val="19"/>
                <w:szCs w:val="19"/>
              </w:rPr>
            </w:pPr>
          </w:p>
        </w:tc>
        <w:tc>
          <w:tcPr>
            <w:tcW w:w="900" w:type="dxa"/>
            <w:vAlign w:val="bottom"/>
          </w:tcPr>
          <w:p w14:paraId="7CAC05A4" w14:textId="77777777" w:rsidR="00E14E1A" w:rsidRPr="00472F61" w:rsidRDefault="00E14E1A" w:rsidP="001065E6">
            <w:pPr>
              <w:pStyle w:val="acctfourfigures"/>
              <w:tabs>
                <w:tab w:val="clear" w:pos="765"/>
                <w:tab w:val="decimal" w:pos="718"/>
              </w:tabs>
              <w:spacing w:line="240" w:lineRule="atLeast"/>
              <w:ind w:right="11"/>
              <w:rPr>
                <w:sz w:val="19"/>
                <w:szCs w:val="19"/>
              </w:rPr>
            </w:pPr>
          </w:p>
        </w:tc>
        <w:tc>
          <w:tcPr>
            <w:tcW w:w="178" w:type="dxa"/>
            <w:vAlign w:val="bottom"/>
          </w:tcPr>
          <w:p w14:paraId="6E616022" w14:textId="77777777" w:rsidR="00E14E1A" w:rsidRPr="00472F61" w:rsidRDefault="00E14E1A" w:rsidP="001065E6">
            <w:pPr>
              <w:pStyle w:val="acctfourfigures"/>
              <w:tabs>
                <w:tab w:val="decimal" w:pos="551"/>
              </w:tabs>
              <w:spacing w:line="240" w:lineRule="atLeast"/>
              <w:rPr>
                <w:sz w:val="19"/>
                <w:szCs w:val="19"/>
              </w:rPr>
            </w:pPr>
          </w:p>
        </w:tc>
        <w:tc>
          <w:tcPr>
            <w:tcW w:w="801" w:type="dxa"/>
            <w:vAlign w:val="bottom"/>
          </w:tcPr>
          <w:p w14:paraId="28B1E66C" w14:textId="77777777" w:rsidR="00E14E1A" w:rsidRPr="00472F61" w:rsidRDefault="00E14E1A" w:rsidP="001065E6">
            <w:pPr>
              <w:pStyle w:val="acctfourfigures"/>
              <w:tabs>
                <w:tab w:val="clear" w:pos="765"/>
                <w:tab w:val="decimal" w:pos="438"/>
              </w:tabs>
              <w:spacing w:line="240" w:lineRule="atLeast"/>
              <w:ind w:right="11"/>
              <w:rPr>
                <w:sz w:val="19"/>
                <w:szCs w:val="19"/>
              </w:rPr>
            </w:pPr>
          </w:p>
        </w:tc>
        <w:tc>
          <w:tcPr>
            <w:tcW w:w="189" w:type="dxa"/>
            <w:vAlign w:val="bottom"/>
          </w:tcPr>
          <w:p w14:paraId="4BE190A1" w14:textId="77777777" w:rsidR="00E14E1A" w:rsidRPr="00472F61" w:rsidRDefault="00E14E1A" w:rsidP="001065E6">
            <w:pPr>
              <w:pStyle w:val="acctfourfigures"/>
              <w:tabs>
                <w:tab w:val="clear" w:pos="765"/>
                <w:tab w:val="decimal" w:pos="551"/>
                <w:tab w:val="decimal" w:pos="731"/>
              </w:tabs>
              <w:spacing w:line="240" w:lineRule="atLeast"/>
              <w:ind w:right="11"/>
              <w:rPr>
                <w:sz w:val="19"/>
                <w:szCs w:val="19"/>
              </w:rPr>
            </w:pPr>
          </w:p>
        </w:tc>
        <w:tc>
          <w:tcPr>
            <w:tcW w:w="810" w:type="dxa"/>
            <w:vAlign w:val="bottom"/>
          </w:tcPr>
          <w:p w14:paraId="277650B3" w14:textId="77777777" w:rsidR="00E14E1A" w:rsidRPr="00472F61" w:rsidRDefault="00E14E1A" w:rsidP="001065E6">
            <w:pPr>
              <w:pStyle w:val="acctfourfigures"/>
              <w:tabs>
                <w:tab w:val="clear" w:pos="765"/>
                <w:tab w:val="decimal" w:pos="438"/>
              </w:tabs>
              <w:spacing w:line="240" w:lineRule="atLeast"/>
              <w:ind w:right="11"/>
              <w:rPr>
                <w:sz w:val="19"/>
                <w:szCs w:val="19"/>
              </w:rPr>
            </w:pPr>
          </w:p>
        </w:tc>
        <w:tc>
          <w:tcPr>
            <w:tcW w:w="180" w:type="dxa"/>
            <w:vAlign w:val="bottom"/>
          </w:tcPr>
          <w:p w14:paraId="01029F33" w14:textId="77777777" w:rsidR="00E14E1A" w:rsidRPr="00472F61" w:rsidRDefault="00E14E1A" w:rsidP="001065E6">
            <w:pPr>
              <w:pStyle w:val="acctfourfigures"/>
              <w:tabs>
                <w:tab w:val="clear" w:pos="765"/>
                <w:tab w:val="decimal" w:pos="551"/>
              </w:tabs>
              <w:spacing w:line="240" w:lineRule="atLeast"/>
              <w:ind w:right="11"/>
              <w:rPr>
                <w:sz w:val="19"/>
                <w:szCs w:val="19"/>
              </w:rPr>
            </w:pPr>
          </w:p>
        </w:tc>
        <w:tc>
          <w:tcPr>
            <w:tcW w:w="810" w:type="dxa"/>
            <w:vAlign w:val="bottom"/>
          </w:tcPr>
          <w:p w14:paraId="5CA21588" w14:textId="77777777" w:rsidR="00E14E1A" w:rsidRPr="00472F61" w:rsidRDefault="00E14E1A" w:rsidP="00400122">
            <w:pPr>
              <w:pStyle w:val="acctfourfigures"/>
              <w:tabs>
                <w:tab w:val="clear" w:pos="765"/>
                <w:tab w:val="decimal" w:pos="454"/>
              </w:tabs>
              <w:spacing w:line="240" w:lineRule="atLeast"/>
              <w:ind w:right="11"/>
              <w:rPr>
                <w:sz w:val="19"/>
                <w:szCs w:val="19"/>
              </w:rPr>
            </w:pPr>
          </w:p>
        </w:tc>
        <w:tc>
          <w:tcPr>
            <w:tcW w:w="180" w:type="dxa"/>
            <w:vAlign w:val="bottom"/>
          </w:tcPr>
          <w:p w14:paraId="5120F07A" w14:textId="77777777" w:rsidR="00E14E1A" w:rsidRPr="00472F61" w:rsidRDefault="00E14E1A" w:rsidP="001065E6">
            <w:pPr>
              <w:pStyle w:val="acctfourfigures"/>
              <w:tabs>
                <w:tab w:val="clear" w:pos="765"/>
                <w:tab w:val="decimal" w:pos="551"/>
                <w:tab w:val="decimal" w:pos="731"/>
              </w:tabs>
              <w:spacing w:line="240" w:lineRule="atLeast"/>
              <w:ind w:right="11"/>
              <w:rPr>
                <w:sz w:val="19"/>
                <w:szCs w:val="19"/>
              </w:rPr>
            </w:pPr>
          </w:p>
        </w:tc>
        <w:tc>
          <w:tcPr>
            <w:tcW w:w="837" w:type="dxa"/>
            <w:vAlign w:val="bottom"/>
          </w:tcPr>
          <w:p w14:paraId="77B6571A" w14:textId="77777777" w:rsidR="00E14E1A" w:rsidRPr="00472F61" w:rsidRDefault="00E14E1A" w:rsidP="001065E6">
            <w:pPr>
              <w:pStyle w:val="acctfourfigures"/>
              <w:tabs>
                <w:tab w:val="clear" w:pos="765"/>
                <w:tab w:val="decimal" w:pos="640"/>
              </w:tabs>
              <w:spacing w:line="240" w:lineRule="atLeast"/>
              <w:ind w:right="11"/>
              <w:rPr>
                <w:sz w:val="19"/>
                <w:szCs w:val="19"/>
              </w:rPr>
            </w:pPr>
          </w:p>
        </w:tc>
      </w:tr>
      <w:tr w:rsidR="00B95B4F" w:rsidRPr="00472F61" w14:paraId="25381625" w14:textId="77777777" w:rsidTr="00D359B2">
        <w:trPr>
          <w:cantSplit/>
          <w:trHeight w:val="268"/>
        </w:trPr>
        <w:tc>
          <w:tcPr>
            <w:tcW w:w="1705" w:type="dxa"/>
            <w:vAlign w:val="bottom"/>
          </w:tcPr>
          <w:p w14:paraId="34E72C2C" w14:textId="60ED3DA0" w:rsidR="00B95B4F" w:rsidRPr="00472F61" w:rsidRDefault="00EC3779" w:rsidP="00B95B4F">
            <w:pPr>
              <w:spacing w:line="240" w:lineRule="atLeast"/>
              <w:ind w:left="100" w:hanging="100"/>
              <w:rPr>
                <w:sz w:val="19"/>
                <w:szCs w:val="19"/>
              </w:rPr>
            </w:pPr>
            <w:r w:rsidRPr="00472F61">
              <w:rPr>
                <w:b/>
                <w:bCs/>
                <w:i/>
                <w:iCs/>
                <w:sz w:val="19"/>
                <w:szCs w:val="19"/>
              </w:rPr>
              <w:t xml:space="preserve">Associate </w:t>
            </w:r>
            <w:r>
              <w:rPr>
                <w:b/>
                <w:bCs/>
                <w:i/>
                <w:iCs/>
                <w:sz w:val="19"/>
                <w:szCs w:val="19"/>
              </w:rPr>
              <w:t>(</w:t>
            </w:r>
            <w:r w:rsidR="00E14E1A" w:rsidRPr="00E14E1A">
              <w:rPr>
                <w:b/>
                <w:bCs/>
                <w:i/>
                <w:iCs/>
                <w:sz w:val="19"/>
                <w:szCs w:val="19"/>
              </w:rPr>
              <w:t>indirect shareholding by a subsidiary</w:t>
            </w:r>
            <w:r>
              <w:rPr>
                <w:b/>
                <w:bCs/>
                <w:i/>
                <w:iCs/>
                <w:sz w:val="19"/>
                <w:szCs w:val="19"/>
              </w:rPr>
              <w:t>)</w:t>
            </w:r>
          </w:p>
        </w:tc>
        <w:tc>
          <w:tcPr>
            <w:tcW w:w="1175" w:type="dxa"/>
            <w:vAlign w:val="bottom"/>
          </w:tcPr>
          <w:p w14:paraId="23966429" w14:textId="77777777" w:rsidR="00B95B4F" w:rsidRPr="00472F61" w:rsidRDefault="00B95B4F" w:rsidP="00B95B4F">
            <w:pPr>
              <w:tabs>
                <w:tab w:val="decimal" w:pos="200"/>
              </w:tabs>
              <w:spacing w:line="240" w:lineRule="atLeast"/>
              <w:ind w:left="-68" w:right="-79"/>
              <w:jc w:val="center"/>
              <w:rPr>
                <w:sz w:val="19"/>
                <w:szCs w:val="19"/>
              </w:rPr>
            </w:pPr>
          </w:p>
        </w:tc>
        <w:tc>
          <w:tcPr>
            <w:tcW w:w="187" w:type="dxa"/>
          </w:tcPr>
          <w:p w14:paraId="5B8D3A02" w14:textId="77777777" w:rsidR="00B95B4F" w:rsidRPr="00472F61" w:rsidRDefault="00B95B4F" w:rsidP="00B95B4F">
            <w:pPr>
              <w:tabs>
                <w:tab w:val="decimal" w:pos="461"/>
              </w:tabs>
              <w:spacing w:line="240" w:lineRule="atLeast"/>
              <w:rPr>
                <w:sz w:val="19"/>
                <w:szCs w:val="19"/>
              </w:rPr>
            </w:pPr>
          </w:p>
        </w:tc>
        <w:tc>
          <w:tcPr>
            <w:tcW w:w="801" w:type="dxa"/>
            <w:vAlign w:val="bottom"/>
          </w:tcPr>
          <w:p w14:paraId="53F732A5" w14:textId="77777777" w:rsidR="00B95B4F" w:rsidRPr="00472F61" w:rsidRDefault="00B95B4F" w:rsidP="00B95B4F">
            <w:pPr>
              <w:tabs>
                <w:tab w:val="decimal" w:pos="461"/>
              </w:tabs>
              <w:spacing w:line="240" w:lineRule="atLeast"/>
              <w:rPr>
                <w:sz w:val="19"/>
                <w:szCs w:val="19"/>
              </w:rPr>
            </w:pPr>
          </w:p>
        </w:tc>
        <w:tc>
          <w:tcPr>
            <w:tcW w:w="189" w:type="dxa"/>
            <w:vAlign w:val="bottom"/>
          </w:tcPr>
          <w:p w14:paraId="4D5ECE90" w14:textId="77777777" w:rsidR="00B95B4F" w:rsidRPr="00472F61" w:rsidRDefault="00B95B4F" w:rsidP="00B95B4F">
            <w:pPr>
              <w:tabs>
                <w:tab w:val="decimal" w:pos="461"/>
              </w:tabs>
              <w:spacing w:line="240" w:lineRule="atLeast"/>
              <w:rPr>
                <w:sz w:val="19"/>
                <w:szCs w:val="19"/>
              </w:rPr>
            </w:pPr>
          </w:p>
        </w:tc>
        <w:tc>
          <w:tcPr>
            <w:tcW w:w="810" w:type="dxa"/>
            <w:vAlign w:val="bottom"/>
          </w:tcPr>
          <w:p w14:paraId="4927565C" w14:textId="77777777" w:rsidR="00B95B4F" w:rsidRPr="00472F61" w:rsidRDefault="00B95B4F" w:rsidP="00B95B4F">
            <w:pPr>
              <w:tabs>
                <w:tab w:val="decimal" w:pos="461"/>
              </w:tabs>
              <w:spacing w:line="240" w:lineRule="atLeast"/>
              <w:rPr>
                <w:sz w:val="19"/>
                <w:szCs w:val="19"/>
              </w:rPr>
            </w:pPr>
          </w:p>
        </w:tc>
        <w:tc>
          <w:tcPr>
            <w:tcW w:w="180" w:type="dxa"/>
            <w:vAlign w:val="bottom"/>
          </w:tcPr>
          <w:p w14:paraId="0528DE6B" w14:textId="77777777" w:rsidR="00B95B4F" w:rsidRPr="00472F61" w:rsidRDefault="00B95B4F" w:rsidP="00B95B4F">
            <w:pPr>
              <w:tabs>
                <w:tab w:val="decimal" w:pos="461"/>
              </w:tabs>
              <w:spacing w:line="240" w:lineRule="atLeast"/>
              <w:rPr>
                <w:sz w:val="19"/>
                <w:szCs w:val="19"/>
              </w:rPr>
            </w:pPr>
          </w:p>
        </w:tc>
        <w:tc>
          <w:tcPr>
            <w:tcW w:w="896" w:type="dxa"/>
            <w:vAlign w:val="bottom"/>
          </w:tcPr>
          <w:p w14:paraId="0BE95DEE" w14:textId="77777777" w:rsidR="00B95B4F" w:rsidRPr="00472F61" w:rsidRDefault="00B95B4F" w:rsidP="00B95B4F">
            <w:pPr>
              <w:pStyle w:val="acctfourfigures"/>
              <w:tabs>
                <w:tab w:val="clear" w:pos="765"/>
                <w:tab w:val="decimal" w:pos="727"/>
              </w:tabs>
              <w:spacing w:line="240" w:lineRule="atLeast"/>
              <w:ind w:right="11"/>
              <w:rPr>
                <w:sz w:val="19"/>
                <w:szCs w:val="19"/>
              </w:rPr>
            </w:pPr>
          </w:p>
        </w:tc>
        <w:tc>
          <w:tcPr>
            <w:tcW w:w="184" w:type="dxa"/>
            <w:vAlign w:val="bottom"/>
          </w:tcPr>
          <w:p w14:paraId="12C529A3" w14:textId="77777777" w:rsidR="00B95B4F" w:rsidRPr="00472F61" w:rsidRDefault="00B95B4F" w:rsidP="00B95B4F">
            <w:pPr>
              <w:pStyle w:val="acctfourfigures"/>
              <w:tabs>
                <w:tab w:val="decimal" w:pos="461"/>
              </w:tabs>
              <w:spacing w:line="240" w:lineRule="atLeast"/>
              <w:rPr>
                <w:sz w:val="19"/>
                <w:szCs w:val="19"/>
              </w:rPr>
            </w:pPr>
          </w:p>
        </w:tc>
        <w:tc>
          <w:tcPr>
            <w:tcW w:w="893" w:type="dxa"/>
            <w:vAlign w:val="bottom"/>
          </w:tcPr>
          <w:p w14:paraId="30DB1234" w14:textId="77777777" w:rsidR="00B95B4F" w:rsidRPr="00472F61" w:rsidRDefault="00B95B4F" w:rsidP="00B95B4F">
            <w:pPr>
              <w:pStyle w:val="acctfourfigures"/>
              <w:tabs>
                <w:tab w:val="clear" w:pos="765"/>
                <w:tab w:val="decimal" w:pos="727"/>
              </w:tabs>
              <w:spacing w:line="240" w:lineRule="atLeast"/>
              <w:ind w:right="11"/>
              <w:rPr>
                <w:sz w:val="19"/>
                <w:szCs w:val="19"/>
              </w:rPr>
            </w:pPr>
          </w:p>
        </w:tc>
        <w:tc>
          <w:tcPr>
            <w:tcW w:w="183" w:type="dxa"/>
            <w:vAlign w:val="bottom"/>
          </w:tcPr>
          <w:p w14:paraId="5F563360" w14:textId="77777777" w:rsidR="00B95B4F" w:rsidRPr="00472F61" w:rsidRDefault="00B95B4F" w:rsidP="00B95B4F">
            <w:pPr>
              <w:pStyle w:val="acctfourfigures"/>
              <w:spacing w:line="240" w:lineRule="atLeast"/>
              <w:rPr>
                <w:sz w:val="19"/>
                <w:szCs w:val="19"/>
              </w:rPr>
            </w:pPr>
          </w:p>
        </w:tc>
        <w:tc>
          <w:tcPr>
            <w:tcW w:w="891" w:type="dxa"/>
            <w:vAlign w:val="bottom"/>
          </w:tcPr>
          <w:p w14:paraId="08FDC597" w14:textId="77777777" w:rsidR="00B95B4F" w:rsidRPr="00472F61" w:rsidRDefault="00B95B4F" w:rsidP="00B95B4F">
            <w:pPr>
              <w:pStyle w:val="acctfourfigures"/>
              <w:tabs>
                <w:tab w:val="clear" w:pos="765"/>
                <w:tab w:val="decimal" w:pos="462"/>
              </w:tabs>
              <w:spacing w:line="240" w:lineRule="atLeast"/>
              <w:ind w:right="11"/>
              <w:jc w:val="center"/>
              <w:rPr>
                <w:sz w:val="19"/>
                <w:szCs w:val="19"/>
              </w:rPr>
            </w:pPr>
          </w:p>
        </w:tc>
        <w:tc>
          <w:tcPr>
            <w:tcW w:w="189" w:type="dxa"/>
            <w:vAlign w:val="bottom"/>
          </w:tcPr>
          <w:p w14:paraId="0A91F1EC" w14:textId="77777777" w:rsidR="00B95B4F" w:rsidRPr="00472F61" w:rsidRDefault="00B95B4F" w:rsidP="00B95B4F">
            <w:pPr>
              <w:pStyle w:val="acctfourfigures"/>
              <w:tabs>
                <w:tab w:val="decimal" w:pos="551"/>
              </w:tabs>
              <w:spacing w:line="240" w:lineRule="atLeast"/>
              <w:rPr>
                <w:sz w:val="19"/>
                <w:szCs w:val="19"/>
              </w:rPr>
            </w:pPr>
          </w:p>
        </w:tc>
        <w:tc>
          <w:tcPr>
            <w:tcW w:w="897" w:type="dxa"/>
            <w:vAlign w:val="bottom"/>
          </w:tcPr>
          <w:p w14:paraId="1BFAA9D4" w14:textId="77777777" w:rsidR="00B95B4F" w:rsidRPr="00472F61" w:rsidRDefault="00B95B4F" w:rsidP="00B95B4F">
            <w:pPr>
              <w:pStyle w:val="acctfourfigures"/>
              <w:tabs>
                <w:tab w:val="clear" w:pos="765"/>
                <w:tab w:val="decimal" w:pos="462"/>
              </w:tabs>
              <w:spacing w:line="240" w:lineRule="atLeast"/>
              <w:ind w:right="11"/>
              <w:jc w:val="center"/>
              <w:rPr>
                <w:sz w:val="19"/>
                <w:szCs w:val="19"/>
              </w:rPr>
            </w:pPr>
          </w:p>
        </w:tc>
        <w:tc>
          <w:tcPr>
            <w:tcW w:w="183" w:type="dxa"/>
            <w:vAlign w:val="bottom"/>
          </w:tcPr>
          <w:p w14:paraId="7A51DB3E" w14:textId="77777777" w:rsidR="00B95B4F" w:rsidRPr="00472F61" w:rsidRDefault="00B95B4F" w:rsidP="00B95B4F">
            <w:pPr>
              <w:pStyle w:val="acctfourfigures"/>
              <w:tabs>
                <w:tab w:val="decimal" w:pos="551"/>
              </w:tabs>
              <w:spacing w:line="240" w:lineRule="atLeast"/>
              <w:rPr>
                <w:sz w:val="19"/>
                <w:szCs w:val="19"/>
              </w:rPr>
            </w:pPr>
          </w:p>
        </w:tc>
        <w:tc>
          <w:tcPr>
            <w:tcW w:w="891" w:type="dxa"/>
            <w:vAlign w:val="bottom"/>
          </w:tcPr>
          <w:p w14:paraId="3154C054" w14:textId="77777777" w:rsidR="00B95B4F" w:rsidRPr="00472F61" w:rsidRDefault="00B95B4F" w:rsidP="00B95B4F">
            <w:pPr>
              <w:pStyle w:val="acctfourfigures"/>
              <w:tabs>
                <w:tab w:val="clear" w:pos="765"/>
                <w:tab w:val="decimal" w:pos="639"/>
              </w:tabs>
              <w:spacing w:line="240" w:lineRule="atLeast"/>
              <w:ind w:right="11"/>
              <w:rPr>
                <w:sz w:val="19"/>
                <w:szCs w:val="19"/>
              </w:rPr>
            </w:pPr>
          </w:p>
        </w:tc>
        <w:tc>
          <w:tcPr>
            <w:tcW w:w="189" w:type="dxa"/>
            <w:vAlign w:val="bottom"/>
          </w:tcPr>
          <w:p w14:paraId="1B631216" w14:textId="77777777" w:rsidR="00B95B4F" w:rsidRPr="00472F61" w:rsidRDefault="00B95B4F" w:rsidP="00B95B4F">
            <w:pPr>
              <w:pStyle w:val="acctfourfigures"/>
              <w:tabs>
                <w:tab w:val="decimal" w:pos="551"/>
              </w:tabs>
              <w:spacing w:line="240" w:lineRule="atLeast"/>
              <w:rPr>
                <w:sz w:val="19"/>
                <w:szCs w:val="19"/>
              </w:rPr>
            </w:pPr>
          </w:p>
        </w:tc>
        <w:tc>
          <w:tcPr>
            <w:tcW w:w="900" w:type="dxa"/>
            <w:vAlign w:val="bottom"/>
          </w:tcPr>
          <w:p w14:paraId="42B998FA" w14:textId="77777777" w:rsidR="00B95B4F" w:rsidRPr="00472F61" w:rsidRDefault="00B95B4F" w:rsidP="00B95B4F">
            <w:pPr>
              <w:pStyle w:val="acctfourfigures"/>
              <w:tabs>
                <w:tab w:val="clear" w:pos="765"/>
                <w:tab w:val="decimal" w:pos="718"/>
              </w:tabs>
              <w:spacing w:line="240" w:lineRule="atLeast"/>
              <w:ind w:right="11"/>
              <w:rPr>
                <w:sz w:val="19"/>
                <w:szCs w:val="19"/>
              </w:rPr>
            </w:pPr>
          </w:p>
        </w:tc>
        <w:tc>
          <w:tcPr>
            <w:tcW w:w="178" w:type="dxa"/>
            <w:vAlign w:val="bottom"/>
          </w:tcPr>
          <w:p w14:paraId="652E977E" w14:textId="77777777" w:rsidR="00B95B4F" w:rsidRPr="00472F61" w:rsidRDefault="00B95B4F" w:rsidP="00B95B4F">
            <w:pPr>
              <w:pStyle w:val="acctfourfigures"/>
              <w:tabs>
                <w:tab w:val="decimal" w:pos="551"/>
              </w:tabs>
              <w:spacing w:line="240" w:lineRule="atLeast"/>
              <w:rPr>
                <w:sz w:val="19"/>
                <w:szCs w:val="19"/>
              </w:rPr>
            </w:pPr>
          </w:p>
        </w:tc>
        <w:tc>
          <w:tcPr>
            <w:tcW w:w="801" w:type="dxa"/>
            <w:vAlign w:val="bottom"/>
          </w:tcPr>
          <w:p w14:paraId="4776B376" w14:textId="77777777" w:rsidR="00B95B4F" w:rsidRPr="00472F61" w:rsidRDefault="00B95B4F" w:rsidP="00B95B4F">
            <w:pPr>
              <w:pStyle w:val="acctfourfigures"/>
              <w:tabs>
                <w:tab w:val="clear" w:pos="765"/>
                <w:tab w:val="decimal" w:pos="438"/>
              </w:tabs>
              <w:spacing w:line="240" w:lineRule="atLeast"/>
              <w:ind w:right="11"/>
              <w:rPr>
                <w:sz w:val="19"/>
                <w:szCs w:val="19"/>
              </w:rPr>
            </w:pPr>
          </w:p>
        </w:tc>
        <w:tc>
          <w:tcPr>
            <w:tcW w:w="189" w:type="dxa"/>
            <w:vAlign w:val="bottom"/>
          </w:tcPr>
          <w:p w14:paraId="2FCF84EB" w14:textId="77777777" w:rsidR="00B95B4F" w:rsidRPr="00472F61" w:rsidRDefault="00B95B4F" w:rsidP="00B95B4F">
            <w:pPr>
              <w:pStyle w:val="acctfourfigures"/>
              <w:tabs>
                <w:tab w:val="clear" w:pos="765"/>
                <w:tab w:val="decimal" w:pos="551"/>
                <w:tab w:val="decimal" w:pos="731"/>
              </w:tabs>
              <w:spacing w:line="240" w:lineRule="atLeast"/>
              <w:ind w:right="11"/>
              <w:rPr>
                <w:sz w:val="19"/>
                <w:szCs w:val="19"/>
              </w:rPr>
            </w:pPr>
          </w:p>
        </w:tc>
        <w:tc>
          <w:tcPr>
            <w:tcW w:w="810" w:type="dxa"/>
            <w:vAlign w:val="bottom"/>
          </w:tcPr>
          <w:p w14:paraId="472AF70C" w14:textId="77777777" w:rsidR="00B95B4F" w:rsidRPr="00472F61" w:rsidRDefault="00B95B4F" w:rsidP="00B95B4F">
            <w:pPr>
              <w:pStyle w:val="acctfourfigures"/>
              <w:tabs>
                <w:tab w:val="clear" w:pos="765"/>
                <w:tab w:val="decimal" w:pos="438"/>
              </w:tabs>
              <w:spacing w:line="240" w:lineRule="atLeast"/>
              <w:ind w:right="11"/>
              <w:rPr>
                <w:sz w:val="19"/>
                <w:szCs w:val="19"/>
              </w:rPr>
            </w:pPr>
          </w:p>
        </w:tc>
        <w:tc>
          <w:tcPr>
            <w:tcW w:w="180" w:type="dxa"/>
            <w:vAlign w:val="bottom"/>
          </w:tcPr>
          <w:p w14:paraId="565472BB" w14:textId="77777777" w:rsidR="00B95B4F" w:rsidRPr="00472F61" w:rsidRDefault="00B95B4F" w:rsidP="00B95B4F">
            <w:pPr>
              <w:pStyle w:val="acctfourfigures"/>
              <w:tabs>
                <w:tab w:val="clear" w:pos="765"/>
                <w:tab w:val="decimal" w:pos="551"/>
              </w:tabs>
              <w:spacing w:line="240" w:lineRule="atLeast"/>
              <w:ind w:right="11"/>
              <w:rPr>
                <w:sz w:val="19"/>
                <w:szCs w:val="19"/>
              </w:rPr>
            </w:pPr>
          </w:p>
        </w:tc>
        <w:tc>
          <w:tcPr>
            <w:tcW w:w="810" w:type="dxa"/>
            <w:vAlign w:val="bottom"/>
          </w:tcPr>
          <w:p w14:paraId="00C254F1" w14:textId="77777777" w:rsidR="00B95B4F" w:rsidRPr="00472F61" w:rsidRDefault="00B95B4F" w:rsidP="00B95B4F">
            <w:pPr>
              <w:pStyle w:val="acctfourfigures"/>
              <w:tabs>
                <w:tab w:val="clear" w:pos="765"/>
                <w:tab w:val="decimal" w:pos="640"/>
              </w:tabs>
              <w:spacing w:line="240" w:lineRule="atLeast"/>
              <w:ind w:right="11"/>
              <w:rPr>
                <w:sz w:val="19"/>
                <w:szCs w:val="19"/>
              </w:rPr>
            </w:pPr>
          </w:p>
        </w:tc>
        <w:tc>
          <w:tcPr>
            <w:tcW w:w="180" w:type="dxa"/>
            <w:vAlign w:val="bottom"/>
          </w:tcPr>
          <w:p w14:paraId="3A414F55" w14:textId="77777777" w:rsidR="00B95B4F" w:rsidRPr="00472F61" w:rsidRDefault="00B95B4F" w:rsidP="00B95B4F">
            <w:pPr>
              <w:pStyle w:val="acctfourfigures"/>
              <w:tabs>
                <w:tab w:val="clear" w:pos="765"/>
                <w:tab w:val="decimal" w:pos="551"/>
                <w:tab w:val="decimal" w:pos="731"/>
              </w:tabs>
              <w:spacing w:line="240" w:lineRule="atLeast"/>
              <w:ind w:right="11"/>
              <w:rPr>
                <w:sz w:val="19"/>
                <w:szCs w:val="19"/>
              </w:rPr>
            </w:pPr>
          </w:p>
        </w:tc>
        <w:tc>
          <w:tcPr>
            <w:tcW w:w="837" w:type="dxa"/>
            <w:vAlign w:val="bottom"/>
          </w:tcPr>
          <w:p w14:paraId="768D490B" w14:textId="77777777" w:rsidR="00B95B4F" w:rsidRPr="00472F61" w:rsidRDefault="00B95B4F" w:rsidP="00B95B4F">
            <w:pPr>
              <w:pStyle w:val="acctfourfigures"/>
              <w:tabs>
                <w:tab w:val="clear" w:pos="765"/>
                <w:tab w:val="decimal" w:pos="640"/>
              </w:tabs>
              <w:spacing w:line="240" w:lineRule="atLeast"/>
              <w:ind w:right="11"/>
              <w:rPr>
                <w:sz w:val="19"/>
                <w:szCs w:val="19"/>
              </w:rPr>
            </w:pPr>
          </w:p>
        </w:tc>
      </w:tr>
      <w:tr w:rsidR="00B95B4F" w:rsidRPr="00472F61" w14:paraId="72D6EFD0" w14:textId="77777777" w:rsidTr="00EC3779">
        <w:trPr>
          <w:cantSplit/>
          <w:trHeight w:val="473"/>
        </w:trPr>
        <w:tc>
          <w:tcPr>
            <w:tcW w:w="1705" w:type="dxa"/>
          </w:tcPr>
          <w:p w14:paraId="73B659B0" w14:textId="77777777" w:rsidR="00B95B4F" w:rsidRPr="00472F61" w:rsidRDefault="00B95B4F" w:rsidP="00B95B4F">
            <w:pPr>
              <w:spacing w:line="240" w:lineRule="atLeast"/>
              <w:ind w:left="100" w:right="-82" w:hanging="100"/>
              <w:rPr>
                <w:i/>
                <w:iCs/>
                <w:sz w:val="19"/>
                <w:szCs w:val="19"/>
              </w:rPr>
            </w:pPr>
            <w:r w:rsidRPr="00472F61">
              <w:rPr>
                <w:sz w:val="19"/>
                <w:szCs w:val="19"/>
              </w:rPr>
              <w:t>Bayswater Co., Ltd</w:t>
            </w:r>
            <w:r w:rsidRPr="00472F61">
              <w:rPr>
                <w:i/>
                <w:iCs/>
                <w:sz w:val="19"/>
                <w:szCs w:val="19"/>
              </w:rPr>
              <w:t>.</w:t>
            </w:r>
          </w:p>
          <w:p w14:paraId="2ED7B68D" w14:textId="612C5905" w:rsidR="00B95B4F" w:rsidRPr="00472F61" w:rsidRDefault="00B95B4F" w:rsidP="00B95B4F">
            <w:pPr>
              <w:spacing w:line="240" w:lineRule="atLeast"/>
              <w:ind w:left="3"/>
              <w:rPr>
                <w:sz w:val="19"/>
                <w:szCs w:val="19"/>
              </w:rPr>
            </w:pPr>
          </w:p>
        </w:tc>
        <w:tc>
          <w:tcPr>
            <w:tcW w:w="1175" w:type="dxa"/>
            <w:vAlign w:val="bottom"/>
          </w:tcPr>
          <w:p w14:paraId="248311CC" w14:textId="77777777" w:rsidR="00B95B4F" w:rsidRPr="00472F61" w:rsidRDefault="00B95B4F" w:rsidP="00B95B4F">
            <w:pPr>
              <w:tabs>
                <w:tab w:val="decimal" w:pos="200"/>
              </w:tabs>
              <w:spacing w:line="240" w:lineRule="atLeast"/>
              <w:ind w:left="-68" w:right="-79"/>
              <w:jc w:val="center"/>
              <w:rPr>
                <w:sz w:val="19"/>
                <w:szCs w:val="19"/>
              </w:rPr>
            </w:pPr>
            <w:r w:rsidRPr="00472F61">
              <w:rPr>
                <w:sz w:val="19"/>
                <w:szCs w:val="19"/>
              </w:rPr>
              <w:t>Real estate development</w:t>
            </w:r>
          </w:p>
        </w:tc>
        <w:tc>
          <w:tcPr>
            <w:tcW w:w="187" w:type="dxa"/>
          </w:tcPr>
          <w:p w14:paraId="534E7907" w14:textId="77777777" w:rsidR="00B95B4F" w:rsidRPr="00472F61" w:rsidRDefault="00B95B4F" w:rsidP="00B95B4F">
            <w:pPr>
              <w:tabs>
                <w:tab w:val="decimal" w:pos="461"/>
              </w:tabs>
              <w:spacing w:line="240" w:lineRule="atLeast"/>
              <w:rPr>
                <w:sz w:val="19"/>
                <w:szCs w:val="19"/>
              </w:rPr>
            </w:pPr>
          </w:p>
        </w:tc>
        <w:tc>
          <w:tcPr>
            <w:tcW w:w="801" w:type="dxa"/>
            <w:vAlign w:val="bottom"/>
          </w:tcPr>
          <w:p w14:paraId="0485EB0C" w14:textId="77777777" w:rsidR="00B95B4F" w:rsidRPr="00400122" w:rsidRDefault="00B95B4F" w:rsidP="00B95B4F">
            <w:pPr>
              <w:tabs>
                <w:tab w:val="decimal" w:pos="461"/>
              </w:tabs>
              <w:spacing w:line="240" w:lineRule="atLeast"/>
              <w:rPr>
                <w:sz w:val="19"/>
                <w:szCs w:val="19"/>
              </w:rPr>
            </w:pPr>
            <w:r w:rsidRPr="00400122">
              <w:rPr>
                <w:sz w:val="19"/>
                <w:szCs w:val="19"/>
              </w:rPr>
              <w:t>50</w:t>
            </w:r>
          </w:p>
        </w:tc>
        <w:tc>
          <w:tcPr>
            <w:tcW w:w="189" w:type="dxa"/>
            <w:vAlign w:val="bottom"/>
          </w:tcPr>
          <w:p w14:paraId="2096D53F" w14:textId="77777777" w:rsidR="00B95B4F" w:rsidRPr="00400122" w:rsidRDefault="00B95B4F" w:rsidP="00B95B4F">
            <w:pPr>
              <w:tabs>
                <w:tab w:val="decimal" w:pos="461"/>
              </w:tabs>
              <w:spacing w:line="240" w:lineRule="atLeast"/>
              <w:rPr>
                <w:sz w:val="19"/>
                <w:szCs w:val="19"/>
              </w:rPr>
            </w:pPr>
          </w:p>
        </w:tc>
        <w:tc>
          <w:tcPr>
            <w:tcW w:w="810" w:type="dxa"/>
            <w:vAlign w:val="bottom"/>
          </w:tcPr>
          <w:p w14:paraId="557F99F7" w14:textId="77777777" w:rsidR="00B95B4F" w:rsidRPr="00400122" w:rsidRDefault="00B95B4F" w:rsidP="00B95B4F">
            <w:pPr>
              <w:tabs>
                <w:tab w:val="decimal" w:pos="461"/>
              </w:tabs>
              <w:spacing w:line="240" w:lineRule="atLeast"/>
              <w:rPr>
                <w:sz w:val="19"/>
                <w:szCs w:val="19"/>
              </w:rPr>
            </w:pPr>
            <w:r w:rsidRPr="00400122">
              <w:rPr>
                <w:sz w:val="19"/>
                <w:szCs w:val="19"/>
              </w:rPr>
              <w:t>50</w:t>
            </w:r>
          </w:p>
        </w:tc>
        <w:tc>
          <w:tcPr>
            <w:tcW w:w="180" w:type="dxa"/>
            <w:vAlign w:val="bottom"/>
          </w:tcPr>
          <w:p w14:paraId="1B428EE5" w14:textId="77777777" w:rsidR="00B95B4F" w:rsidRPr="00400122" w:rsidRDefault="00B95B4F" w:rsidP="00B95B4F">
            <w:pPr>
              <w:tabs>
                <w:tab w:val="decimal" w:pos="461"/>
              </w:tabs>
              <w:spacing w:line="240" w:lineRule="atLeast"/>
              <w:rPr>
                <w:sz w:val="19"/>
                <w:szCs w:val="19"/>
              </w:rPr>
            </w:pPr>
          </w:p>
        </w:tc>
        <w:tc>
          <w:tcPr>
            <w:tcW w:w="896" w:type="dxa"/>
            <w:vAlign w:val="bottom"/>
          </w:tcPr>
          <w:p w14:paraId="6370ABD3" w14:textId="77777777" w:rsidR="00B95B4F" w:rsidRPr="00400122" w:rsidRDefault="00B95B4F" w:rsidP="00B95B4F">
            <w:pPr>
              <w:pStyle w:val="acctfourfigures"/>
              <w:tabs>
                <w:tab w:val="clear" w:pos="765"/>
                <w:tab w:val="decimal" w:pos="727"/>
              </w:tabs>
              <w:spacing w:line="240" w:lineRule="atLeast"/>
              <w:ind w:right="11"/>
              <w:rPr>
                <w:sz w:val="19"/>
                <w:szCs w:val="19"/>
              </w:rPr>
            </w:pPr>
            <w:r w:rsidRPr="00400122">
              <w:rPr>
                <w:sz w:val="19"/>
                <w:szCs w:val="19"/>
              </w:rPr>
              <w:t>10</w:t>
            </w:r>
          </w:p>
        </w:tc>
        <w:tc>
          <w:tcPr>
            <w:tcW w:w="184" w:type="dxa"/>
            <w:vAlign w:val="bottom"/>
          </w:tcPr>
          <w:p w14:paraId="747CA62D" w14:textId="77777777" w:rsidR="00B95B4F" w:rsidRPr="00400122" w:rsidRDefault="00B95B4F" w:rsidP="00B95B4F">
            <w:pPr>
              <w:pStyle w:val="acctfourfigures"/>
              <w:tabs>
                <w:tab w:val="decimal" w:pos="461"/>
              </w:tabs>
              <w:spacing w:line="240" w:lineRule="atLeast"/>
              <w:rPr>
                <w:sz w:val="19"/>
                <w:szCs w:val="19"/>
              </w:rPr>
            </w:pPr>
          </w:p>
        </w:tc>
        <w:tc>
          <w:tcPr>
            <w:tcW w:w="893" w:type="dxa"/>
            <w:vAlign w:val="bottom"/>
          </w:tcPr>
          <w:p w14:paraId="6CFFF518" w14:textId="77777777" w:rsidR="00B95B4F" w:rsidRPr="00400122" w:rsidRDefault="00B95B4F" w:rsidP="00B95B4F">
            <w:pPr>
              <w:pStyle w:val="acctfourfigures"/>
              <w:tabs>
                <w:tab w:val="clear" w:pos="765"/>
                <w:tab w:val="decimal" w:pos="727"/>
              </w:tabs>
              <w:spacing w:line="240" w:lineRule="atLeast"/>
              <w:ind w:right="11"/>
              <w:rPr>
                <w:sz w:val="19"/>
                <w:szCs w:val="19"/>
              </w:rPr>
            </w:pPr>
            <w:r w:rsidRPr="00400122">
              <w:rPr>
                <w:sz w:val="19"/>
                <w:szCs w:val="19"/>
              </w:rPr>
              <w:t>10</w:t>
            </w:r>
          </w:p>
        </w:tc>
        <w:tc>
          <w:tcPr>
            <w:tcW w:w="183" w:type="dxa"/>
            <w:vAlign w:val="bottom"/>
          </w:tcPr>
          <w:p w14:paraId="326A9786" w14:textId="77777777" w:rsidR="00B95B4F" w:rsidRPr="00400122" w:rsidRDefault="00B95B4F" w:rsidP="00B95B4F">
            <w:pPr>
              <w:pStyle w:val="acctfourfigures"/>
              <w:spacing w:line="240" w:lineRule="atLeast"/>
              <w:rPr>
                <w:sz w:val="19"/>
                <w:szCs w:val="19"/>
              </w:rPr>
            </w:pPr>
          </w:p>
        </w:tc>
        <w:tc>
          <w:tcPr>
            <w:tcW w:w="891" w:type="dxa"/>
            <w:tcBorders>
              <w:bottom w:val="single" w:sz="4" w:space="0" w:color="auto"/>
            </w:tcBorders>
            <w:vAlign w:val="bottom"/>
          </w:tcPr>
          <w:p w14:paraId="3E43C89F" w14:textId="7AA82673" w:rsidR="00B95B4F" w:rsidRPr="00400122" w:rsidRDefault="00400122" w:rsidP="00B95B4F">
            <w:pPr>
              <w:pStyle w:val="acctfourfigures"/>
              <w:tabs>
                <w:tab w:val="clear" w:pos="765"/>
                <w:tab w:val="decimal" w:pos="373"/>
              </w:tabs>
              <w:spacing w:line="240" w:lineRule="atLeast"/>
              <w:ind w:right="11"/>
              <w:jc w:val="center"/>
              <w:rPr>
                <w:sz w:val="19"/>
                <w:szCs w:val="19"/>
              </w:rPr>
            </w:pPr>
            <w:r w:rsidRPr="00400122">
              <w:rPr>
                <w:sz w:val="19"/>
                <w:szCs w:val="19"/>
              </w:rPr>
              <w:t>-</w:t>
            </w:r>
          </w:p>
        </w:tc>
        <w:tc>
          <w:tcPr>
            <w:tcW w:w="189" w:type="dxa"/>
            <w:vAlign w:val="bottom"/>
          </w:tcPr>
          <w:p w14:paraId="4974468A" w14:textId="77777777" w:rsidR="00B95B4F" w:rsidRPr="00400122" w:rsidRDefault="00B95B4F" w:rsidP="00B95B4F">
            <w:pPr>
              <w:pStyle w:val="acctfourfigures"/>
              <w:tabs>
                <w:tab w:val="decimal" w:pos="551"/>
              </w:tabs>
              <w:spacing w:line="240" w:lineRule="atLeast"/>
              <w:rPr>
                <w:sz w:val="19"/>
                <w:szCs w:val="19"/>
              </w:rPr>
            </w:pPr>
          </w:p>
        </w:tc>
        <w:tc>
          <w:tcPr>
            <w:tcW w:w="897" w:type="dxa"/>
            <w:tcBorders>
              <w:bottom w:val="single" w:sz="4" w:space="0" w:color="auto"/>
            </w:tcBorders>
            <w:vAlign w:val="bottom"/>
          </w:tcPr>
          <w:p w14:paraId="0CC3009D" w14:textId="1FD80171" w:rsidR="00B95B4F" w:rsidRPr="00400122" w:rsidRDefault="00400122" w:rsidP="00B95B4F">
            <w:pPr>
              <w:pStyle w:val="acctfourfigures"/>
              <w:tabs>
                <w:tab w:val="clear" w:pos="765"/>
                <w:tab w:val="decimal" w:pos="373"/>
              </w:tabs>
              <w:spacing w:line="240" w:lineRule="atLeast"/>
              <w:ind w:right="11"/>
              <w:jc w:val="center"/>
              <w:rPr>
                <w:sz w:val="19"/>
                <w:szCs w:val="19"/>
              </w:rPr>
            </w:pPr>
            <w:r w:rsidRPr="00400122">
              <w:rPr>
                <w:sz w:val="19"/>
                <w:szCs w:val="19"/>
              </w:rPr>
              <w:t>-</w:t>
            </w:r>
          </w:p>
        </w:tc>
        <w:tc>
          <w:tcPr>
            <w:tcW w:w="183" w:type="dxa"/>
            <w:vAlign w:val="bottom"/>
          </w:tcPr>
          <w:p w14:paraId="2FFB50C4" w14:textId="77777777" w:rsidR="00B95B4F" w:rsidRPr="00400122" w:rsidRDefault="00B95B4F" w:rsidP="00B95B4F">
            <w:pPr>
              <w:pStyle w:val="acctfourfigures"/>
              <w:tabs>
                <w:tab w:val="decimal" w:pos="551"/>
              </w:tabs>
              <w:spacing w:line="240" w:lineRule="atLeast"/>
              <w:rPr>
                <w:sz w:val="19"/>
                <w:szCs w:val="19"/>
              </w:rPr>
            </w:pPr>
          </w:p>
        </w:tc>
        <w:tc>
          <w:tcPr>
            <w:tcW w:w="891" w:type="dxa"/>
            <w:tcBorders>
              <w:bottom w:val="single" w:sz="4" w:space="0" w:color="auto"/>
            </w:tcBorders>
            <w:vAlign w:val="bottom"/>
          </w:tcPr>
          <w:p w14:paraId="57563EDA" w14:textId="3CBC02AD" w:rsidR="00B95B4F" w:rsidRPr="00400122" w:rsidRDefault="00400122" w:rsidP="00B95B4F">
            <w:pPr>
              <w:pStyle w:val="acctfourfigures"/>
              <w:tabs>
                <w:tab w:val="clear" w:pos="765"/>
                <w:tab w:val="decimal" w:pos="366"/>
              </w:tabs>
              <w:spacing w:line="240" w:lineRule="atLeast"/>
              <w:ind w:right="11"/>
              <w:jc w:val="center"/>
              <w:rPr>
                <w:sz w:val="19"/>
                <w:szCs w:val="19"/>
              </w:rPr>
            </w:pPr>
            <w:r w:rsidRPr="00400122">
              <w:rPr>
                <w:sz w:val="19"/>
                <w:szCs w:val="19"/>
              </w:rPr>
              <w:t>-</w:t>
            </w:r>
          </w:p>
        </w:tc>
        <w:tc>
          <w:tcPr>
            <w:tcW w:w="189" w:type="dxa"/>
            <w:vAlign w:val="bottom"/>
          </w:tcPr>
          <w:p w14:paraId="22B60E42" w14:textId="77777777" w:rsidR="00B95B4F" w:rsidRPr="00400122" w:rsidRDefault="00B95B4F" w:rsidP="00B95B4F">
            <w:pPr>
              <w:pStyle w:val="acctfourfigures"/>
              <w:tabs>
                <w:tab w:val="decimal" w:pos="551"/>
              </w:tabs>
              <w:spacing w:line="240" w:lineRule="atLeast"/>
              <w:rPr>
                <w:sz w:val="19"/>
                <w:szCs w:val="19"/>
              </w:rPr>
            </w:pPr>
          </w:p>
        </w:tc>
        <w:tc>
          <w:tcPr>
            <w:tcW w:w="900" w:type="dxa"/>
            <w:tcBorders>
              <w:bottom w:val="single" w:sz="4" w:space="0" w:color="auto"/>
            </w:tcBorders>
            <w:vAlign w:val="bottom"/>
          </w:tcPr>
          <w:p w14:paraId="3D4DC461" w14:textId="315D3847" w:rsidR="00B95B4F" w:rsidRPr="00400122" w:rsidRDefault="00B95B4F" w:rsidP="00B95B4F">
            <w:pPr>
              <w:pStyle w:val="acctfourfigures"/>
              <w:tabs>
                <w:tab w:val="clear" w:pos="765"/>
                <w:tab w:val="decimal" w:pos="366"/>
              </w:tabs>
              <w:spacing w:line="240" w:lineRule="atLeast"/>
              <w:ind w:right="11"/>
              <w:jc w:val="center"/>
              <w:rPr>
                <w:sz w:val="19"/>
                <w:szCs w:val="19"/>
              </w:rPr>
            </w:pPr>
            <w:r w:rsidRPr="00400122">
              <w:rPr>
                <w:sz w:val="19"/>
                <w:szCs w:val="19"/>
              </w:rPr>
              <w:t>-</w:t>
            </w:r>
          </w:p>
        </w:tc>
        <w:tc>
          <w:tcPr>
            <w:tcW w:w="178" w:type="dxa"/>
            <w:vAlign w:val="bottom"/>
          </w:tcPr>
          <w:p w14:paraId="6B73A53D" w14:textId="77777777" w:rsidR="00B95B4F" w:rsidRPr="00400122" w:rsidRDefault="00B95B4F" w:rsidP="00B95B4F">
            <w:pPr>
              <w:pStyle w:val="acctfourfigures"/>
              <w:tabs>
                <w:tab w:val="decimal" w:pos="551"/>
              </w:tabs>
              <w:spacing w:line="240" w:lineRule="atLeast"/>
              <w:rPr>
                <w:sz w:val="19"/>
                <w:szCs w:val="19"/>
              </w:rPr>
            </w:pPr>
          </w:p>
        </w:tc>
        <w:tc>
          <w:tcPr>
            <w:tcW w:w="801" w:type="dxa"/>
            <w:vAlign w:val="bottom"/>
          </w:tcPr>
          <w:p w14:paraId="4E96F37F" w14:textId="77777777" w:rsidR="00B95B4F" w:rsidRPr="00400122" w:rsidRDefault="00B95B4F" w:rsidP="00B95B4F">
            <w:pPr>
              <w:pStyle w:val="acctfourfigures"/>
              <w:tabs>
                <w:tab w:val="clear" w:pos="765"/>
                <w:tab w:val="decimal" w:pos="470"/>
              </w:tabs>
              <w:spacing w:line="240" w:lineRule="atLeast"/>
              <w:ind w:right="11"/>
              <w:rPr>
                <w:sz w:val="19"/>
                <w:szCs w:val="19"/>
              </w:rPr>
            </w:pPr>
            <w:r w:rsidRPr="00400122">
              <w:rPr>
                <w:sz w:val="19"/>
                <w:szCs w:val="19"/>
              </w:rPr>
              <w:t>-</w:t>
            </w:r>
          </w:p>
        </w:tc>
        <w:tc>
          <w:tcPr>
            <w:tcW w:w="189" w:type="dxa"/>
            <w:vAlign w:val="bottom"/>
          </w:tcPr>
          <w:p w14:paraId="10081CFE" w14:textId="77777777" w:rsidR="00B95B4F" w:rsidRPr="00400122" w:rsidRDefault="00B95B4F" w:rsidP="00B95B4F">
            <w:pPr>
              <w:pStyle w:val="acctfourfigures"/>
              <w:tabs>
                <w:tab w:val="decimal" w:pos="551"/>
              </w:tabs>
              <w:spacing w:line="240" w:lineRule="atLeast"/>
              <w:rPr>
                <w:sz w:val="19"/>
                <w:szCs w:val="19"/>
              </w:rPr>
            </w:pPr>
          </w:p>
        </w:tc>
        <w:tc>
          <w:tcPr>
            <w:tcW w:w="810" w:type="dxa"/>
            <w:vAlign w:val="bottom"/>
          </w:tcPr>
          <w:p w14:paraId="224CE530" w14:textId="77777777" w:rsidR="00B95B4F" w:rsidRPr="00400122" w:rsidRDefault="00B95B4F" w:rsidP="00B95B4F">
            <w:pPr>
              <w:pStyle w:val="acctfourfigures"/>
              <w:tabs>
                <w:tab w:val="clear" w:pos="765"/>
                <w:tab w:val="decimal" w:pos="470"/>
              </w:tabs>
              <w:spacing w:line="240" w:lineRule="atLeast"/>
              <w:ind w:right="11"/>
              <w:rPr>
                <w:sz w:val="19"/>
                <w:szCs w:val="19"/>
              </w:rPr>
            </w:pPr>
            <w:r w:rsidRPr="00400122">
              <w:rPr>
                <w:sz w:val="19"/>
                <w:szCs w:val="19"/>
              </w:rPr>
              <w:t>-</w:t>
            </w:r>
          </w:p>
        </w:tc>
        <w:tc>
          <w:tcPr>
            <w:tcW w:w="180" w:type="dxa"/>
            <w:vAlign w:val="bottom"/>
          </w:tcPr>
          <w:p w14:paraId="7B011CA7" w14:textId="77777777" w:rsidR="00B95B4F" w:rsidRPr="00400122" w:rsidRDefault="00B95B4F" w:rsidP="00B95B4F">
            <w:pPr>
              <w:pStyle w:val="acctfourfigures"/>
              <w:tabs>
                <w:tab w:val="clear" w:pos="765"/>
                <w:tab w:val="decimal" w:pos="551"/>
              </w:tabs>
              <w:spacing w:line="240" w:lineRule="atLeast"/>
              <w:ind w:right="11"/>
              <w:rPr>
                <w:sz w:val="19"/>
                <w:szCs w:val="19"/>
              </w:rPr>
            </w:pPr>
          </w:p>
        </w:tc>
        <w:tc>
          <w:tcPr>
            <w:tcW w:w="810" w:type="dxa"/>
            <w:tcBorders>
              <w:bottom w:val="single" w:sz="4" w:space="0" w:color="auto"/>
            </w:tcBorders>
            <w:vAlign w:val="bottom"/>
          </w:tcPr>
          <w:p w14:paraId="74B5380A" w14:textId="77777777" w:rsidR="00B95B4F" w:rsidRPr="00400122" w:rsidRDefault="00B95B4F" w:rsidP="00B95B4F">
            <w:pPr>
              <w:pStyle w:val="acctfourfigures"/>
              <w:tabs>
                <w:tab w:val="clear" w:pos="765"/>
                <w:tab w:val="decimal" w:pos="454"/>
              </w:tabs>
              <w:spacing w:line="240" w:lineRule="atLeast"/>
              <w:ind w:right="11"/>
              <w:rPr>
                <w:sz w:val="19"/>
                <w:szCs w:val="19"/>
              </w:rPr>
            </w:pPr>
            <w:r w:rsidRPr="00400122">
              <w:rPr>
                <w:sz w:val="19"/>
                <w:szCs w:val="19"/>
              </w:rPr>
              <w:t>-</w:t>
            </w:r>
          </w:p>
        </w:tc>
        <w:tc>
          <w:tcPr>
            <w:tcW w:w="180" w:type="dxa"/>
            <w:vAlign w:val="bottom"/>
          </w:tcPr>
          <w:p w14:paraId="6733BDC2" w14:textId="77777777" w:rsidR="00B95B4F" w:rsidRPr="00400122" w:rsidRDefault="00B95B4F" w:rsidP="00B95B4F">
            <w:pPr>
              <w:pStyle w:val="acctfourfigures"/>
              <w:tabs>
                <w:tab w:val="decimal" w:pos="551"/>
              </w:tabs>
              <w:spacing w:line="240" w:lineRule="atLeast"/>
              <w:rPr>
                <w:sz w:val="19"/>
                <w:szCs w:val="19"/>
              </w:rPr>
            </w:pPr>
          </w:p>
        </w:tc>
        <w:tc>
          <w:tcPr>
            <w:tcW w:w="837" w:type="dxa"/>
            <w:tcBorders>
              <w:bottom w:val="single" w:sz="4" w:space="0" w:color="auto"/>
            </w:tcBorders>
            <w:vAlign w:val="bottom"/>
          </w:tcPr>
          <w:p w14:paraId="4703AB7F" w14:textId="77777777" w:rsidR="00B95B4F" w:rsidRPr="00400122" w:rsidRDefault="00B95B4F" w:rsidP="00B95B4F">
            <w:pPr>
              <w:pStyle w:val="acctfourfigures"/>
              <w:tabs>
                <w:tab w:val="clear" w:pos="765"/>
                <w:tab w:val="decimal" w:pos="454"/>
              </w:tabs>
              <w:spacing w:line="240" w:lineRule="atLeast"/>
              <w:ind w:right="11"/>
              <w:rPr>
                <w:sz w:val="19"/>
                <w:szCs w:val="19"/>
              </w:rPr>
            </w:pPr>
            <w:r w:rsidRPr="00400122">
              <w:rPr>
                <w:sz w:val="19"/>
                <w:szCs w:val="19"/>
              </w:rPr>
              <w:t>-</w:t>
            </w:r>
          </w:p>
        </w:tc>
      </w:tr>
      <w:tr w:rsidR="00B95B4F" w:rsidRPr="00472F61" w14:paraId="74DE52A8" w14:textId="77777777" w:rsidTr="00EC3779">
        <w:trPr>
          <w:cantSplit/>
          <w:trHeight w:val="242"/>
        </w:trPr>
        <w:tc>
          <w:tcPr>
            <w:tcW w:w="1705" w:type="dxa"/>
          </w:tcPr>
          <w:p w14:paraId="3ABB061C" w14:textId="528743B1" w:rsidR="00B95B4F" w:rsidRPr="00472F61" w:rsidRDefault="00930992" w:rsidP="00B95B4F">
            <w:pPr>
              <w:spacing w:line="240" w:lineRule="atLeast"/>
              <w:rPr>
                <w:b/>
                <w:bCs/>
                <w:sz w:val="19"/>
                <w:szCs w:val="19"/>
              </w:rPr>
            </w:pPr>
            <w:r>
              <w:rPr>
                <w:b/>
                <w:bCs/>
                <w:sz w:val="19"/>
                <w:szCs w:val="19"/>
              </w:rPr>
              <w:t>Total</w:t>
            </w:r>
          </w:p>
        </w:tc>
        <w:tc>
          <w:tcPr>
            <w:tcW w:w="1175" w:type="dxa"/>
          </w:tcPr>
          <w:p w14:paraId="33E62A47" w14:textId="77777777" w:rsidR="00B95B4F" w:rsidRPr="00472F61" w:rsidRDefault="00B95B4F" w:rsidP="00B95B4F">
            <w:pPr>
              <w:tabs>
                <w:tab w:val="decimal" w:pos="461"/>
              </w:tabs>
              <w:spacing w:line="240" w:lineRule="atLeast"/>
              <w:ind w:left="-68" w:right="-79"/>
              <w:jc w:val="center"/>
              <w:rPr>
                <w:b/>
                <w:bCs/>
                <w:sz w:val="19"/>
                <w:szCs w:val="19"/>
              </w:rPr>
            </w:pPr>
          </w:p>
        </w:tc>
        <w:tc>
          <w:tcPr>
            <w:tcW w:w="187" w:type="dxa"/>
          </w:tcPr>
          <w:p w14:paraId="1FF0B1EC" w14:textId="77777777" w:rsidR="00B95B4F" w:rsidRPr="00472F61" w:rsidRDefault="00B95B4F" w:rsidP="00B95B4F">
            <w:pPr>
              <w:tabs>
                <w:tab w:val="decimal" w:pos="461"/>
              </w:tabs>
              <w:spacing w:line="240" w:lineRule="atLeast"/>
              <w:rPr>
                <w:b/>
                <w:bCs/>
                <w:sz w:val="19"/>
                <w:szCs w:val="19"/>
              </w:rPr>
            </w:pPr>
          </w:p>
        </w:tc>
        <w:tc>
          <w:tcPr>
            <w:tcW w:w="801" w:type="dxa"/>
            <w:vAlign w:val="bottom"/>
          </w:tcPr>
          <w:p w14:paraId="6FE67330" w14:textId="77777777" w:rsidR="00B95B4F" w:rsidRPr="00472F61" w:rsidRDefault="00B95B4F" w:rsidP="00B95B4F">
            <w:pPr>
              <w:tabs>
                <w:tab w:val="decimal" w:pos="461"/>
              </w:tabs>
              <w:spacing w:line="240" w:lineRule="atLeast"/>
              <w:rPr>
                <w:b/>
                <w:bCs/>
                <w:sz w:val="19"/>
                <w:szCs w:val="19"/>
              </w:rPr>
            </w:pPr>
          </w:p>
        </w:tc>
        <w:tc>
          <w:tcPr>
            <w:tcW w:w="189" w:type="dxa"/>
            <w:vAlign w:val="bottom"/>
          </w:tcPr>
          <w:p w14:paraId="76DDEB13" w14:textId="77777777" w:rsidR="00B95B4F" w:rsidRPr="00472F61" w:rsidRDefault="00B95B4F" w:rsidP="00B95B4F">
            <w:pPr>
              <w:tabs>
                <w:tab w:val="decimal" w:pos="461"/>
              </w:tabs>
              <w:spacing w:line="240" w:lineRule="atLeast"/>
              <w:rPr>
                <w:b/>
                <w:bCs/>
                <w:sz w:val="19"/>
                <w:szCs w:val="19"/>
              </w:rPr>
            </w:pPr>
          </w:p>
        </w:tc>
        <w:tc>
          <w:tcPr>
            <w:tcW w:w="810" w:type="dxa"/>
            <w:vAlign w:val="bottom"/>
          </w:tcPr>
          <w:p w14:paraId="3A9034CF" w14:textId="77777777" w:rsidR="00B95B4F" w:rsidRPr="00472F61" w:rsidRDefault="00B95B4F" w:rsidP="00B95B4F">
            <w:pPr>
              <w:tabs>
                <w:tab w:val="decimal" w:pos="461"/>
              </w:tabs>
              <w:spacing w:line="240" w:lineRule="atLeast"/>
              <w:rPr>
                <w:b/>
                <w:bCs/>
                <w:sz w:val="19"/>
                <w:szCs w:val="19"/>
              </w:rPr>
            </w:pPr>
          </w:p>
        </w:tc>
        <w:tc>
          <w:tcPr>
            <w:tcW w:w="180" w:type="dxa"/>
            <w:vAlign w:val="bottom"/>
          </w:tcPr>
          <w:p w14:paraId="4946BB3F" w14:textId="77777777" w:rsidR="00B95B4F" w:rsidRPr="00472F61" w:rsidRDefault="00B95B4F" w:rsidP="00B95B4F">
            <w:pPr>
              <w:tabs>
                <w:tab w:val="decimal" w:pos="461"/>
              </w:tabs>
              <w:spacing w:line="240" w:lineRule="atLeast"/>
              <w:rPr>
                <w:b/>
                <w:bCs/>
                <w:sz w:val="19"/>
                <w:szCs w:val="19"/>
              </w:rPr>
            </w:pPr>
          </w:p>
        </w:tc>
        <w:tc>
          <w:tcPr>
            <w:tcW w:w="896" w:type="dxa"/>
            <w:vAlign w:val="bottom"/>
          </w:tcPr>
          <w:p w14:paraId="398A35C1" w14:textId="77777777" w:rsidR="00B95B4F" w:rsidRPr="00472F61" w:rsidRDefault="00B95B4F" w:rsidP="00B95B4F">
            <w:pPr>
              <w:pStyle w:val="acctfourfigures"/>
              <w:tabs>
                <w:tab w:val="clear" w:pos="765"/>
                <w:tab w:val="decimal" w:pos="461"/>
              </w:tabs>
              <w:spacing w:line="240" w:lineRule="atLeast"/>
              <w:ind w:right="11"/>
              <w:rPr>
                <w:b/>
                <w:bCs/>
                <w:sz w:val="19"/>
                <w:szCs w:val="19"/>
              </w:rPr>
            </w:pPr>
          </w:p>
        </w:tc>
        <w:tc>
          <w:tcPr>
            <w:tcW w:w="184" w:type="dxa"/>
            <w:vAlign w:val="bottom"/>
          </w:tcPr>
          <w:p w14:paraId="063D0D1A" w14:textId="77777777" w:rsidR="00B95B4F" w:rsidRPr="00472F61" w:rsidRDefault="00B95B4F" w:rsidP="00B95B4F">
            <w:pPr>
              <w:pStyle w:val="acctfourfigures"/>
              <w:tabs>
                <w:tab w:val="decimal" w:pos="461"/>
              </w:tabs>
              <w:spacing w:line="240" w:lineRule="atLeast"/>
              <w:rPr>
                <w:b/>
                <w:bCs/>
                <w:sz w:val="19"/>
                <w:szCs w:val="19"/>
              </w:rPr>
            </w:pPr>
          </w:p>
        </w:tc>
        <w:tc>
          <w:tcPr>
            <w:tcW w:w="893" w:type="dxa"/>
            <w:vAlign w:val="bottom"/>
          </w:tcPr>
          <w:p w14:paraId="6F2C45B5" w14:textId="77777777" w:rsidR="00B95B4F" w:rsidRPr="00472F61" w:rsidRDefault="00B95B4F" w:rsidP="00B95B4F">
            <w:pPr>
              <w:pStyle w:val="acctfourfigures"/>
              <w:tabs>
                <w:tab w:val="clear" w:pos="765"/>
                <w:tab w:val="decimal" w:pos="461"/>
              </w:tabs>
              <w:spacing w:line="240" w:lineRule="atLeast"/>
              <w:ind w:right="11"/>
              <w:rPr>
                <w:b/>
                <w:bCs/>
                <w:sz w:val="19"/>
                <w:szCs w:val="19"/>
              </w:rPr>
            </w:pPr>
          </w:p>
        </w:tc>
        <w:tc>
          <w:tcPr>
            <w:tcW w:w="183" w:type="dxa"/>
            <w:vAlign w:val="bottom"/>
          </w:tcPr>
          <w:p w14:paraId="107B117D" w14:textId="77777777" w:rsidR="00B95B4F" w:rsidRPr="00472F61" w:rsidRDefault="00B95B4F" w:rsidP="00B95B4F">
            <w:pPr>
              <w:pStyle w:val="acctfourfigures"/>
              <w:spacing w:line="240" w:lineRule="atLeast"/>
              <w:rPr>
                <w:sz w:val="19"/>
                <w:szCs w:val="19"/>
              </w:rPr>
            </w:pPr>
          </w:p>
        </w:tc>
        <w:tc>
          <w:tcPr>
            <w:tcW w:w="891" w:type="dxa"/>
            <w:tcBorders>
              <w:top w:val="single" w:sz="4" w:space="0" w:color="auto"/>
              <w:bottom w:val="double" w:sz="4" w:space="0" w:color="auto"/>
            </w:tcBorders>
            <w:vAlign w:val="bottom"/>
          </w:tcPr>
          <w:p w14:paraId="5C5AAF11" w14:textId="77777777" w:rsidR="00B95B4F" w:rsidRPr="00400122" w:rsidRDefault="00B95B4F" w:rsidP="00B95B4F">
            <w:pPr>
              <w:pStyle w:val="acctfourfigures"/>
              <w:tabs>
                <w:tab w:val="clear" w:pos="765"/>
                <w:tab w:val="decimal" w:pos="551"/>
              </w:tabs>
              <w:spacing w:line="240" w:lineRule="atLeast"/>
              <w:ind w:right="11"/>
              <w:rPr>
                <w:b/>
                <w:bCs/>
                <w:sz w:val="19"/>
                <w:szCs w:val="19"/>
              </w:rPr>
            </w:pPr>
            <w:r w:rsidRPr="00400122">
              <w:rPr>
                <w:b/>
                <w:bCs/>
                <w:sz w:val="19"/>
                <w:szCs w:val="19"/>
              </w:rPr>
              <w:t>0.09</w:t>
            </w:r>
          </w:p>
        </w:tc>
        <w:tc>
          <w:tcPr>
            <w:tcW w:w="189" w:type="dxa"/>
            <w:vAlign w:val="bottom"/>
          </w:tcPr>
          <w:p w14:paraId="1DFB0408" w14:textId="77777777" w:rsidR="00B95B4F" w:rsidRPr="00400122" w:rsidRDefault="00B95B4F" w:rsidP="00B95B4F">
            <w:pPr>
              <w:pStyle w:val="acctfourfigures"/>
              <w:tabs>
                <w:tab w:val="decimal" w:pos="551"/>
              </w:tabs>
              <w:spacing w:line="240" w:lineRule="atLeast"/>
              <w:rPr>
                <w:b/>
                <w:bCs/>
                <w:sz w:val="19"/>
                <w:szCs w:val="19"/>
              </w:rPr>
            </w:pPr>
          </w:p>
        </w:tc>
        <w:tc>
          <w:tcPr>
            <w:tcW w:w="897" w:type="dxa"/>
            <w:tcBorders>
              <w:top w:val="single" w:sz="4" w:space="0" w:color="auto"/>
              <w:bottom w:val="double" w:sz="4" w:space="0" w:color="auto"/>
            </w:tcBorders>
            <w:vAlign w:val="bottom"/>
          </w:tcPr>
          <w:p w14:paraId="41D66D1D" w14:textId="77777777" w:rsidR="00B95B4F" w:rsidRPr="00400122" w:rsidRDefault="00B95B4F" w:rsidP="00B95B4F">
            <w:pPr>
              <w:pStyle w:val="acctfourfigures"/>
              <w:tabs>
                <w:tab w:val="clear" w:pos="765"/>
                <w:tab w:val="decimal" w:pos="551"/>
              </w:tabs>
              <w:spacing w:line="240" w:lineRule="atLeast"/>
              <w:ind w:right="11"/>
              <w:rPr>
                <w:b/>
                <w:bCs/>
                <w:sz w:val="19"/>
                <w:szCs w:val="19"/>
              </w:rPr>
            </w:pPr>
            <w:r w:rsidRPr="00400122">
              <w:rPr>
                <w:b/>
                <w:bCs/>
                <w:sz w:val="19"/>
                <w:szCs w:val="19"/>
              </w:rPr>
              <w:t>0.09</w:t>
            </w:r>
          </w:p>
        </w:tc>
        <w:tc>
          <w:tcPr>
            <w:tcW w:w="183" w:type="dxa"/>
            <w:vAlign w:val="bottom"/>
          </w:tcPr>
          <w:p w14:paraId="5A24D2F1" w14:textId="77777777" w:rsidR="00B95B4F" w:rsidRPr="00400122" w:rsidRDefault="00B95B4F" w:rsidP="00B95B4F">
            <w:pPr>
              <w:pStyle w:val="acctfourfigures"/>
              <w:tabs>
                <w:tab w:val="decimal" w:pos="551"/>
              </w:tabs>
              <w:spacing w:line="240" w:lineRule="atLeast"/>
              <w:rPr>
                <w:b/>
                <w:bCs/>
                <w:sz w:val="19"/>
                <w:szCs w:val="19"/>
              </w:rPr>
            </w:pPr>
          </w:p>
        </w:tc>
        <w:tc>
          <w:tcPr>
            <w:tcW w:w="891" w:type="dxa"/>
            <w:tcBorders>
              <w:top w:val="single" w:sz="4" w:space="0" w:color="auto"/>
              <w:bottom w:val="double" w:sz="4" w:space="0" w:color="auto"/>
            </w:tcBorders>
            <w:vAlign w:val="bottom"/>
          </w:tcPr>
          <w:p w14:paraId="51BD467C" w14:textId="77777777" w:rsidR="00B95B4F" w:rsidRPr="00400122" w:rsidRDefault="00B95B4F" w:rsidP="00B95B4F">
            <w:pPr>
              <w:pStyle w:val="acctfourfigures"/>
              <w:tabs>
                <w:tab w:val="clear" w:pos="765"/>
                <w:tab w:val="decimal" w:pos="551"/>
              </w:tabs>
              <w:spacing w:line="240" w:lineRule="atLeast"/>
              <w:ind w:right="11"/>
              <w:jc w:val="right"/>
              <w:rPr>
                <w:b/>
                <w:bCs/>
                <w:sz w:val="19"/>
                <w:szCs w:val="19"/>
              </w:rPr>
            </w:pPr>
            <w:r w:rsidRPr="00400122">
              <w:rPr>
                <w:b/>
                <w:bCs/>
                <w:sz w:val="19"/>
                <w:szCs w:val="19"/>
              </w:rPr>
              <w:t>1.11</w:t>
            </w:r>
          </w:p>
        </w:tc>
        <w:tc>
          <w:tcPr>
            <w:tcW w:w="189" w:type="dxa"/>
            <w:vAlign w:val="bottom"/>
          </w:tcPr>
          <w:p w14:paraId="6545E234" w14:textId="77777777" w:rsidR="00B95B4F" w:rsidRPr="00400122" w:rsidRDefault="00B95B4F" w:rsidP="00B95B4F">
            <w:pPr>
              <w:pStyle w:val="acctfourfigures"/>
              <w:tabs>
                <w:tab w:val="decimal" w:pos="551"/>
              </w:tabs>
              <w:spacing w:line="240" w:lineRule="atLeast"/>
              <w:rPr>
                <w:b/>
                <w:bCs/>
                <w:sz w:val="19"/>
                <w:szCs w:val="19"/>
              </w:rPr>
            </w:pPr>
          </w:p>
        </w:tc>
        <w:tc>
          <w:tcPr>
            <w:tcW w:w="900" w:type="dxa"/>
            <w:tcBorders>
              <w:top w:val="single" w:sz="4" w:space="0" w:color="auto"/>
              <w:bottom w:val="double" w:sz="4" w:space="0" w:color="auto"/>
            </w:tcBorders>
            <w:vAlign w:val="bottom"/>
          </w:tcPr>
          <w:p w14:paraId="4503D8F4" w14:textId="77777777" w:rsidR="00B95B4F" w:rsidRPr="00400122" w:rsidRDefault="00B95B4F" w:rsidP="00B95B4F">
            <w:pPr>
              <w:pStyle w:val="acctfourfigures"/>
              <w:tabs>
                <w:tab w:val="clear" w:pos="765"/>
                <w:tab w:val="decimal" w:pos="551"/>
              </w:tabs>
              <w:spacing w:line="240" w:lineRule="atLeast"/>
              <w:ind w:right="11"/>
              <w:jc w:val="right"/>
              <w:rPr>
                <w:b/>
                <w:bCs/>
                <w:sz w:val="19"/>
                <w:szCs w:val="19"/>
              </w:rPr>
            </w:pPr>
            <w:r w:rsidRPr="00400122">
              <w:rPr>
                <w:b/>
                <w:bCs/>
                <w:sz w:val="19"/>
                <w:szCs w:val="19"/>
              </w:rPr>
              <w:t>1.11</w:t>
            </w:r>
          </w:p>
        </w:tc>
        <w:tc>
          <w:tcPr>
            <w:tcW w:w="178" w:type="dxa"/>
            <w:vAlign w:val="bottom"/>
          </w:tcPr>
          <w:p w14:paraId="3FA6F057" w14:textId="77777777" w:rsidR="00B95B4F" w:rsidRPr="00400122" w:rsidRDefault="00B95B4F" w:rsidP="00B95B4F">
            <w:pPr>
              <w:pStyle w:val="acctfourfigures"/>
              <w:tabs>
                <w:tab w:val="decimal" w:pos="551"/>
              </w:tabs>
              <w:spacing w:line="240" w:lineRule="atLeast"/>
              <w:rPr>
                <w:b/>
                <w:bCs/>
                <w:sz w:val="19"/>
                <w:szCs w:val="19"/>
              </w:rPr>
            </w:pPr>
          </w:p>
        </w:tc>
        <w:tc>
          <w:tcPr>
            <w:tcW w:w="801" w:type="dxa"/>
            <w:vAlign w:val="bottom"/>
          </w:tcPr>
          <w:p w14:paraId="025F226F" w14:textId="77777777" w:rsidR="00B95B4F" w:rsidRPr="00400122" w:rsidRDefault="00B95B4F" w:rsidP="00B95B4F">
            <w:pPr>
              <w:pStyle w:val="acctfourfigures"/>
              <w:tabs>
                <w:tab w:val="clear" w:pos="765"/>
                <w:tab w:val="decimal" w:pos="470"/>
              </w:tabs>
              <w:spacing w:line="240" w:lineRule="atLeast"/>
              <w:ind w:right="11"/>
              <w:rPr>
                <w:b/>
                <w:bCs/>
                <w:sz w:val="19"/>
                <w:szCs w:val="19"/>
              </w:rPr>
            </w:pPr>
          </w:p>
        </w:tc>
        <w:tc>
          <w:tcPr>
            <w:tcW w:w="189" w:type="dxa"/>
            <w:vAlign w:val="bottom"/>
          </w:tcPr>
          <w:p w14:paraId="16B8B439" w14:textId="77777777" w:rsidR="00B95B4F" w:rsidRPr="00400122" w:rsidRDefault="00B95B4F" w:rsidP="00B95B4F">
            <w:pPr>
              <w:pStyle w:val="acctfourfigures"/>
              <w:tabs>
                <w:tab w:val="clear" w:pos="765"/>
                <w:tab w:val="decimal" w:pos="551"/>
                <w:tab w:val="decimal" w:pos="731"/>
              </w:tabs>
              <w:spacing w:line="240" w:lineRule="atLeast"/>
              <w:ind w:right="11"/>
              <w:rPr>
                <w:b/>
                <w:bCs/>
                <w:sz w:val="19"/>
                <w:szCs w:val="19"/>
              </w:rPr>
            </w:pPr>
          </w:p>
        </w:tc>
        <w:tc>
          <w:tcPr>
            <w:tcW w:w="810" w:type="dxa"/>
            <w:vAlign w:val="bottom"/>
          </w:tcPr>
          <w:p w14:paraId="46E6B584" w14:textId="77777777" w:rsidR="00B95B4F" w:rsidRPr="00400122" w:rsidRDefault="00B95B4F" w:rsidP="00B95B4F">
            <w:pPr>
              <w:pStyle w:val="acctfourfigures"/>
              <w:tabs>
                <w:tab w:val="clear" w:pos="765"/>
                <w:tab w:val="decimal" w:pos="470"/>
              </w:tabs>
              <w:spacing w:line="240" w:lineRule="atLeast"/>
              <w:ind w:right="11"/>
              <w:rPr>
                <w:b/>
                <w:bCs/>
                <w:sz w:val="19"/>
                <w:szCs w:val="19"/>
              </w:rPr>
            </w:pPr>
          </w:p>
        </w:tc>
        <w:tc>
          <w:tcPr>
            <w:tcW w:w="180" w:type="dxa"/>
            <w:vAlign w:val="bottom"/>
          </w:tcPr>
          <w:p w14:paraId="1BCE6C63"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c>
          <w:tcPr>
            <w:tcW w:w="810" w:type="dxa"/>
            <w:tcBorders>
              <w:top w:val="single" w:sz="4" w:space="0" w:color="auto"/>
              <w:bottom w:val="double" w:sz="4" w:space="0" w:color="auto"/>
            </w:tcBorders>
            <w:vAlign w:val="bottom"/>
          </w:tcPr>
          <w:p w14:paraId="5920C6DD" w14:textId="0B42995B" w:rsidR="00B95B4F" w:rsidRPr="00400122" w:rsidRDefault="00400122" w:rsidP="00400122">
            <w:pPr>
              <w:pStyle w:val="acctfourfigures"/>
              <w:tabs>
                <w:tab w:val="clear" w:pos="765"/>
                <w:tab w:val="decimal" w:pos="454"/>
              </w:tabs>
              <w:spacing w:line="240" w:lineRule="atLeast"/>
              <w:ind w:right="11"/>
              <w:rPr>
                <w:b/>
                <w:bCs/>
                <w:sz w:val="19"/>
                <w:szCs w:val="19"/>
              </w:rPr>
            </w:pPr>
            <w:r w:rsidRPr="00400122">
              <w:rPr>
                <w:b/>
                <w:bCs/>
                <w:sz w:val="19"/>
                <w:szCs w:val="19"/>
              </w:rPr>
              <w:t>-</w:t>
            </w:r>
          </w:p>
        </w:tc>
        <w:tc>
          <w:tcPr>
            <w:tcW w:w="180" w:type="dxa"/>
            <w:vAlign w:val="bottom"/>
          </w:tcPr>
          <w:p w14:paraId="5979EF44" w14:textId="77777777" w:rsidR="00B95B4F" w:rsidRPr="00400122" w:rsidRDefault="00B95B4F" w:rsidP="00B95B4F">
            <w:pPr>
              <w:pStyle w:val="acctfourfigures"/>
              <w:tabs>
                <w:tab w:val="clear" w:pos="765"/>
                <w:tab w:val="decimal" w:pos="551"/>
                <w:tab w:val="decimal" w:pos="731"/>
              </w:tabs>
              <w:spacing w:line="240" w:lineRule="atLeast"/>
              <w:ind w:right="11"/>
              <w:rPr>
                <w:b/>
                <w:bCs/>
                <w:sz w:val="19"/>
                <w:szCs w:val="19"/>
              </w:rPr>
            </w:pPr>
          </w:p>
        </w:tc>
        <w:tc>
          <w:tcPr>
            <w:tcW w:w="837" w:type="dxa"/>
            <w:tcBorders>
              <w:top w:val="single" w:sz="4" w:space="0" w:color="auto"/>
              <w:bottom w:val="double" w:sz="4" w:space="0" w:color="auto"/>
            </w:tcBorders>
            <w:vAlign w:val="bottom"/>
          </w:tcPr>
          <w:p w14:paraId="35DCDB85" w14:textId="77777777" w:rsidR="00B95B4F" w:rsidRPr="00400122" w:rsidRDefault="00B95B4F" w:rsidP="00B95B4F">
            <w:pPr>
              <w:pStyle w:val="acctfourfigures"/>
              <w:tabs>
                <w:tab w:val="clear" w:pos="765"/>
                <w:tab w:val="decimal" w:pos="551"/>
              </w:tabs>
              <w:spacing w:line="240" w:lineRule="atLeast"/>
              <w:ind w:right="11"/>
              <w:jc w:val="right"/>
              <w:rPr>
                <w:b/>
                <w:bCs/>
                <w:sz w:val="19"/>
                <w:szCs w:val="19"/>
              </w:rPr>
            </w:pPr>
            <w:r w:rsidRPr="00400122">
              <w:rPr>
                <w:b/>
                <w:bCs/>
                <w:sz w:val="19"/>
                <w:szCs w:val="19"/>
              </w:rPr>
              <w:t>308</w:t>
            </w:r>
          </w:p>
        </w:tc>
      </w:tr>
      <w:tr w:rsidR="00B95B4F" w:rsidRPr="00472F61" w14:paraId="4E407602" w14:textId="77777777" w:rsidTr="00EC3779">
        <w:trPr>
          <w:cantSplit/>
          <w:trHeight w:val="242"/>
        </w:trPr>
        <w:tc>
          <w:tcPr>
            <w:tcW w:w="1705" w:type="dxa"/>
          </w:tcPr>
          <w:p w14:paraId="1015F2F7" w14:textId="77777777" w:rsidR="00B95B4F" w:rsidRPr="00472F61" w:rsidRDefault="00B95B4F" w:rsidP="00B95B4F">
            <w:pPr>
              <w:spacing w:line="240" w:lineRule="atLeast"/>
              <w:rPr>
                <w:b/>
                <w:bCs/>
                <w:sz w:val="19"/>
                <w:szCs w:val="19"/>
              </w:rPr>
            </w:pPr>
          </w:p>
        </w:tc>
        <w:tc>
          <w:tcPr>
            <w:tcW w:w="1175" w:type="dxa"/>
          </w:tcPr>
          <w:p w14:paraId="3516B1FE" w14:textId="77777777" w:rsidR="00B95B4F" w:rsidRPr="00472F61" w:rsidRDefault="00B95B4F" w:rsidP="00B95B4F">
            <w:pPr>
              <w:tabs>
                <w:tab w:val="decimal" w:pos="461"/>
              </w:tabs>
              <w:spacing w:line="240" w:lineRule="atLeast"/>
              <w:ind w:left="-68" w:right="-79"/>
              <w:jc w:val="center"/>
              <w:rPr>
                <w:b/>
                <w:bCs/>
                <w:sz w:val="19"/>
                <w:szCs w:val="19"/>
              </w:rPr>
            </w:pPr>
          </w:p>
        </w:tc>
        <w:tc>
          <w:tcPr>
            <w:tcW w:w="187" w:type="dxa"/>
          </w:tcPr>
          <w:p w14:paraId="42B722F5" w14:textId="77777777" w:rsidR="00B95B4F" w:rsidRPr="00472F61" w:rsidRDefault="00B95B4F" w:rsidP="00B95B4F">
            <w:pPr>
              <w:tabs>
                <w:tab w:val="decimal" w:pos="461"/>
              </w:tabs>
              <w:spacing w:line="240" w:lineRule="atLeast"/>
              <w:rPr>
                <w:b/>
                <w:bCs/>
                <w:sz w:val="19"/>
                <w:szCs w:val="19"/>
              </w:rPr>
            </w:pPr>
          </w:p>
        </w:tc>
        <w:tc>
          <w:tcPr>
            <w:tcW w:w="801" w:type="dxa"/>
            <w:vAlign w:val="bottom"/>
          </w:tcPr>
          <w:p w14:paraId="06C4E800" w14:textId="77777777" w:rsidR="00B95B4F" w:rsidRPr="00472F61" w:rsidRDefault="00B95B4F" w:rsidP="00B95B4F">
            <w:pPr>
              <w:tabs>
                <w:tab w:val="decimal" w:pos="461"/>
              </w:tabs>
              <w:spacing w:line="240" w:lineRule="atLeast"/>
              <w:rPr>
                <w:b/>
                <w:bCs/>
                <w:sz w:val="19"/>
                <w:szCs w:val="19"/>
              </w:rPr>
            </w:pPr>
          </w:p>
        </w:tc>
        <w:tc>
          <w:tcPr>
            <w:tcW w:w="189" w:type="dxa"/>
            <w:vAlign w:val="bottom"/>
          </w:tcPr>
          <w:p w14:paraId="4B04F70E" w14:textId="77777777" w:rsidR="00B95B4F" w:rsidRPr="00472F61" w:rsidRDefault="00B95B4F" w:rsidP="00B95B4F">
            <w:pPr>
              <w:tabs>
                <w:tab w:val="decimal" w:pos="461"/>
              </w:tabs>
              <w:spacing w:line="240" w:lineRule="atLeast"/>
              <w:rPr>
                <w:b/>
                <w:bCs/>
                <w:sz w:val="19"/>
                <w:szCs w:val="19"/>
              </w:rPr>
            </w:pPr>
          </w:p>
        </w:tc>
        <w:tc>
          <w:tcPr>
            <w:tcW w:w="810" w:type="dxa"/>
            <w:vAlign w:val="bottom"/>
          </w:tcPr>
          <w:p w14:paraId="1886B0A0" w14:textId="77777777" w:rsidR="00B95B4F" w:rsidRPr="00472F61" w:rsidRDefault="00B95B4F" w:rsidP="00B95B4F">
            <w:pPr>
              <w:tabs>
                <w:tab w:val="decimal" w:pos="461"/>
              </w:tabs>
              <w:spacing w:line="240" w:lineRule="atLeast"/>
              <w:rPr>
                <w:b/>
                <w:bCs/>
                <w:sz w:val="19"/>
                <w:szCs w:val="19"/>
              </w:rPr>
            </w:pPr>
          </w:p>
        </w:tc>
        <w:tc>
          <w:tcPr>
            <w:tcW w:w="180" w:type="dxa"/>
            <w:vAlign w:val="bottom"/>
          </w:tcPr>
          <w:p w14:paraId="0232AA1E" w14:textId="77777777" w:rsidR="00B95B4F" w:rsidRPr="00472F61" w:rsidRDefault="00B95B4F" w:rsidP="00B95B4F">
            <w:pPr>
              <w:tabs>
                <w:tab w:val="decimal" w:pos="461"/>
              </w:tabs>
              <w:spacing w:line="240" w:lineRule="atLeast"/>
              <w:rPr>
                <w:b/>
                <w:bCs/>
                <w:sz w:val="19"/>
                <w:szCs w:val="19"/>
              </w:rPr>
            </w:pPr>
          </w:p>
        </w:tc>
        <w:tc>
          <w:tcPr>
            <w:tcW w:w="896" w:type="dxa"/>
            <w:vAlign w:val="bottom"/>
          </w:tcPr>
          <w:p w14:paraId="6CB4F904" w14:textId="77777777" w:rsidR="00B95B4F" w:rsidRPr="00472F61" w:rsidRDefault="00B95B4F" w:rsidP="00B95B4F">
            <w:pPr>
              <w:pStyle w:val="acctfourfigures"/>
              <w:tabs>
                <w:tab w:val="clear" w:pos="765"/>
                <w:tab w:val="decimal" w:pos="461"/>
              </w:tabs>
              <w:spacing w:line="240" w:lineRule="atLeast"/>
              <w:ind w:right="11"/>
              <w:rPr>
                <w:b/>
                <w:bCs/>
                <w:sz w:val="19"/>
                <w:szCs w:val="19"/>
              </w:rPr>
            </w:pPr>
          </w:p>
        </w:tc>
        <w:tc>
          <w:tcPr>
            <w:tcW w:w="184" w:type="dxa"/>
            <w:vAlign w:val="bottom"/>
          </w:tcPr>
          <w:p w14:paraId="75C21087" w14:textId="77777777" w:rsidR="00B95B4F" w:rsidRPr="00472F61" w:rsidRDefault="00B95B4F" w:rsidP="00B95B4F">
            <w:pPr>
              <w:pStyle w:val="acctfourfigures"/>
              <w:tabs>
                <w:tab w:val="decimal" w:pos="461"/>
              </w:tabs>
              <w:spacing w:line="240" w:lineRule="atLeast"/>
              <w:rPr>
                <w:b/>
                <w:bCs/>
                <w:sz w:val="19"/>
                <w:szCs w:val="19"/>
              </w:rPr>
            </w:pPr>
          </w:p>
        </w:tc>
        <w:tc>
          <w:tcPr>
            <w:tcW w:w="893" w:type="dxa"/>
            <w:vAlign w:val="bottom"/>
          </w:tcPr>
          <w:p w14:paraId="3101088D" w14:textId="77777777" w:rsidR="00B95B4F" w:rsidRPr="00472F61" w:rsidRDefault="00B95B4F" w:rsidP="00B95B4F">
            <w:pPr>
              <w:pStyle w:val="acctfourfigures"/>
              <w:tabs>
                <w:tab w:val="clear" w:pos="765"/>
                <w:tab w:val="decimal" w:pos="461"/>
              </w:tabs>
              <w:spacing w:line="240" w:lineRule="atLeast"/>
              <w:ind w:right="11"/>
              <w:rPr>
                <w:b/>
                <w:bCs/>
                <w:sz w:val="19"/>
                <w:szCs w:val="19"/>
              </w:rPr>
            </w:pPr>
          </w:p>
        </w:tc>
        <w:tc>
          <w:tcPr>
            <w:tcW w:w="183" w:type="dxa"/>
            <w:vAlign w:val="bottom"/>
          </w:tcPr>
          <w:p w14:paraId="0FB1C64B" w14:textId="77777777" w:rsidR="00B95B4F" w:rsidRPr="00472F61" w:rsidRDefault="00B95B4F" w:rsidP="00B95B4F">
            <w:pPr>
              <w:pStyle w:val="acctfourfigures"/>
              <w:spacing w:line="240" w:lineRule="atLeast"/>
              <w:rPr>
                <w:sz w:val="19"/>
                <w:szCs w:val="19"/>
              </w:rPr>
            </w:pPr>
          </w:p>
        </w:tc>
        <w:tc>
          <w:tcPr>
            <w:tcW w:w="891" w:type="dxa"/>
            <w:tcBorders>
              <w:top w:val="double" w:sz="4" w:space="0" w:color="auto"/>
            </w:tcBorders>
            <w:vAlign w:val="bottom"/>
          </w:tcPr>
          <w:p w14:paraId="3210E026"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c>
          <w:tcPr>
            <w:tcW w:w="189" w:type="dxa"/>
            <w:vAlign w:val="bottom"/>
          </w:tcPr>
          <w:p w14:paraId="4C73CE6C" w14:textId="77777777" w:rsidR="00B95B4F" w:rsidRPr="00400122" w:rsidRDefault="00B95B4F" w:rsidP="00B95B4F">
            <w:pPr>
              <w:pStyle w:val="acctfourfigures"/>
              <w:tabs>
                <w:tab w:val="decimal" w:pos="551"/>
              </w:tabs>
              <w:spacing w:line="240" w:lineRule="atLeast"/>
              <w:rPr>
                <w:b/>
                <w:bCs/>
                <w:sz w:val="19"/>
                <w:szCs w:val="19"/>
              </w:rPr>
            </w:pPr>
          </w:p>
        </w:tc>
        <w:tc>
          <w:tcPr>
            <w:tcW w:w="897" w:type="dxa"/>
            <w:tcBorders>
              <w:top w:val="double" w:sz="4" w:space="0" w:color="auto"/>
            </w:tcBorders>
            <w:vAlign w:val="bottom"/>
          </w:tcPr>
          <w:p w14:paraId="11C2DD0E"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c>
          <w:tcPr>
            <w:tcW w:w="183" w:type="dxa"/>
            <w:vAlign w:val="bottom"/>
          </w:tcPr>
          <w:p w14:paraId="7BA71110" w14:textId="77777777" w:rsidR="00B95B4F" w:rsidRPr="00400122" w:rsidRDefault="00B95B4F" w:rsidP="00B95B4F">
            <w:pPr>
              <w:pStyle w:val="acctfourfigures"/>
              <w:tabs>
                <w:tab w:val="decimal" w:pos="551"/>
              </w:tabs>
              <w:spacing w:line="240" w:lineRule="atLeast"/>
              <w:rPr>
                <w:b/>
                <w:bCs/>
                <w:sz w:val="19"/>
                <w:szCs w:val="19"/>
              </w:rPr>
            </w:pPr>
          </w:p>
        </w:tc>
        <w:tc>
          <w:tcPr>
            <w:tcW w:w="891" w:type="dxa"/>
            <w:tcBorders>
              <w:top w:val="double" w:sz="4" w:space="0" w:color="auto"/>
            </w:tcBorders>
            <w:vAlign w:val="bottom"/>
          </w:tcPr>
          <w:p w14:paraId="53468EBE"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c>
          <w:tcPr>
            <w:tcW w:w="189" w:type="dxa"/>
            <w:vAlign w:val="bottom"/>
          </w:tcPr>
          <w:p w14:paraId="54DEF9A5" w14:textId="77777777" w:rsidR="00B95B4F" w:rsidRPr="00400122" w:rsidRDefault="00B95B4F" w:rsidP="00B95B4F">
            <w:pPr>
              <w:pStyle w:val="acctfourfigures"/>
              <w:tabs>
                <w:tab w:val="decimal" w:pos="551"/>
              </w:tabs>
              <w:spacing w:line="240" w:lineRule="atLeast"/>
              <w:rPr>
                <w:b/>
                <w:bCs/>
                <w:sz w:val="19"/>
                <w:szCs w:val="19"/>
              </w:rPr>
            </w:pPr>
          </w:p>
        </w:tc>
        <w:tc>
          <w:tcPr>
            <w:tcW w:w="900" w:type="dxa"/>
            <w:tcBorders>
              <w:top w:val="double" w:sz="4" w:space="0" w:color="auto"/>
            </w:tcBorders>
            <w:vAlign w:val="bottom"/>
          </w:tcPr>
          <w:p w14:paraId="091C1AFE"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c>
          <w:tcPr>
            <w:tcW w:w="178" w:type="dxa"/>
            <w:vAlign w:val="bottom"/>
          </w:tcPr>
          <w:p w14:paraId="164432E8" w14:textId="77777777" w:rsidR="00B95B4F" w:rsidRPr="00400122" w:rsidRDefault="00B95B4F" w:rsidP="00B95B4F">
            <w:pPr>
              <w:pStyle w:val="acctfourfigures"/>
              <w:tabs>
                <w:tab w:val="decimal" w:pos="551"/>
              </w:tabs>
              <w:spacing w:line="240" w:lineRule="atLeast"/>
              <w:rPr>
                <w:b/>
                <w:bCs/>
                <w:sz w:val="19"/>
                <w:szCs w:val="19"/>
              </w:rPr>
            </w:pPr>
          </w:p>
        </w:tc>
        <w:tc>
          <w:tcPr>
            <w:tcW w:w="801" w:type="dxa"/>
            <w:vAlign w:val="bottom"/>
          </w:tcPr>
          <w:p w14:paraId="51619D56"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c>
          <w:tcPr>
            <w:tcW w:w="189" w:type="dxa"/>
            <w:vAlign w:val="bottom"/>
          </w:tcPr>
          <w:p w14:paraId="28DDC8C8" w14:textId="77777777" w:rsidR="00B95B4F" w:rsidRPr="00400122" w:rsidRDefault="00B95B4F" w:rsidP="00B95B4F">
            <w:pPr>
              <w:pStyle w:val="acctfourfigures"/>
              <w:tabs>
                <w:tab w:val="clear" w:pos="765"/>
                <w:tab w:val="decimal" w:pos="551"/>
                <w:tab w:val="decimal" w:pos="731"/>
              </w:tabs>
              <w:spacing w:line="240" w:lineRule="atLeast"/>
              <w:ind w:right="11"/>
              <w:rPr>
                <w:b/>
                <w:bCs/>
                <w:sz w:val="19"/>
                <w:szCs w:val="19"/>
              </w:rPr>
            </w:pPr>
          </w:p>
        </w:tc>
        <w:tc>
          <w:tcPr>
            <w:tcW w:w="810" w:type="dxa"/>
            <w:vAlign w:val="bottom"/>
          </w:tcPr>
          <w:p w14:paraId="5F6C60A5"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c>
          <w:tcPr>
            <w:tcW w:w="180" w:type="dxa"/>
            <w:vAlign w:val="bottom"/>
          </w:tcPr>
          <w:p w14:paraId="5BC4786D"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c>
          <w:tcPr>
            <w:tcW w:w="810" w:type="dxa"/>
            <w:tcBorders>
              <w:top w:val="double" w:sz="4" w:space="0" w:color="auto"/>
            </w:tcBorders>
            <w:vAlign w:val="bottom"/>
          </w:tcPr>
          <w:p w14:paraId="1B4CC950"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c>
          <w:tcPr>
            <w:tcW w:w="180" w:type="dxa"/>
            <w:vAlign w:val="bottom"/>
          </w:tcPr>
          <w:p w14:paraId="6BD3C220" w14:textId="77777777" w:rsidR="00B95B4F" w:rsidRPr="00400122" w:rsidRDefault="00B95B4F" w:rsidP="00B95B4F">
            <w:pPr>
              <w:pStyle w:val="acctfourfigures"/>
              <w:tabs>
                <w:tab w:val="clear" w:pos="765"/>
                <w:tab w:val="decimal" w:pos="551"/>
                <w:tab w:val="decimal" w:pos="731"/>
              </w:tabs>
              <w:spacing w:line="240" w:lineRule="atLeast"/>
              <w:ind w:right="11"/>
              <w:rPr>
                <w:b/>
                <w:bCs/>
                <w:sz w:val="19"/>
                <w:szCs w:val="19"/>
              </w:rPr>
            </w:pPr>
          </w:p>
        </w:tc>
        <w:tc>
          <w:tcPr>
            <w:tcW w:w="837" w:type="dxa"/>
            <w:tcBorders>
              <w:top w:val="double" w:sz="4" w:space="0" w:color="auto"/>
            </w:tcBorders>
            <w:vAlign w:val="bottom"/>
          </w:tcPr>
          <w:p w14:paraId="35CB2B14" w14:textId="77777777" w:rsidR="00B95B4F" w:rsidRPr="00400122" w:rsidRDefault="00B95B4F" w:rsidP="00B95B4F">
            <w:pPr>
              <w:pStyle w:val="acctfourfigures"/>
              <w:tabs>
                <w:tab w:val="clear" w:pos="765"/>
                <w:tab w:val="decimal" w:pos="551"/>
              </w:tabs>
              <w:spacing w:line="240" w:lineRule="atLeast"/>
              <w:ind w:right="11"/>
              <w:rPr>
                <w:b/>
                <w:bCs/>
                <w:sz w:val="19"/>
                <w:szCs w:val="19"/>
              </w:rPr>
            </w:pPr>
          </w:p>
        </w:tc>
      </w:tr>
    </w:tbl>
    <w:p w14:paraId="19FBF91B" w14:textId="77777777" w:rsidR="00C24500" w:rsidRPr="00472F61" w:rsidRDefault="00C24500" w:rsidP="0036683B">
      <w:pPr>
        <w:ind w:left="540" w:right="360"/>
        <w:jc w:val="both"/>
        <w:rPr>
          <w:szCs w:val="22"/>
        </w:rPr>
      </w:pPr>
    </w:p>
    <w:p w14:paraId="5291AB68" w14:textId="716373CA" w:rsidR="00E14E1A" w:rsidRDefault="00E14E1A" w:rsidP="0036683B">
      <w:pPr>
        <w:ind w:left="540" w:right="360"/>
        <w:jc w:val="both"/>
        <w:rPr>
          <w:szCs w:val="22"/>
        </w:rPr>
      </w:pPr>
      <w:r>
        <w:rPr>
          <w:szCs w:val="22"/>
        </w:rPr>
        <w:br w:type="page"/>
      </w:r>
    </w:p>
    <w:tbl>
      <w:tblPr>
        <w:tblW w:w="14339" w:type="dxa"/>
        <w:tblInd w:w="270" w:type="dxa"/>
        <w:tblLayout w:type="fixed"/>
        <w:tblCellMar>
          <w:left w:w="79" w:type="dxa"/>
          <w:right w:w="79" w:type="dxa"/>
        </w:tblCellMar>
        <w:tblLook w:val="0000" w:firstRow="0" w:lastRow="0" w:firstColumn="0" w:lastColumn="0" w:noHBand="0" w:noVBand="0"/>
      </w:tblPr>
      <w:tblGrid>
        <w:gridCol w:w="2700"/>
        <w:gridCol w:w="1175"/>
        <w:gridCol w:w="187"/>
        <w:gridCol w:w="801"/>
        <w:gridCol w:w="189"/>
        <w:gridCol w:w="888"/>
        <w:gridCol w:w="180"/>
        <w:gridCol w:w="896"/>
        <w:gridCol w:w="184"/>
        <w:gridCol w:w="893"/>
        <w:gridCol w:w="183"/>
        <w:gridCol w:w="891"/>
        <w:gridCol w:w="189"/>
        <w:gridCol w:w="897"/>
        <w:gridCol w:w="183"/>
        <w:gridCol w:w="801"/>
        <w:gridCol w:w="189"/>
        <w:gridCol w:w="904"/>
        <w:gridCol w:w="180"/>
        <w:gridCol w:w="810"/>
        <w:gridCol w:w="180"/>
        <w:gridCol w:w="839"/>
      </w:tblGrid>
      <w:tr w:rsidR="00E14E1A" w:rsidRPr="00B133E0" w14:paraId="55956AB7" w14:textId="77777777" w:rsidTr="00930992">
        <w:trPr>
          <w:cantSplit/>
          <w:trHeight w:val="268"/>
        </w:trPr>
        <w:tc>
          <w:tcPr>
            <w:tcW w:w="2700" w:type="dxa"/>
          </w:tcPr>
          <w:p w14:paraId="0D079830" w14:textId="0BC2BA18" w:rsidR="00E14E1A" w:rsidRPr="00B133E0" w:rsidRDefault="00E14E1A" w:rsidP="00701606">
            <w:pPr>
              <w:spacing w:line="240" w:lineRule="atLeast"/>
              <w:rPr>
                <w:i/>
                <w:iCs/>
                <w:sz w:val="20"/>
              </w:rPr>
            </w:pPr>
          </w:p>
        </w:tc>
        <w:tc>
          <w:tcPr>
            <w:tcW w:w="1175" w:type="dxa"/>
          </w:tcPr>
          <w:p w14:paraId="776620A8" w14:textId="77777777" w:rsidR="00E14E1A" w:rsidRPr="00B133E0" w:rsidRDefault="00E14E1A" w:rsidP="00701606">
            <w:pPr>
              <w:tabs>
                <w:tab w:val="decimal" w:pos="461"/>
              </w:tabs>
              <w:spacing w:line="240" w:lineRule="atLeast"/>
              <w:ind w:left="-68" w:right="-79"/>
              <w:jc w:val="center"/>
              <w:rPr>
                <w:sz w:val="20"/>
              </w:rPr>
            </w:pPr>
          </w:p>
        </w:tc>
        <w:tc>
          <w:tcPr>
            <w:tcW w:w="187" w:type="dxa"/>
          </w:tcPr>
          <w:p w14:paraId="23FFC837" w14:textId="77777777" w:rsidR="00E14E1A" w:rsidRPr="00B133E0" w:rsidRDefault="00E14E1A" w:rsidP="00E14E1A">
            <w:pPr>
              <w:tabs>
                <w:tab w:val="decimal" w:pos="461"/>
              </w:tabs>
              <w:spacing w:line="240" w:lineRule="atLeast"/>
              <w:jc w:val="center"/>
              <w:rPr>
                <w:b/>
                <w:bCs/>
                <w:sz w:val="20"/>
              </w:rPr>
            </w:pPr>
          </w:p>
        </w:tc>
        <w:tc>
          <w:tcPr>
            <w:tcW w:w="10277" w:type="dxa"/>
            <w:gridSpan w:val="19"/>
          </w:tcPr>
          <w:p w14:paraId="06F3E499" w14:textId="0A6252B6" w:rsidR="00E14E1A" w:rsidRPr="00B133E0" w:rsidRDefault="00E14E1A" w:rsidP="00E14E1A">
            <w:pPr>
              <w:pStyle w:val="acctfourfigures"/>
              <w:tabs>
                <w:tab w:val="decimal" w:pos="551"/>
              </w:tabs>
              <w:spacing w:line="240" w:lineRule="atLeast"/>
              <w:ind w:right="11"/>
              <w:jc w:val="center"/>
              <w:rPr>
                <w:b/>
                <w:bCs/>
                <w:sz w:val="20"/>
              </w:rPr>
            </w:pPr>
            <w:r w:rsidRPr="00B133E0">
              <w:rPr>
                <w:b/>
                <w:bCs/>
                <w:sz w:val="20"/>
              </w:rPr>
              <w:t>Separate financial statements</w:t>
            </w:r>
          </w:p>
        </w:tc>
      </w:tr>
      <w:tr w:rsidR="00E14E1A" w:rsidRPr="00B133E0" w14:paraId="15875643" w14:textId="77777777" w:rsidTr="00B133E0">
        <w:trPr>
          <w:cantSplit/>
          <w:trHeight w:val="473"/>
          <w:tblHeader/>
        </w:trPr>
        <w:tc>
          <w:tcPr>
            <w:tcW w:w="2700" w:type="dxa"/>
          </w:tcPr>
          <w:p w14:paraId="275E35B7" w14:textId="77777777" w:rsidR="00E14E1A" w:rsidRPr="00B133E0" w:rsidRDefault="00E14E1A" w:rsidP="00AB01A4">
            <w:pPr>
              <w:spacing w:line="240" w:lineRule="atLeast"/>
              <w:rPr>
                <w:sz w:val="20"/>
              </w:rPr>
            </w:pPr>
          </w:p>
        </w:tc>
        <w:tc>
          <w:tcPr>
            <w:tcW w:w="1175" w:type="dxa"/>
            <w:vAlign w:val="bottom"/>
          </w:tcPr>
          <w:p w14:paraId="643F6407" w14:textId="77777777" w:rsidR="00E14E1A" w:rsidRPr="00B133E0" w:rsidRDefault="00E14E1A" w:rsidP="00AB01A4">
            <w:pPr>
              <w:spacing w:line="240" w:lineRule="atLeast"/>
              <w:ind w:left="-68" w:right="-79"/>
              <w:jc w:val="center"/>
              <w:rPr>
                <w:sz w:val="20"/>
              </w:rPr>
            </w:pPr>
            <w:r w:rsidRPr="00B133E0">
              <w:rPr>
                <w:sz w:val="20"/>
              </w:rPr>
              <w:t>Type of business</w:t>
            </w:r>
          </w:p>
        </w:tc>
        <w:tc>
          <w:tcPr>
            <w:tcW w:w="187" w:type="dxa"/>
            <w:vAlign w:val="bottom"/>
          </w:tcPr>
          <w:p w14:paraId="6EED435F" w14:textId="77777777" w:rsidR="00E14E1A" w:rsidRPr="00B133E0" w:rsidRDefault="00E14E1A" w:rsidP="00AB01A4">
            <w:pPr>
              <w:spacing w:line="240" w:lineRule="atLeast"/>
              <w:jc w:val="center"/>
              <w:rPr>
                <w:sz w:val="20"/>
              </w:rPr>
            </w:pPr>
          </w:p>
        </w:tc>
        <w:tc>
          <w:tcPr>
            <w:tcW w:w="1878" w:type="dxa"/>
            <w:gridSpan w:val="3"/>
            <w:vAlign w:val="bottom"/>
          </w:tcPr>
          <w:p w14:paraId="1F3E83C2" w14:textId="77777777" w:rsidR="00E14E1A" w:rsidRPr="00B133E0" w:rsidRDefault="00E14E1A" w:rsidP="00AB01A4">
            <w:pPr>
              <w:spacing w:line="240" w:lineRule="atLeast"/>
              <w:jc w:val="center"/>
              <w:rPr>
                <w:sz w:val="20"/>
              </w:rPr>
            </w:pPr>
            <w:r w:rsidRPr="00B133E0">
              <w:rPr>
                <w:sz w:val="20"/>
              </w:rPr>
              <w:t>Ownership</w:t>
            </w:r>
          </w:p>
          <w:p w14:paraId="3C5160D9" w14:textId="77777777" w:rsidR="00E14E1A" w:rsidRPr="00B133E0" w:rsidRDefault="00E14E1A" w:rsidP="00AB01A4">
            <w:pPr>
              <w:spacing w:line="240" w:lineRule="atLeast"/>
              <w:jc w:val="center"/>
              <w:rPr>
                <w:sz w:val="20"/>
              </w:rPr>
            </w:pPr>
            <w:r w:rsidRPr="00B133E0">
              <w:rPr>
                <w:sz w:val="20"/>
              </w:rPr>
              <w:t>interest</w:t>
            </w:r>
          </w:p>
        </w:tc>
        <w:tc>
          <w:tcPr>
            <w:tcW w:w="180" w:type="dxa"/>
            <w:vAlign w:val="bottom"/>
          </w:tcPr>
          <w:p w14:paraId="18FD4797" w14:textId="77777777" w:rsidR="00E14E1A" w:rsidRPr="00B133E0" w:rsidRDefault="00E14E1A" w:rsidP="00AB01A4">
            <w:pPr>
              <w:spacing w:line="240" w:lineRule="atLeast"/>
              <w:jc w:val="center"/>
              <w:rPr>
                <w:sz w:val="20"/>
              </w:rPr>
            </w:pPr>
          </w:p>
        </w:tc>
        <w:tc>
          <w:tcPr>
            <w:tcW w:w="1973" w:type="dxa"/>
            <w:gridSpan w:val="3"/>
            <w:vAlign w:val="bottom"/>
          </w:tcPr>
          <w:p w14:paraId="47B02EC4" w14:textId="77777777" w:rsidR="00E14E1A" w:rsidRPr="00B133E0" w:rsidRDefault="00E14E1A" w:rsidP="00AB01A4">
            <w:pPr>
              <w:pStyle w:val="acctmergecolhdg"/>
              <w:spacing w:line="240" w:lineRule="atLeast"/>
              <w:rPr>
                <w:b w:val="0"/>
                <w:bCs/>
                <w:sz w:val="20"/>
              </w:rPr>
            </w:pPr>
          </w:p>
          <w:p w14:paraId="4CFEF6E9" w14:textId="77777777" w:rsidR="00E14E1A" w:rsidRPr="00B133E0" w:rsidRDefault="00E14E1A" w:rsidP="00AB01A4">
            <w:pPr>
              <w:pStyle w:val="acctmergecolhdg"/>
              <w:spacing w:line="240" w:lineRule="atLeast"/>
              <w:rPr>
                <w:b w:val="0"/>
                <w:bCs/>
                <w:sz w:val="20"/>
              </w:rPr>
            </w:pPr>
            <w:r w:rsidRPr="00B133E0">
              <w:rPr>
                <w:b w:val="0"/>
                <w:bCs/>
                <w:sz w:val="20"/>
              </w:rPr>
              <w:t>Paid-up capital</w:t>
            </w:r>
          </w:p>
        </w:tc>
        <w:tc>
          <w:tcPr>
            <w:tcW w:w="183" w:type="dxa"/>
            <w:vAlign w:val="bottom"/>
          </w:tcPr>
          <w:p w14:paraId="6C531D16" w14:textId="77777777" w:rsidR="00E14E1A" w:rsidRPr="00B133E0" w:rsidRDefault="00E14E1A" w:rsidP="00AB01A4">
            <w:pPr>
              <w:pStyle w:val="acctmergecolhdg"/>
              <w:spacing w:line="240" w:lineRule="atLeast"/>
              <w:rPr>
                <w:b w:val="0"/>
                <w:bCs/>
                <w:sz w:val="20"/>
              </w:rPr>
            </w:pPr>
          </w:p>
        </w:tc>
        <w:tc>
          <w:tcPr>
            <w:tcW w:w="1977" w:type="dxa"/>
            <w:gridSpan w:val="3"/>
            <w:vAlign w:val="bottom"/>
          </w:tcPr>
          <w:p w14:paraId="4B8FCA08" w14:textId="77777777" w:rsidR="00E14E1A" w:rsidRPr="00B133E0" w:rsidRDefault="00E14E1A" w:rsidP="00AB01A4">
            <w:pPr>
              <w:pStyle w:val="acctmergecolhdg"/>
              <w:spacing w:line="240" w:lineRule="atLeast"/>
              <w:rPr>
                <w:b w:val="0"/>
                <w:bCs/>
                <w:sz w:val="20"/>
              </w:rPr>
            </w:pPr>
          </w:p>
          <w:p w14:paraId="66466441" w14:textId="77777777" w:rsidR="00E14E1A" w:rsidRPr="00B133E0" w:rsidRDefault="00E14E1A" w:rsidP="00AB01A4">
            <w:pPr>
              <w:pStyle w:val="acctmergecolhdg"/>
              <w:spacing w:line="240" w:lineRule="atLeast"/>
              <w:rPr>
                <w:b w:val="0"/>
                <w:bCs/>
                <w:sz w:val="20"/>
              </w:rPr>
            </w:pPr>
            <w:r w:rsidRPr="00B133E0">
              <w:rPr>
                <w:b w:val="0"/>
                <w:bCs/>
                <w:sz w:val="20"/>
              </w:rPr>
              <w:t>Cost</w:t>
            </w:r>
          </w:p>
        </w:tc>
        <w:tc>
          <w:tcPr>
            <w:tcW w:w="183" w:type="dxa"/>
            <w:vAlign w:val="bottom"/>
          </w:tcPr>
          <w:p w14:paraId="3580F92A" w14:textId="77777777" w:rsidR="00E14E1A" w:rsidRPr="00B133E0" w:rsidRDefault="00E14E1A" w:rsidP="00AB01A4">
            <w:pPr>
              <w:pStyle w:val="acctmergecolhdg"/>
              <w:spacing w:line="240" w:lineRule="atLeast"/>
              <w:rPr>
                <w:b w:val="0"/>
                <w:bCs/>
                <w:sz w:val="20"/>
              </w:rPr>
            </w:pPr>
          </w:p>
        </w:tc>
        <w:tc>
          <w:tcPr>
            <w:tcW w:w="1894" w:type="dxa"/>
            <w:gridSpan w:val="3"/>
            <w:vAlign w:val="bottom"/>
          </w:tcPr>
          <w:p w14:paraId="72CA28ED" w14:textId="77777777" w:rsidR="00E14E1A" w:rsidRPr="00B133E0" w:rsidRDefault="00E14E1A" w:rsidP="00AB01A4">
            <w:pPr>
              <w:pStyle w:val="acctmergecolhdg"/>
              <w:spacing w:line="240" w:lineRule="atLeast"/>
              <w:rPr>
                <w:b w:val="0"/>
                <w:bCs/>
                <w:sz w:val="20"/>
              </w:rPr>
            </w:pPr>
            <w:r w:rsidRPr="00B133E0">
              <w:rPr>
                <w:b w:val="0"/>
                <w:bCs/>
                <w:sz w:val="20"/>
              </w:rPr>
              <w:t>Fair value of</w:t>
            </w:r>
          </w:p>
          <w:p w14:paraId="5090F36C" w14:textId="77777777" w:rsidR="00E14E1A" w:rsidRPr="00B133E0" w:rsidRDefault="00E14E1A" w:rsidP="00AB01A4">
            <w:pPr>
              <w:pStyle w:val="acctmergecolhdg"/>
              <w:spacing w:line="240" w:lineRule="atLeast"/>
              <w:rPr>
                <w:b w:val="0"/>
                <w:bCs/>
                <w:sz w:val="20"/>
              </w:rPr>
            </w:pPr>
            <w:r w:rsidRPr="00B133E0">
              <w:rPr>
                <w:b w:val="0"/>
                <w:bCs/>
                <w:sz w:val="20"/>
              </w:rPr>
              <w:t>listed securities</w:t>
            </w:r>
          </w:p>
        </w:tc>
        <w:tc>
          <w:tcPr>
            <w:tcW w:w="180" w:type="dxa"/>
          </w:tcPr>
          <w:p w14:paraId="63D762A7" w14:textId="77777777" w:rsidR="00E14E1A" w:rsidRPr="00B133E0" w:rsidRDefault="00E14E1A" w:rsidP="00AB01A4">
            <w:pPr>
              <w:pStyle w:val="acctmergecolhdg"/>
              <w:spacing w:line="240" w:lineRule="atLeast"/>
              <w:rPr>
                <w:b w:val="0"/>
                <w:bCs/>
                <w:sz w:val="20"/>
              </w:rPr>
            </w:pPr>
          </w:p>
        </w:tc>
        <w:tc>
          <w:tcPr>
            <w:tcW w:w="1829" w:type="dxa"/>
            <w:gridSpan w:val="3"/>
            <w:vAlign w:val="bottom"/>
          </w:tcPr>
          <w:p w14:paraId="58F09A80" w14:textId="77777777" w:rsidR="00E14E1A" w:rsidRPr="00B133E0" w:rsidRDefault="00E14E1A" w:rsidP="00AB01A4">
            <w:pPr>
              <w:pStyle w:val="acctmergecolhdg"/>
              <w:spacing w:line="240" w:lineRule="atLeast"/>
              <w:rPr>
                <w:b w:val="0"/>
                <w:bCs/>
                <w:sz w:val="20"/>
              </w:rPr>
            </w:pPr>
          </w:p>
          <w:p w14:paraId="216407AE" w14:textId="3F047220" w:rsidR="00E14E1A" w:rsidRPr="00B133E0" w:rsidRDefault="00324125" w:rsidP="00AB01A4">
            <w:pPr>
              <w:pStyle w:val="acctmergecolhdg"/>
              <w:spacing w:line="240" w:lineRule="atLeast"/>
              <w:rPr>
                <w:b w:val="0"/>
                <w:bCs/>
                <w:sz w:val="20"/>
              </w:rPr>
            </w:pPr>
            <w:r w:rsidRPr="00324125">
              <w:rPr>
                <w:b w:val="0"/>
                <w:bCs/>
                <w:sz w:val="20"/>
              </w:rPr>
              <w:t>Dividend income for the three-month periods ended</w:t>
            </w:r>
          </w:p>
        </w:tc>
      </w:tr>
      <w:tr w:rsidR="00930992" w:rsidRPr="00B133E0" w14:paraId="4210D548" w14:textId="77777777" w:rsidTr="00B133E0">
        <w:trPr>
          <w:cantSplit/>
          <w:trHeight w:val="242"/>
          <w:tblHeader/>
        </w:trPr>
        <w:tc>
          <w:tcPr>
            <w:tcW w:w="2700" w:type="dxa"/>
          </w:tcPr>
          <w:p w14:paraId="0404F6B9" w14:textId="77777777" w:rsidR="00930992" w:rsidRPr="00B133E0" w:rsidRDefault="00930992" w:rsidP="00930992">
            <w:pPr>
              <w:pStyle w:val="acctfourfigures"/>
              <w:spacing w:line="240" w:lineRule="atLeast"/>
              <w:jc w:val="center"/>
              <w:rPr>
                <w:sz w:val="20"/>
              </w:rPr>
            </w:pPr>
          </w:p>
        </w:tc>
        <w:tc>
          <w:tcPr>
            <w:tcW w:w="1175" w:type="dxa"/>
          </w:tcPr>
          <w:p w14:paraId="4D79DB64" w14:textId="77777777" w:rsidR="00930992" w:rsidRPr="00B133E0" w:rsidRDefault="00930992" w:rsidP="00930992">
            <w:pPr>
              <w:pStyle w:val="acctmergecolhdg"/>
              <w:spacing w:line="240" w:lineRule="atLeast"/>
              <w:ind w:left="-68" w:right="-79"/>
              <w:rPr>
                <w:b w:val="0"/>
                <w:bCs/>
                <w:sz w:val="20"/>
              </w:rPr>
            </w:pPr>
          </w:p>
        </w:tc>
        <w:tc>
          <w:tcPr>
            <w:tcW w:w="187" w:type="dxa"/>
          </w:tcPr>
          <w:p w14:paraId="56E27068" w14:textId="77777777" w:rsidR="00930992" w:rsidRPr="00B133E0" w:rsidRDefault="00930992" w:rsidP="00930992">
            <w:pPr>
              <w:pStyle w:val="acctmergecolhdg"/>
              <w:spacing w:line="240" w:lineRule="atLeast"/>
              <w:rPr>
                <w:b w:val="0"/>
                <w:bCs/>
                <w:sz w:val="20"/>
              </w:rPr>
            </w:pPr>
          </w:p>
        </w:tc>
        <w:tc>
          <w:tcPr>
            <w:tcW w:w="801" w:type="dxa"/>
            <w:vAlign w:val="bottom"/>
          </w:tcPr>
          <w:p w14:paraId="47FF20E5" w14:textId="77777777" w:rsidR="00930992" w:rsidRPr="00B133E0" w:rsidRDefault="00930992" w:rsidP="00930992">
            <w:pPr>
              <w:pStyle w:val="acctmergecolhdg"/>
              <w:spacing w:line="240" w:lineRule="atLeast"/>
              <w:rPr>
                <w:b w:val="0"/>
                <w:bCs/>
                <w:sz w:val="20"/>
              </w:rPr>
            </w:pPr>
            <w:r w:rsidRPr="00B133E0">
              <w:rPr>
                <w:b w:val="0"/>
                <w:bCs/>
                <w:sz w:val="20"/>
              </w:rPr>
              <w:t>31</w:t>
            </w:r>
          </w:p>
          <w:p w14:paraId="219DC63D" w14:textId="77777777" w:rsidR="00930992" w:rsidRPr="00B133E0" w:rsidRDefault="00930992" w:rsidP="00930992">
            <w:pPr>
              <w:pStyle w:val="acctmergecolhdg"/>
              <w:spacing w:line="240" w:lineRule="atLeast"/>
              <w:rPr>
                <w:b w:val="0"/>
                <w:bCs/>
                <w:sz w:val="20"/>
              </w:rPr>
            </w:pPr>
            <w:r w:rsidRPr="00B133E0">
              <w:rPr>
                <w:b w:val="0"/>
                <w:bCs/>
                <w:sz w:val="20"/>
              </w:rPr>
              <w:t>March</w:t>
            </w:r>
          </w:p>
        </w:tc>
        <w:tc>
          <w:tcPr>
            <w:tcW w:w="189" w:type="dxa"/>
            <w:vAlign w:val="bottom"/>
          </w:tcPr>
          <w:p w14:paraId="3CCACBDB" w14:textId="77777777" w:rsidR="00930992" w:rsidRPr="00B133E0" w:rsidRDefault="00930992" w:rsidP="00930992">
            <w:pPr>
              <w:pStyle w:val="acctmergecolhdg"/>
              <w:spacing w:line="240" w:lineRule="atLeast"/>
              <w:rPr>
                <w:b w:val="0"/>
                <w:bCs/>
                <w:sz w:val="20"/>
              </w:rPr>
            </w:pPr>
          </w:p>
        </w:tc>
        <w:tc>
          <w:tcPr>
            <w:tcW w:w="888" w:type="dxa"/>
            <w:vAlign w:val="bottom"/>
          </w:tcPr>
          <w:p w14:paraId="4AFB6527" w14:textId="77777777" w:rsidR="00930992" w:rsidRPr="00B133E0" w:rsidRDefault="00930992" w:rsidP="00930992">
            <w:pPr>
              <w:pStyle w:val="acctmergecolhdg"/>
              <w:spacing w:line="240" w:lineRule="atLeast"/>
              <w:ind w:left="-79" w:right="-79"/>
              <w:rPr>
                <w:b w:val="0"/>
                <w:bCs/>
                <w:sz w:val="20"/>
              </w:rPr>
            </w:pPr>
            <w:r w:rsidRPr="00B133E0">
              <w:rPr>
                <w:b w:val="0"/>
                <w:bCs/>
                <w:sz w:val="20"/>
              </w:rPr>
              <w:t>31</w:t>
            </w:r>
          </w:p>
          <w:p w14:paraId="296465C8" w14:textId="77777777" w:rsidR="00930992" w:rsidRPr="00B133E0" w:rsidRDefault="00930992" w:rsidP="00930992">
            <w:pPr>
              <w:pStyle w:val="acctmergecolhdg"/>
              <w:spacing w:line="240" w:lineRule="atLeast"/>
              <w:ind w:left="-79" w:right="-79"/>
              <w:rPr>
                <w:b w:val="0"/>
                <w:bCs/>
                <w:sz w:val="20"/>
              </w:rPr>
            </w:pPr>
            <w:r w:rsidRPr="00B133E0">
              <w:rPr>
                <w:b w:val="0"/>
                <w:bCs/>
                <w:sz w:val="20"/>
              </w:rPr>
              <w:t>December</w:t>
            </w:r>
          </w:p>
        </w:tc>
        <w:tc>
          <w:tcPr>
            <w:tcW w:w="180" w:type="dxa"/>
          </w:tcPr>
          <w:p w14:paraId="0BA1709E" w14:textId="77777777" w:rsidR="00930992" w:rsidRPr="00B133E0" w:rsidRDefault="00930992" w:rsidP="00930992">
            <w:pPr>
              <w:pStyle w:val="acctmergecolhdg"/>
              <w:spacing w:line="240" w:lineRule="atLeast"/>
              <w:rPr>
                <w:b w:val="0"/>
                <w:bCs/>
                <w:sz w:val="20"/>
              </w:rPr>
            </w:pPr>
          </w:p>
        </w:tc>
        <w:tc>
          <w:tcPr>
            <w:tcW w:w="896" w:type="dxa"/>
            <w:vAlign w:val="bottom"/>
          </w:tcPr>
          <w:p w14:paraId="4B6A1166" w14:textId="77777777" w:rsidR="00930992" w:rsidRPr="00B133E0" w:rsidRDefault="00930992" w:rsidP="00930992">
            <w:pPr>
              <w:pStyle w:val="acctmergecolhdg"/>
              <w:spacing w:line="240" w:lineRule="atLeast"/>
              <w:rPr>
                <w:b w:val="0"/>
                <w:bCs/>
                <w:sz w:val="20"/>
              </w:rPr>
            </w:pPr>
            <w:r w:rsidRPr="00B133E0">
              <w:rPr>
                <w:b w:val="0"/>
                <w:bCs/>
                <w:sz w:val="20"/>
              </w:rPr>
              <w:t>31</w:t>
            </w:r>
          </w:p>
          <w:p w14:paraId="3F2A5224" w14:textId="77777777" w:rsidR="00930992" w:rsidRPr="00B133E0" w:rsidRDefault="00930992" w:rsidP="00930992">
            <w:pPr>
              <w:pStyle w:val="acctmergecolhdg"/>
              <w:spacing w:line="240" w:lineRule="atLeast"/>
              <w:rPr>
                <w:b w:val="0"/>
                <w:bCs/>
                <w:sz w:val="20"/>
              </w:rPr>
            </w:pPr>
            <w:r w:rsidRPr="00B133E0">
              <w:rPr>
                <w:b w:val="0"/>
                <w:bCs/>
                <w:sz w:val="20"/>
              </w:rPr>
              <w:t>March</w:t>
            </w:r>
          </w:p>
        </w:tc>
        <w:tc>
          <w:tcPr>
            <w:tcW w:w="184" w:type="dxa"/>
            <w:vAlign w:val="bottom"/>
          </w:tcPr>
          <w:p w14:paraId="559E11FC" w14:textId="77777777" w:rsidR="00930992" w:rsidRPr="00B133E0" w:rsidRDefault="00930992" w:rsidP="00930992">
            <w:pPr>
              <w:pStyle w:val="acctmergecolhdg"/>
              <w:spacing w:line="240" w:lineRule="atLeast"/>
              <w:rPr>
                <w:b w:val="0"/>
                <w:bCs/>
                <w:sz w:val="20"/>
              </w:rPr>
            </w:pPr>
          </w:p>
        </w:tc>
        <w:tc>
          <w:tcPr>
            <w:tcW w:w="893" w:type="dxa"/>
            <w:vAlign w:val="bottom"/>
          </w:tcPr>
          <w:p w14:paraId="2C24C165" w14:textId="77777777" w:rsidR="00930992" w:rsidRPr="00B133E0" w:rsidRDefault="00930992" w:rsidP="00930992">
            <w:pPr>
              <w:pStyle w:val="acctmergecolhdg"/>
              <w:spacing w:line="240" w:lineRule="atLeast"/>
              <w:ind w:left="-79" w:right="-79"/>
              <w:rPr>
                <w:b w:val="0"/>
                <w:bCs/>
                <w:sz w:val="20"/>
              </w:rPr>
            </w:pPr>
            <w:r w:rsidRPr="00B133E0">
              <w:rPr>
                <w:b w:val="0"/>
                <w:bCs/>
                <w:sz w:val="20"/>
              </w:rPr>
              <w:t>31</w:t>
            </w:r>
          </w:p>
          <w:p w14:paraId="191C1929" w14:textId="77777777" w:rsidR="00930992" w:rsidRPr="00B133E0" w:rsidRDefault="00930992" w:rsidP="00930992">
            <w:pPr>
              <w:pStyle w:val="acctmergecolhdg"/>
              <w:spacing w:line="240" w:lineRule="atLeast"/>
              <w:ind w:left="-79" w:right="-79"/>
              <w:rPr>
                <w:b w:val="0"/>
                <w:bCs/>
                <w:sz w:val="20"/>
              </w:rPr>
            </w:pPr>
            <w:r w:rsidRPr="00B133E0">
              <w:rPr>
                <w:b w:val="0"/>
                <w:bCs/>
                <w:sz w:val="20"/>
              </w:rPr>
              <w:t>December</w:t>
            </w:r>
          </w:p>
        </w:tc>
        <w:tc>
          <w:tcPr>
            <w:tcW w:w="183" w:type="dxa"/>
          </w:tcPr>
          <w:p w14:paraId="65FDE8B9" w14:textId="77777777" w:rsidR="00930992" w:rsidRPr="00B133E0" w:rsidRDefault="00930992" w:rsidP="00930992">
            <w:pPr>
              <w:pStyle w:val="acctmergecolhdg"/>
              <w:spacing w:line="240" w:lineRule="atLeast"/>
              <w:rPr>
                <w:b w:val="0"/>
                <w:bCs/>
                <w:sz w:val="20"/>
              </w:rPr>
            </w:pPr>
          </w:p>
        </w:tc>
        <w:tc>
          <w:tcPr>
            <w:tcW w:w="891" w:type="dxa"/>
            <w:vAlign w:val="bottom"/>
          </w:tcPr>
          <w:p w14:paraId="58D5EF33" w14:textId="77777777" w:rsidR="00930992" w:rsidRPr="00B133E0" w:rsidRDefault="00930992" w:rsidP="00930992">
            <w:pPr>
              <w:pStyle w:val="acctmergecolhdg"/>
              <w:spacing w:line="240" w:lineRule="atLeast"/>
              <w:rPr>
                <w:b w:val="0"/>
                <w:bCs/>
                <w:sz w:val="20"/>
              </w:rPr>
            </w:pPr>
            <w:r w:rsidRPr="00B133E0">
              <w:rPr>
                <w:b w:val="0"/>
                <w:bCs/>
                <w:sz w:val="20"/>
              </w:rPr>
              <w:t>31</w:t>
            </w:r>
          </w:p>
          <w:p w14:paraId="22466A3F" w14:textId="77777777" w:rsidR="00930992" w:rsidRPr="00B133E0" w:rsidRDefault="00930992" w:rsidP="00930992">
            <w:pPr>
              <w:pStyle w:val="acctmergecolhdg"/>
              <w:spacing w:line="240" w:lineRule="atLeast"/>
              <w:rPr>
                <w:b w:val="0"/>
                <w:bCs/>
                <w:sz w:val="20"/>
              </w:rPr>
            </w:pPr>
            <w:r w:rsidRPr="00B133E0">
              <w:rPr>
                <w:b w:val="0"/>
                <w:bCs/>
                <w:sz w:val="20"/>
              </w:rPr>
              <w:t>March</w:t>
            </w:r>
          </w:p>
        </w:tc>
        <w:tc>
          <w:tcPr>
            <w:tcW w:w="189" w:type="dxa"/>
            <w:vAlign w:val="bottom"/>
          </w:tcPr>
          <w:p w14:paraId="0266A9E3" w14:textId="77777777" w:rsidR="00930992" w:rsidRPr="00B133E0" w:rsidRDefault="00930992" w:rsidP="00930992">
            <w:pPr>
              <w:pStyle w:val="acctmergecolhdg"/>
              <w:spacing w:line="240" w:lineRule="atLeast"/>
              <w:rPr>
                <w:b w:val="0"/>
                <w:bCs/>
                <w:sz w:val="20"/>
              </w:rPr>
            </w:pPr>
          </w:p>
        </w:tc>
        <w:tc>
          <w:tcPr>
            <w:tcW w:w="897" w:type="dxa"/>
            <w:vAlign w:val="bottom"/>
          </w:tcPr>
          <w:p w14:paraId="37902961" w14:textId="77777777" w:rsidR="00930992" w:rsidRPr="00B133E0" w:rsidRDefault="00930992" w:rsidP="00930992">
            <w:pPr>
              <w:pStyle w:val="acctmergecolhdg"/>
              <w:spacing w:line="240" w:lineRule="atLeast"/>
              <w:ind w:left="-79" w:right="-79"/>
              <w:rPr>
                <w:b w:val="0"/>
                <w:bCs/>
                <w:sz w:val="20"/>
              </w:rPr>
            </w:pPr>
            <w:r w:rsidRPr="00B133E0">
              <w:rPr>
                <w:b w:val="0"/>
                <w:bCs/>
                <w:sz w:val="20"/>
              </w:rPr>
              <w:t>31</w:t>
            </w:r>
          </w:p>
          <w:p w14:paraId="309045C2" w14:textId="77777777" w:rsidR="00930992" w:rsidRPr="00B133E0" w:rsidRDefault="00930992" w:rsidP="00930992">
            <w:pPr>
              <w:pStyle w:val="acctmergecolhdg"/>
              <w:spacing w:line="240" w:lineRule="atLeast"/>
              <w:ind w:left="-79" w:right="-79"/>
              <w:rPr>
                <w:b w:val="0"/>
                <w:bCs/>
                <w:sz w:val="20"/>
              </w:rPr>
            </w:pPr>
            <w:r w:rsidRPr="00B133E0">
              <w:rPr>
                <w:b w:val="0"/>
                <w:bCs/>
                <w:sz w:val="20"/>
              </w:rPr>
              <w:t>December</w:t>
            </w:r>
          </w:p>
        </w:tc>
        <w:tc>
          <w:tcPr>
            <w:tcW w:w="183" w:type="dxa"/>
          </w:tcPr>
          <w:p w14:paraId="29D0F3F4" w14:textId="77777777" w:rsidR="00930992" w:rsidRPr="00B133E0" w:rsidRDefault="00930992" w:rsidP="00930992">
            <w:pPr>
              <w:pStyle w:val="acctmergecolhdg"/>
              <w:spacing w:line="240" w:lineRule="atLeast"/>
              <w:rPr>
                <w:b w:val="0"/>
                <w:bCs/>
                <w:sz w:val="20"/>
              </w:rPr>
            </w:pPr>
          </w:p>
        </w:tc>
        <w:tc>
          <w:tcPr>
            <w:tcW w:w="801" w:type="dxa"/>
            <w:vAlign w:val="bottom"/>
          </w:tcPr>
          <w:p w14:paraId="411984AA" w14:textId="77777777" w:rsidR="00930992" w:rsidRPr="00B133E0" w:rsidRDefault="00930992" w:rsidP="00930992">
            <w:pPr>
              <w:pStyle w:val="acctmergecolhdg"/>
              <w:spacing w:line="240" w:lineRule="atLeast"/>
              <w:rPr>
                <w:b w:val="0"/>
                <w:bCs/>
                <w:sz w:val="20"/>
              </w:rPr>
            </w:pPr>
            <w:r w:rsidRPr="00B133E0">
              <w:rPr>
                <w:b w:val="0"/>
                <w:bCs/>
                <w:sz w:val="20"/>
              </w:rPr>
              <w:t>31</w:t>
            </w:r>
          </w:p>
          <w:p w14:paraId="0B0337A4" w14:textId="77777777" w:rsidR="00930992" w:rsidRPr="00B133E0" w:rsidRDefault="00930992" w:rsidP="00930992">
            <w:pPr>
              <w:pStyle w:val="acctmergecolhdg"/>
              <w:spacing w:line="240" w:lineRule="atLeast"/>
              <w:rPr>
                <w:b w:val="0"/>
                <w:bCs/>
                <w:sz w:val="20"/>
              </w:rPr>
            </w:pPr>
            <w:r w:rsidRPr="00B133E0">
              <w:rPr>
                <w:b w:val="0"/>
                <w:bCs/>
                <w:sz w:val="20"/>
              </w:rPr>
              <w:t>March</w:t>
            </w:r>
          </w:p>
        </w:tc>
        <w:tc>
          <w:tcPr>
            <w:tcW w:w="189" w:type="dxa"/>
            <w:vAlign w:val="bottom"/>
          </w:tcPr>
          <w:p w14:paraId="157A45CE" w14:textId="77777777" w:rsidR="00930992" w:rsidRPr="00B133E0" w:rsidRDefault="00930992" w:rsidP="00930992">
            <w:pPr>
              <w:pStyle w:val="acctmergecolhdg"/>
              <w:spacing w:line="240" w:lineRule="atLeast"/>
              <w:rPr>
                <w:b w:val="0"/>
                <w:bCs/>
                <w:sz w:val="20"/>
              </w:rPr>
            </w:pPr>
          </w:p>
        </w:tc>
        <w:tc>
          <w:tcPr>
            <w:tcW w:w="904" w:type="dxa"/>
            <w:vAlign w:val="bottom"/>
          </w:tcPr>
          <w:p w14:paraId="0ED49E4B" w14:textId="77777777" w:rsidR="00930992" w:rsidRPr="00B133E0" w:rsidRDefault="00930992" w:rsidP="00930992">
            <w:pPr>
              <w:pStyle w:val="acctmergecolhdg"/>
              <w:spacing w:line="240" w:lineRule="atLeast"/>
              <w:ind w:left="-79" w:right="-79"/>
              <w:rPr>
                <w:b w:val="0"/>
                <w:bCs/>
                <w:sz w:val="20"/>
              </w:rPr>
            </w:pPr>
            <w:r w:rsidRPr="00B133E0">
              <w:rPr>
                <w:b w:val="0"/>
                <w:bCs/>
                <w:sz w:val="20"/>
              </w:rPr>
              <w:t>31</w:t>
            </w:r>
          </w:p>
          <w:p w14:paraId="0DC96E67" w14:textId="77777777" w:rsidR="00930992" w:rsidRPr="00B133E0" w:rsidRDefault="00930992" w:rsidP="00930992">
            <w:pPr>
              <w:pStyle w:val="acctmergecolhdg"/>
              <w:spacing w:line="240" w:lineRule="atLeast"/>
              <w:ind w:left="-79" w:right="-79"/>
              <w:rPr>
                <w:b w:val="0"/>
                <w:bCs/>
                <w:sz w:val="20"/>
              </w:rPr>
            </w:pPr>
            <w:r w:rsidRPr="00B133E0">
              <w:rPr>
                <w:b w:val="0"/>
                <w:bCs/>
                <w:sz w:val="20"/>
              </w:rPr>
              <w:t>December</w:t>
            </w:r>
          </w:p>
        </w:tc>
        <w:tc>
          <w:tcPr>
            <w:tcW w:w="180" w:type="dxa"/>
          </w:tcPr>
          <w:p w14:paraId="039D2004" w14:textId="77777777" w:rsidR="00930992" w:rsidRPr="00B133E0" w:rsidRDefault="00930992" w:rsidP="00930992">
            <w:pPr>
              <w:pStyle w:val="acctmergecolhdg"/>
              <w:spacing w:line="240" w:lineRule="atLeast"/>
              <w:rPr>
                <w:b w:val="0"/>
                <w:bCs/>
                <w:sz w:val="20"/>
              </w:rPr>
            </w:pPr>
          </w:p>
        </w:tc>
        <w:tc>
          <w:tcPr>
            <w:tcW w:w="810" w:type="dxa"/>
            <w:vAlign w:val="bottom"/>
          </w:tcPr>
          <w:p w14:paraId="3DE1EE94" w14:textId="77777777" w:rsidR="00930992" w:rsidRPr="00B133E0" w:rsidRDefault="00930992" w:rsidP="00930992">
            <w:pPr>
              <w:pStyle w:val="acctmergecolhdg"/>
              <w:spacing w:line="240" w:lineRule="atLeast"/>
              <w:rPr>
                <w:b w:val="0"/>
                <w:bCs/>
                <w:sz w:val="20"/>
              </w:rPr>
            </w:pPr>
            <w:r w:rsidRPr="00B133E0">
              <w:rPr>
                <w:b w:val="0"/>
                <w:bCs/>
                <w:sz w:val="20"/>
              </w:rPr>
              <w:t>31</w:t>
            </w:r>
          </w:p>
          <w:p w14:paraId="1F8A754A" w14:textId="77777777" w:rsidR="00930992" w:rsidRPr="00B133E0" w:rsidRDefault="00930992" w:rsidP="00930992">
            <w:pPr>
              <w:pStyle w:val="acctmergecolhdg"/>
              <w:spacing w:line="240" w:lineRule="atLeast"/>
              <w:rPr>
                <w:b w:val="0"/>
                <w:bCs/>
                <w:sz w:val="20"/>
              </w:rPr>
            </w:pPr>
            <w:r w:rsidRPr="00B133E0">
              <w:rPr>
                <w:b w:val="0"/>
                <w:bCs/>
                <w:sz w:val="20"/>
              </w:rPr>
              <w:t>March</w:t>
            </w:r>
          </w:p>
        </w:tc>
        <w:tc>
          <w:tcPr>
            <w:tcW w:w="180" w:type="dxa"/>
            <w:vAlign w:val="bottom"/>
          </w:tcPr>
          <w:p w14:paraId="1DC26357" w14:textId="77777777" w:rsidR="00930992" w:rsidRPr="00B133E0" w:rsidRDefault="00930992" w:rsidP="00930992">
            <w:pPr>
              <w:pStyle w:val="acctmergecolhdg"/>
              <w:spacing w:line="240" w:lineRule="atLeast"/>
              <w:rPr>
                <w:b w:val="0"/>
                <w:bCs/>
                <w:sz w:val="20"/>
              </w:rPr>
            </w:pPr>
          </w:p>
        </w:tc>
        <w:tc>
          <w:tcPr>
            <w:tcW w:w="839" w:type="dxa"/>
            <w:vAlign w:val="bottom"/>
          </w:tcPr>
          <w:p w14:paraId="0B0844F1" w14:textId="77777777" w:rsidR="00930992" w:rsidRPr="00B133E0" w:rsidRDefault="00930992" w:rsidP="00930992">
            <w:pPr>
              <w:pStyle w:val="acctmergecolhdg"/>
              <w:spacing w:line="240" w:lineRule="atLeast"/>
              <w:rPr>
                <w:b w:val="0"/>
                <w:bCs/>
                <w:sz w:val="20"/>
              </w:rPr>
            </w:pPr>
            <w:r w:rsidRPr="00B133E0">
              <w:rPr>
                <w:b w:val="0"/>
                <w:bCs/>
                <w:sz w:val="20"/>
              </w:rPr>
              <w:t>31</w:t>
            </w:r>
          </w:p>
          <w:p w14:paraId="02AD0120" w14:textId="57499B81" w:rsidR="00930992" w:rsidRPr="00B133E0" w:rsidRDefault="00930992" w:rsidP="00930992">
            <w:pPr>
              <w:pStyle w:val="acctmergecolhdg"/>
              <w:spacing w:line="240" w:lineRule="atLeast"/>
              <w:ind w:left="-79" w:right="-79"/>
              <w:rPr>
                <w:b w:val="0"/>
                <w:bCs/>
                <w:sz w:val="20"/>
              </w:rPr>
            </w:pPr>
            <w:r w:rsidRPr="00B133E0">
              <w:rPr>
                <w:b w:val="0"/>
                <w:bCs/>
                <w:sz w:val="20"/>
              </w:rPr>
              <w:t>March</w:t>
            </w:r>
          </w:p>
        </w:tc>
      </w:tr>
      <w:tr w:rsidR="00930992" w:rsidRPr="00B133E0" w14:paraId="16956FAF" w14:textId="77777777" w:rsidTr="00B133E0">
        <w:trPr>
          <w:cantSplit/>
          <w:trHeight w:val="242"/>
          <w:tblHeader/>
        </w:trPr>
        <w:tc>
          <w:tcPr>
            <w:tcW w:w="2700" w:type="dxa"/>
          </w:tcPr>
          <w:p w14:paraId="1AD30EE4" w14:textId="77777777" w:rsidR="00930992" w:rsidRPr="00B133E0" w:rsidRDefault="00930992" w:rsidP="00930992">
            <w:pPr>
              <w:pStyle w:val="acctfourfigures"/>
              <w:spacing w:line="240" w:lineRule="atLeast"/>
              <w:jc w:val="center"/>
              <w:rPr>
                <w:sz w:val="20"/>
              </w:rPr>
            </w:pPr>
          </w:p>
        </w:tc>
        <w:tc>
          <w:tcPr>
            <w:tcW w:w="1175" w:type="dxa"/>
          </w:tcPr>
          <w:p w14:paraId="2DEF023E" w14:textId="77777777" w:rsidR="00930992" w:rsidRPr="00B133E0" w:rsidRDefault="00930992" w:rsidP="00930992">
            <w:pPr>
              <w:pStyle w:val="acctmergecolhdg"/>
              <w:spacing w:line="240" w:lineRule="atLeast"/>
              <w:ind w:left="-68" w:right="-79"/>
              <w:rPr>
                <w:b w:val="0"/>
                <w:bCs/>
                <w:sz w:val="20"/>
              </w:rPr>
            </w:pPr>
          </w:p>
        </w:tc>
        <w:tc>
          <w:tcPr>
            <w:tcW w:w="187" w:type="dxa"/>
          </w:tcPr>
          <w:p w14:paraId="4535CDF4" w14:textId="77777777" w:rsidR="00930992" w:rsidRPr="00B133E0" w:rsidRDefault="00930992" w:rsidP="00930992">
            <w:pPr>
              <w:pStyle w:val="acctmergecolhdg"/>
              <w:spacing w:line="240" w:lineRule="atLeast"/>
              <w:rPr>
                <w:b w:val="0"/>
                <w:bCs/>
                <w:sz w:val="20"/>
              </w:rPr>
            </w:pPr>
          </w:p>
        </w:tc>
        <w:tc>
          <w:tcPr>
            <w:tcW w:w="801" w:type="dxa"/>
            <w:vAlign w:val="bottom"/>
          </w:tcPr>
          <w:p w14:paraId="3C2AE3C8" w14:textId="77777777" w:rsidR="00930992" w:rsidRPr="00B133E0" w:rsidRDefault="00930992" w:rsidP="00930992">
            <w:pPr>
              <w:pStyle w:val="acctmergecolhdg"/>
              <w:spacing w:line="240" w:lineRule="atLeast"/>
              <w:rPr>
                <w:b w:val="0"/>
                <w:bCs/>
                <w:sz w:val="20"/>
              </w:rPr>
            </w:pPr>
            <w:r w:rsidRPr="00B133E0">
              <w:rPr>
                <w:b w:val="0"/>
                <w:bCs/>
                <w:sz w:val="20"/>
              </w:rPr>
              <w:t>2021</w:t>
            </w:r>
          </w:p>
        </w:tc>
        <w:tc>
          <w:tcPr>
            <w:tcW w:w="189" w:type="dxa"/>
            <w:vAlign w:val="bottom"/>
          </w:tcPr>
          <w:p w14:paraId="547136D6" w14:textId="77777777" w:rsidR="00930992" w:rsidRPr="00B133E0" w:rsidRDefault="00930992" w:rsidP="00930992">
            <w:pPr>
              <w:pStyle w:val="acctmergecolhdg"/>
              <w:spacing w:line="240" w:lineRule="atLeast"/>
              <w:rPr>
                <w:b w:val="0"/>
                <w:bCs/>
                <w:sz w:val="20"/>
              </w:rPr>
            </w:pPr>
          </w:p>
        </w:tc>
        <w:tc>
          <w:tcPr>
            <w:tcW w:w="888" w:type="dxa"/>
            <w:vAlign w:val="bottom"/>
          </w:tcPr>
          <w:p w14:paraId="16519F03" w14:textId="77777777" w:rsidR="00930992" w:rsidRPr="00B133E0" w:rsidRDefault="00930992" w:rsidP="00930992">
            <w:pPr>
              <w:pStyle w:val="acctmergecolhdg"/>
              <w:spacing w:line="240" w:lineRule="atLeast"/>
              <w:ind w:left="-79" w:right="-79"/>
              <w:rPr>
                <w:b w:val="0"/>
                <w:bCs/>
                <w:sz w:val="20"/>
              </w:rPr>
            </w:pPr>
            <w:r w:rsidRPr="00B133E0">
              <w:rPr>
                <w:b w:val="0"/>
                <w:bCs/>
                <w:sz w:val="20"/>
              </w:rPr>
              <w:t>2020</w:t>
            </w:r>
          </w:p>
        </w:tc>
        <w:tc>
          <w:tcPr>
            <w:tcW w:w="180" w:type="dxa"/>
          </w:tcPr>
          <w:p w14:paraId="544E05D0" w14:textId="77777777" w:rsidR="00930992" w:rsidRPr="00B133E0" w:rsidRDefault="00930992" w:rsidP="00930992">
            <w:pPr>
              <w:pStyle w:val="acctmergecolhdg"/>
              <w:spacing w:line="240" w:lineRule="atLeast"/>
              <w:rPr>
                <w:b w:val="0"/>
                <w:bCs/>
                <w:sz w:val="20"/>
              </w:rPr>
            </w:pPr>
          </w:p>
        </w:tc>
        <w:tc>
          <w:tcPr>
            <w:tcW w:w="896" w:type="dxa"/>
            <w:vAlign w:val="bottom"/>
          </w:tcPr>
          <w:p w14:paraId="5041E097" w14:textId="77777777" w:rsidR="00930992" w:rsidRPr="00B133E0" w:rsidRDefault="00930992" w:rsidP="00930992">
            <w:pPr>
              <w:pStyle w:val="acctmergecolhdg"/>
              <w:spacing w:line="240" w:lineRule="atLeast"/>
              <w:rPr>
                <w:b w:val="0"/>
                <w:bCs/>
                <w:sz w:val="20"/>
              </w:rPr>
            </w:pPr>
            <w:r w:rsidRPr="00B133E0">
              <w:rPr>
                <w:b w:val="0"/>
                <w:bCs/>
                <w:sz w:val="20"/>
              </w:rPr>
              <w:t>2021</w:t>
            </w:r>
          </w:p>
        </w:tc>
        <w:tc>
          <w:tcPr>
            <w:tcW w:w="184" w:type="dxa"/>
            <w:vAlign w:val="bottom"/>
          </w:tcPr>
          <w:p w14:paraId="0A51ED81" w14:textId="77777777" w:rsidR="00930992" w:rsidRPr="00B133E0" w:rsidRDefault="00930992" w:rsidP="00930992">
            <w:pPr>
              <w:pStyle w:val="acctmergecolhdg"/>
              <w:spacing w:line="240" w:lineRule="atLeast"/>
              <w:rPr>
                <w:b w:val="0"/>
                <w:bCs/>
                <w:sz w:val="20"/>
              </w:rPr>
            </w:pPr>
          </w:p>
        </w:tc>
        <w:tc>
          <w:tcPr>
            <w:tcW w:w="893" w:type="dxa"/>
            <w:vAlign w:val="bottom"/>
          </w:tcPr>
          <w:p w14:paraId="04112FE1" w14:textId="77777777" w:rsidR="00930992" w:rsidRPr="00B133E0" w:rsidRDefault="00930992" w:rsidP="00930992">
            <w:pPr>
              <w:pStyle w:val="acctmergecolhdg"/>
              <w:spacing w:line="240" w:lineRule="atLeast"/>
              <w:ind w:left="-79" w:right="-79"/>
              <w:rPr>
                <w:b w:val="0"/>
                <w:bCs/>
                <w:sz w:val="20"/>
              </w:rPr>
            </w:pPr>
            <w:r w:rsidRPr="00B133E0">
              <w:rPr>
                <w:b w:val="0"/>
                <w:bCs/>
                <w:sz w:val="20"/>
              </w:rPr>
              <w:t>2020</w:t>
            </w:r>
          </w:p>
        </w:tc>
        <w:tc>
          <w:tcPr>
            <w:tcW w:w="183" w:type="dxa"/>
          </w:tcPr>
          <w:p w14:paraId="22667F31" w14:textId="77777777" w:rsidR="00930992" w:rsidRPr="00B133E0" w:rsidRDefault="00930992" w:rsidP="00930992">
            <w:pPr>
              <w:pStyle w:val="acctmergecolhdg"/>
              <w:spacing w:line="240" w:lineRule="atLeast"/>
              <w:rPr>
                <w:b w:val="0"/>
                <w:bCs/>
                <w:sz w:val="20"/>
              </w:rPr>
            </w:pPr>
          </w:p>
        </w:tc>
        <w:tc>
          <w:tcPr>
            <w:tcW w:w="891" w:type="dxa"/>
            <w:vAlign w:val="bottom"/>
          </w:tcPr>
          <w:p w14:paraId="512A33F8" w14:textId="77777777" w:rsidR="00930992" w:rsidRPr="00B133E0" w:rsidRDefault="00930992" w:rsidP="00930992">
            <w:pPr>
              <w:pStyle w:val="acctmergecolhdg"/>
              <w:spacing w:line="240" w:lineRule="atLeast"/>
              <w:rPr>
                <w:b w:val="0"/>
                <w:bCs/>
                <w:sz w:val="20"/>
              </w:rPr>
            </w:pPr>
            <w:r w:rsidRPr="00B133E0">
              <w:rPr>
                <w:b w:val="0"/>
                <w:bCs/>
                <w:sz w:val="20"/>
              </w:rPr>
              <w:t>2021</w:t>
            </w:r>
          </w:p>
        </w:tc>
        <w:tc>
          <w:tcPr>
            <w:tcW w:w="189" w:type="dxa"/>
            <w:vAlign w:val="bottom"/>
          </w:tcPr>
          <w:p w14:paraId="5B18A1A2" w14:textId="77777777" w:rsidR="00930992" w:rsidRPr="00B133E0" w:rsidRDefault="00930992" w:rsidP="00930992">
            <w:pPr>
              <w:pStyle w:val="acctmergecolhdg"/>
              <w:spacing w:line="240" w:lineRule="atLeast"/>
              <w:rPr>
                <w:b w:val="0"/>
                <w:bCs/>
                <w:sz w:val="20"/>
              </w:rPr>
            </w:pPr>
          </w:p>
        </w:tc>
        <w:tc>
          <w:tcPr>
            <w:tcW w:w="897" w:type="dxa"/>
            <w:vAlign w:val="bottom"/>
          </w:tcPr>
          <w:p w14:paraId="5AFDBD4F" w14:textId="77777777" w:rsidR="00930992" w:rsidRPr="00B133E0" w:rsidRDefault="00930992" w:rsidP="00930992">
            <w:pPr>
              <w:pStyle w:val="acctmergecolhdg"/>
              <w:spacing w:line="240" w:lineRule="atLeast"/>
              <w:ind w:left="-79" w:right="-79"/>
              <w:rPr>
                <w:b w:val="0"/>
                <w:bCs/>
                <w:sz w:val="20"/>
              </w:rPr>
            </w:pPr>
            <w:r w:rsidRPr="00B133E0">
              <w:rPr>
                <w:b w:val="0"/>
                <w:bCs/>
                <w:sz w:val="20"/>
              </w:rPr>
              <w:t>2020</w:t>
            </w:r>
          </w:p>
        </w:tc>
        <w:tc>
          <w:tcPr>
            <w:tcW w:w="183" w:type="dxa"/>
          </w:tcPr>
          <w:p w14:paraId="53546A65" w14:textId="77777777" w:rsidR="00930992" w:rsidRPr="00B133E0" w:rsidRDefault="00930992" w:rsidP="00930992">
            <w:pPr>
              <w:pStyle w:val="acctmergecolhdg"/>
              <w:spacing w:line="240" w:lineRule="atLeast"/>
              <w:rPr>
                <w:b w:val="0"/>
                <w:bCs/>
                <w:sz w:val="20"/>
              </w:rPr>
            </w:pPr>
          </w:p>
        </w:tc>
        <w:tc>
          <w:tcPr>
            <w:tcW w:w="801" w:type="dxa"/>
            <w:vAlign w:val="bottom"/>
          </w:tcPr>
          <w:p w14:paraId="7BE3DF94" w14:textId="77777777" w:rsidR="00930992" w:rsidRPr="00B133E0" w:rsidRDefault="00930992" w:rsidP="00930992">
            <w:pPr>
              <w:pStyle w:val="acctmergecolhdg"/>
              <w:spacing w:line="240" w:lineRule="atLeast"/>
              <w:rPr>
                <w:b w:val="0"/>
                <w:bCs/>
                <w:sz w:val="20"/>
              </w:rPr>
            </w:pPr>
            <w:r w:rsidRPr="00B133E0">
              <w:rPr>
                <w:b w:val="0"/>
                <w:bCs/>
                <w:sz w:val="20"/>
              </w:rPr>
              <w:t>2021</w:t>
            </w:r>
          </w:p>
        </w:tc>
        <w:tc>
          <w:tcPr>
            <w:tcW w:w="189" w:type="dxa"/>
            <w:vAlign w:val="bottom"/>
          </w:tcPr>
          <w:p w14:paraId="7005335D" w14:textId="77777777" w:rsidR="00930992" w:rsidRPr="00B133E0" w:rsidRDefault="00930992" w:rsidP="00930992">
            <w:pPr>
              <w:pStyle w:val="acctmergecolhdg"/>
              <w:spacing w:line="240" w:lineRule="atLeast"/>
              <w:rPr>
                <w:b w:val="0"/>
                <w:bCs/>
                <w:sz w:val="20"/>
              </w:rPr>
            </w:pPr>
          </w:p>
        </w:tc>
        <w:tc>
          <w:tcPr>
            <w:tcW w:w="904" w:type="dxa"/>
            <w:vAlign w:val="bottom"/>
          </w:tcPr>
          <w:p w14:paraId="129067B5" w14:textId="77777777" w:rsidR="00930992" w:rsidRPr="00B133E0" w:rsidRDefault="00930992" w:rsidP="00930992">
            <w:pPr>
              <w:pStyle w:val="acctmergecolhdg"/>
              <w:spacing w:line="240" w:lineRule="atLeast"/>
              <w:ind w:left="-79" w:right="-79"/>
              <w:rPr>
                <w:b w:val="0"/>
                <w:bCs/>
                <w:sz w:val="20"/>
              </w:rPr>
            </w:pPr>
            <w:r w:rsidRPr="00B133E0">
              <w:rPr>
                <w:b w:val="0"/>
                <w:bCs/>
                <w:sz w:val="20"/>
              </w:rPr>
              <w:t>2020</w:t>
            </w:r>
          </w:p>
        </w:tc>
        <w:tc>
          <w:tcPr>
            <w:tcW w:w="180" w:type="dxa"/>
          </w:tcPr>
          <w:p w14:paraId="48E7340A" w14:textId="77777777" w:rsidR="00930992" w:rsidRPr="00B133E0" w:rsidRDefault="00930992" w:rsidP="00930992">
            <w:pPr>
              <w:pStyle w:val="acctmergecolhdg"/>
              <w:spacing w:line="240" w:lineRule="atLeast"/>
              <w:rPr>
                <w:b w:val="0"/>
                <w:bCs/>
                <w:sz w:val="20"/>
              </w:rPr>
            </w:pPr>
          </w:p>
        </w:tc>
        <w:tc>
          <w:tcPr>
            <w:tcW w:w="810" w:type="dxa"/>
            <w:vAlign w:val="bottom"/>
          </w:tcPr>
          <w:p w14:paraId="68C440B1" w14:textId="77777777" w:rsidR="00930992" w:rsidRPr="00B133E0" w:rsidRDefault="00930992" w:rsidP="00930992">
            <w:pPr>
              <w:pStyle w:val="acctmergecolhdg"/>
              <w:spacing w:line="240" w:lineRule="atLeast"/>
              <w:rPr>
                <w:b w:val="0"/>
                <w:bCs/>
                <w:sz w:val="20"/>
              </w:rPr>
            </w:pPr>
            <w:r w:rsidRPr="00B133E0">
              <w:rPr>
                <w:b w:val="0"/>
                <w:bCs/>
                <w:sz w:val="20"/>
              </w:rPr>
              <w:t>2021</w:t>
            </w:r>
          </w:p>
        </w:tc>
        <w:tc>
          <w:tcPr>
            <w:tcW w:w="180" w:type="dxa"/>
            <w:vAlign w:val="bottom"/>
          </w:tcPr>
          <w:p w14:paraId="4BF2B711" w14:textId="77777777" w:rsidR="00930992" w:rsidRPr="00B133E0" w:rsidRDefault="00930992" w:rsidP="00930992">
            <w:pPr>
              <w:pStyle w:val="acctmergecolhdg"/>
              <w:spacing w:line="240" w:lineRule="atLeast"/>
              <w:rPr>
                <w:b w:val="0"/>
                <w:bCs/>
                <w:sz w:val="20"/>
              </w:rPr>
            </w:pPr>
          </w:p>
        </w:tc>
        <w:tc>
          <w:tcPr>
            <w:tcW w:w="839" w:type="dxa"/>
            <w:vAlign w:val="bottom"/>
          </w:tcPr>
          <w:p w14:paraId="3965EF2D" w14:textId="62956837" w:rsidR="00930992" w:rsidRPr="00B133E0" w:rsidRDefault="00930992" w:rsidP="00930992">
            <w:pPr>
              <w:pStyle w:val="acctmergecolhdg"/>
              <w:spacing w:line="240" w:lineRule="atLeast"/>
              <w:ind w:left="-79" w:right="-79"/>
              <w:rPr>
                <w:b w:val="0"/>
                <w:bCs/>
                <w:sz w:val="20"/>
              </w:rPr>
            </w:pPr>
            <w:r w:rsidRPr="00B133E0">
              <w:rPr>
                <w:b w:val="0"/>
                <w:bCs/>
                <w:sz w:val="20"/>
              </w:rPr>
              <w:t>202</w:t>
            </w:r>
            <w:r>
              <w:rPr>
                <w:b w:val="0"/>
                <w:bCs/>
                <w:sz w:val="20"/>
              </w:rPr>
              <w:t>0</w:t>
            </w:r>
          </w:p>
        </w:tc>
      </w:tr>
      <w:tr w:rsidR="00E14E1A" w:rsidRPr="00B133E0" w14:paraId="1573DD19" w14:textId="77777777" w:rsidTr="00930992">
        <w:trPr>
          <w:cantSplit/>
          <w:trHeight w:val="242"/>
          <w:tblHeader/>
        </w:trPr>
        <w:tc>
          <w:tcPr>
            <w:tcW w:w="2700" w:type="dxa"/>
          </w:tcPr>
          <w:p w14:paraId="1129649E" w14:textId="77777777" w:rsidR="00E14E1A" w:rsidRPr="00B133E0" w:rsidRDefault="00E14E1A" w:rsidP="00AB01A4">
            <w:pPr>
              <w:pStyle w:val="acctfourfigures"/>
              <w:spacing w:line="240" w:lineRule="atLeast"/>
              <w:jc w:val="center"/>
              <w:rPr>
                <w:i/>
                <w:iCs/>
                <w:sz w:val="20"/>
              </w:rPr>
            </w:pPr>
          </w:p>
        </w:tc>
        <w:tc>
          <w:tcPr>
            <w:tcW w:w="1175" w:type="dxa"/>
          </w:tcPr>
          <w:p w14:paraId="7C05B59F" w14:textId="77777777" w:rsidR="00E14E1A" w:rsidRPr="00B133E0" w:rsidRDefault="00E14E1A" w:rsidP="00AB01A4">
            <w:pPr>
              <w:pStyle w:val="acctmergecolhdg"/>
              <w:spacing w:line="240" w:lineRule="atLeast"/>
              <w:ind w:left="-68" w:right="-79"/>
              <w:rPr>
                <w:b w:val="0"/>
                <w:bCs/>
                <w:i/>
                <w:iCs/>
                <w:sz w:val="20"/>
              </w:rPr>
            </w:pPr>
          </w:p>
        </w:tc>
        <w:tc>
          <w:tcPr>
            <w:tcW w:w="187" w:type="dxa"/>
          </w:tcPr>
          <w:p w14:paraId="021585C2" w14:textId="77777777" w:rsidR="00E14E1A" w:rsidRPr="00B133E0" w:rsidRDefault="00E14E1A" w:rsidP="00AB01A4">
            <w:pPr>
              <w:pStyle w:val="acctmergecolhdg"/>
              <w:spacing w:line="240" w:lineRule="atLeast"/>
              <w:rPr>
                <w:b w:val="0"/>
                <w:bCs/>
                <w:i/>
                <w:iCs/>
                <w:sz w:val="20"/>
              </w:rPr>
            </w:pPr>
          </w:p>
        </w:tc>
        <w:tc>
          <w:tcPr>
            <w:tcW w:w="1878" w:type="dxa"/>
            <w:gridSpan w:val="3"/>
            <w:vAlign w:val="bottom"/>
          </w:tcPr>
          <w:p w14:paraId="7B0B9A43" w14:textId="680B86D0" w:rsidR="00E14E1A" w:rsidRPr="00B133E0" w:rsidRDefault="00E14E1A" w:rsidP="00AB01A4">
            <w:pPr>
              <w:pStyle w:val="acctmergecolhdg"/>
              <w:spacing w:line="240" w:lineRule="atLeast"/>
              <w:ind w:left="-79" w:right="-79"/>
              <w:rPr>
                <w:b w:val="0"/>
                <w:bCs/>
                <w:i/>
                <w:iCs/>
                <w:sz w:val="20"/>
              </w:rPr>
            </w:pPr>
            <w:r w:rsidRPr="00B133E0">
              <w:rPr>
                <w:b w:val="0"/>
                <w:bCs/>
                <w:i/>
                <w:iCs/>
                <w:sz w:val="20"/>
              </w:rPr>
              <w:t>(%)</w:t>
            </w:r>
          </w:p>
        </w:tc>
        <w:tc>
          <w:tcPr>
            <w:tcW w:w="180" w:type="dxa"/>
          </w:tcPr>
          <w:p w14:paraId="0729FDBF" w14:textId="77777777" w:rsidR="00E14E1A" w:rsidRPr="00B133E0" w:rsidRDefault="00E14E1A" w:rsidP="00AB01A4">
            <w:pPr>
              <w:pStyle w:val="acctmergecolhdg"/>
              <w:spacing w:line="240" w:lineRule="atLeast"/>
              <w:rPr>
                <w:b w:val="0"/>
                <w:bCs/>
                <w:i/>
                <w:iCs/>
                <w:sz w:val="20"/>
              </w:rPr>
            </w:pPr>
          </w:p>
        </w:tc>
        <w:tc>
          <w:tcPr>
            <w:tcW w:w="8219" w:type="dxa"/>
            <w:gridSpan w:val="15"/>
            <w:vAlign w:val="bottom"/>
          </w:tcPr>
          <w:p w14:paraId="7B76BE6A" w14:textId="69658496" w:rsidR="00E14E1A" w:rsidRPr="00B133E0" w:rsidRDefault="00E14E1A" w:rsidP="00AB01A4">
            <w:pPr>
              <w:pStyle w:val="acctmergecolhdg"/>
              <w:spacing w:line="240" w:lineRule="atLeast"/>
              <w:ind w:left="-79" w:right="-79"/>
              <w:rPr>
                <w:b w:val="0"/>
                <w:bCs/>
                <w:i/>
                <w:iCs/>
                <w:sz w:val="20"/>
              </w:rPr>
            </w:pPr>
            <w:r w:rsidRPr="00B133E0">
              <w:rPr>
                <w:b w:val="0"/>
                <w:bCs/>
                <w:i/>
                <w:iCs/>
                <w:sz w:val="20"/>
              </w:rPr>
              <w:t>(in million Baht)</w:t>
            </w:r>
          </w:p>
        </w:tc>
      </w:tr>
      <w:tr w:rsidR="00E14E1A" w:rsidRPr="00B133E0" w14:paraId="08D2AE9D" w14:textId="77777777" w:rsidTr="00B133E0">
        <w:trPr>
          <w:cantSplit/>
          <w:trHeight w:val="268"/>
        </w:trPr>
        <w:tc>
          <w:tcPr>
            <w:tcW w:w="2700" w:type="dxa"/>
          </w:tcPr>
          <w:p w14:paraId="46558C21" w14:textId="1A0082F2" w:rsidR="00E14E1A" w:rsidRPr="00B133E0" w:rsidRDefault="00E14E1A" w:rsidP="00AB01A4">
            <w:pPr>
              <w:spacing w:line="240" w:lineRule="atLeast"/>
              <w:rPr>
                <w:i/>
                <w:iCs/>
                <w:sz w:val="20"/>
              </w:rPr>
            </w:pPr>
            <w:r w:rsidRPr="00B133E0">
              <w:rPr>
                <w:b/>
                <w:bCs/>
                <w:i/>
                <w:iCs/>
                <w:sz w:val="20"/>
              </w:rPr>
              <w:t>Associate</w:t>
            </w:r>
          </w:p>
        </w:tc>
        <w:tc>
          <w:tcPr>
            <w:tcW w:w="1175" w:type="dxa"/>
          </w:tcPr>
          <w:p w14:paraId="5AEDAB93" w14:textId="77777777" w:rsidR="00E14E1A" w:rsidRPr="00B133E0" w:rsidRDefault="00E14E1A" w:rsidP="00AB01A4">
            <w:pPr>
              <w:tabs>
                <w:tab w:val="decimal" w:pos="461"/>
              </w:tabs>
              <w:spacing w:line="240" w:lineRule="atLeast"/>
              <w:ind w:left="-68" w:right="-79"/>
              <w:jc w:val="center"/>
              <w:rPr>
                <w:sz w:val="20"/>
              </w:rPr>
            </w:pPr>
          </w:p>
        </w:tc>
        <w:tc>
          <w:tcPr>
            <w:tcW w:w="187" w:type="dxa"/>
          </w:tcPr>
          <w:p w14:paraId="6ADBFB38" w14:textId="77777777" w:rsidR="00E14E1A" w:rsidRPr="00B133E0" w:rsidRDefault="00E14E1A" w:rsidP="00AB01A4">
            <w:pPr>
              <w:tabs>
                <w:tab w:val="decimal" w:pos="461"/>
              </w:tabs>
              <w:spacing w:line="240" w:lineRule="atLeast"/>
              <w:rPr>
                <w:sz w:val="20"/>
              </w:rPr>
            </w:pPr>
          </w:p>
        </w:tc>
        <w:tc>
          <w:tcPr>
            <w:tcW w:w="801" w:type="dxa"/>
          </w:tcPr>
          <w:p w14:paraId="144184DD" w14:textId="77777777" w:rsidR="00E14E1A" w:rsidRPr="00B133E0" w:rsidRDefault="00E14E1A" w:rsidP="00AB01A4">
            <w:pPr>
              <w:tabs>
                <w:tab w:val="decimal" w:pos="461"/>
              </w:tabs>
              <w:spacing w:line="240" w:lineRule="atLeast"/>
              <w:rPr>
                <w:sz w:val="20"/>
              </w:rPr>
            </w:pPr>
          </w:p>
        </w:tc>
        <w:tc>
          <w:tcPr>
            <w:tcW w:w="189" w:type="dxa"/>
          </w:tcPr>
          <w:p w14:paraId="3092CCF5" w14:textId="77777777" w:rsidR="00E14E1A" w:rsidRPr="00B133E0" w:rsidRDefault="00E14E1A" w:rsidP="00AB01A4">
            <w:pPr>
              <w:tabs>
                <w:tab w:val="decimal" w:pos="461"/>
              </w:tabs>
              <w:spacing w:line="240" w:lineRule="atLeast"/>
              <w:rPr>
                <w:sz w:val="20"/>
              </w:rPr>
            </w:pPr>
          </w:p>
        </w:tc>
        <w:tc>
          <w:tcPr>
            <w:tcW w:w="888" w:type="dxa"/>
          </w:tcPr>
          <w:p w14:paraId="0ACD8F1A" w14:textId="77777777" w:rsidR="00E14E1A" w:rsidRPr="00B133E0" w:rsidRDefault="00E14E1A" w:rsidP="00AB01A4">
            <w:pPr>
              <w:tabs>
                <w:tab w:val="decimal" w:pos="461"/>
              </w:tabs>
              <w:spacing w:line="240" w:lineRule="atLeast"/>
              <w:rPr>
                <w:sz w:val="20"/>
              </w:rPr>
            </w:pPr>
          </w:p>
        </w:tc>
        <w:tc>
          <w:tcPr>
            <w:tcW w:w="180" w:type="dxa"/>
          </w:tcPr>
          <w:p w14:paraId="0AF77F7D" w14:textId="77777777" w:rsidR="00E14E1A" w:rsidRPr="00B133E0" w:rsidRDefault="00E14E1A" w:rsidP="00AB01A4">
            <w:pPr>
              <w:tabs>
                <w:tab w:val="decimal" w:pos="461"/>
              </w:tabs>
              <w:spacing w:line="240" w:lineRule="atLeast"/>
              <w:rPr>
                <w:sz w:val="20"/>
              </w:rPr>
            </w:pPr>
          </w:p>
        </w:tc>
        <w:tc>
          <w:tcPr>
            <w:tcW w:w="896" w:type="dxa"/>
          </w:tcPr>
          <w:p w14:paraId="53E283E0" w14:textId="77777777" w:rsidR="00E14E1A" w:rsidRPr="00B133E0" w:rsidRDefault="00E14E1A" w:rsidP="00AB01A4">
            <w:pPr>
              <w:pStyle w:val="acctfourfigures"/>
              <w:tabs>
                <w:tab w:val="clear" w:pos="765"/>
                <w:tab w:val="decimal" w:pos="461"/>
              </w:tabs>
              <w:spacing w:line="240" w:lineRule="atLeast"/>
              <w:ind w:right="11"/>
              <w:rPr>
                <w:sz w:val="20"/>
              </w:rPr>
            </w:pPr>
          </w:p>
        </w:tc>
        <w:tc>
          <w:tcPr>
            <w:tcW w:w="184" w:type="dxa"/>
          </w:tcPr>
          <w:p w14:paraId="33E9FB52" w14:textId="77777777" w:rsidR="00E14E1A" w:rsidRPr="00B133E0" w:rsidRDefault="00E14E1A" w:rsidP="00AB01A4">
            <w:pPr>
              <w:pStyle w:val="acctfourfigures"/>
              <w:tabs>
                <w:tab w:val="decimal" w:pos="461"/>
              </w:tabs>
              <w:spacing w:line="240" w:lineRule="atLeast"/>
              <w:rPr>
                <w:sz w:val="20"/>
              </w:rPr>
            </w:pPr>
          </w:p>
        </w:tc>
        <w:tc>
          <w:tcPr>
            <w:tcW w:w="893" w:type="dxa"/>
          </w:tcPr>
          <w:p w14:paraId="325B558D" w14:textId="77777777" w:rsidR="00E14E1A" w:rsidRPr="00B133E0" w:rsidRDefault="00E14E1A" w:rsidP="00AB01A4">
            <w:pPr>
              <w:pStyle w:val="acctfourfigures"/>
              <w:tabs>
                <w:tab w:val="clear" w:pos="765"/>
                <w:tab w:val="decimal" w:pos="461"/>
              </w:tabs>
              <w:spacing w:line="240" w:lineRule="atLeast"/>
              <w:ind w:right="11"/>
              <w:rPr>
                <w:sz w:val="20"/>
              </w:rPr>
            </w:pPr>
          </w:p>
        </w:tc>
        <w:tc>
          <w:tcPr>
            <w:tcW w:w="183" w:type="dxa"/>
          </w:tcPr>
          <w:p w14:paraId="74EDD71D" w14:textId="77777777" w:rsidR="00E14E1A" w:rsidRPr="00B133E0" w:rsidRDefault="00E14E1A" w:rsidP="00AB01A4">
            <w:pPr>
              <w:pStyle w:val="acctfourfigures"/>
              <w:spacing w:line="240" w:lineRule="atLeast"/>
              <w:rPr>
                <w:sz w:val="20"/>
              </w:rPr>
            </w:pPr>
          </w:p>
        </w:tc>
        <w:tc>
          <w:tcPr>
            <w:tcW w:w="891" w:type="dxa"/>
          </w:tcPr>
          <w:p w14:paraId="63626C05" w14:textId="77777777" w:rsidR="00E14E1A" w:rsidRPr="00B133E0" w:rsidRDefault="00E14E1A" w:rsidP="00AB01A4">
            <w:pPr>
              <w:pStyle w:val="acctfourfigures"/>
              <w:tabs>
                <w:tab w:val="clear" w:pos="765"/>
                <w:tab w:val="decimal" w:pos="551"/>
              </w:tabs>
              <w:spacing w:line="240" w:lineRule="atLeast"/>
              <w:ind w:right="11"/>
              <w:rPr>
                <w:sz w:val="20"/>
              </w:rPr>
            </w:pPr>
          </w:p>
        </w:tc>
        <w:tc>
          <w:tcPr>
            <w:tcW w:w="189" w:type="dxa"/>
          </w:tcPr>
          <w:p w14:paraId="51D6D8A7" w14:textId="77777777" w:rsidR="00E14E1A" w:rsidRPr="00B133E0" w:rsidRDefault="00E14E1A" w:rsidP="00AB01A4">
            <w:pPr>
              <w:pStyle w:val="acctfourfigures"/>
              <w:tabs>
                <w:tab w:val="decimal" w:pos="551"/>
              </w:tabs>
              <w:spacing w:line="240" w:lineRule="atLeast"/>
              <w:rPr>
                <w:sz w:val="20"/>
              </w:rPr>
            </w:pPr>
          </w:p>
        </w:tc>
        <w:tc>
          <w:tcPr>
            <w:tcW w:w="897" w:type="dxa"/>
          </w:tcPr>
          <w:p w14:paraId="3A425A88" w14:textId="77777777" w:rsidR="00E14E1A" w:rsidRPr="00B133E0" w:rsidRDefault="00E14E1A" w:rsidP="00AB01A4">
            <w:pPr>
              <w:pStyle w:val="acctfourfigures"/>
              <w:tabs>
                <w:tab w:val="clear" w:pos="765"/>
                <w:tab w:val="decimal" w:pos="551"/>
              </w:tabs>
              <w:spacing w:line="240" w:lineRule="atLeast"/>
              <w:ind w:right="11"/>
              <w:rPr>
                <w:sz w:val="20"/>
              </w:rPr>
            </w:pPr>
          </w:p>
        </w:tc>
        <w:tc>
          <w:tcPr>
            <w:tcW w:w="183" w:type="dxa"/>
          </w:tcPr>
          <w:p w14:paraId="1E97E169" w14:textId="77777777" w:rsidR="00E14E1A" w:rsidRPr="00B133E0" w:rsidRDefault="00E14E1A" w:rsidP="00AB01A4">
            <w:pPr>
              <w:pStyle w:val="acctfourfigures"/>
              <w:tabs>
                <w:tab w:val="decimal" w:pos="551"/>
              </w:tabs>
              <w:spacing w:line="240" w:lineRule="atLeast"/>
              <w:rPr>
                <w:sz w:val="20"/>
              </w:rPr>
            </w:pPr>
          </w:p>
        </w:tc>
        <w:tc>
          <w:tcPr>
            <w:tcW w:w="801" w:type="dxa"/>
          </w:tcPr>
          <w:p w14:paraId="52F1911C" w14:textId="77777777" w:rsidR="00E14E1A" w:rsidRPr="00B133E0" w:rsidRDefault="00E14E1A" w:rsidP="00AB01A4">
            <w:pPr>
              <w:pStyle w:val="acctfourfigures"/>
              <w:tabs>
                <w:tab w:val="decimal" w:pos="551"/>
              </w:tabs>
              <w:spacing w:line="240" w:lineRule="atLeast"/>
              <w:rPr>
                <w:sz w:val="20"/>
              </w:rPr>
            </w:pPr>
          </w:p>
        </w:tc>
        <w:tc>
          <w:tcPr>
            <w:tcW w:w="189" w:type="dxa"/>
          </w:tcPr>
          <w:p w14:paraId="1858CAFF" w14:textId="77777777" w:rsidR="00E14E1A" w:rsidRPr="00B133E0" w:rsidRDefault="00E14E1A" w:rsidP="00AB01A4">
            <w:pPr>
              <w:pStyle w:val="acctfourfigures"/>
              <w:tabs>
                <w:tab w:val="clear" w:pos="765"/>
                <w:tab w:val="decimal" w:pos="551"/>
                <w:tab w:val="decimal" w:pos="731"/>
              </w:tabs>
              <w:spacing w:line="240" w:lineRule="atLeast"/>
              <w:ind w:right="11"/>
              <w:rPr>
                <w:sz w:val="20"/>
              </w:rPr>
            </w:pPr>
          </w:p>
        </w:tc>
        <w:tc>
          <w:tcPr>
            <w:tcW w:w="904" w:type="dxa"/>
          </w:tcPr>
          <w:p w14:paraId="21705ABA" w14:textId="77777777" w:rsidR="00E14E1A" w:rsidRPr="00B133E0" w:rsidRDefault="00E14E1A" w:rsidP="00AB01A4">
            <w:pPr>
              <w:pStyle w:val="acctfourfigures"/>
              <w:tabs>
                <w:tab w:val="clear" w:pos="765"/>
                <w:tab w:val="decimal" w:pos="551"/>
              </w:tabs>
              <w:spacing w:line="240" w:lineRule="atLeast"/>
              <w:ind w:right="11"/>
              <w:rPr>
                <w:sz w:val="20"/>
              </w:rPr>
            </w:pPr>
          </w:p>
        </w:tc>
        <w:tc>
          <w:tcPr>
            <w:tcW w:w="180" w:type="dxa"/>
          </w:tcPr>
          <w:p w14:paraId="6E554CFC" w14:textId="77777777" w:rsidR="00E14E1A" w:rsidRPr="00B133E0" w:rsidRDefault="00E14E1A" w:rsidP="00AB01A4">
            <w:pPr>
              <w:pStyle w:val="acctfourfigures"/>
              <w:tabs>
                <w:tab w:val="clear" w:pos="765"/>
                <w:tab w:val="decimal" w:pos="551"/>
              </w:tabs>
              <w:spacing w:line="240" w:lineRule="atLeast"/>
              <w:ind w:right="11"/>
              <w:rPr>
                <w:sz w:val="20"/>
              </w:rPr>
            </w:pPr>
          </w:p>
        </w:tc>
        <w:tc>
          <w:tcPr>
            <w:tcW w:w="810" w:type="dxa"/>
          </w:tcPr>
          <w:p w14:paraId="59776152" w14:textId="77777777" w:rsidR="00E14E1A" w:rsidRPr="00B133E0" w:rsidRDefault="00E14E1A" w:rsidP="00AB01A4">
            <w:pPr>
              <w:pStyle w:val="acctfourfigures"/>
              <w:tabs>
                <w:tab w:val="clear" w:pos="765"/>
                <w:tab w:val="decimal" w:pos="551"/>
              </w:tabs>
              <w:spacing w:line="240" w:lineRule="atLeast"/>
              <w:ind w:right="11"/>
              <w:rPr>
                <w:sz w:val="20"/>
              </w:rPr>
            </w:pPr>
          </w:p>
        </w:tc>
        <w:tc>
          <w:tcPr>
            <w:tcW w:w="180" w:type="dxa"/>
          </w:tcPr>
          <w:p w14:paraId="53DD77B5" w14:textId="77777777" w:rsidR="00E14E1A" w:rsidRPr="00B133E0" w:rsidRDefault="00E14E1A" w:rsidP="00AB01A4">
            <w:pPr>
              <w:pStyle w:val="acctfourfigures"/>
              <w:tabs>
                <w:tab w:val="clear" w:pos="765"/>
                <w:tab w:val="decimal" w:pos="551"/>
                <w:tab w:val="decimal" w:pos="731"/>
              </w:tabs>
              <w:spacing w:line="240" w:lineRule="atLeast"/>
              <w:ind w:right="11"/>
              <w:rPr>
                <w:sz w:val="20"/>
              </w:rPr>
            </w:pPr>
          </w:p>
        </w:tc>
        <w:tc>
          <w:tcPr>
            <w:tcW w:w="839" w:type="dxa"/>
          </w:tcPr>
          <w:p w14:paraId="72462A53" w14:textId="77777777" w:rsidR="00E14E1A" w:rsidRPr="00B133E0" w:rsidRDefault="00E14E1A" w:rsidP="00AB01A4">
            <w:pPr>
              <w:pStyle w:val="acctfourfigures"/>
              <w:tabs>
                <w:tab w:val="clear" w:pos="765"/>
                <w:tab w:val="decimal" w:pos="551"/>
              </w:tabs>
              <w:spacing w:line="240" w:lineRule="atLeast"/>
              <w:ind w:right="11"/>
              <w:rPr>
                <w:sz w:val="20"/>
              </w:rPr>
            </w:pPr>
          </w:p>
        </w:tc>
      </w:tr>
      <w:tr w:rsidR="00E14E1A" w:rsidRPr="00B133E0" w14:paraId="66AB14A6" w14:textId="77777777" w:rsidTr="00B133E0">
        <w:trPr>
          <w:cantSplit/>
          <w:trHeight w:val="268"/>
        </w:trPr>
        <w:tc>
          <w:tcPr>
            <w:tcW w:w="2700" w:type="dxa"/>
            <w:vAlign w:val="bottom"/>
          </w:tcPr>
          <w:p w14:paraId="15816546" w14:textId="77777777" w:rsidR="00E14E1A" w:rsidRPr="00B133E0" w:rsidRDefault="00E14E1A" w:rsidP="008B3E8C">
            <w:pPr>
              <w:spacing w:line="240" w:lineRule="atLeast"/>
              <w:ind w:left="100" w:hanging="100"/>
              <w:rPr>
                <w:sz w:val="20"/>
              </w:rPr>
            </w:pPr>
            <w:r w:rsidRPr="00B133E0">
              <w:rPr>
                <w:sz w:val="20"/>
              </w:rPr>
              <w:t xml:space="preserve">GLAND Office Leasehold </w:t>
            </w:r>
          </w:p>
          <w:p w14:paraId="2016F6AA" w14:textId="77777777" w:rsidR="00E14E1A" w:rsidRPr="00B133E0" w:rsidRDefault="00E14E1A" w:rsidP="008B3E8C">
            <w:pPr>
              <w:spacing w:line="240" w:lineRule="atLeast"/>
              <w:ind w:left="100"/>
              <w:rPr>
                <w:sz w:val="20"/>
              </w:rPr>
            </w:pPr>
            <w:r w:rsidRPr="00B133E0">
              <w:rPr>
                <w:sz w:val="20"/>
              </w:rPr>
              <w:t>Real Estate Investment Trust</w:t>
            </w:r>
          </w:p>
          <w:p w14:paraId="2C018F22" w14:textId="77777777" w:rsidR="00E14E1A" w:rsidRPr="00B133E0" w:rsidRDefault="00E14E1A" w:rsidP="008B3E8C">
            <w:pPr>
              <w:spacing w:line="240" w:lineRule="atLeast"/>
              <w:ind w:left="93" w:right="-82"/>
              <w:rPr>
                <w:i/>
                <w:iCs/>
                <w:sz w:val="20"/>
              </w:rPr>
            </w:pPr>
            <w:r w:rsidRPr="00B133E0">
              <w:rPr>
                <w:i/>
                <w:iCs/>
                <w:sz w:val="20"/>
              </w:rPr>
              <w:t>(Under liquidation process)</w:t>
            </w:r>
          </w:p>
        </w:tc>
        <w:tc>
          <w:tcPr>
            <w:tcW w:w="1175" w:type="dxa"/>
            <w:vAlign w:val="bottom"/>
          </w:tcPr>
          <w:p w14:paraId="52DCC7BE" w14:textId="77777777" w:rsidR="00E14E1A" w:rsidRPr="00B133E0" w:rsidRDefault="00E14E1A" w:rsidP="008B3E8C">
            <w:pPr>
              <w:tabs>
                <w:tab w:val="decimal" w:pos="200"/>
              </w:tabs>
              <w:spacing w:line="240" w:lineRule="atLeast"/>
              <w:ind w:left="-68" w:right="-79"/>
              <w:jc w:val="center"/>
              <w:rPr>
                <w:sz w:val="20"/>
              </w:rPr>
            </w:pPr>
            <w:r w:rsidRPr="00B133E0">
              <w:rPr>
                <w:sz w:val="20"/>
              </w:rPr>
              <w:t>Investment</w:t>
            </w:r>
          </w:p>
          <w:p w14:paraId="7AE7AD4B" w14:textId="77777777" w:rsidR="00E14E1A" w:rsidRPr="00B133E0" w:rsidRDefault="00E14E1A" w:rsidP="008B3E8C">
            <w:pPr>
              <w:spacing w:line="240" w:lineRule="atLeast"/>
              <w:ind w:left="100" w:right="-79" w:hanging="79"/>
              <w:jc w:val="center"/>
              <w:rPr>
                <w:sz w:val="20"/>
              </w:rPr>
            </w:pPr>
            <w:r w:rsidRPr="00B133E0">
              <w:rPr>
                <w:sz w:val="20"/>
              </w:rPr>
              <w:t>trust</w:t>
            </w:r>
          </w:p>
        </w:tc>
        <w:tc>
          <w:tcPr>
            <w:tcW w:w="187" w:type="dxa"/>
            <w:vAlign w:val="bottom"/>
          </w:tcPr>
          <w:p w14:paraId="24F01E51" w14:textId="77777777" w:rsidR="00E14E1A" w:rsidRPr="00B133E0" w:rsidRDefault="00E14E1A" w:rsidP="008B3E8C">
            <w:pPr>
              <w:tabs>
                <w:tab w:val="decimal" w:pos="461"/>
              </w:tabs>
              <w:spacing w:line="240" w:lineRule="atLeast"/>
              <w:rPr>
                <w:sz w:val="20"/>
              </w:rPr>
            </w:pPr>
          </w:p>
        </w:tc>
        <w:tc>
          <w:tcPr>
            <w:tcW w:w="801" w:type="dxa"/>
            <w:vAlign w:val="bottom"/>
          </w:tcPr>
          <w:p w14:paraId="2AC7DDDF" w14:textId="77777777" w:rsidR="00E14E1A" w:rsidRPr="00B133E0" w:rsidRDefault="00E14E1A" w:rsidP="008B3E8C">
            <w:pPr>
              <w:tabs>
                <w:tab w:val="decimal" w:pos="461"/>
              </w:tabs>
              <w:spacing w:line="240" w:lineRule="atLeast"/>
              <w:rPr>
                <w:sz w:val="20"/>
              </w:rPr>
            </w:pPr>
            <w:r w:rsidRPr="00B133E0">
              <w:rPr>
                <w:sz w:val="20"/>
              </w:rPr>
              <w:t>15</w:t>
            </w:r>
          </w:p>
        </w:tc>
        <w:tc>
          <w:tcPr>
            <w:tcW w:w="189" w:type="dxa"/>
            <w:vAlign w:val="bottom"/>
          </w:tcPr>
          <w:p w14:paraId="509782B0" w14:textId="77777777" w:rsidR="00E14E1A" w:rsidRPr="00B133E0" w:rsidRDefault="00E14E1A" w:rsidP="008B3E8C">
            <w:pPr>
              <w:tabs>
                <w:tab w:val="decimal" w:pos="461"/>
              </w:tabs>
              <w:spacing w:line="240" w:lineRule="atLeast"/>
              <w:rPr>
                <w:sz w:val="20"/>
              </w:rPr>
            </w:pPr>
          </w:p>
        </w:tc>
        <w:tc>
          <w:tcPr>
            <w:tcW w:w="888" w:type="dxa"/>
            <w:vAlign w:val="bottom"/>
          </w:tcPr>
          <w:p w14:paraId="5F7D6923" w14:textId="77777777" w:rsidR="00E14E1A" w:rsidRPr="00B133E0" w:rsidRDefault="00E14E1A" w:rsidP="008B3E8C">
            <w:pPr>
              <w:tabs>
                <w:tab w:val="decimal" w:pos="461"/>
              </w:tabs>
              <w:spacing w:line="240" w:lineRule="atLeast"/>
              <w:rPr>
                <w:sz w:val="20"/>
              </w:rPr>
            </w:pPr>
            <w:r w:rsidRPr="00B133E0">
              <w:rPr>
                <w:sz w:val="20"/>
              </w:rPr>
              <w:t>15</w:t>
            </w:r>
          </w:p>
        </w:tc>
        <w:tc>
          <w:tcPr>
            <w:tcW w:w="180" w:type="dxa"/>
            <w:vAlign w:val="bottom"/>
          </w:tcPr>
          <w:p w14:paraId="69373D54" w14:textId="77777777" w:rsidR="00E14E1A" w:rsidRPr="00B133E0" w:rsidRDefault="00E14E1A" w:rsidP="008B3E8C">
            <w:pPr>
              <w:tabs>
                <w:tab w:val="decimal" w:pos="461"/>
              </w:tabs>
              <w:spacing w:line="240" w:lineRule="atLeast"/>
              <w:rPr>
                <w:sz w:val="20"/>
              </w:rPr>
            </w:pPr>
          </w:p>
        </w:tc>
        <w:tc>
          <w:tcPr>
            <w:tcW w:w="896" w:type="dxa"/>
            <w:vAlign w:val="bottom"/>
          </w:tcPr>
          <w:p w14:paraId="0738A2A6" w14:textId="77777777" w:rsidR="00E14E1A" w:rsidRPr="00B133E0" w:rsidRDefault="00E14E1A" w:rsidP="008B3E8C">
            <w:pPr>
              <w:pStyle w:val="acctfourfigures"/>
              <w:tabs>
                <w:tab w:val="clear" w:pos="765"/>
                <w:tab w:val="decimal" w:pos="727"/>
              </w:tabs>
              <w:spacing w:line="240" w:lineRule="atLeast"/>
              <w:ind w:right="11"/>
              <w:rPr>
                <w:sz w:val="20"/>
              </w:rPr>
            </w:pPr>
            <w:r w:rsidRPr="00B133E0">
              <w:rPr>
                <w:sz w:val="20"/>
              </w:rPr>
              <w:t>1</w:t>
            </w:r>
          </w:p>
        </w:tc>
        <w:tc>
          <w:tcPr>
            <w:tcW w:w="184" w:type="dxa"/>
            <w:vAlign w:val="bottom"/>
          </w:tcPr>
          <w:p w14:paraId="22C479B2" w14:textId="77777777" w:rsidR="00E14E1A" w:rsidRPr="00B133E0" w:rsidRDefault="00E14E1A" w:rsidP="008B3E8C">
            <w:pPr>
              <w:pStyle w:val="acctfourfigures"/>
              <w:tabs>
                <w:tab w:val="decimal" w:pos="461"/>
              </w:tabs>
              <w:spacing w:line="240" w:lineRule="atLeast"/>
              <w:rPr>
                <w:sz w:val="20"/>
              </w:rPr>
            </w:pPr>
          </w:p>
        </w:tc>
        <w:tc>
          <w:tcPr>
            <w:tcW w:w="893" w:type="dxa"/>
            <w:vAlign w:val="bottom"/>
          </w:tcPr>
          <w:p w14:paraId="667D6EC3" w14:textId="77777777" w:rsidR="00E14E1A" w:rsidRPr="00B133E0" w:rsidRDefault="00E14E1A" w:rsidP="008B3E8C">
            <w:pPr>
              <w:pStyle w:val="acctfourfigures"/>
              <w:tabs>
                <w:tab w:val="clear" w:pos="765"/>
                <w:tab w:val="decimal" w:pos="727"/>
              </w:tabs>
              <w:spacing w:line="240" w:lineRule="atLeast"/>
              <w:ind w:right="11"/>
              <w:rPr>
                <w:sz w:val="20"/>
              </w:rPr>
            </w:pPr>
            <w:r w:rsidRPr="00B133E0">
              <w:rPr>
                <w:sz w:val="20"/>
              </w:rPr>
              <w:t>1</w:t>
            </w:r>
          </w:p>
        </w:tc>
        <w:tc>
          <w:tcPr>
            <w:tcW w:w="183" w:type="dxa"/>
            <w:vAlign w:val="bottom"/>
          </w:tcPr>
          <w:p w14:paraId="750F2B85" w14:textId="77777777" w:rsidR="00E14E1A" w:rsidRPr="00B133E0" w:rsidRDefault="00E14E1A" w:rsidP="008B3E8C">
            <w:pPr>
              <w:pStyle w:val="acctfourfigures"/>
              <w:spacing w:line="240" w:lineRule="atLeast"/>
              <w:rPr>
                <w:sz w:val="20"/>
              </w:rPr>
            </w:pPr>
          </w:p>
        </w:tc>
        <w:tc>
          <w:tcPr>
            <w:tcW w:w="891" w:type="dxa"/>
            <w:tcBorders>
              <w:top w:val="nil"/>
              <w:left w:val="nil"/>
              <w:bottom w:val="double" w:sz="4" w:space="0" w:color="auto"/>
              <w:right w:val="nil"/>
            </w:tcBorders>
            <w:vAlign w:val="bottom"/>
          </w:tcPr>
          <w:p w14:paraId="620570BF" w14:textId="52F106DF" w:rsidR="00E14E1A" w:rsidRPr="00B133E0" w:rsidRDefault="00E14E1A" w:rsidP="00B133E0">
            <w:pPr>
              <w:pStyle w:val="acctfourfigures"/>
              <w:tabs>
                <w:tab w:val="clear" w:pos="765"/>
                <w:tab w:val="decimal" w:pos="727"/>
              </w:tabs>
              <w:spacing w:line="240" w:lineRule="atLeast"/>
              <w:ind w:right="11"/>
              <w:rPr>
                <w:sz w:val="20"/>
              </w:rPr>
            </w:pPr>
            <w:r w:rsidRPr="00B133E0">
              <w:rPr>
                <w:b/>
                <w:bCs/>
                <w:sz w:val="20"/>
                <w:lang w:val="en-US" w:bidi="th-TH"/>
              </w:rPr>
              <w:t>0.09</w:t>
            </w:r>
          </w:p>
        </w:tc>
        <w:tc>
          <w:tcPr>
            <w:tcW w:w="189" w:type="dxa"/>
            <w:vAlign w:val="bottom"/>
          </w:tcPr>
          <w:p w14:paraId="05C32ABA" w14:textId="77777777" w:rsidR="00E14E1A" w:rsidRPr="00B133E0" w:rsidRDefault="00E14E1A" w:rsidP="008B3E8C">
            <w:pPr>
              <w:pStyle w:val="acctfourfigures"/>
              <w:tabs>
                <w:tab w:val="decimal" w:pos="551"/>
              </w:tabs>
              <w:spacing w:line="240" w:lineRule="atLeast"/>
              <w:rPr>
                <w:sz w:val="20"/>
              </w:rPr>
            </w:pPr>
          </w:p>
        </w:tc>
        <w:tc>
          <w:tcPr>
            <w:tcW w:w="897" w:type="dxa"/>
            <w:tcBorders>
              <w:top w:val="nil"/>
              <w:left w:val="nil"/>
              <w:bottom w:val="double" w:sz="4" w:space="0" w:color="auto"/>
              <w:right w:val="nil"/>
            </w:tcBorders>
            <w:vAlign w:val="bottom"/>
          </w:tcPr>
          <w:p w14:paraId="2B4AE528" w14:textId="18F625C4" w:rsidR="00E14E1A" w:rsidRPr="00B133E0" w:rsidRDefault="00E14E1A" w:rsidP="008B3E8C">
            <w:pPr>
              <w:pStyle w:val="acctfourfigures"/>
              <w:tabs>
                <w:tab w:val="clear" w:pos="765"/>
                <w:tab w:val="decimal" w:pos="462"/>
              </w:tabs>
              <w:spacing w:line="240" w:lineRule="atLeast"/>
              <w:ind w:right="11"/>
              <w:jc w:val="center"/>
              <w:rPr>
                <w:sz w:val="20"/>
              </w:rPr>
            </w:pPr>
            <w:r w:rsidRPr="00B133E0">
              <w:rPr>
                <w:b/>
                <w:bCs/>
                <w:sz w:val="20"/>
                <w:lang w:val="en-US" w:bidi="th-TH"/>
              </w:rPr>
              <w:t>0.09</w:t>
            </w:r>
          </w:p>
        </w:tc>
        <w:tc>
          <w:tcPr>
            <w:tcW w:w="183" w:type="dxa"/>
            <w:vAlign w:val="bottom"/>
          </w:tcPr>
          <w:p w14:paraId="73460339" w14:textId="77777777" w:rsidR="00E14E1A" w:rsidRPr="00B133E0" w:rsidRDefault="00E14E1A" w:rsidP="008B3E8C">
            <w:pPr>
              <w:pStyle w:val="acctfourfigures"/>
              <w:tabs>
                <w:tab w:val="decimal" w:pos="551"/>
              </w:tabs>
              <w:spacing w:line="240" w:lineRule="atLeast"/>
              <w:rPr>
                <w:sz w:val="20"/>
              </w:rPr>
            </w:pPr>
          </w:p>
        </w:tc>
        <w:tc>
          <w:tcPr>
            <w:tcW w:w="801" w:type="dxa"/>
            <w:vAlign w:val="bottom"/>
          </w:tcPr>
          <w:p w14:paraId="50E4F7B3" w14:textId="77777777" w:rsidR="00E14E1A" w:rsidRPr="00B133E0" w:rsidRDefault="00E14E1A" w:rsidP="008B3E8C">
            <w:pPr>
              <w:pStyle w:val="acctfourfigures"/>
              <w:tabs>
                <w:tab w:val="clear" w:pos="765"/>
                <w:tab w:val="decimal" w:pos="438"/>
              </w:tabs>
              <w:spacing w:line="240" w:lineRule="atLeast"/>
              <w:ind w:right="11"/>
              <w:rPr>
                <w:sz w:val="20"/>
              </w:rPr>
            </w:pPr>
            <w:r w:rsidRPr="00B133E0">
              <w:rPr>
                <w:sz w:val="20"/>
              </w:rPr>
              <w:t>-</w:t>
            </w:r>
          </w:p>
        </w:tc>
        <w:tc>
          <w:tcPr>
            <w:tcW w:w="189" w:type="dxa"/>
            <w:vAlign w:val="bottom"/>
          </w:tcPr>
          <w:p w14:paraId="7AFF75BA" w14:textId="77777777" w:rsidR="00E14E1A" w:rsidRPr="00B133E0" w:rsidRDefault="00E14E1A" w:rsidP="008B3E8C">
            <w:pPr>
              <w:pStyle w:val="acctfourfigures"/>
              <w:tabs>
                <w:tab w:val="clear" w:pos="765"/>
                <w:tab w:val="decimal" w:pos="551"/>
                <w:tab w:val="decimal" w:pos="731"/>
              </w:tabs>
              <w:spacing w:line="240" w:lineRule="atLeast"/>
              <w:ind w:right="11"/>
              <w:rPr>
                <w:sz w:val="20"/>
              </w:rPr>
            </w:pPr>
          </w:p>
        </w:tc>
        <w:tc>
          <w:tcPr>
            <w:tcW w:w="904" w:type="dxa"/>
            <w:vAlign w:val="bottom"/>
          </w:tcPr>
          <w:p w14:paraId="35544965" w14:textId="77777777" w:rsidR="00E14E1A" w:rsidRPr="00B133E0" w:rsidRDefault="00E14E1A" w:rsidP="008B3E8C">
            <w:pPr>
              <w:pStyle w:val="acctfourfigures"/>
              <w:tabs>
                <w:tab w:val="clear" w:pos="765"/>
                <w:tab w:val="decimal" w:pos="438"/>
              </w:tabs>
              <w:spacing w:line="240" w:lineRule="atLeast"/>
              <w:ind w:right="11"/>
              <w:rPr>
                <w:sz w:val="20"/>
              </w:rPr>
            </w:pPr>
            <w:r w:rsidRPr="00B133E0">
              <w:rPr>
                <w:sz w:val="20"/>
              </w:rPr>
              <w:t>-</w:t>
            </w:r>
          </w:p>
        </w:tc>
        <w:tc>
          <w:tcPr>
            <w:tcW w:w="180" w:type="dxa"/>
            <w:vAlign w:val="bottom"/>
          </w:tcPr>
          <w:p w14:paraId="7D908606" w14:textId="77777777" w:rsidR="00E14E1A" w:rsidRPr="00B133E0" w:rsidRDefault="00E14E1A" w:rsidP="008B3E8C">
            <w:pPr>
              <w:pStyle w:val="acctfourfigures"/>
              <w:tabs>
                <w:tab w:val="clear" w:pos="765"/>
                <w:tab w:val="decimal" w:pos="551"/>
              </w:tabs>
              <w:spacing w:line="240" w:lineRule="atLeast"/>
              <w:ind w:right="11"/>
              <w:rPr>
                <w:sz w:val="20"/>
              </w:rPr>
            </w:pPr>
          </w:p>
        </w:tc>
        <w:tc>
          <w:tcPr>
            <w:tcW w:w="810" w:type="dxa"/>
            <w:tcBorders>
              <w:top w:val="nil"/>
              <w:left w:val="nil"/>
              <w:bottom w:val="double" w:sz="4" w:space="0" w:color="auto"/>
              <w:right w:val="nil"/>
            </w:tcBorders>
            <w:vAlign w:val="bottom"/>
          </w:tcPr>
          <w:p w14:paraId="2C728852" w14:textId="3FE6A233" w:rsidR="00E14E1A" w:rsidRPr="00B133E0" w:rsidRDefault="00E14E1A" w:rsidP="00B62221">
            <w:pPr>
              <w:pStyle w:val="acctfourfigures"/>
              <w:tabs>
                <w:tab w:val="clear" w:pos="765"/>
                <w:tab w:val="decimal" w:pos="454"/>
              </w:tabs>
              <w:spacing w:line="240" w:lineRule="atLeast"/>
              <w:ind w:right="11"/>
              <w:rPr>
                <w:sz w:val="20"/>
              </w:rPr>
            </w:pPr>
            <w:r w:rsidRPr="00B133E0">
              <w:rPr>
                <w:b/>
                <w:bCs/>
                <w:sz w:val="20"/>
                <w:lang w:bidi="th-TH"/>
              </w:rPr>
              <w:t>-</w:t>
            </w:r>
          </w:p>
        </w:tc>
        <w:tc>
          <w:tcPr>
            <w:tcW w:w="180" w:type="dxa"/>
            <w:vAlign w:val="bottom"/>
          </w:tcPr>
          <w:p w14:paraId="40E47A3F" w14:textId="77777777" w:rsidR="00E14E1A" w:rsidRPr="00B133E0" w:rsidRDefault="00E14E1A" w:rsidP="008B3E8C">
            <w:pPr>
              <w:pStyle w:val="acctfourfigures"/>
              <w:tabs>
                <w:tab w:val="clear" w:pos="765"/>
                <w:tab w:val="decimal" w:pos="551"/>
                <w:tab w:val="decimal" w:pos="731"/>
              </w:tabs>
              <w:spacing w:line="240" w:lineRule="atLeast"/>
              <w:ind w:right="11"/>
              <w:rPr>
                <w:sz w:val="20"/>
              </w:rPr>
            </w:pPr>
          </w:p>
        </w:tc>
        <w:tc>
          <w:tcPr>
            <w:tcW w:w="839" w:type="dxa"/>
            <w:tcBorders>
              <w:top w:val="nil"/>
              <w:left w:val="nil"/>
              <w:bottom w:val="double" w:sz="4" w:space="0" w:color="auto"/>
              <w:right w:val="nil"/>
            </w:tcBorders>
            <w:vAlign w:val="bottom"/>
          </w:tcPr>
          <w:p w14:paraId="18328F2B" w14:textId="4D5FA289" w:rsidR="00E14E1A" w:rsidRPr="00B133E0" w:rsidRDefault="00E14E1A" w:rsidP="008B3E8C">
            <w:pPr>
              <w:pStyle w:val="acctfourfigures"/>
              <w:tabs>
                <w:tab w:val="clear" w:pos="765"/>
                <w:tab w:val="decimal" w:pos="640"/>
              </w:tabs>
              <w:spacing w:line="240" w:lineRule="atLeast"/>
              <w:ind w:right="11"/>
              <w:rPr>
                <w:sz w:val="20"/>
              </w:rPr>
            </w:pPr>
            <w:r w:rsidRPr="00B133E0">
              <w:rPr>
                <w:b/>
                <w:bCs/>
                <w:sz w:val="20"/>
                <w:lang w:bidi="th-TH"/>
              </w:rPr>
              <w:t>308</w:t>
            </w:r>
          </w:p>
        </w:tc>
      </w:tr>
    </w:tbl>
    <w:p w14:paraId="4C440EB4" w14:textId="2EA80467" w:rsidR="00C24500" w:rsidRPr="00472F61" w:rsidRDefault="00C24500" w:rsidP="0036683B">
      <w:pPr>
        <w:ind w:left="540" w:right="360"/>
        <w:jc w:val="both"/>
        <w:rPr>
          <w:szCs w:val="22"/>
        </w:rPr>
      </w:pPr>
    </w:p>
    <w:p w14:paraId="1975A655" w14:textId="06F381C7" w:rsidR="00B95B4F" w:rsidRPr="00472F61" w:rsidRDefault="00B95B4F" w:rsidP="00B95B4F">
      <w:pPr>
        <w:ind w:left="540" w:right="360"/>
        <w:jc w:val="both"/>
        <w:rPr>
          <w:szCs w:val="22"/>
        </w:rPr>
      </w:pPr>
      <w:r w:rsidRPr="00472F61">
        <w:rPr>
          <w:szCs w:val="22"/>
        </w:rPr>
        <w:t>All associate</w:t>
      </w:r>
      <w:r w:rsidR="008D5DFF">
        <w:rPr>
          <w:szCs w:val="22"/>
        </w:rPr>
        <w:t>s</w:t>
      </w:r>
      <w:r w:rsidRPr="00472F61">
        <w:rPr>
          <w:szCs w:val="22"/>
        </w:rPr>
        <w:t xml:space="preserve"> </w:t>
      </w:r>
      <w:r w:rsidR="00E14E1A" w:rsidRPr="00472F61">
        <w:rPr>
          <w:szCs w:val="22"/>
        </w:rPr>
        <w:t>w</w:t>
      </w:r>
      <w:r w:rsidR="008D5DFF">
        <w:rPr>
          <w:szCs w:val="22"/>
        </w:rPr>
        <w:t>ere</w:t>
      </w:r>
      <w:r w:rsidRPr="00472F61">
        <w:rPr>
          <w:szCs w:val="22"/>
        </w:rPr>
        <w:t xml:space="preserve"> incorporated and operated in Thailand.</w:t>
      </w:r>
    </w:p>
    <w:p w14:paraId="7EBDA8B9" w14:textId="4CFEC215" w:rsidR="00B95B4F" w:rsidRPr="00472F61" w:rsidRDefault="00B95B4F" w:rsidP="0036683B">
      <w:pPr>
        <w:ind w:left="540" w:right="360"/>
        <w:jc w:val="both"/>
        <w:rPr>
          <w:szCs w:val="22"/>
        </w:rPr>
      </w:pPr>
    </w:p>
    <w:p w14:paraId="646889A7" w14:textId="77777777" w:rsidR="00B95B4F" w:rsidRPr="00472F61" w:rsidRDefault="00B95B4F" w:rsidP="0036683B">
      <w:pPr>
        <w:ind w:left="540" w:right="360"/>
        <w:jc w:val="both"/>
        <w:rPr>
          <w:szCs w:val="22"/>
        </w:rPr>
      </w:pPr>
    </w:p>
    <w:p w14:paraId="2C9330D9" w14:textId="77777777" w:rsidR="00B95B4F" w:rsidRPr="00472F61" w:rsidRDefault="00B95B4F" w:rsidP="0036683B">
      <w:pPr>
        <w:ind w:left="540" w:right="360"/>
        <w:jc w:val="both"/>
        <w:rPr>
          <w:szCs w:val="22"/>
        </w:rPr>
        <w:sectPr w:rsidR="00B95B4F" w:rsidRPr="00472F61" w:rsidSect="009029F2">
          <w:footerReference w:type="default" r:id="rId11"/>
          <w:pgSz w:w="16840" w:h="11907" w:orient="landscape"/>
          <w:pgMar w:top="691" w:right="1152" w:bottom="576" w:left="1152" w:header="720" w:footer="720" w:gutter="0"/>
          <w:cols w:space="720"/>
          <w:docGrid w:linePitch="299"/>
        </w:sectPr>
      </w:pPr>
    </w:p>
    <w:p w14:paraId="09620B88" w14:textId="3001EA5D" w:rsidR="00667191" w:rsidRPr="00472F61" w:rsidRDefault="00667191" w:rsidP="00667191">
      <w:pPr>
        <w:pStyle w:val="index"/>
        <w:numPr>
          <w:ilvl w:val="0"/>
          <w:numId w:val="0"/>
        </w:numPr>
        <w:tabs>
          <w:tab w:val="left" w:pos="540"/>
        </w:tabs>
        <w:ind w:left="540"/>
        <w:jc w:val="thaiDistribute"/>
        <w:rPr>
          <w:szCs w:val="22"/>
        </w:rPr>
      </w:pPr>
      <w:r w:rsidRPr="00472F61">
        <w:rPr>
          <w:szCs w:val="22"/>
        </w:rPr>
        <w:lastRenderedPageBreak/>
        <w:t>None of the Group’s and the Company’s</w:t>
      </w:r>
      <w:r w:rsidR="008C5B76" w:rsidRPr="00472F61">
        <w:rPr>
          <w:szCs w:val="22"/>
        </w:rPr>
        <w:t xml:space="preserve"> </w:t>
      </w:r>
      <w:r w:rsidR="00370B43">
        <w:rPr>
          <w:szCs w:val="22"/>
        </w:rPr>
        <w:t>associates</w:t>
      </w:r>
      <w:r w:rsidR="00B4259C">
        <w:rPr>
          <w:szCs w:val="22"/>
        </w:rPr>
        <w:t xml:space="preserve"> </w:t>
      </w:r>
      <w:r w:rsidR="00B4259C" w:rsidRPr="00B4259C">
        <w:rPr>
          <w:szCs w:val="22"/>
        </w:rPr>
        <w:t>and joint venture</w:t>
      </w:r>
      <w:r w:rsidRPr="00472F61">
        <w:rPr>
          <w:szCs w:val="22"/>
        </w:rPr>
        <w:t xml:space="preserve"> are publicly listed and consequently do not have published price quotations.</w:t>
      </w:r>
    </w:p>
    <w:p w14:paraId="116115C2" w14:textId="77777777" w:rsidR="00887C1A" w:rsidRPr="00472F61" w:rsidRDefault="00887C1A" w:rsidP="00715DBC">
      <w:pPr>
        <w:spacing w:line="240" w:lineRule="auto"/>
        <w:ind w:right="29"/>
        <w:jc w:val="thaiDistribute"/>
        <w:rPr>
          <w:rFonts w:eastAsia="Cordia New"/>
          <w:szCs w:val="28"/>
          <w:lang w:val="en-US" w:bidi="th-TH"/>
        </w:rPr>
      </w:pPr>
    </w:p>
    <w:p w14:paraId="548C738A" w14:textId="4A49AF26" w:rsidR="00407C08" w:rsidRPr="00472F61" w:rsidRDefault="00F62594" w:rsidP="00A70DFA">
      <w:pPr>
        <w:pStyle w:val="index"/>
        <w:numPr>
          <w:ilvl w:val="0"/>
          <w:numId w:val="0"/>
        </w:numPr>
        <w:tabs>
          <w:tab w:val="left" w:pos="540"/>
        </w:tabs>
        <w:ind w:left="540"/>
        <w:jc w:val="thaiDistribute"/>
        <w:rPr>
          <w:spacing w:val="-2"/>
          <w:szCs w:val="22"/>
        </w:rPr>
      </w:pPr>
      <w:r w:rsidRPr="00472F61">
        <w:t xml:space="preserve">At </w:t>
      </w:r>
      <w:r w:rsidR="004E0FE8" w:rsidRPr="00472F61">
        <w:t>31 March 202</w:t>
      </w:r>
      <w:r w:rsidR="0036683B" w:rsidRPr="00472F61">
        <w:t>1</w:t>
      </w:r>
      <w:r w:rsidRPr="00472F61">
        <w:t xml:space="preserve">, the Group </w:t>
      </w:r>
      <w:r w:rsidRPr="00472F61">
        <w:rPr>
          <w:szCs w:val="22"/>
        </w:rPr>
        <w:t xml:space="preserve">presented the excess of accumulated share of loss over cost of investment, amounting to Baht </w:t>
      </w:r>
      <w:r w:rsidR="00C24500" w:rsidRPr="00472F61">
        <w:rPr>
          <w:szCs w:val="22"/>
        </w:rPr>
        <w:t xml:space="preserve">667.8 </w:t>
      </w:r>
      <w:r w:rsidRPr="00472F61">
        <w:rPr>
          <w:szCs w:val="22"/>
        </w:rPr>
        <w:t xml:space="preserve">million </w:t>
      </w:r>
      <w:r w:rsidRPr="00472F61">
        <w:rPr>
          <w:i/>
          <w:iCs/>
          <w:szCs w:val="22"/>
        </w:rPr>
        <w:t>(31 December 20</w:t>
      </w:r>
      <w:r w:rsidR="0036683B" w:rsidRPr="00472F61">
        <w:rPr>
          <w:i/>
          <w:iCs/>
          <w:szCs w:val="22"/>
        </w:rPr>
        <w:t>20</w:t>
      </w:r>
      <w:r w:rsidRPr="00472F61">
        <w:rPr>
          <w:i/>
          <w:iCs/>
          <w:szCs w:val="22"/>
        </w:rPr>
        <w:t xml:space="preserve">: Baht </w:t>
      </w:r>
      <w:r w:rsidR="00C24500" w:rsidRPr="00472F61">
        <w:rPr>
          <w:i/>
          <w:iCs/>
          <w:szCs w:val="22"/>
        </w:rPr>
        <w:t xml:space="preserve">645.7 </w:t>
      </w:r>
      <w:r w:rsidRPr="00472F61">
        <w:rPr>
          <w:i/>
          <w:iCs/>
          <w:szCs w:val="22"/>
        </w:rPr>
        <w:t xml:space="preserve">million) </w:t>
      </w:r>
      <w:r w:rsidRPr="00472F61">
        <w:rPr>
          <w:szCs w:val="22"/>
        </w:rPr>
        <w:t xml:space="preserve">as a deduction </w:t>
      </w:r>
      <w:r w:rsidRPr="00472F61">
        <w:rPr>
          <w:spacing w:val="-2"/>
          <w:szCs w:val="22"/>
        </w:rPr>
        <w:t xml:space="preserve">from long-term loan to </w:t>
      </w:r>
      <w:r w:rsidR="00370B43">
        <w:rPr>
          <w:spacing w:val="-2"/>
          <w:szCs w:val="22"/>
        </w:rPr>
        <w:t>associate</w:t>
      </w:r>
      <w:r w:rsidRPr="00472F61">
        <w:rPr>
          <w:spacing w:val="-2"/>
          <w:szCs w:val="22"/>
        </w:rPr>
        <w:t xml:space="preserve"> in the consolidated </w:t>
      </w:r>
      <w:r w:rsidR="00FA7FD9" w:rsidRPr="00472F61">
        <w:rPr>
          <w:spacing w:val="-2"/>
          <w:szCs w:val="22"/>
        </w:rPr>
        <w:t>financial position</w:t>
      </w:r>
      <w:r w:rsidRPr="00472F61">
        <w:rPr>
          <w:spacing w:val="-2"/>
          <w:szCs w:val="22"/>
        </w:rPr>
        <w:t>.</w:t>
      </w:r>
    </w:p>
    <w:p w14:paraId="2B395A96" w14:textId="77777777" w:rsidR="00A76EE7" w:rsidRPr="00472F61" w:rsidRDefault="00A76EE7" w:rsidP="00A70DFA">
      <w:pPr>
        <w:pStyle w:val="index"/>
        <w:numPr>
          <w:ilvl w:val="0"/>
          <w:numId w:val="0"/>
        </w:numPr>
        <w:tabs>
          <w:tab w:val="left" w:pos="540"/>
        </w:tabs>
        <w:ind w:left="540"/>
        <w:jc w:val="thaiDistribute"/>
        <w:rPr>
          <w:spacing w:val="-2"/>
          <w:szCs w:val="22"/>
        </w:rPr>
      </w:pPr>
    </w:p>
    <w:p w14:paraId="52550415" w14:textId="77777777" w:rsidR="00667191" w:rsidRPr="00472F61" w:rsidRDefault="00AD51EA" w:rsidP="00A70DFA">
      <w:pPr>
        <w:pStyle w:val="index"/>
        <w:numPr>
          <w:ilvl w:val="0"/>
          <w:numId w:val="0"/>
        </w:numPr>
        <w:tabs>
          <w:tab w:val="left" w:pos="540"/>
        </w:tabs>
        <w:ind w:left="540"/>
        <w:jc w:val="thaiDistribute"/>
        <w:rPr>
          <w:spacing w:val="-2"/>
          <w:szCs w:val="22"/>
        </w:rPr>
      </w:pPr>
      <w:r w:rsidRPr="00472F61">
        <w:rPr>
          <w:spacing w:val="-2"/>
          <w:szCs w:val="22"/>
        </w:rPr>
        <w:t xml:space="preserve">On 22 November 2019, the </w:t>
      </w:r>
      <w:proofErr w:type="spellStart"/>
      <w:r w:rsidRPr="00472F61">
        <w:rPr>
          <w:spacing w:val="-2"/>
          <w:szCs w:val="22"/>
        </w:rPr>
        <w:t>shareholders</w:t>
      </w:r>
      <w:proofErr w:type="spellEnd"/>
      <w:r w:rsidRPr="00472F61">
        <w:rPr>
          <w:spacing w:val="-2"/>
          <w:szCs w:val="22"/>
        </w:rPr>
        <w:t xml:space="preserve"> approval for dissolution from successfully proceeded with the disposal of GLANDRT’s assets to CPNREIT, including delisting of GLANDRT from being listed securities on the Stock Exchange of Thailand. The </w:t>
      </w:r>
      <w:r w:rsidR="00776BC6" w:rsidRPr="00472F61">
        <w:rPr>
          <w:spacing w:val="-2"/>
          <w:szCs w:val="28"/>
          <w:lang w:val="en-US" w:bidi="th-TH"/>
        </w:rPr>
        <w:t>Trust</w:t>
      </w:r>
      <w:r w:rsidRPr="00472F61">
        <w:rPr>
          <w:spacing w:val="-2"/>
          <w:szCs w:val="22"/>
        </w:rPr>
        <w:t xml:space="preserve"> </w:t>
      </w:r>
      <w:r w:rsidR="00375534" w:rsidRPr="00472F61">
        <w:rPr>
          <w:spacing w:val="-2"/>
          <w:szCs w:val="22"/>
        </w:rPr>
        <w:t>was</w:t>
      </w:r>
      <w:r w:rsidRPr="00472F61">
        <w:rPr>
          <w:spacing w:val="-2"/>
          <w:szCs w:val="22"/>
        </w:rPr>
        <w:t xml:space="preserve"> </w:t>
      </w:r>
      <w:r w:rsidR="00776BC6" w:rsidRPr="00472F61">
        <w:rPr>
          <w:spacing w:val="-2"/>
          <w:szCs w:val="22"/>
        </w:rPr>
        <w:t>liquidated</w:t>
      </w:r>
      <w:r w:rsidRPr="00472F61">
        <w:rPr>
          <w:spacing w:val="-2"/>
          <w:szCs w:val="22"/>
        </w:rPr>
        <w:t xml:space="preserve"> on 3 March 2020.</w:t>
      </w:r>
    </w:p>
    <w:p w14:paraId="228A806F" w14:textId="485B5A73" w:rsidR="00AD51EA" w:rsidRPr="00472F61" w:rsidRDefault="00930992" w:rsidP="00A70DFA">
      <w:pPr>
        <w:pStyle w:val="index"/>
        <w:numPr>
          <w:ilvl w:val="0"/>
          <w:numId w:val="0"/>
        </w:numPr>
        <w:tabs>
          <w:tab w:val="left" w:pos="540"/>
        </w:tabs>
        <w:ind w:left="540"/>
        <w:jc w:val="thaiDistribute"/>
      </w:pPr>
      <w:r>
        <w:tab/>
      </w:r>
    </w:p>
    <w:p w14:paraId="33917006" w14:textId="77777777" w:rsidR="00F62594" w:rsidRPr="00472F61" w:rsidRDefault="005C2EB0" w:rsidP="000C0C9A">
      <w:pPr>
        <w:pStyle w:val="Heading1"/>
      </w:pPr>
      <w:r w:rsidRPr="00472F61">
        <w:t>9</w:t>
      </w:r>
      <w:r w:rsidR="00F62594" w:rsidRPr="00472F61">
        <w:tab/>
        <w:t>Investments in subsidiaries</w:t>
      </w:r>
    </w:p>
    <w:p w14:paraId="6D836680" w14:textId="77777777" w:rsidR="004865D1" w:rsidRPr="00472F61" w:rsidRDefault="004865D1" w:rsidP="004865D1">
      <w:pPr>
        <w:pStyle w:val="BodyText"/>
        <w:spacing w:after="0"/>
        <w:rPr>
          <w:lang w:val="en-US"/>
        </w:rPr>
      </w:pPr>
    </w:p>
    <w:tbl>
      <w:tblPr>
        <w:tblW w:w="10159" w:type="dxa"/>
        <w:tblInd w:w="450" w:type="dxa"/>
        <w:tblLayout w:type="fixed"/>
        <w:tblCellMar>
          <w:left w:w="79" w:type="dxa"/>
          <w:right w:w="79" w:type="dxa"/>
        </w:tblCellMar>
        <w:tblLook w:val="0000" w:firstRow="0" w:lastRow="0" w:firstColumn="0" w:lastColumn="0" w:noHBand="0" w:noVBand="0"/>
      </w:tblPr>
      <w:tblGrid>
        <w:gridCol w:w="7290"/>
        <w:gridCol w:w="1350"/>
        <w:gridCol w:w="180"/>
        <w:gridCol w:w="1339"/>
      </w:tblGrid>
      <w:tr w:rsidR="004865D1" w:rsidRPr="00472F61" w14:paraId="0A5057D0" w14:textId="77777777" w:rsidTr="00B95B4F">
        <w:trPr>
          <w:cantSplit/>
          <w:tblHeader/>
        </w:trPr>
        <w:tc>
          <w:tcPr>
            <w:tcW w:w="7290" w:type="dxa"/>
          </w:tcPr>
          <w:p w14:paraId="650031E9" w14:textId="77777777" w:rsidR="004865D1" w:rsidRPr="00472F61" w:rsidRDefault="004865D1" w:rsidP="004865D1">
            <w:pPr>
              <w:rPr>
                <w:szCs w:val="22"/>
              </w:rPr>
            </w:pPr>
          </w:p>
        </w:tc>
        <w:tc>
          <w:tcPr>
            <w:tcW w:w="2869" w:type="dxa"/>
            <w:gridSpan w:val="3"/>
          </w:tcPr>
          <w:p w14:paraId="5387A9C2" w14:textId="77777777" w:rsidR="004865D1" w:rsidRPr="00472F61" w:rsidRDefault="004865D1" w:rsidP="004865D1">
            <w:pPr>
              <w:pStyle w:val="acctmergecolhdg"/>
              <w:spacing w:line="240" w:lineRule="atLeast"/>
              <w:rPr>
                <w:szCs w:val="22"/>
              </w:rPr>
            </w:pPr>
            <w:r w:rsidRPr="00472F61">
              <w:rPr>
                <w:szCs w:val="22"/>
              </w:rPr>
              <w:t xml:space="preserve">Separate </w:t>
            </w:r>
          </w:p>
          <w:p w14:paraId="168869D2" w14:textId="77777777" w:rsidR="004865D1" w:rsidRPr="00472F61" w:rsidRDefault="004865D1" w:rsidP="004865D1">
            <w:pPr>
              <w:pStyle w:val="acctmergecolhdg"/>
              <w:spacing w:line="240" w:lineRule="atLeast"/>
              <w:rPr>
                <w:szCs w:val="22"/>
              </w:rPr>
            </w:pPr>
            <w:r w:rsidRPr="00472F61">
              <w:rPr>
                <w:szCs w:val="22"/>
              </w:rPr>
              <w:t xml:space="preserve">financial statements </w:t>
            </w:r>
          </w:p>
        </w:tc>
      </w:tr>
      <w:tr w:rsidR="004865D1" w:rsidRPr="00472F61" w14:paraId="23CB3BAA" w14:textId="77777777" w:rsidTr="00B95B4F">
        <w:trPr>
          <w:cantSplit/>
          <w:trHeight w:val="103"/>
          <w:tblHeader/>
        </w:trPr>
        <w:tc>
          <w:tcPr>
            <w:tcW w:w="7290" w:type="dxa"/>
          </w:tcPr>
          <w:p w14:paraId="474574B8" w14:textId="77777777" w:rsidR="004865D1" w:rsidRPr="00472F61" w:rsidRDefault="004E0FE8" w:rsidP="004865D1">
            <w:pPr>
              <w:pStyle w:val="acctfourfigures"/>
              <w:tabs>
                <w:tab w:val="clear" w:pos="765"/>
              </w:tabs>
              <w:spacing w:line="240" w:lineRule="atLeast"/>
              <w:rPr>
                <w:b/>
                <w:bCs/>
                <w:i/>
                <w:iCs/>
                <w:szCs w:val="22"/>
              </w:rPr>
            </w:pPr>
            <w:r w:rsidRPr="00472F61">
              <w:rPr>
                <w:b/>
                <w:bCs/>
                <w:i/>
                <w:iCs/>
                <w:szCs w:val="22"/>
              </w:rPr>
              <w:t>Three</w:t>
            </w:r>
            <w:r w:rsidR="004865D1" w:rsidRPr="00472F61">
              <w:rPr>
                <w:b/>
                <w:bCs/>
                <w:i/>
                <w:iCs/>
                <w:szCs w:val="22"/>
              </w:rPr>
              <w:t xml:space="preserve">-month period ended </w:t>
            </w:r>
            <w:r w:rsidRPr="00472F61">
              <w:rPr>
                <w:b/>
                <w:bCs/>
                <w:i/>
                <w:iCs/>
                <w:szCs w:val="22"/>
                <w:lang w:val="en-US"/>
              </w:rPr>
              <w:t>31 March</w:t>
            </w:r>
          </w:p>
        </w:tc>
        <w:tc>
          <w:tcPr>
            <w:tcW w:w="1350" w:type="dxa"/>
          </w:tcPr>
          <w:p w14:paraId="4E9B8C7C" w14:textId="77777777" w:rsidR="004865D1" w:rsidRPr="00472F61" w:rsidRDefault="008018BF" w:rsidP="004865D1">
            <w:pPr>
              <w:pStyle w:val="acctmergecolhdg"/>
              <w:spacing w:line="240" w:lineRule="atLeast"/>
              <w:rPr>
                <w:b w:val="0"/>
                <w:bCs/>
                <w:szCs w:val="22"/>
                <w:lang w:val="en-US" w:bidi="th-TH"/>
              </w:rPr>
            </w:pPr>
            <w:r w:rsidRPr="00472F61">
              <w:rPr>
                <w:b w:val="0"/>
                <w:bCs/>
                <w:szCs w:val="22"/>
              </w:rPr>
              <w:t>202</w:t>
            </w:r>
            <w:r w:rsidR="0036683B" w:rsidRPr="00472F61">
              <w:rPr>
                <w:b w:val="0"/>
                <w:bCs/>
                <w:szCs w:val="22"/>
              </w:rPr>
              <w:t>1</w:t>
            </w:r>
          </w:p>
        </w:tc>
        <w:tc>
          <w:tcPr>
            <w:tcW w:w="180" w:type="dxa"/>
          </w:tcPr>
          <w:p w14:paraId="4069627D" w14:textId="77777777" w:rsidR="004865D1" w:rsidRPr="00472F61" w:rsidRDefault="004865D1" w:rsidP="004865D1">
            <w:pPr>
              <w:pStyle w:val="acctmergecolhdg"/>
              <w:spacing w:line="240" w:lineRule="atLeast"/>
              <w:rPr>
                <w:b w:val="0"/>
                <w:bCs/>
                <w:szCs w:val="22"/>
              </w:rPr>
            </w:pPr>
          </w:p>
        </w:tc>
        <w:tc>
          <w:tcPr>
            <w:tcW w:w="1339" w:type="dxa"/>
          </w:tcPr>
          <w:p w14:paraId="25F42F67" w14:textId="77777777" w:rsidR="004865D1" w:rsidRPr="00472F61" w:rsidRDefault="008018BF" w:rsidP="004865D1">
            <w:pPr>
              <w:pStyle w:val="acctmergecolhdg"/>
              <w:spacing w:line="240" w:lineRule="atLeast"/>
              <w:rPr>
                <w:b w:val="0"/>
                <w:bCs/>
                <w:szCs w:val="22"/>
              </w:rPr>
            </w:pPr>
            <w:r w:rsidRPr="00472F61">
              <w:rPr>
                <w:b w:val="0"/>
                <w:bCs/>
                <w:szCs w:val="22"/>
              </w:rPr>
              <w:t>20</w:t>
            </w:r>
            <w:r w:rsidR="0036683B" w:rsidRPr="00472F61">
              <w:rPr>
                <w:b w:val="0"/>
                <w:bCs/>
                <w:szCs w:val="22"/>
              </w:rPr>
              <w:t>20</w:t>
            </w:r>
          </w:p>
        </w:tc>
      </w:tr>
      <w:tr w:rsidR="004865D1" w:rsidRPr="00472F61" w14:paraId="70F350AF" w14:textId="77777777" w:rsidTr="00B95B4F">
        <w:trPr>
          <w:cantSplit/>
          <w:tblHeader/>
        </w:trPr>
        <w:tc>
          <w:tcPr>
            <w:tcW w:w="7290" w:type="dxa"/>
          </w:tcPr>
          <w:p w14:paraId="46BCB9E8" w14:textId="77777777" w:rsidR="004865D1" w:rsidRPr="00472F61" w:rsidRDefault="004865D1" w:rsidP="004865D1">
            <w:pPr>
              <w:rPr>
                <w:b/>
                <w:bCs/>
                <w:i/>
                <w:iCs/>
                <w:szCs w:val="22"/>
              </w:rPr>
            </w:pPr>
          </w:p>
        </w:tc>
        <w:tc>
          <w:tcPr>
            <w:tcW w:w="2869" w:type="dxa"/>
            <w:gridSpan w:val="3"/>
          </w:tcPr>
          <w:p w14:paraId="5134C841" w14:textId="77777777" w:rsidR="004865D1" w:rsidRPr="00472F61" w:rsidRDefault="004865D1" w:rsidP="004865D1">
            <w:pPr>
              <w:jc w:val="center"/>
              <w:rPr>
                <w:i/>
                <w:iCs/>
                <w:szCs w:val="22"/>
              </w:rPr>
            </w:pPr>
            <w:r w:rsidRPr="00472F61">
              <w:rPr>
                <w:i/>
                <w:iCs/>
                <w:szCs w:val="22"/>
              </w:rPr>
              <w:t xml:space="preserve">(in </w:t>
            </w:r>
            <w:r w:rsidR="00C24500" w:rsidRPr="00472F61">
              <w:rPr>
                <w:i/>
                <w:iCs/>
                <w:szCs w:val="22"/>
              </w:rPr>
              <w:t>million</w:t>
            </w:r>
            <w:r w:rsidRPr="00472F61">
              <w:rPr>
                <w:i/>
                <w:iCs/>
                <w:szCs w:val="22"/>
              </w:rPr>
              <w:t xml:space="preserve"> Baht)</w:t>
            </w:r>
          </w:p>
        </w:tc>
      </w:tr>
      <w:tr w:rsidR="00C24500" w:rsidRPr="00472F61" w14:paraId="31DEFFE1" w14:textId="77777777" w:rsidTr="00B95B4F">
        <w:trPr>
          <w:cantSplit/>
          <w:trHeight w:val="70"/>
        </w:trPr>
        <w:tc>
          <w:tcPr>
            <w:tcW w:w="7290" w:type="dxa"/>
          </w:tcPr>
          <w:p w14:paraId="416B3911" w14:textId="77777777" w:rsidR="00C24500" w:rsidRPr="00472F61" w:rsidRDefault="00C24500" w:rsidP="00C24500">
            <w:pPr>
              <w:rPr>
                <w:szCs w:val="22"/>
                <w:lang w:val="en-US" w:bidi="th-TH"/>
              </w:rPr>
            </w:pPr>
            <w:r w:rsidRPr="00472F61">
              <w:rPr>
                <w:szCs w:val="22"/>
              </w:rPr>
              <w:t>At 1 January</w:t>
            </w:r>
          </w:p>
        </w:tc>
        <w:tc>
          <w:tcPr>
            <w:tcW w:w="1350" w:type="dxa"/>
          </w:tcPr>
          <w:p w14:paraId="497925CE" w14:textId="7A7180A5" w:rsidR="00C24500" w:rsidRPr="00472F61" w:rsidRDefault="00C24500" w:rsidP="00C24500">
            <w:pPr>
              <w:tabs>
                <w:tab w:val="decimal" w:pos="1050"/>
              </w:tabs>
              <w:spacing w:line="240" w:lineRule="auto"/>
              <w:rPr>
                <w:szCs w:val="22"/>
                <w:lang w:val="en-US" w:bidi="th-TH"/>
              </w:rPr>
            </w:pPr>
            <w:r w:rsidRPr="00472F61">
              <w:rPr>
                <w:szCs w:val="22"/>
              </w:rPr>
              <w:t>6,80</w:t>
            </w:r>
            <w:r w:rsidR="00324125">
              <w:rPr>
                <w:szCs w:val="22"/>
              </w:rPr>
              <w:t>7</w:t>
            </w:r>
          </w:p>
        </w:tc>
        <w:tc>
          <w:tcPr>
            <w:tcW w:w="180" w:type="dxa"/>
          </w:tcPr>
          <w:p w14:paraId="47AC2780" w14:textId="77777777" w:rsidR="00C24500" w:rsidRPr="00472F61" w:rsidRDefault="00C24500" w:rsidP="00C24500">
            <w:pPr>
              <w:tabs>
                <w:tab w:val="decimal" w:pos="1332"/>
              </w:tabs>
              <w:spacing w:line="240" w:lineRule="auto"/>
              <w:rPr>
                <w:szCs w:val="22"/>
              </w:rPr>
            </w:pPr>
          </w:p>
        </w:tc>
        <w:tc>
          <w:tcPr>
            <w:tcW w:w="1339" w:type="dxa"/>
          </w:tcPr>
          <w:p w14:paraId="32744745" w14:textId="77777777" w:rsidR="00C24500" w:rsidRPr="00472F61" w:rsidRDefault="00C24500" w:rsidP="00C24500">
            <w:pPr>
              <w:tabs>
                <w:tab w:val="decimal" w:pos="920"/>
              </w:tabs>
              <w:spacing w:line="240" w:lineRule="auto"/>
              <w:rPr>
                <w:szCs w:val="22"/>
              </w:rPr>
            </w:pPr>
            <w:r w:rsidRPr="00472F61">
              <w:rPr>
                <w:szCs w:val="22"/>
              </w:rPr>
              <w:t>6,817</w:t>
            </w:r>
          </w:p>
        </w:tc>
      </w:tr>
      <w:tr w:rsidR="00C24500" w:rsidRPr="00472F61" w14:paraId="66A844B2" w14:textId="77777777" w:rsidTr="00B95B4F">
        <w:trPr>
          <w:cantSplit/>
        </w:trPr>
        <w:tc>
          <w:tcPr>
            <w:tcW w:w="7290" w:type="dxa"/>
          </w:tcPr>
          <w:p w14:paraId="530B1E19" w14:textId="77777777" w:rsidR="00C24500" w:rsidRPr="00472F61" w:rsidRDefault="00C24500" w:rsidP="00C24500">
            <w:pPr>
              <w:rPr>
                <w:b/>
                <w:bCs/>
                <w:szCs w:val="22"/>
              </w:rPr>
            </w:pPr>
            <w:r w:rsidRPr="00472F61">
              <w:rPr>
                <w:b/>
                <w:bCs/>
                <w:szCs w:val="22"/>
              </w:rPr>
              <w:t>At 31 March</w:t>
            </w:r>
          </w:p>
        </w:tc>
        <w:tc>
          <w:tcPr>
            <w:tcW w:w="1350" w:type="dxa"/>
            <w:tcBorders>
              <w:top w:val="single" w:sz="4" w:space="0" w:color="auto"/>
              <w:left w:val="nil"/>
              <w:bottom w:val="double" w:sz="4" w:space="0" w:color="auto"/>
              <w:right w:val="nil"/>
            </w:tcBorders>
          </w:tcPr>
          <w:p w14:paraId="6C8E8A3C" w14:textId="07DA8F57" w:rsidR="00C24500" w:rsidRPr="00472F61" w:rsidRDefault="00C24500" w:rsidP="00C24500">
            <w:pPr>
              <w:tabs>
                <w:tab w:val="decimal" w:pos="1050"/>
              </w:tabs>
              <w:spacing w:line="240" w:lineRule="auto"/>
              <w:rPr>
                <w:b/>
                <w:bCs/>
                <w:szCs w:val="22"/>
              </w:rPr>
            </w:pPr>
            <w:r w:rsidRPr="00472F61">
              <w:rPr>
                <w:b/>
                <w:bCs/>
                <w:szCs w:val="22"/>
              </w:rPr>
              <w:t>6,80</w:t>
            </w:r>
            <w:r w:rsidR="00324125">
              <w:rPr>
                <w:b/>
                <w:bCs/>
                <w:szCs w:val="22"/>
              </w:rPr>
              <w:t>7</w:t>
            </w:r>
          </w:p>
        </w:tc>
        <w:tc>
          <w:tcPr>
            <w:tcW w:w="180" w:type="dxa"/>
          </w:tcPr>
          <w:p w14:paraId="335A01E1" w14:textId="77777777" w:rsidR="00C24500" w:rsidRPr="00472F61" w:rsidRDefault="00C24500" w:rsidP="00C24500">
            <w:pPr>
              <w:tabs>
                <w:tab w:val="decimal" w:pos="1332"/>
              </w:tabs>
              <w:spacing w:line="240" w:lineRule="auto"/>
              <w:rPr>
                <w:b/>
                <w:bCs/>
                <w:szCs w:val="22"/>
              </w:rPr>
            </w:pPr>
          </w:p>
        </w:tc>
        <w:tc>
          <w:tcPr>
            <w:tcW w:w="1339" w:type="dxa"/>
            <w:tcBorders>
              <w:top w:val="single" w:sz="4" w:space="0" w:color="auto"/>
              <w:left w:val="nil"/>
              <w:bottom w:val="double" w:sz="4" w:space="0" w:color="auto"/>
              <w:right w:val="nil"/>
            </w:tcBorders>
          </w:tcPr>
          <w:p w14:paraId="1F06E5BD" w14:textId="77777777" w:rsidR="00C24500" w:rsidRPr="00472F61" w:rsidRDefault="00C24500" w:rsidP="00C24500">
            <w:pPr>
              <w:tabs>
                <w:tab w:val="decimal" w:pos="920"/>
              </w:tabs>
              <w:spacing w:line="240" w:lineRule="auto"/>
              <w:rPr>
                <w:b/>
                <w:bCs/>
                <w:szCs w:val="22"/>
              </w:rPr>
            </w:pPr>
            <w:r w:rsidRPr="00472F61">
              <w:rPr>
                <w:b/>
                <w:bCs/>
                <w:szCs w:val="22"/>
              </w:rPr>
              <w:t>6,817</w:t>
            </w:r>
          </w:p>
        </w:tc>
      </w:tr>
    </w:tbl>
    <w:p w14:paraId="606053FA" w14:textId="77777777" w:rsidR="005636A2" w:rsidRPr="00472F61" w:rsidRDefault="005636A2" w:rsidP="004357B0">
      <w:pPr>
        <w:jc w:val="both"/>
        <w:rPr>
          <w:szCs w:val="22"/>
          <w:lang w:val="en-US"/>
        </w:rPr>
      </w:pPr>
    </w:p>
    <w:p w14:paraId="6A828C90" w14:textId="77777777" w:rsidR="004865D1" w:rsidRPr="00472F61" w:rsidRDefault="004865D1" w:rsidP="004865D1">
      <w:pPr>
        <w:ind w:left="547" w:hanging="7"/>
        <w:jc w:val="both"/>
        <w:rPr>
          <w:szCs w:val="22"/>
        </w:rPr>
      </w:pPr>
      <w:r w:rsidRPr="00472F61">
        <w:rPr>
          <w:szCs w:val="22"/>
        </w:rPr>
        <w:t xml:space="preserve">During the period ended </w:t>
      </w:r>
      <w:r w:rsidR="008018BF" w:rsidRPr="00472F61">
        <w:rPr>
          <w:szCs w:val="22"/>
        </w:rPr>
        <w:t>31 March</w:t>
      </w:r>
      <w:r w:rsidRPr="00472F61">
        <w:rPr>
          <w:szCs w:val="22"/>
        </w:rPr>
        <w:t xml:space="preserve"> 20</w:t>
      </w:r>
      <w:r w:rsidR="008018BF" w:rsidRPr="00472F61">
        <w:rPr>
          <w:szCs w:val="22"/>
        </w:rPr>
        <w:t>2</w:t>
      </w:r>
      <w:r w:rsidR="0036683B" w:rsidRPr="00472F61">
        <w:rPr>
          <w:szCs w:val="22"/>
        </w:rPr>
        <w:t>1</w:t>
      </w:r>
      <w:r w:rsidRPr="00472F61">
        <w:rPr>
          <w:szCs w:val="22"/>
        </w:rPr>
        <w:t xml:space="preserve"> and 20</w:t>
      </w:r>
      <w:r w:rsidR="0036683B" w:rsidRPr="00472F61">
        <w:rPr>
          <w:szCs w:val="22"/>
        </w:rPr>
        <w:t>20</w:t>
      </w:r>
      <w:r w:rsidRPr="00472F61">
        <w:rPr>
          <w:szCs w:val="22"/>
        </w:rPr>
        <w:t>, there was no acquisitions or disposals of investments in subsidiaries.</w:t>
      </w:r>
    </w:p>
    <w:p w14:paraId="69B64E8A" w14:textId="7A018C00" w:rsidR="00381EF0" w:rsidRDefault="00381EF0" w:rsidP="00B74DF1">
      <w:pPr>
        <w:jc w:val="thaiDistribute"/>
        <w:rPr>
          <w:szCs w:val="22"/>
        </w:rPr>
      </w:pPr>
    </w:p>
    <w:p w14:paraId="1E80EEAD" w14:textId="77777777" w:rsidR="006C746E" w:rsidRPr="00BC738F" w:rsidRDefault="006C746E" w:rsidP="006C746E">
      <w:pPr>
        <w:ind w:left="547" w:hanging="7"/>
        <w:jc w:val="thaiDistribute"/>
        <w:rPr>
          <w:szCs w:val="22"/>
        </w:rPr>
      </w:pPr>
      <w:r w:rsidRPr="00BC738F">
        <w:rPr>
          <w:szCs w:val="22"/>
        </w:rPr>
        <w:t xml:space="preserve">At the annual general meeting of shareholders of GLAND REIT Management Co., Ltd. held on 24 June 2020, approved a resolution to dissolve the company. The company registered for the dissolution to   the Ministry of Commerce on 29 June 2020. Moreover, the meeting has resolved to approve as </w:t>
      </w:r>
      <w:proofErr w:type="gramStart"/>
      <w:r w:rsidRPr="00BC738F">
        <w:rPr>
          <w:szCs w:val="22"/>
        </w:rPr>
        <w:t>follows;</w:t>
      </w:r>
      <w:proofErr w:type="gramEnd"/>
    </w:p>
    <w:p w14:paraId="535126E2" w14:textId="77777777" w:rsidR="006C746E" w:rsidRPr="00BC738F" w:rsidRDefault="006C746E" w:rsidP="006C746E">
      <w:pPr>
        <w:ind w:left="547" w:hanging="7"/>
        <w:jc w:val="thaiDistribute"/>
        <w:rPr>
          <w:szCs w:val="22"/>
        </w:rPr>
      </w:pPr>
    </w:p>
    <w:p w14:paraId="6B4D833E" w14:textId="77777777" w:rsidR="006C746E" w:rsidRPr="00BC738F" w:rsidRDefault="006C746E" w:rsidP="006C746E">
      <w:pPr>
        <w:pStyle w:val="ListParagraph"/>
        <w:numPr>
          <w:ilvl w:val="0"/>
          <w:numId w:val="26"/>
        </w:numPr>
        <w:ind w:left="990" w:hanging="450"/>
        <w:jc w:val="both"/>
        <w:rPr>
          <w:szCs w:val="22"/>
        </w:rPr>
      </w:pPr>
      <w:r w:rsidRPr="00BC738F">
        <w:rPr>
          <w:szCs w:val="22"/>
        </w:rPr>
        <w:t xml:space="preserve">Dividend payment from operating result from 1 January - 29 June 2020 (the Dissolution date) and dividend from retained earnings of the company of Baht 59.9 million. </w:t>
      </w:r>
    </w:p>
    <w:p w14:paraId="17B0C4E2" w14:textId="77777777" w:rsidR="006C746E" w:rsidRPr="00BC738F" w:rsidRDefault="006C746E" w:rsidP="006C746E">
      <w:pPr>
        <w:pStyle w:val="ListParagraph"/>
        <w:numPr>
          <w:ilvl w:val="0"/>
          <w:numId w:val="26"/>
        </w:numPr>
        <w:ind w:left="990" w:hanging="450"/>
        <w:jc w:val="both"/>
        <w:rPr>
          <w:szCs w:val="22"/>
        </w:rPr>
      </w:pPr>
      <w:r w:rsidRPr="00BC738F">
        <w:rPr>
          <w:szCs w:val="22"/>
        </w:rPr>
        <w:t>Reduce capital of Baht 9.7 million.</w:t>
      </w:r>
    </w:p>
    <w:p w14:paraId="737DC02E" w14:textId="77777777" w:rsidR="006C746E" w:rsidRPr="00BC738F" w:rsidRDefault="006C746E" w:rsidP="006C746E">
      <w:pPr>
        <w:pStyle w:val="ListParagraph"/>
        <w:numPr>
          <w:ilvl w:val="0"/>
          <w:numId w:val="26"/>
        </w:numPr>
        <w:ind w:left="990" w:hanging="450"/>
        <w:jc w:val="both"/>
        <w:rPr>
          <w:szCs w:val="22"/>
          <w:cs/>
        </w:rPr>
      </w:pPr>
      <w:r w:rsidRPr="00BC738F">
        <w:rPr>
          <w:szCs w:val="22"/>
        </w:rPr>
        <w:t>Payment for dividend and capital reduction on 23 July 2020.</w:t>
      </w:r>
    </w:p>
    <w:p w14:paraId="3A4299C0" w14:textId="77777777" w:rsidR="006C746E" w:rsidRPr="00BC738F" w:rsidRDefault="006C746E" w:rsidP="006C746E">
      <w:pPr>
        <w:pStyle w:val="block"/>
        <w:spacing w:after="0" w:line="240" w:lineRule="atLeast"/>
        <w:ind w:left="0"/>
        <w:jc w:val="both"/>
        <w:rPr>
          <w:szCs w:val="22"/>
          <w:lang w:val="en-US" w:bidi="th-TH"/>
        </w:rPr>
      </w:pPr>
    </w:p>
    <w:p w14:paraId="2864E4E5" w14:textId="77777777" w:rsidR="006C746E" w:rsidRPr="00472F61" w:rsidRDefault="006C746E" w:rsidP="00B74DF1">
      <w:pPr>
        <w:jc w:val="thaiDistribute"/>
        <w:rPr>
          <w:szCs w:val="22"/>
        </w:rPr>
      </w:pPr>
    </w:p>
    <w:p w14:paraId="45E90CC1" w14:textId="77777777" w:rsidR="00B74DF1" w:rsidRPr="00472F61" w:rsidRDefault="00B74DF1" w:rsidP="00BD503E">
      <w:pPr>
        <w:pStyle w:val="block"/>
        <w:spacing w:after="0" w:line="240" w:lineRule="atLeast"/>
        <w:ind w:left="540"/>
        <w:jc w:val="both"/>
        <w:rPr>
          <w:szCs w:val="22"/>
          <w:lang w:val="en-US"/>
        </w:rPr>
      </w:pPr>
    </w:p>
    <w:p w14:paraId="1A899EE2" w14:textId="77777777" w:rsidR="00B74DF1" w:rsidRPr="00472F61" w:rsidRDefault="00B74DF1" w:rsidP="00BD503E">
      <w:pPr>
        <w:pStyle w:val="block"/>
        <w:spacing w:after="0" w:line="240" w:lineRule="atLeast"/>
        <w:ind w:left="540"/>
        <w:jc w:val="both"/>
        <w:rPr>
          <w:szCs w:val="22"/>
          <w:lang w:val="en-US"/>
        </w:rPr>
        <w:sectPr w:rsidR="00B74DF1" w:rsidRPr="00472F61" w:rsidSect="00B95B4F">
          <w:pgSz w:w="11907" w:h="16840"/>
          <w:pgMar w:top="1152" w:right="576" w:bottom="1152" w:left="691" w:header="720" w:footer="720" w:gutter="0"/>
          <w:cols w:space="720"/>
          <w:docGrid w:linePitch="299"/>
        </w:sectPr>
      </w:pPr>
    </w:p>
    <w:tbl>
      <w:tblPr>
        <w:tblW w:w="14393"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2520"/>
        <w:gridCol w:w="2160"/>
        <w:gridCol w:w="270"/>
        <w:gridCol w:w="990"/>
        <w:gridCol w:w="180"/>
        <w:gridCol w:w="1170"/>
        <w:gridCol w:w="1170"/>
        <w:gridCol w:w="180"/>
        <w:gridCol w:w="1143"/>
        <w:gridCol w:w="180"/>
        <w:gridCol w:w="1017"/>
        <w:gridCol w:w="180"/>
        <w:gridCol w:w="1163"/>
        <w:gridCol w:w="180"/>
        <w:gridCol w:w="846"/>
        <w:gridCol w:w="180"/>
        <w:gridCol w:w="864"/>
      </w:tblGrid>
      <w:tr w:rsidR="00F73DD0" w:rsidRPr="00472F61" w14:paraId="0D3C7D96" w14:textId="77777777" w:rsidTr="00930992">
        <w:trPr>
          <w:cantSplit/>
        </w:trPr>
        <w:tc>
          <w:tcPr>
            <w:tcW w:w="2520" w:type="dxa"/>
            <w:tcBorders>
              <w:top w:val="nil"/>
            </w:tcBorders>
          </w:tcPr>
          <w:p w14:paraId="1AAAEAE2" w14:textId="77777777" w:rsidR="00F73DD0" w:rsidRPr="00472F61" w:rsidRDefault="00F73DD0" w:rsidP="00D359B2">
            <w:pPr>
              <w:jc w:val="center"/>
              <w:rPr>
                <w:sz w:val="20"/>
              </w:rPr>
            </w:pPr>
          </w:p>
        </w:tc>
        <w:tc>
          <w:tcPr>
            <w:tcW w:w="2160" w:type="dxa"/>
            <w:tcBorders>
              <w:top w:val="nil"/>
            </w:tcBorders>
          </w:tcPr>
          <w:p w14:paraId="2A01B12D" w14:textId="77777777" w:rsidR="00F73DD0" w:rsidRPr="00472F61" w:rsidRDefault="00F73DD0" w:rsidP="00D359B2">
            <w:pPr>
              <w:jc w:val="center"/>
              <w:rPr>
                <w:sz w:val="20"/>
              </w:rPr>
            </w:pPr>
          </w:p>
        </w:tc>
        <w:tc>
          <w:tcPr>
            <w:tcW w:w="270" w:type="dxa"/>
            <w:tcBorders>
              <w:top w:val="nil"/>
            </w:tcBorders>
          </w:tcPr>
          <w:p w14:paraId="1DF6D35B" w14:textId="77777777" w:rsidR="00F73DD0" w:rsidRPr="00472F61" w:rsidRDefault="00F73DD0" w:rsidP="00D359B2">
            <w:pPr>
              <w:jc w:val="center"/>
              <w:rPr>
                <w:sz w:val="20"/>
              </w:rPr>
            </w:pPr>
          </w:p>
        </w:tc>
        <w:tc>
          <w:tcPr>
            <w:tcW w:w="9443" w:type="dxa"/>
            <w:gridSpan w:val="14"/>
            <w:tcBorders>
              <w:top w:val="nil"/>
            </w:tcBorders>
          </w:tcPr>
          <w:p w14:paraId="211712E4" w14:textId="77777777" w:rsidR="00F73DD0" w:rsidRPr="00472F61" w:rsidRDefault="00F73DD0" w:rsidP="00D359B2">
            <w:pPr>
              <w:pStyle w:val="acctmergecolhdg"/>
              <w:spacing w:line="240" w:lineRule="atLeast"/>
              <w:rPr>
                <w:sz w:val="20"/>
                <w:lang w:val="en-US"/>
              </w:rPr>
            </w:pPr>
            <w:r w:rsidRPr="00472F61">
              <w:rPr>
                <w:b w:val="0"/>
                <w:bCs/>
                <w:sz w:val="20"/>
                <w:rtl/>
                <w:cs/>
              </w:rPr>
              <w:t>Separate financial</w:t>
            </w:r>
            <w:r w:rsidRPr="00472F61">
              <w:rPr>
                <w:b w:val="0"/>
                <w:bCs/>
                <w:sz w:val="20"/>
              </w:rPr>
              <w:t xml:space="preserve"> </w:t>
            </w:r>
            <w:r w:rsidRPr="00472F61">
              <w:rPr>
                <w:b w:val="0"/>
                <w:bCs/>
                <w:sz w:val="20"/>
                <w:rtl/>
                <w:cs/>
              </w:rPr>
              <w:t>statements</w:t>
            </w:r>
          </w:p>
        </w:tc>
      </w:tr>
      <w:tr w:rsidR="00F73DD0" w:rsidRPr="00472F61" w14:paraId="4EC94D48" w14:textId="77777777" w:rsidTr="00930992">
        <w:trPr>
          <w:cantSplit/>
        </w:trPr>
        <w:tc>
          <w:tcPr>
            <w:tcW w:w="2520" w:type="dxa"/>
          </w:tcPr>
          <w:p w14:paraId="64AAA547" w14:textId="77777777" w:rsidR="00F73DD0" w:rsidRPr="00472F61" w:rsidRDefault="00F73DD0" w:rsidP="00D359B2">
            <w:pPr>
              <w:jc w:val="center"/>
              <w:rPr>
                <w:sz w:val="20"/>
              </w:rPr>
            </w:pPr>
          </w:p>
        </w:tc>
        <w:tc>
          <w:tcPr>
            <w:tcW w:w="2160" w:type="dxa"/>
          </w:tcPr>
          <w:p w14:paraId="17CBC52D" w14:textId="77777777" w:rsidR="00F73DD0" w:rsidRPr="00472F61" w:rsidRDefault="00F73DD0" w:rsidP="00D359B2">
            <w:pPr>
              <w:pStyle w:val="acctmergecolhdg"/>
              <w:spacing w:line="240" w:lineRule="atLeast"/>
              <w:ind w:left="-79" w:right="-79"/>
              <w:rPr>
                <w:sz w:val="20"/>
              </w:rPr>
            </w:pPr>
            <w:r w:rsidRPr="00472F61">
              <w:rPr>
                <w:b w:val="0"/>
                <w:sz w:val="20"/>
                <w:lang w:val="en-US" w:bidi="th-TH"/>
              </w:rPr>
              <w:t>Type of business</w:t>
            </w:r>
          </w:p>
        </w:tc>
        <w:tc>
          <w:tcPr>
            <w:tcW w:w="270" w:type="dxa"/>
          </w:tcPr>
          <w:p w14:paraId="7F581225" w14:textId="77777777" w:rsidR="00F73DD0" w:rsidRPr="00472F61" w:rsidRDefault="00F73DD0" w:rsidP="00D359B2">
            <w:pPr>
              <w:pStyle w:val="acctmergecolhdg"/>
              <w:spacing w:line="240" w:lineRule="atLeast"/>
              <w:ind w:left="-79" w:right="-79"/>
              <w:rPr>
                <w:sz w:val="20"/>
              </w:rPr>
            </w:pPr>
          </w:p>
        </w:tc>
        <w:tc>
          <w:tcPr>
            <w:tcW w:w="2340" w:type="dxa"/>
            <w:gridSpan w:val="3"/>
          </w:tcPr>
          <w:p w14:paraId="2F7D8312" w14:textId="77777777" w:rsidR="00F73DD0" w:rsidRPr="00472F61" w:rsidRDefault="00F73DD0" w:rsidP="00D359B2">
            <w:pPr>
              <w:pStyle w:val="acctmergecolhdg"/>
              <w:spacing w:line="240" w:lineRule="atLeast"/>
              <w:ind w:left="-79" w:right="-79"/>
              <w:rPr>
                <w:b w:val="0"/>
                <w:bCs/>
                <w:sz w:val="20"/>
              </w:rPr>
            </w:pPr>
            <w:r w:rsidRPr="00472F61">
              <w:rPr>
                <w:b w:val="0"/>
                <w:sz w:val="20"/>
                <w:lang w:val="en-US" w:bidi="th-TH"/>
              </w:rPr>
              <w:t>Ownership interest</w:t>
            </w:r>
          </w:p>
        </w:tc>
        <w:tc>
          <w:tcPr>
            <w:tcW w:w="2493" w:type="dxa"/>
            <w:gridSpan w:val="3"/>
          </w:tcPr>
          <w:p w14:paraId="18A6D1C5" w14:textId="77777777" w:rsidR="00F73DD0" w:rsidRPr="00472F61" w:rsidRDefault="00F73DD0" w:rsidP="00D359B2">
            <w:pPr>
              <w:pStyle w:val="acctmergecolhdg"/>
              <w:spacing w:line="240" w:lineRule="atLeast"/>
              <w:rPr>
                <w:b w:val="0"/>
                <w:bCs/>
                <w:sz w:val="20"/>
              </w:rPr>
            </w:pPr>
            <w:r w:rsidRPr="00472F61">
              <w:rPr>
                <w:b w:val="0"/>
                <w:sz w:val="20"/>
                <w:lang w:val="en-US" w:bidi="th-TH"/>
              </w:rPr>
              <w:t>Paid-up capital</w:t>
            </w:r>
          </w:p>
        </w:tc>
        <w:tc>
          <w:tcPr>
            <w:tcW w:w="180" w:type="dxa"/>
          </w:tcPr>
          <w:p w14:paraId="52CA442A" w14:textId="77777777" w:rsidR="00F73DD0" w:rsidRPr="00472F61" w:rsidRDefault="00F73DD0" w:rsidP="00D359B2">
            <w:pPr>
              <w:pStyle w:val="acctmergecolhdg"/>
              <w:spacing w:line="240" w:lineRule="atLeast"/>
              <w:rPr>
                <w:b w:val="0"/>
                <w:bCs/>
                <w:sz w:val="20"/>
              </w:rPr>
            </w:pPr>
          </w:p>
        </w:tc>
        <w:tc>
          <w:tcPr>
            <w:tcW w:w="2360" w:type="dxa"/>
            <w:gridSpan w:val="3"/>
          </w:tcPr>
          <w:p w14:paraId="6EBF8353" w14:textId="77777777" w:rsidR="00F73DD0" w:rsidRPr="00472F61" w:rsidRDefault="00F73DD0" w:rsidP="00D359B2">
            <w:pPr>
              <w:pStyle w:val="acctmergecolhdg"/>
              <w:spacing w:line="240" w:lineRule="atLeast"/>
              <w:rPr>
                <w:b w:val="0"/>
                <w:bCs/>
                <w:sz w:val="20"/>
              </w:rPr>
            </w:pPr>
            <w:r w:rsidRPr="00472F61">
              <w:rPr>
                <w:b w:val="0"/>
                <w:sz w:val="20"/>
                <w:lang w:val="en-US" w:bidi="th-TH"/>
              </w:rPr>
              <w:t>Cost method</w:t>
            </w:r>
          </w:p>
        </w:tc>
        <w:tc>
          <w:tcPr>
            <w:tcW w:w="180" w:type="dxa"/>
          </w:tcPr>
          <w:p w14:paraId="441DFD04" w14:textId="77777777" w:rsidR="00F73DD0" w:rsidRPr="00472F61" w:rsidRDefault="00F73DD0" w:rsidP="00D359B2">
            <w:pPr>
              <w:pStyle w:val="acctmergecolhdg"/>
              <w:spacing w:line="240" w:lineRule="atLeast"/>
              <w:rPr>
                <w:b w:val="0"/>
                <w:bCs/>
                <w:sz w:val="20"/>
              </w:rPr>
            </w:pPr>
          </w:p>
        </w:tc>
        <w:tc>
          <w:tcPr>
            <w:tcW w:w="1890" w:type="dxa"/>
            <w:gridSpan w:val="3"/>
            <w:vAlign w:val="bottom"/>
          </w:tcPr>
          <w:p w14:paraId="4D8051A7" w14:textId="1BC94308" w:rsidR="00F73DD0" w:rsidRPr="00472F61" w:rsidRDefault="00324125" w:rsidP="00D359B2">
            <w:pPr>
              <w:pStyle w:val="acctmergecolhdg"/>
              <w:spacing w:line="240" w:lineRule="atLeast"/>
              <w:rPr>
                <w:b w:val="0"/>
                <w:bCs/>
                <w:sz w:val="20"/>
              </w:rPr>
            </w:pPr>
            <w:r w:rsidRPr="00324125">
              <w:rPr>
                <w:b w:val="0"/>
                <w:bCs/>
                <w:sz w:val="20"/>
              </w:rPr>
              <w:t>Dividend income for the three-month periods ended</w:t>
            </w:r>
          </w:p>
        </w:tc>
      </w:tr>
      <w:tr w:rsidR="005A1739" w:rsidRPr="00472F61" w14:paraId="0FC8A9B7" w14:textId="77777777" w:rsidTr="00930992">
        <w:trPr>
          <w:cantSplit/>
        </w:trPr>
        <w:tc>
          <w:tcPr>
            <w:tcW w:w="2520" w:type="dxa"/>
          </w:tcPr>
          <w:p w14:paraId="1BA6A64A" w14:textId="77777777" w:rsidR="005A1739" w:rsidRPr="00472F61" w:rsidRDefault="005A1739" w:rsidP="005A1739">
            <w:pPr>
              <w:pStyle w:val="acctfourfigures"/>
              <w:spacing w:line="240" w:lineRule="atLeast"/>
              <w:jc w:val="center"/>
              <w:rPr>
                <w:sz w:val="20"/>
              </w:rPr>
            </w:pPr>
          </w:p>
        </w:tc>
        <w:tc>
          <w:tcPr>
            <w:tcW w:w="2160" w:type="dxa"/>
          </w:tcPr>
          <w:p w14:paraId="63462445" w14:textId="77777777" w:rsidR="005A1739" w:rsidRPr="00472F61" w:rsidRDefault="005A1739" w:rsidP="005A1739">
            <w:pPr>
              <w:pStyle w:val="acctfourfigures"/>
              <w:tabs>
                <w:tab w:val="clear" w:pos="765"/>
              </w:tabs>
              <w:spacing w:line="240" w:lineRule="atLeast"/>
              <w:jc w:val="center"/>
              <w:rPr>
                <w:sz w:val="20"/>
              </w:rPr>
            </w:pPr>
          </w:p>
        </w:tc>
        <w:tc>
          <w:tcPr>
            <w:tcW w:w="270" w:type="dxa"/>
          </w:tcPr>
          <w:p w14:paraId="14EA5E89" w14:textId="77777777" w:rsidR="005A1739" w:rsidRPr="00472F61" w:rsidRDefault="005A1739" w:rsidP="005A1739">
            <w:pPr>
              <w:pStyle w:val="acctfourfigures"/>
              <w:tabs>
                <w:tab w:val="clear" w:pos="765"/>
              </w:tabs>
              <w:spacing w:line="240" w:lineRule="atLeast"/>
              <w:jc w:val="center"/>
              <w:rPr>
                <w:sz w:val="20"/>
              </w:rPr>
            </w:pPr>
          </w:p>
        </w:tc>
        <w:tc>
          <w:tcPr>
            <w:tcW w:w="990" w:type="dxa"/>
          </w:tcPr>
          <w:p w14:paraId="7E395DB8" w14:textId="5A734050" w:rsidR="005A1739" w:rsidRPr="00472F61" w:rsidRDefault="005A1739" w:rsidP="005A173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31 March</w:t>
            </w:r>
          </w:p>
        </w:tc>
        <w:tc>
          <w:tcPr>
            <w:tcW w:w="180" w:type="dxa"/>
          </w:tcPr>
          <w:p w14:paraId="79CD65A2" w14:textId="77777777"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170" w:type="dxa"/>
          </w:tcPr>
          <w:p w14:paraId="57C0F98D" w14:textId="03CF1B56"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31 December</w:t>
            </w:r>
          </w:p>
        </w:tc>
        <w:tc>
          <w:tcPr>
            <w:tcW w:w="1170" w:type="dxa"/>
          </w:tcPr>
          <w:p w14:paraId="21328040" w14:textId="1FC24436" w:rsidR="005A1739" w:rsidRPr="00472F61" w:rsidRDefault="005A1739" w:rsidP="005A173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31 March</w:t>
            </w:r>
          </w:p>
        </w:tc>
        <w:tc>
          <w:tcPr>
            <w:tcW w:w="180" w:type="dxa"/>
          </w:tcPr>
          <w:p w14:paraId="296ECB8D" w14:textId="77777777"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143" w:type="dxa"/>
          </w:tcPr>
          <w:p w14:paraId="1A83B1D2" w14:textId="2363E063"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31 December</w:t>
            </w:r>
          </w:p>
        </w:tc>
        <w:tc>
          <w:tcPr>
            <w:tcW w:w="180" w:type="dxa"/>
          </w:tcPr>
          <w:p w14:paraId="494997B6" w14:textId="77777777" w:rsidR="005A1739" w:rsidRPr="00472F61" w:rsidRDefault="005A1739" w:rsidP="005A1739">
            <w:pPr>
              <w:pStyle w:val="acctfourfigures"/>
              <w:tabs>
                <w:tab w:val="clear" w:pos="765"/>
              </w:tabs>
              <w:spacing w:line="240" w:lineRule="atLeast"/>
              <w:ind w:left="-108" w:right="-79"/>
              <w:jc w:val="center"/>
              <w:rPr>
                <w:sz w:val="20"/>
              </w:rPr>
            </w:pPr>
          </w:p>
        </w:tc>
        <w:tc>
          <w:tcPr>
            <w:tcW w:w="1017" w:type="dxa"/>
          </w:tcPr>
          <w:p w14:paraId="274DF377" w14:textId="3564F8B9" w:rsidR="005A1739" w:rsidRPr="00472F61" w:rsidRDefault="005A1739" w:rsidP="005A173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31 March</w:t>
            </w:r>
          </w:p>
        </w:tc>
        <w:tc>
          <w:tcPr>
            <w:tcW w:w="180" w:type="dxa"/>
          </w:tcPr>
          <w:p w14:paraId="7481E79B" w14:textId="77777777"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159" w:type="dxa"/>
          </w:tcPr>
          <w:p w14:paraId="369F1B2C" w14:textId="7A53A730"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31 December</w:t>
            </w:r>
          </w:p>
        </w:tc>
        <w:tc>
          <w:tcPr>
            <w:tcW w:w="180" w:type="dxa"/>
          </w:tcPr>
          <w:p w14:paraId="10E23630" w14:textId="77777777" w:rsidR="005A1739" w:rsidRPr="00472F61" w:rsidRDefault="005A1739" w:rsidP="005A1739">
            <w:pPr>
              <w:pStyle w:val="acctfourfigures"/>
              <w:tabs>
                <w:tab w:val="clear" w:pos="765"/>
              </w:tabs>
              <w:spacing w:line="240" w:lineRule="atLeast"/>
              <w:ind w:left="-108" w:right="-79"/>
              <w:jc w:val="center"/>
              <w:rPr>
                <w:sz w:val="20"/>
              </w:rPr>
            </w:pPr>
          </w:p>
        </w:tc>
        <w:tc>
          <w:tcPr>
            <w:tcW w:w="846" w:type="dxa"/>
          </w:tcPr>
          <w:p w14:paraId="514582B0" w14:textId="4CDDF7D7" w:rsidR="005A1739" w:rsidRPr="00472F61" w:rsidRDefault="005A1739" w:rsidP="005A173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31 March</w:t>
            </w:r>
          </w:p>
        </w:tc>
        <w:tc>
          <w:tcPr>
            <w:tcW w:w="180" w:type="dxa"/>
          </w:tcPr>
          <w:p w14:paraId="72B37D11" w14:textId="77777777"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864" w:type="dxa"/>
          </w:tcPr>
          <w:p w14:paraId="6AD1DAED" w14:textId="16D8CD3E"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 xml:space="preserve">31 </w:t>
            </w:r>
            <w:r w:rsidR="00927F9E">
              <w:rPr>
                <w:rFonts w:ascii="Times New Roman" w:hAnsi="Times New Roman" w:cs="Times New Roman"/>
                <w:sz w:val="20"/>
                <w:szCs w:val="20"/>
                <w:lang w:val="en-US"/>
              </w:rPr>
              <w:t>March</w:t>
            </w:r>
          </w:p>
        </w:tc>
      </w:tr>
      <w:tr w:rsidR="005A1739" w:rsidRPr="00472F61" w14:paraId="38B11840" w14:textId="77777777" w:rsidTr="00930992">
        <w:trPr>
          <w:cantSplit/>
        </w:trPr>
        <w:tc>
          <w:tcPr>
            <w:tcW w:w="2520" w:type="dxa"/>
          </w:tcPr>
          <w:p w14:paraId="3C346876" w14:textId="77777777" w:rsidR="005A1739" w:rsidRPr="00472F61" w:rsidRDefault="005A1739" w:rsidP="005A1739">
            <w:pPr>
              <w:pStyle w:val="acctfourfigures"/>
              <w:spacing w:line="240" w:lineRule="atLeast"/>
              <w:jc w:val="center"/>
              <w:rPr>
                <w:sz w:val="20"/>
              </w:rPr>
            </w:pPr>
          </w:p>
        </w:tc>
        <w:tc>
          <w:tcPr>
            <w:tcW w:w="2160" w:type="dxa"/>
          </w:tcPr>
          <w:p w14:paraId="419857F9" w14:textId="77777777" w:rsidR="005A1739" w:rsidRPr="00472F61" w:rsidRDefault="005A1739" w:rsidP="005A1739">
            <w:pPr>
              <w:pStyle w:val="acctfourfigures"/>
              <w:tabs>
                <w:tab w:val="clear" w:pos="765"/>
              </w:tabs>
              <w:spacing w:line="240" w:lineRule="atLeast"/>
              <w:jc w:val="center"/>
              <w:rPr>
                <w:sz w:val="20"/>
              </w:rPr>
            </w:pPr>
          </w:p>
        </w:tc>
        <w:tc>
          <w:tcPr>
            <w:tcW w:w="270" w:type="dxa"/>
          </w:tcPr>
          <w:p w14:paraId="0C73D4E2" w14:textId="77777777" w:rsidR="005A1739" w:rsidRPr="00472F61" w:rsidRDefault="005A1739" w:rsidP="005A1739">
            <w:pPr>
              <w:pStyle w:val="acctfourfigures"/>
              <w:tabs>
                <w:tab w:val="clear" w:pos="765"/>
              </w:tabs>
              <w:spacing w:line="240" w:lineRule="atLeast"/>
              <w:jc w:val="center"/>
              <w:rPr>
                <w:sz w:val="20"/>
              </w:rPr>
            </w:pPr>
          </w:p>
        </w:tc>
        <w:tc>
          <w:tcPr>
            <w:tcW w:w="990" w:type="dxa"/>
          </w:tcPr>
          <w:p w14:paraId="52BAAB61" w14:textId="295078CE" w:rsidR="005A1739" w:rsidRPr="00472F61" w:rsidRDefault="005A1739" w:rsidP="005A173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2021</w:t>
            </w:r>
          </w:p>
        </w:tc>
        <w:tc>
          <w:tcPr>
            <w:tcW w:w="180" w:type="dxa"/>
          </w:tcPr>
          <w:p w14:paraId="5E4D9ACD" w14:textId="77777777"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170" w:type="dxa"/>
          </w:tcPr>
          <w:p w14:paraId="6238A042" w14:textId="2FBBD22B"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2020</w:t>
            </w:r>
          </w:p>
        </w:tc>
        <w:tc>
          <w:tcPr>
            <w:tcW w:w="1170" w:type="dxa"/>
          </w:tcPr>
          <w:p w14:paraId="3168F27F" w14:textId="49A400D1" w:rsidR="005A1739" w:rsidRPr="00472F61" w:rsidRDefault="005A1739" w:rsidP="005A173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2021</w:t>
            </w:r>
          </w:p>
        </w:tc>
        <w:tc>
          <w:tcPr>
            <w:tcW w:w="180" w:type="dxa"/>
          </w:tcPr>
          <w:p w14:paraId="222BC8E8" w14:textId="77777777"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143" w:type="dxa"/>
          </w:tcPr>
          <w:p w14:paraId="04C72CCC" w14:textId="33C03D60"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2020</w:t>
            </w:r>
          </w:p>
        </w:tc>
        <w:tc>
          <w:tcPr>
            <w:tcW w:w="180" w:type="dxa"/>
          </w:tcPr>
          <w:p w14:paraId="680E50A5" w14:textId="77777777" w:rsidR="005A1739" w:rsidRPr="00472F61" w:rsidRDefault="005A1739" w:rsidP="005A1739">
            <w:pPr>
              <w:pStyle w:val="acctfourfigures"/>
              <w:tabs>
                <w:tab w:val="clear" w:pos="765"/>
              </w:tabs>
              <w:spacing w:line="240" w:lineRule="atLeast"/>
              <w:ind w:left="-108" w:right="-79"/>
              <w:jc w:val="center"/>
              <w:rPr>
                <w:sz w:val="20"/>
              </w:rPr>
            </w:pPr>
          </w:p>
        </w:tc>
        <w:tc>
          <w:tcPr>
            <w:tcW w:w="1017" w:type="dxa"/>
          </w:tcPr>
          <w:p w14:paraId="0838AF2C" w14:textId="7641DCF0" w:rsidR="005A1739" w:rsidRPr="00472F61" w:rsidRDefault="005A1739" w:rsidP="005A173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2021</w:t>
            </w:r>
          </w:p>
        </w:tc>
        <w:tc>
          <w:tcPr>
            <w:tcW w:w="180" w:type="dxa"/>
          </w:tcPr>
          <w:p w14:paraId="01A4EDAD" w14:textId="77777777"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159" w:type="dxa"/>
          </w:tcPr>
          <w:p w14:paraId="2F3EAC4A" w14:textId="57C5D0CE"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2020</w:t>
            </w:r>
          </w:p>
        </w:tc>
        <w:tc>
          <w:tcPr>
            <w:tcW w:w="180" w:type="dxa"/>
          </w:tcPr>
          <w:p w14:paraId="12644D55" w14:textId="77777777" w:rsidR="005A1739" w:rsidRPr="00472F61" w:rsidRDefault="005A1739" w:rsidP="005A1739">
            <w:pPr>
              <w:pStyle w:val="acctfourfigures"/>
              <w:tabs>
                <w:tab w:val="clear" w:pos="765"/>
              </w:tabs>
              <w:spacing w:line="240" w:lineRule="atLeast"/>
              <w:ind w:left="-108" w:right="-79"/>
              <w:jc w:val="center"/>
              <w:rPr>
                <w:sz w:val="20"/>
              </w:rPr>
            </w:pPr>
          </w:p>
        </w:tc>
        <w:tc>
          <w:tcPr>
            <w:tcW w:w="846" w:type="dxa"/>
          </w:tcPr>
          <w:p w14:paraId="2CF76892" w14:textId="3594153B" w:rsidR="005A1739" w:rsidRPr="00472F61" w:rsidRDefault="005A1739" w:rsidP="005A1739">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2021</w:t>
            </w:r>
          </w:p>
        </w:tc>
        <w:tc>
          <w:tcPr>
            <w:tcW w:w="180" w:type="dxa"/>
          </w:tcPr>
          <w:p w14:paraId="2A736B17" w14:textId="77777777"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864" w:type="dxa"/>
          </w:tcPr>
          <w:p w14:paraId="28E01C79" w14:textId="0CFF3A86" w:rsidR="005A1739" w:rsidRPr="00472F61" w:rsidRDefault="005A1739" w:rsidP="005A1739">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472F61">
              <w:rPr>
                <w:rFonts w:ascii="Times New Roman" w:hAnsi="Times New Roman" w:cs="Times New Roman"/>
                <w:sz w:val="20"/>
                <w:szCs w:val="20"/>
                <w:lang w:val="en-US"/>
              </w:rPr>
              <w:t>2020</w:t>
            </w:r>
          </w:p>
        </w:tc>
      </w:tr>
      <w:tr w:rsidR="00F73DD0" w:rsidRPr="00472F61" w14:paraId="5F548EB9" w14:textId="77777777" w:rsidTr="00930992">
        <w:trPr>
          <w:cantSplit/>
        </w:trPr>
        <w:tc>
          <w:tcPr>
            <w:tcW w:w="2520" w:type="dxa"/>
          </w:tcPr>
          <w:p w14:paraId="20238F73" w14:textId="77777777" w:rsidR="00F73DD0" w:rsidRPr="00472F61" w:rsidRDefault="00F73DD0" w:rsidP="00D359B2">
            <w:pPr>
              <w:jc w:val="center"/>
              <w:rPr>
                <w:i/>
                <w:iCs/>
                <w:sz w:val="20"/>
              </w:rPr>
            </w:pPr>
          </w:p>
        </w:tc>
        <w:tc>
          <w:tcPr>
            <w:tcW w:w="2160" w:type="dxa"/>
          </w:tcPr>
          <w:p w14:paraId="0F42EA93" w14:textId="77777777" w:rsidR="00F73DD0" w:rsidRPr="00472F61" w:rsidRDefault="00F73DD0" w:rsidP="00D359B2">
            <w:pPr>
              <w:jc w:val="center"/>
              <w:rPr>
                <w:i/>
                <w:iCs/>
                <w:sz w:val="20"/>
              </w:rPr>
            </w:pPr>
          </w:p>
        </w:tc>
        <w:tc>
          <w:tcPr>
            <w:tcW w:w="270" w:type="dxa"/>
          </w:tcPr>
          <w:p w14:paraId="152DBAEF" w14:textId="77777777" w:rsidR="00F73DD0" w:rsidRPr="00472F61" w:rsidRDefault="00F73DD0" w:rsidP="00D359B2">
            <w:pPr>
              <w:jc w:val="center"/>
              <w:rPr>
                <w:i/>
                <w:iCs/>
                <w:sz w:val="20"/>
              </w:rPr>
            </w:pPr>
          </w:p>
        </w:tc>
        <w:tc>
          <w:tcPr>
            <w:tcW w:w="2340" w:type="dxa"/>
            <w:gridSpan w:val="3"/>
          </w:tcPr>
          <w:p w14:paraId="166918C7" w14:textId="77777777" w:rsidR="00F73DD0" w:rsidRPr="00472F61" w:rsidRDefault="00F73DD0" w:rsidP="00D359B2">
            <w:pPr>
              <w:pStyle w:val="acctfourfigures"/>
              <w:tabs>
                <w:tab w:val="clear" w:pos="765"/>
              </w:tabs>
              <w:spacing w:line="240" w:lineRule="atLeast"/>
              <w:ind w:left="-79" w:right="-79"/>
              <w:jc w:val="center"/>
              <w:rPr>
                <w:i/>
                <w:iCs/>
                <w:sz w:val="20"/>
              </w:rPr>
            </w:pPr>
            <w:r w:rsidRPr="00472F61">
              <w:rPr>
                <w:i/>
                <w:iCs/>
                <w:sz w:val="20"/>
              </w:rPr>
              <w:t>(%)</w:t>
            </w:r>
          </w:p>
        </w:tc>
        <w:tc>
          <w:tcPr>
            <w:tcW w:w="7103" w:type="dxa"/>
            <w:gridSpan w:val="11"/>
          </w:tcPr>
          <w:p w14:paraId="58E83560" w14:textId="77777777" w:rsidR="00F73DD0" w:rsidRPr="00472F61" w:rsidRDefault="00F73DD0" w:rsidP="00D359B2">
            <w:pPr>
              <w:pStyle w:val="acctfourfigures"/>
              <w:tabs>
                <w:tab w:val="clear" w:pos="765"/>
              </w:tabs>
              <w:spacing w:line="240" w:lineRule="atLeast"/>
              <w:jc w:val="center"/>
              <w:rPr>
                <w:i/>
                <w:iCs/>
                <w:sz w:val="20"/>
              </w:rPr>
            </w:pPr>
            <w:r w:rsidRPr="00472F61">
              <w:rPr>
                <w:i/>
                <w:iCs/>
                <w:sz w:val="20"/>
              </w:rPr>
              <w:t>(million Baht)</w:t>
            </w:r>
          </w:p>
        </w:tc>
      </w:tr>
      <w:tr w:rsidR="00F73DD0" w:rsidRPr="00472F61" w14:paraId="6B7E3B3D" w14:textId="77777777" w:rsidTr="00930992">
        <w:trPr>
          <w:cantSplit/>
        </w:trPr>
        <w:tc>
          <w:tcPr>
            <w:tcW w:w="2520" w:type="dxa"/>
          </w:tcPr>
          <w:p w14:paraId="0305A147" w14:textId="1E0B92A0" w:rsidR="00F73DD0" w:rsidRPr="00472F61" w:rsidRDefault="00F73DD0" w:rsidP="00D359B2">
            <w:pPr>
              <w:tabs>
                <w:tab w:val="left" w:pos="540"/>
              </w:tabs>
              <w:rPr>
                <w:b/>
                <w:bCs/>
                <w:i/>
                <w:iCs/>
                <w:sz w:val="20"/>
              </w:rPr>
            </w:pPr>
            <w:r w:rsidRPr="00472F61">
              <w:rPr>
                <w:b/>
                <w:bCs/>
                <w:i/>
                <w:iCs/>
                <w:sz w:val="20"/>
              </w:rPr>
              <w:t>Direct</w:t>
            </w:r>
            <w:r w:rsidR="00C2198D">
              <w:rPr>
                <w:b/>
                <w:bCs/>
                <w:i/>
                <w:iCs/>
                <w:sz w:val="20"/>
              </w:rPr>
              <w:t xml:space="preserve"> s</w:t>
            </w:r>
            <w:r w:rsidR="00C2198D" w:rsidRPr="00472F61">
              <w:rPr>
                <w:b/>
                <w:bCs/>
                <w:i/>
                <w:iCs/>
                <w:sz w:val="20"/>
              </w:rPr>
              <w:t>ubsidiaries</w:t>
            </w:r>
          </w:p>
        </w:tc>
        <w:tc>
          <w:tcPr>
            <w:tcW w:w="2160" w:type="dxa"/>
          </w:tcPr>
          <w:p w14:paraId="0A08D2B3" w14:textId="77777777" w:rsidR="00F73DD0" w:rsidRPr="00472F61" w:rsidRDefault="00F73DD0" w:rsidP="00D359B2">
            <w:pPr>
              <w:tabs>
                <w:tab w:val="left" w:pos="540"/>
              </w:tabs>
              <w:rPr>
                <w:b/>
                <w:bCs/>
                <w:i/>
                <w:iCs/>
                <w:sz w:val="20"/>
              </w:rPr>
            </w:pPr>
          </w:p>
        </w:tc>
        <w:tc>
          <w:tcPr>
            <w:tcW w:w="270" w:type="dxa"/>
          </w:tcPr>
          <w:p w14:paraId="0F87CF76" w14:textId="77777777" w:rsidR="00F73DD0" w:rsidRPr="00472F61" w:rsidRDefault="00F73DD0" w:rsidP="00D359B2">
            <w:pPr>
              <w:tabs>
                <w:tab w:val="left" w:pos="540"/>
              </w:tabs>
              <w:jc w:val="thaiDistribute"/>
              <w:rPr>
                <w:b/>
                <w:bCs/>
                <w:i/>
                <w:iCs/>
                <w:sz w:val="20"/>
              </w:rPr>
            </w:pPr>
          </w:p>
        </w:tc>
        <w:tc>
          <w:tcPr>
            <w:tcW w:w="990" w:type="dxa"/>
          </w:tcPr>
          <w:p w14:paraId="682E8F56" w14:textId="77777777" w:rsidR="00F73DD0" w:rsidRPr="00472F61" w:rsidRDefault="00F73DD0" w:rsidP="00D359B2">
            <w:pPr>
              <w:pStyle w:val="acctfourfigures"/>
              <w:spacing w:line="240" w:lineRule="atLeast"/>
              <w:jc w:val="thaiDistribute"/>
              <w:rPr>
                <w:sz w:val="20"/>
              </w:rPr>
            </w:pPr>
          </w:p>
        </w:tc>
        <w:tc>
          <w:tcPr>
            <w:tcW w:w="180" w:type="dxa"/>
          </w:tcPr>
          <w:p w14:paraId="5D3DD103" w14:textId="77777777" w:rsidR="00F73DD0" w:rsidRPr="00472F61" w:rsidRDefault="00F73DD0" w:rsidP="00D359B2">
            <w:pPr>
              <w:pStyle w:val="acctfourfigures"/>
              <w:spacing w:line="240" w:lineRule="atLeast"/>
              <w:jc w:val="thaiDistribute"/>
              <w:rPr>
                <w:sz w:val="20"/>
              </w:rPr>
            </w:pPr>
          </w:p>
        </w:tc>
        <w:tc>
          <w:tcPr>
            <w:tcW w:w="1170" w:type="dxa"/>
          </w:tcPr>
          <w:p w14:paraId="27883E80" w14:textId="77777777" w:rsidR="00F73DD0" w:rsidRPr="00472F61" w:rsidRDefault="00F73DD0" w:rsidP="00D359B2">
            <w:pPr>
              <w:pStyle w:val="acctfourfigures"/>
              <w:spacing w:line="240" w:lineRule="atLeast"/>
              <w:jc w:val="thaiDistribute"/>
              <w:rPr>
                <w:sz w:val="20"/>
              </w:rPr>
            </w:pPr>
          </w:p>
        </w:tc>
        <w:tc>
          <w:tcPr>
            <w:tcW w:w="1170" w:type="dxa"/>
          </w:tcPr>
          <w:p w14:paraId="30D2893F" w14:textId="77777777" w:rsidR="00F73DD0" w:rsidRPr="00472F61" w:rsidRDefault="00F73DD0" w:rsidP="00D359B2">
            <w:pPr>
              <w:pStyle w:val="acctfourfigures"/>
              <w:tabs>
                <w:tab w:val="clear" w:pos="765"/>
                <w:tab w:val="decimal" w:pos="947"/>
              </w:tabs>
              <w:spacing w:line="240" w:lineRule="atLeast"/>
              <w:ind w:left="-115" w:right="-97"/>
              <w:jc w:val="thaiDistribute"/>
              <w:rPr>
                <w:sz w:val="20"/>
              </w:rPr>
            </w:pPr>
          </w:p>
        </w:tc>
        <w:tc>
          <w:tcPr>
            <w:tcW w:w="180" w:type="dxa"/>
          </w:tcPr>
          <w:p w14:paraId="17E7FA13" w14:textId="77777777" w:rsidR="00F73DD0" w:rsidRPr="00472F61" w:rsidRDefault="00F73DD0" w:rsidP="00D359B2">
            <w:pPr>
              <w:pStyle w:val="acctfourfigures"/>
              <w:tabs>
                <w:tab w:val="clear" w:pos="765"/>
                <w:tab w:val="decimal" w:pos="947"/>
              </w:tabs>
              <w:spacing w:line="240" w:lineRule="atLeast"/>
              <w:ind w:left="-115" w:right="-97"/>
              <w:jc w:val="thaiDistribute"/>
              <w:rPr>
                <w:sz w:val="20"/>
              </w:rPr>
            </w:pPr>
          </w:p>
        </w:tc>
        <w:tc>
          <w:tcPr>
            <w:tcW w:w="1143" w:type="dxa"/>
          </w:tcPr>
          <w:p w14:paraId="3971699E" w14:textId="77777777" w:rsidR="00F73DD0" w:rsidRPr="00472F61" w:rsidRDefault="00F73DD0" w:rsidP="00D359B2">
            <w:pPr>
              <w:pStyle w:val="acctfourfigures"/>
              <w:tabs>
                <w:tab w:val="clear" w:pos="765"/>
                <w:tab w:val="decimal" w:pos="704"/>
              </w:tabs>
              <w:spacing w:line="240" w:lineRule="atLeast"/>
              <w:ind w:left="-115" w:right="-97"/>
              <w:rPr>
                <w:sz w:val="20"/>
              </w:rPr>
            </w:pPr>
          </w:p>
        </w:tc>
        <w:tc>
          <w:tcPr>
            <w:tcW w:w="180" w:type="dxa"/>
          </w:tcPr>
          <w:p w14:paraId="4EEDAD83" w14:textId="77777777" w:rsidR="00F73DD0" w:rsidRPr="00472F61" w:rsidRDefault="00F73DD0" w:rsidP="00D359B2">
            <w:pPr>
              <w:pStyle w:val="acctfourfigures"/>
              <w:tabs>
                <w:tab w:val="clear" w:pos="765"/>
                <w:tab w:val="decimal" w:pos="947"/>
              </w:tabs>
              <w:spacing w:line="240" w:lineRule="atLeast"/>
              <w:ind w:left="-115" w:right="-97"/>
              <w:jc w:val="thaiDistribute"/>
              <w:rPr>
                <w:sz w:val="20"/>
              </w:rPr>
            </w:pPr>
          </w:p>
        </w:tc>
        <w:tc>
          <w:tcPr>
            <w:tcW w:w="1017" w:type="dxa"/>
          </w:tcPr>
          <w:p w14:paraId="0F264FA3" w14:textId="77777777" w:rsidR="00F73DD0" w:rsidRPr="00472F61" w:rsidRDefault="00F73DD0" w:rsidP="00D359B2">
            <w:pPr>
              <w:pStyle w:val="acctfourfigures"/>
              <w:tabs>
                <w:tab w:val="clear" w:pos="765"/>
                <w:tab w:val="decimal" w:pos="947"/>
              </w:tabs>
              <w:spacing w:line="240" w:lineRule="atLeast"/>
              <w:ind w:left="-115" w:right="-97"/>
              <w:jc w:val="thaiDistribute"/>
              <w:rPr>
                <w:sz w:val="20"/>
              </w:rPr>
            </w:pPr>
          </w:p>
        </w:tc>
        <w:tc>
          <w:tcPr>
            <w:tcW w:w="180" w:type="dxa"/>
          </w:tcPr>
          <w:p w14:paraId="4BC9D9E9" w14:textId="77777777" w:rsidR="00F73DD0" w:rsidRPr="00472F61" w:rsidRDefault="00F73DD0" w:rsidP="00D359B2">
            <w:pPr>
              <w:pStyle w:val="acctfourfigures"/>
              <w:tabs>
                <w:tab w:val="clear" w:pos="765"/>
                <w:tab w:val="decimal" w:pos="947"/>
              </w:tabs>
              <w:spacing w:line="240" w:lineRule="atLeast"/>
              <w:ind w:left="-115" w:right="-97"/>
              <w:jc w:val="thaiDistribute"/>
              <w:rPr>
                <w:sz w:val="20"/>
              </w:rPr>
            </w:pPr>
          </w:p>
        </w:tc>
        <w:tc>
          <w:tcPr>
            <w:tcW w:w="1159" w:type="dxa"/>
          </w:tcPr>
          <w:p w14:paraId="19B9943E" w14:textId="77777777" w:rsidR="00F73DD0" w:rsidRPr="00472F61" w:rsidRDefault="00F73DD0" w:rsidP="00D359B2">
            <w:pPr>
              <w:pStyle w:val="acctfourfigures"/>
              <w:tabs>
                <w:tab w:val="clear" w:pos="765"/>
                <w:tab w:val="decimal" w:pos="947"/>
              </w:tabs>
              <w:spacing w:line="240" w:lineRule="atLeast"/>
              <w:ind w:left="-115" w:right="-97"/>
              <w:jc w:val="thaiDistribute"/>
              <w:rPr>
                <w:sz w:val="20"/>
              </w:rPr>
            </w:pPr>
          </w:p>
        </w:tc>
        <w:tc>
          <w:tcPr>
            <w:tcW w:w="180" w:type="dxa"/>
          </w:tcPr>
          <w:p w14:paraId="7F78C4C5" w14:textId="77777777" w:rsidR="00F73DD0" w:rsidRPr="00472F61" w:rsidRDefault="00F73DD0" w:rsidP="00D359B2">
            <w:pPr>
              <w:pStyle w:val="acctfourfigures"/>
              <w:tabs>
                <w:tab w:val="clear" w:pos="765"/>
                <w:tab w:val="decimal" w:pos="947"/>
              </w:tabs>
              <w:spacing w:line="240" w:lineRule="atLeast"/>
              <w:ind w:left="-115" w:right="-97"/>
              <w:jc w:val="thaiDistribute"/>
              <w:rPr>
                <w:sz w:val="20"/>
              </w:rPr>
            </w:pPr>
          </w:p>
        </w:tc>
        <w:tc>
          <w:tcPr>
            <w:tcW w:w="846" w:type="dxa"/>
          </w:tcPr>
          <w:p w14:paraId="5721A6E3" w14:textId="77777777" w:rsidR="00F73DD0" w:rsidRPr="00472F61" w:rsidRDefault="00F73DD0" w:rsidP="00D359B2">
            <w:pPr>
              <w:pStyle w:val="acctfourfigures"/>
              <w:tabs>
                <w:tab w:val="clear" w:pos="765"/>
                <w:tab w:val="decimal" w:pos="947"/>
              </w:tabs>
              <w:spacing w:line="240" w:lineRule="atLeast"/>
              <w:ind w:left="-115" w:right="-124"/>
              <w:jc w:val="thaiDistribute"/>
              <w:rPr>
                <w:sz w:val="20"/>
              </w:rPr>
            </w:pPr>
          </w:p>
        </w:tc>
        <w:tc>
          <w:tcPr>
            <w:tcW w:w="180" w:type="dxa"/>
          </w:tcPr>
          <w:p w14:paraId="410C2CE7" w14:textId="77777777" w:rsidR="00F73DD0" w:rsidRPr="00472F61" w:rsidRDefault="00F73DD0" w:rsidP="00D359B2">
            <w:pPr>
              <w:pStyle w:val="acctfourfigures"/>
              <w:tabs>
                <w:tab w:val="clear" w:pos="765"/>
                <w:tab w:val="decimal" w:pos="947"/>
              </w:tabs>
              <w:spacing w:line="240" w:lineRule="atLeast"/>
              <w:ind w:left="-115" w:right="-97"/>
              <w:jc w:val="thaiDistribute"/>
              <w:rPr>
                <w:sz w:val="20"/>
              </w:rPr>
            </w:pPr>
          </w:p>
        </w:tc>
        <w:tc>
          <w:tcPr>
            <w:tcW w:w="864" w:type="dxa"/>
          </w:tcPr>
          <w:p w14:paraId="0B237CFA" w14:textId="77777777" w:rsidR="00F73DD0" w:rsidRPr="00472F61" w:rsidRDefault="00F73DD0" w:rsidP="00D359B2">
            <w:pPr>
              <w:pStyle w:val="acctfourfigures"/>
              <w:tabs>
                <w:tab w:val="clear" w:pos="765"/>
                <w:tab w:val="decimal" w:pos="947"/>
              </w:tabs>
              <w:spacing w:line="240" w:lineRule="atLeast"/>
              <w:ind w:left="-115" w:right="-97"/>
              <w:jc w:val="thaiDistribute"/>
              <w:rPr>
                <w:sz w:val="20"/>
              </w:rPr>
            </w:pPr>
          </w:p>
        </w:tc>
      </w:tr>
      <w:tr w:rsidR="00F73DD0" w:rsidRPr="00472F61" w14:paraId="01E11D56" w14:textId="77777777" w:rsidTr="00930992">
        <w:trPr>
          <w:cantSplit/>
          <w:trHeight w:val="297"/>
        </w:trPr>
        <w:tc>
          <w:tcPr>
            <w:tcW w:w="2520" w:type="dxa"/>
          </w:tcPr>
          <w:p w14:paraId="64B38ABE" w14:textId="77777777" w:rsidR="00F73DD0" w:rsidRPr="00472F61" w:rsidRDefault="00F73DD0" w:rsidP="00F73DD0">
            <w:pPr>
              <w:tabs>
                <w:tab w:val="left" w:pos="540"/>
              </w:tabs>
              <w:rPr>
                <w:sz w:val="20"/>
              </w:rPr>
            </w:pPr>
            <w:r w:rsidRPr="00472F61">
              <w:rPr>
                <w:sz w:val="20"/>
              </w:rPr>
              <w:t>Belle Development Ltd.</w:t>
            </w:r>
          </w:p>
        </w:tc>
        <w:tc>
          <w:tcPr>
            <w:tcW w:w="2160" w:type="dxa"/>
            <w:vAlign w:val="bottom"/>
          </w:tcPr>
          <w:p w14:paraId="56DE9754" w14:textId="77777777" w:rsidR="00F73DD0" w:rsidRPr="00472F61" w:rsidRDefault="00F73DD0" w:rsidP="00F73DD0">
            <w:pPr>
              <w:tabs>
                <w:tab w:val="left" w:pos="540"/>
              </w:tabs>
              <w:ind w:left="110" w:hanging="110"/>
              <w:rPr>
                <w:sz w:val="20"/>
              </w:rPr>
            </w:pPr>
            <w:r w:rsidRPr="00472F61">
              <w:rPr>
                <w:sz w:val="20"/>
              </w:rPr>
              <w:t>Real estate development</w:t>
            </w:r>
          </w:p>
        </w:tc>
        <w:tc>
          <w:tcPr>
            <w:tcW w:w="270" w:type="dxa"/>
          </w:tcPr>
          <w:p w14:paraId="34605878" w14:textId="77777777" w:rsidR="00F73DD0" w:rsidRPr="00472F61" w:rsidRDefault="00F73DD0" w:rsidP="00F73DD0">
            <w:pPr>
              <w:tabs>
                <w:tab w:val="left" w:pos="540"/>
              </w:tabs>
              <w:jc w:val="center"/>
              <w:rPr>
                <w:sz w:val="20"/>
              </w:rPr>
            </w:pPr>
          </w:p>
        </w:tc>
        <w:tc>
          <w:tcPr>
            <w:tcW w:w="990" w:type="dxa"/>
            <w:vAlign w:val="bottom"/>
          </w:tcPr>
          <w:p w14:paraId="6F2EBD19" w14:textId="77777777" w:rsidR="00F73DD0" w:rsidRPr="00472F61" w:rsidRDefault="00F73DD0" w:rsidP="00F73DD0">
            <w:pPr>
              <w:pStyle w:val="acctfourfigures"/>
              <w:spacing w:line="240" w:lineRule="atLeast"/>
              <w:jc w:val="thaiDistribute"/>
              <w:rPr>
                <w:sz w:val="20"/>
              </w:rPr>
            </w:pPr>
            <w:r w:rsidRPr="00472F61">
              <w:rPr>
                <w:sz w:val="20"/>
              </w:rPr>
              <w:t>79.57</w:t>
            </w:r>
          </w:p>
        </w:tc>
        <w:tc>
          <w:tcPr>
            <w:tcW w:w="180" w:type="dxa"/>
            <w:vAlign w:val="bottom"/>
          </w:tcPr>
          <w:p w14:paraId="6F194930" w14:textId="77777777" w:rsidR="00F73DD0" w:rsidRPr="00472F61" w:rsidRDefault="00F73DD0" w:rsidP="00F73DD0">
            <w:pPr>
              <w:pStyle w:val="acctfourfigures"/>
              <w:spacing w:line="240" w:lineRule="atLeast"/>
              <w:jc w:val="thaiDistribute"/>
              <w:rPr>
                <w:sz w:val="20"/>
              </w:rPr>
            </w:pPr>
          </w:p>
        </w:tc>
        <w:tc>
          <w:tcPr>
            <w:tcW w:w="1170" w:type="dxa"/>
            <w:vAlign w:val="bottom"/>
          </w:tcPr>
          <w:p w14:paraId="38199FDD" w14:textId="77777777" w:rsidR="00F73DD0" w:rsidRPr="00472F61" w:rsidRDefault="00F73DD0" w:rsidP="00F73DD0">
            <w:pPr>
              <w:pStyle w:val="acctfourfigures"/>
              <w:spacing w:line="240" w:lineRule="atLeast"/>
              <w:jc w:val="thaiDistribute"/>
              <w:rPr>
                <w:sz w:val="20"/>
              </w:rPr>
            </w:pPr>
            <w:r w:rsidRPr="00472F61">
              <w:rPr>
                <w:sz w:val="20"/>
              </w:rPr>
              <w:t>79.57</w:t>
            </w:r>
          </w:p>
        </w:tc>
        <w:tc>
          <w:tcPr>
            <w:tcW w:w="1170" w:type="dxa"/>
            <w:vAlign w:val="bottom"/>
          </w:tcPr>
          <w:p w14:paraId="4A16AAA4" w14:textId="77777777" w:rsidR="00F73DD0" w:rsidRPr="00472F61" w:rsidRDefault="00F73DD0" w:rsidP="00930992">
            <w:pPr>
              <w:pStyle w:val="acctfourfigures"/>
              <w:tabs>
                <w:tab w:val="clear" w:pos="765"/>
                <w:tab w:val="decimal" w:pos="910"/>
              </w:tabs>
              <w:spacing w:line="240" w:lineRule="atLeast"/>
              <w:jc w:val="thaiDistribute"/>
              <w:rPr>
                <w:sz w:val="20"/>
              </w:rPr>
            </w:pPr>
            <w:r w:rsidRPr="00472F61">
              <w:rPr>
                <w:sz w:val="20"/>
              </w:rPr>
              <w:t>2,064</w:t>
            </w:r>
          </w:p>
        </w:tc>
        <w:tc>
          <w:tcPr>
            <w:tcW w:w="180" w:type="dxa"/>
            <w:vAlign w:val="bottom"/>
          </w:tcPr>
          <w:p w14:paraId="629D28BF"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43" w:type="dxa"/>
            <w:vAlign w:val="bottom"/>
          </w:tcPr>
          <w:p w14:paraId="4231190E" w14:textId="77777777" w:rsidR="00F73DD0" w:rsidRPr="00472F61" w:rsidRDefault="00F73DD0" w:rsidP="00C2198D">
            <w:pPr>
              <w:pStyle w:val="acctfourfigures"/>
              <w:tabs>
                <w:tab w:val="clear" w:pos="765"/>
                <w:tab w:val="decimal" w:pos="880"/>
              </w:tabs>
              <w:spacing w:line="240" w:lineRule="atLeast"/>
              <w:ind w:right="-75"/>
              <w:rPr>
                <w:sz w:val="20"/>
              </w:rPr>
            </w:pPr>
            <w:r w:rsidRPr="00472F61">
              <w:rPr>
                <w:sz w:val="20"/>
              </w:rPr>
              <w:t>2,064</w:t>
            </w:r>
          </w:p>
        </w:tc>
        <w:tc>
          <w:tcPr>
            <w:tcW w:w="180" w:type="dxa"/>
            <w:vAlign w:val="bottom"/>
          </w:tcPr>
          <w:p w14:paraId="709AF69D"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017" w:type="dxa"/>
            <w:vAlign w:val="bottom"/>
          </w:tcPr>
          <w:p w14:paraId="03F3DEA6" w14:textId="77777777" w:rsidR="00F73DD0" w:rsidRPr="00472F61" w:rsidRDefault="00F73DD0" w:rsidP="00F73DD0">
            <w:pPr>
              <w:pStyle w:val="acctfourfigures"/>
              <w:tabs>
                <w:tab w:val="clear" w:pos="765"/>
                <w:tab w:val="decimal" w:pos="745"/>
              </w:tabs>
              <w:spacing w:line="240" w:lineRule="atLeast"/>
              <w:ind w:right="-97"/>
              <w:jc w:val="thaiDistribute"/>
              <w:rPr>
                <w:sz w:val="20"/>
              </w:rPr>
            </w:pPr>
            <w:r w:rsidRPr="00472F61">
              <w:rPr>
                <w:sz w:val="20"/>
              </w:rPr>
              <w:t>1,920</w:t>
            </w:r>
          </w:p>
        </w:tc>
        <w:tc>
          <w:tcPr>
            <w:tcW w:w="180" w:type="dxa"/>
            <w:vAlign w:val="bottom"/>
          </w:tcPr>
          <w:p w14:paraId="3DB1324A"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59" w:type="dxa"/>
            <w:vAlign w:val="bottom"/>
          </w:tcPr>
          <w:p w14:paraId="51E30C43" w14:textId="0D05A28D" w:rsidR="00F73DD0" w:rsidRPr="00472F61" w:rsidRDefault="00F73DD0" w:rsidP="00930992">
            <w:pPr>
              <w:pStyle w:val="acctfourfigures"/>
              <w:tabs>
                <w:tab w:val="clear" w:pos="765"/>
                <w:tab w:val="decimal" w:pos="900"/>
              </w:tabs>
              <w:spacing w:line="240" w:lineRule="atLeast"/>
              <w:ind w:right="-97"/>
              <w:jc w:val="thaiDistribute"/>
              <w:rPr>
                <w:sz w:val="20"/>
              </w:rPr>
            </w:pPr>
            <w:r w:rsidRPr="00472F61">
              <w:rPr>
                <w:sz w:val="20"/>
              </w:rPr>
              <w:t>1,920</w:t>
            </w:r>
          </w:p>
        </w:tc>
        <w:tc>
          <w:tcPr>
            <w:tcW w:w="180" w:type="dxa"/>
            <w:vAlign w:val="bottom"/>
          </w:tcPr>
          <w:p w14:paraId="0E5A35D8"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846" w:type="dxa"/>
            <w:vAlign w:val="bottom"/>
          </w:tcPr>
          <w:p w14:paraId="35D0483B" w14:textId="4586556B" w:rsidR="00F73DD0" w:rsidRPr="00472F61" w:rsidRDefault="00F73DD0" w:rsidP="00F73DD0">
            <w:pPr>
              <w:tabs>
                <w:tab w:val="decimal" w:pos="470"/>
              </w:tabs>
              <w:ind w:right="-115"/>
              <w:rPr>
                <w:sz w:val="20"/>
                <w:cs/>
              </w:rPr>
            </w:pPr>
            <w:r w:rsidRPr="00472F61">
              <w:rPr>
                <w:sz w:val="20"/>
              </w:rPr>
              <w:t>-</w:t>
            </w:r>
          </w:p>
        </w:tc>
        <w:tc>
          <w:tcPr>
            <w:tcW w:w="180" w:type="dxa"/>
            <w:vAlign w:val="bottom"/>
          </w:tcPr>
          <w:p w14:paraId="126FD215" w14:textId="77777777" w:rsidR="00F73DD0" w:rsidRPr="00472F61" w:rsidRDefault="00F73DD0" w:rsidP="00F73DD0">
            <w:pPr>
              <w:tabs>
                <w:tab w:val="decimal" w:pos="581"/>
              </w:tabs>
              <w:rPr>
                <w:sz w:val="20"/>
              </w:rPr>
            </w:pPr>
          </w:p>
        </w:tc>
        <w:tc>
          <w:tcPr>
            <w:tcW w:w="864" w:type="dxa"/>
            <w:vAlign w:val="bottom"/>
          </w:tcPr>
          <w:p w14:paraId="66DB3084" w14:textId="5A346AFB" w:rsidR="00F73DD0" w:rsidRPr="00472F61" w:rsidRDefault="00F73DD0" w:rsidP="00F73DD0">
            <w:pPr>
              <w:tabs>
                <w:tab w:val="decimal" w:pos="470"/>
              </w:tabs>
              <w:ind w:right="-115"/>
              <w:rPr>
                <w:sz w:val="20"/>
                <w:cs/>
              </w:rPr>
            </w:pPr>
            <w:r w:rsidRPr="00472F61">
              <w:rPr>
                <w:sz w:val="20"/>
              </w:rPr>
              <w:t>-</w:t>
            </w:r>
          </w:p>
        </w:tc>
      </w:tr>
      <w:tr w:rsidR="00F73DD0" w:rsidRPr="00472F61" w14:paraId="73BDEC54" w14:textId="77777777" w:rsidTr="00930992">
        <w:trPr>
          <w:cantSplit/>
          <w:trHeight w:val="189"/>
        </w:trPr>
        <w:tc>
          <w:tcPr>
            <w:tcW w:w="2520" w:type="dxa"/>
          </w:tcPr>
          <w:p w14:paraId="342F1681" w14:textId="77777777" w:rsidR="00F73DD0" w:rsidRPr="00472F61" w:rsidRDefault="00F73DD0" w:rsidP="00F73DD0">
            <w:pPr>
              <w:ind w:left="191" w:hanging="191"/>
              <w:rPr>
                <w:sz w:val="20"/>
              </w:rPr>
            </w:pPr>
            <w:proofErr w:type="spellStart"/>
            <w:r w:rsidRPr="00472F61">
              <w:rPr>
                <w:sz w:val="20"/>
              </w:rPr>
              <w:t>Praram</w:t>
            </w:r>
            <w:proofErr w:type="spellEnd"/>
            <w:r w:rsidRPr="00472F61">
              <w:rPr>
                <w:sz w:val="20"/>
              </w:rPr>
              <w:t xml:space="preserve"> 9 Square Ltd.</w:t>
            </w:r>
          </w:p>
        </w:tc>
        <w:tc>
          <w:tcPr>
            <w:tcW w:w="2160" w:type="dxa"/>
            <w:vAlign w:val="bottom"/>
          </w:tcPr>
          <w:p w14:paraId="0D7F176E" w14:textId="77777777" w:rsidR="00F73DD0" w:rsidRPr="00472F61" w:rsidRDefault="00F73DD0" w:rsidP="00F73DD0">
            <w:pPr>
              <w:tabs>
                <w:tab w:val="left" w:pos="540"/>
              </w:tabs>
              <w:ind w:left="191" w:hanging="191"/>
              <w:rPr>
                <w:sz w:val="20"/>
              </w:rPr>
            </w:pPr>
            <w:r w:rsidRPr="00472F61">
              <w:rPr>
                <w:sz w:val="20"/>
              </w:rPr>
              <w:t>Real estate for rent and development</w:t>
            </w:r>
          </w:p>
        </w:tc>
        <w:tc>
          <w:tcPr>
            <w:tcW w:w="270" w:type="dxa"/>
          </w:tcPr>
          <w:p w14:paraId="5FB282CB" w14:textId="77777777" w:rsidR="00F73DD0" w:rsidRPr="00472F61" w:rsidRDefault="00F73DD0" w:rsidP="00F73DD0">
            <w:pPr>
              <w:jc w:val="center"/>
              <w:rPr>
                <w:sz w:val="20"/>
              </w:rPr>
            </w:pPr>
          </w:p>
        </w:tc>
        <w:tc>
          <w:tcPr>
            <w:tcW w:w="990" w:type="dxa"/>
            <w:shd w:val="clear" w:color="auto" w:fill="auto"/>
            <w:vAlign w:val="bottom"/>
          </w:tcPr>
          <w:p w14:paraId="5E50898D" w14:textId="77777777" w:rsidR="00F73DD0" w:rsidRPr="00472F61" w:rsidRDefault="00F73DD0" w:rsidP="00930992">
            <w:pPr>
              <w:pStyle w:val="acctfourfigures"/>
              <w:spacing w:line="240" w:lineRule="atLeast"/>
              <w:jc w:val="thaiDistribute"/>
              <w:rPr>
                <w:sz w:val="20"/>
              </w:rPr>
            </w:pPr>
            <w:r w:rsidRPr="00472F61">
              <w:rPr>
                <w:sz w:val="20"/>
              </w:rPr>
              <w:t>93.09</w:t>
            </w:r>
          </w:p>
        </w:tc>
        <w:tc>
          <w:tcPr>
            <w:tcW w:w="180" w:type="dxa"/>
            <w:vAlign w:val="bottom"/>
          </w:tcPr>
          <w:p w14:paraId="52B9BDF6" w14:textId="77777777" w:rsidR="00F73DD0" w:rsidRPr="00472F61" w:rsidRDefault="00F73DD0" w:rsidP="00F73DD0">
            <w:pPr>
              <w:pStyle w:val="block"/>
              <w:tabs>
                <w:tab w:val="decimal" w:pos="641"/>
              </w:tabs>
              <w:spacing w:after="0" w:line="240" w:lineRule="atLeast"/>
              <w:ind w:left="0"/>
              <w:rPr>
                <w:sz w:val="20"/>
                <w:lang w:val="en-US" w:bidi="th-TH"/>
              </w:rPr>
            </w:pPr>
          </w:p>
        </w:tc>
        <w:tc>
          <w:tcPr>
            <w:tcW w:w="1170" w:type="dxa"/>
            <w:vAlign w:val="bottom"/>
          </w:tcPr>
          <w:p w14:paraId="3AB97B1B" w14:textId="77777777" w:rsidR="00F73DD0" w:rsidRPr="00472F61" w:rsidRDefault="00F73DD0" w:rsidP="00930992">
            <w:pPr>
              <w:pStyle w:val="acctfourfigures"/>
              <w:spacing w:line="240" w:lineRule="atLeast"/>
              <w:jc w:val="thaiDistribute"/>
              <w:rPr>
                <w:sz w:val="20"/>
                <w:lang w:bidi="th-TH"/>
              </w:rPr>
            </w:pPr>
            <w:r w:rsidRPr="00472F61">
              <w:rPr>
                <w:sz w:val="20"/>
                <w:lang w:bidi="th-TH"/>
              </w:rPr>
              <w:t>93.09</w:t>
            </w:r>
          </w:p>
        </w:tc>
        <w:tc>
          <w:tcPr>
            <w:tcW w:w="1170" w:type="dxa"/>
            <w:shd w:val="clear" w:color="auto" w:fill="auto"/>
            <w:vAlign w:val="bottom"/>
          </w:tcPr>
          <w:p w14:paraId="78B4947F" w14:textId="77777777" w:rsidR="00F73DD0" w:rsidRPr="00472F61" w:rsidRDefault="00F73DD0" w:rsidP="00930992">
            <w:pPr>
              <w:pStyle w:val="acctfourfigures"/>
              <w:tabs>
                <w:tab w:val="clear" w:pos="765"/>
                <w:tab w:val="decimal" w:pos="910"/>
              </w:tabs>
              <w:spacing w:line="240" w:lineRule="atLeast"/>
              <w:jc w:val="thaiDistribute"/>
              <w:rPr>
                <w:sz w:val="20"/>
              </w:rPr>
            </w:pPr>
            <w:r w:rsidRPr="00472F61">
              <w:rPr>
                <w:sz w:val="20"/>
              </w:rPr>
              <w:t>1,900</w:t>
            </w:r>
          </w:p>
        </w:tc>
        <w:tc>
          <w:tcPr>
            <w:tcW w:w="180" w:type="dxa"/>
            <w:vAlign w:val="bottom"/>
          </w:tcPr>
          <w:p w14:paraId="42B1B63C" w14:textId="77777777" w:rsidR="00F73DD0" w:rsidRPr="00472F61" w:rsidRDefault="00F73DD0" w:rsidP="00F73DD0">
            <w:pPr>
              <w:pStyle w:val="acctfourfigures"/>
              <w:tabs>
                <w:tab w:val="clear" w:pos="765"/>
                <w:tab w:val="decimal" w:pos="890"/>
              </w:tabs>
              <w:spacing w:line="240" w:lineRule="atLeast"/>
              <w:ind w:left="-115" w:right="-97"/>
              <w:rPr>
                <w:sz w:val="20"/>
              </w:rPr>
            </w:pPr>
          </w:p>
        </w:tc>
        <w:tc>
          <w:tcPr>
            <w:tcW w:w="1143" w:type="dxa"/>
            <w:vAlign w:val="bottom"/>
          </w:tcPr>
          <w:p w14:paraId="0C0F3271" w14:textId="77777777" w:rsidR="00F73DD0" w:rsidRPr="00472F61" w:rsidRDefault="00F73DD0" w:rsidP="00930992">
            <w:pPr>
              <w:pStyle w:val="acctfourfigures"/>
              <w:tabs>
                <w:tab w:val="clear" w:pos="765"/>
                <w:tab w:val="decimal" w:pos="880"/>
              </w:tabs>
              <w:spacing w:line="240" w:lineRule="atLeast"/>
              <w:ind w:right="-75"/>
              <w:rPr>
                <w:sz w:val="20"/>
              </w:rPr>
            </w:pPr>
            <w:r w:rsidRPr="00472F61">
              <w:rPr>
                <w:sz w:val="20"/>
              </w:rPr>
              <w:t>1,900</w:t>
            </w:r>
          </w:p>
        </w:tc>
        <w:tc>
          <w:tcPr>
            <w:tcW w:w="180" w:type="dxa"/>
            <w:vAlign w:val="bottom"/>
          </w:tcPr>
          <w:p w14:paraId="3E0EC57C" w14:textId="77777777" w:rsidR="00F73DD0" w:rsidRPr="00472F61" w:rsidRDefault="00F73DD0" w:rsidP="00F73DD0">
            <w:pPr>
              <w:tabs>
                <w:tab w:val="decimal" w:pos="581"/>
                <w:tab w:val="decimal" w:pos="947"/>
              </w:tabs>
              <w:ind w:left="-115" w:right="-97"/>
              <w:jc w:val="thaiDistribute"/>
              <w:rPr>
                <w:sz w:val="20"/>
              </w:rPr>
            </w:pPr>
          </w:p>
        </w:tc>
        <w:tc>
          <w:tcPr>
            <w:tcW w:w="1017" w:type="dxa"/>
            <w:vAlign w:val="bottom"/>
          </w:tcPr>
          <w:p w14:paraId="57BAF4DF" w14:textId="77777777" w:rsidR="00F73DD0" w:rsidRPr="00472F61" w:rsidRDefault="00F73DD0" w:rsidP="00F73DD0">
            <w:pPr>
              <w:pStyle w:val="acctfourfigures"/>
              <w:tabs>
                <w:tab w:val="clear" w:pos="765"/>
                <w:tab w:val="decimal" w:pos="745"/>
              </w:tabs>
              <w:spacing w:line="240" w:lineRule="atLeast"/>
              <w:ind w:left="-115" w:right="-97"/>
              <w:jc w:val="thaiDistribute"/>
              <w:rPr>
                <w:sz w:val="20"/>
              </w:rPr>
            </w:pPr>
            <w:r w:rsidRPr="00472F61">
              <w:rPr>
                <w:sz w:val="20"/>
              </w:rPr>
              <w:t>1,771</w:t>
            </w:r>
          </w:p>
        </w:tc>
        <w:tc>
          <w:tcPr>
            <w:tcW w:w="180" w:type="dxa"/>
            <w:vAlign w:val="bottom"/>
          </w:tcPr>
          <w:p w14:paraId="3A50EC26" w14:textId="77777777" w:rsidR="00F73DD0" w:rsidRPr="00472F61" w:rsidRDefault="00F73DD0" w:rsidP="00F73DD0">
            <w:pPr>
              <w:tabs>
                <w:tab w:val="decimal" w:pos="581"/>
                <w:tab w:val="decimal" w:pos="947"/>
              </w:tabs>
              <w:ind w:left="-115" w:right="-97"/>
              <w:jc w:val="thaiDistribute"/>
              <w:rPr>
                <w:sz w:val="20"/>
              </w:rPr>
            </w:pPr>
          </w:p>
        </w:tc>
        <w:tc>
          <w:tcPr>
            <w:tcW w:w="1159" w:type="dxa"/>
            <w:vAlign w:val="bottom"/>
          </w:tcPr>
          <w:p w14:paraId="4D803F2D" w14:textId="3B3DA2B8" w:rsidR="00F73DD0" w:rsidRPr="00472F61" w:rsidRDefault="00F73DD0" w:rsidP="00930992">
            <w:pPr>
              <w:pStyle w:val="acctfourfigures"/>
              <w:tabs>
                <w:tab w:val="clear" w:pos="765"/>
                <w:tab w:val="decimal" w:pos="910"/>
              </w:tabs>
              <w:spacing w:line="240" w:lineRule="atLeast"/>
              <w:ind w:left="-115" w:right="-97"/>
              <w:jc w:val="thaiDistribute"/>
              <w:rPr>
                <w:sz w:val="20"/>
              </w:rPr>
            </w:pPr>
            <w:r w:rsidRPr="00472F61">
              <w:rPr>
                <w:sz w:val="20"/>
              </w:rPr>
              <w:t>1,771</w:t>
            </w:r>
          </w:p>
        </w:tc>
        <w:tc>
          <w:tcPr>
            <w:tcW w:w="180" w:type="dxa"/>
            <w:vAlign w:val="bottom"/>
          </w:tcPr>
          <w:p w14:paraId="4C04853A" w14:textId="77777777" w:rsidR="00F73DD0" w:rsidRPr="00472F61" w:rsidRDefault="00F73DD0" w:rsidP="00F73DD0">
            <w:pPr>
              <w:tabs>
                <w:tab w:val="decimal" w:pos="581"/>
                <w:tab w:val="decimal" w:pos="947"/>
              </w:tabs>
              <w:ind w:left="-115" w:right="-97"/>
              <w:jc w:val="thaiDistribute"/>
              <w:rPr>
                <w:sz w:val="20"/>
              </w:rPr>
            </w:pPr>
          </w:p>
        </w:tc>
        <w:tc>
          <w:tcPr>
            <w:tcW w:w="846" w:type="dxa"/>
            <w:vAlign w:val="bottom"/>
          </w:tcPr>
          <w:p w14:paraId="6477E0C7" w14:textId="6A44079E" w:rsidR="00F73DD0" w:rsidRPr="00472F61" w:rsidRDefault="00F73DD0" w:rsidP="00F73DD0">
            <w:pPr>
              <w:tabs>
                <w:tab w:val="decimal" w:pos="470"/>
              </w:tabs>
              <w:ind w:right="-115"/>
              <w:rPr>
                <w:sz w:val="20"/>
                <w:cs/>
              </w:rPr>
            </w:pPr>
            <w:r w:rsidRPr="00472F61">
              <w:rPr>
                <w:sz w:val="20"/>
              </w:rPr>
              <w:t>-</w:t>
            </w:r>
          </w:p>
        </w:tc>
        <w:tc>
          <w:tcPr>
            <w:tcW w:w="180" w:type="dxa"/>
            <w:vAlign w:val="bottom"/>
          </w:tcPr>
          <w:p w14:paraId="65F722E8" w14:textId="77777777" w:rsidR="00F73DD0" w:rsidRPr="00472F61" w:rsidRDefault="00F73DD0" w:rsidP="00F73DD0">
            <w:pPr>
              <w:tabs>
                <w:tab w:val="decimal" w:pos="581"/>
              </w:tabs>
              <w:rPr>
                <w:sz w:val="20"/>
              </w:rPr>
            </w:pPr>
          </w:p>
        </w:tc>
        <w:tc>
          <w:tcPr>
            <w:tcW w:w="864" w:type="dxa"/>
            <w:vAlign w:val="bottom"/>
          </w:tcPr>
          <w:p w14:paraId="55031EB5" w14:textId="27F8FECB" w:rsidR="00F73DD0" w:rsidRPr="00472F61" w:rsidRDefault="00F73DD0" w:rsidP="00F73DD0">
            <w:pPr>
              <w:tabs>
                <w:tab w:val="decimal" w:pos="470"/>
              </w:tabs>
              <w:ind w:right="-115"/>
              <w:rPr>
                <w:sz w:val="20"/>
                <w:cs/>
              </w:rPr>
            </w:pPr>
            <w:r w:rsidRPr="00472F61">
              <w:rPr>
                <w:sz w:val="20"/>
              </w:rPr>
              <w:t>-</w:t>
            </w:r>
          </w:p>
        </w:tc>
      </w:tr>
      <w:tr w:rsidR="00F73DD0" w:rsidRPr="00472F61" w14:paraId="79387CA5" w14:textId="77777777" w:rsidTr="00930992">
        <w:trPr>
          <w:cantSplit/>
          <w:trHeight w:val="243"/>
        </w:trPr>
        <w:tc>
          <w:tcPr>
            <w:tcW w:w="2520" w:type="dxa"/>
          </w:tcPr>
          <w:p w14:paraId="582045E7" w14:textId="77777777" w:rsidR="00F73DD0" w:rsidRPr="00472F61" w:rsidRDefault="00F73DD0" w:rsidP="00F73DD0">
            <w:pPr>
              <w:ind w:left="191" w:hanging="191"/>
              <w:rPr>
                <w:sz w:val="20"/>
              </w:rPr>
            </w:pPr>
            <w:r w:rsidRPr="00472F61">
              <w:rPr>
                <w:sz w:val="20"/>
              </w:rPr>
              <w:t>Sterling Equity Co., Ltd.</w:t>
            </w:r>
          </w:p>
        </w:tc>
        <w:tc>
          <w:tcPr>
            <w:tcW w:w="2160" w:type="dxa"/>
            <w:vAlign w:val="bottom"/>
          </w:tcPr>
          <w:p w14:paraId="6926A4A1" w14:textId="77777777" w:rsidR="00F73DD0" w:rsidRPr="00472F61" w:rsidRDefault="00F73DD0" w:rsidP="00F73DD0">
            <w:pPr>
              <w:tabs>
                <w:tab w:val="left" w:pos="540"/>
              </w:tabs>
              <w:ind w:left="191" w:hanging="191"/>
              <w:rPr>
                <w:sz w:val="20"/>
              </w:rPr>
            </w:pPr>
            <w:r w:rsidRPr="00472F61">
              <w:rPr>
                <w:sz w:val="20"/>
              </w:rPr>
              <w:t>Real estate development</w:t>
            </w:r>
          </w:p>
        </w:tc>
        <w:tc>
          <w:tcPr>
            <w:tcW w:w="270" w:type="dxa"/>
          </w:tcPr>
          <w:p w14:paraId="0A869C0B" w14:textId="77777777" w:rsidR="00F73DD0" w:rsidRPr="00472F61" w:rsidRDefault="00F73DD0" w:rsidP="00F73DD0">
            <w:pPr>
              <w:jc w:val="center"/>
              <w:rPr>
                <w:sz w:val="20"/>
              </w:rPr>
            </w:pPr>
          </w:p>
        </w:tc>
        <w:tc>
          <w:tcPr>
            <w:tcW w:w="990" w:type="dxa"/>
            <w:shd w:val="clear" w:color="auto" w:fill="auto"/>
            <w:vAlign w:val="bottom"/>
          </w:tcPr>
          <w:p w14:paraId="691D0685" w14:textId="77777777" w:rsidR="00F73DD0" w:rsidRPr="00472F61" w:rsidRDefault="00F73DD0" w:rsidP="00930992">
            <w:pPr>
              <w:pStyle w:val="acctfourfigures"/>
              <w:spacing w:line="240" w:lineRule="atLeast"/>
              <w:jc w:val="thaiDistribute"/>
              <w:rPr>
                <w:sz w:val="20"/>
              </w:rPr>
            </w:pPr>
            <w:r w:rsidRPr="00472F61">
              <w:rPr>
                <w:sz w:val="20"/>
              </w:rPr>
              <w:t>100.00</w:t>
            </w:r>
          </w:p>
        </w:tc>
        <w:tc>
          <w:tcPr>
            <w:tcW w:w="180" w:type="dxa"/>
            <w:vAlign w:val="bottom"/>
          </w:tcPr>
          <w:p w14:paraId="199002D2" w14:textId="77777777" w:rsidR="00F73DD0" w:rsidRPr="00472F61" w:rsidRDefault="00F73DD0" w:rsidP="00F73DD0">
            <w:pPr>
              <w:pStyle w:val="block"/>
              <w:tabs>
                <w:tab w:val="decimal" w:pos="641"/>
              </w:tabs>
              <w:spacing w:after="0" w:line="240" w:lineRule="atLeast"/>
              <w:ind w:left="0"/>
              <w:rPr>
                <w:sz w:val="20"/>
                <w:lang w:val="en-US" w:bidi="th-TH"/>
              </w:rPr>
            </w:pPr>
          </w:p>
        </w:tc>
        <w:tc>
          <w:tcPr>
            <w:tcW w:w="1170" w:type="dxa"/>
            <w:vAlign w:val="bottom"/>
          </w:tcPr>
          <w:p w14:paraId="44C8F859" w14:textId="77777777" w:rsidR="00F73DD0" w:rsidRPr="00472F61" w:rsidRDefault="00F73DD0" w:rsidP="00930992">
            <w:pPr>
              <w:pStyle w:val="acctfourfigures"/>
              <w:spacing w:line="240" w:lineRule="atLeast"/>
              <w:jc w:val="thaiDistribute"/>
              <w:rPr>
                <w:sz w:val="20"/>
                <w:lang w:bidi="th-TH"/>
              </w:rPr>
            </w:pPr>
            <w:r w:rsidRPr="00472F61">
              <w:rPr>
                <w:sz w:val="20"/>
                <w:lang w:bidi="th-TH"/>
              </w:rPr>
              <w:t>100.00</w:t>
            </w:r>
          </w:p>
        </w:tc>
        <w:tc>
          <w:tcPr>
            <w:tcW w:w="1170" w:type="dxa"/>
            <w:shd w:val="clear" w:color="auto" w:fill="auto"/>
            <w:vAlign w:val="bottom"/>
          </w:tcPr>
          <w:p w14:paraId="6CEC41CD" w14:textId="77777777" w:rsidR="00F73DD0" w:rsidRPr="00472F61" w:rsidRDefault="00F73DD0" w:rsidP="00930992">
            <w:pPr>
              <w:pStyle w:val="acctfourfigures"/>
              <w:tabs>
                <w:tab w:val="clear" w:pos="765"/>
                <w:tab w:val="decimal" w:pos="910"/>
              </w:tabs>
              <w:spacing w:line="240" w:lineRule="atLeast"/>
              <w:jc w:val="thaiDistribute"/>
              <w:rPr>
                <w:sz w:val="20"/>
              </w:rPr>
            </w:pPr>
            <w:r w:rsidRPr="00472F61">
              <w:rPr>
                <w:sz w:val="20"/>
              </w:rPr>
              <w:t>1,800</w:t>
            </w:r>
          </w:p>
        </w:tc>
        <w:tc>
          <w:tcPr>
            <w:tcW w:w="180" w:type="dxa"/>
            <w:vAlign w:val="bottom"/>
          </w:tcPr>
          <w:p w14:paraId="3EA53CA6" w14:textId="77777777" w:rsidR="00F73DD0" w:rsidRPr="00472F61" w:rsidRDefault="00F73DD0" w:rsidP="00F73DD0">
            <w:pPr>
              <w:tabs>
                <w:tab w:val="decimal" w:pos="581"/>
                <w:tab w:val="decimal" w:pos="947"/>
              </w:tabs>
              <w:ind w:left="-115" w:right="-97"/>
              <w:jc w:val="thaiDistribute"/>
              <w:rPr>
                <w:sz w:val="20"/>
              </w:rPr>
            </w:pPr>
          </w:p>
        </w:tc>
        <w:tc>
          <w:tcPr>
            <w:tcW w:w="1143" w:type="dxa"/>
            <w:vAlign w:val="bottom"/>
          </w:tcPr>
          <w:p w14:paraId="64148ACA" w14:textId="77777777" w:rsidR="00F73DD0" w:rsidRPr="00472F61" w:rsidRDefault="00F73DD0" w:rsidP="00C2198D">
            <w:pPr>
              <w:pStyle w:val="acctfourfigures"/>
              <w:tabs>
                <w:tab w:val="clear" w:pos="765"/>
                <w:tab w:val="decimal" w:pos="880"/>
              </w:tabs>
              <w:spacing w:line="240" w:lineRule="atLeast"/>
              <w:ind w:right="-75"/>
              <w:rPr>
                <w:sz w:val="20"/>
              </w:rPr>
            </w:pPr>
            <w:r w:rsidRPr="00472F61">
              <w:rPr>
                <w:sz w:val="20"/>
              </w:rPr>
              <w:t>1,800</w:t>
            </w:r>
          </w:p>
        </w:tc>
        <w:tc>
          <w:tcPr>
            <w:tcW w:w="180" w:type="dxa"/>
            <w:vAlign w:val="bottom"/>
          </w:tcPr>
          <w:p w14:paraId="031D4319" w14:textId="77777777" w:rsidR="00F73DD0" w:rsidRPr="00472F61" w:rsidRDefault="00F73DD0" w:rsidP="00F73DD0">
            <w:pPr>
              <w:tabs>
                <w:tab w:val="decimal" w:pos="581"/>
                <w:tab w:val="decimal" w:pos="947"/>
              </w:tabs>
              <w:ind w:left="-115" w:right="-97"/>
              <w:jc w:val="thaiDistribute"/>
              <w:rPr>
                <w:sz w:val="20"/>
              </w:rPr>
            </w:pPr>
          </w:p>
        </w:tc>
        <w:tc>
          <w:tcPr>
            <w:tcW w:w="1017" w:type="dxa"/>
            <w:vAlign w:val="bottom"/>
          </w:tcPr>
          <w:p w14:paraId="14A3D626" w14:textId="77777777" w:rsidR="00F73DD0" w:rsidRPr="00472F61" w:rsidRDefault="00F73DD0" w:rsidP="00F73DD0">
            <w:pPr>
              <w:pStyle w:val="acctfourfigures"/>
              <w:tabs>
                <w:tab w:val="clear" w:pos="765"/>
                <w:tab w:val="decimal" w:pos="745"/>
              </w:tabs>
              <w:spacing w:line="240" w:lineRule="atLeast"/>
              <w:ind w:right="-97"/>
              <w:jc w:val="thaiDistribute"/>
              <w:rPr>
                <w:sz w:val="20"/>
              </w:rPr>
            </w:pPr>
            <w:r w:rsidRPr="00472F61">
              <w:rPr>
                <w:sz w:val="20"/>
              </w:rPr>
              <w:t>1,765</w:t>
            </w:r>
          </w:p>
        </w:tc>
        <w:tc>
          <w:tcPr>
            <w:tcW w:w="180" w:type="dxa"/>
            <w:vAlign w:val="bottom"/>
          </w:tcPr>
          <w:p w14:paraId="6C5B2EE5" w14:textId="77777777" w:rsidR="00F73DD0" w:rsidRPr="00472F61" w:rsidRDefault="00F73DD0" w:rsidP="00F73DD0">
            <w:pPr>
              <w:tabs>
                <w:tab w:val="decimal" w:pos="581"/>
                <w:tab w:val="decimal" w:pos="947"/>
              </w:tabs>
              <w:ind w:left="-115" w:right="-97"/>
              <w:jc w:val="thaiDistribute"/>
              <w:rPr>
                <w:sz w:val="20"/>
              </w:rPr>
            </w:pPr>
          </w:p>
        </w:tc>
        <w:tc>
          <w:tcPr>
            <w:tcW w:w="1159" w:type="dxa"/>
            <w:vAlign w:val="bottom"/>
          </w:tcPr>
          <w:p w14:paraId="0122F5CA" w14:textId="58D71086" w:rsidR="00F73DD0" w:rsidRPr="00472F61" w:rsidRDefault="00F73DD0" w:rsidP="00363285">
            <w:pPr>
              <w:pStyle w:val="acctfourfigures"/>
              <w:tabs>
                <w:tab w:val="clear" w:pos="765"/>
                <w:tab w:val="decimal" w:pos="900"/>
              </w:tabs>
              <w:spacing w:line="240" w:lineRule="atLeast"/>
              <w:ind w:right="-97"/>
              <w:jc w:val="thaiDistribute"/>
              <w:rPr>
                <w:sz w:val="20"/>
              </w:rPr>
            </w:pPr>
            <w:r w:rsidRPr="00472F61">
              <w:rPr>
                <w:sz w:val="20"/>
              </w:rPr>
              <w:t>1,765</w:t>
            </w:r>
          </w:p>
        </w:tc>
        <w:tc>
          <w:tcPr>
            <w:tcW w:w="180" w:type="dxa"/>
            <w:vAlign w:val="bottom"/>
          </w:tcPr>
          <w:p w14:paraId="353BFDC1" w14:textId="77777777" w:rsidR="00F73DD0" w:rsidRPr="00472F61" w:rsidRDefault="00F73DD0" w:rsidP="00F73DD0">
            <w:pPr>
              <w:tabs>
                <w:tab w:val="decimal" w:pos="581"/>
                <w:tab w:val="decimal" w:pos="947"/>
              </w:tabs>
              <w:ind w:left="-115" w:right="-97"/>
              <w:jc w:val="thaiDistribute"/>
              <w:rPr>
                <w:sz w:val="20"/>
              </w:rPr>
            </w:pPr>
          </w:p>
        </w:tc>
        <w:tc>
          <w:tcPr>
            <w:tcW w:w="846" w:type="dxa"/>
            <w:vAlign w:val="bottom"/>
          </w:tcPr>
          <w:p w14:paraId="5982B7DE" w14:textId="48801739" w:rsidR="00F73DD0" w:rsidRPr="00472F61" w:rsidRDefault="00F73DD0" w:rsidP="00F73DD0">
            <w:pPr>
              <w:tabs>
                <w:tab w:val="decimal" w:pos="470"/>
              </w:tabs>
              <w:ind w:right="-115"/>
              <w:rPr>
                <w:sz w:val="20"/>
                <w:cs/>
              </w:rPr>
            </w:pPr>
            <w:r w:rsidRPr="00472F61">
              <w:rPr>
                <w:sz w:val="20"/>
              </w:rPr>
              <w:t>-</w:t>
            </w:r>
          </w:p>
        </w:tc>
        <w:tc>
          <w:tcPr>
            <w:tcW w:w="180" w:type="dxa"/>
            <w:vAlign w:val="bottom"/>
          </w:tcPr>
          <w:p w14:paraId="06D4B46E" w14:textId="77777777" w:rsidR="00F73DD0" w:rsidRPr="00472F61" w:rsidRDefault="00F73DD0" w:rsidP="00F73DD0">
            <w:pPr>
              <w:tabs>
                <w:tab w:val="decimal" w:pos="581"/>
              </w:tabs>
              <w:rPr>
                <w:sz w:val="20"/>
              </w:rPr>
            </w:pPr>
          </w:p>
        </w:tc>
        <w:tc>
          <w:tcPr>
            <w:tcW w:w="864" w:type="dxa"/>
            <w:vAlign w:val="bottom"/>
          </w:tcPr>
          <w:p w14:paraId="291A83A1" w14:textId="165382E5" w:rsidR="00F73DD0" w:rsidRPr="00472F61" w:rsidRDefault="00F73DD0" w:rsidP="00F73DD0">
            <w:pPr>
              <w:tabs>
                <w:tab w:val="decimal" w:pos="470"/>
              </w:tabs>
              <w:ind w:right="-115"/>
              <w:rPr>
                <w:sz w:val="20"/>
                <w:cs/>
              </w:rPr>
            </w:pPr>
            <w:r w:rsidRPr="00472F61">
              <w:rPr>
                <w:sz w:val="20"/>
              </w:rPr>
              <w:t>-</w:t>
            </w:r>
          </w:p>
        </w:tc>
      </w:tr>
      <w:tr w:rsidR="00F73DD0" w:rsidRPr="00472F61" w14:paraId="15BD7055" w14:textId="77777777" w:rsidTr="00930992">
        <w:trPr>
          <w:cantSplit/>
        </w:trPr>
        <w:tc>
          <w:tcPr>
            <w:tcW w:w="2520" w:type="dxa"/>
          </w:tcPr>
          <w:p w14:paraId="0712B8E3" w14:textId="77777777" w:rsidR="00F73DD0" w:rsidRPr="00472F61" w:rsidRDefault="00F73DD0" w:rsidP="00F73DD0">
            <w:pPr>
              <w:ind w:left="191" w:hanging="191"/>
              <w:rPr>
                <w:sz w:val="20"/>
              </w:rPr>
            </w:pPr>
            <w:r w:rsidRPr="00472F61">
              <w:rPr>
                <w:sz w:val="20"/>
              </w:rPr>
              <w:t>Belle Assets Co., Ltd.</w:t>
            </w:r>
          </w:p>
        </w:tc>
        <w:tc>
          <w:tcPr>
            <w:tcW w:w="2160" w:type="dxa"/>
            <w:vAlign w:val="bottom"/>
          </w:tcPr>
          <w:p w14:paraId="744B8227" w14:textId="77777777" w:rsidR="00F73DD0" w:rsidRPr="00472F61" w:rsidRDefault="00F73DD0" w:rsidP="00F73DD0">
            <w:pPr>
              <w:tabs>
                <w:tab w:val="left" w:pos="540"/>
              </w:tabs>
              <w:ind w:left="191" w:hanging="191"/>
              <w:rPr>
                <w:sz w:val="20"/>
              </w:rPr>
            </w:pPr>
            <w:r w:rsidRPr="00472F61">
              <w:rPr>
                <w:sz w:val="20"/>
              </w:rPr>
              <w:t>Real estate development</w:t>
            </w:r>
          </w:p>
        </w:tc>
        <w:tc>
          <w:tcPr>
            <w:tcW w:w="270" w:type="dxa"/>
          </w:tcPr>
          <w:p w14:paraId="0FCCFA06" w14:textId="77777777" w:rsidR="00F73DD0" w:rsidRPr="00472F61" w:rsidRDefault="00F73DD0" w:rsidP="00F73DD0">
            <w:pPr>
              <w:jc w:val="center"/>
              <w:rPr>
                <w:sz w:val="20"/>
              </w:rPr>
            </w:pPr>
          </w:p>
        </w:tc>
        <w:tc>
          <w:tcPr>
            <w:tcW w:w="990" w:type="dxa"/>
            <w:shd w:val="clear" w:color="auto" w:fill="auto"/>
            <w:vAlign w:val="bottom"/>
          </w:tcPr>
          <w:p w14:paraId="45A0625D" w14:textId="77777777" w:rsidR="00F73DD0" w:rsidRPr="00472F61" w:rsidRDefault="00F73DD0" w:rsidP="00930992">
            <w:pPr>
              <w:pStyle w:val="acctfourfigures"/>
              <w:spacing w:line="240" w:lineRule="atLeast"/>
              <w:jc w:val="thaiDistribute"/>
              <w:rPr>
                <w:sz w:val="20"/>
              </w:rPr>
            </w:pPr>
            <w:r w:rsidRPr="00472F61">
              <w:rPr>
                <w:sz w:val="20"/>
              </w:rPr>
              <w:t>100.00</w:t>
            </w:r>
          </w:p>
        </w:tc>
        <w:tc>
          <w:tcPr>
            <w:tcW w:w="180" w:type="dxa"/>
            <w:vAlign w:val="bottom"/>
          </w:tcPr>
          <w:p w14:paraId="34EA6DBE" w14:textId="77777777" w:rsidR="00F73DD0" w:rsidRPr="00472F61" w:rsidRDefault="00F73DD0" w:rsidP="00F73DD0">
            <w:pPr>
              <w:pStyle w:val="block"/>
              <w:tabs>
                <w:tab w:val="decimal" w:pos="641"/>
              </w:tabs>
              <w:spacing w:after="0" w:line="240" w:lineRule="atLeast"/>
              <w:ind w:left="0"/>
              <w:rPr>
                <w:sz w:val="20"/>
                <w:lang w:val="en-US" w:bidi="th-TH"/>
              </w:rPr>
            </w:pPr>
          </w:p>
        </w:tc>
        <w:tc>
          <w:tcPr>
            <w:tcW w:w="1170" w:type="dxa"/>
            <w:vAlign w:val="bottom"/>
          </w:tcPr>
          <w:p w14:paraId="2080D157" w14:textId="77777777" w:rsidR="00F73DD0" w:rsidRPr="00472F61" w:rsidRDefault="00F73DD0" w:rsidP="00930992">
            <w:pPr>
              <w:pStyle w:val="acctfourfigures"/>
              <w:spacing w:line="240" w:lineRule="atLeast"/>
              <w:jc w:val="thaiDistribute"/>
              <w:rPr>
                <w:sz w:val="20"/>
                <w:lang w:bidi="th-TH"/>
              </w:rPr>
            </w:pPr>
            <w:r w:rsidRPr="00472F61">
              <w:rPr>
                <w:sz w:val="20"/>
                <w:lang w:bidi="th-TH"/>
              </w:rPr>
              <w:t>100.00</w:t>
            </w:r>
          </w:p>
        </w:tc>
        <w:tc>
          <w:tcPr>
            <w:tcW w:w="1170" w:type="dxa"/>
            <w:shd w:val="clear" w:color="auto" w:fill="auto"/>
            <w:vAlign w:val="bottom"/>
          </w:tcPr>
          <w:p w14:paraId="08EBBCBE" w14:textId="77777777" w:rsidR="00F73DD0" w:rsidRPr="00472F61" w:rsidRDefault="00F73DD0" w:rsidP="00930992">
            <w:pPr>
              <w:pStyle w:val="acctfourfigures"/>
              <w:tabs>
                <w:tab w:val="clear" w:pos="765"/>
                <w:tab w:val="decimal" w:pos="910"/>
              </w:tabs>
              <w:spacing w:line="240" w:lineRule="atLeast"/>
              <w:jc w:val="thaiDistribute"/>
              <w:rPr>
                <w:sz w:val="20"/>
              </w:rPr>
            </w:pPr>
            <w:r w:rsidRPr="00472F61">
              <w:rPr>
                <w:sz w:val="20"/>
              </w:rPr>
              <w:t>11</w:t>
            </w:r>
          </w:p>
        </w:tc>
        <w:tc>
          <w:tcPr>
            <w:tcW w:w="180" w:type="dxa"/>
            <w:vAlign w:val="bottom"/>
          </w:tcPr>
          <w:p w14:paraId="56B47919" w14:textId="77777777" w:rsidR="00F73DD0" w:rsidRPr="00472F61" w:rsidRDefault="00F73DD0" w:rsidP="00F73DD0">
            <w:pPr>
              <w:tabs>
                <w:tab w:val="decimal" w:pos="581"/>
                <w:tab w:val="decimal" w:pos="947"/>
              </w:tabs>
              <w:ind w:left="-115" w:right="-97"/>
              <w:jc w:val="thaiDistribute"/>
              <w:rPr>
                <w:sz w:val="20"/>
              </w:rPr>
            </w:pPr>
          </w:p>
        </w:tc>
        <w:tc>
          <w:tcPr>
            <w:tcW w:w="1143" w:type="dxa"/>
            <w:vAlign w:val="bottom"/>
          </w:tcPr>
          <w:p w14:paraId="64969723" w14:textId="77777777" w:rsidR="00F73DD0" w:rsidRPr="00472F61" w:rsidRDefault="00F73DD0" w:rsidP="00C2198D">
            <w:pPr>
              <w:pStyle w:val="acctfourfigures"/>
              <w:tabs>
                <w:tab w:val="clear" w:pos="765"/>
                <w:tab w:val="decimal" w:pos="880"/>
              </w:tabs>
              <w:spacing w:line="240" w:lineRule="atLeast"/>
              <w:ind w:right="-75"/>
              <w:rPr>
                <w:sz w:val="20"/>
              </w:rPr>
            </w:pPr>
            <w:r w:rsidRPr="00472F61">
              <w:rPr>
                <w:sz w:val="20"/>
              </w:rPr>
              <w:t>11</w:t>
            </w:r>
          </w:p>
        </w:tc>
        <w:tc>
          <w:tcPr>
            <w:tcW w:w="180" w:type="dxa"/>
            <w:vAlign w:val="bottom"/>
          </w:tcPr>
          <w:p w14:paraId="0030F881" w14:textId="77777777" w:rsidR="00F73DD0" w:rsidRPr="00472F61" w:rsidRDefault="00F73DD0" w:rsidP="00F73DD0">
            <w:pPr>
              <w:tabs>
                <w:tab w:val="decimal" w:pos="581"/>
                <w:tab w:val="decimal" w:pos="947"/>
              </w:tabs>
              <w:ind w:left="-115" w:right="-97"/>
              <w:jc w:val="thaiDistribute"/>
              <w:rPr>
                <w:sz w:val="20"/>
              </w:rPr>
            </w:pPr>
          </w:p>
        </w:tc>
        <w:tc>
          <w:tcPr>
            <w:tcW w:w="1017" w:type="dxa"/>
            <w:vAlign w:val="bottom"/>
          </w:tcPr>
          <w:p w14:paraId="71BA17B8" w14:textId="77777777" w:rsidR="00F73DD0" w:rsidRPr="00472F61" w:rsidRDefault="00F73DD0" w:rsidP="00930992">
            <w:pPr>
              <w:pStyle w:val="acctfourfigures"/>
              <w:tabs>
                <w:tab w:val="clear" w:pos="765"/>
                <w:tab w:val="decimal" w:pos="745"/>
              </w:tabs>
              <w:spacing w:line="240" w:lineRule="atLeast"/>
              <w:ind w:right="-97"/>
              <w:jc w:val="thaiDistribute"/>
              <w:rPr>
                <w:sz w:val="20"/>
              </w:rPr>
            </w:pPr>
            <w:r w:rsidRPr="00472F61">
              <w:rPr>
                <w:sz w:val="20"/>
              </w:rPr>
              <w:t>11</w:t>
            </w:r>
          </w:p>
        </w:tc>
        <w:tc>
          <w:tcPr>
            <w:tcW w:w="180" w:type="dxa"/>
            <w:vAlign w:val="bottom"/>
          </w:tcPr>
          <w:p w14:paraId="0B2CEA28" w14:textId="77777777" w:rsidR="00F73DD0" w:rsidRPr="00472F61" w:rsidRDefault="00F73DD0" w:rsidP="00F73DD0">
            <w:pPr>
              <w:tabs>
                <w:tab w:val="decimal" w:pos="581"/>
                <w:tab w:val="decimal" w:pos="947"/>
              </w:tabs>
              <w:ind w:left="-115" w:right="-97"/>
              <w:jc w:val="thaiDistribute"/>
              <w:rPr>
                <w:sz w:val="20"/>
              </w:rPr>
            </w:pPr>
          </w:p>
        </w:tc>
        <w:tc>
          <w:tcPr>
            <w:tcW w:w="1159" w:type="dxa"/>
            <w:vAlign w:val="bottom"/>
          </w:tcPr>
          <w:p w14:paraId="551FA937" w14:textId="52F3F085" w:rsidR="00F73DD0" w:rsidRPr="00472F61" w:rsidRDefault="00F73DD0" w:rsidP="00363285">
            <w:pPr>
              <w:pStyle w:val="acctfourfigures"/>
              <w:tabs>
                <w:tab w:val="clear" w:pos="765"/>
                <w:tab w:val="decimal" w:pos="900"/>
              </w:tabs>
              <w:spacing w:line="240" w:lineRule="atLeast"/>
              <w:ind w:right="-97"/>
              <w:jc w:val="thaiDistribute"/>
              <w:rPr>
                <w:sz w:val="20"/>
              </w:rPr>
            </w:pPr>
            <w:r w:rsidRPr="00472F61">
              <w:rPr>
                <w:sz w:val="20"/>
              </w:rPr>
              <w:t>11</w:t>
            </w:r>
          </w:p>
        </w:tc>
        <w:tc>
          <w:tcPr>
            <w:tcW w:w="180" w:type="dxa"/>
            <w:vAlign w:val="bottom"/>
          </w:tcPr>
          <w:p w14:paraId="3AAB9506" w14:textId="77777777" w:rsidR="00F73DD0" w:rsidRPr="00472F61" w:rsidRDefault="00F73DD0" w:rsidP="00F73DD0">
            <w:pPr>
              <w:tabs>
                <w:tab w:val="decimal" w:pos="581"/>
                <w:tab w:val="decimal" w:pos="947"/>
              </w:tabs>
              <w:ind w:left="-115" w:right="-97"/>
              <w:jc w:val="thaiDistribute"/>
              <w:rPr>
                <w:sz w:val="20"/>
              </w:rPr>
            </w:pPr>
          </w:p>
        </w:tc>
        <w:tc>
          <w:tcPr>
            <w:tcW w:w="846" w:type="dxa"/>
            <w:vAlign w:val="bottom"/>
          </w:tcPr>
          <w:p w14:paraId="6380CC30" w14:textId="46C79E76" w:rsidR="00F73DD0" w:rsidRPr="00472F61" w:rsidRDefault="00F73DD0" w:rsidP="00F73DD0">
            <w:pPr>
              <w:tabs>
                <w:tab w:val="decimal" w:pos="470"/>
              </w:tabs>
              <w:ind w:right="-115"/>
              <w:rPr>
                <w:sz w:val="20"/>
                <w:cs/>
              </w:rPr>
            </w:pPr>
            <w:r w:rsidRPr="00472F61">
              <w:rPr>
                <w:sz w:val="20"/>
              </w:rPr>
              <w:t>-</w:t>
            </w:r>
          </w:p>
        </w:tc>
        <w:tc>
          <w:tcPr>
            <w:tcW w:w="180" w:type="dxa"/>
            <w:vAlign w:val="bottom"/>
          </w:tcPr>
          <w:p w14:paraId="5F263270" w14:textId="77777777" w:rsidR="00F73DD0" w:rsidRPr="00472F61" w:rsidRDefault="00F73DD0" w:rsidP="00F73DD0">
            <w:pPr>
              <w:tabs>
                <w:tab w:val="decimal" w:pos="581"/>
              </w:tabs>
              <w:rPr>
                <w:sz w:val="20"/>
              </w:rPr>
            </w:pPr>
          </w:p>
        </w:tc>
        <w:tc>
          <w:tcPr>
            <w:tcW w:w="864" w:type="dxa"/>
            <w:vAlign w:val="bottom"/>
          </w:tcPr>
          <w:p w14:paraId="5769ED32" w14:textId="1CD15A2B" w:rsidR="00F73DD0" w:rsidRPr="00472F61" w:rsidRDefault="00F73DD0" w:rsidP="00F73DD0">
            <w:pPr>
              <w:tabs>
                <w:tab w:val="decimal" w:pos="470"/>
              </w:tabs>
              <w:ind w:right="-115"/>
              <w:rPr>
                <w:sz w:val="20"/>
                <w:cs/>
              </w:rPr>
            </w:pPr>
            <w:r w:rsidRPr="00472F61">
              <w:rPr>
                <w:sz w:val="20"/>
              </w:rPr>
              <w:t>-</w:t>
            </w:r>
          </w:p>
        </w:tc>
      </w:tr>
      <w:tr w:rsidR="00F73DD0" w:rsidRPr="00472F61" w14:paraId="0D04F7A9" w14:textId="77777777" w:rsidTr="00930992">
        <w:trPr>
          <w:cantSplit/>
          <w:trHeight w:val="110"/>
        </w:trPr>
        <w:tc>
          <w:tcPr>
            <w:tcW w:w="2520" w:type="dxa"/>
          </w:tcPr>
          <w:p w14:paraId="1F8B2634" w14:textId="77777777" w:rsidR="00F73DD0" w:rsidRPr="00472F61" w:rsidRDefault="00F73DD0" w:rsidP="00F73DD0">
            <w:pPr>
              <w:tabs>
                <w:tab w:val="left" w:pos="540"/>
              </w:tabs>
              <w:ind w:left="191" w:hanging="191"/>
              <w:rPr>
                <w:b/>
                <w:bCs/>
                <w:i/>
                <w:iCs/>
                <w:sz w:val="20"/>
              </w:rPr>
            </w:pPr>
            <w:r w:rsidRPr="00472F61">
              <w:rPr>
                <w:sz w:val="20"/>
              </w:rPr>
              <w:t>G Land Property Management Co., Ltd.</w:t>
            </w:r>
          </w:p>
        </w:tc>
        <w:tc>
          <w:tcPr>
            <w:tcW w:w="2160" w:type="dxa"/>
            <w:vAlign w:val="bottom"/>
          </w:tcPr>
          <w:p w14:paraId="38454AA5" w14:textId="77777777" w:rsidR="00F73DD0" w:rsidRPr="00472F61" w:rsidRDefault="00F73DD0" w:rsidP="00F73DD0">
            <w:pPr>
              <w:tabs>
                <w:tab w:val="left" w:pos="540"/>
              </w:tabs>
              <w:ind w:left="191" w:hanging="191"/>
              <w:rPr>
                <w:b/>
                <w:bCs/>
                <w:sz w:val="20"/>
              </w:rPr>
            </w:pPr>
            <w:r w:rsidRPr="00472F61">
              <w:rPr>
                <w:sz w:val="20"/>
              </w:rPr>
              <w:t>Real estate development</w:t>
            </w:r>
          </w:p>
        </w:tc>
        <w:tc>
          <w:tcPr>
            <w:tcW w:w="270" w:type="dxa"/>
          </w:tcPr>
          <w:p w14:paraId="554D66CB" w14:textId="77777777" w:rsidR="00F73DD0" w:rsidRPr="00472F61" w:rsidRDefault="00F73DD0" w:rsidP="00F73DD0">
            <w:pPr>
              <w:tabs>
                <w:tab w:val="left" w:pos="540"/>
              </w:tabs>
              <w:jc w:val="center"/>
              <w:rPr>
                <w:b/>
                <w:bCs/>
                <w:sz w:val="20"/>
              </w:rPr>
            </w:pPr>
          </w:p>
        </w:tc>
        <w:tc>
          <w:tcPr>
            <w:tcW w:w="990" w:type="dxa"/>
            <w:shd w:val="clear" w:color="auto" w:fill="auto"/>
            <w:vAlign w:val="bottom"/>
          </w:tcPr>
          <w:p w14:paraId="156D6532" w14:textId="77777777" w:rsidR="00F73DD0" w:rsidRPr="00472F61" w:rsidRDefault="00F73DD0" w:rsidP="00930992">
            <w:pPr>
              <w:pStyle w:val="acctfourfigures"/>
              <w:spacing w:line="240" w:lineRule="atLeast"/>
              <w:jc w:val="thaiDistribute"/>
              <w:rPr>
                <w:sz w:val="20"/>
              </w:rPr>
            </w:pPr>
            <w:r w:rsidRPr="00472F61">
              <w:rPr>
                <w:sz w:val="20"/>
              </w:rPr>
              <w:t>100.00</w:t>
            </w:r>
          </w:p>
        </w:tc>
        <w:tc>
          <w:tcPr>
            <w:tcW w:w="180" w:type="dxa"/>
            <w:vAlign w:val="bottom"/>
          </w:tcPr>
          <w:p w14:paraId="20CFF4C6" w14:textId="77777777" w:rsidR="00F73DD0" w:rsidRPr="00472F61" w:rsidRDefault="00F73DD0" w:rsidP="00F73DD0">
            <w:pPr>
              <w:pStyle w:val="block"/>
              <w:tabs>
                <w:tab w:val="decimal" w:pos="641"/>
              </w:tabs>
              <w:spacing w:after="0" w:line="240" w:lineRule="atLeast"/>
              <w:ind w:left="0"/>
              <w:rPr>
                <w:sz w:val="20"/>
                <w:lang w:val="en-US" w:bidi="th-TH"/>
              </w:rPr>
            </w:pPr>
          </w:p>
        </w:tc>
        <w:tc>
          <w:tcPr>
            <w:tcW w:w="1170" w:type="dxa"/>
            <w:vAlign w:val="bottom"/>
          </w:tcPr>
          <w:p w14:paraId="64EE1FF4" w14:textId="77777777" w:rsidR="00F73DD0" w:rsidRPr="00472F61" w:rsidRDefault="00F73DD0" w:rsidP="00930992">
            <w:pPr>
              <w:pStyle w:val="acctfourfigures"/>
              <w:spacing w:line="240" w:lineRule="atLeast"/>
              <w:jc w:val="thaiDistribute"/>
              <w:rPr>
                <w:sz w:val="20"/>
                <w:lang w:bidi="th-TH"/>
              </w:rPr>
            </w:pPr>
            <w:r w:rsidRPr="00472F61">
              <w:rPr>
                <w:sz w:val="20"/>
                <w:lang w:bidi="th-TH"/>
              </w:rPr>
              <w:t>100.00</w:t>
            </w:r>
          </w:p>
        </w:tc>
        <w:tc>
          <w:tcPr>
            <w:tcW w:w="1170" w:type="dxa"/>
            <w:shd w:val="clear" w:color="auto" w:fill="auto"/>
            <w:vAlign w:val="bottom"/>
          </w:tcPr>
          <w:p w14:paraId="1E4CAD2F" w14:textId="77777777" w:rsidR="00F73DD0" w:rsidRPr="00472F61" w:rsidRDefault="00F73DD0" w:rsidP="00930992">
            <w:pPr>
              <w:pStyle w:val="acctfourfigures"/>
              <w:tabs>
                <w:tab w:val="clear" w:pos="765"/>
                <w:tab w:val="decimal" w:pos="910"/>
              </w:tabs>
              <w:spacing w:line="240" w:lineRule="atLeast"/>
              <w:jc w:val="thaiDistribute"/>
              <w:rPr>
                <w:sz w:val="20"/>
              </w:rPr>
            </w:pPr>
            <w:r w:rsidRPr="00472F61">
              <w:rPr>
                <w:sz w:val="20"/>
              </w:rPr>
              <w:t>1,300</w:t>
            </w:r>
          </w:p>
        </w:tc>
        <w:tc>
          <w:tcPr>
            <w:tcW w:w="180" w:type="dxa"/>
            <w:vAlign w:val="bottom"/>
          </w:tcPr>
          <w:p w14:paraId="7E9C99DF"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43" w:type="dxa"/>
            <w:vAlign w:val="bottom"/>
          </w:tcPr>
          <w:p w14:paraId="58C7E9E2" w14:textId="77777777" w:rsidR="00F73DD0" w:rsidRPr="00472F61" w:rsidRDefault="00F73DD0" w:rsidP="00C2198D">
            <w:pPr>
              <w:pStyle w:val="acctfourfigures"/>
              <w:tabs>
                <w:tab w:val="clear" w:pos="765"/>
                <w:tab w:val="decimal" w:pos="880"/>
              </w:tabs>
              <w:spacing w:line="240" w:lineRule="atLeast"/>
              <w:ind w:right="-75"/>
              <w:rPr>
                <w:sz w:val="20"/>
              </w:rPr>
            </w:pPr>
            <w:r w:rsidRPr="00472F61">
              <w:rPr>
                <w:sz w:val="20"/>
              </w:rPr>
              <w:t>1,300</w:t>
            </w:r>
          </w:p>
        </w:tc>
        <w:tc>
          <w:tcPr>
            <w:tcW w:w="180" w:type="dxa"/>
            <w:vAlign w:val="bottom"/>
          </w:tcPr>
          <w:p w14:paraId="08647645"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017" w:type="dxa"/>
            <w:vAlign w:val="bottom"/>
          </w:tcPr>
          <w:p w14:paraId="1119EF83" w14:textId="77777777" w:rsidR="00F73DD0" w:rsidRPr="00472F61" w:rsidRDefault="00F73DD0" w:rsidP="00F73DD0">
            <w:pPr>
              <w:pStyle w:val="acctfourfigures"/>
              <w:tabs>
                <w:tab w:val="clear" w:pos="765"/>
                <w:tab w:val="decimal" w:pos="745"/>
              </w:tabs>
              <w:spacing w:line="240" w:lineRule="atLeast"/>
              <w:ind w:right="-97"/>
              <w:jc w:val="thaiDistribute"/>
              <w:rPr>
                <w:sz w:val="20"/>
              </w:rPr>
            </w:pPr>
            <w:r w:rsidRPr="00472F61">
              <w:rPr>
                <w:sz w:val="20"/>
              </w:rPr>
              <w:t>1,334</w:t>
            </w:r>
          </w:p>
        </w:tc>
        <w:tc>
          <w:tcPr>
            <w:tcW w:w="180" w:type="dxa"/>
            <w:vAlign w:val="bottom"/>
          </w:tcPr>
          <w:p w14:paraId="2B064224"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59" w:type="dxa"/>
            <w:vAlign w:val="bottom"/>
          </w:tcPr>
          <w:p w14:paraId="2A2438D8" w14:textId="1E48DDDC" w:rsidR="00F73DD0" w:rsidRPr="00472F61" w:rsidRDefault="00F73DD0" w:rsidP="00363285">
            <w:pPr>
              <w:pStyle w:val="acctfourfigures"/>
              <w:tabs>
                <w:tab w:val="clear" w:pos="765"/>
                <w:tab w:val="decimal" w:pos="900"/>
              </w:tabs>
              <w:spacing w:line="240" w:lineRule="atLeast"/>
              <w:ind w:right="-97"/>
              <w:jc w:val="thaiDistribute"/>
              <w:rPr>
                <w:sz w:val="20"/>
              </w:rPr>
            </w:pPr>
            <w:r w:rsidRPr="00472F61">
              <w:rPr>
                <w:sz w:val="20"/>
              </w:rPr>
              <w:t>1,334</w:t>
            </w:r>
          </w:p>
        </w:tc>
        <w:tc>
          <w:tcPr>
            <w:tcW w:w="180" w:type="dxa"/>
            <w:vAlign w:val="bottom"/>
          </w:tcPr>
          <w:p w14:paraId="4AA5812C"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846" w:type="dxa"/>
            <w:vAlign w:val="bottom"/>
          </w:tcPr>
          <w:p w14:paraId="4A59527F" w14:textId="50BC73D7" w:rsidR="00F73DD0" w:rsidRPr="00472F61" w:rsidRDefault="00F73DD0" w:rsidP="00F73DD0">
            <w:pPr>
              <w:tabs>
                <w:tab w:val="decimal" w:pos="470"/>
              </w:tabs>
              <w:ind w:right="-115"/>
              <w:rPr>
                <w:sz w:val="20"/>
                <w:cs/>
              </w:rPr>
            </w:pPr>
            <w:r w:rsidRPr="00472F61">
              <w:rPr>
                <w:sz w:val="20"/>
              </w:rPr>
              <w:t>-</w:t>
            </w:r>
          </w:p>
        </w:tc>
        <w:tc>
          <w:tcPr>
            <w:tcW w:w="180" w:type="dxa"/>
            <w:vAlign w:val="bottom"/>
          </w:tcPr>
          <w:p w14:paraId="5FBE9FFC" w14:textId="77777777" w:rsidR="00F73DD0" w:rsidRPr="00472F61" w:rsidRDefault="00F73DD0" w:rsidP="00F73DD0">
            <w:pPr>
              <w:tabs>
                <w:tab w:val="decimal" w:pos="581"/>
              </w:tabs>
              <w:rPr>
                <w:sz w:val="20"/>
              </w:rPr>
            </w:pPr>
          </w:p>
        </w:tc>
        <w:tc>
          <w:tcPr>
            <w:tcW w:w="864" w:type="dxa"/>
            <w:vAlign w:val="bottom"/>
          </w:tcPr>
          <w:p w14:paraId="2F0C7C30" w14:textId="267CE855" w:rsidR="00F73DD0" w:rsidRPr="00472F61" w:rsidRDefault="00F73DD0" w:rsidP="00F73DD0">
            <w:pPr>
              <w:tabs>
                <w:tab w:val="decimal" w:pos="470"/>
              </w:tabs>
              <w:ind w:right="-115"/>
              <w:rPr>
                <w:sz w:val="20"/>
                <w:cs/>
              </w:rPr>
            </w:pPr>
            <w:r w:rsidRPr="00472F61">
              <w:rPr>
                <w:sz w:val="20"/>
              </w:rPr>
              <w:t>-</w:t>
            </w:r>
          </w:p>
        </w:tc>
      </w:tr>
      <w:tr w:rsidR="00F73DD0" w:rsidRPr="00472F61" w14:paraId="7EA39447" w14:textId="77777777" w:rsidTr="00930992">
        <w:trPr>
          <w:cantSplit/>
          <w:trHeight w:val="207"/>
        </w:trPr>
        <w:tc>
          <w:tcPr>
            <w:tcW w:w="2520" w:type="dxa"/>
          </w:tcPr>
          <w:p w14:paraId="129DC70B" w14:textId="77777777" w:rsidR="00F73DD0" w:rsidRPr="00472F61" w:rsidRDefault="00F73DD0" w:rsidP="005A1739">
            <w:pPr>
              <w:tabs>
                <w:tab w:val="left" w:pos="540"/>
              </w:tabs>
              <w:ind w:left="191" w:hanging="191"/>
              <w:rPr>
                <w:sz w:val="20"/>
              </w:rPr>
            </w:pPr>
            <w:r w:rsidRPr="00472F61">
              <w:rPr>
                <w:sz w:val="20"/>
              </w:rPr>
              <w:t>Ratchada Asset Holding Co., Ltd.</w:t>
            </w:r>
          </w:p>
        </w:tc>
        <w:tc>
          <w:tcPr>
            <w:tcW w:w="2160" w:type="dxa"/>
            <w:vAlign w:val="bottom"/>
          </w:tcPr>
          <w:p w14:paraId="49E9B0C3" w14:textId="77777777" w:rsidR="00F73DD0" w:rsidRPr="00472F61" w:rsidRDefault="00F73DD0" w:rsidP="00F73DD0">
            <w:pPr>
              <w:tabs>
                <w:tab w:val="left" w:pos="540"/>
              </w:tabs>
              <w:ind w:left="191" w:hanging="191"/>
              <w:rPr>
                <w:b/>
                <w:bCs/>
                <w:sz w:val="20"/>
              </w:rPr>
            </w:pPr>
            <w:r w:rsidRPr="00472F61">
              <w:rPr>
                <w:sz w:val="20"/>
              </w:rPr>
              <w:t>Investment company</w:t>
            </w:r>
          </w:p>
        </w:tc>
        <w:tc>
          <w:tcPr>
            <w:tcW w:w="270" w:type="dxa"/>
          </w:tcPr>
          <w:p w14:paraId="252EF26C" w14:textId="77777777" w:rsidR="00F73DD0" w:rsidRPr="00472F61" w:rsidRDefault="00F73DD0" w:rsidP="00F73DD0">
            <w:pPr>
              <w:tabs>
                <w:tab w:val="left" w:pos="540"/>
              </w:tabs>
              <w:jc w:val="center"/>
              <w:rPr>
                <w:b/>
                <w:bCs/>
                <w:sz w:val="20"/>
              </w:rPr>
            </w:pPr>
          </w:p>
        </w:tc>
        <w:tc>
          <w:tcPr>
            <w:tcW w:w="990" w:type="dxa"/>
            <w:shd w:val="clear" w:color="auto" w:fill="auto"/>
            <w:vAlign w:val="bottom"/>
          </w:tcPr>
          <w:p w14:paraId="1516DAF3" w14:textId="77777777" w:rsidR="00F73DD0" w:rsidRPr="00472F61" w:rsidRDefault="00F73DD0" w:rsidP="00930992">
            <w:pPr>
              <w:pStyle w:val="acctfourfigures"/>
              <w:spacing w:line="240" w:lineRule="atLeast"/>
              <w:jc w:val="thaiDistribute"/>
              <w:rPr>
                <w:sz w:val="20"/>
              </w:rPr>
            </w:pPr>
            <w:r w:rsidRPr="00472F61">
              <w:rPr>
                <w:sz w:val="20"/>
              </w:rPr>
              <w:t>100.00</w:t>
            </w:r>
          </w:p>
        </w:tc>
        <w:tc>
          <w:tcPr>
            <w:tcW w:w="180" w:type="dxa"/>
            <w:vAlign w:val="bottom"/>
          </w:tcPr>
          <w:p w14:paraId="28DA5B38" w14:textId="77777777" w:rsidR="00F73DD0" w:rsidRPr="00472F61" w:rsidRDefault="00F73DD0" w:rsidP="00F73DD0">
            <w:pPr>
              <w:pStyle w:val="block"/>
              <w:tabs>
                <w:tab w:val="decimal" w:pos="641"/>
              </w:tabs>
              <w:spacing w:after="0" w:line="240" w:lineRule="atLeast"/>
              <w:ind w:left="0"/>
              <w:rPr>
                <w:sz w:val="20"/>
                <w:lang w:val="en-US" w:bidi="th-TH"/>
              </w:rPr>
            </w:pPr>
          </w:p>
        </w:tc>
        <w:tc>
          <w:tcPr>
            <w:tcW w:w="1170" w:type="dxa"/>
            <w:vAlign w:val="bottom"/>
          </w:tcPr>
          <w:p w14:paraId="5BEA3CFF" w14:textId="77777777" w:rsidR="00F73DD0" w:rsidRPr="00472F61" w:rsidRDefault="00F73DD0" w:rsidP="00930992">
            <w:pPr>
              <w:pStyle w:val="acctfourfigures"/>
              <w:spacing w:line="240" w:lineRule="atLeast"/>
              <w:jc w:val="thaiDistribute"/>
              <w:rPr>
                <w:sz w:val="20"/>
                <w:lang w:bidi="th-TH"/>
              </w:rPr>
            </w:pPr>
            <w:r w:rsidRPr="00472F61">
              <w:rPr>
                <w:sz w:val="20"/>
                <w:lang w:bidi="th-TH"/>
              </w:rPr>
              <w:t>100.00</w:t>
            </w:r>
          </w:p>
        </w:tc>
        <w:tc>
          <w:tcPr>
            <w:tcW w:w="1170" w:type="dxa"/>
            <w:shd w:val="clear" w:color="auto" w:fill="auto"/>
            <w:vAlign w:val="bottom"/>
          </w:tcPr>
          <w:p w14:paraId="4432F1AE" w14:textId="77777777" w:rsidR="00F73DD0" w:rsidRPr="00472F61" w:rsidRDefault="00F73DD0" w:rsidP="00930992">
            <w:pPr>
              <w:pStyle w:val="acctfourfigures"/>
              <w:tabs>
                <w:tab w:val="clear" w:pos="765"/>
                <w:tab w:val="decimal" w:pos="910"/>
              </w:tabs>
              <w:spacing w:line="240" w:lineRule="atLeast"/>
              <w:jc w:val="thaiDistribute"/>
              <w:rPr>
                <w:sz w:val="20"/>
              </w:rPr>
            </w:pPr>
            <w:r w:rsidRPr="00472F61">
              <w:rPr>
                <w:sz w:val="20"/>
              </w:rPr>
              <w:t>6</w:t>
            </w:r>
          </w:p>
        </w:tc>
        <w:tc>
          <w:tcPr>
            <w:tcW w:w="180" w:type="dxa"/>
            <w:vAlign w:val="bottom"/>
          </w:tcPr>
          <w:p w14:paraId="716E8164"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43" w:type="dxa"/>
            <w:vAlign w:val="bottom"/>
          </w:tcPr>
          <w:p w14:paraId="3766C9B9" w14:textId="77777777" w:rsidR="00F73DD0" w:rsidRPr="00472F61" w:rsidRDefault="00F73DD0" w:rsidP="00C2198D">
            <w:pPr>
              <w:pStyle w:val="acctfourfigures"/>
              <w:tabs>
                <w:tab w:val="clear" w:pos="765"/>
                <w:tab w:val="decimal" w:pos="880"/>
              </w:tabs>
              <w:spacing w:line="240" w:lineRule="atLeast"/>
              <w:ind w:right="-75"/>
              <w:rPr>
                <w:sz w:val="20"/>
              </w:rPr>
            </w:pPr>
            <w:r w:rsidRPr="00472F61">
              <w:rPr>
                <w:sz w:val="20"/>
              </w:rPr>
              <w:t>6</w:t>
            </w:r>
          </w:p>
        </w:tc>
        <w:tc>
          <w:tcPr>
            <w:tcW w:w="180" w:type="dxa"/>
            <w:vAlign w:val="bottom"/>
          </w:tcPr>
          <w:p w14:paraId="7D55835D"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017" w:type="dxa"/>
            <w:vAlign w:val="bottom"/>
          </w:tcPr>
          <w:p w14:paraId="549D79B9" w14:textId="77777777" w:rsidR="00F73DD0" w:rsidRPr="00472F61" w:rsidRDefault="00F73DD0" w:rsidP="00F73DD0">
            <w:pPr>
              <w:pStyle w:val="acctfourfigures"/>
              <w:tabs>
                <w:tab w:val="clear" w:pos="765"/>
                <w:tab w:val="decimal" w:pos="745"/>
              </w:tabs>
              <w:spacing w:line="240" w:lineRule="atLeast"/>
              <w:ind w:left="-115" w:right="-97"/>
              <w:jc w:val="thaiDistribute"/>
              <w:rPr>
                <w:sz w:val="20"/>
              </w:rPr>
            </w:pPr>
            <w:r w:rsidRPr="00472F61">
              <w:rPr>
                <w:sz w:val="20"/>
              </w:rPr>
              <w:t>6</w:t>
            </w:r>
          </w:p>
        </w:tc>
        <w:tc>
          <w:tcPr>
            <w:tcW w:w="180" w:type="dxa"/>
            <w:vAlign w:val="bottom"/>
          </w:tcPr>
          <w:p w14:paraId="3853A0A0"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59" w:type="dxa"/>
            <w:vAlign w:val="bottom"/>
          </w:tcPr>
          <w:p w14:paraId="7B45DB9C" w14:textId="39BE2458" w:rsidR="00F73DD0" w:rsidRPr="00472F61" w:rsidRDefault="00F73DD0" w:rsidP="00363285">
            <w:pPr>
              <w:pStyle w:val="acctfourfigures"/>
              <w:tabs>
                <w:tab w:val="clear" w:pos="765"/>
                <w:tab w:val="decimal" w:pos="900"/>
              </w:tabs>
              <w:spacing w:line="240" w:lineRule="atLeast"/>
              <w:ind w:left="-115" w:right="-97"/>
              <w:jc w:val="thaiDistribute"/>
              <w:rPr>
                <w:sz w:val="20"/>
              </w:rPr>
            </w:pPr>
            <w:r w:rsidRPr="00472F61">
              <w:rPr>
                <w:sz w:val="20"/>
              </w:rPr>
              <w:t>6</w:t>
            </w:r>
          </w:p>
        </w:tc>
        <w:tc>
          <w:tcPr>
            <w:tcW w:w="180" w:type="dxa"/>
            <w:vAlign w:val="bottom"/>
          </w:tcPr>
          <w:p w14:paraId="4206E66F"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846" w:type="dxa"/>
            <w:vAlign w:val="bottom"/>
          </w:tcPr>
          <w:p w14:paraId="1DC3066B" w14:textId="7EB3F968" w:rsidR="00F73DD0" w:rsidRPr="00472F61" w:rsidRDefault="00F73DD0" w:rsidP="00F73DD0">
            <w:pPr>
              <w:tabs>
                <w:tab w:val="decimal" w:pos="470"/>
              </w:tabs>
              <w:ind w:right="-115"/>
              <w:rPr>
                <w:sz w:val="20"/>
                <w:cs/>
              </w:rPr>
            </w:pPr>
            <w:r w:rsidRPr="00472F61">
              <w:rPr>
                <w:sz w:val="20"/>
              </w:rPr>
              <w:t>-</w:t>
            </w:r>
          </w:p>
        </w:tc>
        <w:tc>
          <w:tcPr>
            <w:tcW w:w="180" w:type="dxa"/>
            <w:vAlign w:val="bottom"/>
          </w:tcPr>
          <w:p w14:paraId="5DDA0565" w14:textId="77777777" w:rsidR="00F73DD0" w:rsidRPr="00472F61" w:rsidRDefault="00F73DD0" w:rsidP="00F73DD0">
            <w:pPr>
              <w:tabs>
                <w:tab w:val="decimal" w:pos="581"/>
              </w:tabs>
              <w:rPr>
                <w:sz w:val="20"/>
              </w:rPr>
            </w:pPr>
          </w:p>
        </w:tc>
        <w:tc>
          <w:tcPr>
            <w:tcW w:w="864" w:type="dxa"/>
            <w:vAlign w:val="bottom"/>
          </w:tcPr>
          <w:p w14:paraId="100DDB52" w14:textId="20E9CE03" w:rsidR="00F73DD0" w:rsidRPr="00472F61" w:rsidRDefault="00F73DD0" w:rsidP="00F73DD0">
            <w:pPr>
              <w:tabs>
                <w:tab w:val="decimal" w:pos="470"/>
              </w:tabs>
              <w:ind w:right="-115"/>
              <w:rPr>
                <w:sz w:val="20"/>
                <w:cs/>
              </w:rPr>
            </w:pPr>
            <w:r w:rsidRPr="00472F61">
              <w:rPr>
                <w:sz w:val="20"/>
              </w:rPr>
              <w:t>-</w:t>
            </w:r>
          </w:p>
        </w:tc>
      </w:tr>
      <w:tr w:rsidR="00F73DD0" w:rsidRPr="00472F61" w14:paraId="41CAEE7E" w14:textId="77777777" w:rsidTr="00930992">
        <w:trPr>
          <w:cantSplit/>
          <w:trHeight w:val="110"/>
        </w:trPr>
        <w:tc>
          <w:tcPr>
            <w:tcW w:w="2520" w:type="dxa"/>
          </w:tcPr>
          <w:p w14:paraId="647C7089" w14:textId="77777777" w:rsidR="00F73DD0" w:rsidRPr="00472F61" w:rsidRDefault="00F73DD0" w:rsidP="005A1739">
            <w:pPr>
              <w:tabs>
                <w:tab w:val="left" w:pos="540"/>
              </w:tabs>
              <w:ind w:left="191" w:hanging="191"/>
              <w:rPr>
                <w:sz w:val="20"/>
              </w:rPr>
            </w:pPr>
            <w:r w:rsidRPr="00472F61">
              <w:rPr>
                <w:sz w:val="20"/>
              </w:rPr>
              <w:t>GLAND REIT Management Co., Ltd. (under liquidation process)</w:t>
            </w:r>
          </w:p>
        </w:tc>
        <w:tc>
          <w:tcPr>
            <w:tcW w:w="2160" w:type="dxa"/>
            <w:vAlign w:val="bottom"/>
          </w:tcPr>
          <w:p w14:paraId="14F624A5" w14:textId="77777777" w:rsidR="00F73DD0" w:rsidRPr="00472F61" w:rsidRDefault="00F73DD0" w:rsidP="00F73DD0">
            <w:pPr>
              <w:tabs>
                <w:tab w:val="left" w:pos="540"/>
              </w:tabs>
              <w:ind w:left="191" w:hanging="191"/>
              <w:rPr>
                <w:sz w:val="20"/>
              </w:rPr>
            </w:pPr>
            <w:r w:rsidRPr="00472F61">
              <w:rPr>
                <w:sz w:val="20"/>
              </w:rPr>
              <w:t>Trust manager</w:t>
            </w:r>
          </w:p>
        </w:tc>
        <w:tc>
          <w:tcPr>
            <w:tcW w:w="270" w:type="dxa"/>
          </w:tcPr>
          <w:p w14:paraId="41E87E7F" w14:textId="77777777" w:rsidR="00F73DD0" w:rsidRPr="00472F61" w:rsidRDefault="00F73DD0" w:rsidP="00F73DD0">
            <w:pPr>
              <w:tabs>
                <w:tab w:val="left" w:pos="540"/>
              </w:tabs>
              <w:jc w:val="center"/>
              <w:rPr>
                <w:b/>
                <w:bCs/>
                <w:sz w:val="20"/>
              </w:rPr>
            </w:pPr>
          </w:p>
        </w:tc>
        <w:tc>
          <w:tcPr>
            <w:tcW w:w="990" w:type="dxa"/>
            <w:shd w:val="clear" w:color="auto" w:fill="auto"/>
            <w:vAlign w:val="bottom"/>
          </w:tcPr>
          <w:p w14:paraId="0F499C97" w14:textId="77777777" w:rsidR="00F73DD0" w:rsidRPr="00472F61" w:rsidRDefault="00F73DD0" w:rsidP="00930992">
            <w:pPr>
              <w:pStyle w:val="acctfourfigures"/>
              <w:spacing w:line="240" w:lineRule="atLeast"/>
              <w:jc w:val="thaiDistribute"/>
              <w:rPr>
                <w:sz w:val="20"/>
              </w:rPr>
            </w:pPr>
            <w:r w:rsidRPr="00472F61">
              <w:rPr>
                <w:sz w:val="20"/>
              </w:rPr>
              <w:t>100.00</w:t>
            </w:r>
          </w:p>
        </w:tc>
        <w:tc>
          <w:tcPr>
            <w:tcW w:w="180" w:type="dxa"/>
            <w:vAlign w:val="bottom"/>
          </w:tcPr>
          <w:p w14:paraId="16090727" w14:textId="77777777" w:rsidR="00F73DD0" w:rsidRPr="00472F61" w:rsidRDefault="00F73DD0" w:rsidP="00F73DD0">
            <w:pPr>
              <w:pStyle w:val="block"/>
              <w:tabs>
                <w:tab w:val="decimal" w:pos="641"/>
              </w:tabs>
              <w:spacing w:after="0" w:line="240" w:lineRule="atLeast"/>
              <w:ind w:left="0"/>
              <w:rPr>
                <w:sz w:val="20"/>
                <w:lang w:val="en-US" w:bidi="th-TH"/>
              </w:rPr>
            </w:pPr>
          </w:p>
        </w:tc>
        <w:tc>
          <w:tcPr>
            <w:tcW w:w="1170" w:type="dxa"/>
            <w:vAlign w:val="bottom"/>
          </w:tcPr>
          <w:p w14:paraId="736422C7" w14:textId="77777777" w:rsidR="00F73DD0" w:rsidRPr="00472F61" w:rsidRDefault="00F73DD0" w:rsidP="00930992">
            <w:pPr>
              <w:pStyle w:val="acctfourfigures"/>
              <w:spacing w:line="240" w:lineRule="atLeast"/>
              <w:jc w:val="thaiDistribute"/>
              <w:rPr>
                <w:sz w:val="20"/>
                <w:lang w:bidi="th-TH"/>
              </w:rPr>
            </w:pPr>
            <w:r w:rsidRPr="00472F61">
              <w:rPr>
                <w:sz w:val="20"/>
                <w:lang w:bidi="th-TH"/>
              </w:rPr>
              <w:t>100.00</w:t>
            </w:r>
          </w:p>
        </w:tc>
        <w:tc>
          <w:tcPr>
            <w:tcW w:w="1170" w:type="dxa"/>
            <w:shd w:val="clear" w:color="auto" w:fill="auto"/>
            <w:vAlign w:val="bottom"/>
          </w:tcPr>
          <w:p w14:paraId="639734A9" w14:textId="77777777" w:rsidR="00F73DD0" w:rsidRPr="00472F61" w:rsidRDefault="00F73DD0" w:rsidP="00930992">
            <w:pPr>
              <w:pStyle w:val="acctfourfigures"/>
              <w:tabs>
                <w:tab w:val="clear" w:pos="765"/>
                <w:tab w:val="decimal" w:pos="820"/>
              </w:tabs>
              <w:spacing w:line="240" w:lineRule="atLeast"/>
              <w:ind w:left="-115" w:right="-75"/>
              <w:rPr>
                <w:sz w:val="20"/>
              </w:rPr>
            </w:pPr>
            <w:r w:rsidRPr="00472F61">
              <w:rPr>
                <w:sz w:val="20"/>
              </w:rPr>
              <w:t>0.3</w:t>
            </w:r>
          </w:p>
        </w:tc>
        <w:tc>
          <w:tcPr>
            <w:tcW w:w="180" w:type="dxa"/>
            <w:vAlign w:val="bottom"/>
          </w:tcPr>
          <w:p w14:paraId="3ACC27B6"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43" w:type="dxa"/>
            <w:vAlign w:val="bottom"/>
          </w:tcPr>
          <w:p w14:paraId="451C55AC" w14:textId="365D5B7B" w:rsidR="00F73DD0" w:rsidRPr="00472F61" w:rsidRDefault="00C2198D" w:rsidP="00C2198D">
            <w:pPr>
              <w:pStyle w:val="acctfourfigures"/>
              <w:tabs>
                <w:tab w:val="clear" w:pos="765"/>
                <w:tab w:val="decimal" w:pos="700"/>
              </w:tabs>
              <w:spacing w:line="240" w:lineRule="atLeast"/>
              <w:ind w:left="-115" w:right="-75"/>
              <w:rPr>
                <w:sz w:val="20"/>
              </w:rPr>
            </w:pPr>
            <w:r>
              <w:rPr>
                <w:sz w:val="20"/>
              </w:rPr>
              <w:t>0.3</w:t>
            </w:r>
          </w:p>
        </w:tc>
        <w:tc>
          <w:tcPr>
            <w:tcW w:w="180" w:type="dxa"/>
            <w:vAlign w:val="bottom"/>
          </w:tcPr>
          <w:p w14:paraId="6B0F782E"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017" w:type="dxa"/>
            <w:vAlign w:val="bottom"/>
          </w:tcPr>
          <w:p w14:paraId="4B826E9A" w14:textId="77777777" w:rsidR="00F73DD0" w:rsidRPr="00472F61" w:rsidRDefault="00F73DD0" w:rsidP="00930992">
            <w:pPr>
              <w:pStyle w:val="acctfourfigures"/>
              <w:tabs>
                <w:tab w:val="clear" w:pos="765"/>
                <w:tab w:val="decimal" w:pos="580"/>
              </w:tabs>
              <w:spacing w:line="240" w:lineRule="atLeast"/>
              <w:ind w:left="-115"/>
              <w:jc w:val="thaiDistribute"/>
              <w:rPr>
                <w:sz w:val="20"/>
              </w:rPr>
            </w:pPr>
            <w:r w:rsidRPr="00472F61">
              <w:rPr>
                <w:sz w:val="20"/>
              </w:rPr>
              <w:t>0.3</w:t>
            </w:r>
          </w:p>
        </w:tc>
        <w:tc>
          <w:tcPr>
            <w:tcW w:w="180" w:type="dxa"/>
            <w:vAlign w:val="bottom"/>
          </w:tcPr>
          <w:p w14:paraId="65D9E761" w14:textId="77777777" w:rsidR="00F73DD0" w:rsidRPr="00472F61" w:rsidRDefault="00F73DD0" w:rsidP="00F73DD0">
            <w:pPr>
              <w:pStyle w:val="acctfourfigures"/>
              <w:tabs>
                <w:tab w:val="clear" w:pos="765"/>
                <w:tab w:val="decimal" w:pos="947"/>
              </w:tabs>
              <w:spacing w:line="240" w:lineRule="atLeast"/>
              <w:ind w:right="-97"/>
              <w:rPr>
                <w:sz w:val="20"/>
              </w:rPr>
            </w:pPr>
          </w:p>
        </w:tc>
        <w:tc>
          <w:tcPr>
            <w:tcW w:w="1159" w:type="dxa"/>
            <w:vAlign w:val="bottom"/>
          </w:tcPr>
          <w:p w14:paraId="738E617B" w14:textId="64485AB2" w:rsidR="00F73DD0" w:rsidRPr="00472F61" w:rsidRDefault="00F73DD0" w:rsidP="00930992">
            <w:pPr>
              <w:pStyle w:val="acctfourfigures"/>
              <w:tabs>
                <w:tab w:val="clear" w:pos="765"/>
                <w:tab w:val="decimal" w:pos="730"/>
              </w:tabs>
              <w:spacing w:line="240" w:lineRule="atLeast"/>
              <w:ind w:right="-97"/>
              <w:jc w:val="thaiDistribute"/>
              <w:rPr>
                <w:sz w:val="20"/>
              </w:rPr>
            </w:pPr>
            <w:r w:rsidRPr="00472F61">
              <w:rPr>
                <w:sz w:val="20"/>
              </w:rPr>
              <w:t>0.3</w:t>
            </w:r>
          </w:p>
        </w:tc>
        <w:tc>
          <w:tcPr>
            <w:tcW w:w="180" w:type="dxa"/>
            <w:vAlign w:val="bottom"/>
          </w:tcPr>
          <w:p w14:paraId="383EA571"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846" w:type="dxa"/>
            <w:vAlign w:val="bottom"/>
          </w:tcPr>
          <w:p w14:paraId="565DC055" w14:textId="55296808" w:rsidR="00F73DD0" w:rsidRPr="00472F61" w:rsidRDefault="00F73DD0" w:rsidP="00F73DD0">
            <w:pPr>
              <w:tabs>
                <w:tab w:val="decimal" w:pos="470"/>
              </w:tabs>
              <w:ind w:right="-115"/>
              <w:rPr>
                <w:sz w:val="20"/>
                <w:cs/>
              </w:rPr>
            </w:pPr>
            <w:r w:rsidRPr="00472F61">
              <w:rPr>
                <w:sz w:val="20"/>
              </w:rPr>
              <w:t>-</w:t>
            </w:r>
          </w:p>
        </w:tc>
        <w:tc>
          <w:tcPr>
            <w:tcW w:w="180" w:type="dxa"/>
            <w:vAlign w:val="bottom"/>
          </w:tcPr>
          <w:p w14:paraId="65A86660" w14:textId="77777777" w:rsidR="00F73DD0" w:rsidRPr="00472F61" w:rsidRDefault="00F73DD0" w:rsidP="00F73DD0">
            <w:pPr>
              <w:tabs>
                <w:tab w:val="decimal" w:pos="581"/>
              </w:tabs>
              <w:rPr>
                <w:sz w:val="20"/>
              </w:rPr>
            </w:pPr>
          </w:p>
        </w:tc>
        <w:tc>
          <w:tcPr>
            <w:tcW w:w="864" w:type="dxa"/>
            <w:vAlign w:val="bottom"/>
          </w:tcPr>
          <w:p w14:paraId="086C677D" w14:textId="27796DDA" w:rsidR="00F73DD0" w:rsidRPr="00472F61" w:rsidRDefault="00927F9E" w:rsidP="00927F9E">
            <w:pPr>
              <w:tabs>
                <w:tab w:val="decimal" w:pos="470"/>
              </w:tabs>
              <w:ind w:right="-115"/>
              <w:rPr>
                <w:sz w:val="20"/>
                <w:cs/>
              </w:rPr>
            </w:pPr>
            <w:r>
              <w:rPr>
                <w:sz w:val="20"/>
              </w:rPr>
              <w:t>-</w:t>
            </w:r>
          </w:p>
        </w:tc>
      </w:tr>
      <w:tr w:rsidR="00F73DD0" w:rsidRPr="00472F61" w14:paraId="1BA227B1" w14:textId="77777777" w:rsidTr="00930992">
        <w:trPr>
          <w:cantSplit/>
          <w:trHeight w:val="110"/>
        </w:trPr>
        <w:tc>
          <w:tcPr>
            <w:tcW w:w="2520" w:type="dxa"/>
          </w:tcPr>
          <w:p w14:paraId="212C2793" w14:textId="77777777" w:rsidR="00F73DD0" w:rsidRPr="00472F61" w:rsidRDefault="00F73DD0" w:rsidP="00F73DD0">
            <w:pPr>
              <w:spacing w:line="240" w:lineRule="atLeast"/>
              <w:ind w:left="-14" w:right="-115"/>
              <w:rPr>
                <w:sz w:val="20"/>
              </w:rPr>
            </w:pPr>
          </w:p>
        </w:tc>
        <w:tc>
          <w:tcPr>
            <w:tcW w:w="2160" w:type="dxa"/>
            <w:vAlign w:val="bottom"/>
          </w:tcPr>
          <w:p w14:paraId="35F6F70A" w14:textId="77777777" w:rsidR="00F73DD0" w:rsidRPr="00472F61" w:rsidRDefault="00F73DD0" w:rsidP="00F73DD0">
            <w:pPr>
              <w:tabs>
                <w:tab w:val="left" w:pos="540"/>
              </w:tabs>
              <w:ind w:left="191" w:hanging="191"/>
              <w:rPr>
                <w:sz w:val="20"/>
              </w:rPr>
            </w:pPr>
          </w:p>
        </w:tc>
        <w:tc>
          <w:tcPr>
            <w:tcW w:w="270" w:type="dxa"/>
          </w:tcPr>
          <w:p w14:paraId="5E6FFCCB" w14:textId="77777777" w:rsidR="00F73DD0" w:rsidRPr="00472F61" w:rsidRDefault="00F73DD0" w:rsidP="00F73DD0">
            <w:pPr>
              <w:tabs>
                <w:tab w:val="left" w:pos="540"/>
              </w:tabs>
              <w:jc w:val="center"/>
              <w:rPr>
                <w:sz w:val="20"/>
              </w:rPr>
            </w:pPr>
          </w:p>
        </w:tc>
        <w:tc>
          <w:tcPr>
            <w:tcW w:w="990" w:type="dxa"/>
            <w:shd w:val="clear" w:color="auto" w:fill="auto"/>
            <w:vAlign w:val="bottom"/>
          </w:tcPr>
          <w:p w14:paraId="0941E080" w14:textId="77777777" w:rsidR="00F73DD0" w:rsidRPr="00472F61" w:rsidRDefault="00F73DD0" w:rsidP="00930992">
            <w:pPr>
              <w:pStyle w:val="acctfourfigures"/>
              <w:spacing w:line="240" w:lineRule="atLeast"/>
              <w:jc w:val="thaiDistribute"/>
              <w:rPr>
                <w:sz w:val="20"/>
              </w:rPr>
            </w:pPr>
          </w:p>
        </w:tc>
        <w:tc>
          <w:tcPr>
            <w:tcW w:w="180" w:type="dxa"/>
            <w:vAlign w:val="bottom"/>
          </w:tcPr>
          <w:p w14:paraId="3F4E3F6E" w14:textId="77777777" w:rsidR="00F73DD0" w:rsidRPr="00472F61" w:rsidRDefault="00F73DD0" w:rsidP="00F73DD0">
            <w:pPr>
              <w:pStyle w:val="acctfourfigures"/>
              <w:tabs>
                <w:tab w:val="clear" w:pos="765"/>
                <w:tab w:val="decimal" w:pos="641"/>
              </w:tabs>
              <w:spacing w:line="240" w:lineRule="auto"/>
              <w:rPr>
                <w:sz w:val="20"/>
              </w:rPr>
            </w:pPr>
          </w:p>
        </w:tc>
        <w:tc>
          <w:tcPr>
            <w:tcW w:w="1170" w:type="dxa"/>
            <w:vAlign w:val="bottom"/>
          </w:tcPr>
          <w:p w14:paraId="37E429E4" w14:textId="77777777" w:rsidR="00F73DD0" w:rsidRPr="00472F61" w:rsidRDefault="00F73DD0" w:rsidP="00930992">
            <w:pPr>
              <w:pStyle w:val="acctfourfigures"/>
              <w:spacing w:line="240" w:lineRule="atLeast"/>
              <w:jc w:val="thaiDistribute"/>
              <w:rPr>
                <w:sz w:val="20"/>
                <w:lang w:bidi="th-TH"/>
              </w:rPr>
            </w:pPr>
          </w:p>
        </w:tc>
        <w:tc>
          <w:tcPr>
            <w:tcW w:w="1170" w:type="dxa"/>
            <w:shd w:val="clear" w:color="auto" w:fill="auto"/>
            <w:vAlign w:val="bottom"/>
          </w:tcPr>
          <w:p w14:paraId="4727DBE1" w14:textId="77777777" w:rsidR="00F73DD0" w:rsidRPr="00472F61" w:rsidRDefault="00F73DD0" w:rsidP="00930992">
            <w:pPr>
              <w:pStyle w:val="acctfourfigures"/>
              <w:tabs>
                <w:tab w:val="clear" w:pos="765"/>
                <w:tab w:val="decimal" w:pos="910"/>
              </w:tabs>
              <w:spacing w:line="240" w:lineRule="atLeast"/>
              <w:jc w:val="thaiDistribute"/>
              <w:rPr>
                <w:sz w:val="20"/>
              </w:rPr>
            </w:pPr>
          </w:p>
        </w:tc>
        <w:tc>
          <w:tcPr>
            <w:tcW w:w="180" w:type="dxa"/>
            <w:vAlign w:val="bottom"/>
          </w:tcPr>
          <w:p w14:paraId="5F2B2E96"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43" w:type="dxa"/>
            <w:vAlign w:val="bottom"/>
          </w:tcPr>
          <w:p w14:paraId="16A72742" w14:textId="77777777" w:rsidR="00F73DD0" w:rsidRPr="00472F61" w:rsidRDefault="00F73DD0" w:rsidP="00F73DD0">
            <w:pPr>
              <w:pStyle w:val="acctfourfigures"/>
              <w:tabs>
                <w:tab w:val="clear" w:pos="765"/>
                <w:tab w:val="decimal" w:pos="795"/>
              </w:tabs>
              <w:spacing w:line="240" w:lineRule="atLeast"/>
              <w:ind w:left="-115" w:right="-75"/>
              <w:rPr>
                <w:sz w:val="20"/>
              </w:rPr>
            </w:pPr>
          </w:p>
        </w:tc>
        <w:tc>
          <w:tcPr>
            <w:tcW w:w="180" w:type="dxa"/>
            <w:vAlign w:val="bottom"/>
          </w:tcPr>
          <w:p w14:paraId="2599BEA2"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017" w:type="dxa"/>
            <w:vAlign w:val="bottom"/>
          </w:tcPr>
          <w:p w14:paraId="16331469"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80" w:type="dxa"/>
            <w:vAlign w:val="bottom"/>
          </w:tcPr>
          <w:p w14:paraId="40A2C587"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59" w:type="dxa"/>
            <w:vAlign w:val="bottom"/>
          </w:tcPr>
          <w:p w14:paraId="3F80AD86"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80" w:type="dxa"/>
            <w:vAlign w:val="bottom"/>
          </w:tcPr>
          <w:p w14:paraId="468DD395"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846" w:type="dxa"/>
            <w:vAlign w:val="bottom"/>
          </w:tcPr>
          <w:p w14:paraId="49FAD62B"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80" w:type="dxa"/>
            <w:vAlign w:val="bottom"/>
          </w:tcPr>
          <w:p w14:paraId="36F6FDB2"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864" w:type="dxa"/>
            <w:vAlign w:val="bottom"/>
          </w:tcPr>
          <w:p w14:paraId="3C6F79D8"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r>
      <w:tr w:rsidR="00F73DD0" w:rsidRPr="00472F61" w14:paraId="77CA01B5" w14:textId="77777777" w:rsidTr="00930992">
        <w:trPr>
          <w:cantSplit/>
          <w:trHeight w:val="110"/>
        </w:trPr>
        <w:tc>
          <w:tcPr>
            <w:tcW w:w="2520" w:type="dxa"/>
          </w:tcPr>
          <w:p w14:paraId="36D96B12" w14:textId="3C162BA3" w:rsidR="00F73DD0" w:rsidRPr="00472F61" w:rsidRDefault="00F73DD0" w:rsidP="00F73DD0">
            <w:pPr>
              <w:spacing w:line="240" w:lineRule="atLeast"/>
              <w:ind w:left="-14" w:right="-115"/>
              <w:rPr>
                <w:sz w:val="20"/>
              </w:rPr>
            </w:pPr>
            <w:r w:rsidRPr="00472F61">
              <w:rPr>
                <w:b/>
                <w:bCs/>
                <w:i/>
                <w:iCs/>
                <w:sz w:val="20"/>
              </w:rPr>
              <w:t>Indirect</w:t>
            </w:r>
            <w:r w:rsidR="00C2198D">
              <w:rPr>
                <w:b/>
                <w:bCs/>
                <w:i/>
                <w:iCs/>
                <w:sz w:val="20"/>
              </w:rPr>
              <w:t xml:space="preserve"> s</w:t>
            </w:r>
            <w:r w:rsidR="00C2198D" w:rsidRPr="00472F61">
              <w:rPr>
                <w:b/>
                <w:bCs/>
                <w:i/>
                <w:iCs/>
                <w:sz w:val="20"/>
              </w:rPr>
              <w:t>ubsidiaries</w:t>
            </w:r>
          </w:p>
        </w:tc>
        <w:tc>
          <w:tcPr>
            <w:tcW w:w="2160" w:type="dxa"/>
            <w:vAlign w:val="bottom"/>
          </w:tcPr>
          <w:p w14:paraId="4DED6D1A" w14:textId="77777777" w:rsidR="00F73DD0" w:rsidRPr="00472F61" w:rsidRDefault="00F73DD0" w:rsidP="00F73DD0">
            <w:pPr>
              <w:tabs>
                <w:tab w:val="left" w:pos="540"/>
              </w:tabs>
              <w:ind w:left="191" w:hanging="191"/>
              <w:rPr>
                <w:sz w:val="20"/>
              </w:rPr>
            </w:pPr>
          </w:p>
        </w:tc>
        <w:tc>
          <w:tcPr>
            <w:tcW w:w="270" w:type="dxa"/>
          </w:tcPr>
          <w:p w14:paraId="287F56F0" w14:textId="77777777" w:rsidR="00F73DD0" w:rsidRPr="00472F61" w:rsidRDefault="00F73DD0" w:rsidP="00F73DD0">
            <w:pPr>
              <w:tabs>
                <w:tab w:val="left" w:pos="540"/>
              </w:tabs>
              <w:jc w:val="center"/>
              <w:rPr>
                <w:sz w:val="20"/>
              </w:rPr>
            </w:pPr>
          </w:p>
        </w:tc>
        <w:tc>
          <w:tcPr>
            <w:tcW w:w="990" w:type="dxa"/>
            <w:shd w:val="clear" w:color="auto" w:fill="auto"/>
            <w:vAlign w:val="bottom"/>
          </w:tcPr>
          <w:p w14:paraId="3836FC85" w14:textId="77777777" w:rsidR="00F73DD0" w:rsidRPr="00472F61" w:rsidRDefault="00F73DD0" w:rsidP="00930992">
            <w:pPr>
              <w:pStyle w:val="acctfourfigures"/>
              <w:spacing w:line="240" w:lineRule="atLeast"/>
              <w:jc w:val="thaiDistribute"/>
              <w:rPr>
                <w:sz w:val="20"/>
              </w:rPr>
            </w:pPr>
          </w:p>
        </w:tc>
        <w:tc>
          <w:tcPr>
            <w:tcW w:w="180" w:type="dxa"/>
            <w:vAlign w:val="bottom"/>
          </w:tcPr>
          <w:p w14:paraId="30825129" w14:textId="77777777" w:rsidR="00F73DD0" w:rsidRPr="00472F61" w:rsidRDefault="00F73DD0" w:rsidP="00F73DD0">
            <w:pPr>
              <w:pStyle w:val="acctfourfigures"/>
              <w:tabs>
                <w:tab w:val="clear" w:pos="765"/>
                <w:tab w:val="decimal" w:pos="641"/>
              </w:tabs>
              <w:spacing w:line="240" w:lineRule="auto"/>
              <w:rPr>
                <w:sz w:val="20"/>
              </w:rPr>
            </w:pPr>
          </w:p>
        </w:tc>
        <w:tc>
          <w:tcPr>
            <w:tcW w:w="1170" w:type="dxa"/>
            <w:vAlign w:val="bottom"/>
          </w:tcPr>
          <w:p w14:paraId="12705961" w14:textId="77777777" w:rsidR="00F73DD0" w:rsidRPr="00472F61" w:rsidRDefault="00F73DD0" w:rsidP="00930992">
            <w:pPr>
              <w:pStyle w:val="acctfourfigures"/>
              <w:spacing w:line="240" w:lineRule="atLeast"/>
              <w:jc w:val="thaiDistribute"/>
              <w:rPr>
                <w:sz w:val="20"/>
                <w:lang w:bidi="th-TH"/>
              </w:rPr>
            </w:pPr>
          </w:p>
        </w:tc>
        <w:tc>
          <w:tcPr>
            <w:tcW w:w="1170" w:type="dxa"/>
            <w:shd w:val="clear" w:color="auto" w:fill="auto"/>
            <w:vAlign w:val="bottom"/>
          </w:tcPr>
          <w:p w14:paraId="7B219CA6" w14:textId="77777777" w:rsidR="00F73DD0" w:rsidRPr="00472F61" w:rsidRDefault="00F73DD0" w:rsidP="00930992">
            <w:pPr>
              <w:pStyle w:val="acctfourfigures"/>
              <w:tabs>
                <w:tab w:val="clear" w:pos="765"/>
                <w:tab w:val="decimal" w:pos="910"/>
              </w:tabs>
              <w:spacing w:line="240" w:lineRule="atLeast"/>
              <w:jc w:val="thaiDistribute"/>
              <w:rPr>
                <w:sz w:val="20"/>
              </w:rPr>
            </w:pPr>
          </w:p>
        </w:tc>
        <w:tc>
          <w:tcPr>
            <w:tcW w:w="180" w:type="dxa"/>
            <w:vAlign w:val="bottom"/>
          </w:tcPr>
          <w:p w14:paraId="53839845"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43" w:type="dxa"/>
            <w:vAlign w:val="bottom"/>
          </w:tcPr>
          <w:p w14:paraId="7A757497" w14:textId="77777777" w:rsidR="00F73DD0" w:rsidRPr="00472F61" w:rsidRDefault="00F73DD0" w:rsidP="00F73DD0">
            <w:pPr>
              <w:pStyle w:val="acctfourfigures"/>
              <w:tabs>
                <w:tab w:val="clear" w:pos="765"/>
                <w:tab w:val="decimal" w:pos="795"/>
              </w:tabs>
              <w:spacing w:line="240" w:lineRule="atLeast"/>
              <w:ind w:left="-115" w:right="-75"/>
              <w:rPr>
                <w:sz w:val="20"/>
              </w:rPr>
            </w:pPr>
          </w:p>
        </w:tc>
        <w:tc>
          <w:tcPr>
            <w:tcW w:w="180" w:type="dxa"/>
            <w:vAlign w:val="bottom"/>
          </w:tcPr>
          <w:p w14:paraId="0706C9C8"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017" w:type="dxa"/>
            <w:tcBorders>
              <w:bottom w:val="nil"/>
            </w:tcBorders>
            <w:vAlign w:val="bottom"/>
          </w:tcPr>
          <w:p w14:paraId="2A77BA20"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80" w:type="dxa"/>
            <w:vAlign w:val="bottom"/>
          </w:tcPr>
          <w:p w14:paraId="4E2C2781"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59" w:type="dxa"/>
            <w:tcBorders>
              <w:bottom w:val="nil"/>
            </w:tcBorders>
            <w:vAlign w:val="bottom"/>
          </w:tcPr>
          <w:p w14:paraId="0EF45D74"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80" w:type="dxa"/>
            <w:vAlign w:val="bottom"/>
          </w:tcPr>
          <w:p w14:paraId="4FB1D998"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846" w:type="dxa"/>
            <w:tcBorders>
              <w:bottom w:val="nil"/>
            </w:tcBorders>
            <w:vAlign w:val="bottom"/>
          </w:tcPr>
          <w:p w14:paraId="74F58DBB"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80" w:type="dxa"/>
            <w:vAlign w:val="bottom"/>
          </w:tcPr>
          <w:p w14:paraId="0B4B4642"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864" w:type="dxa"/>
            <w:tcBorders>
              <w:bottom w:val="nil"/>
            </w:tcBorders>
            <w:vAlign w:val="bottom"/>
          </w:tcPr>
          <w:p w14:paraId="61D30740"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r>
      <w:tr w:rsidR="00F73DD0" w:rsidRPr="00472F61" w14:paraId="113F7B7E" w14:textId="77777777" w:rsidTr="00930992">
        <w:trPr>
          <w:cantSplit/>
          <w:trHeight w:val="110"/>
        </w:trPr>
        <w:tc>
          <w:tcPr>
            <w:tcW w:w="2520" w:type="dxa"/>
          </w:tcPr>
          <w:p w14:paraId="1BB06655" w14:textId="77777777" w:rsidR="00F73DD0" w:rsidRPr="00472F61" w:rsidRDefault="00F73DD0" w:rsidP="00F73DD0">
            <w:pPr>
              <w:spacing w:line="240" w:lineRule="atLeast"/>
              <w:ind w:left="-14" w:right="-115"/>
              <w:rPr>
                <w:b/>
                <w:bCs/>
                <w:i/>
                <w:iCs/>
                <w:sz w:val="20"/>
              </w:rPr>
            </w:pPr>
            <w:proofErr w:type="spellStart"/>
            <w:r w:rsidRPr="00472F61">
              <w:rPr>
                <w:sz w:val="20"/>
              </w:rPr>
              <w:t>Praram</w:t>
            </w:r>
            <w:proofErr w:type="spellEnd"/>
            <w:r w:rsidRPr="00472F61">
              <w:rPr>
                <w:sz w:val="20"/>
              </w:rPr>
              <w:t xml:space="preserve"> 9 Square Hotel Ltd.</w:t>
            </w:r>
          </w:p>
        </w:tc>
        <w:tc>
          <w:tcPr>
            <w:tcW w:w="2160" w:type="dxa"/>
            <w:vAlign w:val="bottom"/>
          </w:tcPr>
          <w:p w14:paraId="59527BCE" w14:textId="77777777" w:rsidR="00F73DD0" w:rsidRPr="00472F61" w:rsidRDefault="00F73DD0" w:rsidP="00F73DD0">
            <w:pPr>
              <w:tabs>
                <w:tab w:val="left" w:pos="540"/>
              </w:tabs>
              <w:ind w:left="191" w:hanging="191"/>
              <w:rPr>
                <w:sz w:val="20"/>
              </w:rPr>
            </w:pPr>
            <w:r w:rsidRPr="00472F61">
              <w:rPr>
                <w:sz w:val="20"/>
              </w:rPr>
              <w:t>Hotel</w:t>
            </w:r>
          </w:p>
        </w:tc>
        <w:tc>
          <w:tcPr>
            <w:tcW w:w="270" w:type="dxa"/>
          </w:tcPr>
          <w:p w14:paraId="4C647F21" w14:textId="77777777" w:rsidR="00F73DD0" w:rsidRPr="00472F61" w:rsidRDefault="00F73DD0" w:rsidP="00F73DD0">
            <w:pPr>
              <w:tabs>
                <w:tab w:val="left" w:pos="540"/>
              </w:tabs>
              <w:jc w:val="center"/>
              <w:rPr>
                <w:sz w:val="20"/>
              </w:rPr>
            </w:pPr>
          </w:p>
        </w:tc>
        <w:tc>
          <w:tcPr>
            <w:tcW w:w="990" w:type="dxa"/>
            <w:shd w:val="clear" w:color="auto" w:fill="auto"/>
            <w:vAlign w:val="bottom"/>
          </w:tcPr>
          <w:p w14:paraId="466DE10A" w14:textId="77777777" w:rsidR="00F73DD0" w:rsidRPr="00472F61" w:rsidRDefault="00F73DD0" w:rsidP="00930992">
            <w:pPr>
              <w:pStyle w:val="acctfourfigures"/>
              <w:spacing w:line="240" w:lineRule="atLeast"/>
              <w:jc w:val="thaiDistribute"/>
              <w:rPr>
                <w:sz w:val="20"/>
              </w:rPr>
            </w:pPr>
            <w:r w:rsidRPr="00472F61">
              <w:rPr>
                <w:sz w:val="20"/>
              </w:rPr>
              <w:t>100.00</w:t>
            </w:r>
          </w:p>
        </w:tc>
        <w:tc>
          <w:tcPr>
            <w:tcW w:w="180" w:type="dxa"/>
            <w:vAlign w:val="bottom"/>
          </w:tcPr>
          <w:p w14:paraId="005F247D" w14:textId="77777777" w:rsidR="00F73DD0" w:rsidRPr="00472F61" w:rsidRDefault="00F73DD0" w:rsidP="00F73DD0">
            <w:pPr>
              <w:pStyle w:val="block"/>
              <w:tabs>
                <w:tab w:val="decimal" w:pos="641"/>
              </w:tabs>
              <w:spacing w:after="0" w:line="240" w:lineRule="atLeast"/>
              <w:ind w:left="0"/>
              <w:rPr>
                <w:sz w:val="20"/>
                <w:lang w:val="en-US" w:bidi="th-TH"/>
              </w:rPr>
            </w:pPr>
          </w:p>
        </w:tc>
        <w:tc>
          <w:tcPr>
            <w:tcW w:w="1170" w:type="dxa"/>
            <w:vAlign w:val="bottom"/>
          </w:tcPr>
          <w:p w14:paraId="5D077972" w14:textId="77777777" w:rsidR="00F73DD0" w:rsidRPr="00472F61" w:rsidRDefault="00F73DD0" w:rsidP="00930992">
            <w:pPr>
              <w:pStyle w:val="acctfourfigures"/>
              <w:spacing w:line="240" w:lineRule="atLeast"/>
              <w:jc w:val="thaiDistribute"/>
              <w:rPr>
                <w:sz w:val="20"/>
                <w:lang w:bidi="th-TH"/>
              </w:rPr>
            </w:pPr>
            <w:r w:rsidRPr="00472F61">
              <w:rPr>
                <w:sz w:val="20"/>
                <w:lang w:bidi="th-TH"/>
              </w:rPr>
              <w:t>100.00</w:t>
            </w:r>
          </w:p>
        </w:tc>
        <w:tc>
          <w:tcPr>
            <w:tcW w:w="1170" w:type="dxa"/>
            <w:shd w:val="clear" w:color="auto" w:fill="auto"/>
            <w:vAlign w:val="bottom"/>
          </w:tcPr>
          <w:p w14:paraId="02CAE070" w14:textId="77777777" w:rsidR="00F73DD0" w:rsidRPr="00472F61" w:rsidRDefault="00F73DD0" w:rsidP="00930992">
            <w:pPr>
              <w:pStyle w:val="acctfourfigures"/>
              <w:tabs>
                <w:tab w:val="clear" w:pos="765"/>
                <w:tab w:val="decimal" w:pos="910"/>
              </w:tabs>
              <w:spacing w:line="240" w:lineRule="atLeast"/>
              <w:jc w:val="thaiDistribute"/>
              <w:rPr>
                <w:sz w:val="20"/>
              </w:rPr>
            </w:pPr>
            <w:r w:rsidRPr="00472F61">
              <w:rPr>
                <w:sz w:val="20"/>
              </w:rPr>
              <w:t>16</w:t>
            </w:r>
          </w:p>
        </w:tc>
        <w:tc>
          <w:tcPr>
            <w:tcW w:w="180" w:type="dxa"/>
            <w:vAlign w:val="bottom"/>
          </w:tcPr>
          <w:p w14:paraId="3C10D844"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43" w:type="dxa"/>
            <w:vAlign w:val="bottom"/>
          </w:tcPr>
          <w:p w14:paraId="6D458FA8" w14:textId="77777777" w:rsidR="00F73DD0" w:rsidRPr="00472F61" w:rsidRDefault="00F73DD0" w:rsidP="00C2198D">
            <w:pPr>
              <w:pStyle w:val="acctfourfigures"/>
              <w:tabs>
                <w:tab w:val="clear" w:pos="765"/>
                <w:tab w:val="decimal" w:pos="880"/>
              </w:tabs>
              <w:spacing w:line="240" w:lineRule="atLeast"/>
              <w:ind w:right="-75"/>
              <w:rPr>
                <w:sz w:val="20"/>
                <w:lang w:val="en-US"/>
              </w:rPr>
            </w:pPr>
            <w:r w:rsidRPr="00472F61">
              <w:rPr>
                <w:sz w:val="20"/>
              </w:rPr>
              <w:t>16</w:t>
            </w:r>
          </w:p>
        </w:tc>
        <w:tc>
          <w:tcPr>
            <w:tcW w:w="180" w:type="dxa"/>
            <w:vAlign w:val="bottom"/>
          </w:tcPr>
          <w:p w14:paraId="20A5008B"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017" w:type="dxa"/>
            <w:tcBorders>
              <w:top w:val="nil"/>
              <w:bottom w:val="single" w:sz="4" w:space="0" w:color="auto"/>
            </w:tcBorders>
            <w:vAlign w:val="bottom"/>
          </w:tcPr>
          <w:p w14:paraId="7512862C" w14:textId="77777777" w:rsidR="00F73DD0" w:rsidRPr="00472F61" w:rsidRDefault="00F73DD0" w:rsidP="00F73DD0">
            <w:pPr>
              <w:tabs>
                <w:tab w:val="decimal" w:pos="470"/>
              </w:tabs>
              <w:ind w:right="-115"/>
              <w:rPr>
                <w:sz w:val="20"/>
                <w:cs/>
              </w:rPr>
            </w:pPr>
            <w:r w:rsidRPr="00472F61">
              <w:rPr>
                <w:sz w:val="20"/>
              </w:rPr>
              <w:t>-</w:t>
            </w:r>
          </w:p>
        </w:tc>
        <w:tc>
          <w:tcPr>
            <w:tcW w:w="180" w:type="dxa"/>
            <w:vAlign w:val="bottom"/>
          </w:tcPr>
          <w:p w14:paraId="62B2303B" w14:textId="77777777" w:rsidR="00F73DD0" w:rsidRPr="00472F61" w:rsidRDefault="00F73DD0" w:rsidP="00F73DD0">
            <w:pPr>
              <w:tabs>
                <w:tab w:val="decimal" w:pos="581"/>
              </w:tabs>
              <w:rPr>
                <w:sz w:val="20"/>
              </w:rPr>
            </w:pPr>
          </w:p>
        </w:tc>
        <w:tc>
          <w:tcPr>
            <w:tcW w:w="1159" w:type="dxa"/>
            <w:tcBorders>
              <w:top w:val="nil"/>
              <w:bottom w:val="single" w:sz="4" w:space="0" w:color="auto"/>
            </w:tcBorders>
            <w:vAlign w:val="bottom"/>
          </w:tcPr>
          <w:p w14:paraId="68F13726" w14:textId="279A10C1" w:rsidR="00F73DD0" w:rsidRPr="00472F61" w:rsidRDefault="00F73DD0" w:rsidP="00C2198D">
            <w:pPr>
              <w:tabs>
                <w:tab w:val="decimal" w:pos="630"/>
              </w:tabs>
              <w:ind w:right="-115"/>
              <w:rPr>
                <w:sz w:val="20"/>
                <w:cs/>
              </w:rPr>
            </w:pPr>
            <w:r w:rsidRPr="00472F61">
              <w:rPr>
                <w:sz w:val="20"/>
              </w:rPr>
              <w:t>-</w:t>
            </w:r>
          </w:p>
        </w:tc>
        <w:tc>
          <w:tcPr>
            <w:tcW w:w="180" w:type="dxa"/>
            <w:vAlign w:val="bottom"/>
          </w:tcPr>
          <w:p w14:paraId="08DDA658"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846" w:type="dxa"/>
            <w:tcBorders>
              <w:top w:val="nil"/>
              <w:bottom w:val="single" w:sz="4" w:space="0" w:color="auto"/>
            </w:tcBorders>
            <w:vAlign w:val="bottom"/>
          </w:tcPr>
          <w:p w14:paraId="3A4322E9" w14:textId="0F2DB458" w:rsidR="00F73DD0" w:rsidRPr="00472F61" w:rsidRDefault="00F73DD0" w:rsidP="00F73DD0">
            <w:pPr>
              <w:tabs>
                <w:tab w:val="decimal" w:pos="470"/>
              </w:tabs>
              <w:ind w:right="-115"/>
              <w:rPr>
                <w:sz w:val="20"/>
                <w:cs/>
              </w:rPr>
            </w:pPr>
            <w:r w:rsidRPr="00472F61">
              <w:rPr>
                <w:sz w:val="20"/>
              </w:rPr>
              <w:t>-</w:t>
            </w:r>
          </w:p>
        </w:tc>
        <w:tc>
          <w:tcPr>
            <w:tcW w:w="180" w:type="dxa"/>
            <w:vAlign w:val="bottom"/>
          </w:tcPr>
          <w:p w14:paraId="3C9F0D2D" w14:textId="77777777" w:rsidR="00F73DD0" w:rsidRPr="00472F61" w:rsidRDefault="00F73DD0" w:rsidP="00F73DD0">
            <w:pPr>
              <w:tabs>
                <w:tab w:val="decimal" w:pos="581"/>
              </w:tabs>
              <w:rPr>
                <w:sz w:val="20"/>
              </w:rPr>
            </w:pPr>
          </w:p>
        </w:tc>
        <w:tc>
          <w:tcPr>
            <w:tcW w:w="864" w:type="dxa"/>
            <w:tcBorders>
              <w:top w:val="nil"/>
              <w:bottom w:val="single" w:sz="4" w:space="0" w:color="auto"/>
            </w:tcBorders>
            <w:vAlign w:val="bottom"/>
          </w:tcPr>
          <w:p w14:paraId="3CC94A98" w14:textId="0AD405BA" w:rsidR="00F73DD0" w:rsidRPr="00472F61" w:rsidRDefault="00F73DD0" w:rsidP="00F73DD0">
            <w:pPr>
              <w:tabs>
                <w:tab w:val="decimal" w:pos="470"/>
              </w:tabs>
              <w:ind w:right="-115"/>
              <w:rPr>
                <w:sz w:val="20"/>
                <w:cs/>
              </w:rPr>
            </w:pPr>
            <w:r w:rsidRPr="00472F61">
              <w:rPr>
                <w:sz w:val="20"/>
              </w:rPr>
              <w:t>-</w:t>
            </w:r>
          </w:p>
        </w:tc>
      </w:tr>
      <w:tr w:rsidR="00F73DD0" w:rsidRPr="00472F61" w14:paraId="50B2B78A" w14:textId="77777777" w:rsidTr="00930992">
        <w:trPr>
          <w:cantSplit/>
          <w:trHeight w:val="110"/>
        </w:trPr>
        <w:tc>
          <w:tcPr>
            <w:tcW w:w="2520" w:type="dxa"/>
          </w:tcPr>
          <w:p w14:paraId="4B71552F" w14:textId="77777777" w:rsidR="00F73DD0" w:rsidRPr="00472F61" w:rsidRDefault="00F73DD0" w:rsidP="00F73DD0">
            <w:pPr>
              <w:spacing w:line="240" w:lineRule="atLeast"/>
              <w:ind w:left="-14" w:right="-115"/>
              <w:rPr>
                <w:b/>
                <w:bCs/>
                <w:sz w:val="20"/>
              </w:rPr>
            </w:pPr>
            <w:r w:rsidRPr="00472F61">
              <w:rPr>
                <w:b/>
                <w:bCs/>
                <w:sz w:val="20"/>
              </w:rPr>
              <w:t>Total</w:t>
            </w:r>
          </w:p>
        </w:tc>
        <w:tc>
          <w:tcPr>
            <w:tcW w:w="2160" w:type="dxa"/>
          </w:tcPr>
          <w:p w14:paraId="55DDBFB1" w14:textId="77777777" w:rsidR="00F73DD0" w:rsidRPr="00472F61" w:rsidRDefault="00F73DD0" w:rsidP="00F73DD0">
            <w:pPr>
              <w:tabs>
                <w:tab w:val="left" w:pos="540"/>
              </w:tabs>
              <w:ind w:left="191" w:hanging="191"/>
              <w:rPr>
                <w:sz w:val="20"/>
              </w:rPr>
            </w:pPr>
          </w:p>
        </w:tc>
        <w:tc>
          <w:tcPr>
            <w:tcW w:w="270" w:type="dxa"/>
          </w:tcPr>
          <w:p w14:paraId="370FDE6A" w14:textId="77777777" w:rsidR="00F73DD0" w:rsidRPr="00472F61" w:rsidRDefault="00F73DD0" w:rsidP="00F73DD0">
            <w:pPr>
              <w:tabs>
                <w:tab w:val="left" w:pos="540"/>
              </w:tabs>
              <w:jc w:val="center"/>
              <w:rPr>
                <w:sz w:val="20"/>
              </w:rPr>
            </w:pPr>
          </w:p>
        </w:tc>
        <w:tc>
          <w:tcPr>
            <w:tcW w:w="990" w:type="dxa"/>
            <w:shd w:val="clear" w:color="auto" w:fill="auto"/>
            <w:vAlign w:val="bottom"/>
          </w:tcPr>
          <w:p w14:paraId="76D45EAC" w14:textId="77777777" w:rsidR="00F73DD0" w:rsidRPr="00472F61" w:rsidRDefault="00F73DD0" w:rsidP="00F73DD0">
            <w:pPr>
              <w:pStyle w:val="acctfourfigures"/>
              <w:tabs>
                <w:tab w:val="clear" w:pos="765"/>
                <w:tab w:val="decimal" w:pos="641"/>
              </w:tabs>
              <w:spacing w:line="240" w:lineRule="auto"/>
              <w:rPr>
                <w:sz w:val="20"/>
              </w:rPr>
            </w:pPr>
          </w:p>
        </w:tc>
        <w:tc>
          <w:tcPr>
            <w:tcW w:w="180" w:type="dxa"/>
            <w:vAlign w:val="bottom"/>
          </w:tcPr>
          <w:p w14:paraId="4C40E857" w14:textId="77777777" w:rsidR="00F73DD0" w:rsidRPr="00472F61" w:rsidRDefault="00F73DD0" w:rsidP="00F73DD0">
            <w:pPr>
              <w:pStyle w:val="acctfourfigures"/>
              <w:tabs>
                <w:tab w:val="clear" w:pos="765"/>
                <w:tab w:val="decimal" w:pos="641"/>
              </w:tabs>
              <w:spacing w:line="240" w:lineRule="auto"/>
              <w:rPr>
                <w:sz w:val="20"/>
              </w:rPr>
            </w:pPr>
          </w:p>
        </w:tc>
        <w:tc>
          <w:tcPr>
            <w:tcW w:w="1170" w:type="dxa"/>
            <w:vAlign w:val="bottom"/>
          </w:tcPr>
          <w:p w14:paraId="711E352F" w14:textId="77777777" w:rsidR="00F73DD0" w:rsidRPr="00472F61" w:rsidRDefault="00F73DD0" w:rsidP="00F73DD0">
            <w:pPr>
              <w:pStyle w:val="acctfourfigures"/>
              <w:tabs>
                <w:tab w:val="clear" w:pos="765"/>
                <w:tab w:val="decimal" w:pos="641"/>
              </w:tabs>
              <w:spacing w:line="240" w:lineRule="auto"/>
              <w:rPr>
                <w:sz w:val="20"/>
              </w:rPr>
            </w:pPr>
          </w:p>
        </w:tc>
        <w:tc>
          <w:tcPr>
            <w:tcW w:w="1170" w:type="dxa"/>
            <w:shd w:val="clear" w:color="auto" w:fill="auto"/>
            <w:vAlign w:val="bottom"/>
          </w:tcPr>
          <w:p w14:paraId="2EEB3546"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80" w:type="dxa"/>
            <w:vAlign w:val="bottom"/>
          </w:tcPr>
          <w:p w14:paraId="1067992C"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143" w:type="dxa"/>
            <w:vAlign w:val="bottom"/>
          </w:tcPr>
          <w:p w14:paraId="716BDF2F"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80" w:type="dxa"/>
            <w:vAlign w:val="bottom"/>
          </w:tcPr>
          <w:p w14:paraId="525E02BD" w14:textId="77777777" w:rsidR="00F73DD0" w:rsidRPr="00472F61" w:rsidRDefault="00F73DD0" w:rsidP="00F73DD0">
            <w:pPr>
              <w:pStyle w:val="acctfourfigures"/>
              <w:tabs>
                <w:tab w:val="clear" w:pos="765"/>
                <w:tab w:val="decimal" w:pos="947"/>
              </w:tabs>
              <w:spacing w:line="240" w:lineRule="atLeast"/>
              <w:ind w:left="-115" w:right="-97"/>
              <w:jc w:val="thaiDistribute"/>
              <w:rPr>
                <w:sz w:val="20"/>
              </w:rPr>
            </w:pPr>
          </w:p>
        </w:tc>
        <w:tc>
          <w:tcPr>
            <w:tcW w:w="1017" w:type="dxa"/>
            <w:tcBorders>
              <w:top w:val="single" w:sz="4" w:space="0" w:color="auto"/>
              <w:bottom w:val="double" w:sz="4" w:space="0" w:color="auto"/>
            </w:tcBorders>
            <w:vAlign w:val="bottom"/>
          </w:tcPr>
          <w:p w14:paraId="7B9BDF74" w14:textId="77777777" w:rsidR="00F73DD0" w:rsidRPr="00472F61" w:rsidRDefault="00F73DD0" w:rsidP="00F73DD0">
            <w:pPr>
              <w:pStyle w:val="acctfourfigures"/>
              <w:spacing w:line="240" w:lineRule="atLeast"/>
              <w:ind w:right="-97"/>
              <w:jc w:val="thaiDistribute"/>
              <w:rPr>
                <w:b/>
                <w:bCs/>
                <w:sz w:val="20"/>
              </w:rPr>
            </w:pPr>
            <w:r w:rsidRPr="00472F61">
              <w:rPr>
                <w:b/>
                <w:bCs/>
                <w:sz w:val="20"/>
              </w:rPr>
              <w:t>6,807</w:t>
            </w:r>
          </w:p>
        </w:tc>
        <w:tc>
          <w:tcPr>
            <w:tcW w:w="180" w:type="dxa"/>
            <w:vAlign w:val="bottom"/>
          </w:tcPr>
          <w:p w14:paraId="25D85A55" w14:textId="77777777" w:rsidR="00F73DD0" w:rsidRPr="00472F61" w:rsidRDefault="00F73DD0" w:rsidP="00F73DD0">
            <w:pPr>
              <w:tabs>
                <w:tab w:val="decimal" w:pos="581"/>
              </w:tabs>
              <w:rPr>
                <w:b/>
                <w:bCs/>
                <w:sz w:val="20"/>
              </w:rPr>
            </w:pPr>
          </w:p>
        </w:tc>
        <w:tc>
          <w:tcPr>
            <w:tcW w:w="1159" w:type="dxa"/>
            <w:tcBorders>
              <w:top w:val="single" w:sz="4" w:space="0" w:color="auto"/>
              <w:bottom w:val="double" w:sz="4" w:space="0" w:color="auto"/>
            </w:tcBorders>
            <w:vAlign w:val="bottom"/>
          </w:tcPr>
          <w:p w14:paraId="780E25A6" w14:textId="722905E5" w:rsidR="00F73DD0" w:rsidRPr="00472F61" w:rsidRDefault="00F73DD0" w:rsidP="00363285">
            <w:pPr>
              <w:pStyle w:val="acctfourfigures"/>
              <w:tabs>
                <w:tab w:val="clear" w:pos="765"/>
                <w:tab w:val="decimal" w:pos="900"/>
              </w:tabs>
              <w:spacing w:line="240" w:lineRule="atLeast"/>
              <w:ind w:right="-97"/>
              <w:jc w:val="thaiDistribute"/>
              <w:rPr>
                <w:b/>
                <w:bCs/>
                <w:sz w:val="20"/>
              </w:rPr>
            </w:pPr>
            <w:r w:rsidRPr="00472F61">
              <w:rPr>
                <w:b/>
                <w:bCs/>
                <w:sz w:val="20"/>
              </w:rPr>
              <w:t>6,807</w:t>
            </w:r>
          </w:p>
        </w:tc>
        <w:tc>
          <w:tcPr>
            <w:tcW w:w="180" w:type="dxa"/>
            <w:vAlign w:val="bottom"/>
          </w:tcPr>
          <w:p w14:paraId="51C7490A" w14:textId="77777777" w:rsidR="00F73DD0" w:rsidRPr="00472F61" w:rsidRDefault="00F73DD0" w:rsidP="00F73DD0">
            <w:pPr>
              <w:pStyle w:val="acctfourfigures"/>
              <w:tabs>
                <w:tab w:val="clear" w:pos="765"/>
                <w:tab w:val="decimal" w:pos="947"/>
              </w:tabs>
              <w:spacing w:line="240" w:lineRule="atLeast"/>
              <w:ind w:left="-115" w:right="-97"/>
              <w:jc w:val="thaiDistribute"/>
              <w:rPr>
                <w:b/>
                <w:bCs/>
                <w:sz w:val="20"/>
              </w:rPr>
            </w:pPr>
          </w:p>
        </w:tc>
        <w:tc>
          <w:tcPr>
            <w:tcW w:w="846" w:type="dxa"/>
            <w:tcBorders>
              <w:top w:val="single" w:sz="4" w:space="0" w:color="auto"/>
              <w:bottom w:val="double" w:sz="4" w:space="0" w:color="auto"/>
            </w:tcBorders>
            <w:vAlign w:val="bottom"/>
          </w:tcPr>
          <w:p w14:paraId="6549E8A9" w14:textId="3EE6DEA2" w:rsidR="00F73DD0" w:rsidRPr="00C2198D" w:rsidRDefault="00F73DD0" w:rsidP="00F73DD0">
            <w:pPr>
              <w:tabs>
                <w:tab w:val="decimal" w:pos="470"/>
              </w:tabs>
              <w:ind w:right="-115"/>
              <w:rPr>
                <w:b/>
                <w:bCs/>
                <w:sz w:val="20"/>
                <w:cs/>
              </w:rPr>
            </w:pPr>
            <w:r w:rsidRPr="00C2198D">
              <w:rPr>
                <w:b/>
                <w:bCs/>
                <w:sz w:val="20"/>
              </w:rPr>
              <w:t>-</w:t>
            </w:r>
          </w:p>
        </w:tc>
        <w:tc>
          <w:tcPr>
            <w:tcW w:w="180" w:type="dxa"/>
            <w:vAlign w:val="bottom"/>
          </w:tcPr>
          <w:p w14:paraId="5F6F880A" w14:textId="77777777" w:rsidR="00F73DD0" w:rsidRPr="00C2198D" w:rsidRDefault="00F73DD0" w:rsidP="00F73DD0">
            <w:pPr>
              <w:tabs>
                <w:tab w:val="decimal" w:pos="581"/>
              </w:tabs>
              <w:rPr>
                <w:b/>
                <w:bCs/>
                <w:sz w:val="20"/>
              </w:rPr>
            </w:pPr>
          </w:p>
        </w:tc>
        <w:tc>
          <w:tcPr>
            <w:tcW w:w="864" w:type="dxa"/>
            <w:tcBorders>
              <w:top w:val="single" w:sz="4" w:space="0" w:color="auto"/>
              <w:bottom w:val="double" w:sz="4" w:space="0" w:color="auto"/>
            </w:tcBorders>
            <w:vAlign w:val="bottom"/>
          </w:tcPr>
          <w:p w14:paraId="54C2D002" w14:textId="6D0E53CF" w:rsidR="00F73DD0" w:rsidRPr="00C2198D" w:rsidRDefault="00927F9E" w:rsidP="00927F9E">
            <w:pPr>
              <w:tabs>
                <w:tab w:val="decimal" w:pos="470"/>
              </w:tabs>
              <w:ind w:right="-115"/>
              <w:rPr>
                <w:b/>
                <w:bCs/>
                <w:sz w:val="20"/>
                <w:cs/>
              </w:rPr>
            </w:pPr>
            <w:r w:rsidRPr="00C2198D">
              <w:rPr>
                <w:b/>
                <w:bCs/>
                <w:sz w:val="20"/>
              </w:rPr>
              <w:t>-</w:t>
            </w:r>
          </w:p>
        </w:tc>
      </w:tr>
    </w:tbl>
    <w:p w14:paraId="485CA15B" w14:textId="77777777" w:rsidR="0036683B" w:rsidRPr="00472F61" w:rsidRDefault="0036683B" w:rsidP="006F0689">
      <w:pPr>
        <w:pStyle w:val="block"/>
        <w:spacing w:after="0" w:line="240" w:lineRule="atLeast"/>
        <w:ind w:left="540"/>
        <w:jc w:val="both"/>
        <w:rPr>
          <w:szCs w:val="22"/>
          <w:lang w:val="en-US"/>
        </w:rPr>
      </w:pPr>
    </w:p>
    <w:p w14:paraId="24A6F6C1" w14:textId="77777777" w:rsidR="00AD51EA" w:rsidRPr="00472F61" w:rsidRDefault="00AD51EA" w:rsidP="006F0689">
      <w:pPr>
        <w:pStyle w:val="index"/>
        <w:numPr>
          <w:ilvl w:val="0"/>
          <w:numId w:val="0"/>
        </w:numPr>
        <w:tabs>
          <w:tab w:val="left" w:pos="540"/>
        </w:tabs>
        <w:spacing w:after="0" w:line="240" w:lineRule="atLeast"/>
        <w:jc w:val="thaiDistribute"/>
        <w:rPr>
          <w:highlight w:val="yellow"/>
        </w:rPr>
      </w:pPr>
      <w:r w:rsidRPr="00472F61">
        <w:tab/>
        <w:t>All subsidiaries were incorporated and operated in Thailand.</w:t>
      </w:r>
    </w:p>
    <w:p w14:paraId="345503A9" w14:textId="77777777" w:rsidR="00AD51EA" w:rsidRPr="00472F61" w:rsidRDefault="00AD51EA" w:rsidP="006F0689">
      <w:pPr>
        <w:spacing w:line="240" w:lineRule="atLeast"/>
        <w:ind w:left="540" w:firstLine="9"/>
        <w:jc w:val="both"/>
        <w:rPr>
          <w:bCs/>
          <w:szCs w:val="22"/>
        </w:rPr>
      </w:pPr>
    </w:p>
    <w:p w14:paraId="1C1FD748" w14:textId="77777777" w:rsidR="005A2BAB" w:rsidRPr="00472F61" w:rsidRDefault="00BE5111" w:rsidP="00B74DF1">
      <w:pPr>
        <w:spacing w:line="240" w:lineRule="atLeast"/>
        <w:ind w:firstLine="562"/>
        <w:jc w:val="both"/>
        <w:rPr>
          <w:bCs/>
          <w:szCs w:val="22"/>
        </w:rPr>
      </w:pPr>
      <w:r w:rsidRPr="00472F61">
        <w:rPr>
          <w:bCs/>
          <w:szCs w:val="22"/>
        </w:rPr>
        <w:t>None of the Group’s subsidiaries are publicly listed and consequently do not have published price quotations.</w:t>
      </w:r>
    </w:p>
    <w:p w14:paraId="598AE841" w14:textId="77777777" w:rsidR="00B74DF1" w:rsidRPr="00472F61" w:rsidRDefault="00B74DF1" w:rsidP="00B74DF1">
      <w:pPr>
        <w:spacing w:line="240" w:lineRule="atLeast"/>
        <w:ind w:firstLine="562"/>
        <w:jc w:val="both"/>
        <w:rPr>
          <w:bCs/>
          <w:szCs w:val="22"/>
        </w:rPr>
      </w:pPr>
    </w:p>
    <w:p w14:paraId="36B8A494" w14:textId="04194C25" w:rsidR="00B74DF1" w:rsidRPr="00472F61" w:rsidRDefault="00B74DF1" w:rsidP="00B74DF1">
      <w:pPr>
        <w:spacing w:line="240" w:lineRule="atLeast"/>
        <w:ind w:firstLine="562"/>
        <w:jc w:val="both"/>
        <w:rPr>
          <w:highlight w:val="yellow"/>
          <w:lang w:bidi="th-TH"/>
        </w:rPr>
        <w:sectPr w:rsidR="00B74DF1" w:rsidRPr="00472F61" w:rsidSect="00B74DF1">
          <w:pgSz w:w="16840" w:h="11907" w:orient="landscape"/>
          <w:pgMar w:top="691" w:right="1152" w:bottom="576" w:left="1152" w:header="720" w:footer="720" w:gutter="0"/>
          <w:cols w:space="720"/>
          <w:docGrid w:linePitch="299"/>
        </w:sectPr>
      </w:pPr>
    </w:p>
    <w:p w14:paraId="648E87F9" w14:textId="77777777" w:rsidR="00A733C1" w:rsidRPr="00472F61" w:rsidRDefault="00BB408D" w:rsidP="00A733C1">
      <w:pPr>
        <w:pStyle w:val="index"/>
        <w:numPr>
          <w:ilvl w:val="0"/>
          <w:numId w:val="0"/>
        </w:numPr>
        <w:tabs>
          <w:tab w:val="left" w:pos="540"/>
        </w:tabs>
        <w:jc w:val="thaiDistribute"/>
        <w:rPr>
          <w:b/>
          <w:bCs/>
          <w:sz w:val="24"/>
          <w:szCs w:val="24"/>
        </w:rPr>
      </w:pPr>
      <w:r w:rsidRPr="00472F61">
        <w:rPr>
          <w:b/>
          <w:bCs/>
          <w:sz w:val="24"/>
          <w:szCs w:val="24"/>
        </w:rPr>
        <w:lastRenderedPageBreak/>
        <w:t>10</w:t>
      </w:r>
      <w:r w:rsidR="00A733C1" w:rsidRPr="00472F61">
        <w:rPr>
          <w:b/>
          <w:bCs/>
          <w:sz w:val="24"/>
          <w:szCs w:val="24"/>
        </w:rPr>
        <w:tab/>
      </w:r>
      <w:r w:rsidR="00420DEC" w:rsidRPr="00472F61">
        <w:rPr>
          <w:b/>
          <w:bCs/>
          <w:sz w:val="24"/>
          <w:szCs w:val="24"/>
        </w:rPr>
        <w:t>Investment properties</w:t>
      </w:r>
    </w:p>
    <w:p w14:paraId="08557ED3" w14:textId="77777777" w:rsidR="00472F61" w:rsidRPr="00472F61" w:rsidRDefault="00472F61" w:rsidP="00472F61">
      <w:pPr>
        <w:spacing w:line="240" w:lineRule="auto"/>
        <w:ind w:left="562" w:right="-27"/>
        <w:jc w:val="both"/>
        <w:rPr>
          <w:szCs w:val="22"/>
        </w:rPr>
      </w:pPr>
    </w:p>
    <w:p w14:paraId="7241282C" w14:textId="122140B8" w:rsidR="00472F61" w:rsidRPr="00472F61" w:rsidRDefault="00472F61" w:rsidP="00472F61">
      <w:pPr>
        <w:spacing w:line="240" w:lineRule="auto"/>
        <w:ind w:left="562" w:right="-27"/>
        <w:jc w:val="both"/>
        <w:rPr>
          <w:szCs w:val="22"/>
        </w:rPr>
      </w:pPr>
      <w:r w:rsidRPr="00472F61">
        <w:rPr>
          <w:szCs w:val="22"/>
        </w:rPr>
        <w:t>In 2021, the Group and the Company</w:t>
      </w:r>
      <w:r w:rsidRPr="00472F61">
        <w:rPr>
          <w:szCs w:val="22"/>
          <w:lang w:val="en-US"/>
        </w:rPr>
        <w:t xml:space="preserve"> </w:t>
      </w:r>
      <w:r w:rsidRPr="00472F61">
        <w:rPr>
          <w:szCs w:val="22"/>
        </w:rPr>
        <w:t xml:space="preserve">recognised gains on the fair value </w:t>
      </w:r>
      <w:r w:rsidR="00882800">
        <w:rPr>
          <w:szCs w:val="22"/>
        </w:rPr>
        <w:t>changes</w:t>
      </w:r>
      <w:r w:rsidRPr="00472F61">
        <w:rPr>
          <w:szCs w:val="22"/>
        </w:rPr>
        <w:t xml:space="preserve"> of investment properties amounting to Baht 35 million and Baht 31</w:t>
      </w:r>
      <w:r w:rsidR="00DD4F76">
        <w:rPr>
          <w:szCs w:val="22"/>
        </w:rPr>
        <w:t xml:space="preserve"> </w:t>
      </w:r>
      <w:r w:rsidRPr="00472F61">
        <w:rPr>
          <w:szCs w:val="22"/>
        </w:rPr>
        <w:t xml:space="preserve">million, respectively, which were determined by independent professional valuers, at discounted cash flow using risk-adjusted discount rates, and was categorised as a Level 3 fair value. </w:t>
      </w:r>
    </w:p>
    <w:p w14:paraId="5B2E4880" w14:textId="63EAAB3C" w:rsidR="00C24500" w:rsidRPr="00472F61" w:rsidRDefault="00C24500" w:rsidP="00C24500">
      <w:pPr>
        <w:tabs>
          <w:tab w:val="left" w:pos="720"/>
        </w:tabs>
        <w:spacing w:line="240" w:lineRule="auto"/>
        <w:ind w:left="450" w:hanging="450"/>
        <w:jc w:val="thaiDistribute"/>
        <w:rPr>
          <w:szCs w:val="22"/>
          <w:highlight w:val="cyan"/>
        </w:rPr>
      </w:pPr>
    </w:p>
    <w:p w14:paraId="19A04A91" w14:textId="77777777" w:rsidR="00C41919" w:rsidRPr="00472F61" w:rsidRDefault="00C41919" w:rsidP="00C41919">
      <w:pPr>
        <w:pStyle w:val="index"/>
        <w:numPr>
          <w:ilvl w:val="0"/>
          <w:numId w:val="0"/>
        </w:numPr>
        <w:tabs>
          <w:tab w:val="left" w:pos="540"/>
        </w:tabs>
        <w:spacing w:after="0" w:line="240" w:lineRule="atLeast"/>
        <w:jc w:val="thaiDistribute"/>
        <w:rPr>
          <w:szCs w:val="22"/>
          <w:lang w:val="en-US" w:bidi="th-TH"/>
        </w:rPr>
      </w:pPr>
      <w:r w:rsidRPr="00472F61">
        <w:rPr>
          <w:szCs w:val="22"/>
          <w:cs/>
          <w:lang w:val="en-US"/>
        </w:rPr>
        <w:tab/>
      </w:r>
      <w:r w:rsidRPr="00472F61">
        <w:rPr>
          <w:szCs w:val="22"/>
          <w:lang w:val="en-US"/>
        </w:rPr>
        <w:t>Movements of investment properties</w:t>
      </w:r>
      <w:r w:rsidRPr="00472F61">
        <w:rPr>
          <w:szCs w:val="22"/>
          <w:lang w:val="en-US" w:bidi="th-TH"/>
        </w:rPr>
        <w:t xml:space="preserve"> were as follows:</w:t>
      </w:r>
    </w:p>
    <w:p w14:paraId="35595E04" w14:textId="77777777" w:rsidR="00C24500" w:rsidRPr="00472F61" w:rsidRDefault="00C24500" w:rsidP="00C24500">
      <w:pPr>
        <w:tabs>
          <w:tab w:val="left" w:pos="720"/>
        </w:tabs>
        <w:spacing w:line="240" w:lineRule="auto"/>
        <w:ind w:left="450" w:hanging="450"/>
        <w:jc w:val="thaiDistribute"/>
        <w:rPr>
          <w:szCs w:val="22"/>
          <w:highlight w:val="cyan"/>
          <w:cs/>
          <w:lang w:val="en-US"/>
        </w:rPr>
      </w:pPr>
    </w:p>
    <w:tbl>
      <w:tblPr>
        <w:tblW w:w="9192" w:type="dxa"/>
        <w:tblInd w:w="450" w:type="dxa"/>
        <w:tblLayout w:type="fixed"/>
        <w:tblLook w:val="01E0" w:firstRow="1" w:lastRow="1" w:firstColumn="1" w:lastColumn="1" w:noHBand="0" w:noVBand="0"/>
      </w:tblPr>
      <w:tblGrid>
        <w:gridCol w:w="3780"/>
        <w:gridCol w:w="271"/>
        <w:gridCol w:w="1081"/>
        <w:gridCol w:w="272"/>
        <w:gridCol w:w="1044"/>
        <w:gridCol w:w="36"/>
        <w:gridCol w:w="234"/>
        <w:gridCol w:w="38"/>
        <w:gridCol w:w="1042"/>
        <w:gridCol w:w="40"/>
        <w:gridCol w:w="231"/>
        <w:gridCol w:w="41"/>
        <w:gridCol w:w="1082"/>
      </w:tblGrid>
      <w:tr w:rsidR="00C24500" w:rsidRPr="00472F61" w14:paraId="1CED68A2" w14:textId="77777777" w:rsidTr="007E36A9">
        <w:trPr>
          <w:tblHeader/>
        </w:trPr>
        <w:tc>
          <w:tcPr>
            <w:tcW w:w="3780" w:type="dxa"/>
          </w:tcPr>
          <w:p w14:paraId="407881EA" w14:textId="77777777" w:rsidR="00C24500" w:rsidRPr="00472F61" w:rsidRDefault="00C24500">
            <w:pPr>
              <w:ind w:right="-108"/>
              <w:jc w:val="thaiDistribute"/>
              <w:rPr>
                <w:b/>
                <w:szCs w:val="22"/>
                <w:highlight w:val="cyan"/>
              </w:rPr>
            </w:pPr>
          </w:p>
        </w:tc>
        <w:tc>
          <w:tcPr>
            <w:tcW w:w="271" w:type="dxa"/>
          </w:tcPr>
          <w:p w14:paraId="6A1CCC44" w14:textId="77777777" w:rsidR="00C24500" w:rsidRPr="00472F61" w:rsidRDefault="00C24500">
            <w:pPr>
              <w:jc w:val="center"/>
              <w:rPr>
                <w:b/>
                <w:i/>
                <w:iCs/>
                <w:szCs w:val="22"/>
                <w:highlight w:val="cyan"/>
              </w:rPr>
            </w:pPr>
          </w:p>
        </w:tc>
        <w:tc>
          <w:tcPr>
            <w:tcW w:w="2397" w:type="dxa"/>
            <w:gridSpan w:val="3"/>
            <w:hideMark/>
          </w:tcPr>
          <w:p w14:paraId="6DD539DF" w14:textId="77777777" w:rsidR="00C24500" w:rsidRPr="00472F61" w:rsidRDefault="00C24500">
            <w:pPr>
              <w:jc w:val="center"/>
              <w:rPr>
                <w:b/>
                <w:szCs w:val="22"/>
                <w:highlight w:val="cyan"/>
                <w:cs/>
              </w:rPr>
            </w:pPr>
            <w:r w:rsidRPr="00472F61">
              <w:rPr>
                <w:b/>
                <w:szCs w:val="22"/>
              </w:rPr>
              <w:t>Consolidated financial statements</w:t>
            </w:r>
          </w:p>
        </w:tc>
        <w:tc>
          <w:tcPr>
            <w:tcW w:w="270" w:type="dxa"/>
            <w:gridSpan w:val="2"/>
          </w:tcPr>
          <w:p w14:paraId="281A12CE" w14:textId="77777777" w:rsidR="00C24500" w:rsidRPr="00472F61" w:rsidRDefault="00C24500">
            <w:pPr>
              <w:jc w:val="center"/>
              <w:rPr>
                <w:b/>
                <w:szCs w:val="22"/>
                <w:highlight w:val="cyan"/>
              </w:rPr>
            </w:pPr>
          </w:p>
        </w:tc>
        <w:tc>
          <w:tcPr>
            <w:tcW w:w="2474" w:type="dxa"/>
            <w:gridSpan w:val="6"/>
            <w:hideMark/>
          </w:tcPr>
          <w:p w14:paraId="0B5026CE" w14:textId="77777777" w:rsidR="00C24500" w:rsidRPr="00472F61" w:rsidRDefault="00C24500">
            <w:pPr>
              <w:ind w:left="-108"/>
              <w:jc w:val="center"/>
              <w:rPr>
                <w:b/>
                <w:szCs w:val="22"/>
                <w:highlight w:val="cyan"/>
              </w:rPr>
            </w:pPr>
            <w:r w:rsidRPr="00472F61">
              <w:rPr>
                <w:b/>
                <w:szCs w:val="22"/>
              </w:rPr>
              <w:t>Separate financial statements</w:t>
            </w:r>
          </w:p>
        </w:tc>
      </w:tr>
      <w:tr w:rsidR="00C24500" w:rsidRPr="00472F61" w14:paraId="6B351312" w14:textId="77777777" w:rsidTr="007E36A9">
        <w:trPr>
          <w:tblHeader/>
        </w:trPr>
        <w:tc>
          <w:tcPr>
            <w:tcW w:w="3780" w:type="dxa"/>
          </w:tcPr>
          <w:p w14:paraId="5AD3C061" w14:textId="77777777" w:rsidR="00C24500" w:rsidRPr="00472F61" w:rsidRDefault="00C24500">
            <w:pPr>
              <w:ind w:right="-108"/>
              <w:jc w:val="thaiDistribute"/>
              <w:rPr>
                <w:b/>
                <w:szCs w:val="22"/>
                <w:highlight w:val="cyan"/>
              </w:rPr>
            </w:pPr>
          </w:p>
        </w:tc>
        <w:tc>
          <w:tcPr>
            <w:tcW w:w="271" w:type="dxa"/>
          </w:tcPr>
          <w:p w14:paraId="0888258E" w14:textId="77777777" w:rsidR="00C24500" w:rsidRPr="00472F61" w:rsidRDefault="00C24500">
            <w:pPr>
              <w:ind w:left="-110" w:right="-108"/>
              <w:jc w:val="center"/>
              <w:rPr>
                <w:b/>
                <w:i/>
                <w:iCs/>
                <w:szCs w:val="22"/>
                <w:highlight w:val="cyan"/>
              </w:rPr>
            </w:pPr>
          </w:p>
        </w:tc>
        <w:tc>
          <w:tcPr>
            <w:tcW w:w="1081" w:type="dxa"/>
            <w:hideMark/>
          </w:tcPr>
          <w:p w14:paraId="6A1563AB" w14:textId="77777777" w:rsidR="00C24500" w:rsidRPr="00472F61" w:rsidRDefault="00C24500">
            <w:pPr>
              <w:jc w:val="center"/>
              <w:rPr>
                <w:bCs/>
                <w:szCs w:val="22"/>
                <w:cs/>
              </w:rPr>
            </w:pPr>
            <w:r w:rsidRPr="00472F61">
              <w:rPr>
                <w:bCs/>
                <w:szCs w:val="22"/>
              </w:rPr>
              <w:t>2021</w:t>
            </w:r>
          </w:p>
        </w:tc>
        <w:tc>
          <w:tcPr>
            <w:tcW w:w="272" w:type="dxa"/>
          </w:tcPr>
          <w:p w14:paraId="519D81F8" w14:textId="77777777" w:rsidR="00C24500" w:rsidRPr="00472F61" w:rsidRDefault="00C24500">
            <w:pPr>
              <w:jc w:val="center"/>
              <w:rPr>
                <w:b/>
                <w:szCs w:val="22"/>
              </w:rPr>
            </w:pPr>
          </w:p>
        </w:tc>
        <w:tc>
          <w:tcPr>
            <w:tcW w:w="1044" w:type="dxa"/>
            <w:hideMark/>
          </w:tcPr>
          <w:p w14:paraId="228FE1AF" w14:textId="77777777" w:rsidR="00C24500" w:rsidRPr="00472F61" w:rsidRDefault="00C24500">
            <w:pPr>
              <w:jc w:val="center"/>
              <w:rPr>
                <w:bCs/>
                <w:szCs w:val="22"/>
              </w:rPr>
            </w:pPr>
            <w:r w:rsidRPr="00472F61">
              <w:rPr>
                <w:bCs/>
                <w:szCs w:val="22"/>
              </w:rPr>
              <w:t>2020</w:t>
            </w:r>
          </w:p>
        </w:tc>
        <w:tc>
          <w:tcPr>
            <w:tcW w:w="270" w:type="dxa"/>
            <w:gridSpan w:val="2"/>
          </w:tcPr>
          <w:p w14:paraId="04D1C135" w14:textId="77777777" w:rsidR="00C24500" w:rsidRPr="00472F61" w:rsidRDefault="00C24500">
            <w:pPr>
              <w:jc w:val="center"/>
              <w:rPr>
                <w:b/>
                <w:szCs w:val="22"/>
              </w:rPr>
            </w:pPr>
          </w:p>
        </w:tc>
        <w:tc>
          <w:tcPr>
            <w:tcW w:w="1080" w:type="dxa"/>
            <w:gridSpan w:val="2"/>
            <w:hideMark/>
          </w:tcPr>
          <w:p w14:paraId="7DEDBE6E" w14:textId="77777777" w:rsidR="00C24500" w:rsidRPr="00472F61" w:rsidRDefault="00C24500">
            <w:pPr>
              <w:jc w:val="center"/>
              <w:rPr>
                <w:bCs/>
                <w:szCs w:val="22"/>
              </w:rPr>
            </w:pPr>
            <w:r w:rsidRPr="00472F61">
              <w:rPr>
                <w:bCs/>
                <w:szCs w:val="22"/>
              </w:rPr>
              <w:t>2021</w:t>
            </w:r>
          </w:p>
        </w:tc>
        <w:tc>
          <w:tcPr>
            <w:tcW w:w="271" w:type="dxa"/>
            <w:gridSpan w:val="2"/>
          </w:tcPr>
          <w:p w14:paraId="24AF7A4C" w14:textId="77777777" w:rsidR="00C24500" w:rsidRPr="00472F61" w:rsidRDefault="00C24500">
            <w:pPr>
              <w:jc w:val="center"/>
              <w:rPr>
                <w:b/>
                <w:szCs w:val="22"/>
              </w:rPr>
            </w:pPr>
          </w:p>
        </w:tc>
        <w:tc>
          <w:tcPr>
            <w:tcW w:w="1123" w:type="dxa"/>
            <w:gridSpan w:val="2"/>
            <w:hideMark/>
          </w:tcPr>
          <w:p w14:paraId="7AF384A8" w14:textId="77777777" w:rsidR="00C24500" w:rsidRPr="00472F61" w:rsidRDefault="00C24500">
            <w:pPr>
              <w:jc w:val="center"/>
              <w:rPr>
                <w:bCs/>
                <w:szCs w:val="22"/>
              </w:rPr>
            </w:pPr>
            <w:r w:rsidRPr="00472F61">
              <w:rPr>
                <w:bCs/>
                <w:szCs w:val="22"/>
              </w:rPr>
              <w:t>2020</w:t>
            </w:r>
          </w:p>
        </w:tc>
      </w:tr>
      <w:tr w:rsidR="00C24500" w:rsidRPr="00472F61" w14:paraId="7CB67E1B" w14:textId="77777777" w:rsidTr="007E36A9">
        <w:trPr>
          <w:tblHeader/>
        </w:trPr>
        <w:tc>
          <w:tcPr>
            <w:tcW w:w="3780" w:type="dxa"/>
          </w:tcPr>
          <w:p w14:paraId="6E29850F" w14:textId="77777777" w:rsidR="00C24500" w:rsidRPr="00472F61" w:rsidRDefault="00C24500">
            <w:pPr>
              <w:ind w:right="-108"/>
              <w:jc w:val="thaiDistribute"/>
              <w:rPr>
                <w:b/>
                <w:szCs w:val="22"/>
                <w:highlight w:val="cyan"/>
              </w:rPr>
            </w:pPr>
          </w:p>
        </w:tc>
        <w:tc>
          <w:tcPr>
            <w:tcW w:w="271" w:type="dxa"/>
          </w:tcPr>
          <w:p w14:paraId="49E28377" w14:textId="77777777" w:rsidR="00C24500" w:rsidRPr="00472F61" w:rsidRDefault="00C24500">
            <w:pPr>
              <w:jc w:val="center"/>
              <w:rPr>
                <w:b/>
                <w:i/>
                <w:iCs/>
                <w:szCs w:val="22"/>
                <w:highlight w:val="cyan"/>
              </w:rPr>
            </w:pPr>
          </w:p>
        </w:tc>
        <w:tc>
          <w:tcPr>
            <w:tcW w:w="5141" w:type="dxa"/>
            <w:gridSpan w:val="11"/>
            <w:hideMark/>
          </w:tcPr>
          <w:p w14:paraId="11DA3F2E" w14:textId="77777777" w:rsidR="00C24500" w:rsidRPr="00472F61" w:rsidRDefault="00C24500">
            <w:pPr>
              <w:jc w:val="center"/>
              <w:rPr>
                <w:bCs/>
                <w:i/>
                <w:iCs/>
                <w:szCs w:val="22"/>
              </w:rPr>
            </w:pPr>
            <w:r w:rsidRPr="00472F61">
              <w:rPr>
                <w:bCs/>
                <w:i/>
                <w:iCs/>
                <w:szCs w:val="22"/>
                <w:cs/>
              </w:rPr>
              <w:t>(</w:t>
            </w:r>
            <w:r w:rsidRPr="00472F61">
              <w:rPr>
                <w:bCs/>
                <w:i/>
                <w:iCs/>
                <w:szCs w:val="22"/>
              </w:rPr>
              <w:t>in million baht</w:t>
            </w:r>
            <w:r w:rsidRPr="00472F61">
              <w:rPr>
                <w:bCs/>
                <w:i/>
                <w:iCs/>
                <w:szCs w:val="22"/>
                <w:cs/>
              </w:rPr>
              <w:t>)</w:t>
            </w:r>
          </w:p>
        </w:tc>
      </w:tr>
      <w:tr w:rsidR="00C24500" w:rsidRPr="00472F61" w14:paraId="40DA72AC" w14:textId="77777777" w:rsidTr="007E36A9">
        <w:tc>
          <w:tcPr>
            <w:tcW w:w="3780" w:type="dxa"/>
            <w:hideMark/>
          </w:tcPr>
          <w:p w14:paraId="0010CD12" w14:textId="26058557" w:rsidR="00C24500" w:rsidRPr="00472F61" w:rsidRDefault="00C24500">
            <w:pPr>
              <w:rPr>
                <w:szCs w:val="22"/>
                <w:highlight w:val="cyan"/>
              </w:rPr>
            </w:pPr>
            <w:r w:rsidRPr="00472F61">
              <w:rPr>
                <w:szCs w:val="22"/>
              </w:rPr>
              <w:t xml:space="preserve">At 1 January </w:t>
            </w:r>
          </w:p>
        </w:tc>
        <w:tc>
          <w:tcPr>
            <w:tcW w:w="271" w:type="dxa"/>
          </w:tcPr>
          <w:p w14:paraId="1F97D760" w14:textId="77777777" w:rsidR="00C24500" w:rsidRPr="00472F61" w:rsidRDefault="00C24500">
            <w:pPr>
              <w:pStyle w:val="acctfourfigures"/>
              <w:tabs>
                <w:tab w:val="left" w:pos="720"/>
              </w:tabs>
              <w:spacing w:line="240" w:lineRule="atLeast"/>
              <w:ind w:left="-79"/>
              <w:jc w:val="right"/>
              <w:rPr>
                <w:szCs w:val="22"/>
                <w:highlight w:val="cyan"/>
                <w:cs/>
              </w:rPr>
            </w:pPr>
          </w:p>
        </w:tc>
        <w:tc>
          <w:tcPr>
            <w:tcW w:w="1081" w:type="dxa"/>
            <w:hideMark/>
          </w:tcPr>
          <w:p w14:paraId="1F2E3B52" w14:textId="77777777" w:rsidR="00C24500" w:rsidRPr="00472F61" w:rsidRDefault="00C24500">
            <w:pPr>
              <w:pStyle w:val="acctfourfigures"/>
              <w:tabs>
                <w:tab w:val="clear" w:pos="765"/>
                <w:tab w:val="decimal" w:pos="882"/>
              </w:tabs>
              <w:spacing w:line="240" w:lineRule="atLeast"/>
              <w:ind w:left="-108" w:right="-108"/>
              <w:rPr>
                <w:szCs w:val="22"/>
                <w:lang w:val="en-US" w:bidi="th-TH"/>
              </w:rPr>
            </w:pPr>
            <w:r w:rsidRPr="00472F61">
              <w:rPr>
                <w:szCs w:val="22"/>
                <w:lang w:val="en-US" w:bidi="th-TH"/>
              </w:rPr>
              <w:t>22,341</w:t>
            </w:r>
          </w:p>
        </w:tc>
        <w:tc>
          <w:tcPr>
            <w:tcW w:w="272" w:type="dxa"/>
          </w:tcPr>
          <w:p w14:paraId="4BA677CE" w14:textId="77777777" w:rsidR="00C24500" w:rsidRPr="00472F61" w:rsidRDefault="00C24500">
            <w:pPr>
              <w:tabs>
                <w:tab w:val="decimal" w:pos="882"/>
              </w:tabs>
              <w:ind w:left="-108" w:right="-108"/>
              <w:rPr>
                <w:szCs w:val="22"/>
                <w:lang w:val="en-US" w:bidi="th-TH"/>
              </w:rPr>
            </w:pPr>
          </w:p>
        </w:tc>
        <w:tc>
          <w:tcPr>
            <w:tcW w:w="1080" w:type="dxa"/>
            <w:gridSpan w:val="2"/>
            <w:hideMark/>
          </w:tcPr>
          <w:p w14:paraId="4C4EEA75" w14:textId="77777777" w:rsidR="00C24500" w:rsidRPr="00472F61" w:rsidRDefault="00C24500" w:rsidP="00B07537">
            <w:pPr>
              <w:pStyle w:val="acctfourfigures"/>
              <w:tabs>
                <w:tab w:val="clear" w:pos="765"/>
                <w:tab w:val="decimal" w:pos="790"/>
              </w:tabs>
              <w:spacing w:line="240" w:lineRule="atLeast"/>
              <w:ind w:right="-108"/>
              <w:rPr>
                <w:szCs w:val="22"/>
                <w:lang w:val="en-US" w:bidi="th-TH"/>
              </w:rPr>
            </w:pPr>
            <w:r w:rsidRPr="00472F61">
              <w:rPr>
                <w:szCs w:val="22"/>
                <w:lang w:val="en-US" w:bidi="th-TH"/>
              </w:rPr>
              <w:t>22,109</w:t>
            </w:r>
          </w:p>
        </w:tc>
        <w:tc>
          <w:tcPr>
            <w:tcW w:w="272" w:type="dxa"/>
            <w:gridSpan w:val="2"/>
          </w:tcPr>
          <w:p w14:paraId="0A85756E" w14:textId="77777777" w:rsidR="00C24500" w:rsidRPr="00472F61" w:rsidRDefault="00C24500">
            <w:pPr>
              <w:tabs>
                <w:tab w:val="decimal" w:pos="882"/>
              </w:tabs>
              <w:ind w:left="-108" w:right="-108"/>
              <w:rPr>
                <w:szCs w:val="22"/>
                <w:lang w:val="en-US" w:bidi="th-TH"/>
              </w:rPr>
            </w:pPr>
          </w:p>
        </w:tc>
        <w:tc>
          <w:tcPr>
            <w:tcW w:w="1082" w:type="dxa"/>
            <w:gridSpan w:val="2"/>
            <w:hideMark/>
          </w:tcPr>
          <w:p w14:paraId="3CF6B828" w14:textId="77777777" w:rsidR="00C24500" w:rsidRPr="00472F61" w:rsidRDefault="00C24500">
            <w:pPr>
              <w:pStyle w:val="acctfourfigures"/>
              <w:tabs>
                <w:tab w:val="clear" w:pos="765"/>
                <w:tab w:val="decimal" w:pos="882"/>
              </w:tabs>
              <w:spacing w:line="240" w:lineRule="atLeast"/>
              <w:ind w:left="-108" w:right="-108"/>
              <w:rPr>
                <w:szCs w:val="22"/>
                <w:lang w:val="en-US" w:bidi="th-TH"/>
              </w:rPr>
            </w:pPr>
            <w:r w:rsidRPr="00472F61">
              <w:rPr>
                <w:szCs w:val="22"/>
                <w:lang w:val="en-US" w:bidi="th-TH"/>
              </w:rPr>
              <w:t>10,365</w:t>
            </w:r>
          </w:p>
        </w:tc>
        <w:tc>
          <w:tcPr>
            <w:tcW w:w="272" w:type="dxa"/>
            <w:gridSpan w:val="2"/>
          </w:tcPr>
          <w:p w14:paraId="60039D0A" w14:textId="77777777" w:rsidR="00C24500" w:rsidRPr="00472F61" w:rsidRDefault="00C24500">
            <w:pPr>
              <w:tabs>
                <w:tab w:val="decimal" w:pos="882"/>
              </w:tabs>
              <w:ind w:left="-108" w:right="-108"/>
              <w:rPr>
                <w:szCs w:val="22"/>
                <w:lang w:val="en-US" w:bidi="th-TH"/>
              </w:rPr>
            </w:pPr>
          </w:p>
        </w:tc>
        <w:tc>
          <w:tcPr>
            <w:tcW w:w="1082" w:type="dxa"/>
            <w:hideMark/>
          </w:tcPr>
          <w:p w14:paraId="05AC5F8E" w14:textId="77777777" w:rsidR="00C24500" w:rsidRPr="00472F61" w:rsidRDefault="00C24500" w:rsidP="00B07537">
            <w:pPr>
              <w:pStyle w:val="acctfourfigures"/>
              <w:tabs>
                <w:tab w:val="clear" w:pos="765"/>
                <w:tab w:val="decimal" w:pos="790"/>
              </w:tabs>
              <w:spacing w:line="240" w:lineRule="atLeast"/>
              <w:ind w:left="-108" w:right="-108"/>
              <w:rPr>
                <w:szCs w:val="22"/>
                <w:lang w:val="en-US" w:bidi="th-TH"/>
              </w:rPr>
            </w:pPr>
            <w:r w:rsidRPr="00472F61">
              <w:rPr>
                <w:szCs w:val="22"/>
                <w:lang w:val="en-US" w:bidi="th-TH"/>
              </w:rPr>
              <w:t>10,383</w:t>
            </w:r>
          </w:p>
        </w:tc>
      </w:tr>
      <w:tr w:rsidR="00C41919" w:rsidRPr="00472F61" w14:paraId="27539960" w14:textId="77777777" w:rsidTr="007E36A9">
        <w:tc>
          <w:tcPr>
            <w:tcW w:w="3780" w:type="dxa"/>
            <w:hideMark/>
          </w:tcPr>
          <w:p w14:paraId="176E1125" w14:textId="77777777" w:rsidR="00C24500" w:rsidRPr="00472F61" w:rsidRDefault="00C24500">
            <w:pPr>
              <w:ind w:left="160" w:hanging="180"/>
              <w:rPr>
                <w:szCs w:val="22"/>
                <w:highlight w:val="cyan"/>
              </w:rPr>
            </w:pPr>
            <w:r w:rsidRPr="00472F61">
              <w:rPr>
                <w:szCs w:val="22"/>
              </w:rPr>
              <w:t>Recognised right</w:t>
            </w:r>
            <w:r w:rsidRPr="00472F61">
              <w:rPr>
                <w:szCs w:val="22"/>
                <w:lang w:val="en-US"/>
              </w:rPr>
              <w:t xml:space="preserve"> of use from</w:t>
            </w:r>
            <w:r w:rsidRPr="00472F61">
              <w:rPr>
                <w:szCs w:val="22"/>
                <w:cs/>
                <w:lang w:val="en-US"/>
              </w:rPr>
              <w:t xml:space="preserve"> </w:t>
            </w:r>
            <w:r w:rsidRPr="00472F61">
              <w:rPr>
                <w:szCs w:val="22"/>
                <w:lang w:val="en-US"/>
              </w:rPr>
              <w:t>adoption of TFRS16</w:t>
            </w:r>
          </w:p>
        </w:tc>
        <w:tc>
          <w:tcPr>
            <w:tcW w:w="271" w:type="dxa"/>
          </w:tcPr>
          <w:p w14:paraId="7494780D" w14:textId="77777777" w:rsidR="00C24500" w:rsidRPr="00472F61" w:rsidRDefault="00C24500">
            <w:pPr>
              <w:pStyle w:val="acctfourfigures"/>
              <w:tabs>
                <w:tab w:val="left" w:pos="720"/>
              </w:tabs>
              <w:spacing w:line="240" w:lineRule="atLeast"/>
              <w:ind w:left="-79"/>
              <w:jc w:val="right"/>
              <w:rPr>
                <w:szCs w:val="22"/>
                <w:cs/>
              </w:rPr>
            </w:pPr>
          </w:p>
        </w:tc>
        <w:tc>
          <w:tcPr>
            <w:tcW w:w="1081" w:type="dxa"/>
            <w:tcBorders>
              <w:top w:val="nil"/>
              <w:left w:val="nil"/>
              <w:bottom w:val="single" w:sz="4" w:space="0" w:color="auto"/>
              <w:right w:val="nil"/>
            </w:tcBorders>
            <w:vAlign w:val="bottom"/>
            <w:hideMark/>
          </w:tcPr>
          <w:p w14:paraId="7ECE9317" w14:textId="77777777" w:rsidR="00C24500" w:rsidRPr="00472F61" w:rsidRDefault="00C24500" w:rsidP="00472F61">
            <w:pPr>
              <w:pStyle w:val="acctfourfigures"/>
              <w:tabs>
                <w:tab w:val="clear" w:pos="765"/>
                <w:tab w:val="decimal" w:pos="618"/>
              </w:tabs>
              <w:spacing w:line="240" w:lineRule="atLeast"/>
              <w:ind w:left="-108" w:right="-108"/>
              <w:rPr>
                <w:szCs w:val="22"/>
                <w:lang w:val="en-US" w:bidi="th-TH"/>
              </w:rPr>
            </w:pPr>
            <w:r w:rsidRPr="00472F61">
              <w:rPr>
                <w:szCs w:val="22"/>
                <w:lang w:val="en-US" w:bidi="th-TH"/>
              </w:rPr>
              <w:t>-</w:t>
            </w:r>
          </w:p>
        </w:tc>
        <w:tc>
          <w:tcPr>
            <w:tcW w:w="272" w:type="dxa"/>
            <w:vAlign w:val="bottom"/>
          </w:tcPr>
          <w:p w14:paraId="55EDC9AC" w14:textId="77777777" w:rsidR="00C24500" w:rsidRPr="00472F61" w:rsidRDefault="00C24500">
            <w:pPr>
              <w:tabs>
                <w:tab w:val="decimal" w:pos="882"/>
              </w:tabs>
              <w:ind w:left="-108" w:right="-108"/>
              <w:rPr>
                <w:b/>
                <w:szCs w:val="22"/>
                <w:lang w:val="en-US" w:bidi="th-TH"/>
              </w:rPr>
            </w:pPr>
          </w:p>
        </w:tc>
        <w:tc>
          <w:tcPr>
            <w:tcW w:w="1080" w:type="dxa"/>
            <w:gridSpan w:val="2"/>
            <w:tcBorders>
              <w:top w:val="nil"/>
              <w:left w:val="nil"/>
              <w:bottom w:val="single" w:sz="4" w:space="0" w:color="auto"/>
              <w:right w:val="nil"/>
            </w:tcBorders>
            <w:vAlign w:val="bottom"/>
            <w:hideMark/>
          </w:tcPr>
          <w:p w14:paraId="1E5EB01E" w14:textId="77777777" w:rsidR="00C24500" w:rsidRPr="00472F61" w:rsidRDefault="00C24500">
            <w:pPr>
              <w:pStyle w:val="acctfourfigures"/>
              <w:tabs>
                <w:tab w:val="clear" w:pos="765"/>
                <w:tab w:val="decimal" w:pos="790"/>
              </w:tabs>
              <w:spacing w:line="240" w:lineRule="atLeast"/>
              <w:ind w:right="-108"/>
              <w:rPr>
                <w:szCs w:val="22"/>
                <w:lang w:val="en-US" w:bidi="th-TH"/>
              </w:rPr>
            </w:pPr>
            <w:r w:rsidRPr="00472F61">
              <w:rPr>
                <w:szCs w:val="22"/>
              </w:rPr>
              <w:t>230</w:t>
            </w:r>
          </w:p>
        </w:tc>
        <w:tc>
          <w:tcPr>
            <w:tcW w:w="272" w:type="dxa"/>
            <w:gridSpan w:val="2"/>
            <w:vAlign w:val="bottom"/>
          </w:tcPr>
          <w:p w14:paraId="31972034" w14:textId="77777777" w:rsidR="00C24500" w:rsidRPr="00472F61" w:rsidRDefault="00C24500">
            <w:pPr>
              <w:pStyle w:val="ListParagraph"/>
              <w:tabs>
                <w:tab w:val="decimal" w:pos="882"/>
              </w:tabs>
              <w:ind w:left="0" w:right="-108"/>
              <w:rPr>
                <w:b/>
                <w:szCs w:val="22"/>
                <w:lang w:val="en-US" w:bidi="th-TH"/>
              </w:rPr>
            </w:pPr>
          </w:p>
        </w:tc>
        <w:tc>
          <w:tcPr>
            <w:tcW w:w="1082" w:type="dxa"/>
            <w:gridSpan w:val="2"/>
            <w:tcBorders>
              <w:top w:val="nil"/>
              <w:left w:val="nil"/>
              <w:bottom w:val="single" w:sz="4" w:space="0" w:color="auto"/>
              <w:right w:val="nil"/>
            </w:tcBorders>
            <w:vAlign w:val="bottom"/>
            <w:hideMark/>
          </w:tcPr>
          <w:p w14:paraId="0DBB324D" w14:textId="77777777" w:rsidR="00C24500" w:rsidRPr="00472F61" w:rsidRDefault="00C24500" w:rsidP="00472F61">
            <w:pPr>
              <w:pStyle w:val="acctfourfigures"/>
              <w:tabs>
                <w:tab w:val="clear" w:pos="765"/>
                <w:tab w:val="decimal" w:pos="612"/>
              </w:tabs>
              <w:spacing w:line="240" w:lineRule="atLeast"/>
              <w:ind w:left="-108" w:right="-108"/>
              <w:rPr>
                <w:szCs w:val="22"/>
                <w:lang w:val="en-US" w:bidi="th-TH"/>
              </w:rPr>
            </w:pPr>
            <w:r w:rsidRPr="00472F61">
              <w:rPr>
                <w:szCs w:val="22"/>
                <w:lang w:val="en-US" w:bidi="th-TH"/>
              </w:rPr>
              <w:t>-</w:t>
            </w:r>
          </w:p>
        </w:tc>
        <w:tc>
          <w:tcPr>
            <w:tcW w:w="272" w:type="dxa"/>
            <w:gridSpan w:val="2"/>
            <w:vAlign w:val="bottom"/>
          </w:tcPr>
          <w:p w14:paraId="61856B6B" w14:textId="77777777" w:rsidR="00C24500" w:rsidRPr="00472F61" w:rsidRDefault="00C24500">
            <w:pPr>
              <w:pStyle w:val="ListParagraph"/>
              <w:tabs>
                <w:tab w:val="decimal" w:pos="882"/>
              </w:tabs>
              <w:ind w:left="0" w:right="-108"/>
              <w:rPr>
                <w:b/>
                <w:szCs w:val="22"/>
                <w:lang w:val="en-US" w:bidi="th-TH"/>
              </w:rPr>
            </w:pPr>
          </w:p>
        </w:tc>
        <w:tc>
          <w:tcPr>
            <w:tcW w:w="1082" w:type="dxa"/>
            <w:tcBorders>
              <w:top w:val="nil"/>
              <w:left w:val="nil"/>
              <w:bottom w:val="single" w:sz="4" w:space="0" w:color="auto"/>
              <w:right w:val="nil"/>
            </w:tcBorders>
            <w:vAlign w:val="bottom"/>
            <w:hideMark/>
          </w:tcPr>
          <w:p w14:paraId="5676D198" w14:textId="77777777" w:rsidR="00C24500" w:rsidRPr="00472F61" w:rsidRDefault="00C24500" w:rsidP="00472F61">
            <w:pPr>
              <w:pStyle w:val="acctfourfigures"/>
              <w:tabs>
                <w:tab w:val="clear" w:pos="765"/>
                <w:tab w:val="decimal" w:pos="630"/>
              </w:tabs>
              <w:spacing w:line="240" w:lineRule="atLeast"/>
              <w:ind w:left="-108" w:right="-108"/>
              <w:rPr>
                <w:szCs w:val="22"/>
                <w:lang w:val="en-US" w:bidi="th-TH"/>
              </w:rPr>
            </w:pPr>
            <w:r w:rsidRPr="00472F61">
              <w:rPr>
                <w:szCs w:val="22"/>
                <w:lang w:val="en-US" w:bidi="th-TH"/>
              </w:rPr>
              <w:t>-</w:t>
            </w:r>
          </w:p>
        </w:tc>
      </w:tr>
      <w:tr w:rsidR="00C41919" w:rsidRPr="00472F61" w14:paraId="0593234A" w14:textId="77777777" w:rsidTr="007E36A9">
        <w:tc>
          <w:tcPr>
            <w:tcW w:w="3780" w:type="dxa"/>
            <w:hideMark/>
          </w:tcPr>
          <w:p w14:paraId="4D2FB398" w14:textId="4C525ACA" w:rsidR="00C24500" w:rsidRPr="00472F61" w:rsidRDefault="00C24500">
            <w:pPr>
              <w:ind w:left="160" w:hanging="180"/>
              <w:rPr>
                <w:b/>
                <w:bCs/>
                <w:i/>
                <w:iCs/>
                <w:szCs w:val="22"/>
                <w:highlight w:val="cyan"/>
              </w:rPr>
            </w:pPr>
            <w:r w:rsidRPr="00472F61">
              <w:rPr>
                <w:szCs w:val="22"/>
                <w:lang w:val="en-US"/>
              </w:rPr>
              <w:t>At 1 January -</w:t>
            </w:r>
            <w:r w:rsidR="00B07537">
              <w:rPr>
                <w:rFonts w:cstheme="minorBidi" w:hint="cs"/>
                <w:szCs w:val="28"/>
                <w:cs/>
                <w:lang w:val="en-US" w:bidi="th-TH"/>
              </w:rPr>
              <w:t xml:space="preserve"> </w:t>
            </w:r>
            <w:r w:rsidRPr="00472F61">
              <w:rPr>
                <w:szCs w:val="22"/>
                <w:lang w:val="en-US"/>
              </w:rPr>
              <w:t>adjusted</w:t>
            </w:r>
          </w:p>
        </w:tc>
        <w:tc>
          <w:tcPr>
            <w:tcW w:w="271" w:type="dxa"/>
          </w:tcPr>
          <w:p w14:paraId="3A099F24" w14:textId="77777777" w:rsidR="00C24500" w:rsidRPr="00472F61" w:rsidRDefault="00C24500">
            <w:pPr>
              <w:pStyle w:val="acctfourfigures"/>
              <w:tabs>
                <w:tab w:val="left" w:pos="720"/>
              </w:tabs>
              <w:spacing w:line="240" w:lineRule="atLeast"/>
              <w:ind w:left="-79"/>
              <w:jc w:val="right"/>
              <w:rPr>
                <w:i/>
                <w:iCs/>
                <w:szCs w:val="22"/>
                <w:cs/>
                <w:lang w:bidi="th-TH"/>
              </w:rPr>
            </w:pPr>
          </w:p>
        </w:tc>
        <w:tc>
          <w:tcPr>
            <w:tcW w:w="1081" w:type="dxa"/>
            <w:tcBorders>
              <w:top w:val="single" w:sz="4" w:space="0" w:color="auto"/>
              <w:left w:val="nil"/>
              <w:bottom w:val="nil"/>
              <w:right w:val="nil"/>
            </w:tcBorders>
            <w:hideMark/>
          </w:tcPr>
          <w:p w14:paraId="1E2B0883" w14:textId="77777777" w:rsidR="00C24500" w:rsidRPr="00472F61" w:rsidRDefault="00C24500">
            <w:pPr>
              <w:pStyle w:val="acctfourfigures"/>
              <w:tabs>
                <w:tab w:val="clear" w:pos="765"/>
                <w:tab w:val="decimal" w:pos="882"/>
              </w:tabs>
              <w:spacing w:line="240" w:lineRule="atLeast"/>
              <w:ind w:left="-108" w:right="-108"/>
              <w:rPr>
                <w:b/>
                <w:bCs/>
                <w:szCs w:val="22"/>
                <w:lang w:val="en-US" w:bidi="th-TH"/>
              </w:rPr>
            </w:pPr>
            <w:r w:rsidRPr="00472F61">
              <w:rPr>
                <w:b/>
                <w:bCs/>
                <w:szCs w:val="22"/>
                <w:lang w:val="en-US" w:bidi="th-TH"/>
              </w:rPr>
              <w:t>22,341</w:t>
            </w:r>
          </w:p>
        </w:tc>
        <w:tc>
          <w:tcPr>
            <w:tcW w:w="272" w:type="dxa"/>
          </w:tcPr>
          <w:p w14:paraId="73F25AA9" w14:textId="77777777" w:rsidR="00C24500" w:rsidRPr="00472F61" w:rsidRDefault="00C24500">
            <w:pPr>
              <w:tabs>
                <w:tab w:val="decimal" w:pos="882"/>
              </w:tabs>
              <w:ind w:left="-108" w:right="-108"/>
              <w:rPr>
                <w:b/>
                <w:bCs/>
                <w:szCs w:val="22"/>
                <w:lang w:val="en-US" w:bidi="th-TH"/>
              </w:rPr>
            </w:pPr>
          </w:p>
        </w:tc>
        <w:tc>
          <w:tcPr>
            <w:tcW w:w="1080" w:type="dxa"/>
            <w:gridSpan w:val="2"/>
            <w:tcBorders>
              <w:top w:val="single" w:sz="4" w:space="0" w:color="auto"/>
              <w:left w:val="nil"/>
              <w:bottom w:val="nil"/>
              <w:right w:val="nil"/>
            </w:tcBorders>
            <w:hideMark/>
          </w:tcPr>
          <w:p w14:paraId="338CF3C4" w14:textId="77777777" w:rsidR="00C24500" w:rsidRPr="00472F61" w:rsidRDefault="00C24500">
            <w:pPr>
              <w:pStyle w:val="acctfourfigures"/>
              <w:tabs>
                <w:tab w:val="clear" w:pos="765"/>
                <w:tab w:val="decimal" w:pos="790"/>
              </w:tabs>
              <w:spacing w:line="240" w:lineRule="atLeast"/>
              <w:ind w:left="-108" w:right="-20"/>
              <w:rPr>
                <w:b/>
                <w:bCs/>
                <w:szCs w:val="22"/>
                <w:lang w:val="en-US" w:bidi="th-TH"/>
              </w:rPr>
            </w:pPr>
            <w:r w:rsidRPr="00472F61">
              <w:rPr>
                <w:b/>
                <w:bCs/>
                <w:szCs w:val="22"/>
                <w:lang w:val="en-US" w:bidi="th-TH"/>
              </w:rPr>
              <w:t>22,339</w:t>
            </w:r>
          </w:p>
        </w:tc>
        <w:tc>
          <w:tcPr>
            <w:tcW w:w="272" w:type="dxa"/>
            <w:gridSpan w:val="2"/>
          </w:tcPr>
          <w:p w14:paraId="41706F1C" w14:textId="77777777" w:rsidR="00C24500" w:rsidRPr="00472F61" w:rsidRDefault="00C24500">
            <w:pPr>
              <w:tabs>
                <w:tab w:val="decimal" w:pos="882"/>
              </w:tabs>
              <w:ind w:left="-108" w:right="-108"/>
              <w:rPr>
                <w:b/>
                <w:bCs/>
                <w:szCs w:val="22"/>
                <w:lang w:val="en-US" w:bidi="th-TH"/>
              </w:rPr>
            </w:pPr>
          </w:p>
        </w:tc>
        <w:tc>
          <w:tcPr>
            <w:tcW w:w="1082" w:type="dxa"/>
            <w:gridSpan w:val="2"/>
            <w:tcBorders>
              <w:top w:val="single" w:sz="4" w:space="0" w:color="auto"/>
              <w:left w:val="nil"/>
              <w:bottom w:val="nil"/>
              <w:right w:val="nil"/>
            </w:tcBorders>
            <w:hideMark/>
          </w:tcPr>
          <w:p w14:paraId="116354E6" w14:textId="77777777" w:rsidR="00C24500" w:rsidRPr="00472F61" w:rsidRDefault="00C24500" w:rsidP="00B07537">
            <w:pPr>
              <w:pStyle w:val="acctfourfigures"/>
              <w:tabs>
                <w:tab w:val="clear" w:pos="765"/>
                <w:tab w:val="decimal" w:pos="882"/>
              </w:tabs>
              <w:spacing w:line="240" w:lineRule="atLeast"/>
              <w:ind w:left="-108" w:right="-108"/>
              <w:rPr>
                <w:b/>
                <w:bCs/>
                <w:szCs w:val="22"/>
                <w:lang w:val="en-US" w:bidi="th-TH"/>
              </w:rPr>
            </w:pPr>
            <w:r w:rsidRPr="00472F61">
              <w:rPr>
                <w:b/>
                <w:bCs/>
                <w:szCs w:val="22"/>
                <w:lang w:val="en-US" w:bidi="th-TH"/>
              </w:rPr>
              <w:t>10,365</w:t>
            </w:r>
          </w:p>
        </w:tc>
        <w:tc>
          <w:tcPr>
            <w:tcW w:w="272" w:type="dxa"/>
            <w:gridSpan w:val="2"/>
          </w:tcPr>
          <w:p w14:paraId="2ABCB939" w14:textId="77777777" w:rsidR="00C24500" w:rsidRPr="00472F61" w:rsidRDefault="00C24500">
            <w:pPr>
              <w:tabs>
                <w:tab w:val="decimal" w:pos="882"/>
              </w:tabs>
              <w:ind w:left="-108" w:right="-108"/>
              <w:rPr>
                <w:b/>
                <w:bCs/>
                <w:szCs w:val="22"/>
                <w:lang w:val="en-US" w:bidi="th-TH"/>
              </w:rPr>
            </w:pPr>
          </w:p>
        </w:tc>
        <w:tc>
          <w:tcPr>
            <w:tcW w:w="1082" w:type="dxa"/>
            <w:tcBorders>
              <w:top w:val="single" w:sz="4" w:space="0" w:color="auto"/>
              <w:left w:val="nil"/>
              <w:bottom w:val="nil"/>
              <w:right w:val="nil"/>
            </w:tcBorders>
            <w:hideMark/>
          </w:tcPr>
          <w:p w14:paraId="251A85FE" w14:textId="77777777" w:rsidR="00C24500" w:rsidRPr="00472F61" w:rsidRDefault="00C24500" w:rsidP="00B07537">
            <w:pPr>
              <w:pStyle w:val="acctfourfigures"/>
              <w:tabs>
                <w:tab w:val="clear" w:pos="765"/>
                <w:tab w:val="decimal" w:pos="790"/>
              </w:tabs>
              <w:spacing w:line="240" w:lineRule="atLeast"/>
              <w:ind w:left="-108" w:right="-108"/>
              <w:rPr>
                <w:b/>
                <w:bCs/>
                <w:szCs w:val="22"/>
                <w:lang w:val="en-US" w:bidi="th-TH"/>
              </w:rPr>
            </w:pPr>
            <w:r w:rsidRPr="00472F61">
              <w:rPr>
                <w:b/>
                <w:bCs/>
                <w:szCs w:val="22"/>
                <w:lang w:val="en-US" w:bidi="th-TH"/>
              </w:rPr>
              <w:t>10,383</w:t>
            </w:r>
          </w:p>
        </w:tc>
      </w:tr>
      <w:tr w:rsidR="00C24500" w:rsidRPr="00472F61" w14:paraId="656EB383" w14:textId="77777777" w:rsidTr="007E36A9">
        <w:tc>
          <w:tcPr>
            <w:tcW w:w="3780" w:type="dxa"/>
            <w:hideMark/>
          </w:tcPr>
          <w:p w14:paraId="78BD8254" w14:textId="77777777" w:rsidR="00C24500" w:rsidRPr="00472F61" w:rsidRDefault="00C24500" w:rsidP="00C24500">
            <w:pPr>
              <w:pStyle w:val="3"/>
              <w:tabs>
                <w:tab w:val="clear" w:pos="360"/>
                <w:tab w:val="clear" w:pos="720"/>
                <w:tab w:val="left" w:pos="327"/>
              </w:tabs>
              <w:spacing w:line="240" w:lineRule="atLeast"/>
              <w:jc w:val="thaiDistribute"/>
              <w:rPr>
                <w:rFonts w:ascii="Times New Roman" w:hAnsi="Times New Roman" w:cs="Times New Roman"/>
                <w:lang w:val="en-US"/>
              </w:rPr>
            </w:pPr>
            <w:r w:rsidRPr="00472F61">
              <w:rPr>
                <w:rFonts w:ascii="Times New Roman" w:hAnsi="Times New Roman" w:cs="Times New Roman"/>
                <w:lang w:val="en-US"/>
              </w:rPr>
              <w:t>Additions</w:t>
            </w:r>
          </w:p>
        </w:tc>
        <w:tc>
          <w:tcPr>
            <w:tcW w:w="271" w:type="dxa"/>
          </w:tcPr>
          <w:p w14:paraId="193DD66A" w14:textId="77777777" w:rsidR="00C24500" w:rsidRPr="00472F61" w:rsidRDefault="00C24500" w:rsidP="00C24500">
            <w:pPr>
              <w:pStyle w:val="acctfourfigures"/>
              <w:tabs>
                <w:tab w:val="left" w:pos="720"/>
              </w:tabs>
              <w:spacing w:line="240" w:lineRule="atLeast"/>
              <w:ind w:left="-79"/>
              <w:jc w:val="right"/>
              <w:rPr>
                <w:szCs w:val="22"/>
                <w:highlight w:val="cyan"/>
              </w:rPr>
            </w:pPr>
          </w:p>
        </w:tc>
        <w:tc>
          <w:tcPr>
            <w:tcW w:w="1081" w:type="dxa"/>
            <w:hideMark/>
          </w:tcPr>
          <w:p w14:paraId="74576AC2" w14:textId="77777777" w:rsidR="00C24500" w:rsidRPr="00472F61" w:rsidRDefault="00C24500" w:rsidP="00C24500">
            <w:pPr>
              <w:pStyle w:val="acctfourfigures"/>
              <w:tabs>
                <w:tab w:val="clear" w:pos="765"/>
                <w:tab w:val="decimal" w:pos="882"/>
              </w:tabs>
              <w:spacing w:line="240" w:lineRule="atLeast"/>
              <w:ind w:left="-108" w:right="-108"/>
              <w:rPr>
                <w:szCs w:val="22"/>
                <w:lang w:val="en-US" w:bidi="th-TH"/>
              </w:rPr>
            </w:pPr>
            <w:r w:rsidRPr="00472F61">
              <w:rPr>
                <w:szCs w:val="22"/>
                <w:lang w:val="en-US" w:bidi="th-TH"/>
              </w:rPr>
              <w:t>29</w:t>
            </w:r>
          </w:p>
        </w:tc>
        <w:tc>
          <w:tcPr>
            <w:tcW w:w="272" w:type="dxa"/>
          </w:tcPr>
          <w:p w14:paraId="58A794E7" w14:textId="77777777" w:rsidR="00C24500" w:rsidRPr="00472F61" w:rsidRDefault="00C24500" w:rsidP="00C24500">
            <w:pPr>
              <w:tabs>
                <w:tab w:val="decimal" w:pos="882"/>
              </w:tabs>
              <w:ind w:left="-108" w:right="-108"/>
              <w:rPr>
                <w:b/>
                <w:szCs w:val="22"/>
                <w:lang w:val="en-US" w:bidi="th-TH"/>
              </w:rPr>
            </w:pPr>
          </w:p>
        </w:tc>
        <w:tc>
          <w:tcPr>
            <w:tcW w:w="1080" w:type="dxa"/>
            <w:gridSpan w:val="2"/>
            <w:hideMark/>
          </w:tcPr>
          <w:p w14:paraId="300848A5" w14:textId="77777777" w:rsidR="00C24500" w:rsidRPr="00472F61" w:rsidRDefault="00C24500" w:rsidP="007E36A9">
            <w:pPr>
              <w:pStyle w:val="acctfourfigures"/>
              <w:tabs>
                <w:tab w:val="clear" w:pos="765"/>
                <w:tab w:val="decimal" w:pos="790"/>
              </w:tabs>
              <w:spacing w:line="240" w:lineRule="atLeast"/>
              <w:ind w:right="-108"/>
              <w:rPr>
                <w:szCs w:val="22"/>
                <w:lang w:val="en-US" w:bidi="th-TH"/>
              </w:rPr>
            </w:pPr>
            <w:r w:rsidRPr="00472F61">
              <w:rPr>
                <w:szCs w:val="22"/>
                <w:lang w:val="en-US" w:bidi="th-TH"/>
              </w:rPr>
              <w:t>17</w:t>
            </w:r>
          </w:p>
        </w:tc>
        <w:tc>
          <w:tcPr>
            <w:tcW w:w="272" w:type="dxa"/>
            <w:gridSpan w:val="2"/>
          </w:tcPr>
          <w:p w14:paraId="48D7BCE7" w14:textId="77777777" w:rsidR="00C24500" w:rsidRPr="00472F61" w:rsidRDefault="00C24500" w:rsidP="00C24500">
            <w:pPr>
              <w:tabs>
                <w:tab w:val="decimal" w:pos="882"/>
              </w:tabs>
              <w:ind w:left="-108" w:right="-108"/>
              <w:rPr>
                <w:b/>
                <w:szCs w:val="22"/>
                <w:lang w:val="en-US" w:bidi="th-TH"/>
              </w:rPr>
            </w:pPr>
          </w:p>
        </w:tc>
        <w:tc>
          <w:tcPr>
            <w:tcW w:w="1082" w:type="dxa"/>
            <w:gridSpan w:val="2"/>
            <w:hideMark/>
          </w:tcPr>
          <w:p w14:paraId="1776D764" w14:textId="531DE92E" w:rsidR="00C24500" w:rsidRPr="00472F61" w:rsidRDefault="00AE62B1" w:rsidP="00C24500">
            <w:pPr>
              <w:pStyle w:val="acctfourfigures"/>
              <w:tabs>
                <w:tab w:val="clear" w:pos="765"/>
                <w:tab w:val="decimal" w:pos="900"/>
              </w:tabs>
              <w:spacing w:line="240" w:lineRule="atLeast"/>
              <w:ind w:left="-108" w:right="-108"/>
              <w:rPr>
                <w:szCs w:val="22"/>
                <w:lang w:val="en-US" w:bidi="th-TH"/>
              </w:rPr>
            </w:pPr>
            <w:r w:rsidRPr="00472F61">
              <w:rPr>
                <w:szCs w:val="22"/>
                <w:lang w:val="en-US" w:bidi="th-TH"/>
              </w:rPr>
              <w:t>13</w:t>
            </w:r>
          </w:p>
        </w:tc>
        <w:tc>
          <w:tcPr>
            <w:tcW w:w="272" w:type="dxa"/>
            <w:gridSpan w:val="2"/>
          </w:tcPr>
          <w:p w14:paraId="4531D944" w14:textId="77777777" w:rsidR="00C24500" w:rsidRPr="00472F61" w:rsidRDefault="00C24500" w:rsidP="00C24500">
            <w:pPr>
              <w:tabs>
                <w:tab w:val="decimal" w:pos="882"/>
              </w:tabs>
              <w:ind w:left="-108" w:right="-108"/>
              <w:rPr>
                <w:b/>
                <w:szCs w:val="22"/>
                <w:lang w:val="en-US" w:bidi="th-TH"/>
              </w:rPr>
            </w:pPr>
          </w:p>
        </w:tc>
        <w:tc>
          <w:tcPr>
            <w:tcW w:w="1082" w:type="dxa"/>
            <w:hideMark/>
          </w:tcPr>
          <w:p w14:paraId="2468D98D" w14:textId="77777777" w:rsidR="00C24500" w:rsidRPr="00472F61" w:rsidRDefault="00C24500" w:rsidP="00B07537">
            <w:pPr>
              <w:pStyle w:val="acctfourfigures"/>
              <w:tabs>
                <w:tab w:val="clear" w:pos="765"/>
                <w:tab w:val="decimal" w:pos="790"/>
              </w:tabs>
              <w:spacing w:line="240" w:lineRule="atLeast"/>
              <w:ind w:left="-108" w:right="-108"/>
              <w:rPr>
                <w:szCs w:val="22"/>
                <w:lang w:val="en-US" w:bidi="th-TH"/>
              </w:rPr>
            </w:pPr>
            <w:r w:rsidRPr="00472F61">
              <w:rPr>
                <w:szCs w:val="22"/>
                <w:lang w:val="en-US" w:bidi="th-TH"/>
              </w:rPr>
              <w:t>16</w:t>
            </w:r>
          </w:p>
        </w:tc>
      </w:tr>
      <w:tr w:rsidR="00B62221" w:rsidRPr="00472F61" w14:paraId="4A4DCFC9" w14:textId="77777777" w:rsidTr="007E36A9">
        <w:tc>
          <w:tcPr>
            <w:tcW w:w="3780" w:type="dxa"/>
            <w:hideMark/>
          </w:tcPr>
          <w:p w14:paraId="62E998C1" w14:textId="77777777" w:rsidR="00B62221" w:rsidRPr="00472F61" w:rsidRDefault="00B62221" w:rsidP="00C24500">
            <w:pPr>
              <w:pStyle w:val="3"/>
              <w:tabs>
                <w:tab w:val="clear" w:pos="360"/>
                <w:tab w:val="clear" w:pos="720"/>
                <w:tab w:val="left" w:pos="327"/>
              </w:tabs>
              <w:spacing w:line="240" w:lineRule="atLeast"/>
              <w:jc w:val="thaiDistribute"/>
              <w:rPr>
                <w:rFonts w:ascii="Times New Roman" w:hAnsi="Times New Roman" w:cs="Times New Roman"/>
                <w:lang w:val="en-US"/>
              </w:rPr>
            </w:pPr>
            <w:r w:rsidRPr="00472F61">
              <w:rPr>
                <w:rFonts w:ascii="Times New Roman" w:hAnsi="Times New Roman" w:cs="Times New Roman"/>
                <w:lang w:val="en-US"/>
              </w:rPr>
              <w:t>Disposals</w:t>
            </w:r>
          </w:p>
        </w:tc>
        <w:tc>
          <w:tcPr>
            <w:tcW w:w="271" w:type="dxa"/>
          </w:tcPr>
          <w:p w14:paraId="36962118" w14:textId="77777777" w:rsidR="00B62221" w:rsidRPr="00472F61" w:rsidRDefault="00B62221" w:rsidP="00C24500">
            <w:pPr>
              <w:pStyle w:val="acctfourfigures"/>
              <w:tabs>
                <w:tab w:val="left" w:pos="720"/>
              </w:tabs>
              <w:spacing w:line="240" w:lineRule="atLeast"/>
              <w:ind w:left="-79"/>
              <w:jc w:val="center"/>
              <w:rPr>
                <w:szCs w:val="22"/>
                <w:highlight w:val="cyan"/>
                <w:cs/>
              </w:rPr>
            </w:pPr>
          </w:p>
        </w:tc>
        <w:tc>
          <w:tcPr>
            <w:tcW w:w="1081" w:type="dxa"/>
            <w:vAlign w:val="bottom"/>
            <w:hideMark/>
          </w:tcPr>
          <w:p w14:paraId="38806EA9" w14:textId="77777777" w:rsidR="00B62221" w:rsidRPr="00472F61" w:rsidRDefault="00B62221" w:rsidP="00472F61">
            <w:pPr>
              <w:pStyle w:val="acctfourfigures"/>
              <w:tabs>
                <w:tab w:val="clear" w:pos="765"/>
                <w:tab w:val="decimal" w:pos="618"/>
              </w:tabs>
              <w:spacing w:line="240" w:lineRule="atLeast"/>
              <w:ind w:left="-108" w:right="-108"/>
              <w:rPr>
                <w:szCs w:val="22"/>
                <w:lang w:val="en-US" w:bidi="th-TH"/>
              </w:rPr>
            </w:pPr>
            <w:r w:rsidRPr="00472F61">
              <w:rPr>
                <w:szCs w:val="22"/>
                <w:lang w:val="en-US" w:bidi="th-TH"/>
              </w:rPr>
              <w:t>-</w:t>
            </w:r>
          </w:p>
        </w:tc>
        <w:tc>
          <w:tcPr>
            <w:tcW w:w="272" w:type="dxa"/>
            <w:vAlign w:val="bottom"/>
          </w:tcPr>
          <w:p w14:paraId="3222142D" w14:textId="77777777" w:rsidR="00B62221" w:rsidRPr="00472F61" w:rsidRDefault="00B62221" w:rsidP="00C24500">
            <w:pPr>
              <w:tabs>
                <w:tab w:val="decimal" w:pos="882"/>
              </w:tabs>
              <w:ind w:left="-108" w:right="-108"/>
              <w:rPr>
                <w:b/>
                <w:szCs w:val="22"/>
                <w:lang w:val="en-US" w:bidi="th-TH"/>
              </w:rPr>
            </w:pPr>
          </w:p>
        </w:tc>
        <w:tc>
          <w:tcPr>
            <w:tcW w:w="1080" w:type="dxa"/>
            <w:gridSpan w:val="2"/>
            <w:hideMark/>
          </w:tcPr>
          <w:p w14:paraId="606CC076" w14:textId="77777777" w:rsidR="00B62221" w:rsidRPr="00472F61" w:rsidRDefault="00B62221" w:rsidP="00B07537">
            <w:pPr>
              <w:pStyle w:val="acctfourfigures"/>
              <w:tabs>
                <w:tab w:val="clear" w:pos="765"/>
                <w:tab w:val="decimal" w:pos="790"/>
              </w:tabs>
              <w:spacing w:line="240" w:lineRule="atLeast"/>
              <w:ind w:right="-108"/>
              <w:rPr>
                <w:szCs w:val="22"/>
                <w:lang w:val="en-US" w:bidi="th-TH"/>
              </w:rPr>
            </w:pPr>
            <w:r w:rsidRPr="00472F61">
              <w:rPr>
                <w:szCs w:val="22"/>
                <w:lang w:val="en-US" w:bidi="th-TH"/>
              </w:rPr>
              <w:t>(1)</w:t>
            </w:r>
          </w:p>
        </w:tc>
        <w:tc>
          <w:tcPr>
            <w:tcW w:w="272" w:type="dxa"/>
            <w:gridSpan w:val="2"/>
          </w:tcPr>
          <w:p w14:paraId="47205EF6" w14:textId="77777777" w:rsidR="00B62221" w:rsidRPr="00472F61" w:rsidRDefault="00B62221" w:rsidP="00C24500">
            <w:pPr>
              <w:tabs>
                <w:tab w:val="decimal" w:pos="882"/>
              </w:tabs>
              <w:ind w:left="-108" w:right="-108"/>
              <w:rPr>
                <w:b/>
                <w:szCs w:val="22"/>
                <w:lang w:val="en-US" w:bidi="th-TH"/>
              </w:rPr>
            </w:pPr>
          </w:p>
        </w:tc>
        <w:tc>
          <w:tcPr>
            <w:tcW w:w="1082" w:type="dxa"/>
            <w:gridSpan w:val="2"/>
            <w:vAlign w:val="bottom"/>
            <w:hideMark/>
          </w:tcPr>
          <w:p w14:paraId="3FE7D304" w14:textId="77777777" w:rsidR="00B62221" w:rsidRPr="00472F61" w:rsidRDefault="00B62221" w:rsidP="00472F61">
            <w:pPr>
              <w:pStyle w:val="acctfourfigures"/>
              <w:tabs>
                <w:tab w:val="clear" w:pos="765"/>
                <w:tab w:val="decimal" w:pos="630"/>
              </w:tabs>
              <w:spacing w:line="240" w:lineRule="atLeast"/>
              <w:ind w:left="-108" w:right="-108"/>
              <w:rPr>
                <w:szCs w:val="22"/>
                <w:lang w:val="en-US" w:bidi="th-TH"/>
              </w:rPr>
            </w:pPr>
            <w:r w:rsidRPr="00472F61">
              <w:rPr>
                <w:szCs w:val="22"/>
                <w:lang w:val="en-US" w:bidi="th-TH"/>
              </w:rPr>
              <w:t>-</w:t>
            </w:r>
          </w:p>
        </w:tc>
        <w:tc>
          <w:tcPr>
            <w:tcW w:w="272" w:type="dxa"/>
            <w:gridSpan w:val="2"/>
            <w:vAlign w:val="bottom"/>
          </w:tcPr>
          <w:p w14:paraId="3B971D84" w14:textId="77777777" w:rsidR="00B62221" w:rsidRPr="00472F61" w:rsidRDefault="00B62221" w:rsidP="00C24500">
            <w:pPr>
              <w:tabs>
                <w:tab w:val="decimal" w:pos="882"/>
              </w:tabs>
              <w:ind w:left="-108" w:right="-108"/>
              <w:rPr>
                <w:b/>
                <w:szCs w:val="22"/>
                <w:lang w:val="en-US" w:bidi="th-TH"/>
              </w:rPr>
            </w:pPr>
          </w:p>
        </w:tc>
        <w:tc>
          <w:tcPr>
            <w:tcW w:w="1082" w:type="dxa"/>
            <w:vAlign w:val="bottom"/>
            <w:hideMark/>
          </w:tcPr>
          <w:p w14:paraId="2F541B5C" w14:textId="77777777" w:rsidR="00B62221" w:rsidRPr="00472F61" w:rsidRDefault="00B62221" w:rsidP="007E36A9">
            <w:pPr>
              <w:pStyle w:val="acctfourfigures"/>
              <w:tabs>
                <w:tab w:val="clear" w:pos="765"/>
                <w:tab w:val="decimal" w:pos="790"/>
              </w:tabs>
              <w:spacing w:line="240" w:lineRule="atLeast"/>
              <w:ind w:left="-108" w:right="-108"/>
              <w:rPr>
                <w:szCs w:val="22"/>
                <w:lang w:val="en-US" w:bidi="th-TH"/>
              </w:rPr>
            </w:pPr>
            <w:r w:rsidRPr="00472F61">
              <w:rPr>
                <w:szCs w:val="22"/>
                <w:lang w:val="en-US" w:bidi="th-TH"/>
              </w:rPr>
              <w:t>(1)</w:t>
            </w:r>
          </w:p>
        </w:tc>
      </w:tr>
      <w:tr w:rsidR="00C24500" w:rsidRPr="00472F61" w14:paraId="787BC68E" w14:textId="77777777" w:rsidTr="007E36A9">
        <w:tc>
          <w:tcPr>
            <w:tcW w:w="3780" w:type="dxa"/>
            <w:hideMark/>
          </w:tcPr>
          <w:p w14:paraId="26291FCC" w14:textId="2C877BD2" w:rsidR="00C24500" w:rsidRPr="00472F61" w:rsidRDefault="004B2F39" w:rsidP="00C24500">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Gain (l</w:t>
            </w:r>
            <w:r w:rsidR="00C24500" w:rsidRPr="00472F61">
              <w:rPr>
                <w:rFonts w:ascii="Times New Roman" w:hAnsi="Times New Roman" w:cs="Times New Roman"/>
                <w:lang w:val="en-US"/>
              </w:rPr>
              <w:t>oss</w:t>
            </w:r>
            <w:r>
              <w:rPr>
                <w:rFonts w:ascii="Times New Roman" w:hAnsi="Times New Roman" w:cs="Times New Roman"/>
                <w:lang w:val="en-US"/>
              </w:rPr>
              <w:t>)</w:t>
            </w:r>
            <w:r w:rsidR="00C24500" w:rsidRPr="00472F61">
              <w:rPr>
                <w:rFonts w:ascii="Times New Roman" w:hAnsi="Times New Roman" w:cs="Times New Roman"/>
                <w:lang w:val="en-US"/>
              </w:rPr>
              <w:t xml:space="preserve"> on fair value </w:t>
            </w:r>
            <w:r w:rsidR="009E6F5A">
              <w:rPr>
                <w:rFonts w:ascii="Times New Roman" w:hAnsi="Times New Roman" w:cs="Times New Roman"/>
                <w:lang w:val="en-US"/>
              </w:rPr>
              <w:t>changes</w:t>
            </w:r>
          </w:p>
        </w:tc>
        <w:tc>
          <w:tcPr>
            <w:tcW w:w="271" w:type="dxa"/>
          </w:tcPr>
          <w:p w14:paraId="12B59D6B" w14:textId="77777777" w:rsidR="00C24500" w:rsidRPr="00472F61" w:rsidRDefault="00C24500" w:rsidP="00C24500">
            <w:pPr>
              <w:pStyle w:val="acctfourfigures"/>
              <w:tabs>
                <w:tab w:val="left" w:pos="720"/>
              </w:tabs>
              <w:spacing w:line="240" w:lineRule="atLeast"/>
              <w:ind w:left="-79"/>
              <w:jc w:val="center"/>
              <w:rPr>
                <w:i/>
                <w:iCs/>
                <w:szCs w:val="22"/>
                <w:highlight w:val="cyan"/>
                <w:cs/>
                <w:lang w:val="en-US"/>
              </w:rPr>
            </w:pPr>
          </w:p>
        </w:tc>
        <w:tc>
          <w:tcPr>
            <w:tcW w:w="1081" w:type="dxa"/>
            <w:tcBorders>
              <w:top w:val="nil"/>
              <w:left w:val="nil"/>
              <w:bottom w:val="single" w:sz="4" w:space="0" w:color="auto"/>
              <w:right w:val="nil"/>
            </w:tcBorders>
            <w:hideMark/>
          </w:tcPr>
          <w:p w14:paraId="5C64D036" w14:textId="77777777" w:rsidR="00C24500" w:rsidRPr="00472F61" w:rsidRDefault="00C24500" w:rsidP="00C24500">
            <w:pPr>
              <w:pStyle w:val="acctfourfigures"/>
              <w:tabs>
                <w:tab w:val="clear" w:pos="765"/>
                <w:tab w:val="decimal" w:pos="882"/>
              </w:tabs>
              <w:spacing w:line="240" w:lineRule="atLeast"/>
              <w:ind w:right="-108"/>
              <w:rPr>
                <w:szCs w:val="22"/>
                <w:lang w:val="en-US" w:bidi="th-TH"/>
              </w:rPr>
            </w:pPr>
            <w:r w:rsidRPr="00472F61">
              <w:rPr>
                <w:szCs w:val="22"/>
                <w:lang w:val="en-US" w:bidi="th-TH"/>
              </w:rPr>
              <w:t>35</w:t>
            </w:r>
          </w:p>
        </w:tc>
        <w:tc>
          <w:tcPr>
            <w:tcW w:w="272" w:type="dxa"/>
          </w:tcPr>
          <w:p w14:paraId="22948641" w14:textId="77777777" w:rsidR="00C24500" w:rsidRPr="00472F61" w:rsidRDefault="00C24500" w:rsidP="00C24500">
            <w:pPr>
              <w:tabs>
                <w:tab w:val="decimal" w:pos="882"/>
              </w:tabs>
              <w:ind w:left="-108" w:right="-108"/>
              <w:rPr>
                <w:b/>
                <w:szCs w:val="22"/>
                <w:lang w:val="en-US" w:bidi="th-TH"/>
              </w:rPr>
            </w:pPr>
          </w:p>
        </w:tc>
        <w:tc>
          <w:tcPr>
            <w:tcW w:w="1080" w:type="dxa"/>
            <w:gridSpan w:val="2"/>
            <w:tcBorders>
              <w:top w:val="nil"/>
              <w:left w:val="nil"/>
              <w:bottom w:val="single" w:sz="4" w:space="0" w:color="auto"/>
              <w:right w:val="nil"/>
            </w:tcBorders>
            <w:hideMark/>
          </w:tcPr>
          <w:p w14:paraId="36EF2EE6" w14:textId="77777777" w:rsidR="00C24500" w:rsidRPr="00472F61" w:rsidRDefault="00C24500" w:rsidP="00B07537">
            <w:pPr>
              <w:pStyle w:val="acctfourfigures"/>
              <w:tabs>
                <w:tab w:val="clear" w:pos="765"/>
                <w:tab w:val="decimal" w:pos="790"/>
              </w:tabs>
              <w:spacing w:line="240" w:lineRule="atLeast"/>
              <w:ind w:right="-108"/>
              <w:rPr>
                <w:szCs w:val="22"/>
                <w:lang w:val="en-US" w:bidi="th-TH"/>
              </w:rPr>
            </w:pPr>
            <w:r w:rsidRPr="00472F61">
              <w:rPr>
                <w:szCs w:val="22"/>
                <w:lang w:val="en-US" w:bidi="th-TH"/>
              </w:rPr>
              <w:t>(91)</w:t>
            </w:r>
          </w:p>
        </w:tc>
        <w:tc>
          <w:tcPr>
            <w:tcW w:w="272" w:type="dxa"/>
            <w:gridSpan w:val="2"/>
          </w:tcPr>
          <w:p w14:paraId="10E70BBE" w14:textId="77777777" w:rsidR="00C24500" w:rsidRPr="00472F61" w:rsidRDefault="00C24500" w:rsidP="00C24500">
            <w:pPr>
              <w:tabs>
                <w:tab w:val="decimal" w:pos="882"/>
              </w:tabs>
              <w:ind w:left="-108" w:right="-108"/>
              <w:rPr>
                <w:b/>
                <w:szCs w:val="22"/>
                <w:lang w:val="en-US" w:bidi="th-TH"/>
              </w:rPr>
            </w:pPr>
          </w:p>
        </w:tc>
        <w:tc>
          <w:tcPr>
            <w:tcW w:w="1082" w:type="dxa"/>
            <w:gridSpan w:val="2"/>
            <w:tcBorders>
              <w:top w:val="nil"/>
              <w:left w:val="nil"/>
              <w:bottom w:val="single" w:sz="4" w:space="0" w:color="auto"/>
              <w:right w:val="nil"/>
            </w:tcBorders>
            <w:hideMark/>
          </w:tcPr>
          <w:p w14:paraId="0ABA37DE" w14:textId="77777777" w:rsidR="00C24500" w:rsidRPr="00472F61" w:rsidRDefault="00C24500" w:rsidP="00C24500">
            <w:pPr>
              <w:pStyle w:val="acctfourfigures"/>
              <w:tabs>
                <w:tab w:val="clear" w:pos="765"/>
                <w:tab w:val="decimal" w:pos="900"/>
              </w:tabs>
              <w:spacing w:line="240" w:lineRule="atLeast"/>
              <w:ind w:left="-108" w:right="-108"/>
              <w:rPr>
                <w:szCs w:val="22"/>
                <w:lang w:val="en-US" w:bidi="th-TH"/>
              </w:rPr>
            </w:pPr>
            <w:r w:rsidRPr="00472F61">
              <w:rPr>
                <w:szCs w:val="22"/>
                <w:lang w:val="en-US" w:bidi="th-TH"/>
              </w:rPr>
              <w:t>31</w:t>
            </w:r>
          </w:p>
        </w:tc>
        <w:tc>
          <w:tcPr>
            <w:tcW w:w="272" w:type="dxa"/>
            <w:gridSpan w:val="2"/>
          </w:tcPr>
          <w:p w14:paraId="24FDE9D6" w14:textId="77777777" w:rsidR="00C24500" w:rsidRPr="00472F61" w:rsidRDefault="00C24500" w:rsidP="00C24500">
            <w:pPr>
              <w:tabs>
                <w:tab w:val="decimal" w:pos="882"/>
              </w:tabs>
              <w:ind w:left="-108" w:right="-108"/>
              <w:rPr>
                <w:b/>
                <w:szCs w:val="22"/>
                <w:lang w:val="en-US" w:bidi="th-TH"/>
              </w:rPr>
            </w:pPr>
          </w:p>
        </w:tc>
        <w:tc>
          <w:tcPr>
            <w:tcW w:w="1082" w:type="dxa"/>
            <w:tcBorders>
              <w:top w:val="nil"/>
              <w:left w:val="nil"/>
              <w:bottom w:val="single" w:sz="4" w:space="0" w:color="auto"/>
              <w:right w:val="nil"/>
            </w:tcBorders>
            <w:hideMark/>
          </w:tcPr>
          <w:p w14:paraId="3C007455" w14:textId="77777777" w:rsidR="00C24500" w:rsidRPr="00472F61" w:rsidRDefault="00C24500" w:rsidP="00B07537">
            <w:pPr>
              <w:pStyle w:val="acctfourfigures"/>
              <w:tabs>
                <w:tab w:val="clear" w:pos="765"/>
                <w:tab w:val="decimal" w:pos="790"/>
              </w:tabs>
              <w:spacing w:line="240" w:lineRule="atLeast"/>
              <w:ind w:left="-108" w:right="-108"/>
              <w:rPr>
                <w:szCs w:val="22"/>
                <w:lang w:val="en-US" w:bidi="th-TH"/>
              </w:rPr>
            </w:pPr>
            <w:r w:rsidRPr="00472F61">
              <w:rPr>
                <w:szCs w:val="22"/>
                <w:lang w:val="en-US" w:bidi="th-TH"/>
              </w:rPr>
              <w:t>(94)</w:t>
            </w:r>
          </w:p>
        </w:tc>
      </w:tr>
      <w:tr w:rsidR="00C24500" w:rsidRPr="00472F61" w14:paraId="50907746" w14:textId="77777777" w:rsidTr="007E36A9">
        <w:tc>
          <w:tcPr>
            <w:tcW w:w="3780" w:type="dxa"/>
            <w:hideMark/>
          </w:tcPr>
          <w:p w14:paraId="3F7D2215" w14:textId="3CD922FD" w:rsidR="00C24500" w:rsidRPr="00472F61" w:rsidRDefault="00C24500" w:rsidP="00C24500">
            <w:pPr>
              <w:rPr>
                <w:b/>
                <w:bCs/>
                <w:szCs w:val="22"/>
                <w:highlight w:val="cyan"/>
              </w:rPr>
            </w:pPr>
            <w:r w:rsidRPr="00472F61">
              <w:rPr>
                <w:b/>
                <w:bCs/>
                <w:szCs w:val="22"/>
                <w:lang w:val="en-US"/>
              </w:rPr>
              <w:t xml:space="preserve">At 31 March </w:t>
            </w:r>
          </w:p>
        </w:tc>
        <w:tc>
          <w:tcPr>
            <w:tcW w:w="271" w:type="dxa"/>
          </w:tcPr>
          <w:p w14:paraId="3E915A11" w14:textId="77777777" w:rsidR="00C24500" w:rsidRPr="00472F61" w:rsidRDefault="00C24500" w:rsidP="00C24500">
            <w:pPr>
              <w:pStyle w:val="acctfourfigures"/>
              <w:tabs>
                <w:tab w:val="left" w:pos="720"/>
              </w:tabs>
              <w:spacing w:line="240" w:lineRule="atLeast"/>
              <w:ind w:left="-79"/>
              <w:jc w:val="right"/>
              <w:rPr>
                <w:b/>
                <w:bCs/>
                <w:szCs w:val="22"/>
                <w:highlight w:val="cyan"/>
                <w:cs/>
              </w:rPr>
            </w:pPr>
          </w:p>
        </w:tc>
        <w:tc>
          <w:tcPr>
            <w:tcW w:w="1081" w:type="dxa"/>
            <w:tcBorders>
              <w:top w:val="single" w:sz="4" w:space="0" w:color="auto"/>
              <w:left w:val="nil"/>
              <w:bottom w:val="double" w:sz="4" w:space="0" w:color="auto"/>
              <w:right w:val="nil"/>
            </w:tcBorders>
            <w:hideMark/>
          </w:tcPr>
          <w:p w14:paraId="6939213B" w14:textId="77777777" w:rsidR="00C24500" w:rsidRPr="00472F61" w:rsidRDefault="00C24500" w:rsidP="00C24500">
            <w:pPr>
              <w:pStyle w:val="acctfourfigures"/>
              <w:tabs>
                <w:tab w:val="clear" w:pos="765"/>
                <w:tab w:val="decimal" w:pos="882"/>
              </w:tabs>
              <w:spacing w:line="240" w:lineRule="atLeast"/>
              <w:ind w:left="-108" w:right="-108"/>
              <w:rPr>
                <w:b/>
                <w:bCs/>
                <w:szCs w:val="22"/>
                <w:lang w:val="en-US" w:bidi="th-TH"/>
              </w:rPr>
            </w:pPr>
            <w:r w:rsidRPr="00472F61">
              <w:rPr>
                <w:b/>
                <w:bCs/>
                <w:szCs w:val="22"/>
                <w:lang w:val="en-US" w:bidi="th-TH"/>
              </w:rPr>
              <w:t>22,405</w:t>
            </w:r>
          </w:p>
        </w:tc>
        <w:tc>
          <w:tcPr>
            <w:tcW w:w="272" w:type="dxa"/>
          </w:tcPr>
          <w:p w14:paraId="4FBCB338" w14:textId="77777777" w:rsidR="00C24500" w:rsidRPr="00472F61" w:rsidRDefault="00C24500" w:rsidP="00C24500">
            <w:pPr>
              <w:tabs>
                <w:tab w:val="decimal" w:pos="882"/>
              </w:tabs>
              <w:ind w:left="-108" w:right="-108"/>
              <w:rPr>
                <w:b/>
                <w:szCs w:val="22"/>
                <w:cs/>
                <w:lang w:val="en-US" w:bidi="th-TH"/>
              </w:rPr>
            </w:pPr>
          </w:p>
        </w:tc>
        <w:tc>
          <w:tcPr>
            <w:tcW w:w="1080" w:type="dxa"/>
            <w:gridSpan w:val="2"/>
            <w:tcBorders>
              <w:top w:val="single" w:sz="4" w:space="0" w:color="auto"/>
              <w:left w:val="nil"/>
              <w:bottom w:val="double" w:sz="4" w:space="0" w:color="auto"/>
              <w:right w:val="nil"/>
            </w:tcBorders>
            <w:hideMark/>
          </w:tcPr>
          <w:p w14:paraId="15343C92" w14:textId="77777777" w:rsidR="00C24500" w:rsidRPr="00472F61" w:rsidRDefault="00C24500" w:rsidP="00B07537">
            <w:pPr>
              <w:pStyle w:val="acctfourfigures"/>
              <w:tabs>
                <w:tab w:val="clear" w:pos="765"/>
                <w:tab w:val="decimal" w:pos="790"/>
              </w:tabs>
              <w:spacing w:line="240" w:lineRule="atLeast"/>
              <w:ind w:right="-108"/>
              <w:rPr>
                <w:b/>
                <w:bCs/>
                <w:szCs w:val="22"/>
                <w:lang w:val="en-US" w:bidi="th-TH"/>
              </w:rPr>
            </w:pPr>
            <w:r w:rsidRPr="00472F61">
              <w:rPr>
                <w:b/>
                <w:bCs/>
                <w:szCs w:val="22"/>
                <w:lang w:val="en-US" w:bidi="th-TH"/>
              </w:rPr>
              <w:t>22,264</w:t>
            </w:r>
          </w:p>
        </w:tc>
        <w:tc>
          <w:tcPr>
            <w:tcW w:w="272" w:type="dxa"/>
            <w:gridSpan w:val="2"/>
          </w:tcPr>
          <w:p w14:paraId="10045C9F" w14:textId="77777777" w:rsidR="00C24500" w:rsidRPr="00472F61" w:rsidRDefault="00C24500" w:rsidP="00C24500">
            <w:pPr>
              <w:tabs>
                <w:tab w:val="decimal" w:pos="882"/>
              </w:tabs>
              <w:ind w:left="-108" w:right="-108"/>
              <w:rPr>
                <w:b/>
                <w:szCs w:val="22"/>
                <w:lang w:val="en-US" w:bidi="th-TH"/>
              </w:rPr>
            </w:pPr>
          </w:p>
        </w:tc>
        <w:tc>
          <w:tcPr>
            <w:tcW w:w="1082" w:type="dxa"/>
            <w:gridSpan w:val="2"/>
            <w:tcBorders>
              <w:top w:val="single" w:sz="4" w:space="0" w:color="auto"/>
              <w:left w:val="nil"/>
              <w:bottom w:val="double" w:sz="4" w:space="0" w:color="auto"/>
              <w:right w:val="nil"/>
            </w:tcBorders>
            <w:hideMark/>
          </w:tcPr>
          <w:p w14:paraId="1262005A" w14:textId="0494EDB1" w:rsidR="00C24500" w:rsidRPr="00472F61" w:rsidRDefault="00C24500" w:rsidP="00C24500">
            <w:pPr>
              <w:pStyle w:val="acctfourfigures"/>
              <w:tabs>
                <w:tab w:val="clear" w:pos="765"/>
                <w:tab w:val="decimal" w:pos="900"/>
              </w:tabs>
              <w:spacing w:line="240" w:lineRule="atLeast"/>
              <w:ind w:left="-108" w:right="-108"/>
              <w:rPr>
                <w:b/>
                <w:bCs/>
                <w:szCs w:val="22"/>
                <w:lang w:val="en-US" w:bidi="th-TH"/>
              </w:rPr>
            </w:pPr>
            <w:r w:rsidRPr="00472F61">
              <w:rPr>
                <w:b/>
                <w:bCs/>
                <w:szCs w:val="22"/>
                <w:lang w:val="en-US" w:bidi="th-TH"/>
              </w:rPr>
              <w:t>10,4</w:t>
            </w:r>
            <w:r w:rsidR="00AE62B1" w:rsidRPr="00472F61">
              <w:rPr>
                <w:b/>
                <w:bCs/>
                <w:szCs w:val="22"/>
                <w:lang w:val="en-US" w:bidi="th-TH"/>
              </w:rPr>
              <w:t>09</w:t>
            </w:r>
          </w:p>
        </w:tc>
        <w:tc>
          <w:tcPr>
            <w:tcW w:w="272" w:type="dxa"/>
            <w:gridSpan w:val="2"/>
          </w:tcPr>
          <w:p w14:paraId="54B44633" w14:textId="77777777" w:rsidR="00C24500" w:rsidRPr="00472F61" w:rsidRDefault="00C24500" w:rsidP="00C24500">
            <w:pPr>
              <w:tabs>
                <w:tab w:val="decimal" w:pos="882"/>
              </w:tabs>
              <w:ind w:left="-108" w:right="-108"/>
              <w:rPr>
                <w:b/>
                <w:szCs w:val="22"/>
                <w:lang w:val="en-US" w:bidi="th-TH"/>
              </w:rPr>
            </w:pPr>
          </w:p>
        </w:tc>
        <w:tc>
          <w:tcPr>
            <w:tcW w:w="1082" w:type="dxa"/>
            <w:tcBorders>
              <w:top w:val="single" w:sz="4" w:space="0" w:color="auto"/>
              <w:left w:val="nil"/>
              <w:bottom w:val="double" w:sz="4" w:space="0" w:color="auto"/>
              <w:right w:val="nil"/>
            </w:tcBorders>
            <w:hideMark/>
          </w:tcPr>
          <w:p w14:paraId="22F5F3A3" w14:textId="77777777" w:rsidR="00C24500" w:rsidRPr="00472F61" w:rsidRDefault="00C24500" w:rsidP="00B07537">
            <w:pPr>
              <w:pStyle w:val="acctfourfigures"/>
              <w:tabs>
                <w:tab w:val="clear" w:pos="765"/>
                <w:tab w:val="decimal" w:pos="790"/>
              </w:tabs>
              <w:spacing w:line="240" w:lineRule="atLeast"/>
              <w:ind w:left="-108" w:right="-108"/>
              <w:rPr>
                <w:b/>
                <w:bCs/>
                <w:szCs w:val="22"/>
                <w:lang w:val="en-US" w:bidi="th-TH"/>
              </w:rPr>
            </w:pPr>
            <w:r w:rsidRPr="00472F61">
              <w:rPr>
                <w:b/>
                <w:bCs/>
                <w:szCs w:val="22"/>
                <w:lang w:val="en-US" w:bidi="th-TH"/>
              </w:rPr>
              <w:t>10,304</w:t>
            </w:r>
          </w:p>
        </w:tc>
      </w:tr>
    </w:tbl>
    <w:p w14:paraId="513CA812" w14:textId="77777777" w:rsidR="00061F3F" w:rsidRPr="00472F61" w:rsidRDefault="00061F3F" w:rsidP="006F0689">
      <w:pPr>
        <w:pStyle w:val="index"/>
        <w:numPr>
          <w:ilvl w:val="0"/>
          <w:numId w:val="0"/>
        </w:numPr>
        <w:tabs>
          <w:tab w:val="left" w:pos="540"/>
        </w:tabs>
        <w:spacing w:after="0" w:line="240" w:lineRule="atLeast"/>
        <w:jc w:val="thaiDistribute"/>
        <w:rPr>
          <w:b/>
          <w:bCs/>
          <w:szCs w:val="22"/>
        </w:rPr>
      </w:pPr>
    </w:p>
    <w:p w14:paraId="494029F4" w14:textId="77777777" w:rsidR="00EA2207" w:rsidRPr="00472F61" w:rsidRDefault="00EA2207" w:rsidP="00B57690">
      <w:pPr>
        <w:pStyle w:val="index"/>
        <w:numPr>
          <w:ilvl w:val="0"/>
          <w:numId w:val="0"/>
        </w:numPr>
        <w:tabs>
          <w:tab w:val="left" w:pos="540"/>
        </w:tabs>
        <w:jc w:val="thaiDistribute"/>
        <w:rPr>
          <w:b/>
          <w:bCs/>
          <w:sz w:val="24"/>
          <w:szCs w:val="24"/>
        </w:rPr>
      </w:pPr>
      <w:r w:rsidRPr="00472F61">
        <w:rPr>
          <w:b/>
          <w:bCs/>
          <w:sz w:val="24"/>
          <w:szCs w:val="24"/>
        </w:rPr>
        <w:t>1</w:t>
      </w:r>
      <w:r w:rsidR="00BB408D" w:rsidRPr="00472F61">
        <w:rPr>
          <w:b/>
          <w:bCs/>
          <w:sz w:val="24"/>
          <w:szCs w:val="24"/>
        </w:rPr>
        <w:t>1</w:t>
      </w:r>
      <w:r w:rsidRPr="00472F61">
        <w:rPr>
          <w:b/>
          <w:bCs/>
          <w:sz w:val="24"/>
          <w:szCs w:val="24"/>
        </w:rPr>
        <w:t xml:space="preserve"> </w:t>
      </w:r>
      <w:r w:rsidRPr="00472F61">
        <w:rPr>
          <w:b/>
          <w:bCs/>
          <w:sz w:val="24"/>
          <w:szCs w:val="24"/>
        </w:rPr>
        <w:tab/>
        <w:t>Interest-bearing liabilities</w:t>
      </w:r>
    </w:p>
    <w:p w14:paraId="3D964C68" w14:textId="77777777" w:rsidR="00EA2207" w:rsidRPr="00472F61" w:rsidRDefault="00EA2207" w:rsidP="00EA2207">
      <w:pPr>
        <w:pStyle w:val="index"/>
        <w:numPr>
          <w:ilvl w:val="0"/>
          <w:numId w:val="0"/>
        </w:numPr>
        <w:tabs>
          <w:tab w:val="left" w:pos="540"/>
        </w:tabs>
        <w:jc w:val="thaiDistribute"/>
        <w:rPr>
          <w:b/>
          <w:bCs/>
          <w:szCs w:val="22"/>
        </w:rPr>
      </w:pPr>
    </w:p>
    <w:tbl>
      <w:tblPr>
        <w:tblW w:w="9116" w:type="dxa"/>
        <w:tblInd w:w="451" w:type="dxa"/>
        <w:tblLayout w:type="fixed"/>
        <w:tblCellMar>
          <w:left w:w="79" w:type="dxa"/>
          <w:right w:w="79" w:type="dxa"/>
        </w:tblCellMar>
        <w:tblLook w:val="0000" w:firstRow="0" w:lastRow="0" w:firstColumn="0" w:lastColumn="0" w:noHBand="0" w:noVBand="0"/>
      </w:tblPr>
      <w:tblGrid>
        <w:gridCol w:w="2427"/>
        <w:gridCol w:w="900"/>
        <w:gridCol w:w="182"/>
        <w:gridCol w:w="1080"/>
        <w:gridCol w:w="182"/>
        <w:gridCol w:w="986"/>
        <w:gridCol w:w="178"/>
        <w:gridCol w:w="886"/>
        <w:gridCol w:w="178"/>
        <w:gridCol w:w="1008"/>
        <w:gridCol w:w="178"/>
        <w:gridCol w:w="931"/>
      </w:tblGrid>
      <w:tr w:rsidR="00B9100F" w:rsidRPr="00472F61" w14:paraId="375D08B1" w14:textId="77777777" w:rsidTr="00B9100F">
        <w:trPr>
          <w:cantSplit/>
          <w:trHeight w:val="128"/>
          <w:tblHeader/>
        </w:trPr>
        <w:tc>
          <w:tcPr>
            <w:tcW w:w="2427" w:type="dxa"/>
            <w:vMerge w:val="restart"/>
            <w:shd w:val="clear" w:color="auto" w:fill="auto"/>
            <w:vAlign w:val="bottom"/>
          </w:tcPr>
          <w:p w14:paraId="49FE18A8" w14:textId="77777777" w:rsidR="00B9100F" w:rsidRPr="00472F61" w:rsidRDefault="00B9100F" w:rsidP="00113465">
            <w:pPr>
              <w:ind w:left="8"/>
              <w:jc w:val="thaiDistribute"/>
              <w:rPr>
                <w:b/>
                <w:bCs/>
                <w:color w:val="0000FF"/>
                <w:szCs w:val="22"/>
              </w:rPr>
            </w:pPr>
          </w:p>
        </w:tc>
        <w:tc>
          <w:tcPr>
            <w:tcW w:w="6689" w:type="dxa"/>
            <w:gridSpan w:val="11"/>
          </w:tcPr>
          <w:p w14:paraId="3404CDEF" w14:textId="77777777" w:rsidR="00B9100F" w:rsidRPr="00472F61" w:rsidRDefault="00B9100F" w:rsidP="00113465">
            <w:pPr>
              <w:pStyle w:val="acctcolumnheading"/>
              <w:spacing w:after="0" w:line="240" w:lineRule="auto"/>
              <w:ind w:left="-72" w:right="-72"/>
              <w:rPr>
                <w:b/>
                <w:bCs/>
                <w:szCs w:val="22"/>
              </w:rPr>
            </w:pPr>
            <w:r w:rsidRPr="00472F61">
              <w:rPr>
                <w:b/>
                <w:bCs/>
                <w:szCs w:val="22"/>
              </w:rPr>
              <w:t>Consolidated financial statements</w:t>
            </w:r>
          </w:p>
        </w:tc>
      </w:tr>
      <w:tr w:rsidR="00B9100F" w:rsidRPr="00472F61" w14:paraId="1C84BB12" w14:textId="77777777" w:rsidTr="00B9100F">
        <w:trPr>
          <w:cantSplit/>
          <w:trHeight w:val="128"/>
          <w:tblHeader/>
        </w:trPr>
        <w:tc>
          <w:tcPr>
            <w:tcW w:w="2427" w:type="dxa"/>
            <w:vMerge/>
            <w:shd w:val="clear" w:color="auto" w:fill="auto"/>
            <w:vAlign w:val="bottom"/>
          </w:tcPr>
          <w:p w14:paraId="072330FE" w14:textId="77777777" w:rsidR="00B9100F" w:rsidRPr="00472F61" w:rsidRDefault="00B9100F" w:rsidP="00B9100F">
            <w:pPr>
              <w:tabs>
                <w:tab w:val="left" w:pos="191"/>
              </w:tabs>
              <w:spacing w:line="220" w:lineRule="exact"/>
              <w:ind w:left="191" w:right="-68" w:hanging="191"/>
              <w:rPr>
                <w:b/>
                <w:bCs/>
                <w:i/>
                <w:iCs/>
                <w:szCs w:val="22"/>
              </w:rPr>
            </w:pPr>
          </w:p>
        </w:tc>
        <w:tc>
          <w:tcPr>
            <w:tcW w:w="3330" w:type="dxa"/>
            <w:gridSpan w:val="5"/>
          </w:tcPr>
          <w:p w14:paraId="6C1B26B6" w14:textId="77777777" w:rsidR="00B9100F" w:rsidRPr="00472F61" w:rsidRDefault="00B9100F" w:rsidP="00B9100F">
            <w:pPr>
              <w:pStyle w:val="acctcolumnheading"/>
              <w:spacing w:after="0" w:line="220" w:lineRule="exact"/>
              <w:ind w:left="-79" w:right="-79"/>
              <w:rPr>
                <w:szCs w:val="22"/>
                <w:lang w:bidi="th-TH"/>
              </w:rPr>
            </w:pPr>
            <w:r w:rsidRPr="00472F61">
              <w:rPr>
                <w:szCs w:val="22"/>
              </w:rPr>
              <w:t>31 March 2021</w:t>
            </w:r>
          </w:p>
        </w:tc>
        <w:tc>
          <w:tcPr>
            <w:tcW w:w="178" w:type="dxa"/>
          </w:tcPr>
          <w:p w14:paraId="68A8F4EC" w14:textId="77777777" w:rsidR="00B9100F" w:rsidRPr="00472F61" w:rsidRDefault="00B9100F" w:rsidP="00B9100F">
            <w:pPr>
              <w:pStyle w:val="acctcolumnheading"/>
              <w:spacing w:after="0" w:line="220" w:lineRule="exact"/>
              <w:ind w:right="-79"/>
              <w:rPr>
                <w:szCs w:val="22"/>
                <w:lang w:bidi="th-TH"/>
              </w:rPr>
            </w:pPr>
          </w:p>
        </w:tc>
        <w:tc>
          <w:tcPr>
            <w:tcW w:w="3181" w:type="dxa"/>
            <w:gridSpan w:val="5"/>
            <w:vAlign w:val="bottom"/>
          </w:tcPr>
          <w:p w14:paraId="34C8F5A6" w14:textId="77777777" w:rsidR="00B9100F" w:rsidRPr="00472F61" w:rsidRDefault="00B9100F" w:rsidP="00B9100F">
            <w:pPr>
              <w:pStyle w:val="acctcolumnheading"/>
              <w:spacing w:after="0" w:line="220" w:lineRule="exact"/>
              <w:ind w:left="-79" w:right="-79"/>
              <w:rPr>
                <w:szCs w:val="22"/>
              </w:rPr>
            </w:pPr>
            <w:r w:rsidRPr="00472F61">
              <w:rPr>
                <w:szCs w:val="22"/>
              </w:rPr>
              <w:t>31 December 2020</w:t>
            </w:r>
          </w:p>
        </w:tc>
      </w:tr>
      <w:tr w:rsidR="00B9100F" w:rsidRPr="00472F61" w14:paraId="16B18836" w14:textId="77777777" w:rsidTr="00B9100F">
        <w:trPr>
          <w:cantSplit/>
          <w:tblHeader/>
        </w:trPr>
        <w:tc>
          <w:tcPr>
            <w:tcW w:w="2427" w:type="dxa"/>
          </w:tcPr>
          <w:p w14:paraId="2B096C3F" w14:textId="77777777" w:rsidR="00B9100F" w:rsidRPr="00472F61" w:rsidRDefault="00B9100F" w:rsidP="00B9100F">
            <w:pPr>
              <w:tabs>
                <w:tab w:val="left" w:pos="191"/>
              </w:tabs>
              <w:spacing w:line="220" w:lineRule="exact"/>
              <w:ind w:left="191" w:right="-68" w:hanging="191"/>
              <w:rPr>
                <w:b/>
                <w:bCs/>
                <w:color w:val="0000FF"/>
                <w:szCs w:val="22"/>
              </w:rPr>
            </w:pPr>
          </w:p>
        </w:tc>
        <w:tc>
          <w:tcPr>
            <w:tcW w:w="900" w:type="dxa"/>
            <w:vAlign w:val="bottom"/>
          </w:tcPr>
          <w:p w14:paraId="238A6409" w14:textId="77777777" w:rsidR="00B9100F" w:rsidRPr="00472F61" w:rsidRDefault="00B9100F" w:rsidP="00B9100F">
            <w:pPr>
              <w:pStyle w:val="acctfourfigures"/>
              <w:tabs>
                <w:tab w:val="clear" w:pos="765"/>
              </w:tabs>
              <w:spacing w:line="220" w:lineRule="exact"/>
              <w:ind w:left="-79" w:right="-79"/>
              <w:jc w:val="center"/>
              <w:rPr>
                <w:szCs w:val="22"/>
              </w:rPr>
            </w:pPr>
            <w:r w:rsidRPr="00472F61">
              <w:rPr>
                <w:szCs w:val="22"/>
              </w:rPr>
              <w:t>Secured</w:t>
            </w:r>
          </w:p>
        </w:tc>
        <w:tc>
          <w:tcPr>
            <w:tcW w:w="182" w:type="dxa"/>
            <w:vAlign w:val="bottom"/>
          </w:tcPr>
          <w:p w14:paraId="0F2C7B20" w14:textId="77777777" w:rsidR="00B9100F" w:rsidRPr="00472F61" w:rsidRDefault="00B9100F" w:rsidP="00B9100F">
            <w:pPr>
              <w:pStyle w:val="acctfourfigures"/>
              <w:tabs>
                <w:tab w:val="clear" w:pos="765"/>
              </w:tabs>
              <w:spacing w:line="220" w:lineRule="exact"/>
              <w:ind w:left="-79" w:right="-79"/>
              <w:jc w:val="center"/>
              <w:rPr>
                <w:szCs w:val="22"/>
              </w:rPr>
            </w:pPr>
          </w:p>
        </w:tc>
        <w:tc>
          <w:tcPr>
            <w:tcW w:w="1080" w:type="dxa"/>
            <w:vAlign w:val="bottom"/>
          </w:tcPr>
          <w:p w14:paraId="387C2389" w14:textId="77777777" w:rsidR="00B9100F" w:rsidRPr="00472F61" w:rsidRDefault="00B9100F" w:rsidP="00B9100F">
            <w:pPr>
              <w:pStyle w:val="acctfourfigures"/>
              <w:tabs>
                <w:tab w:val="clear" w:pos="765"/>
              </w:tabs>
              <w:spacing w:line="220" w:lineRule="exact"/>
              <w:ind w:left="-79" w:right="-79"/>
              <w:jc w:val="center"/>
              <w:rPr>
                <w:szCs w:val="22"/>
              </w:rPr>
            </w:pPr>
            <w:r w:rsidRPr="00472F61">
              <w:rPr>
                <w:szCs w:val="22"/>
              </w:rPr>
              <w:t>Unsecured</w:t>
            </w:r>
          </w:p>
        </w:tc>
        <w:tc>
          <w:tcPr>
            <w:tcW w:w="182" w:type="dxa"/>
            <w:vAlign w:val="bottom"/>
          </w:tcPr>
          <w:p w14:paraId="0D6C1F5B" w14:textId="77777777" w:rsidR="00B9100F" w:rsidRPr="00472F61" w:rsidRDefault="00B9100F" w:rsidP="00B9100F">
            <w:pPr>
              <w:pStyle w:val="acctfourfigures"/>
              <w:spacing w:line="220" w:lineRule="exact"/>
              <w:jc w:val="center"/>
              <w:rPr>
                <w:szCs w:val="22"/>
              </w:rPr>
            </w:pPr>
          </w:p>
        </w:tc>
        <w:tc>
          <w:tcPr>
            <w:tcW w:w="986" w:type="dxa"/>
            <w:vAlign w:val="bottom"/>
          </w:tcPr>
          <w:p w14:paraId="07FB9EB5" w14:textId="77777777" w:rsidR="00B9100F" w:rsidRPr="00472F61" w:rsidRDefault="00B9100F" w:rsidP="00B9100F">
            <w:pPr>
              <w:pStyle w:val="acctfourfigures"/>
              <w:tabs>
                <w:tab w:val="clear" w:pos="765"/>
              </w:tabs>
              <w:spacing w:line="220" w:lineRule="exact"/>
              <w:ind w:left="-74" w:right="-79"/>
              <w:jc w:val="center"/>
              <w:rPr>
                <w:szCs w:val="22"/>
              </w:rPr>
            </w:pPr>
            <w:r w:rsidRPr="00472F61">
              <w:rPr>
                <w:szCs w:val="22"/>
              </w:rPr>
              <w:t>Total</w:t>
            </w:r>
          </w:p>
        </w:tc>
        <w:tc>
          <w:tcPr>
            <w:tcW w:w="178" w:type="dxa"/>
            <w:vAlign w:val="bottom"/>
          </w:tcPr>
          <w:p w14:paraId="5B044584" w14:textId="77777777" w:rsidR="00B9100F" w:rsidRPr="00472F61" w:rsidRDefault="00B9100F" w:rsidP="00B9100F">
            <w:pPr>
              <w:pStyle w:val="acctfourfigures"/>
              <w:tabs>
                <w:tab w:val="clear" w:pos="765"/>
              </w:tabs>
              <w:spacing w:line="220" w:lineRule="exact"/>
              <w:ind w:left="-79" w:right="-79"/>
              <w:jc w:val="center"/>
              <w:rPr>
                <w:szCs w:val="22"/>
              </w:rPr>
            </w:pPr>
          </w:p>
        </w:tc>
        <w:tc>
          <w:tcPr>
            <w:tcW w:w="886" w:type="dxa"/>
            <w:vAlign w:val="bottom"/>
          </w:tcPr>
          <w:p w14:paraId="4DEBC8E5" w14:textId="77777777" w:rsidR="00B9100F" w:rsidRPr="00472F61" w:rsidRDefault="00B9100F" w:rsidP="00B9100F">
            <w:pPr>
              <w:pStyle w:val="acctfourfigures"/>
              <w:tabs>
                <w:tab w:val="clear" w:pos="765"/>
                <w:tab w:val="decimal" w:pos="629"/>
              </w:tabs>
              <w:spacing w:line="220" w:lineRule="exact"/>
              <w:ind w:left="-91" w:right="-79"/>
              <w:jc w:val="center"/>
              <w:rPr>
                <w:szCs w:val="22"/>
              </w:rPr>
            </w:pPr>
            <w:r w:rsidRPr="00472F61">
              <w:rPr>
                <w:szCs w:val="22"/>
              </w:rPr>
              <w:t>Secured</w:t>
            </w:r>
          </w:p>
        </w:tc>
        <w:tc>
          <w:tcPr>
            <w:tcW w:w="178" w:type="dxa"/>
            <w:vAlign w:val="bottom"/>
          </w:tcPr>
          <w:p w14:paraId="6986E144" w14:textId="77777777" w:rsidR="00B9100F" w:rsidRPr="00472F61" w:rsidRDefault="00B9100F" w:rsidP="00B9100F">
            <w:pPr>
              <w:pStyle w:val="acctfourfigures"/>
              <w:spacing w:line="220" w:lineRule="exact"/>
              <w:jc w:val="center"/>
              <w:rPr>
                <w:szCs w:val="22"/>
              </w:rPr>
            </w:pPr>
          </w:p>
        </w:tc>
        <w:tc>
          <w:tcPr>
            <w:tcW w:w="1008" w:type="dxa"/>
            <w:vAlign w:val="bottom"/>
          </w:tcPr>
          <w:p w14:paraId="767CD301" w14:textId="77777777" w:rsidR="00B9100F" w:rsidRPr="00472F61" w:rsidRDefault="00B9100F" w:rsidP="00B9100F">
            <w:pPr>
              <w:pStyle w:val="acctfourfigures"/>
              <w:tabs>
                <w:tab w:val="clear" w:pos="765"/>
                <w:tab w:val="decimal" w:pos="752"/>
              </w:tabs>
              <w:spacing w:line="220" w:lineRule="exact"/>
              <w:ind w:left="-79" w:right="-79"/>
              <w:jc w:val="center"/>
              <w:rPr>
                <w:szCs w:val="22"/>
              </w:rPr>
            </w:pPr>
            <w:r w:rsidRPr="00472F61">
              <w:rPr>
                <w:szCs w:val="22"/>
              </w:rPr>
              <w:t>Unsecured</w:t>
            </w:r>
          </w:p>
        </w:tc>
        <w:tc>
          <w:tcPr>
            <w:tcW w:w="178" w:type="dxa"/>
            <w:vAlign w:val="bottom"/>
          </w:tcPr>
          <w:p w14:paraId="2DB7BD62" w14:textId="77777777" w:rsidR="00B9100F" w:rsidRPr="00472F61" w:rsidRDefault="00B9100F" w:rsidP="00B9100F">
            <w:pPr>
              <w:pStyle w:val="acctfourfigures"/>
              <w:spacing w:line="220" w:lineRule="exact"/>
              <w:jc w:val="center"/>
              <w:rPr>
                <w:szCs w:val="22"/>
              </w:rPr>
            </w:pPr>
          </w:p>
        </w:tc>
        <w:tc>
          <w:tcPr>
            <w:tcW w:w="931" w:type="dxa"/>
            <w:vAlign w:val="bottom"/>
          </w:tcPr>
          <w:p w14:paraId="7CE9215B" w14:textId="77777777" w:rsidR="00B9100F" w:rsidRPr="00472F61" w:rsidRDefault="00B9100F" w:rsidP="00B9100F">
            <w:pPr>
              <w:pStyle w:val="acctfourfigures"/>
              <w:tabs>
                <w:tab w:val="clear" w:pos="765"/>
              </w:tabs>
              <w:spacing w:line="220" w:lineRule="exact"/>
              <w:jc w:val="center"/>
              <w:rPr>
                <w:szCs w:val="22"/>
              </w:rPr>
            </w:pPr>
            <w:r w:rsidRPr="00472F61">
              <w:rPr>
                <w:szCs w:val="22"/>
              </w:rPr>
              <w:t>Total</w:t>
            </w:r>
          </w:p>
        </w:tc>
      </w:tr>
      <w:tr w:rsidR="00B9100F" w:rsidRPr="00472F61" w14:paraId="01EEF79B" w14:textId="77777777" w:rsidTr="00B9100F">
        <w:trPr>
          <w:cantSplit/>
          <w:trHeight w:val="63"/>
          <w:tblHeader/>
        </w:trPr>
        <w:tc>
          <w:tcPr>
            <w:tcW w:w="2427" w:type="dxa"/>
          </w:tcPr>
          <w:p w14:paraId="33C345AD" w14:textId="77777777" w:rsidR="00B9100F" w:rsidRPr="00472F61" w:rsidRDefault="00B9100F" w:rsidP="00B9100F">
            <w:pPr>
              <w:spacing w:line="220" w:lineRule="exact"/>
              <w:ind w:left="368" w:right="-68" w:hanging="191"/>
              <w:rPr>
                <w:b/>
                <w:bCs/>
                <w:color w:val="0000FF"/>
                <w:szCs w:val="22"/>
              </w:rPr>
            </w:pPr>
          </w:p>
        </w:tc>
        <w:tc>
          <w:tcPr>
            <w:tcW w:w="6689" w:type="dxa"/>
            <w:gridSpan w:val="11"/>
          </w:tcPr>
          <w:p w14:paraId="6554D151" w14:textId="77777777" w:rsidR="00B9100F" w:rsidRPr="00472F61" w:rsidRDefault="00B9100F" w:rsidP="00B9100F">
            <w:pPr>
              <w:pStyle w:val="acctfourfigures"/>
              <w:tabs>
                <w:tab w:val="clear" w:pos="765"/>
              </w:tabs>
              <w:spacing w:line="220" w:lineRule="exact"/>
              <w:jc w:val="center"/>
              <w:rPr>
                <w:i/>
                <w:iCs/>
                <w:szCs w:val="22"/>
                <w:lang w:bidi="th-TH"/>
              </w:rPr>
            </w:pPr>
            <w:r w:rsidRPr="00472F61">
              <w:rPr>
                <w:i/>
                <w:iCs/>
                <w:szCs w:val="22"/>
                <w:lang w:bidi="th-TH"/>
              </w:rPr>
              <w:t>(in million Baht)</w:t>
            </w:r>
          </w:p>
        </w:tc>
      </w:tr>
      <w:tr w:rsidR="00E03468" w:rsidRPr="00472F61" w14:paraId="480AE6AF" w14:textId="77777777" w:rsidTr="00B9100F">
        <w:trPr>
          <w:cantSplit/>
        </w:trPr>
        <w:tc>
          <w:tcPr>
            <w:tcW w:w="2427" w:type="dxa"/>
          </w:tcPr>
          <w:p w14:paraId="479DAD5B" w14:textId="77777777" w:rsidR="00E03468" w:rsidRPr="00472F61" w:rsidRDefault="00E03468" w:rsidP="00E03468">
            <w:pPr>
              <w:tabs>
                <w:tab w:val="left" w:pos="191"/>
              </w:tabs>
              <w:spacing w:line="220" w:lineRule="exact"/>
              <w:ind w:left="191" w:hanging="191"/>
              <w:rPr>
                <w:szCs w:val="22"/>
              </w:rPr>
            </w:pPr>
            <w:r w:rsidRPr="00472F61">
              <w:rPr>
                <w:szCs w:val="22"/>
              </w:rPr>
              <w:t>Debentures</w:t>
            </w:r>
          </w:p>
        </w:tc>
        <w:tc>
          <w:tcPr>
            <w:tcW w:w="900" w:type="dxa"/>
            <w:vAlign w:val="bottom"/>
          </w:tcPr>
          <w:p w14:paraId="071050CF" w14:textId="77777777" w:rsidR="00E03468" w:rsidRPr="00472F61" w:rsidRDefault="00E03468" w:rsidP="00E03468">
            <w:pPr>
              <w:tabs>
                <w:tab w:val="decimal" w:pos="540"/>
              </w:tabs>
              <w:ind w:left="-107" w:right="-66"/>
              <w:rPr>
                <w:szCs w:val="22"/>
                <w:lang w:val="en-US" w:bidi="th-TH"/>
              </w:rPr>
            </w:pPr>
            <w:r w:rsidRPr="00472F61">
              <w:rPr>
                <w:szCs w:val="22"/>
              </w:rPr>
              <w:t>-</w:t>
            </w:r>
          </w:p>
        </w:tc>
        <w:tc>
          <w:tcPr>
            <w:tcW w:w="182" w:type="dxa"/>
            <w:vAlign w:val="bottom"/>
          </w:tcPr>
          <w:p w14:paraId="17F8CA07" w14:textId="77777777" w:rsidR="00E03468" w:rsidRPr="00472F61" w:rsidRDefault="00E03468" w:rsidP="00E03468">
            <w:pPr>
              <w:tabs>
                <w:tab w:val="decimal" w:pos="682"/>
              </w:tabs>
              <w:ind w:left="-107" w:right="-66"/>
              <w:rPr>
                <w:szCs w:val="22"/>
                <w:cs/>
              </w:rPr>
            </w:pPr>
          </w:p>
        </w:tc>
        <w:tc>
          <w:tcPr>
            <w:tcW w:w="1080" w:type="dxa"/>
            <w:vAlign w:val="bottom"/>
          </w:tcPr>
          <w:p w14:paraId="3E6B2431" w14:textId="77777777" w:rsidR="00E03468" w:rsidRPr="00472F61" w:rsidRDefault="00E03468" w:rsidP="00472F61">
            <w:pPr>
              <w:tabs>
                <w:tab w:val="decimal" w:pos="816"/>
              </w:tabs>
              <w:ind w:left="-107" w:right="-66"/>
              <w:rPr>
                <w:szCs w:val="22"/>
              </w:rPr>
            </w:pPr>
            <w:r w:rsidRPr="00472F61">
              <w:rPr>
                <w:szCs w:val="22"/>
              </w:rPr>
              <w:t>2,189</w:t>
            </w:r>
          </w:p>
        </w:tc>
        <w:tc>
          <w:tcPr>
            <w:tcW w:w="182" w:type="dxa"/>
            <w:vAlign w:val="bottom"/>
          </w:tcPr>
          <w:p w14:paraId="2F5847BD" w14:textId="77777777" w:rsidR="00E03468" w:rsidRPr="00472F61" w:rsidRDefault="00E03468" w:rsidP="00E03468">
            <w:pPr>
              <w:tabs>
                <w:tab w:val="decimal" w:pos="682"/>
              </w:tabs>
              <w:ind w:left="-107" w:right="-66"/>
              <w:rPr>
                <w:szCs w:val="22"/>
                <w:cs/>
              </w:rPr>
            </w:pPr>
          </w:p>
        </w:tc>
        <w:tc>
          <w:tcPr>
            <w:tcW w:w="986" w:type="dxa"/>
            <w:vAlign w:val="bottom"/>
          </w:tcPr>
          <w:p w14:paraId="68C4F2A0" w14:textId="77777777" w:rsidR="00E03468" w:rsidRPr="00472F61" w:rsidRDefault="00E03468" w:rsidP="00472F61">
            <w:pPr>
              <w:tabs>
                <w:tab w:val="decimal" w:pos="726"/>
              </w:tabs>
              <w:ind w:left="-107" w:right="-66"/>
              <w:rPr>
                <w:szCs w:val="22"/>
              </w:rPr>
            </w:pPr>
            <w:r w:rsidRPr="00472F61">
              <w:rPr>
                <w:szCs w:val="22"/>
              </w:rPr>
              <w:t>2,189</w:t>
            </w:r>
          </w:p>
        </w:tc>
        <w:tc>
          <w:tcPr>
            <w:tcW w:w="178" w:type="dxa"/>
          </w:tcPr>
          <w:p w14:paraId="669CE393" w14:textId="77777777" w:rsidR="00E03468" w:rsidRPr="00472F61" w:rsidRDefault="00E03468" w:rsidP="00E03468">
            <w:pPr>
              <w:pStyle w:val="acctfourfigures"/>
              <w:tabs>
                <w:tab w:val="clear" w:pos="765"/>
              </w:tabs>
              <w:spacing w:line="220" w:lineRule="exact"/>
              <w:ind w:left="-79" w:right="-79"/>
              <w:jc w:val="center"/>
              <w:rPr>
                <w:szCs w:val="22"/>
              </w:rPr>
            </w:pPr>
          </w:p>
        </w:tc>
        <w:tc>
          <w:tcPr>
            <w:tcW w:w="886" w:type="dxa"/>
            <w:vAlign w:val="bottom"/>
          </w:tcPr>
          <w:p w14:paraId="2BD37D7B" w14:textId="77777777" w:rsidR="00E03468" w:rsidRPr="00472F61" w:rsidRDefault="00E03468" w:rsidP="00E03468">
            <w:pPr>
              <w:pStyle w:val="acctfourfigures"/>
              <w:tabs>
                <w:tab w:val="clear" w:pos="765"/>
              </w:tabs>
              <w:spacing w:line="240" w:lineRule="auto"/>
              <w:ind w:right="191"/>
              <w:jc w:val="right"/>
              <w:rPr>
                <w:szCs w:val="22"/>
              </w:rPr>
            </w:pPr>
            <w:r w:rsidRPr="00472F61">
              <w:rPr>
                <w:szCs w:val="22"/>
              </w:rPr>
              <w:t>-</w:t>
            </w:r>
          </w:p>
        </w:tc>
        <w:tc>
          <w:tcPr>
            <w:tcW w:w="178" w:type="dxa"/>
            <w:vAlign w:val="bottom"/>
          </w:tcPr>
          <w:p w14:paraId="6B81B3EB" w14:textId="77777777" w:rsidR="00E03468" w:rsidRPr="00472F61" w:rsidRDefault="00E03468" w:rsidP="00E03468">
            <w:pPr>
              <w:pStyle w:val="acctfourfigures"/>
              <w:tabs>
                <w:tab w:val="clear" w:pos="765"/>
              </w:tabs>
              <w:spacing w:line="220" w:lineRule="exact"/>
              <w:ind w:left="-79" w:right="-79"/>
              <w:jc w:val="center"/>
              <w:rPr>
                <w:szCs w:val="22"/>
              </w:rPr>
            </w:pPr>
          </w:p>
        </w:tc>
        <w:tc>
          <w:tcPr>
            <w:tcW w:w="1008" w:type="dxa"/>
            <w:vAlign w:val="bottom"/>
          </w:tcPr>
          <w:p w14:paraId="69E02F36" w14:textId="77777777" w:rsidR="00E03468" w:rsidRPr="00472F61" w:rsidRDefault="00E03468" w:rsidP="00E03468">
            <w:pPr>
              <w:pStyle w:val="acctfourfigures"/>
              <w:tabs>
                <w:tab w:val="clear" w:pos="765"/>
                <w:tab w:val="decimal" w:pos="819"/>
              </w:tabs>
              <w:spacing w:line="220" w:lineRule="exact"/>
              <w:ind w:left="-79" w:right="-79"/>
              <w:rPr>
                <w:szCs w:val="22"/>
              </w:rPr>
            </w:pPr>
            <w:r w:rsidRPr="00472F61">
              <w:rPr>
                <w:szCs w:val="22"/>
              </w:rPr>
              <w:t>2,189</w:t>
            </w:r>
          </w:p>
        </w:tc>
        <w:tc>
          <w:tcPr>
            <w:tcW w:w="178" w:type="dxa"/>
            <w:vAlign w:val="bottom"/>
          </w:tcPr>
          <w:p w14:paraId="588019BC" w14:textId="77777777" w:rsidR="00E03468" w:rsidRPr="00472F61" w:rsidRDefault="00E03468" w:rsidP="00E03468">
            <w:pPr>
              <w:pStyle w:val="acctfourfigures"/>
              <w:spacing w:line="220" w:lineRule="exact"/>
              <w:rPr>
                <w:szCs w:val="22"/>
              </w:rPr>
            </w:pPr>
          </w:p>
        </w:tc>
        <w:tc>
          <w:tcPr>
            <w:tcW w:w="931" w:type="dxa"/>
            <w:vAlign w:val="bottom"/>
          </w:tcPr>
          <w:p w14:paraId="45682972" w14:textId="77777777" w:rsidR="00E03468" w:rsidRPr="00472F61" w:rsidRDefault="00E03468" w:rsidP="00E03468">
            <w:pPr>
              <w:pStyle w:val="acctfourfigures"/>
              <w:tabs>
                <w:tab w:val="clear" w:pos="765"/>
                <w:tab w:val="decimal" w:pos="730"/>
              </w:tabs>
              <w:spacing w:line="220" w:lineRule="exact"/>
              <w:ind w:left="-79" w:right="-79"/>
              <w:rPr>
                <w:szCs w:val="22"/>
              </w:rPr>
            </w:pPr>
            <w:r w:rsidRPr="00472F61">
              <w:rPr>
                <w:szCs w:val="22"/>
              </w:rPr>
              <w:t>2,189</w:t>
            </w:r>
          </w:p>
        </w:tc>
      </w:tr>
      <w:tr w:rsidR="00E03468" w:rsidRPr="00472F61" w14:paraId="288D6A91" w14:textId="77777777" w:rsidTr="00B9100F">
        <w:trPr>
          <w:cantSplit/>
        </w:trPr>
        <w:tc>
          <w:tcPr>
            <w:tcW w:w="2427" w:type="dxa"/>
          </w:tcPr>
          <w:p w14:paraId="6540B378" w14:textId="77777777" w:rsidR="00E03468" w:rsidRPr="00472F61" w:rsidRDefault="00E03468" w:rsidP="00E03468">
            <w:pPr>
              <w:tabs>
                <w:tab w:val="left" w:pos="191"/>
              </w:tabs>
              <w:spacing w:line="220" w:lineRule="exact"/>
              <w:ind w:left="191" w:hanging="191"/>
              <w:rPr>
                <w:szCs w:val="22"/>
              </w:rPr>
            </w:pPr>
            <w:r w:rsidRPr="00472F61">
              <w:rPr>
                <w:szCs w:val="22"/>
              </w:rPr>
              <w:t>Short-term loans from financial institutions</w:t>
            </w:r>
          </w:p>
        </w:tc>
        <w:tc>
          <w:tcPr>
            <w:tcW w:w="900" w:type="dxa"/>
            <w:vAlign w:val="bottom"/>
          </w:tcPr>
          <w:p w14:paraId="7E31F202" w14:textId="77777777" w:rsidR="00E03468" w:rsidRPr="00472F61" w:rsidRDefault="00E03468" w:rsidP="00E03468">
            <w:pPr>
              <w:tabs>
                <w:tab w:val="decimal" w:pos="540"/>
              </w:tabs>
              <w:ind w:left="-107" w:right="-66"/>
              <w:rPr>
                <w:szCs w:val="22"/>
                <w:cs/>
              </w:rPr>
            </w:pPr>
            <w:r w:rsidRPr="00472F61">
              <w:rPr>
                <w:szCs w:val="22"/>
              </w:rPr>
              <w:t>-</w:t>
            </w:r>
          </w:p>
        </w:tc>
        <w:tc>
          <w:tcPr>
            <w:tcW w:w="182" w:type="dxa"/>
            <w:vAlign w:val="bottom"/>
          </w:tcPr>
          <w:p w14:paraId="5D1E3AC0" w14:textId="77777777" w:rsidR="00E03468" w:rsidRPr="00472F61" w:rsidRDefault="00E03468" w:rsidP="00E03468">
            <w:pPr>
              <w:tabs>
                <w:tab w:val="decimal" w:pos="682"/>
              </w:tabs>
              <w:ind w:left="-107" w:right="-66"/>
              <w:rPr>
                <w:szCs w:val="22"/>
                <w:cs/>
              </w:rPr>
            </w:pPr>
          </w:p>
        </w:tc>
        <w:tc>
          <w:tcPr>
            <w:tcW w:w="1080" w:type="dxa"/>
            <w:vAlign w:val="bottom"/>
          </w:tcPr>
          <w:p w14:paraId="6BC0B3AF" w14:textId="77777777" w:rsidR="00E03468" w:rsidRPr="00472F61" w:rsidRDefault="00E03468" w:rsidP="00472F61">
            <w:pPr>
              <w:tabs>
                <w:tab w:val="decimal" w:pos="816"/>
              </w:tabs>
              <w:ind w:left="-107" w:right="-66"/>
              <w:rPr>
                <w:szCs w:val="22"/>
              </w:rPr>
            </w:pPr>
            <w:r w:rsidRPr="00472F61">
              <w:rPr>
                <w:szCs w:val="22"/>
              </w:rPr>
              <w:t>550</w:t>
            </w:r>
          </w:p>
        </w:tc>
        <w:tc>
          <w:tcPr>
            <w:tcW w:w="182" w:type="dxa"/>
            <w:vAlign w:val="bottom"/>
          </w:tcPr>
          <w:p w14:paraId="5ABA3BE8" w14:textId="77777777" w:rsidR="00E03468" w:rsidRPr="00472F61" w:rsidRDefault="00E03468" w:rsidP="00E03468">
            <w:pPr>
              <w:tabs>
                <w:tab w:val="decimal" w:pos="682"/>
              </w:tabs>
              <w:ind w:left="-107" w:right="-66"/>
              <w:rPr>
                <w:szCs w:val="22"/>
                <w:cs/>
              </w:rPr>
            </w:pPr>
          </w:p>
        </w:tc>
        <w:tc>
          <w:tcPr>
            <w:tcW w:w="986" w:type="dxa"/>
            <w:vAlign w:val="bottom"/>
          </w:tcPr>
          <w:p w14:paraId="35990C86" w14:textId="77777777" w:rsidR="00E03468" w:rsidRPr="00472F61" w:rsidRDefault="00E03468" w:rsidP="00472F61">
            <w:pPr>
              <w:tabs>
                <w:tab w:val="decimal" w:pos="726"/>
              </w:tabs>
              <w:ind w:left="-107" w:right="-66"/>
              <w:rPr>
                <w:szCs w:val="22"/>
              </w:rPr>
            </w:pPr>
            <w:r w:rsidRPr="00472F61">
              <w:rPr>
                <w:szCs w:val="22"/>
              </w:rPr>
              <w:t>550</w:t>
            </w:r>
          </w:p>
        </w:tc>
        <w:tc>
          <w:tcPr>
            <w:tcW w:w="178" w:type="dxa"/>
          </w:tcPr>
          <w:p w14:paraId="4B8230F8" w14:textId="77777777" w:rsidR="00E03468" w:rsidRPr="00472F61" w:rsidRDefault="00E03468" w:rsidP="00E03468">
            <w:pPr>
              <w:pStyle w:val="acctfourfigures"/>
              <w:tabs>
                <w:tab w:val="clear" w:pos="765"/>
              </w:tabs>
              <w:spacing w:line="220" w:lineRule="exact"/>
              <w:ind w:left="-79" w:right="-79"/>
              <w:jc w:val="center"/>
              <w:rPr>
                <w:szCs w:val="22"/>
              </w:rPr>
            </w:pPr>
          </w:p>
        </w:tc>
        <w:tc>
          <w:tcPr>
            <w:tcW w:w="886" w:type="dxa"/>
            <w:vAlign w:val="bottom"/>
          </w:tcPr>
          <w:p w14:paraId="5C9D6E16" w14:textId="77777777" w:rsidR="00E03468" w:rsidRPr="00472F61" w:rsidRDefault="00E03468" w:rsidP="00E03468">
            <w:pPr>
              <w:pStyle w:val="acctfourfigures"/>
              <w:tabs>
                <w:tab w:val="clear" w:pos="765"/>
              </w:tabs>
              <w:spacing w:line="240" w:lineRule="auto"/>
              <w:ind w:right="191"/>
              <w:jc w:val="right"/>
              <w:rPr>
                <w:szCs w:val="22"/>
              </w:rPr>
            </w:pPr>
            <w:r w:rsidRPr="00472F61">
              <w:rPr>
                <w:szCs w:val="22"/>
              </w:rPr>
              <w:t>-</w:t>
            </w:r>
          </w:p>
        </w:tc>
        <w:tc>
          <w:tcPr>
            <w:tcW w:w="178" w:type="dxa"/>
            <w:vAlign w:val="bottom"/>
          </w:tcPr>
          <w:p w14:paraId="1E953396" w14:textId="77777777" w:rsidR="00E03468" w:rsidRPr="00472F61" w:rsidRDefault="00E03468" w:rsidP="00E03468">
            <w:pPr>
              <w:pStyle w:val="acctfourfigures"/>
              <w:tabs>
                <w:tab w:val="clear" w:pos="765"/>
              </w:tabs>
              <w:spacing w:line="220" w:lineRule="exact"/>
              <w:ind w:left="-79" w:right="-79"/>
              <w:jc w:val="center"/>
              <w:rPr>
                <w:szCs w:val="22"/>
              </w:rPr>
            </w:pPr>
          </w:p>
        </w:tc>
        <w:tc>
          <w:tcPr>
            <w:tcW w:w="1008" w:type="dxa"/>
            <w:vAlign w:val="bottom"/>
          </w:tcPr>
          <w:p w14:paraId="5CE8C30E" w14:textId="77777777" w:rsidR="00E03468" w:rsidRPr="00472F61" w:rsidRDefault="00E03468" w:rsidP="00E03468">
            <w:pPr>
              <w:pStyle w:val="acctfourfigures"/>
              <w:tabs>
                <w:tab w:val="clear" w:pos="765"/>
                <w:tab w:val="decimal" w:pos="819"/>
              </w:tabs>
              <w:spacing w:line="220" w:lineRule="exact"/>
              <w:ind w:left="-79" w:right="-79"/>
              <w:rPr>
                <w:szCs w:val="22"/>
              </w:rPr>
            </w:pPr>
            <w:r w:rsidRPr="00472F61">
              <w:rPr>
                <w:szCs w:val="22"/>
              </w:rPr>
              <w:t>550</w:t>
            </w:r>
          </w:p>
        </w:tc>
        <w:tc>
          <w:tcPr>
            <w:tcW w:w="178" w:type="dxa"/>
            <w:vAlign w:val="bottom"/>
          </w:tcPr>
          <w:p w14:paraId="688FC773" w14:textId="77777777" w:rsidR="00E03468" w:rsidRPr="00472F61" w:rsidRDefault="00E03468" w:rsidP="00E03468">
            <w:pPr>
              <w:pStyle w:val="acctfourfigures"/>
              <w:spacing w:line="220" w:lineRule="exact"/>
              <w:rPr>
                <w:szCs w:val="22"/>
              </w:rPr>
            </w:pPr>
          </w:p>
        </w:tc>
        <w:tc>
          <w:tcPr>
            <w:tcW w:w="931" w:type="dxa"/>
            <w:vAlign w:val="bottom"/>
          </w:tcPr>
          <w:p w14:paraId="6EE37F09" w14:textId="77777777" w:rsidR="00E03468" w:rsidRPr="00472F61" w:rsidRDefault="00E03468" w:rsidP="00E03468">
            <w:pPr>
              <w:pStyle w:val="acctfourfigures"/>
              <w:tabs>
                <w:tab w:val="clear" w:pos="765"/>
                <w:tab w:val="decimal" w:pos="730"/>
              </w:tabs>
              <w:spacing w:line="220" w:lineRule="exact"/>
              <w:ind w:left="-79" w:right="-79"/>
              <w:rPr>
                <w:szCs w:val="22"/>
              </w:rPr>
            </w:pPr>
            <w:r w:rsidRPr="00472F61">
              <w:rPr>
                <w:szCs w:val="22"/>
              </w:rPr>
              <w:t>550</w:t>
            </w:r>
          </w:p>
        </w:tc>
      </w:tr>
      <w:tr w:rsidR="00E03468" w:rsidRPr="00472F61" w14:paraId="78B79FA7" w14:textId="77777777" w:rsidTr="00B9100F">
        <w:trPr>
          <w:cantSplit/>
        </w:trPr>
        <w:tc>
          <w:tcPr>
            <w:tcW w:w="2427" w:type="dxa"/>
          </w:tcPr>
          <w:p w14:paraId="543DFE89" w14:textId="77777777" w:rsidR="00E03468" w:rsidRPr="00472F61" w:rsidRDefault="00E03468" w:rsidP="00E03468">
            <w:pPr>
              <w:tabs>
                <w:tab w:val="left" w:pos="191"/>
              </w:tabs>
              <w:spacing w:line="220" w:lineRule="exact"/>
              <w:ind w:left="191" w:hanging="191"/>
              <w:rPr>
                <w:szCs w:val="22"/>
              </w:rPr>
            </w:pPr>
            <w:r w:rsidRPr="00472F61">
              <w:rPr>
                <w:szCs w:val="22"/>
              </w:rPr>
              <w:t xml:space="preserve">Short-term loans from related parties </w:t>
            </w:r>
          </w:p>
        </w:tc>
        <w:tc>
          <w:tcPr>
            <w:tcW w:w="900" w:type="dxa"/>
            <w:vAlign w:val="bottom"/>
          </w:tcPr>
          <w:p w14:paraId="695AC102" w14:textId="77777777" w:rsidR="00E03468" w:rsidRPr="00472F61" w:rsidRDefault="00E03468" w:rsidP="00E03468">
            <w:pPr>
              <w:tabs>
                <w:tab w:val="decimal" w:pos="540"/>
              </w:tabs>
              <w:ind w:left="-107" w:right="-66"/>
              <w:rPr>
                <w:szCs w:val="22"/>
                <w:cs/>
              </w:rPr>
            </w:pPr>
            <w:r w:rsidRPr="00472F61">
              <w:rPr>
                <w:szCs w:val="22"/>
              </w:rPr>
              <w:t>-</w:t>
            </w:r>
          </w:p>
        </w:tc>
        <w:tc>
          <w:tcPr>
            <w:tcW w:w="182" w:type="dxa"/>
            <w:vAlign w:val="bottom"/>
          </w:tcPr>
          <w:p w14:paraId="59AB5180" w14:textId="77777777" w:rsidR="00E03468" w:rsidRPr="00472F61" w:rsidRDefault="00E03468" w:rsidP="00E03468">
            <w:pPr>
              <w:tabs>
                <w:tab w:val="decimal" w:pos="682"/>
              </w:tabs>
              <w:ind w:left="-107" w:right="-66"/>
              <w:rPr>
                <w:szCs w:val="22"/>
              </w:rPr>
            </w:pPr>
          </w:p>
        </w:tc>
        <w:tc>
          <w:tcPr>
            <w:tcW w:w="1080" w:type="dxa"/>
            <w:vAlign w:val="bottom"/>
          </w:tcPr>
          <w:p w14:paraId="1C628B4C" w14:textId="77777777" w:rsidR="00E03468" w:rsidRPr="00472F61" w:rsidRDefault="00E03468" w:rsidP="00472F61">
            <w:pPr>
              <w:tabs>
                <w:tab w:val="decimal" w:pos="816"/>
              </w:tabs>
              <w:ind w:left="-107" w:right="-66"/>
              <w:rPr>
                <w:szCs w:val="22"/>
              </w:rPr>
            </w:pPr>
            <w:r w:rsidRPr="00472F61">
              <w:rPr>
                <w:szCs w:val="22"/>
              </w:rPr>
              <w:t>1,343</w:t>
            </w:r>
          </w:p>
        </w:tc>
        <w:tc>
          <w:tcPr>
            <w:tcW w:w="182" w:type="dxa"/>
            <w:vAlign w:val="bottom"/>
          </w:tcPr>
          <w:p w14:paraId="0B869663" w14:textId="77777777" w:rsidR="00E03468" w:rsidRPr="00472F61" w:rsidRDefault="00E03468" w:rsidP="00E03468">
            <w:pPr>
              <w:tabs>
                <w:tab w:val="decimal" w:pos="682"/>
              </w:tabs>
              <w:ind w:left="-107" w:right="-66"/>
              <w:rPr>
                <w:szCs w:val="22"/>
              </w:rPr>
            </w:pPr>
          </w:p>
        </w:tc>
        <w:tc>
          <w:tcPr>
            <w:tcW w:w="986" w:type="dxa"/>
            <w:vAlign w:val="bottom"/>
          </w:tcPr>
          <w:p w14:paraId="45441B26" w14:textId="77777777" w:rsidR="00E03468" w:rsidRPr="00472F61" w:rsidRDefault="00E03468" w:rsidP="00472F61">
            <w:pPr>
              <w:tabs>
                <w:tab w:val="decimal" w:pos="726"/>
              </w:tabs>
              <w:ind w:left="-107" w:right="-66"/>
              <w:rPr>
                <w:szCs w:val="22"/>
              </w:rPr>
            </w:pPr>
            <w:r w:rsidRPr="00472F61">
              <w:rPr>
                <w:szCs w:val="22"/>
              </w:rPr>
              <w:t>1,343</w:t>
            </w:r>
          </w:p>
        </w:tc>
        <w:tc>
          <w:tcPr>
            <w:tcW w:w="178" w:type="dxa"/>
          </w:tcPr>
          <w:p w14:paraId="60D249B5" w14:textId="77777777" w:rsidR="00E03468" w:rsidRPr="00472F61" w:rsidRDefault="00E03468" w:rsidP="00E03468">
            <w:pPr>
              <w:pStyle w:val="acctfourfigures"/>
              <w:tabs>
                <w:tab w:val="clear" w:pos="765"/>
              </w:tabs>
              <w:spacing w:line="220" w:lineRule="exact"/>
              <w:ind w:left="-79" w:right="-79"/>
              <w:jc w:val="center"/>
              <w:rPr>
                <w:szCs w:val="22"/>
              </w:rPr>
            </w:pPr>
          </w:p>
        </w:tc>
        <w:tc>
          <w:tcPr>
            <w:tcW w:w="886" w:type="dxa"/>
            <w:vAlign w:val="bottom"/>
          </w:tcPr>
          <w:p w14:paraId="7E629AD6" w14:textId="77777777" w:rsidR="00E03468" w:rsidRPr="00472F61" w:rsidRDefault="00E03468" w:rsidP="00E03468">
            <w:pPr>
              <w:pStyle w:val="acctfourfigures"/>
              <w:tabs>
                <w:tab w:val="clear" w:pos="765"/>
              </w:tabs>
              <w:spacing w:line="240" w:lineRule="auto"/>
              <w:ind w:right="191"/>
              <w:jc w:val="right"/>
              <w:rPr>
                <w:szCs w:val="22"/>
              </w:rPr>
            </w:pPr>
            <w:r w:rsidRPr="00472F61">
              <w:rPr>
                <w:szCs w:val="22"/>
              </w:rPr>
              <w:t>-</w:t>
            </w:r>
          </w:p>
        </w:tc>
        <w:tc>
          <w:tcPr>
            <w:tcW w:w="178" w:type="dxa"/>
            <w:vAlign w:val="bottom"/>
          </w:tcPr>
          <w:p w14:paraId="27DB0E23" w14:textId="77777777" w:rsidR="00E03468" w:rsidRPr="00472F61" w:rsidRDefault="00E03468" w:rsidP="00E03468">
            <w:pPr>
              <w:pStyle w:val="acctfourfigures"/>
              <w:tabs>
                <w:tab w:val="clear" w:pos="765"/>
              </w:tabs>
              <w:spacing w:line="220" w:lineRule="exact"/>
              <w:ind w:left="-79" w:right="-79"/>
              <w:jc w:val="center"/>
              <w:rPr>
                <w:szCs w:val="22"/>
              </w:rPr>
            </w:pPr>
          </w:p>
        </w:tc>
        <w:tc>
          <w:tcPr>
            <w:tcW w:w="1008" w:type="dxa"/>
            <w:vAlign w:val="bottom"/>
          </w:tcPr>
          <w:p w14:paraId="19BA1B13" w14:textId="77777777" w:rsidR="00E03468" w:rsidRPr="00472F61" w:rsidRDefault="00E03468" w:rsidP="00E03468">
            <w:pPr>
              <w:pStyle w:val="acctfourfigures"/>
              <w:tabs>
                <w:tab w:val="clear" w:pos="765"/>
                <w:tab w:val="decimal" w:pos="819"/>
              </w:tabs>
              <w:spacing w:line="220" w:lineRule="exact"/>
              <w:ind w:left="-79" w:right="-79"/>
              <w:rPr>
                <w:szCs w:val="22"/>
              </w:rPr>
            </w:pPr>
            <w:r w:rsidRPr="00472F61">
              <w:rPr>
                <w:szCs w:val="22"/>
              </w:rPr>
              <w:t>1,426</w:t>
            </w:r>
          </w:p>
        </w:tc>
        <w:tc>
          <w:tcPr>
            <w:tcW w:w="178" w:type="dxa"/>
            <w:vAlign w:val="bottom"/>
          </w:tcPr>
          <w:p w14:paraId="13AD70E3" w14:textId="77777777" w:rsidR="00E03468" w:rsidRPr="00472F61" w:rsidRDefault="00E03468" w:rsidP="00E03468">
            <w:pPr>
              <w:pStyle w:val="acctfourfigures"/>
              <w:spacing w:line="220" w:lineRule="exact"/>
              <w:rPr>
                <w:szCs w:val="22"/>
              </w:rPr>
            </w:pPr>
          </w:p>
        </w:tc>
        <w:tc>
          <w:tcPr>
            <w:tcW w:w="931" w:type="dxa"/>
            <w:vAlign w:val="bottom"/>
          </w:tcPr>
          <w:p w14:paraId="7FD064CA" w14:textId="77777777" w:rsidR="00E03468" w:rsidRPr="00472F61" w:rsidRDefault="00E03468" w:rsidP="00E03468">
            <w:pPr>
              <w:pStyle w:val="acctfourfigures"/>
              <w:tabs>
                <w:tab w:val="clear" w:pos="765"/>
                <w:tab w:val="decimal" w:pos="730"/>
              </w:tabs>
              <w:spacing w:line="220" w:lineRule="exact"/>
              <w:ind w:left="-79" w:right="-79"/>
              <w:rPr>
                <w:szCs w:val="22"/>
              </w:rPr>
            </w:pPr>
            <w:r w:rsidRPr="00472F61">
              <w:rPr>
                <w:szCs w:val="22"/>
              </w:rPr>
              <w:t>1,426</w:t>
            </w:r>
          </w:p>
        </w:tc>
      </w:tr>
      <w:tr w:rsidR="00E03468" w:rsidRPr="00472F61" w14:paraId="593A3D2F" w14:textId="77777777" w:rsidTr="00B9100F">
        <w:trPr>
          <w:cantSplit/>
        </w:trPr>
        <w:tc>
          <w:tcPr>
            <w:tcW w:w="2427" w:type="dxa"/>
          </w:tcPr>
          <w:p w14:paraId="3774B6B1" w14:textId="77777777" w:rsidR="00E03468" w:rsidRPr="00472F61" w:rsidRDefault="00E03468" w:rsidP="00E03468">
            <w:pPr>
              <w:tabs>
                <w:tab w:val="left" w:pos="191"/>
              </w:tabs>
              <w:spacing w:line="220" w:lineRule="exact"/>
              <w:ind w:left="191" w:hanging="191"/>
              <w:rPr>
                <w:szCs w:val="22"/>
              </w:rPr>
            </w:pPr>
            <w:r w:rsidRPr="00472F61">
              <w:rPr>
                <w:szCs w:val="22"/>
              </w:rPr>
              <w:t>Long-term loans</w:t>
            </w:r>
            <w:r w:rsidRPr="00472F61">
              <w:rPr>
                <w:szCs w:val="22"/>
                <w:cs/>
              </w:rPr>
              <w:t xml:space="preserve"> </w:t>
            </w:r>
            <w:r w:rsidRPr="00472F61">
              <w:rPr>
                <w:szCs w:val="22"/>
              </w:rPr>
              <w:t>from financial institutions</w:t>
            </w:r>
          </w:p>
        </w:tc>
        <w:tc>
          <w:tcPr>
            <w:tcW w:w="900" w:type="dxa"/>
            <w:vAlign w:val="bottom"/>
          </w:tcPr>
          <w:p w14:paraId="139162DE" w14:textId="77777777" w:rsidR="00E03468" w:rsidRPr="00472F61" w:rsidRDefault="00E03468" w:rsidP="00E03468">
            <w:pPr>
              <w:tabs>
                <w:tab w:val="decimal" w:pos="682"/>
              </w:tabs>
              <w:ind w:left="-107" w:right="-66"/>
              <w:rPr>
                <w:szCs w:val="22"/>
              </w:rPr>
            </w:pPr>
            <w:r w:rsidRPr="00472F61">
              <w:rPr>
                <w:szCs w:val="22"/>
              </w:rPr>
              <w:t>2,532</w:t>
            </w:r>
          </w:p>
        </w:tc>
        <w:tc>
          <w:tcPr>
            <w:tcW w:w="182" w:type="dxa"/>
            <w:vAlign w:val="bottom"/>
          </w:tcPr>
          <w:p w14:paraId="4B8AABD3" w14:textId="77777777" w:rsidR="00E03468" w:rsidRPr="00472F61" w:rsidRDefault="00E03468" w:rsidP="00E03468">
            <w:pPr>
              <w:tabs>
                <w:tab w:val="decimal" w:pos="682"/>
              </w:tabs>
              <w:ind w:left="-107" w:right="-66"/>
              <w:rPr>
                <w:szCs w:val="22"/>
                <w:cs/>
              </w:rPr>
            </w:pPr>
          </w:p>
        </w:tc>
        <w:tc>
          <w:tcPr>
            <w:tcW w:w="1080" w:type="dxa"/>
            <w:vAlign w:val="bottom"/>
          </w:tcPr>
          <w:p w14:paraId="21EE9AF1" w14:textId="77777777" w:rsidR="00E03468" w:rsidRPr="00472F61" w:rsidRDefault="00E03468" w:rsidP="00E03468">
            <w:pPr>
              <w:tabs>
                <w:tab w:val="decimal" w:pos="540"/>
              </w:tabs>
              <w:ind w:left="-107" w:right="-66"/>
              <w:rPr>
                <w:szCs w:val="22"/>
              </w:rPr>
            </w:pPr>
            <w:r w:rsidRPr="00472F61">
              <w:rPr>
                <w:szCs w:val="22"/>
              </w:rPr>
              <w:t>-</w:t>
            </w:r>
          </w:p>
        </w:tc>
        <w:tc>
          <w:tcPr>
            <w:tcW w:w="182" w:type="dxa"/>
            <w:vAlign w:val="bottom"/>
          </w:tcPr>
          <w:p w14:paraId="59BAC87F" w14:textId="77777777" w:rsidR="00E03468" w:rsidRPr="00472F61" w:rsidRDefault="00E03468" w:rsidP="00E03468">
            <w:pPr>
              <w:tabs>
                <w:tab w:val="decimal" w:pos="682"/>
              </w:tabs>
              <w:ind w:left="-107" w:right="-66"/>
              <w:rPr>
                <w:szCs w:val="22"/>
                <w:cs/>
              </w:rPr>
            </w:pPr>
          </w:p>
        </w:tc>
        <w:tc>
          <w:tcPr>
            <w:tcW w:w="986" w:type="dxa"/>
            <w:vAlign w:val="bottom"/>
          </w:tcPr>
          <w:p w14:paraId="6DAA8BC6" w14:textId="77777777" w:rsidR="00E03468" w:rsidRPr="00472F61" w:rsidRDefault="00E03468" w:rsidP="00472F61">
            <w:pPr>
              <w:tabs>
                <w:tab w:val="decimal" w:pos="726"/>
              </w:tabs>
              <w:ind w:left="-107" w:right="-66"/>
              <w:rPr>
                <w:szCs w:val="22"/>
              </w:rPr>
            </w:pPr>
            <w:r w:rsidRPr="00472F61">
              <w:rPr>
                <w:szCs w:val="22"/>
              </w:rPr>
              <w:t>2,532</w:t>
            </w:r>
          </w:p>
        </w:tc>
        <w:tc>
          <w:tcPr>
            <w:tcW w:w="178" w:type="dxa"/>
          </w:tcPr>
          <w:p w14:paraId="42C10A63" w14:textId="77777777" w:rsidR="00E03468" w:rsidRPr="00472F61" w:rsidRDefault="00E03468" w:rsidP="00E03468">
            <w:pPr>
              <w:pStyle w:val="acctfourfigures"/>
              <w:tabs>
                <w:tab w:val="clear" w:pos="765"/>
              </w:tabs>
              <w:spacing w:line="220" w:lineRule="exact"/>
              <w:ind w:left="-79" w:right="-79"/>
              <w:jc w:val="center"/>
              <w:rPr>
                <w:szCs w:val="22"/>
              </w:rPr>
            </w:pPr>
          </w:p>
        </w:tc>
        <w:tc>
          <w:tcPr>
            <w:tcW w:w="886" w:type="dxa"/>
            <w:vAlign w:val="bottom"/>
          </w:tcPr>
          <w:p w14:paraId="02B861B1" w14:textId="77777777" w:rsidR="00E03468" w:rsidRPr="00472F61" w:rsidRDefault="00E03468" w:rsidP="00E03468">
            <w:pPr>
              <w:pStyle w:val="acctfourfigures"/>
              <w:tabs>
                <w:tab w:val="clear" w:pos="765"/>
                <w:tab w:val="decimal" w:pos="729"/>
              </w:tabs>
              <w:spacing w:line="220" w:lineRule="exact"/>
              <w:ind w:left="-91" w:right="-79"/>
              <w:rPr>
                <w:szCs w:val="22"/>
              </w:rPr>
            </w:pPr>
            <w:r w:rsidRPr="00472F61">
              <w:rPr>
                <w:szCs w:val="22"/>
              </w:rPr>
              <w:t>2,532</w:t>
            </w:r>
          </w:p>
        </w:tc>
        <w:tc>
          <w:tcPr>
            <w:tcW w:w="178" w:type="dxa"/>
            <w:vAlign w:val="bottom"/>
          </w:tcPr>
          <w:p w14:paraId="76888216" w14:textId="77777777" w:rsidR="00E03468" w:rsidRPr="00472F61" w:rsidRDefault="00E03468" w:rsidP="00E03468">
            <w:pPr>
              <w:pStyle w:val="acctfourfigures"/>
              <w:tabs>
                <w:tab w:val="clear" w:pos="765"/>
              </w:tabs>
              <w:spacing w:line="220" w:lineRule="exact"/>
              <w:ind w:left="-79" w:right="-79"/>
              <w:jc w:val="center"/>
              <w:rPr>
                <w:szCs w:val="22"/>
              </w:rPr>
            </w:pPr>
          </w:p>
        </w:tc>
        <w:tc>
          <w:tcPr>
            <w:tcW w:w="1008" w:type="dxa"/>
            <w:vAlign w:val="bottom"/>
          </w:tcPr>
          <w:p w14:paraId="6DF38E70" w14:textId="77777777" w:rsidR="00E03468" w:rsidRPr="00472F61" w:rsidRDefault="00E03468" w:rsidP="00E03468">
            <w:pPr>
              <w:pStyle w:val="acctfourfigures"/>
              <w:tabs>
                <w:tab w:val="clear" w:pos="765"/>
              </w:tabs>
              <w:spacing w:line="240" w:lineRule="auto"/>
              <w:ind w:right="191"/>
              <w:jc w:val="right"/>
              <w:rPr>
                <w:szCs w:val="22"/>
              </w:rPr>
            </w:pPr>
            <w:r w:rsidRPr="00472F61">
              <w:rPr>
                <w:szCs w:val="22"/>
              </w:rPr>
              <w:t>-</w:t>
            </w:r>
          </w:p>
        </w:tc>
        <w:tc>
          <w:tcPr>
            <w:tcW w:w="178" w:type="dxa"/>
            <w:vAlign w:val="bottom"/>
          </w:tcPr>
          <w:p w14:paraId="33AC469D" w14:textId="77777777" w:rsidR="00E03468" w:rsidRPr="00472F61" w:rsidRDefault="00E03468" w:rsidP="00E03468">
            <w:pPr>
              <w:pStyle w:val="acctfourfigures"/>
              <w:spacing w:line="220" w:lineRule="exact"/>
              <w:rPr>
                <w:szCs w:val="22"/>
              </w:rPr>
            </w:pPr>
          </w:p>
        </w:tc>
        <w:tc>
          <w:tcPr>
            <w:tcW w:w="931" w:type="dxa"/>
            <w:vAlign w:val="bottom"/>
          </w:tcPr>
          <w:p w14:paraId="731DCC79" w14:textId="77777777" w:rsidR="00E03468" w:rsidRPr="00472F61" w:rsidRDefault="00E03468" w:rsidP="00E03468">
            <w:pPr>
              <w:pStyle w:val="acctfourfigures"/>
              <w:tabs>
                <w:tab w:val="clear" w:pos="765"/>
                <w:tab w:val="decimal" w:pos="730"/>
              </w:tabs>
              <w:spacing w:line="220" w:lineRule="exact"/>
              <w:ind w:left="-79" w:right="-79"/>
              <w:rPr>
                <w:szCs w:val="22"/>
              </w:rPr>
            </w:pPr>
            <w:r w:rsidRPr="00472F61">
              <w:rPr>
                <w:szCs w:val="22"/>
              </w:rPr>
              <w:t>2,532</w:t>
            </w:r>
          </w:p>
        </w:tc>
      </w:tr>
      <w:tr w:rsidR="00E03468" w:rsidRPr="00472F61" w14:paraId="7523D076" w14:textId="77777777" w:rsidTr="00B9100F">
        <w:trPr>
          <w:cantSplit/>
        </w:trPr>
        <w:tc>
          <w:tcPr>
            <w:tcW w:w="2427" w:type="dxa"/>
          </w:tcPr>
          <w:p w14:paraId="2A4A1E66" w14:textId="77777777" w:rsidR="00E03468" w:rsidRPr="00472F61" w:rsidRDefault="00E03468" w:rsidP="00E03468">
            <w:pPr>
              <w:tabs>
                <w:tab w:val="left" w:pos="191"/>
              </w:tabs>
              <w:spacing w:line="220" w:lineRule="exact"/>
              <w:ind w:left="191" w:right="-68" w:hanging="191"/>
              <w:rPr>
                <w:i/>
                <w:iCs/>
                <w:szCs w:val="22"/>
              </w:rPr>
            </w:pPr>
            <w:r w:rsidRPr="00472F61">
              <w:rPr>
                <w:szCs w:val="22"/>
              </w:rPr>
              <w:t>Lease liabilities</w:t>
            </w:r>
          </w:p>
        </w:tc>
        <w:tc>
          <w:tcPr>
            <w:tcW w:w="900" w:type="dxa"/>
            <w:vAlign w:val="bottom"/>
          </w:tcPr>
          <w:p w14:paraId="787CFF3A" w14:textId="77777777" w:rsidR="00E03468" w:rsidRPr="00472F61" w:rsidRDefault="00E03468" w:rsidP="00E03468">
            <w:pPr>
              <w:tabs>
                <w:tab w:val="decimal" w:pos="540"/>
              </w:tabs>
              <w:ind w:left="-107" w:right="-66"/>
              <w:rPr>
                <w:szCs w:val="22"/>
                <w:cs/>
              </w:rPr>
            </w:pPr>
            <w:r w:rsidRPr="00472F61">
              <w:rPr>
                <w:szCs w:val="22"/>
                <w:cs/>
              </w:rPr>
              <w:t>-</w:t>
            </w:r>
          </w:p>
        </w:tc>
        <w:tc>
          <w:tcPr>
            <w:tcW w:w="182" w:type="dxa"/>
            <w:vAlign w:val="bottom"/>
          </w:tcPr>
          <w:p w14:paraId="6E583B8B" w14:textId="77777777" w:rsidR="00E03468" w:rsidRPr="00472F61" w:rsidRDefault="00E03468" w:rsidP="00E03468">
            <w:pPr>
              <w:tabs>
                <w:tab w:val="decimal" w:pos="682"/>
              </w:tabs>
              <w:ind w:left="-107" w:right="-66"/>
              <w:rPr>
                <w:szCs w:val="22"/>
                <w:cs/>
              </w:rPr>
            </w:pPr>
          </w:p>
        </w:tc>
        <w:tc>
          <w:tcPr>
            <w:tcW w:w="1080" w:type="dxa"/>
            <w:vAlign w:val="bottom"/>
          </w:tcPr>
          <w:p w14:paraId="49F13DDB" w14:textId="77777777" w:rsidR="00E03468" w:rsidRPr="00472F61" w:rsidRDefault="00E03468" w:rsidP="00472F61">
            <w:pPr>
              <w:tabs>
                <w:tab w:val="decimal" w:pos="816"/>
              </w:tabs>
              <w:ind w:left="-107" w:right="-66"/>
              <w:rPr>
                <w:szCs w:val="22"/>
              </w:rPr>
            </w:pPr>
            <w:r w:rsidRPr="00472F61">
              <w:rPr>
                <w:szCs w:val="22"/>
              </w:rPr>
              <w:t>134</w:t>
            </w:r>
          </w:p>
        </w:tc>
        <w:tc>
          <w:tcPr>
            <w:tcW w:w="182" w:type="dxa"/>
            <w:vAlign w:val="bottom"/>
          </w:tcPr>
          <w:p w14:paraId="46DEC5DD" w14:textId="77777777" w:rsidR="00E03468" w:rsidRPr="00472F61" w:rsidRDefault="00E03468" w:rsidP="00E03468">
            <w:pPr>
              <w:tabs>
                <w:tab w:val="decimal" w:pos="682"/>
              </w:tabs>
              <w:ind w:left="-107" w:right="-66"/>
              <w:rPr>
                <w:szCs w:val="22"/>
              </w:rPr>
            </w:pPr>
          </w:p>
        </w:tc>
        <w:tc>
          <w:tcPr>
            <w:tcW w:w="986" w:type="dxa"/>
            <w:vAlign w:val="bottom"/>
          </w:tcPr>
          <w:p w14:paraId="6B5977D0" w14:textId="77777777" w:rsidR="00E03468" w:rsidRPr="00472F61" w:rsidRDefault="00E03468" w:rsidP="00472F61">
            <w:pPr>
              <w:tabs>
                <w:tab w:val="decimal" w:pos="726"/>
              </w:tabs>
              <w:ind w:left="-107" w:right="-66"/>
              <w:rPr>
                <w:szCs w:val="22"/>
              </w:rPr>
            </w:pPr>
            <w:r w:rsidRPr="00472F61">
              <w:rPr>
                <w:szCs w:val="22"/>
              </w:rPr>
              <w:t>134</w:t>
            </w:r>
          </w:p>
        </w:tc>
        <w:tc>
          <w:tcPr>
            <w:tcW w:w="178" w:type="dxa"/>
          </w:tcPr>
          <w:p w14:paraId="6256602B" w14:textId="77777777" w:rsidR="00E03468" w:rsidRPr="00472F61" w:rsidRDefault="00E03468" w:rsidP="00E03468">
            <w:pPr>
              <w:pStyle w:val="acctfourfigures"/>
              <w:tabs>
                <w:tab w:val="clear" w:pos="765"/>
              </w:tabs>
              <w:spacing w:line="220" w:lineRule="exact"/>
              <w:ind w:left="-79" w:right="-79"/>
              <w:jc w:val="center"/>
              <w:rPr>
                <w:szCs w:val="22"/>
              </w:rPr>
            </w:pPr>
          </w:p>
        </w:tc>
        <w:tc>
          <w:tcPr>
            <w:tcW w:w="886" w:type="dxa"/>
            <w:vAlign w:val="bottom"/>
          </w:tcPr>
          <w:p w14:paraId="26B44A55" w14:textId="77777777" w:rsidR="00E03468" w:rsidRPr="00472F61" w:rsidRDefault="00E03468" w:rsidP="00E03468">
            <w:pPr>
              <w:pStyle w:val="acctfourfigures"/>
              <w:tabs>
                <w:tab w:val="clear" w:pos="765"/>
              </w:tabs>
              <w:spacing w:line="240" w:lineRule="auto"/>
              <w:ind w:right="191"/>
              <w:jc w:val="right"/>
              <w:rPr>
                <w:szCs w:val="22"/>
              </w:rPr>
            </w:pPr>
            <w:r w:rsidRPr="00472F61">
              <w:rPr>
                <w:szCs w:val="22"/>
              </w:rPr>
              <w:t>-</w:t>
            </w:r>
          </w:p>
        </w:tc>
        <w:tc>
          <w:tcPr>
            <w:tcW w:w="178" w:type="dxa"/>
            <w:vAlign w:val="bottom"/>
          </w:tcPr>
          <w:p w14:paraId="6D946A41" w14:textId="77777777" w:rsidR="00E03468" w:rsidRPr="00472F61" w:rsidRDefault="00E03468" w:rsidP="00E03468">
            <w:pPr>
              <w:pStyle w:val="acctfourfigures"/>
              <w:tabs>
                <w:tab w:val="clear" w:pos="765"/>
              </w:tabs>
              <w:spacing w:line="220" w:lineRule="exact"/>
              <w:ind w:left="-79" w:right="-79"/>
              <w:jc w:val="center"/>
              <w:rPr>
                <w:szCs w:val="22"/>
              </w:rPr>
            </w:pPr>
          </w:p>
        </w:tc>
        <w:tc>
          <w:tcPr>
            <w:tcW w:w="1008" w:type="dxa"/>
            <w:vAlign w:val="bottom"/>
          </w:tcPr>
          <w:p w14:paraId="71BD3579" w14:textId="77777777" w:rsidR="00E03468" w:rsidRPr="00472F61" w:rsidRDefault="00E03468" w:rsidP="00E03468">
            <w:pPr>
              <w:pStyle w:val="acctfourfigures"/>
              <w:tabs>
                <w:tab w:val="clear" w:pos="765"/>
                <w:tab w:val="decimal" w:pos="819"/>
              </w:tabs>
              <w:spacing w:line="220" w:lineRule="exact"/>
              <w:ind w:left="-79" w:right="-79"/>
              <w:rPr>
                <w:szCs w:val="22"/>
              </w:rPr>
            </w:pPr>
            <w:r w:rsidRPr="00472F61">
              <w:rPr>
                <w:szCs w:val="22"/>
              </w:rPr>
              <w:t>134</w:t>
            </w:r>
          </w:p>
        </w:tc>
        <w:tc>
          <w:tcPr>
            <w:tcW w:w="178" w:type="dxa"/>
            <w:vAlign w:val="bottom"/>
          </w:tcPr>
          <w:p w14:paraId="02B95886" w14:textId="77777777" w:rsidR="00E03468" w:rsidRPr="00472F61" w:rsidRDefault="00E03468" w:rsidP="00E03468">
            <w:pPr>
              <w:pStyle w:val="acctfourfigures"/>
              <w:spacing w:line="220" w:lineRule="exact"/>
              <w:rPr>
                <w:szCs w:val="22"/>
              </w:rPr>
            </w:pPr>
          </w:p>
        </w:tc>
        <w:tc>
          <w:tcPr>
            <w:tcW w:w="931" w:type="dxa"/>
            <w:vAlign w:val="bottom"/>
          </w:tcPr>
          <w:p w14:paraId="1B85C002" w14:textId="77777777" w:rsidR="00E03468" w:rsidRPr="00472F61" w:rsidRDefault="00E03468" w:rsidP="00E03468">
            <w:pPr>
              <w:pStyle w:val="acctfourfigures"/>
              <w:tabs>
                <w:tab w:val="clear" w:pos="765"/>
                <w:tab w:val="decimal" w:pos="730"/>
              </w:tabs>
              <w:spacing w:line="220" w:lineRule="exact"/>
              <w:ind w:left="-79" w:right="-79"/>
              <w:rPr>
                <w:szCs w:val="22"/>
              </w:rPr>
            </w:pPr>
            <w:r w:rsidRPr="00472F61">
              <w:rPr>
                <w:szCs w:val="22"/>
              </w:rPr>
              <w:t>134</w:t>
            </w:r>
          </w:p>
        </w:tc>
      </w:tr>
      <w:tr w:rsidR="00E03468" w:rsidRPr="00472F61" w14:paraId="3C4CE4DD" w14:textId="77777777" w:rsidTr="00AB01A4">
        <w:trPr>
          <w:cantSplit/>
          <w:trHeight w:val="50"/>
        </w:trPr>
        <w:tc>
          <w:tcPr>
            <w:tcW w:w="2427" w:type="dxa"/>
          </w:tcPr>
          <w:p w14:paraId="7A013780" w14:textId="77777777" w:rsidR="00E03468" w:rsidRPr="00472F61" w:rsidRDefault="00E03468" w:rsidP="00E03468">
            <w:pPr>
              <w:tabs>
                <w:tab w:val="left" w:pos="191"/>
              </w:tabs>
              <w:spacing w:line="220" w:lineRule="exact"/>
              <w:ind w:left="191" w:right="-68" w:hanging="191"/>
              <w:rPr>
                <w:szCs w:val="22"/>
              </w:rPr>
            </w:pPr>
            <w:r w:rsidRPr="00472F61">
              <w:rPr>
                <w:b/>
                <w:bCs/>
                <w:szCs w:val="22"/>
              </w:rPr>
              <w:t>Total interest-bearing liabilities</w:t>
            </w:r>
          </w:p>
        </w:tc>
        <w:tc>
          <w:tcPr>
            <w:tcW w:w="900" w:type="dxa"/>
            <w:tcBorders>
              <w:top w:val="single" w:sz="4" w:space="0" w:color="auto"/>
              <w:left w:val="nil"/>
              <w:bottom w:val="double" w:sz="4" w:space="0" w:color="auto"/>
              <w:right w:val="nil"/>
            </w:tcBorders>
            <w:vAlign w:val="bottom"/>
          </w:tcPr>
          <w:p w14:paraId="1BBB146D" w14:textId="77777777" w:rsidR="00E03468" w:rsidRPr="00472F61" w:rsidRDefault="00E03468" w:rsidP="00E03468">
            <w:pPr>
              <w:tabs>
                <w:tab w:val="decimal" w:pos="682"/>
              </w:tabs>
              <w:ind w:left="-107" w:right="-66"/>
              <w:rPr>
                <w:b/>
                <w:bCs/>
                <w:szCs w:val="22"/>
                <w:cs/>
              </w:rPr>
            </w:pPr>
            <w:r w:rsidRPr="00472F61">
              <w:rPr>
                <w:b/>
                <w:bCs/>
                <w:szCs w:val="22"/>
              </w:rPr>
              <w:t>2,532</w:t>
            </w:r>
          </w:p>
        </w:tc>
        <w:tc>
          <w:tcPr>
            <w:tcW w:w="182" w:type="dxa"/>
            <w:vAlign w:val="bottom"/>
          </w:tcPr>
          <w:p w14:paraId="730B54DD" w14:textId="77777777" w:rsidR="00E03468" w:rsidRPr="00472F61" w:rsidRDefault="00E03468" w:rsidP="00E03468">
            <w:pPr>
              <w:tabs>
                <w:tab w:val="decimal" w:pos="682"/>
              </w:tabs>
              <w:ind w:left="-107" w:right="-66"/>
              <w:rPr>
                <w:b/>
                <w:bCs/>
                <w:szCs w:val="22"/>
                <w:cs/>
              </w:rPr>
            </w:pPr>
          </w:p>
        </w:tc>
        <w:tc>
          <w:tcPr>
            <w:tcW w:w="1080" w:type="dxa"/>
            <w:tcBorders>
              <w:top w:val="single" w:sz="4" w:space="0" w:color="auto"/>
              <w:left w:val="nil"/>
              <w:bottom w:val="double" w:sz="4" w:space="0" w:color="auto"/>
              <w:right w:val="nil"/>
            </w:tcBorders>
            <w:vAlign w:val="bottom"/>
          </w:tcPr>
          <w:p w14:paraId="14C39621" w14:textId="77777777" w:rsidR="00E03468" w:rsidRPr="00472F61" w:rsidRDefault="00E03468" w:rsidP="00472F61">
            <w:pPr>
              <w:tabs>
                <w:tab w:val="decimal" w:pos="816"/>
              </w:tabs>
              <w:ind w:left="-107" w:right="-66"/>
              <w:rPr>
                <w:b/>
                <w:bCs/>
                <w:szCs w:val="22"/>
              </w:rPr>
            </w:pPr>
            <w:r w:rsidRPr="00472F61">
              <w:rPr>
                <w:b/>
                <w:bCs/>
                <w:szCs w:val="22"/>
              </w:rPr>
              <w:t>4,216</w:t>
            </w:r>
          </w:p>
        </w:tc>
        <w:tc>
          <w:tcPr>
            <w:tcW w:w="182" w:type="dxa"/>
            <w:vAlign w:val="bottom"/>
          </w:tcPr>
          <w:p w14:paraId="2E631C92" w14:textId="77777777" w:rsidR="00E03468" w:rsidRPr="00472F61" w:rsidRDefault="00E03468" w:rsidP="00E03468">
            <w:pPr>
              <w:tabs>
                <w:tab w:val="decimal" w:pos="682"/>
              </w:tabs>
              <w:ind w:left="-107" w:right="-66"/>
              <w:rPr>
                <w:b/>
                <w:bCs/>
                <w:szCs w:val="22"/>
                <w:cs/>
              </w:rPr>
            </w:pPr>
          </w:p>
        </w:tc>
        <w:tc>
          <w:tcPr>
            <w:tcW w:w="986" w:type="dxa"/>
            <w:tcBorders>
              <w:top w:val="single" w:sz="4" w:space="0" w:color="auto"/>
              <w:left w:val="nil"/>
              <w:bottom w:val="double" w:sz="4" w:space="0" w:color="auto"/>
              <w:right w:val="nil"/>
            </w:tcBorders>
            <w:vAlign w:val="bottom"/>
          </w:tcPr>
          <w:p w14:paraId="2B4BE9CD" w14:textId="77777777" w:rsidR="00E03468" w:rsidRPr="00472F61" w:rsidRDefault="00E03468" w:rsidP="00472F61">
            <w:pPr>
              <w:tabs>
                <w:tab w:val="decimal" w:pos="726"/>
              </w:tabs>
              <w:ind w:left="-107" w:right="-66"/>
              <w:rPr>
                <w:b/>
                <w:bCs/>
                <w:szCs w:val="22"/>
              </w:rPr>
            </w:pPr>
            <w:r w:rsidRPr="00472F61">
              <w:rPr>
                <w:b/>
                <w:bCs/>
                <w:szCs w:val="22"/>
              </w:rPr>
              <w:t>6,748</w:t>
            </w:r>
          </w:p>
        </w:tc>
        <w:tc>
          <w:tcPr>
            <w:tcW w:w="178" w:type="dxa"/>
          </w:tcPr>
          <w:p w14:paraId="1A55325E" w14:textId="77777777" w:rsidR="00E03468" w:rsidRPr="00472F61" w:rsidRDefault="00E03468" w:rsidP="00E03468">
            <w:pPr>
              <w:pStyle w:val="acctfourfigures"/>
              <w:tabs>
                <w:tab w:val="clear" w:pos="765"/>
              </w:tabs>
              <w:spacing w:line="220" w:lineRule="exact"/>
              <w:ind w:left="-79" w:right="-79"/>
              <w:jc w:val="center"/>
              <w:rPr>
                <w:b/>
                <w:bCs/>
                <w:szCs w:val="22"/>
              </w:rPr>
            </w:pPr>
          </w:p>
        </w:tc>
        <w:tc>
          <w:tcPr>
            <w:tcW w:w="886" w:type="dxa"/>
            <w:tcBorders>
              <w:top w:val="single" w:sz="4" w:space="0" w:color="auto"/>
              <w:bottom w:val="double" w:sz="4" w:space="0" w:color="auto"/>
            </w:tcBorders>
            <w:vAlign w:val="bottom"/>
          </w:tcPr>
          <w:p w14:paraId="517A1245" w14:textId="77777777" w:rsidR="00E03468" w:rsidRPr="00472F61" w:rsidRDefault="00E03468" w:rsidP="00E03468">
            <w:pPr>
              <w:pStyle w:val="acctfourfigures"/>
              <w:tabs>
                <w:tab w:val="clear" w:pos="765"/>
                <w:tab w:val="decimal" w:pos="729"/>
              </w:tabs>
              <w:spacing w:line="220" w:lineRule="exact"/>
              <w:ind w:left="-91" w:right="-79"/>
              <w:rPr>
                <w:b/>
                <w:bCs/>
                <w:szCs w:val="22"/>
              </w:rPr>
            </w:pPr>
            <w:r w:rsidRPr="00472F61">
              <w:rPr>
                <w:b/>
                <w:bCs/>
                <w:szCs w:val="22"/>
              </w:rPr>
              <w:t>2,532</w:t>
            </w:r>
          </w:p>
        </w:tc>
        <w:tc>
          <w:tcPr>
            <w:tcW w:w="178" w:type="dxa"/>
            <w:vAlign w:val="bottom"/>
          </w:tcPr>
          <w:p w14:paraId="531BBDE7" w14:textId="77777777" w:rsidR="00E03468" w:rsidRPr="00472F61" w:rsidRDefault="00E03468" w:rsidP="00E03468">
            <w:pPr>
              <w:pStyle w:val="acctfourfigures"/>
              <w:tabs>
                <w:tab w:val="clear" w:pos="765"/>
              </w:tabs>
              <w:spacing w:line="220" w:lineRule="exact"/>
              <w:ind w:left="-79" w:right="-79"/>
              <w:jc w:val="center"/>
              <w:rPr>
                <w:b/>
                <w:bCs/>
                <w:szCs w:val="22"/>
              </w:rPr>
            </w:pPr>
          </w:p>
        </w:tc>
        <w:tc>
          <w:tcPr>
            <w:tcW w:w="1008" w:type="dxa"/>
            <w:tcBorders>
              <w:top w:val="single" w:sz="4" w:space="0" w:color="auto"/>
              <w:bottom w:val="double" w:sz="4" w:space="0" w:color="auto"/>
            </w:tcBorders>
            <w:vAlign w:val="bottom"/>
          </w:tcPr>
          <w:p w14:paraId="6A5122C7" w14:textId="77777777" w:rsidR="00E03468" w:rsidRPr="00472F61" w:rsidRDefault="00E03468" w:rsidP="00E03468">
            <w:pPr>
              <w:pStyle w:val="acctfourfigures"/>
              <w:tabs>
                <w:tab w:val="clear" w:pos="765"/>
                <w:tab w:val="decimal" w:pos="819"/>
              </w:tabs>
              <w:spacing w:line="220" w:lineRule="exact"/>
              <w:ind w:left="-79" w:right="-79"/>
              <w:rPr>
                <w:b/>
                <w:bCs/>
                <w:szCs w:val="22"/>
              </w:rPr>
            </w:pPr>
            <w:r w:rsidRPr="00472F61">
              <w:rPr>
                <w:b/>
                <w:bCs/>
                <w:szCs w:val="22"/>
              </w:rPr>
              <w:t>4,299</w:t>
            </w:r>
          </w:p>
        </w:tc>
        <w:tc>
          <w:tcPr>
            <w:tcW w:w="178" w:type="dxa"/>
            <w:vAlign w:val="bottom"/>
          </w:tcPr>
          <w:p w14:paraId="45B020A8" w14:textId="77777777" w:rsidR="00E03468" w:rsidRPr="00472F61" w:rsidRDefault="00E03468" w:rsidP="00E03468">
            <w:pPr>
              <w:pStyle w:val="acctfourfigures"/>
              <w:spacing w:line="220" w:lineRule="exact"/>
              <w:rPr>
                <w:b/>
                <w:bCs/>
                <w:szCs w:val="22"/>
              </w:rPr>
            </w:pPr>
          </w:p>
        </w:tc>
        <w:tc>
          <w:tcPr>
            <w:tcW w:w="931" w:type="dxa"/>
            <w:tcBorders>
              <w:top w:val="single" w:sz="4" w:space="0" w:color="auto"/>
              <w:bottom w:val="double" w:sz="4" w:space="0" w:color="auto"/>
            </w:tcBorders>
            <w:vAlign w:val="bottom"/>
          </w:tcPr>
          <w:p w14:paraId="10E1AA3F" w14:textId="77777777" w:rsidR="00E03468" w:rsidRPr="00472F61" w:rsidRDefault="00E03468" w:rsidP="00E03468">
            <w:pPr>
              <w:pStyle w:val="acctfourfigures"/>
              <w:tabs>
                <w:tab w:val="clear" w:pos="765"/>
                <w:tab w:val="decimal" w:pos="730"/>
              </w:tabs>
              <w:spacing w:line="220" w:lineRule="exact"/>
              <w:ind w:left="-79" w:right="-79"/>
              <w:rPr>
                <w:b/>
                <w:bCs/>
                <w:szCs w:val="22"/>
              </w:rPr>
            </w:pPr>
            <w:r w:rsidRPr="00472F61">
              <w:rPr>
                <w:b/>
                <w:bCs/>
                <w:szCs w:val="22"/>
              </w:rPr>
              <w:t>6,831</w:t>
            </w:r>
          </w:p>
        </w:tc>
      </w:tr>
    </w:tbl>
    <w:p w14:paraId="6CF4D20B" w14:textId="606F4417" w:rsidR="00B9100F" w:rsidRPr="00472F61" w:rsidRDefault="00B9100F" w:rsidP="00B9100F"/>
    <w:tbl>
      <w:tblPr>
        <w:tblW w:w="9179" w:type="dxa"/>
        <w:tblInd w:w="451" w:type="dxa"/>
        <w:tblLayout w:type="fixed"/>
        <w:tblCellMar>
          <w:left w:w="79" w:type="dxa"/>
          <w:right w:w="79" w:type="dxa"/>
        </w:tblCellMar>
        <w:tblLook w:val="0000" w:firstRow="0" w:lastRow="0" w:firstColumn="0" w:lastColumn="0" w:noHBand="0" w:noVBand="0"/>
      </w:tblPr>
      <w:tblGrid>
        <w:gridCol w:w="3509"/>
        <w:gridCol w:w="1260"/>
        <w:gridCol w:w="182"/>
        <w:gridCol w:w="1348"/>
        <w:gridCol w:w="178"/>
        <w:gridCol w:w="1262"/>
        <w:gridCol w:w="178"/>
        <w:gridCol w:w="1262"/>
      </w:tblGrid>
      <w:tr w:rsidR="000D6195" w:rsidRPr="000D6195" w14:paraId="03259841" w14:textId="77777777" w:rsidTr="00EB2CE0">
        <w:trPr>
          <w:cantSplit/>
          <w:trHeight w:val="128"/>
        </w:trPr>
        <w:tc>
          <w:tcPr>
            <w:tcW w:w="3509" w:type="dxa"/>
            <w:vMerge w:val="restart"/>
            <w:shd w:val="clear" w:color="auto" w:fill="auto"/>
            <w:vAlign w:val="bottom"/>
          </w:tcPr>
          <w:p w14:paraId="0AD0F06A" w14:textId="77777777" w:rsidR="000D6195" w:rsidRPr="00B62221" w:rsidRDefault="000D6195" w:rsidP="00EB2CE0">
            <w:pPr>
              <w:ind w:left="8"/>
              <w:jc w:val="thaiDistribute"/>
              <w:rPr>
                <w:i/>
                <w:iCs/>
                <w:color w:val="0000FF"/>
                <w:szCs w:val="22"/>
              </w:rPr>
            </w:pPr>
          </w:p>
        </w:tc>
        <w:tc>
          <w:tcPr>
            <w:tcW w:w="5670" w:type="dxa"/>
            <w:gridSpan w:val="7"/>
          </w:tcPr>
          <w:p w14:paraId="0CA3CE14" w14:textId="77777777" w:rsidR="000D6195" w:rsidRPr="000D6195" w:rsidRDefault="000D6195" w:rsidP="00EB2CE0">
            <w:pPr>
              <w:pStyle w:val="acctcolumnheading"/>
              <w:spacing w:after="0" w:line="240" w:lineRule="auto"/>
              <w:ind w:left="-72" w:right="-72"/>
              <w:rPr>
                <w:b/>
                <w:bCs/>
                <w:szCs w:val="22"/>
              </w:rPr>
            </w:pPr>
            <w:r w:rsidRPr="000D6195">
              <w:rPr>
                <w:b/>
                <w:bCs/>
                <w:szCs w:val="22"/>
              </w:rPr>
              <w:t>Separate financial statements</w:t>
            </w:r>
          </w:p>
        </w:tc>
      </w:tr>
      <w:tr w:rsidR="000D6195" w:rsidRPr="000D6195" w14:paraId="4FD1EAB6" w14:textId="77777777" w:rsidTr="00EB2CE0">
        <w:trPr>
          <w:cantSplit/>
          <w:trHeight w:val="128"/>
        </w:trPr>
        <w:tc>
          <w:tcPr>
            <w:tcW w:w="3509" w:type="dxa"/>
            <w:vMerge/>
            <w:shd w:val="clear" w:color="auto" w:fill="auto"/>
            <w:vAlign w:val="bottom"/>
          </w:tcPr>
          <w:p w14:paraId="544EB7ED" w14:textId="77777777" w:rsidR="000D6195" w:rsidRPr="000D6195" w:rsidRDefault="000D6195" w:rsidP="00EB2CE0">
            <w:pPr>
              <w:tabs>
                <w:tab w:val="left" w:pos="191"/>
              </w:tabs>
              <w:spacing w:line="220" w:lineRule="exact"/>
              <w:ind w:left="191" w:right="-68" w:hanging="191"/>
              <w:rPr>
                <w:b/>
                <w:bCs/>
                <w:i/>
                <w:iCs/>
                <w:szCs w:val="22"/>
              </w:rPr>
            </w:pPr>
          </w:p>
        </w:tc>
        <w:tc>
          <w:tcPr>
            <w:tcW w:w="2790" w:type="dxa"/>
            <w:gridSpan w:val="3"/>
          </w:tcPr>
          <w:p w14:paraId="6AF2CF6C" w14:textId="77777777" w:rsidR="000D6195" w:rsidRPr="000D6195" w:rsidRDefault="000D6195" w:rsidP="00EB2CE0">
            <w:pPr>
              <w:pStyle w:val="acctcolumnheading"/>
              <w:spacing w:after="0" w:line="220" w:lineRule="exact"/>
              <w:ind w:left="-79" w:right="-79"/>
              <w:rPr>
                <w:szCs w:val="22"/>
                <w:lang w:bidi="th-TH"/>
              </w:rPr>
            </w:pPr>
            <w:r w:rsidRPr="000D6195">
              <w:rPr>
                <w:szCs w:val="22"/>
              </w:rPr>
              <w:t>31 March 2021</w:t>
            </w:r>
          </w:p>
        </w:tc>
        <w:tc>
          <w:tcPr>
            <w:tcW w:w="178" w:type="dxa"/>
          </w:tcPr>
          <w:p w14:paraId="000C484A" w14:textId="77777777" w:rsidR="000D6195" w:rsidRPr="000D6195" w:rsidRDefault="000D6195" w:rsidP="00EB2CE0">
            <w:pPr>
              <w:pStyle w:val="acctcolumnheading"/>
              <w:spacing w:after="0" w:line="220" w:lineRule="exact"/>
              <w:ind w:right="-79"/>
              <w:rPr>
                <w:szCs w:val="22"/>
                <w:lang w:bidi="th-TH"/>
              </w:rPr>
            </w:pPr>
          </w:p>
        </w:tc>
        <w:tc>
          <w:tcPr>
            <w:tcW w:w="2702" w:type="dxa"/>
            <w:gridSpan w:val="3"/>
            <w:vAlign w:val="bottom"/>
          </w:tcPr>
          <w:p w14:paraId="723E01A4" w14:textId="77777777" w:rsidR="000D6195" w:rsidRPr="000D6195" w:rsidRDefault="000D6195" w:rsidP="00EB2CE0">
            <w:pPr>
              <w:pStyle w:val="acctcolumnheading"/>
              <w:spacing w:after="0" w:line="220" w:lineRule="exact"/>
              <w:ind w:left="-79" w:right="-79"/>
              <w:rPr>
                <w:szCs w:val="22"/>
              </w:rPr>
            </w:pPr>
            <w:r w:rsidRPr="000D6195">
              <w:rPr>
                <w:szCs w:val="22"/>
              </w:rPr>
              <w:t>31 December 2020</w:t>
            </w:r>
          </w:p>
        </w:tc>
      </w:tr>
      <w:tr w:rsidR="000D6195" w:rsidRPr="000D6195" w14:paraId="7CAACD5C" w14:textId="77777777" w:rsidTr="00EB2CE0">
        <w:trPr>
          <w:cantSplit/>
        </w:trPr>
        <w:tc>
          <w:tcPr>
            <w:tcW w:w="3509" w:type="dxa"/>
          </w:tcPr>
          <w:p w14:paraId="43263297" w14:textId="77777777" w:rsidR="000D6195" w:rsidRPr="000D6195" w:rsidRDefault="000D6195" w:rsidP="00EB2CE0">
            <w:pPr>
              <w:tabs>
                <w:tab w:val="left" w:pos="191"/>
              </w:tabs>
              <w:spacing w:line="220" w:lineRule="exact"/>
              <w:ind w:left="191" w:right="-68" w:hanging="191"/>
              <w:rPr>
                <w:b/>
                <w:bCs/>
                <w:color w:val="0000FF"/>
                <w:szCs w:val="22"/>
              </w:rPr>
            </w:pPr>
          </w:p>
        </w:tc>
        <w:tc>
          <w:tcPr>
            <w:tcW w:w="1260" w:type="dxa"/>
            <w:vAlign w:val="bottom"/>
          </w:tcPr>
          <w:p w14:paraId="2B6FA8F8" w14:textId="77777777" w:rsidR="000D6195" w:rsidRPr="000D6195" w:rsidRDefault="000D6195" w:rsidP="00EB2CE0">
            <w:pPr>
              <w:pStyle w:val="acctfourfigures"/>
              <w:tabs>
                <w:tab w:val="clear" w:pos="765"/>
              </w:tabs>
              <w:spacing w:line="220" w:lineRule="exact"/>
              <w:ind w:left="-79" w:right="-79"/>
              <w:jc w:val="center"/>
              <w:rPr>
                <w:szCs w:val="22"/>
              </w:rPr>
            </w:pPr>
            <w:r w:rsidRPr="000D6195">
              <w:rPr>
                <w:szCs w:val="22"/>
              </w:rPr>
              <w:t>Secured</w:t>
            </w:r>
          </w:p>
        </w:tc>
        <w:tc>
          <w:tcPr>
            <w:tcW w:w="182" w:type="dxa"/>
            <w:vAlign w:val="bottom"/>
          </w:tcPr>
          <w:p w14:paraId="75B1EAF6" w14:textId="77777777" w:rsidR="000D6195" w:rsidRPr="000D6195" w:rsidRDefault="000D6195" w:rsidP="00EB2CE0">
            <w:pPr>
              <w:pStyle w:val="acctfourfigures"/>
              <w:tabs>
                <w:tab w:val="clear" w:pos="765"/>
              </w:tabs>
              <w:spacing w:line="220" w:lineRule="exact"/>
              <w:ind w:left="-79" w:right="-79"/>
              <w:jc w:val="center"/>
              <w:rPr>
                <w:szCs w:val="22"/>
              </w:rPr>
            </w:pPr>
          </w:p>
        </w:tc>
        <w:tc>
          <w:tcPr>
            <w:tcW w:w="1348" w:type="dxa"/>
            <w:vAlign w:val="bottom"/>
          </w:tcPr>
          <w:p w14:paraId="458FDA66" w14:textId="77777777" w:rsidR="000D6195" w:rsidRPr="000D6195" w:rsidRDefault="000D6195" w:rsidP="00EB2CE0">
            <w:pPr>
              <w:pStyle w:val="acctfourfigures"/>
              <w:tabs>
                <w:tab w:val="clear" w:pos="765"/>
              </w:tabs>
              <w:spacing w:line="220" w:lineRule="exact"/>
              <w:ind w:left="-79" w:right="-79"/>
              <w:jc w:val="center"/>
              <w:rPr>
                <w:szCs w:val="22"/>
              </w:rPr>
            </w:pPr>
            <w:r w:rsidRPr="000D6195">
              <w:rPr>
                <w:szCs w:val="22"/>
              </w:rPr>
              <w:t>Unsecured</w:t>
            </w:r>
          </w:p>
        </w:tc>
        <w:tc>
          <w:tcPr>
            <w:tcW w:w="178" w:type="dxa"/>
            <w:vAlign w:val="bottom"/>
          </w:tcPr>
          <w:p w14:paraId="3ABA5EC9" w14:textId="77777777" w:rsidR="000D6195" w:rsidRPr="000D6195" w:rsidRDefault="000D6195" w:rsidP="00EB2CE0">
            <w:pPr>
              <w:pStyle w:val="acctfourfigures"/>
              <w:tabs>
                <w:tab w:val="clear" w:pos="765"/>
              </w:tabs>
              <w:spacing w:line="220" w:lineRule="exact"/>
              <w:ind w:left="-79" w:right="-79"/>
              <w:jc w:val="center"/>
              <w:rPr>
                <w:szCs w:val="22"/>
              </w:rPr>
            </w:pPr>
          </w:p>
        </w:tc>
        <w:tc>
          <w:tcPr>
            <w:tcW w:w="1262" w:type="dxa"/>
            <w:vAlign w:val="bottom"/>
          </w:tcPr>
          <w:p w14:paraId="1AD315CB" w14:textId="77777777" w:rsidR="000D6195" w:rsidRPr="000D6195" w:rsidRDefault="000D6195" w:rsidP="00EB2CE0">
            <w:pPr>
              <w:pStyle w:val="acctfourfigures"/>
              <w:tabs>
                <w:tab w:val="clear" w:pos="765"/>
                <w:tab w:val="decimal" w:pos="629"/>
              </w:tabs>
              <w:spacing w:line="220" w:lineRule="exact"/>
              <w:ind w:left="-91" w:right="-79"/>
              <w:jc w:val="center"/>
              <w:rPr>
                <w:szCs w:val="22"/>
              </w:rPr>
            </w:pPr>
            <w:r w:rsidRPr="000D6195">
              <w:rPr>
                <w:szCs w:val="22"/>
              </w:rPr>
              <w:t>Secured</w:t>
            </w:r>
          </w:p>
        </w:tc>
        <w:tc>
          <w:tcPr>
            <w:tcW w:w="178" w:type="dxa"/>
            <w:vAlign w:val="bottom"/>
          </w:tcPr>
          <w:p w14:paraId="2EF7DF3E" w14:textId="77777777" w:rsidR="000D6195" w:rsidRPr="000D6195" w:rsidRDefault="000D6195" w:rsidP="00EB2CE0">
            <w:pPr>
              <w:pStyle w:val="acctfourfigures"/>
              <w:spacing w:line="220" w:lineRule="exact"/>
              <w:jc w:val="center"/>
              <w:rPr>
                <w:szCs w:val="22"/>
              </w:rPr>
            </w:pPr>
          </w:p>
        </w:tc>
        <w:tc>
          <w:tcPr>
            <w:tcW w:w="1262" w:type="dxa"/>
            <w:vAlign w:val="bottom"/>
          </w:tcPr>
          <w:p w14:paraId="763C26D6" w14:textId="77777777" w:rsidR="000D6195" w:rsidRPr="000D6195" w:rsidRDefault="000D6195" w:rsidP="00EB2CE0">
            <w:pPr>
              <w:pStyle w:val="acctfourfigures"/>
              <w:tabs>
                <w:tab w:val="clear" w:pos="765"/>
                <w:tab w:val="decimal" w:pos="752"/>
              </w:tabs>
              <w:spacing w:line="220" w:lineRule="exact"/>
              <w:ind w:left="-79" w:right="-79"/>
              <w:jc w:val="center"/>
              <w:rPr>
                <w:szCs w:val="22"/>
              </w:rPr>
            </w:pPr>
            <w:r w:rsidRPr="000D6195">
              <w:rPr>
                <w:szCs w:val="22"/>
              </w:rPr>
              <w:t>Unsecured</w:t>
            </w:r>
          </w:p>
        </w:tc>
      </w:tr>
      <w:tr w:rsidR="000D6195" w:rsidRPr="000D6195" w14:paraId="6D4A42CD" w14:textId="77777777" w:rsidTr="00EB2CE0">
        <w:trPr>
          <w:cantSplit/>
          <w:trHeight w:val="63"/>
        </w:trPr>
        <w:tc>
          <w:tcPr>
            <w:tcW w:w="3509" w:type="dxa"/>
          </w:tcPr>
          <w:p w14:paraId="3F9538BC" w14:textId="77777777" w:rsidR="000D6195" w:rsidRPr="000D6195" w:rsidRDefault="000D6195" w:rsidP="00EB2CE0">
            <w:pPr>
              <w:spacing w:line="220" w:lineRule="exact"/>
              <w:ind w:left="368" w:right="-68" w:hanging="191"/>
              <w:rPr>
                <w:b/>
                <w:bCs/>
                <w:color w:val="0000FF"/>
                <w:szCs w:val="22"/>
              </w:rPr>
            </w:pPr>
          </w:p>
        </w:tc>
        <w:tc>
          <w:tcPr>
            <w:tcW w:w="5670" w:type="dxa"/>
            <w:gridSpan w:val="7"/>
          </w:tcPr>
          <w:p w14:paraId="5AAE56F1" w14:textId="77777777" w:rsidR="000D6195" w:rsidRPr="000D6195" w:rsidRDefault="000D6195" w:rsidP="00EB2CE0">
            <w:pPr>
              <w:pStyle w:val="acctfourfigures"/>
              <w:tabs>
                <w:tab w:val="clear" w:pos="765"/>
              </w:tabs>
              <w:spacing w:line="220" w:lineRule="exact"/>
              <w:jc w:val="center"/>
              <w:rPr>
                <w:i/>
                <w:iCs/>
                <w:szCs w:val="22"/>
                <w:lang w:bidi="th-TH"/>
              </w:rPr>
            </w:pPr>
            <w:r w:rsidRPr="000D6195">
              <w:rPr>
                <w:i/>
                <w:iCs/>
                <w:szCs w:val="22"/>
                <w:lang w:bidi="th-TH"/>
              </w:rPr>
              <w:t>(in million Baht)</w:t>
            </w:r>
          </w:p>
        </w:tc>
      </w:tr>
      <w:tr w:rsidR="000D6195" w:rsidRPr="000D6195" w14:paraId="19BA43E6" w14:textId="77777777" w:rsidTr="00EB2CE0">
        <w:trPr>
          <w:cantSplit/>
        </w:trPr>
        <w:tc>
          <w:tcPr>
            <w:tcW w:w="3509" w:type="dxa"/>
          </w:tcPr>
          <w:p w14:paraId="54F197DA" w14:textId="77777777" w:rsidR="000D6195" w:rsidRPr="000D6195" w:rsidRDefault="000D6195" w:rsidP="00EB2CE0">
            <w:pPr>
              <w:tabs>
                <w:tab w:val="left" w:pos="191"/>
              </w:tabs>
              <w:spacing w:line="220" w:lineRule="exact"/>
              <w:ind w:left="191" w:hanging="191"/>
              <w:rPr>
                <w:szCs w:val="22"/>
              </w:rPr>
            </w:pPr>
            <w:r w:rsidRPr="000D6195">
              <w:rPr>
                <w:szCs w:val="22"/>
              </w:rPr>
              <w:t>Debentures</w:t>
            </w:r>
          </w:p>
        </w:tc>
        <w:tc>
          <w:tcPr>
            <w:tcW w:w="1260" w:type="dxa"/>
            <w:vAlign w:val="bottom"/>
          </w:tcPr>
          <w:p w14:paraId="535B56E4" w14:textId="77777777" w:rsidR="000D6195" w:rsidRPr="000D6195" w:rsidRDefault="000D6195" w:rsidP="00EB2CE0">
            <w:pPr>
              <w:tabs>
                <w:tab w:val="decimal" w:pos="734"/>
              </w:tabs>
              <w:ind w:left="-107" w:right="-66"/>
              <w:rPr>
                <w:szCs w:val="22"/>
                <w:lang w:val="en-US" w:bidi="th-TH"/>
              </w:rPr>
            </w:pPr>
            <w:r w:rsidRPr="000D6195">
              <w:rPr>
                <w:szCs w:val="22"/>
              </w:rPr>
              <w:t>-</w:t>
            </w:r>
          </w:p>
        </w:tc>
        <w:tc>
          <w:tcPr>
            <w:tcW w:w="182" w:type="dxa"/>
            <w:vAlign w:val="bottom"/>
          </w:tcPr>
          <w:p w14:paraId="72215AB7" w14:textId="77777777" w:rsidR="000D6195" w:rsidRPr="000D6195" w:rsidRDefault="000D6195" w:rsidP="00EB2CE0">
            <w:pPr>
              <w:tabs>
                <w:tab w:val="decimal" w:pos="703"/>
              </w:tabs>
              <w:spacing w:line="240" w:lineRule="auto"/>
              <w:ind w:left="-22"/>
              <w:rPr>
                <w:szCs w:val="22"/>
                <w:cs/>
              </w:rPr>
            </w:pPr>
          </w:p>
        </w:tc>
        <w:tc>
          <w:tcPr>
            <w:tcW w:w="1348" w:type="dxa"/>
            <w:vAlign w:val="bottom"/>
          </w:tcPr>
          <w:p w14:paraId="04A22249" w14:textId="77777777" w:rsidR="000D6195" w:rsidRPr="000D6195" w:rsidRDefault="000D6195" w:rsidP="00EB2CE0">
            <w:pPr>
              <w:tabs>
                <w:tab w:val="decimal" w:pos="1004"/>
              </w:tabs>
              <w:spacing w:line="240" w:lineRule="auto"/>
              <w:ind w:left="-22"/>
              <w:rPr>
                <w:szCs w:val="22"/>
              </w:rPr>
            </w:pPr>
            <w:r w:rsidRPr="000D6195">
              <w:rPr>
                <w:szCs w:val="22"/>
              </w:rPr>
              <w:t>2,189</w:t>
            </w:r>
          </w:p>
        </w:tc>
        <w:tc>
          <w:tcPr>
            <w:tcW w:w="178" w:type="dxa"/>
          </w:tcPr>
          <w:p w14:paraId="5B09EB1D" w14:textId="77777777" w:rsidR="000D6195" w:rsidRPr="000D6195" w:rsidRDefault="000D6195" w:rsidP="00EB2CE0">
            <w:pPr>
              <w:pStyle w:val="acctfourfigures"/>
              <w:tabs>
                <w:tab w:val="clear" w:pos="765"/>
              </w:tabs>
              <w:spacing w:line="220" w:lineRule="exact"/>
              <w:ind w:left="-79" w:right="-79"/>
              <w:jc w:val="center"/>
              <w:rPr>
                <w:szCs w:val="22"/>
              </w:rPr>
            </w:pPr>
          </w:p>
        </w:tc>
        <w:tc>
          <w:tcPr>
            <w:tcW w:w="1262" w:type="dxa"/>
            <w:vAlign w:val="bottom"/>
          </w:tcPr>
          <w:p w14:paraId="268D91E7" w14:textId="77777777" w:rsidR="000D6195" w:rsidRPr="000D6195" w:rsidRDefault="000D6195" w:rsidP="00EB2CE0">
            <w:pPr>
              <w:pStyle w:val="acctfourfigures"/>
              <w:tabs>
                <w:tab w:val="clear" w:pos="765"/>
                <w:tab w:val="decimal" w:pos="737"/>
              </w:tabs>
              <w:spacing w:line="220" w:lineRule="exact"/>
              <w:ind w:left="-91" w:right="-79"/>
              <w:rPr>
                <w:szCs w:val="22"/>
              </w:rPr>
            </w:pPr>
            <w:r w:rsidRPr="000D6195">
              <w:rPr>
                <w:szCs w:val="22"/>
              </w:rPr>
              <w:t>-</w:t>
            </w:r>
          </w:p>
        </w:tc>
        <w:tc>
          <w:tcPr>
            <w:tcW w:w="178" w:type="dxa"/>
            <w:vAlign w:val="bottom"/>
          </w:tcPr>
          <w:p w14:paraId="202300A5" w14:textId="77777777" w:rsidR="000D6195" w:rsidRPr="000D6195" w:rsidRDefault="000D6195" w:rsidP="00EB2CE0">
            <w:pPr>
              <w:pStyle w:val="acctfourfigures"/>
              <w:tabs>
                <w:tab w:val="clear" w:pos="765"/>
              </w:tabs>
              <w:spacing w:line="220" w:lineRule="exact"/>
              <w:ind w:left="-79" w:right="-79"/>
              <w:jc w:val="center"/>
              <w:rPr>
                <w:szCs w:val="22"/>
              </w:rPr>
            </w:pPr>
          </w:p>
        </w:tc>
        <w:tc>
          <w:tcPr>
            <w:tcW w:w="1262" w:type="dxa"/>
            <w:vAlign w:val="bottom"/>
          </w:tcPr>
          <w:p w14:paraId="79DC767B" w14:textId="77777777" w:rsidR="000D6195" w:rsidRPr="000D6195" w:rsidRDefault="000D6195" w:rsidP="00EB2CE0">
            <w:pPr>
              <w:pStyle w:val="acctfourfigures"/>
              <w:tabs>
                <w:tab w:val="clear" w:pos="765"/>
                <w:tab w:val="decimal" w:pos="1007"/>
              </w:tabs>
              <w:spacing w:line="220" w:lineRule="exact"/>
              <w:ind w:left="-79" w:right="-79"/>
              <w:rPr>
                <w:szCs w:val="22"/>
              </w:rPr>
            </w:pPr>
            <w:r w:rsidRPr="000D6195">
              <w:rPr>
                <w:szCs w:val="22"/>
              </w:rPr>
              <w:t>2,189</w:t>
            </w:r>
          </w:p>
        </w:tc>
      </w:tr>
      <w:tr w:rsidR="000D6195" w:rsidRPr="000D6195" w14:paraId="04A267EC" w14:textId="77777777" w:rsidTr="00EB2CE0">
        <w:trPr>
          <w:cantSplit/>
        </w:trPr>
        <w:tc>
          <w:tcPr>
            <w:tcW w:w="3509" w:type="dxa"/>
          </w:tcPr>
          <w:p w14:paraId="19CB81BC" w14:textId="77777777" w:rsidR="000D6195" w:rsidRPr="000D6195" w:rsidRDefault="000D6195" w:rsidP="00EB2CE0">
            <w:pPr>
              <w:tabs>
                <w:tab w:val="left" w:pos="191"/>
              </w:tabs>
              <w:spacing w:line="220" w:lineRule="exact"/>
              <w:ind w:left="191" w:hanging="191"/>
              <w:rPr>
                <w:szCs w:val="22"/>
              </w:rPr>
            </w:pPr>
            <w:r w:rsidRPr="000D6195">
              <w:rPr>
                <w:szCs w:val="22"/>
              </w:rPr>
              <w:t>Short-term loans from financial institutions</w:t>
            </w:r>
          </w:p>
        </w:tc>
        <w:tc>
          <w:tcPr>
            <w:tcW w:w="1260" w:type="dxa"/>
            <w:vAlign w:val="bottom"/>
          </w:tcPr>
          <w:p w14:paraId="2F3CBF19" w14:textId="77777777" w:rsidR="000D6195" w:rsidRPr="000D6195" w:rsidRDefault="000D6195" w:rsidP="00EB2CE0">
            <w:pPr>
              <w:tabs>
                <w:tab w:val="decimal" w:pos="734"/>
              </w:tabs>
              <w:ind w:left="-107" w:right="-66"/>
              <w:rPr>
                <w:szCs w:val="22"/>
              </w:rPr>
            </w:pPr>
            <w:r w:rsidRPr="000D6195">
              <w:rPr>
                <w:szCs w:val="22"/>
              </w:rPr>
              <w:t>-</w:t>
            </w:r>
          </w:p>
        </w:tc>
        <w:tc>
          <w:tcPr>
            <w:tcW w:w="182" w:type="dxa"/>
            <w:vAlign w:val="bottom"/>
          </w:tcPr>
          <w:p w14:paraId="487BE598" w14:textId="77777777" w:rsidR="000D6195" w:rsidRPr="000D6195" w:rsidRDefault="000D6195" w:rsidP="00EB2CE0">
            <w:pPr>
              <w:tabs>
                <w:tab w:val="decimal" w:pos="703"/>
              </w:tabs>
              <w:spacing w:line="240" w:lineRule="auto"/>
              <w:ind w:left="-22"/>
              <w:rPr>
                <w:szCs w:val="22"/>
                <w:cs/>
              </w:rPr>
            </w:pPr>
          </w:p>
        </w:tc>
        <w:tc>
          <w:tcPr>
            <w:tcW w:w="1348" w:type="dxa"/>
            <w:vAlign w:val="bottom"/>
          </w:tcPr>
          <w:p w14:paraId="5423C4F2" w14:textId="77777777" w:rsidR="000D6195" w:rsidRPr="000D6195" w:rsidRDefault="000D6195" w:rsidP="00EB2CE0">
            <w:pPr>
              <w:tabs>
                <w:tab w:val="decimal" w:pos="1004"/>
              </w:tabs>
              <w:spacing w:line="240" w:lineRule="auto"/>
              <w:ind w:left="-22"/>
              <w:rPr>
                <w:szCs w:val="22"/>
              </w:rPr>
            </w:pPr>
            <w:r w:rsidRPr="000D6195">
              <w:rPr>
                <w:szCs w:val="22"/>
              </w:rPr>
              <w:t>550</w:t>
            </w:r>
          </w:p>
        </w:tc>
        <w:tc>
          <w:tcPr>
            <w:tcW w:w="178" w:type="dxa"/>
          </w:tcPr>
          <w:p w14:paraId="7B4751C0" w14:textId="77777777" w:rsidR="000D6195" w:rsidRPr="000D6195" w:rsidRDefault="000D6195" w:rsidP="00EB2CE0">
            <w:pPr>
              <w:pStyle w:val="acctfourfigures"/>
              <w:tabs>
                <w:tab w:val="clear" w:pos="765"/>
              </w:tabs>
              <w:spacing w:line="220" w:lineRule="exact"/>
              <w:ind w:left="-79" w:right="-79"/>
              <w:jc w:val="center"/>
              <w:rPr>
                <w:szCs w:val="22"/>
              </w:rPr>
            </w:pPr>
          </w:p>
        </w:tc>
        <w:tc>
          <w:tcPr>
            <w:tcW w:w="1262" w:type="dxa"/>
            <w:vAlign w:val="bottom"/>
          </w:tcPr>
          <w:p w14:paraId="7A182AC8" w14:textId="77777777" w:rsidR="000D6195" w:rsidRPr="000D6195" w:rsidRDefault="000D6195" w:rsidP="00EB2CE0">
            <w:pPr>
              <w:pStyle w:val="acctfourfigures"/>
              <w:tabs>
                <w:tab w:val="clear" w:pos="765"/>
                <w:tab w:val="decimal" w:pos="737"/>
              </w:tabs>
              <w:spacing w:line="220" w:lineRule="exact"/>
              <w:ind w:left="-91" w:right="-79"/>
              <w:rPr>
                <w:szCs w:val="22"/>
              </w:rPr>
            </w:pPr>
            <w:r w:rsidRPr="000D6195">
              <w:rPr>
                <w:szCs w:val="22"/>
              </w:rPr>
              <w:t>-</w:t>
            </w:r>
          </w:p>
        </w:tc>
        <w:tc>
          <w:tcPr>
            <w:tcW w:w="178" w:type="dxa"/>
            <w:vAlign w:val="bottom"/>
          </w:tcPr>
          <w:p w14:paraId="0C2E3A90" w14:textId="77777777" w:rsidR="000D6195" w:rsidRPr="000D6195" w:rsidRDefault="000D6195" w:rsidP="00EB2CE0">
            <w:pPr>
              <w:pStyle w:val="acctfourfigures"/>
              <w:tabs>
                <w:tab w:val="clear" w:pos="765"/>
              </w:tabs>
              <w:spacing w:line="220" w:lineRule="exact"/>
              <w:ind w:left="-79" w:right="-79"/>
              <w:jc w:val="center"/>
              <w:rPr>
                <w:szCs w:val="22"/>
              </w:rPr>
            </w:pPr>
          </w:p>
        </w:tc>
        <w:tc>
          <w:tcPr>
            <w:tcW w:w="1262" w:type="dxa"/>
            <w:vAlign w:val="bottom"/>
          </w:tcPr>
          <w:p w14:paraId="64895C2F" w14:textId="77777777" w:rsidR="000D6195" w:rsidRPr="000D6195" w:rsidRDefault="000D6195" w:rsidP="00EB2CE0">
            <w:pPr>
              <w:pStyle w:val="acctfourfigures"/>
              <w:tabs>
                <w:tab w:val="clear" w:pos="765"/>
                <w:tab w:val="decimal" w:pos="1007"/>
              </w:tabs>
              <w:spacing w:line="220" w:lineRule="exact"/>
              <w:ind w:left="-79" w:right="-79"/>
              <w:rPr>
                <w:szCs w:val="22"/>
              </w:rPr>
            </w:pPr>
            <w:r w:rsidRPr="000D6195">
              <w:rPr>
                <w:szCs w:val="22"/>
              </w:rPr>
              <w:t>550</w:t>
            </w:r>
          </w:p>
        </w:tc>
      </w:tr>
      <w:tr w:rsidR="000D6195" w:rsidRPr="000D6195" w14:paraId="5DF53FCA" w14:textId="77777777" w:rsidTr="00EB2CE0">
        <w:trPr>
          <w:cantSplit/>
        </w:trPr>
        <w:tc>
          <w:tcPr>
            <w:tcW w:w="3509" w:type="dxa"/>
          </w:tcPr>
          <w:p w14:paraId="65796AFA" w14:textId="77777777" w:rsidR="000D6195" w:rsidRPr="000D6195" w:rsidRDefault="000D6195" w:rsidP="00EB2CE0">
            <w:pPr>
              <w:tabs>
                <w:tab w:val="left" w:pos="191"/>
              </w:tabs>
              <w:spacing w:line="220" w:lineRule="exact"/>
              <w:ind w:left="191" w:hanging="191"/>
              <w:rPr>
                <w:szCs w:val="22"/>
              </w:rPr>
            </w:pPr>
            <w:r w:rsidRPr="000D6195">
              <w:rPr>
                <w:szCs w:val="22"/>
              </w:rPr>
              <w:t xml:space="preserve">Short-term loans from related parties </w:t>
            </w:r>
          </w:p>
        </w:tc>
        <w:tc>
          <w:tcPr>
            <w:tcW w:w="1260" w:type="dxa"/>
            <w:vAlign w:val="bottom"/>
          </w:tcPr>
          <w:p w14:paraId="7E09D308" w14:textId="77777777" w:rsidR="000D6195" w:rsidRPr="000D6195" w:rsidRDefault="000D6195" w:rsidP="00EB2CE0">
            <w:pPr>
              <w:tabs>
                <w:tab w:val="decimal" w:pos="734"/>
              </w:tabs>
              <w:ind w:left="-107" w:right="-66"/>
              <w:rPr>
                <w:szCs w:val="22"/>
                <w:cs/>
              </w:rPr>
            </w:pPr>
            <w:r w:rsidRPr="000D6195">
              <w:rPr>
                <w:szCs w:val="22"/>
              </w:rPr>
              <w:t>-</w:t>
            </w:r>
          </w:p>
        </w:tc>
        <w:tc>
          <w:tcPr>
            <w:tcW w:w="182" w:type="dxa"/>
            <w:vAlign w:val="bottom"/>
          </w:tcPr>
          <w:p w14:paraId="59F1CE6B" w14:textId="77777777" w:rsidR="000D6195" w:rsidRPr="000D6195" w:rsidRDefault="000D6195" w:rsidP="00EB2CE0">
            <w:pPr>
              <w:tabs>
                <w:tab w:val="decimal" w:pos="703"/>
              </w:tabs>
              <w:spacing w:line="240" w:lineRule="auto"/>
              <w:ind w:left="-22"/>
              <w:rPr>
                <w:szCs w:val="22"/>
              </w:rPr>
            </w:pPr>
          </w:p>
        </w:tc>
        <w:tc>
          <w:tcPr>
            <w:tcW w:w="1348" w:type="dxa"/>
            <w:vAlign w:val="bottom"/>
          </w:tcPr>
          <w:p w14:paraId="2C88CA18" w14:textId="77777777" w:rsidR="000D6195" w:rsidRPr="000D6195" w:rsidRDefault="000D6195" w:rsidP="00EB2CE0">
            <w:pPr>
              <w:tabs>
                <w:tab w:val="decimal" w:pos="1004"/>
              </w:tabs>
              <w:spacing w:line="240" w:lineRule="auto"/>
              <w:ind w:left="-22"/>
              <w:rPr>
                <w:szCs w:val="22"/>
              </w:rPr>
            </w:pPr>
            <w:r w:rsidRPr="000D6195">
              <w:rPr>
                <w:szCs w:val="22"/>
              </w:rPr>
              <w:t>4,892</w:t>
            </w:r>
          </w:p>
        </w:tc>
        <w:tc>
          <w:tcPr>
            <w:tcW w:w="178" w:type="dxa"/>
          </w:tcPr>
          <w:p w14:paraId="16BDD1CA" w14:textId="77777777" w:rsidR="000D6195" w:rsidRPr="000D6195" w:rsidRDefault="000D6195" w:rsidP="00EB2CE0">
            <w:pPr>
              <w:pStyle w:val="acctfourfigures"/>
              <w:tabs>
                <w:tab w:val="clear" w:pos="765"/>
              </w:tabs>
              <w:spacing w:line="220" w:lineRule="exact"/>
              <w:ind w:left="-79" w:right="-79"/>
              <w:jc w:val="center"/>
              <w:rPr>
                <w:szCs w:val="22"/>
              </w:rPr>
            </w:pPr>
          </w:p>
        </w:tc>
        <w:tc>
          <w:tcPr>
            <w:tcW w:w="1262" w:type="dxa"/>
            <w:vAlign w:val="bottom"/>
          </w:tcPr>
          <w:p w14:paraId="0B25E869" w14:textId="77777777" w:rsidR="000D6195" w:rsidRPr="000D6195" w:rsidRDefault="000D6195" w:rsidP="00EB2CE0">
            <w:pPr>
              <w:pStyle w:val="acctfourfigures"/>
              <w:tabs>
                <w:tab w:val="clear" w:pos="765"/>
                <w:tab w:val="decimal" w:pos="737"/>
              </w:tabs>
              <w:spacing w:line="220" w:lineRule="exact"/>
              <w:ind w:left="-91" w:right="-79"/>
              <w:rPr>
                <w:szCs w:val="22"/>
              </w:rPr>
            </w:pPr>
            <w:r w:rsidRPr="000D6195">
              <w:rPr>
                <w:szCs w:val="22"/>
              </w:rPr>
              <w:t>-</w:t>
            </w:r>
          </w:p>
        </w:tc>
        <w:tc>
          <w:tcPr>
            <w:tcW w:w="178" w:type="dxa"/>
            <w:vAlign w:val="bottom"/>
          </w:tcPr>
          <w:p w14:paraId="4851B632" w14:textId="77777777" w:rsidR="000D6195" w:rsidRPr="000D6195" w:rsidRDefault="000D6195" w:rsidP="00EB2CE0">
            <w:pPr>
              <w:pStyle w:val="acctfourfigures"/>
              <w:tabs>
                <w:tab w:val="clear" w:pos="765"/>
              </w:tabs>
              <w:spacing w:line="220" w:lineRule="exact"/>
              <w:ind w:left="-79" w:right="-79"/>
              <w:jc w:val="center"/>
              <w:rPr>
                <w:szCs w:val="22"/>
              </w:rPr>
            </w:pPr>
          </w:p>
        </w:tc>
        <w:tc>
          <w:tcPr>
            <w:tcW w:w="1262" w:type="dxa"/>
            <w:vAlign w:val="bottom"/>
          </w:tcPr>
          <w:p w14:paraId="01C782E5" w14:textId="77777777" w:rsidR="000D6195" w:rsidRPr="000D6195" w:rsidRDefault="000D6195" w:rsidP="00EB2CE0">
            <w:pPr>
              <w:pStyle w:val="acctfourfigures"/>
              <w:tabs>
                <w:tab w:val="clear" w:pos="765"/>
                <w:tab w:val="decimal" w:pos="1007"/>
              </w:tabs>
              <w:spacing w:line="220" w:lineRule="exact"/>
              <w:ind w:left="-79" w:right="-79"/>
              <w:rPr>
                <w:szCs w:val="22"/>
              </w:rPr>
            </w:pPr>
            <w:r w:rsidRPr="000D6195">
              <w:rPr>
                <w:szCs w:val="22"/>
              </w:rPr>
              <w:t>4,848</w:t>
            </w:r>
          </w:p>
        </w:tc>
      </w:tr>
      <w:tr w:rsidR="000D6195" w:rsidRPr="000D6195" w14:paraId="0E59D0B3" w14:textId="77777777" w:rsidTr="00EB2CE0">
        <w:trPr>
          <w:cantSplit/>
        </w:trPr>
        <w:tc>
          <w:tcPr>
            <w:tcW w:w="3509" w:type="dxa"/>
          </w:tcPr>
          <w:p w14:paraId="249D15DB" w14:textId="77777777" w:rsidR="000D6195" w:rsidRPr="000D6195" w:rsidRDefault="000D6195" w:rsidP="00EB2CE0">
            <w:pPr>
              <w:tabs>
                <w:tab w:val="left" w:pos="100"/>
              </w:tabs>
              <w:spacing w:line="220" w:lineRule="exact"/>
              <w:ind w:left="100" w:right="-68" w:hanging="100"/>
              <w:rPr>
                <w:i/>
                <w:iCs/>
                <w:szCs w:val="22"/>
              </w:rPr>
            </w:pPr>
            <w:r w:rsidRPr="000D6195">
              <w:rPr>
                <w:szCs w:val="22"/>
              </w:rPr>
              <w:t>Lease liabilities</w:t>
            </w:r>
            <w:r w:rsidRPr="000D6195">
              <w:rPr>
                <w:i/>
                <w:iCs/>
                <w:szCs w:val="22"/>
              </w:rPr>
              <w:t xml:space="preserve"> </w:t>
            </w:r>
          </w:p>
        </w:tc>
        <w:tc>
          <w:tcPr>
            <w:tcW w:w="1260" w:type="dxa"/>
            <w:vAlign w:val="bottom"/>
          </w:tcPr>
          <w:p w14:paraId="395C4B80" w14:textId="77777777" w:rsidR="000D6195" w:rsidRPr="000D6195" w:rsidRDefault="000D6195" w:rsidP="00EB2CE0">
            <w:pPr>
              <w:tabs>
                <w:tab w:val="decimal" w:pos="734"/>
              </w:tabs>
              <w:ind w:left="-107" w:right="-66"/>
              <w:rPr>
                <w:szCs w:val="22"/>
              </w:rPr>
            </w:pPr>
            <w:r w:rsidRPr="000D6195">
              <w:rPr>
                <w:szCs w:val="22"/>
              </w:rPr>
              <w:t>-</w:t>
            </w:r>
          </w:p>
        </w:tc>
        <w:tc>
          <w:tcPr>
            <w:tcW w:w="182" w:type="dxa"/>
            <w:vAlign w:val="bottom"/>
          </w:tcPr>
          <w:p w14:paraId="24C93848" w14:textId="77777777" w:rsidR="000D6195" w:rsidRPr="000D6195" w:rsidRDefault="000D6195" w:rsidP="00EB2CE0">
            <w:pPr>
              <w:tabs>
                <w:tab w:val="decimal" w:pos="703"/>
              </w:tabs>
              <w:spacing w:line="240" w:lineRule="auto"/>
              <w:ind w:left="-22"/>
              <w:rPr>
                <w:szCs w:val="22"/>
                <w:cs/>
              </w:rPr>
            </w:pPr>
          </w:p>
        </w:tc>
        <w:tc>
          <w:tcPr>
            <w:tcW w:w="1348" w:type="dxa"/>
            <w:vAlign w:val="bottom"/>
          </w:tcPr>
          <w:p w14:paraId="5680E045" w14:textId="77777777" w:rsidR="000D6195" w:rsidRPr="000D6195" w:rsidRDefault="000D6195" w:rsidP="00EB2CE0">
            <w:pPr>
              <w:tabs>
                <w:tab w:val="decimal" w:pos="1004"/>
              </w:tabs>
              <w:spacing w:line="240" w:lineRule="auto"/>
              <w:ind w:left="-22"/>
              <w:rPr>
                <w:szCs w:val="22"/>
              </w:rPr>
            </w:pPr>
            <w:r w:rsidRPr="000D6195">
              <w:rPr>
                <w:szCs w:val="22"/>
              </w:rPr>
              <w:t>8</w:t>
            </w:r>
          </w:p>
        </w:tc>
        <w:tc>
          <w:tcPr>
            <w:tcW w:w="178" w:type="dxa"/>
          </w:tcPr>
          <w:p w14:paraId="2928A729" w14:textId="77777777" w:rsidR="000D6195" w:rsidRPr="000D6195" w:rsidRDefault="000D6195" w:rsidP="00EB2CE0">
            <w:pPr>
              <w:pStyle w:val="acctfourfigures"/>
              <w:tabs>
                <w:tab w:val="clear" w:pos="765"/>
              </w:tabs>
              <w:spacing w:line="220" w:lineRule="exact"/>
              <w:ind w:left="-79" w:right="-79"/>
              <w:jc w:val="center"/>
              <w:rPr>
                <w:szCs w:val="22"/>
              </w:rPr>
            </w:pPr>
          </w:p>
        </w:tc>
        <w:tc>
          <w:tcPr>
            <w:tcW w:w="1262" w:type="dxa"/>
            <w:vAlign w:val="bottom"/>
          </w:tcPr>
          <w:p w14:paraId="17A19F8C" w14:textId="77777777" w:rsidR="000D6195" w:rsidRPr="000D6195" w:rsidRDefault="000D6195" w:rsidP="00EB2CE0">
            <w:pPr>
              <w:pStyle w:val="acctfourfigures"/>
              <w:tabs>
                <w:tab w:val="clear" w:pos="765"/>
                <w:tab w:val="decimal" w:pos="737"/>
              </w:tabs>
              <w:spacing w:line="220" w:lineRule="exact"/>
              <w:ind w:left="-91" w:right="-79"/>
              <w:rPr>
                <w:szCs w:val="22"/>
              </w:rPr>
            </w:pPr>
            <w:r w:rsidRPr="000D6195">
              <w:rPr>
                <w:szCs w:val="22"/>
              </w:rPr>
              <w:t>-</w:t>
            </w:r>
          </w:p>
        </w:tc>
        <w:tc>
          <w:tcPr>
            <w:tcW w:w="178" w:type="dxa"/>
            <w:vAlign w:val="bottom"/>
          </w:tcPr>
          <w:p w14:paraId="2E72748F" w14:textId="77777777" w:rsidR="000D6195" w:rsidRPr="000D6195" w:rsidRDefault="000D6195" w:rsidP="00EB2CE0">
            <w:pPr>
              <w:pStyle w:val="acctfourfigures"/>
              <w:tabs>
                <w:tab w:val="clear" w:pos="765"/>
              </w:tabs>
              <w:spacing w:line="220" w:lineRule="exact"/>
              <w:ind w:left="-79" w:right="-79"/>
              <w:jc w:val="center"/>
              <w:rPr>
                <w:szCs w:val="22"/>
              </w:rPr>
            </w:pPr>
          </w:p>
        </w:tc>
        <w:tc>
          <w:tcPr>
            <w:tcW w:w="1262" w:type="dxa"/>
            <w:vAlign w:val="bottom"/>
          </w:tcPr>
          <w:p w14:paraId="77EE5C5A" w14:textId="77777777" w:rsidR="000D6195" w:rsidRPr="000D6195" w:rsidRDefault="000D6195" w:rsidP="00EB2CE0">
            <w:pPr>
              <w:pStyle w:val="acctfourfigures"/>
              <w:tabs>
                <w:tab w:val="clear" w:pos="765"/>
                <w:tab w:val="decimal" w:pos="1007"/>
              </w:tabs>
              <w:spacing w:line="220" w:lineRule="exact"/>
              <w:ind w:left="-79" w:right="-79"/>
              <w:rPr>
                <w:szCs w:val="22"/>
              </w:rPr>
            </w:pPr>
            <w:r w:rsidRPr="000D6195">
              <w:rPr>
                <w:szCs w:val="22"/>
              </w:rPr>
              <w:t>10</w:t>
            </w:r>
          </w:p>
        </w:tc>
      </w:tr>
      <w:tr w:rsidR="000D6195" w:rsidRPr="00B62221" w14:paraId="385C9F6C" w14:textId="77777777" w:rsidTr="00EB2CE0">
        <w:trPr>
          <w:cantSplit/>
        </w:trPr>
        <w:tc>
          <w:tcPr>
            <w:tcW w:w="3509" w:type="dxa"/>
          </w:tcPr>
          <w:p w14:paraId="26A81B00" w14:textId="77777777" w:rsidR="000D6195" w:rsidRPr="000D6195" w:rsidRDefault="000D6195" w:rsidP="00EB2CE0">
            <w:pPr>
              <w:tabs>
                <w:tab w:val="left" w:pos="191"/>
              </w:tabs>
              <w:spacing w:line="220" w:lineRule="exact"/>
              <w:ind w:left="191" w:hanging="191"/>
              <w:rPr>
                <w:szCs w:val="22"/>
              </w:rPr>
            </w:pPr>
            <w:r w:rsidRPr="000D6195">
              <w:rPr>
                <w:b/>
                <w:bCs/>
                <w:szCs w:val="22"/>
              </w:rPr>
              <w:t>Total interest-bearing liabilities</w:t>
            </w:r>
          </w:p>
        </w:tc>
        <w:tc>
          <w:tcPr>
            <w:tcW w:w="1260" w:type="dxa"/>
            <w:tcBorders>
              <w:top w:val="single" w:sz="4" w:space="0" w:color="auto"/>
              <w:left w:val="nil"/>
              <w:bottom w:val="double" w:sz="4" w:space="0" w:color="auto"/>
              <w:right w:val="nil"/>
            </w:tcBorders>
            <w:vAlign w:val="bottom"/>
          </w:tcPr>
          <w:p w14:paraId="1A209CC7" w14:textId="77777777" w:rsidR="000D6195" w:rsidRPr="000D6195" w:rsidRDefault="000D6195" w:rsidP="00EB2CE0">
            <w:pPr>
              <w:tabs>
                <w:tab w:val="decimal" w:pos="734"/>
              </w:tabs>
              <w:ind w:left="-107" w:right="-66"/>
              <w:rPr>
                <w:b/>
                <w:bCs/>
                <w:szCs w:val="22"/>
                <w:cs/>
              </w:rPr>
            </w:pPr>
            <w:r w:rsidRPr="000D6195">
              <w:rPr>
                <w:b/>
                <w:bCs/>
                <w:szCs w:val="22"/>
                <w:cs/>
              </w:rPr>
              <w:t>-</w:t>
            </w:r>
          </w:p>
        </w:tc>
        <w:tc>
          <w:tcPr>
            <w:tcW w:w="182" w:type="dxa"/>
            <w:vAlign w:val="bottom"/>
          </w:tcPr>
          <w:p w14:paraId="702B4699" w14:textId="77777777" w:rsidR="000D6195" w:rsidRPr="000D6195" w:rsidRDefault="000D6195" w:rsidP="00EB2CE0">
            <w:pPr>
              <w:tabs>
                <w:tab w:val="decimal" w:pos="703"/>
              </w:tabs>
              <w:spacing w:line="240" w:lineRule="auto"/>
              <w:ind w:left="-22"/>
              <w:rPr>
                <w:b/>
                <w:bCs/>
                <w:szCs w:val="22"/>
                <w:cs/>
              </w:rPr>
            </w:pPr>
          </w:p>
        </w:tc>
        <w:tc>
          <w:tcPr>
            <w:tcW w:w="1348" w:type="dxa"/>
            <w:tcBorders>
              <w:top w:val="single" w:sz="4" w:space="0" w:color="auto"/>
              <w:left w:val="nil"/>
              <w:bottom w:val="double" w:sz="4" w:space="0" w:color="auto"/>
              <w:right w:val="nil"/>
            </w:tcBorders>
            <w:vAlign w:val="bottom"/>
          </w:tcPr>
          <w:p w14:paraId="47404049" w14:textId="77777777" w:rsidR="000D6195" w:rsidRPr="000D6195" w:rsidRDefault="000D6195" w:rsidP="00EB2CE0">
            <w:pPr>
              <w:tabs>
                <w:tab w:val="decimal" w:pos="1004"/>
              </w:tabs>
              <w:spacing w:line="240" w:lineRule="auto"/>
              <w:ind w:left="-22"/>
              <w:rPr>
                <w:b/>
                <w:bCs/>
                <w:szCs w:val="22"/>
              </w:rPr>
            </w:pPr>
            <w:r w:rsidRPr="000D6195">
              <w:rPr>
                <w:b/>
                <w:bCs/>
                <w:szCs w:val="22"/>
              </w:rPr>
              <w:t>7,639</w:t>
            </w:r>
          </w:p>
        </w:tc>
        <w:tc>
          <w:tcPr>
            <w:tcW w:w="178" w:type="dxa"/>
          </w:tcPr>
          <w:p w14:paraId="06EF0F28" w14:textId="77777777" w:rsidR="000D6195" w:rsidRPr="000D6195" w:rsidRDefault="000D6195" w:rsidP="00EB2CE0">
            <w:pPr>
              <w:pStyle w:val="acctfourfigures"/>
              <w:tabs>
                <w:tab w:val="clear" w:pos="765"/>
              </w:tabs>
              <w:spacing w:line="220" w:lineRule="exact"/>
              <w:ind w:left="-79" w:right="-79"/>
              <w:jc w:val="center"/>
              <w:rPr>
                <w:b/>
                <w:bCs/>
                <w:szCs w:val="22"/>
              </w:rPr>
            </w:pPr>
          </w:p>
        </w:tc>
        <w:tc>
          <w:tcPr>
            <w:tcW w:w="1262" w:type="dxa"/>
            <w:tcBorders>
              <w:top w:val="single" w:sz="4" w:space="0" w:color="auto"/>
              <w:bottom w:val="double" w:sz="4" w:space="0" w:color="auto"/>
            </w:tcBorders>
            <w:vAlign w:val="bottom"/>
          </w:tcPr>
          <w:p w14:paraId="1C2534D2" w14:textId="77777777" w:rsidR="000D6195" w:rsidRPr="000D6195" w:rsidRDefault="000D6195" w:rsidP="00EB2CE0">
            <w:pPr>
              <w:pStyle w:val="acctfourfigures"/>
              <w:tabs>
                <w:tab w:val="clear" w:pos="765"/>
                <w:tab w:val="decimal" w:pos="737"/>
              </w:tabs>
              <w:spacing w:line="220" w:lineRule="exact"/>
              <w:ind w:left="-91" w:right="-79"/>
              <w:rPr>
                <w:b/>
                <w:bCs/>
                <w:szCs w:val="22"/>
              </w:rPr>
            </w:pPr>
            <w:r w:rsidRPr="000D6195">
              <w:rPr>
                <w:b/>
                <w:bCs/>
                <w:szCs w:val="22"/>
              </w:rPr>
              <w:t>-</w:t>
            </w:r>
          </w:p>
        </w:tc>
        <w:tc>
          <w:tcPr>
            <w:tcW w:w="178" w:type="dxa"/>
            <w:vAlign w:val="bottom"/>
          </w:tcPr>
          <w:p w14:paraId="5A68141C" w14:textId="77777777" w:rsidR="000D6195" w:rsidRPr="000D6195" w:rsidRDefault="000D6195" w:rsidP="00EB2CE0">
            <w:pPr>
              <w:pStyle w:val="acctfourfigures"/>
              <w:tabs>
                <w:tab w:val="clear" w:pos="765"/>
              </w:tabs>
              <w:spacing w:line="220" w:lineRule="exact"/>
              <w:ind w:left="-79" w:right="-79"/>
              <w:jc w:val="center"/>
              <w:rPr>
                <w:b/>
                <w:bCs/>
                <w:szCs w:val="22"/>
              </w:rPr>
            </w:pPr>
          </w:p>
        </w:tc>
        <w:tc>
          <w:tcPr>
            <w:tcW w:w="1262" w:type="dxa"/>
            <w:tcBorders>
              <w:top w:val="single" w:sz="4" w:space="0" w:color="auto"/>
              <w:bottom w:val="double" w:sz="4" w:space="0" w:color="auto"/>
            </w:tcBorders>
            <w:vAlign w:val="bottom"/>
          </w:tcPr>
          <w:p w14:paraId="65D85C5F" w14:textId="77777777" w:rsidR="000D6195" w:rsidRPr="00B62221" w:rsidRDefault="000D6195" w:rsidP="00EB2CE0">
            <w:pPr>
              <w:pStyle w:val="acctfourfigures"/>
              <w:tabs>
                <w:tab w:val="clear" w:pos="765"/>
                <w:tab w:val="decimal" w:pos="1007"/>
              </w:tabs>
              <w:spacing w:line="220" w:lineRule="exact"/>
              <w:ind w:left="-79" w:right="-79"/>
              <w:rPr>
                <w:b/>
                <w:bCs/>
                <w:szCs w:val="22"/>
              </w:rPr>
            </w:pPr>
            <w:r w:rsidRPr="000D6195">
              <w:rPr>
                <w:b/>
                <w:bCs/>
                <w:szCs w:val="22"/>
              </w:rPr>
              <w:t>7,597</w:t>
            </w:r>
          </w:p>
        </w:tc>
      </w:tr>
    </w:tbl>
    <w:p w14:paraId="1EB828AB" w14:textId="77777777" w:rsidR="00472F61" w:rsidRDefault="00472F61">
      <w:r>
        <w:br w:type="page"/>
      </w:r>
    </w:p>
    <w:tbl>
      <w:tblPr>
        <w:tblW w:w="9164" w:type="dxa"/>
        <w:tblInd w:w="450" w:type="dxa"/>
        <w:tblBorders>
          <w:bottom w:val="single" w:sz="4" w:space="0" w:color="auto"/>
        </w:tblBorders>
        <w:tblLayout w:type="fixed"/>
        <w:tblLook w:val="0000" w:firstRow="0" w:lastRow="0" w:firstColumn="0" w:lastColumn="0" w:noHBand="0" w:noVBand="0"/>
      </w:tblPr>
      <w:tblGrid>
        <w:gridCol w:w="3420"/>
        <w:gridCol w:w="1260"/>
        <w:gridCol w:w="270"/>
        <w:gridCol w:w="1260"/>
        <w:gridCol w:w="270"/>
        <w:gridCol w:w="1170"/>
        <w:gridCol w:w="270"/>
        <w:gridCol w:w="1244"/>
      </w:tblGrid>
      <w:tr w:rsidR="000D6195" w:rsidRPr="000D6195" w14:paraId="576D71C7" w14:textId="77777777" w:rsidTr="000D6195">
        <w:trPr>
          <w:cantSplit/>
        </w:trPr>
        <w:tc>
          <w:tcPr>
            <w:tcW w:w="3420" w:type="dxa"/>
            <w:shd w:val="clear" w:color="auto" w:fill="auto"/>
          </w:tcPr>
          <w:p w14:paraId="7F51CB2A" w14:textId="77777777" w:rsidR="000D6195" w:rsidRPr="00146EBD" w:rsidRDefault="000D6195" w:rsidP="00EB2CE0">
            <w:pPr>
              <w:tabs>
                <w:tab w:val="left" w:pos="327"/>
              </w:tabs>
              <w:spacing w:line="240" w:lineRule="exact"/>
              <w:jc w:val="thaiDistribute"/>
              <w:rPr>
                <w:rFonts w:eastAsia="Times New Roman"/>
                <w:b/>
                <w:bCs/>
                <w:i/>
                <w:iCs/>
                <w:szCs w:val="22"/>
                <w:lang w:val="en-US" w:bidi="th-TH"/>
              </w:rPr>
            </w:pPr>
          </w:p>
        </w:tc>
        <w:tc>
          <w:tcPr>
            <w:tcW w:w="2790" w:type="dxa"/>
            <w:gridSpan w:val="3"/>
            <w:shd w:val="clear" w:color="auto" w:fill="auto"/>
          </w:tcPr>
          <w:p w14:paraId="7FEC0D74" w14:textId="77777777" w:rsidR="000D6195" w:rsidRPr="000D6195" w:rsidRDefault="000D6195" w:rsidP="00EB2CE0">
            <w:pPr>
              <w:spacing w:line="240" w:lineRule="exact"/>
              <w:ind w:left="-106" w:right="-79"/>
              <w:jc w:val="center"/>
              <w:rPr>
                <w:rFonts w:eastAsia="Times New Roman"/>
                <w:b/>
                <w:szCs w:val="22"/>
              </w:rPr>
            </w:pPr>
            <w:r w:rsidRPr="000D6195">
              <w:rPr>
                <w:rFonts w:eastAsia="Times New Roman"/>
                <w:b/>
                <w:szCs w:val="22"/>
              </w:rPr>
              <w:t>Consolidated</w:t>
            </w:r>
          </w:p>
        </w:tc>
        <w:tc>
          <w:tcPr>
            <w:tcW w:w="270" w:type="dxa"/>
            <w:shd w:val="clear" w:color="auto" w:fill="auto"/>
          </w:tcPr>
          <w:p w14:paraId="1DCD1D71" w14:textId="77777777" w:rsidR="000D6195" w:rsidRPr="000D6195" w:rsidRDefault="000D6195" w:rsidP="00EB2CE0">
            <w:pPr>
              <w:tabs>
                <w:tab w:val="left" w:pos="327"/>
              </w:tabs>
              <w:spacing w:line="240" w:lineRule="exact"/>
              <w:ind w:left="-108"/>
              <w:jc w:val="center"/>
              <w:rPr>
                <w:rFonts w:eastAsia="Times New Roman"/>
                <w:b/>
                <w:bCs/>
                <w:szCs w:val="22"/>
                <w:lang w:val="en-US" w:bidi="th-TH"/>
              </w:rPr>
            </w:pPr>
          </w:p>
        </w:tc>
        <w:tc>
          <w:tcPr>
            <w:tcW w:w="2684" w:type="dxa"/>
            <w:gridSpan w:val="3"/>
            <w:shd w:val="clear" w:color="auto" w:fill="auto"/>
          </w:tcPr>
          <w:p w14:paraId="60EF4D18" w14:textId="77777777" w:rsidR="000D6195" w:rsidRPr="000D6195" w:rsidRDefault="000D6195" w:rsidP="00EB2CE0">
            <w:pPr>
              <w:spacing w:line="240" w:lineRule="exact"/>
              <w:ind w:left="-108"/>
              <w:jc w:val="center"/>
              <w:rPr>
                <w:rFonts w:eastAsia="Times New Roman"/>
                <w:b/>
                <w:bCs/>
                <w:szCs w:val="22"/>
                <w:lang w:val="en-US" w:bidi="th-TH"/>
              </w:rPr>
            </w:pPr>
            <w:r w:rsidRPr="000D6195">
              <w:rPr>
                <w:rFonts w:eastAsia="Times New Roman"/>
                <w:b/>
                <w:bCs/>
                <w:szCs w:val="22"/>
                <w:cs/>
                <w:lang w:val="th-TH" w:bidi="th-TH"/>
              </w:rPr>
              <w:t>Separate</w:t>
            </w:r>
          </w:p>
        </w:tc>
      </w:tr>
      <w:tr w:rsidR="000D6195" w:rsidRPr="000D6195" w14:paraId="0BFF3DC7" w14:textId="77777777" w:rsidTr="000D6195">
        <w:trPr>
          <w:cantSplit/>
        </w:trPr>
        <w:tc>
          <w:tcPr>
            <w:tcW w:w="3420" w:type="dxa"/>
            <w:shd w:val="clear" w:color="auto" w:fill="auto"/>
          </w:tcPr>
          <w:p w14:paraId="1CB2B3E4" w14:textId="77777777" w:rsidR="000D6195" w:rsidRPr="000D6195" w:rsidRDefault="000D6195" w:rsidP="00EB2CE0">
            <w:pPr>
              <w:spacing w:line="240" w:lineRule="exact"/>
              <w:rPr>
                <w:rFonts w:eastAsia="Times New Roman"/>
                <w:b/>
                <w:bCs/>
                <w:i/>
                <w:iCs/>
                <w:szCs w:val="22"/>
                <w:lang w:val="en-US" w:bidi="th-TH"/>
              </w:rPr>
            </w:pPr>
          </w:p>
        </w:tc>
        <w:tc>
          <w:tcPr>
            <w:tcW w:w="2790" w:type="dxa"/>
            <w:gridSpan w:val="3"/>
            <w:shd w:val="clear" w:color="auto" w:fill="auto"/>
          </w:tcPr>
          <w:p w14:paraId="0EABE814" w14:textId="77777777" w:rsidR="000D6195" w:rsidRPr="000D6195" w:rsidRDefault="000D6195" w:rsidP="00EB2CE0">
            <w:pPr>
              <w:spacing w:line="240" w:lineRule="exact"/>
              <w:ind w:left="-106" w:right="-79"/>
              <w:jc w:val="center"/>
              <w:rPr>
                <w:rFonts w:eastAsia="Times New Roman"/>
                <w:b/>
                <w:szCs w:val="22"/>
              </w:rPr>
            </w:pPr>
            <w:r w:rsidRPr="000D6195">
              <w:rPr>
                <w:rFonts w:eastAsia="Times New Roman"/>
                <w:b/>
                <w:szCs w:val="22"/>
              </w:rPr>
              <w:t>financial statements</w:t>
            </w:r>
          </w:p>
        </w:tc>
        <w:tc>
          <w:tcPr>
            <w:tcW w:w="270" w:type="dxa"/>
            <w:shd w:val="clear" w:color="auto" w:fill="auto"/>
          </w:tcPr>
          <w:p w14:paraId="73F30E38" w14:textId="77777777" w:rsidR="000D6195" w:rsidRPr="000D6195" w:rsidRDefault="000D6195" w:rsidP="00EB2CE0">
            <w:pPr>
              <w:tabs>
                <w:tab w:val="left" w:pos="327"/>
              </w:tabs>
              <w:spacing w:line="240" w:lineRule="exact"/>
              <w:ind w:left="-108"/>
              <w:jc w:val="center"/>
              <w:rPr>
                <w:rFonts w:eastAsia="Times New Roman"/>
                <w:b/>
                <w:bCs/>
                <w:szCs w:val="22"/>
                <w:lang w:val="en-US" w:bidi="th-TH"/>
              </w:rPr>
            </w:pPr>
          </w:p>
        </w:tc>
        <w:tc>
          <w:tcPr>
            <w:tcW w:w="2684" w:type="dxa"/>
            <w:gridSpan w:val="3"/>
            <w:shd w:val="clear" w:color="auto" w:fill="auto"/>
          </w:tcPr>
          <w:p w14:paraId="4E757B12" w14:textId="77777777" w:rsidR="000D6195" w:rsidRPr="000D6195" w:rsidRDefault="000D6195" w:rsidP="00EB2CE0">
            <w:pPr>
              <w:spacing w:line="240" w:lineRule="exact"/>
              <w:ind w:left="-108"/>
              <w:jc w:val="center"/>
              <w:rPr>
                <w:rFonts w:eastAsia="Times New Roman"/>
                <w:b/>
                <w:bCs/>
                <w:szCs w:val="22"/>
                <w:cs/>
                <w:lang w:val="th-TH" w:bidi="th-TH"/>
              </w:rPr>
            </w:pPr>
            <w:r w:rsidRPr="000D6195">
              <w:rPr>
                <w:rFonts w:eastAsia="Times New Roman"/>
                <w:b/>
                <w:bCs/>
                <w:szCs w:val="22"/>
                <w:cs/>
                <w:lang w:val="th-TH" w:bidi="th-TH"/>
              </w:rPr>
              <w:t>financial statements</w:t>
            </w:r>
          </w:p>
        </w:tc>
      </w:tr>
      <w:tr w:rsidR="000D6195" w:rsidRPr="000D6195" w14:paraId="2DAAE425" w14:textId="77777777" w:rsidTr="000D6195">
        <w:trPr>
          <w:cantSplit/>
        </w:trPr>
        <w:tc>
          <w:tcPr>
            <w:tcW w:w="3420" w:type="dxa"/>
            <w:shd w:val="clear" w:color="auto" w:fill="auto"/>
          </w:tcPr>
          <w:p w14:paraId="59F1C5C5" w14:textId="672BB64D" w:rsidR="000D6195" w:rsidRPr="000D6195" w:rsidRDefault="000D6195" w:rsidP="00EB2CE0">
            <w:pPr>
              <w:tabs>
                <w:tab w:val="left" w:pos="327"/>
              </w:tabs>
              <w:spacing w:line="240" w:lineRule="exact"/>
              <w:rPr>
                <w:rFonts w:eastAsia="Times New Roman"/>
                <w:b/>
                <w:bCs/>
                <w:i/>
                <w:iCs/>
                <w:szCs w:val="22"/>
                <w:lang w:val="en-US" w:bidi="th-TH"/>
              </w:rPr>
            </w:pPr>
            <w:r w:rsidRPr="000D6195">
              <w:rPr>
                <w:rFonts w:eastAsia="Times New Roman"/>
                <w:b/>
                <w:bCs/>
                <w:i/>
                <w:iCs/>
                <w:szCs w:val="22"/>
                <w:lang w:val="en-US" w:bidi="th-TH"/>
              </w:rPr>
              <w:t xml:space="preserve">Assets pledged as security for </w:t>
            </w:r>
            <w:r w:rsidRPr="000D6195">
              <w:rPr>
                <w:rFonts w:eastAsia="Times New Roman"/>
                <w:b/>
                <w:bCs/>
                <w:i/>
                <w:iCs/>
                <w:szCs w:val="22"/>
                <w:lang w:val="en-US" w:bidi="th-TH"/>
              </w:rPr>
              <w:br/>
              <w:t xml:space="preserve">   liabilities  </w:t>
            </w:r>
          </w:p>
        </w:tc>
        <w:tc>
          <w:tcPr>
            <w:tcW w:w="1260" w:type="dxa"/>
            <w:shd w:val="clear" w:color="auto" w:fill="auto"/>
          </w:tcPr>
          <w:p w14:paraId="2B3D0589" w14:textId="77777777" w:rsidR="000D6195" w:rsidRPr="000D6195" w:rsidRDefault="000D6195" w:rsidP="00EB2CE0">
            <w:pPr>
              <w:spacing w:line="240" w:lineRule="exact"/>
              <w:jc w:val="center"/>
              <w:rPr>
                <w:rFonts w:eastAsia="Times New Roman"/>
                <w:bCs/>
                <w:szCs w:val="22"/>
              </w:rPr>
            </w:pPr>
            <w:r w:rsidRPr="000D6195">
              <w:rPr>
                <w:rFonts w:eastAsia="Times New Roman"/>
                <w:bCs/>
                <w:szCs w:val="22"/>
              </w:rPr>
              <w:t>31 March 2021</w:t>
            </w:r>
          </w:p>
        </w:tc>
        <w:tc>
          <w:tcPr>
            <w:tcW w:w="270" w:type="dxa"/>
            <w:shd w:val="clear" w:color="auto" w:fill="auto"/>
          </w:tcPr>
          <w:p w14:paraId="5F0A32FB" w14:textId="77777777" w:rsidR="000D6195" w:rsidRPr="000D6195" w:rsidRDefault="000D6195" w:rsidP="00EB2CE0">
            <w:pPr>
              <w:spacing w:line="240" w:lineRule="exact"/>
              <w:jc w:val="center"/>
              <w:rPr>
                <w:rFonts w:eastAsia="Times New Roman"/>
                <w:bCs/>
                <w:szCs w:val="22"/>
              </w:rPr>
            </w:pPr>
          </w:p>
        </w:tc>
        <w:tc>
          <w:tcPr>
            <w:tcW w:w="1260" w:type="dxa"/>
            <w:shd w:val="clear" w:color="auto" w:fill="auto"/>
          </w:tcPr>
          <w:p w14:paraId="2552BBB3" w14:textId="77777777" w:rsidR="000D6195" w:rsidRPr="000D6195" w:rsidRDefault="000D6195" w:rsidP="00EB2CE0">
            <w:pPr>
              <w:spacing w:line="240" w:lineRule="exact"/>
              <w:ind w:left="-196" w:right="-196"/>
              <w:jc w:val="center"/>
              <w:rPr>
                <w:rFonts w:eastAsia="Times New Roman"/>
                <w:bCs/>
                <w:szCs w:val="22"/>
              </w:rPr>
            </w:pPr>
            <w:r w:rsidRPr="000D6195">
              <w:rPr>
                <w:rFonts w:eastAsia="Times New Roman"/>
                <w:bCs/>
                <w:szCs w:val="22"/>
              </w:rPr>
              <w:t>31 December 2020</w:t>
            </w:r>
          </w:p>
        </w:tc>
        <w:tc>
          <w:tcPr>
            <w:tcW w:w="270" w:type="dxa"/>
            <w:shd w:val="clear" w:color="auto" w:fill="auto"/>
          </w:tcPr>
          <w:p w14:paraId="71F786CF" w14:textId="77777777" w:rsidR="000D6195" w:rsidRPr="000D6195" w:rsidRDefault="000D6195" w:rsidP="00EB2CE0">
            <w:pPr>
              <w:tabs>
                <w:tab w:val="decimal" w:pos="765"/>
              </w:tabs>
              <w:spacing w:line="240" w:lineRule="exact"/>
              <w:ind w:left="-106" w:right="-142"/>
              <w:rPr>
                <w:rFonts w:eastAsia="Times New Roman"/>
                <w:szCs w:val="22"/>
              </w:rPr>
            </w:pPr>
          </w:p>
        </w:tc>
        <w:tc>
          <w:tcPr>
            <w:tcW w:w="1170" w:type="dxa"/>
            <w:shd w:val="clear" w:color="auto" w:fill="auto"/>
          </w:tcPr>
          <w:p w14:paraId="3FFBA9A9" w14:textId="77777777" w:rsidR="000D6195" w:rsidRPr="000D6195" w:rsidRDefault="000D6195" w:rsidP="00EB2CE0">
            <w:pPr>
              <w:spacing w:line="240" w:lineRule="exact"/>
              <w:jc w:val="center"/>
              <w:rPr>
                <w:rFonts w:eastAsia="Times New Roman"/>
                <w:bCs/>
                <w:szCs w:val="22"/>
              </w:rPr>
            </w:pPr>
            <w:r w:rsidRPr="000D6195">
              <w:rPr>
                <w:rFonts w:eastAsia="Times New Roman"/>
                <w:bCs/>
                <w:szCs w:val="22"/>
              </w:rPr>
              <w:t>31 March 2021</w:t>
            </w:r>
          </w:p>
        </w:tc>
        <w:tc>
          <w:tcPr>
            <w:tcW w:w="270" w:type="dxa"/>
            <w:shd w:val="clear" w:color="auto" w:fill="auto"/>
          </w:tcPr>
          <w:p w14:paraId="34A898FA" w14:textId="77777777" w:rsidR="000D6195" w:rsidRPr="000D6195" w:rsidRDefault="000D6195" w:rsidP="00EB2CE0">
            <w:pPr>
              <w:spacing w:line="240" w:lineRule="exact"/>
              <w:jc w:val="center"/>
              <w:rPr>
                <w:rFonts w:eastAsia="Times New Roman"/>
                <w:bCs/>
                <w:szCs w:val="22"/>
              </w:rPr>
            </w:pPr>
          </w:p>
        </w:tc>
        <w:tc>
          <w:tcPr>
            <w:tcW w:w="1244" w:type="dxa"/>
            <w:shd w:val="clear" w:color="auto" w:fill="auto"/>
          </w:tcPr>
          <w:p w14:paraId="43018DD4" w14:textId="77777777" w:rsidR="000D6195" w:rsidRPr="000D6195" w:rsidRDefault="000D6195" w:rsidP="00EB2CE0">
            <w:pPr>
              <w:spacing w:line="240" w:lineRule="exact"/>
              <w:ind w:left="-196" w:right="-196"/>
              <w:jc w:val="center"/>
              <w:rPr>
                <w:rFonts w:eastAsia="Times New Roman"/>
                <w:bCs/>
                <w:szCs w:val="22"/>
              </w:rPr>
            </w:pPr>
            <w:r w:rsidRPr="000D6195">
              <w:rPr>
                <w:rFonts w:eastAsia="Times New Roman"/>
                <w:bCs/>
                <w:szCs w:val="22"/>
              </w:rPr>
              <w:t>31 December 2020</w:t>
            </w:r>
          </w:p>
        </w:tc>
      </w:tr>
      <w:tr w:rsidR="000D6195" w:rsidRPr="000D6195" w14:paraId="7D8AEC21" w14:textId="77777777" w:rsidTr="000D6195">
        <w:trPr>
          <w:cantSplit/>
        </w:trPr>
        <w:tc>
          <w:tcPr>
            <w:tcW w:w="3420" w:type="dxa"/>
            <w:shd w:val="clear" w:color="auto" w:fill="auto"/>
          </w:tcPr>
          <w:p w14:paraId="0FFF2906" w14:textId="77777777" w:rsidR="000D6195" w:rsidRPr="000D6195" w:rsidRDefault="000D6195" w:rsidP="00EB2CE0">
            <w:pPr>
              <w:tabs>
                <w:tab w:val="left" w:pos="327"/>
              </w:tabs>
              <w:spacing w:line="240" w:lineRule="exact"/>
              <w:jc w:val="thaiDistribute"/>
              <w:rPr>
                <w:rFonts w:eastAsia="Times New Roman"/>
                <w:szCs w:val="22"/>
                <w:lang w:val="en-US" w:bidi="th-TH"/>
              </w:rPr>
            </w:pPr>
          </w:p>
        </w:tc>
        <w:tc>
          <w:tcPr>
            <w:tcW w:w="5744" w:type="dxa"/>
            <w:gridSpan w:val="7"/>
            <w:shd w:val="clear" w:color="auto" w:fill="auto"/>
          </w:tcPr>
          <w:p w14:paraId="4AD58CE4" w14:textId="77777777" w:rsidR="000D6195" w:rsidRPr="000D6195" w:rsidRDefault="000D6195" w:rsidP="00EB2CE0">
            <w:pPr>
              <w:spacing w:line="240" w:lineRule="exact"/>
              <w:ind w:left="-108"/>
              <w:jc w:val="center"/>
              <w:rPr>
                <w:rFonts w:eastAsia="Times New Roman"/>
                <w:i/>
                <w:iCs/>
                <w:szCs w:val="22"/>
                <w:lang w:val="en-US" w:bidi="th-TH"/>
              </w:rPr>
            </w:pPr>
            <w:r w:rsidRPr="000D6195">
              <w:rPr>
                <w:rFonts w:eastAsia="Times New Roman"/>
                <w:i/>
                <w:iCs/>
                <w:szCs w:val="22"/>
                <w:lang w:val="en-US" w:bidi="th-TH"/>
              </w:rPr>
              <w:t>(in million Baht)</w:t>
            </w:r>
          </w:p>
        </w:tc>
      </w:tr>
      <w:tr w:rsidR="000D6195" w:rsidRPr="000D6195" w14:paraId="6AFA4933" w14:textId="77777777" w:rsidTr="000D6195">
        <w:trPr>
          <w:cantSplit/>
        </w:trPr>
        <w:tc>
          <w:tcPr>
            <w:tcW w:w="3420" w:type="dxa"/>
            <w:shd w:val="clear" w:color="auto" w:fill="auto"/>
          </w:tcPr>
          <w:p w14:paraId="55919E01" w14:textId="77777777" w:rsidR="000D6195" w:rsidRPr="000D6195" w:rsidRDefault="000D6195" w:rsidP="00EB2CE0">
            <w:pPr>
              <w:tabs>
                <w:tab w:val="left" w:pos="327"/>
              </w:tabs>
              <w:spacing w:line="240" w:lineRule="exact"/>
              <w:jc w:val="thaiDistribute"/>
              <w:rPr>
                <w:rFonts w:eastAsia="Times New Roman"/>
                <w:szCs w:val="22"/>
                <w:lang w:val="en-US" w:bidi="th-TH"/>
              </w:rPr>
            </w:pPr>
            <w:r w:rsidRPr="000D6195">
              <w:rPr>
                <w:rFonts w:eastAsia="Times New Roman"/>
                <w:szCs w:val="22"/>
                <w:lang w:val="en-US" w:bidi="th-TH"/>
              </w:rPr>
              <w:t>Real estate development for sale</w:t>
            </w:r>
          </w:p>
        </w:tc>
        <w:tc>
          <w:tcPr>
            <w:tcW w:w="1260" w:type="dxa"/>
            <w:shd w:val="clear" w:color="auto" w:fill="auto"/>
          </w:tcPr>
          <w:p w14:paraId="4E677B7B" w14:textId="77777777" w:rsidR="000D6195" w:rsidRPr="000D6195" w:rsidRDefault="000D6195" w:rsidP="00EB2CE0">
            <w:pPr>
              <w:tabs>
                <w:tab w:val="decimal" w:pos="956"/>
              </w:tabs>
              <w:overflowPunct w:val="0"/>
              <w:autoSpaceDE w:val="0"/>
              <w:autoSpaceDN w:val="0"/>
              <w:adjustRightInd w:val="0"/>
              <w:spacing w:line="240" w:lineRule="exact"/>
              <w:ind w:right="-122"/>
              <w:textAlignment w:val="baseline"/>
              <w:rPr>
                <w:rFonts w:eastAsia="Times New Roman"/>
                <w:szCs w:val="22"/>
                <w:lang w:val="en-US" w:bidi="th-TH"/>
              </w:rPr>
            </w:pPr>
            <w:r w:rsidRPr="000D6195">
              <w:rPr>
                <w:rFonts w:eastAsia="Times New Roman"/>
                <w:szCs w:val="22"/>
                <w:lang w:val="en-US" w:bidi="th-TH"/>
              </w:rPr>
              <w:t>624</w:t>
            </w:r>
          </w:p>
        </w:tc>
        <w:tc>
          <w:tcPr>
            <w:tcW w:w="270" w:type="dxa"/>
            <w:shd w:val="clear" w:color="auto" w:fill="auto"/>
          </w:tcPr>
          <w:p w14:paraId="72F905D5" w14:textId="77777777" w:rsidR="000D6195" w:rsidRPr="000D6195" w:rsidRDefault="000D6195" w:rsidP="00EB2CE0">
            <w:pPr>
              <w:overflowPunct w:val="0"/>
              <w:autoSpaceDE w:val="0"/>
              <w:autoSpaceDN w:val="0"/>
              <w:adjustRightInd w:val="0"/>
              <w:spacing w:line="240" w:lineRule="exact"/>
              <w:textAlignment w:val="baseline"/>
              <w:rPr>
                <w:rFonts w:eastAsia="Times New Roman"/>
                <w:szCs w:val="22"/>
                <w:lang w:val="en-US" w:bidi="th-TH"/>
              </w:rPr>
            </w:pPr>
          </w:p>
        </w:tc>
        <w:tc>
          <w:tcPr>
            <w:tcW w:w="1260" w:type="dxa"/>
            <w:shd w:val="clear" w:color="auto" w:fill="auto"/>
          </w:tcPr>
          <w:p w14:paraId="5661A8A6" w14:textId="77777777" w:rsidR="000D6195" w:rsidRPr="000D6195" w:rsidRDefault="000D6195" w:rsidP="00EB2CE0">
            <w:pPr>
              <w:tabs>
                <w:tab w:val="decimal" w:pos="934"/>
              </w:tabs>
              <w:overflowPunct w:val="0"/>
              <w:autoSpaceDE w:val="0"/>
              <w:autoSpaceDN w:val="0"/>
              <w:adjustRightInd w:val="0"/>
              <w:spacing w:line="240" w:lineRule="exact"/>
              <w:ind w:left="-108" w:right="-108"/>
              <w:textAlignment w:val="baseline"/>
              <w:rPr>
                <w:rFonts w:eastAsia="Times New Roman"/>
                <w:szCs w:val="22"/>
                <w:lang w:val="en-US" w:bidi="th-TH"/>
              </w:rPr>
            </w:pPr>
            <w:r w:rsidRPr="000D6195">
              <w:rPr>
                <w:rFonts w:eastAsia="Times New Roman"/>
                <w:szCs w:val="22"/>
                <w:lang w:val="en-US" w:bidi="th-TH"/>
              </w:rPr>
              <w:t>624</w:t>
            </w:r>
          </w:p>
        </w:tc>
        <w:tc>
          <w:tcPr>
            <w:tcW w:w="270" w:type="dxa"/>
            <w:shd w:val="clear" w:color="auto" w:fill="auto"/>
          </w:tcPr>
          <w:p w14:paraId="7B8FD446" w14:textId="77777777" w:rsidR="000D6195" w:rsidRPr="000D6195" w:rsidRDefault="000D6195" w:rsidP="00EB2CE0">
            <w:pPr>
              <w:overflowPunct w:val="0"/>
              <w:autoSpaceDE w:val="0"/>
              <w:autoSpaceDN w:val="0"/>
              <w:adjustRightInd w:val="0"/>
              <w:spacing w:line="240" w:lineRule="exact"/>
              <w:textAlignment w:val="baseline"/>
              <w:rPr>
                <w:rFonts w:eastAsia="Times New Roman"/>
                <w:szCs w:val="22"/>
                <w:lang w:val="en-US" w:bidi="th-TH"/>
              </w:rPr>
            </w:pPr>
          </w:p>
        </w:tc>
        <w:tc>
          <w:tcPr>
            <w:tcW w:w="1170" w:type="dxa"/>
            <w:shd w:val="clear" w:color="auto" w:fill="auto"/>
          </w:tcPr>
          <w:p w14:paraId="57CF77D1" w14:textId="77777777" w:rsidR="000D6195" w:rsidRPr="000D6195" w:rsidRDefault="000D6195" w:rsidP="00EB2CE0">
            <w:pPr>
              <w:tabs>
                <w:tab w:val="decimal" w:pos="880"/>
              </w:tabs>
              <w:overflowPunct w:val="0"/>
              <w:autoSpaceDE w:val="0"/>
              <w:autoSpaceDN w:val="0"/>
              <w:adjustRightInd w:val="0"/>
              <w:spacing w:line="240" w:lineRule="exact"/>
              <w:jc w:val="center"/>
              <w:textAlignment w:val="baseline"/>
              <w:rPr>
                <w:rFonts w:eastAsia="Times New Roman"/>
                <w:szCs w:val="22"/>
                <w:lang w:val="en-US" w:bidi="th-TH"/>
              </w:rPr>
            </w:pPr>
            <w:r w:rsidRPr="000D6195">
              <w:rPr>
                <w:rFonts w:eastAsia="Times New Roman"/>
                <w:szCs w:val="22"/>
                <w:lang w:val="en-US" w:bidi="th-TH"/>
              </w:rPr>
              <w:t>624</w:t>
            </w:r>
          </w:p>
        </w:tc>
        <w:tc>
          <w:tcPr>
            <w:tcW w:w="270" w:type="dxa"/>
            <w:shd w:val="clear" w:color="auto" w:fill="auto"/>
          </w:tcPr>
          <w:p w14:paraId="4D346677" w14:textId="77777777" w:rsidR="000D6195" w:rsidRPr="000D6195" w:rsidRDefault="000D6195" w:rsidP="00EB2CE0">
            <w:pPr>
              <w:overflowPunct w:val="0"/>
              <w:autoSpaceDE w:val="0"/>
              <w:autoSpaceDN w:val="0"/>
              <w:adjustRightInd w:val="0"/>
              <w:spacing w:line="240" w:lineRule="exact"/>
              <w:textAlignment w:val="baseline"/>
              <w:rPr>
                <w:rFonts w:eastAsia="Times New Roman"/>
                <w:szCs w:val="22"/>
                <w:lang w:val="en-US" w:bidi="th-TH"/>
              </w:rPr>
            </w:pPr>
          </w:p>
        </w:tc>
        <w:tc>
          <w:tcPr>
            <w:tcW w:w="1244" w:type="dxa"/>
            <w:shd w:val="clear" w:color="auto" w:fill="auto"/>
          </w:tcPr>
          <w:p w14:paraId="6E4BBF64" w14:textId="77777777" w:rsidR="000D6195" w:rsidRPr="000D6195" w:rsidRDefault="000D6195" w:rsidP="00EB2CE0">
            <w:pPr>
              <w:tabs>
                <w:tab w:val="decimal" w:pos="899"/>
              </w:tabs>
              <w:overflowPunct w:val="0"/>
              <w:autoSpaceDE w:val="0"/>
              <w:autoSpaceDN w:val="0"/>
              <w:adjustRightInd w:val="0"/>
              <w:spacing w:line="240" w:lineRule="exact"/>
              <w:jc w:val="center"/>
              <w:textAlignment w:val="baseline"/>
              <w:rPr>
                <w:rFonts w:eastAsia="Times New Roman"/>
                <w:szCs w:val="22"/>
                <w:lang w:val="en-US" w:bidi="th-TH"/>
              </w:rPr>
            </w:pPr>
            <w:r w:rsidRPr="000D6195">
              <w:rPr>
                <w:rFonts w:eastAsia="Times New Roman"/>
                <w:szCs w:val="22"/>
                <w:lang w:val="en-US" w:bidi="th-TH"/>
              </w:rPr>
              <w:t>624</w:t>
            </w:r>
          </w:p>
        </w:tc>
      </w:tr>
      <w:tr w:rsidR="000D6195" w:rsidRPr="000D6195" w14:paraId="2FC6B106" w14:textId="77777777" w:rsidTr="000D6195">
        <w:trPr>
          <w:cantSplit/>
        </w:trPr>
        <w:tc>
          <w:tcPr>
            <w:tcW w:w="3420" w:type="dxa"/>
            <w:shd w:val="clear" w:color="auto" w:fill="auto"/>
          </w:tcPr>
          <w:p w14:paraId="1ED71CB2" w14:textId="77777777" w:rsidR="000D6195" w:rsidRPr="000D6195" w:rsidRDefault="000D6195" w:rsidP="00EB2CE0">
            <w:pPr>
              <w:tabs>
                <w:tab w:val="left" w:pos="327"/>
              </w:tabs>
              <w:spacing w:line="240" w:lineRule="exact"/>
              <w:jc w:val="thaiDistribute"/>
              <w:rPr>
                <w:rFonts w:eastAsia="Times New Roman"/>
                <w:szCs w:val="22"/>
                <w:cs/>
                <w:lang w:val="en-US" w:bidi="th-TH"/>
              </w:rPr>
            </w:pPr>
            <w:r w:rsidRPr="000D6195">
              <w:rPr>
                <w:rFonts w:eastAsia="Times New Roman"/>
                <w:szCs w:val="22"/>
                <w:lang w:val="en-US" w:bidi="th-TH"/>
              </w:rPr>
              <w:t>Investment properties</w:t>
            </w:r>
          </w:p>
        </w:tc>
        <w:tc>
          <w:tcPr>
            <w:tcW w:w="1260" w:type="dxa"/>
            <w:shd w:val="clear" w:color="auto" w:fill="auto"/>
          </w:tcPr>
          <w:p w14:paraId="3D74932F" w14:textId="77777777" w:rsidR="000D6195" w:rsidRPr="000D6195" w:rsidRDefault="000D6195" w:rsidP="00EB2CE0">
            <w:pPr>
              <w:tabs>
                <w:tab w:val="decimal" w:pos="956"/>
              </w:tabs>
              <w:overflowPunct w:val="0"/>
              <w:autoSpaceDE w:val="0"/>
              <w:autoSpaceDN w:val="0"/>
              <w:adjustRightInd w:val="0"/>
              <w:spacing w:line="240" w:lineRule="exact"/>
              <w:ind w:right="-122"/>
              <w:textAlignment w:val="baseline"/>
              <w:rPr>
                <w:rFonts w:eastAsia="Times New Roman"/>
                <w:szCs w:val="22"/>
                <w:lang w:val="en-US" w:bidi="th-TH"/>
              </w:rPr>
            </w:pPr>
            <w:r w:rsidRPr="000D6195">
              <w:rPr>
                <w:rFonts w:eastAsia="Times New Roman"/>
                <w:szCs w:val="22"/>
                <w:lang w:val="en-US" w:bidi="th-TH"/>
              </w:rPr>
              <w:t>11,240</w:t>
            </w:r>
          </w:p>
        </w:tc>
        <w:tc>
          <w:tcPr>
            <w:tcW w:w="270" w:type="dxa"/>
            <w:shd w:val="clear" w:color="auto" w:fill="auto"/>
          </w:tcPr>
          <w:p w14:paraId="3C3F4698" w14:textId="77777777" w:rsidR="000D6195" w:rsidRPr="000D6195" w:rsidRDefault="000D6195" w:rsidP="00EB2CE0">
            <w:pPr>
              <w:overflowPunct w:val="0"/>
              <w:autoSpaceDE w:val="0"/>
              <w:autoSpaceDN w:val="0"/>
              <w:adjustRightInd w:val="0"/>
              <w:spacing w:line="240" w:lineRule="exact"/>
              <w:textAlignment w:val="baseline"/>
              <w:rPr>
                <w:rFonts w:eastAsia="Times New Roman"/>
                <w:szCs w:val="22"/>
                <w:lang w:val="en-US" w:bidi="th-TH"/>
              </w:rPr>
            </w:pPr>
          </w:p>
        </w:tc>
        <w:tc>
          <w:tcPr>
            <w:tcW w:w="1260" w:type="dxa"/>
            <w:shd w:val="clear" w:color="auto" w:fill="auto"/>
          </w:tcPr>
          <w:p w14:paraId="62840ADC" w14:textId="77777777" w:rsidR="000D6195" w:rsidRPr="000D6195" w:rsidRDefault="000D6195" w:rsidP="00EB2CE0">
            <w:pPr>
              <w:tabs>
                <w:tab w:val="decimal" w:pos="934"/>
              </w:tabs>
              <w:overflowPunct w:val="0"/>
              <w:autoSpaceDE w:val="0"/>
              <w:autoSpaceDN w:val="0"/>
              <w:adjustRightInd w:val="0"/>
              <w:spacing w:line="240" w:lineRule="exact"/>
              <w:ind w:left="-108" w:right="-108"/>
              <w:textAlignment w:val="baseline"/>
              <w:rPr>
                <w:rFonts w:eastAsia="Times New Roman"/>
                <w:szCs w:val="22"/>
                <w:lang w:val="en-US" w:bidi="th-TH"/>
              </w:rPr>
            </w:pPr>
            <w:r w:rsidRPr="000D6195">
              <w:rPr>
                <w:rFonts w:eastAsia="Times New Roman"/>
                <w:szCs w:val="22"/>
                <w:lang w:val="en-US" w:bidi="th-TH"/>
              </w:rPr>
              <w:t>11,240</w:t>
            </w:r>
          </w:p>
        </w:tc>
        <w:tc>
          <w:tcPr>
            <w:tcW w:w="270" w:type="dxa"/>
            <w:shd w:val="clear" w:color="auto" w:fill="auto"/>
          </w:tcPr>
          <w:p w14:paraId="7EA18B5C" w14:textId="77777777" w:rsidR="000D6195" w:rsidRPr="000D6195" w:rsidRDefault="000D6195" w:rsidP="00EB2CE0">
            <w:pPr>
              <w:overflowPunct w:val="0"/>
              <w:autoSpaceDE w:val="0"/>
              <w:autoSpaceDN w:val="0"/>
              <w:adjustRightInd w:val="0"/>
              <w:spacing w:line="240" w:lineRule="exact"/>
              <w:textAlignment w:val="baseline"/>
              <w:rPr>
                <w:rFonts w:eastAsia="Times New Roman"/>
                <w:szCs w:val="22"/>
                <w:lang w:val="en-US" w:bidi="th-TH"/>
              </w:rPr>
            </w:pPr>
          </w:p>
        </w:tc>
        <w:tc>
          <w:tcPr>
            <w:tcW w:w="1170" w:type="dxa"/>
            <w:shd w:val="clear" w:color="auto" w:fill="auto"/>
          </w:tcPr>
          <w:p w14:paraId="166C48C7" w14:textId="77777777" w:rsidR="000D6195" w:rsidRPr="000D6195" w:rsidRDefault="000D6195" w:rsidP="00EB2CE0">
            <w:pPr>
              <w:tabs>
                <w:tab w:val="decimal" w:pos="899"/>
              </w:tabs>
              <w:overflowPunct w:val="0"/>
              <w:autoSpaceDE w:val="0"/>
              <w:autoSpaceDN w:val="0"/>
              <w:adjustRightInd w:val="0"/>
              <w:spacing w:line="240" w:lineRule="exact"/>
              <w:jc w:val="center"/>
              <w:textAlignment w:val="baseline"/>
              <w:rPr>
                <w:rFonts w:eastAsia="Times New Roman"/>
                <w:szCs w:val="22"/>
                <w:lang w:val="en-US" w:bidi="th-TH"/>
              </w:rPr>
            </w:pPr>
            <w:r w:rsidRPr="000D6195">
              <w:rPr>
                <w:rFonts w:eastAsia="Times New Roman"/>
                <w:szCs w:val="22"/>
                <w:lang w:val="en-US" w:bidi="th-TH"/>
              </w:rPr>
              <w:t>4,600</w:t>
            </w:r>
          </w:p>
        </w:tc>
        <w:tc>
          <w:tcPr>
            <w:tcW w:w="270" w:type="dxa"/>
            <w:shd w:val="clear" w:color="auto" w:fill="auto"/>
          </w:tcPr>
          <w:p w14:paraId="5330B39D" w14:textId="77777777" w:rsidR="000D6195" w:rsidRPr="000D6195" w:rsidRDefault="000D6195" w:rsidP="00EB2CE0">
            <w:pPr>
              <w:overflowPunct w:val="0"/>
              <w:autoSpaceDE w:val="0"/>
              <w:autoSpaceDN w:val="0"/>
              <w:adjustRightInd w:val="0"/>
              <w:spacing w:line="240" w:lineRule="exact"/>
              <w:textAlignment w:val="baseline"/>
              <w:rPr>
                <w:rFonts w:eastAsia="Times New Roman"/>
                <w:szCs w:val="22"/>
                <w:lang w:val="en-US" w:bidi="th-TH"/>
              </w:rPr>
            </w:pPr>
          </w:p>
        </w:tc>
        <w:tc>
          <w:tcPr>
            <w:tcW w:w="1244" w:type="dxa"/>
            <w:shd w:val="clear" w:color="auto" w:fill="auto"/>
          </w:tcPr>
          <w:p w14:paraId="0E676627" w14:textId="77777777" w:rsidR="000D6195" w:rsidRPr="000D6195" w:rsidRDefault="000D6195" w:rsidP="00EB2CE0">
            <w:pPr>
              <w:tabs>
                <w:tab w:val="decimal" w:pos="899"/>
              </w:tabs>
              <w:overflowPunct w:val="0"/>
              <w:autoSpaceDE w:val="0"/>
              <w:autoSpaceDN w:val="0"/>
              <w:adjustRightInd w:val="0"/>
              <w:spacing w:line="240" w:lineRule="exact"/>
              <w:jc w:val="center"/>
              <w:textAlignment w:val="baseline"/>
              <w:rPr>
                <w:rFonts w:eastAsia="Times New Roman"/>
                <w:szCs w:val="22"/>
                <w:lang w:val="en-US" w:bidi="th-TH"/>
              </w:rPr>
            </w:pPr>
            <w:r w:rsidRPr="000D6195">
              <w:rPr>
                <w:rFonts w:eastAsia="Times New Roman"/>
                <w:szCs w:val="22"/>
                <w:lang w:val="en-US" w:bidi="th-TH"/>
              </w:rPr>
              <w:t>4,600</w:t>
            </w:r>
          </w:p>
        </w:tc>
      </w:tr>
      <w:tr w:rsidR="000D6195" w:rsidRPr="00146EBD" w14:paraId="0BAB1A82" w14:textId="77777777" w:rsidTr="000D6195">
        <w:trPr>
          <w:cantSplit/>
        </w:trPr>
        <w:tc>
          <w:tcPr>
            <w:tcW w:w="3420" w:type="dxa"/>
            <w:tcBorders>
              <w:bottom w:val="nil"/>
            </w:tcBorders>
            <w:shd w:val="clear" w:color="auto" w:fill="auto"/>
          </w:tcPr>
          <w:p w14:paraId="7481F843" w14:textId="77777777" w:rsidR="000D6195" w:rsidRPr="000D6195" w:rsidRDefault="000D6195" w:rsidP="00EB2CE0">
            <w:pPr>
              <w:tabs>
                <w:tab w:val="left" w:pos="327"/>
              </w:tabs>
              <w:spacing w:line="240" w:lineRule="exact"/>
              <w:jc w:val="thaiDistribute"/>
              <w:rPr>
                <w:rFonts w:eastAsia="Times New Roman"/>
                <w:b/>
                <w:bCs/>
                <w:szCs w:val="22"/>
                <w:lang w:val="en-US" w:bidi="th-TH"/>
              </w:rPr>
            </w:pPr>
            <w:r w:rsidRPr="000D6195">
              <w:rPr>
                <w:rFonts w:eastAsia="Times New Roman"/>
                <w:b/>
                <w:bCs/>
                <w:szCs w:val="22"/>
                <w:lang w:val="en-US" w:bidi="th-TH"/>
              </w:rPr>
              <w:t xml:space="preserve">Total </w:t>
            </w:r>
          </w:p>
        </w:tc>
        <w:tc>
          <w:tcPr>
            <w:tcW w:w="1260" w:type="dxa"/>
            <w:tcBorders>
              <w:top w:val="single" w:sz="4" w:space="0" w:color="auto"/>
              <w:bottom w:val="double" w:sz="4" w:space="0" w:color="auto"/>
            </w:tcBorders>
            <w:shd w:val="clear" w:color="auto" w:fill="auto"/>
          </w:tcPr>
          <w:p w14:paraId="391E0E50" w14:textId="77777777" w:rsidR="000D6195" w:rsidRPr="000D6195" w:rsidRDefault="000D6195" w:rsidP="00EB2CE0">
            <w:pPr>
              <w:tabs>
                <w:tab w:val="decimal" w:pos="950"/>
              </w:tabs>
              <w:overflowPunct w:val="0"/>
              <w:autoSpaceDE w:val="0"/>
              <w:autoSpaceDN w:val="0"/>
              <w:adjustRightInd w:val="0"/>
              <w:spacing w:line="240" w:lineRule="exact"/>
              <w:textAlignment w:val="baseline"/>
              <w:rPr>
                <w:rFonts w:eastAsia="Times New Roman"/>
                <w:b/>
                <w:bCs/>
                <w:szCs w:val="22"/>
                <w:lang w:val="en-US" w:bidi="th-TH"/>
              </w:rPr>
            </w:pPr>
            <w:r w:rsidRPr="000D6195">
              <w:rPr>
                <w:rFonts w:eastAsia="Times New Roman"/>
                <w:b/>
                <w:bCs/>
                <w:szCs w:val="22"/>
                <w:lang w:val="en-US" w:bidi="th-TH"/>
              </w:rPr>
              <w:t>11,864</w:t>
            </w:r>
          </w:p>
        </w:tc>
        <w:tc>
          <w:tcPr>
            <w:tcW w:w="270" w:type="dxa"/>
            <w:tcBorders>
              <w:bottom w:val="nil"/>
            </w:tcBorders>
            <w:shd w:val="clear" w:color="auto" w:fill="auto"/>
          </w:tcPr>
          <w:p w14:paraId="5117E329" w14:textId="77777777" w:rsidR="000D6195" w:rsidRPr="000D6195" w:rsidRDefault="000D6195" w:rsidP="00EB2CE0">
            <w:pPr>
              <w:overflowPunct w:val="0"/>
              <w:autoSpaceDE w:val="0"/>
              <w:autoSpaceDN w:val="0"/>
              <w:adjustRightInd w:val="0"/>
              <w:spacing w:line="240" w:lineRule="exact"/>
              <w:textAlignment w:val="baseline"/>
              <w:rPr>
                <w:rFonts w:eastAsia="Times New Roman"/>
                <w:b/>
                <w:bCs/>
                <w:szCs w:val="22"/>
                <w:lang w:val="en-US" w:bidi="th-TH"/>
              </w:rPr>
            </w:pPr>
          </w:p>
        </w:tc>
        <w:tc>
          <w:tcPr>
            <w:tcW w:w="1260" w:type="dxa"/>
            <w:tcBorders>
              <w:top w:val="single" w:sz="4" w:space="0" w:color="auto"/>
              <w:bottom w:val="double" w:sz="4" w:space="0" w:color="auto"/>
            </w:tcBorders>
            <w:shd w:val="clear" w:color="auto" w:fill="auto"/>
          </w:tcPr>
          <w:p w14:paraId="1C727C68" w14:textId="77777777" w:rsidR="000D6195" w:rsidRPr="000D6195" w:rsidRDefault="000D6195" w:rsidP="00EB2CE0">
            <w:pPr>
              <w:tabs>
                <w:tab w:val="decimal" w:pos="934"/>
              </w:tabs>
              <w:overflowPunct w:val="0"/>
              <w:autoSpaceDE w:val="0"/>
              <w:autoSpaceDN w:val="0"/>
              <w:adjustRightInd w:val="0"/>
              <w:spacing w:line="240" w:lineRule="exact"/>
              <w:ind w:left="-108" w:right="-108"/>
              <w:textAlignment w:val="baseline"/>
              <w:rPr>
                <w:rFonts w:eastAsia="Times New Roman"/>
                <w:b/>
                <w:bCs/>
                <w:szCs w:val="22"/>
                <w:lang w:val="en-US" w:bidi="th-TH"/>
              </w:rPr>
            </w:pPr>
            <w:r w:rsidRPr="000D6195">
              <w:rPr>
                <w:rFonts w:eastAsia="Times New Roman"/>
                <w:b/>
                <w:bCs/>
                <w:szCs w:val="22"/>
                <w:lang w:val="en-US" w:bidi="th-TH"/>
              </w:rPr>
              <w:t>11,864</w:t>
            </w:r>
          </w:p>
        </w:tc>
        <w:tc>
          <w:tcPr>
            <w:tcW w:w="270" w:type="dxa"/>
            <w:tcBorders>
              <w:bottom w:val="nil"/>
            </w:tcBorders>
            <w:shd w:val="clear" w:color="auto" w:fill="auto"/>
          </w:tcPr>
          <w:p w14:paraId="6F1B5375" w14:textId="77777777" w:rsidR="000D6195" w:rsidRPr="000D6195" w:rsidRDefault="000D6195" w:rsidP="00EB2CE0">
            <w:pPr>
              <w:overflowPunct w:val="0"/>
              <w:autoSpaceDE w:val="0"/>
              <w:autoSpaceDN w:val="0"/>
              <w:adjustRightInd w:val="0"/>
              <w:spacing w:line="240" w:lineRule="exact"/>
              <w:textAlignment w:val="baseline"/>
              <w:rPr>
                <w:rFonts w:eastAsia="Times New Roman"/>
                <w:b/>
                <w:bCs/>
                <w:szCs w:val="22"/>
                <w:lang w:val="en-US" w:bidi="th-TH"/>
              </w:rPr>
            </w:pPr>
          </w:p>
        </w:tc>
        <w:tc>
          <w:tcPr>
            <w:tcW w:w="1170" w:type="dxa"/>
            <w:tcBorders>
              <w:top w:val="single" w:sz="4" w:space="0" w:color="auto"/>
              <w:bottom w:val="double" w:sz="4" w:space="0" w:color="auto"/>
            </w:tcBorders>
            <w:shd w:val="clear" w:color="auto" w:fill="auto"/>
          </w:tcPr>
          <w:p w14:paraId="065D99C2" w14:textId="77777777" w:rsidR="000D6195" w:rsidRPr="000D6195" w:rsidRDefault="000D6195" w:rsidP="00EB2CE0">
            <w:pPr>
              <w:tabs>
                <w:tab w:val="decimal" w:pos="880"/>
              </w:tabs>
              <w:overflowPunct w:val="0"/>
              <w:autoSpaceDE w:val="0"/>
              <w:autoSpaceDN w:val="0"/>
              <w:adjustRightInd w:val="0"/>
              <w:spacing w:line="240" w:lineRule="exact"/>
              <w:jc w:val="center"/>
              <w:textAlignment w:val="baseline"/>
              <w:rPr>
                <w:rFonts w:eastAsia="Times New Roman"/>
                <w:b/>
                <w:bCs/>
                <w:szCs w:val="22"/>
                <w:lang w:val="en-US" w:bidi="th-TH"/>
              </w:rPr>
            </w:pPr>
            <w:r w:rsidRPr="000D6195">
              <w:rPr>
                <w:rFonts w:eastAsia="Times New Roman"/>
                <w:b/>
                <w:bCs/>
                <w:szCs w:val="22"/>
                <w:lang w:val="en-US" w:bidi="th-TH"/>
              </w:rPr>
              <w:t>5,224</w:t>
            </w:r>
          </w:p>
        </w:tc>
        <w:tc>
          <w:tcPr>
            <w:tcW w:w="270" w:type="dxa"/>
            <w:tcBorders>
              <w:bottom w:val="nil"/>
            </w:tcBorders>
            <w:shd w:val="clear" w:color="auto" w:fill="auto"/>
          </w:tcPr>
          <w:p w14:paraId="4FE04A78" w14:textId="77777777" w:rsidR="000D6195" w:rsidRPr="000D6195" w:rsidRDefault="000D6195" w:rsidP="00EB2CE0">
            <w:pPr>
              <w:overflowPunct w:val="0"/>
              <w:autoSpaceDE w:val="0"/>
              <w:autoSpaceDN w:val="0"/>
              <w:adjustRightInd w:val="0"/>
              <w:spacing w:line="240" w:lineRule="exact"/>
              <w:textAlignment w:val="baseline"/>
              <w:rPr>
                <w:rFonts w:eastAsia="Times New Roman"/>
                <w:b/>
                <w:bCs/>
                <w:szCs w:val="22"/>
                <w:lang w:val="en-US" w:bidi="th-TH"/>
              </w:rPr>
            </w:pPr>
          </w:p>
        </w:tc>
        <w:tc>
          <w:tcPr>
            <w:tcW w:w="1244" w:type="dxa"/>
            <w:tcBorders>
              <w:top w:val="single" w:sz="4" w:space="0" w:color="auto"/>
              <w:bottom w:val="double" w:sz="4" w:space="0" w:color="auto"/>
            </w:tcBorders>
            <w:shd w:val="clear" w:color="auto" w:fill="auto"/>
          </w:tcPr>
          <w:p w14:paraId="6A95B0C3" w14:textId="77777777" w:rsidR="000D6195" w:rsidRPr="00146EBD" w:rsidRDefault="000D6195" w:rsidP="00EB2CE0">
            <w:pPr>
              <w:tabs>
                <w:tab w:val="decimal" w:pos="898"/>
              </w:tabs>
              <w:overflowPunct w:val="0"/>
              <w:autoSpaceDE w:val="0"/>
              <w:autoSpaceDN w:val="0"/>
              <w:adjustRightInd w:val="0"/>
              <w:spacing w:line="240" w:lineRule="exact"/>
              <w:jc w:val="center"/>
              <w:textAlignment w:val="baseline"/>
              <w:rPr>
                <w:rFonts w:eastAsia="Times New Roman"/>
                <w:b/>
                <w:bCs/>
                <w:szCs w:val="22"/>
                <w:lang w:val="en-US" w:bidi="th-TH"/>
              </w:rPr>
            </w:pPr>
            <w:r w:rsidRPr="000D6195">
              <w:rPr>
                <w:rFonts w:eastAsia="Times New Roman"/>
                <w:b/>
                <w:bCs/>
                <w:szCs w:val="22"/>
                <w:lang w:val="en-US" w:bidi="th-TH"/>
              </w:rPr>
              <w:t>5,224</w:t>
            </w:r>
          </w:p>
        </w:tc>
      </w:tr>
    </w:tbl>
    <w:p w14:paraId="488DB47C" w14:textId="77777777" w:rsidR="000D6195" w:rsidRPr="00472F61" w:rsidRDefault="000D6195" w:rsidP="00EA2207">
      <w:pPr>
        <w:spacing w:line="240" w:lineRule="atLeast"/>
        <w:ind w:left="540"/>
        <w:jc w:val="thaiDistribute"/>
        <w:rPr>
          <w:spacing w:val="-4"/>
          <w:szCs w:val="22"/>
        </w:rPr>
      </w:pPr>
    </w:p>
    <w:p w14:paraId="3E892B08" w14:textId="77777777" w:rsidR="000D6195" w:rsidRDefault="000D6195" w:rsidP="00EA2207">
      <w:pPr>
        <w:spacing w:line="240" w:lineRule="atLeast"/>
        <w:ind w:left="540"/>
        <w:jc w:val="thaiDistribute"/>
        <w:rPr>
          <w:spacing w:val="-4"/>
          <w:szCs w:val="22"/>
        </w:rPr>
      </w:pPr>
      <w:r w:rsidRPr="000D6195">
        <w:rPr>
          <w:spacing w:val="-4"/>
          <w:szCs w:val="22"/>
        </w:rPr>
        <w:t>Restricted bank deposit represented fixed deposit of the Group as collateral for credit facilities.</w:t>
      </w:r>
    </w:p>
    <w:p w14:paraId="79B12238" w14:textId="77777777" w:rsidR="000D6195" w:rsidRDefault="000D6195" w:rsidP="00EA2207">
      <w:pPr>
        <w:spacing w:line="240" w:lineRule="atLeast"/>
        <w:ind w:left="540"/>
        <w:jc w:val="thaiDistribute"/>
        <w:rPr>
          <w:spacing w:val="-4"/>
          <w:szCs w:val="22"/>
        </w:rPr>
      </w:pPr>
    </w:p>
    <w:p w14:paraId="42BBEFFB" w14:textId="5DD00C83" w:rsidR="001E02C2" w:rsidRPr="00472F61" w:rsidRDefault="000D6195" w:rsidP="00EA2207">
      <w:pPr>
        <w:spacing w:line="240" w:lineRule="atLeast"/>
        <w:ind w:left="540"/>
        <w:jc w:val="thaiDistribute"/>
        <w:rPr>
          <w:i/>
          <w:iCs/>
          <w:szCs w:val="22"/>
        </w:rPr>
      </w:pPr>
      <w:r>
        <w:rPr>
          <w:szCs w:val="22"/>
        </w:rPr>
        <w:t>T</w:t>
      </w:r>
      <w:r w:rsidR="001E02C2" w:rsidRPr="00472F61">
        <w:rPr>
          <w:szCs w:val="22"/>
        </w:rPr>
        <w:t xml:space="preserve">he Group had unutilised credit facilities totalling Baht </w:t>
      </w:r>
      <w:r w:rsidR="00E03468" w:rsidRPr="00472F61">
        <w:rPr>
          <w:szCs w:val="22"/>
        </w:rPr>
        <w:t xml:space="preserve">40 </w:t>
      </w:r>
      <w:r w:rsidR="001E02C2" w:rsidRPr="00472F61">
        <w:rPr>
          <w:szCs w:val="22"/>
        </w:rPr>
        <w:t xml:space="preserve">million </w:t>
      </w:r>
      <w:r w:rsidR="001E02C2" w:rsidRPr="00472F61">
        <w:rPr>
          <w:i/>
          <w:iCs/>
          <w:szCs w:val="22"/>
        </w:rPr>
        <w:t>(31 December 20</w:t>
      </w:r>
      <w:r w:rsidR="00B9100F" w:rsidRPr="00472F61">
        <w:rPr>
          <w:i/>
          <w:iCs/>
          <w:szCs w:val="22"/>
        </w:rPr>
        <w:t>20</w:t>
      </w:r>
      <w:r w:rsidR="001E02C2" w:rsidRPr="00472F61">
        <w:rPr>
          <w:i/>
          <w:iCs/>
          <w:szCs w:val="22"/>
        </w:rPr>
        <w:t xml:space="preserve">: Baht </w:t>
      </w:r>
      <w:r w:rsidR="00E03468" w:rsidRPr="00472F61">
        <w:rPr>
          <w:i/>
          <w:iCs/>
          <w:szCs w:val="22"/>
        </w:rPr>
        <w:t>940</w:t>
      </w:r>
      <w:r w:rsidR="001E02C2" w:rsidRPr="00472F61">
        <w:rPr>
          <w:i/>
          <w:iCs/>
          <w:szCs w:val="22"/>
        </w:rPr>
        <w:t xml:space="preserve"> million).</w:t>
      </w:r>
    </w:p>
    <w:p w14:paraId="3EF24FA5" w14:textId="77777777" w:rsidR="00620EF4" w:rsidRPr="00472F61" w:rsidRDefault="00620EF4" w:rsidP="001E02C2">
      <w:pPr>
        <w:autoSpaceDE w:val="0"/>
        <w:autoSpaceDN w:val="0"/>
        <w:adjustRightInd w:val="0"/>
        <w:spacing w:line="240" w:lineRule="auto"/>
        <w:rPr>
          <w:szCs w:val="22"/>
        </w:rPr>
      </w:pPr>
    </w:p>
    <w:p w14:paraId="70E63026" w14:textId="77777777" w:rsidR="001E02C2" w:rsidRPr="00472F61" w:rsidRDefault="001E02C2" w:rsidP="001E02C2">
      <w:pPr>
        <w:autoSpaceDE w:val="0"/>
        <w:autoSpaceDN w:val="0"/>
        <w:adjustRightInd w:val="0"/>
        <w:spacing w:line="240" w:lineRule="auto"/>
        <w:rPr>
          <w:b/>
          <w:bCs/>
          <w:i/>
          <w:iCs/>
          <w:szCs w:val="22"/>
        </w:rPr>
      </w:pPr>
      <w:r w:rsidRPr="00472F61">
        <w:rPr>
          <w:szCs w:val="22"/>
        </w:rPr>
        <w:tab/>
      </w:r>
      <w:r w:rsidRPr="00472F61">
        <w:rPr>
          <w:b/>
          <w:bCs/>
          <w:i/>
          <w:iCs/>
          <w:szCs w:val="22"/>
        </w:rPr>
        <w:t>Long-term loans from financial institutions</w:t>
      </w:r>
    </w:p>
    <w:p w14:paraId="49D21F62" w14:textId="77777777" w:rsidR="001E02C2" w:rsidRPr="00472F61" w:rsidRDefault="001E02C2" w:rsidP="001E02C2">
      <w:pPr>
        <w:autoSpaceDE w:val="0"/>
        <w:autoSpaceDN w:val="0"/>
        <w:adjustRightInd w:val="0"/>
        <w:spacing w:line="240" w:lineRule="auto"/>
        <w:rPr>
          <w:b/>
          <w:bCs/>
          <w:i/>
          <w:iCs/>
          <w:szCs w:val="22"/>
        </w:rPr>
      </w:pPr>
    </w:p>
    <w:p w14:paraId="1D0ADCED" w14:textId="77777777" w:rsidR="001E02C2" w:rsidRPr="00472F61" w:rsidRDefault="001E02C2" w:rsidP="001E02C2">
      <w:pPr>
        <w:autoSpaceDE w:val="0"/>
        <w:autoSpaceDN w:val="0"/>
        <w:adjustRightInd w:val="0"/>
        <w:spacing w:line="240" w:lineRule="auto"/>
        <w:ind w:left="540"/>
        <w:jc w:val="both"/>
        <w:rPr>
          <w:szCs w:val="22"/>
          <w:highlight w:val="yellow"/>
        </w:rPr>
      </w:pPr>
      <w:r w:rsidRPr="00472F61">
        <w:rPr>
          <w:szCs w:val="22"/>
        </w:rPr>
        <w:t>In September 2010, the Group entered into a loan agreement within credit line not exceeding Baht 3,100 million with financial institution. Such agreement stipulated the Group to repay the remaining principal within 3 years from 17 July 2019. As at 31 March 202</w:t>
      </w:r>
      <w:r w:rsidR="00B9100F" w:rsidRPr="00472F61">
        <w:rPr>
          <w:szCs w:val="22"/>
        </w:rPr>
        <w:t>1</w:t>
      </w:r>
      <w:r w:rsidRPr="00472F61">
        <w:rPr>
          <w:szCs w:val="22"/>
        </w:rPr>
        <w:t xml:space="preserve">, the Group had utilised Baht </w:t>
      </w:r>
      <w:r w:rsidR="00024815" w:rsidRPr="00472F61">
        <w:rPr>
          <w:szCs w:val="22"/>
        </w:rPr>
        <w:t xml:space="preserve">2,532 </w:t>
      </w:r>
      <w:r w:rsidRPr="00472F61">
        <w:rPr>
          <w:szCs w:val="22"/>
        </w:rPr>
        <w:t xml:space="preserve">million </w:t>
      </w:r>
      <w:r w:rsidRPr="00472F61">
        <w:rPr>
          <w:szCs w:val="22"/>
        </w:rPr>
        <w:br/>
      </w:r>
      <w:r w:rsidRPr="00472F61">
        <w:rPr>
          <w:i/>
          <w:iCs/>
          <w:szCs w:val="22"/>
        </w:rPr>
        <w:t>(31 December 20</w:t>
      </w:r>
      <w:r w:rsidR="00B9100F" w:rsidRPr="00472F61">
        <w:rPr>
          <w:i/>
          <w:iCs/>
          <w:szCs w:val="22"/>
        </w:rPr>
        <w:t>20</w:t>
      </w:r>
      <w:r w:rsidRPr="00472F61">
        <w:rPr>
          <w:i/>
          <w:iCs/>
          <w:szCs w:val="22"/>
        </w:rPr>
        <w:t xml:space="preserve">: Baht </w:t>
      </w:r>
      <w:r w:rsidR="00024815" w:rsidRPr="00472F61">
        <w:rPr>
          <w:i/>
          <w:iCs/>
          <w:szCs w:val="22"/>
        </w:rPr>
        <w:t>2,532</w:t>
      </w:r>
      <w:r w:rsidR="00B9100F" w:rsidRPr="00472F61">
        <w:rPr>
          <w:i/>
          <w:iCs/>
          <w:szCs w:val="22"/>
        </w:rPr>
        <w:t xml:space="preserve"> </w:t>
      </w:r>
      <w:r w:rsidR="008955F5" w:rsidRPr="00472F61">
        <w:rPr>
          <w:i/>
          <w:iCs/>
          <w:szCs w:val="22"/>
        </w:rPr>
        <w:t>million</w:t>
      </w:r>
      <w:r w:rsidRPr="00472F61">
        <w:rPr>
          <w:i/>
          <w:iCs/>
          <w:szCs w:val="22"/>
        </w:rPr>
        <w:t>).</w:t>
      </w:r>
    </w:p>
    <w:p w14:paraId="44CA4045" w14:textId="77777777" w:rsidR="001E02C2" w:rsidRPr="00472F61" w:rsidRDefault="001E02C2" w:rsidP="001E02C2">
      <w:pPr>
        <w:autoSpaceDE w:val="0"/>
        <w:autoSpaceDN w:val="0"/>
        <w:adjustRightInd w:val="0"/>
        <w:spacing w:line="240" w:lineRule="auto"/>
        <w:rPr>
          <w:szCs w:val="22"/>
          <w:highlight w:val="yellow"/>
          <w:lang w:bidi="th-TH"/>
        </w:rPr>
      </w:pPr>
    </w:p>
    <w:p w14:paraId="1E107E8B" w14:textId="77777777" w:rsidR="00EA2207" w:rsidRPr="00472F61" w:rsidRDefault="007449DC" w:rsidP="00EA2207">
      <w:pPr>
        <w:spacing w:line="240" w:lineRule="atLeast"/>
        <w:ind w:left="540"/>
        <w:jc w:val="thaiDistribute"/>
        <w:rPr>
          <w:b/>
          <w:bCs/>
          <w:i/>
          <w:iCs/>
          <w:szCs w:val="22"/>
          <w:lang w:val="en-US" w:bidi="th-TH"/>
        </w:rPr>
      </w:pPr>
      <w:r w:rsidRPr="00472F61">
        <w:rPr>
          <w:b/>
          <w:bCs/>
          <w:i/>
          <w:iCs/>
          <w:szCs w:val="22"/>
          <w:lang w:val="en-US" w:bidi="th-TH"/>
        </w:rPr>
        <w:t>D</w:t>
      </w:r>
      <w:proofErr w:type="spellStart"/>
      <w:r w:rsidR="00A44738" w:rsidRPr="00472F61">
        <w:rPr>
          <w:b/>
          <w:bCs/>
          <w:i/>
          <w:iCs/>
          <w:szCs w:val="22"/>
        </w:rPr>
        <w:t>ebentures</w:t>
      </w:r>
      <w:proofErr w:type="spellEnd"/>
    </w:p>
    <w:p w14:paraId="79D36E6A" w14:textId="77777777" w:rsidR="007B3B5B" w:rsidRPr="00472F61" w:rsidRDefault="007B3B5B" w:rsidP="007B3B5B">
      <w:pPr>
        <w:spacing w:line="240" w:lineRule="atLeast"/>
        <w:jc w:val="thaiDistribute"/>
        <w:rPr>
          <w:szCs w:val="22"/>
        </w:rPr>
      </w:pPr>
    </w:p>
    <w:p w14:paraId="3F3FC322" w14:textId="623E4C10" w:rsidR="00EA2207" w:rsidRPr="00472F61" w:rsidRDefault="00EA2207" w:rsidP="00EA2207">
      <w:pPr>
        <w:spacing w:line="240" w:lineRule="atLeast"/>
        <w:ind w:left="540"/>
        <w:jc w:val="thaiDistribute"/>
        <w:rPr>
          <w:szCs w:val="28"/>
          <w:lang w:val="en-US" w:bidi="th-TH"/>
        </w:rPr>
      </w:pPr>
      <w:r w:rsidRPr="00472F61">
        <w:rPr>
          <w:szCs w:val="22"/>
        </w:rPr>
        <w:t>The conditions regarding loan agreements and the rights and obligations of the debenture issuer stipulate certain covenants which, among other things, require the Group to maintain debt-to-equity ratio at the rate prescribed in the agreements</w:t>
      </w:r>
      <w:r w:rsidRPr="00472F61">
        <w:rPr>
          <w:szCs w:val="28"/>
          <w:lang w:val="en-US" w:bidi="th-TH"/>
        </w:rPr>
        <w:t>.</w:t>
      </w:r>
    </w:p>
    <w:p w14:paraId="0C2DB51D" w14:textId="77777777" w:rsidR="00715DBC" w:rsidRPr="00472F61" w:rsidRDefault="00715DBC" w:rsidP="00EA2207">
      <w:pPr>
        <w:spacing w:line="240" w:lineRule="atLeast"/>
        <w:ind w:left="540"/>
        <w:jc w:val="thaiDistribute"/>
        <w:rPr>
          <w:szCs w:val="28"/>
          <w:lang w:val="en-US" w:bidi="th-TH"/>
        </w:rPr>
      </w:pPr>
    </w:p>
    <w:p w14:paraId="5089D122" w14:textId="77777777" w:rsidR="00EA2207" w:rsidRPr="00472F61" w:rsidRDefault="00EA2207" w:rsidP="00EA2207">
      <w:pPr>
        <w:pStyle w:val="index"/>
        <w:numPr>
          <w:ilvl w:val="0"/>
          <w:numId w:val="0"/>
        </w:numPr>
        <w:tabs>
          <w:tab w:val="left" w:pos="540"/>
        </w:tabs>
        <w:spacing w:after="0" w:line="240" w:lineRule="atLeast"/>
        <w:jc w:val="thaiDistribute"/>
        <w:rPr>
          <w:b/>
          <w:bCs/>
          <w:sz w:val="24"/>
          <w:szCs w:val="24"/>
        </w:rPr>
      </w:pPr>
      <w:r w:rsidRPr="00472F61">
        <w:rPr>
          <w:b/>
          <w:bCs/>
          <w:sz w:val="24"/>
          <w:szCs w:val="24"/>
        </w:rPr>
        <w:t>1</w:t>
      </w:r>
      <w:r w:rsidR="00BB408D" w:rsidRPr="00472F61">
        <w:rPr>
          <w:b/>
          <w:bCs/>
          <w:sz w:val="24"/>
          <w:szCs w:val="24"/>
        </w:rPr>
        <w:t>2</w:t>
      </w:r>
      <w:r w:rsidRPr="00472F61">
        <w:rPr>
          <w:b/>
          <w:bCs/>
          <w:sz w:val="24"/>
          <w:szCs w:val="24"/>
        </w:rPr>
        <w:tab/>
        <w:t>Segment information and disaggregation of revenue</w:t>
      </w:r>
    </w:p>
    <w:p w14:paraId="5228D6A6" w14:textId="77777777" w:rsidR="00EA2207" w:rsidRPr="00472F61" w:rsidRDefault="00EA2207" w:rsidP="00EA2207">
      <w:pPr>
        <w:pStyle w:val="index"/>
        <w:numPr>
          <w:ilvl w:val="0"/>
          <w:numId w:val="0"/>
        </w:numPr>
        <w:tabs>
          <w:tab w:val="left" w:pos="540"/>
        </w:tabs>
        <w:spacing w:after="0" w:line="240" w:lineRule="atLeast"/>
        <w:jc w:val="thaiDistribute"/>
        <w:rPr>
          <w:b/>
          <w:bCs/>
          <w:sz w:val="24"/>
          <w:szCs w:val="24"/>
        </w:rPr>
      </w:pPr>
    </w:p>
    <w:p w14:paraId="03BF7B38" w14:textId="77777777" w:rsidR="00EA2207" w:rsidRPr="00472F61" w:rsidRDefault="00EA2207" w:rsidP="00EA2207">
      <w:pPr>
        <w:spacing w:line="240" w:lineRule="atLeast"/>
        <w:ind w:left="540"/>
        <w:jc w:val="thaiDistribute"/>
        <w:rPr>
          <w:b/>
          <w:bCs/>
          <w:sz w:val="24"/>
          <w:szCs w:val="24"/>
        </w:rPr>
      </w:pPr>
      <w:r w:rsidRPr="00472F61">
        <w:rPr>
          <w:szCs w:val="22"/>
          <w:lang w:val="en-AU"/>
        </w:rPr>
        <w:t xml:space="preserve">The </w:t>
      </w:r>
      <w:r w:rsidRPr="00472F61">
        <w:rPr>
          <w:szCs w:val="28"/>
          <w:lang w:bidi="th-TH"/>
        </w:rPr>
        <w:t>Group’s</w:t>
      </w:r>
      <w:r w:rsidRPr="00472F61">
        <w:rPr>
          <w:szCs w:val="22"/>
          <w:cs/>
          <w:lang w:val="en-AU" w:bidi="th-TH"/>
        </w:rPr>
        <w:t xml:space="preserve"> </w:t>
      </w:r>
      <w:r w:rsidRPr="00472F61">
        <w:rPr>
          <w:szCs w:val="22"/>
          <w:lang w:val="en-AU"/>
        </w:rPr>
        <w:t>operations and main revenue streams are described in the last annual financial statements The Group’s main revenue is derived from contracts with customers.</w:t>
      </w:r>
    </w:p>
    <w:p w14:paraId="63E6CFCF" w14:textId="77777777" w:rsidR="00EA2207" w:rsidRPr="00472F61" w:rsidRDefault="00EA2207" w:rsidP="00EA2207">
      <w:pPr>
        <w:pStyle w:val="index"/>
        <w:numPr>
          <w:ilvl w:val="0"/>
          <w:numId w:val="0"/>
        </w:numPr>
        <w:tabs>
          <w:tab w:val="left" w:pos="540"/>
        </w:tabs>
        <w:jc w:val="thaiDistribute"/>
        <w:rPr>
          <w:b/>
          <w:bCs/>
          <w:sz w:val="24"/>
          <w:szCs w:val="24"/>
        </w:rPr>
      </w:pPr>
    </w:p>
    <w:p w14:paraId="28BF2872" w14:textId="77777777" w:rsidR="00EA2207" w:rsidRPr="00472F61" w:rsidRDefault="00EA2207" w:rsidP="00EA2207">
      <w:pPr>
        <w:ind w:left="547"/>
        <w:jc w:val="thaiDistribute"/>
        <w:rPr>
          <w:i/>
          <w:iCs/>
          <w:szCs w:val="22"/>
        </w:rPr>
      </w:pPr>
      <w:r w:rsidRPr="00472F61">
        <w:rPr>
          <w:i/>
          <w:iCs/>
          <w:szCs w:val="22"/>
        </w:rPr>
        <w:t>Geographical segments</w:t>
      </w:r>
    </w:p>
    <w:p w14:paraId="487F54A3" w14:textId="77777777" w:rsidR="00EA2207" w:rsidRPr="00472F61" w:rsidRDefault="00EA2207" w:rsidP="00EA2207">
      <w:pPr>
        <w:ind w:left="547"/>
        <w:jc w:val="thaiDistribute"/>
        <w:rPr>
          <w:sz w:val="20"/>
        </w:rPr>
      </w:pPr>
    </w:p>
    <w:p w14:paraId="57DEC608" w14:textId="77777777" w:rsidR="00EA2207" w:rsidRPr="00472F61" w:rsidRDefault="00EA2207" w:rsidP="00EA2207">
      <w:pPr>
        <w:spacing w:line="240" w:lineRule="atLeast"/>
        <w:ind w:left="540"/>
        <w:jc w:val="thaiDistribute"/>
        <w:rPr>
          <w:szCs w:val="22"/>
        </w:rPr>
      </w:pPr>
      <w:r w:rsidRPr="00472F61">
        <w:rPr>
          <w:szCs w:val="22"/>
        </w:rPr>
        <w:t>The Group</w:t>
      </w:r>
      <w:r w:rsidRPr="00472F61">
        <w:t xml:space="preserve"> </w:t>
      </w:r>
      <w:r w:rsidRPr="00472F61">
        <w:rPr>
          <w:szCs w:val="22"/>
        </w:rPr>
        <w:t>operates real estate for sale business and real estate for rental and service business principally in Thailand.</w:t>
      </w:r>
    </w:p>
    <w:p w14:paraId="1860126D" w14:textId="77777777" w:rsidR="00EA2207" w:rsidRPr="00472F61" w:rsidRDefault="00EA2207" w:rsidP="00EA2207">
      <w:pPr>
        <w:spacing w:line="240" w:lineRule="atLeast"/>
        <w:ind w:left="605"/>
        <w:jc w:val="thaiDistribute"/>
        <w:rPr>
          <w:szCs w:val="22"/>
        </w:rPr>
      </w:pPr>
    </w:p>
    <w:p w14:paraId="38AF9A31" w14:textId="77777777" w:rsidR="00EA2207" w:rsidRPr="00472F61" w:rsidRDefault="00EA2207" w:rsidP="00EA2207">
      <w:pPr>
        <w:ind w:left="547"/>
        <w:jc w:val="thaiDistribute"/>
        <w:rPr>
          <w:i/>
          <w:iCs/>
          <w:szCs w:val="22"/>
        </w:rPr>
      </w:pPr>
      <w:r w:rsidRPr="00472F61">
        <w:rPr>
          <w:i/>
          <w:iCs/>
          <w:szCs w:val="22"/>
        </w:rPr>
        <w:t>Business segments</w:t>
      </w:r>
    </w:p>
    <w:p w14:paraId="43BB254A" w14:textId="77777777" w:rsidR="00EA2207" w:rsidRPr="00472F61" w:rsidRDefault="00EA2207" w:rsidP="00EA2207">
      <w:pPr>
        <w:spacing w:line="240" w:lineRule="atLeast"/>
        <w:ind w:left="605"/>
        <w:jc w:val="thaiDistribute"/>
        <w:rPr>
          <w:szCs w:val="22"/>
        </w:rPr>
      </w:pPr>
    </w:p>
    <w:p w14:paraId="7D925967" w14:textId="77777777" w:rsidR="00EA2207" w:rsidRPr="00472F61" w:rsidRDefault="00EA2207" w:rsidP="00EA2207">
      <w:pPr>
        <w:spacing w:line="240" w:lineRule="atLeast"/>
        <w:ind w:left="540"/>
        <w:jc w:val="thaiDistribute"/>
        <w:rPr>
          <w:szCs w:val="22"/>
        </w:rPr>
      </w:pPr>
      <w:r w:rsidRPr="00472F61">
        <w:rPr>
          <w:szCs w:val="22"/>
        </w:rPr>
        <w:t>The Group have two reportable segments, which are real estate for sale business, consisting of land and house development for sale projects and residential condominium projects, and real estate for rental and service business, consisting of office building for rent project.</w:t>
      </w:r>
    </w:p>
    <w:p w14:paraId="727CB63B" w14:textId="77777777" w:rsidR="00EA2207" w:rsidRPr="00472F61" w:rsidRDefault="00EA2207" w:rsidP="00EA2207">
      <w:pPr>
        <w:spacing w:line="240" w:lineRule="atLeast"/>
        <w:ind w:left="540"/>
        <w:jc w:val="thaiDistribute"/>
        <w:rPr>
          <w:szCs w:val="22"/>
        </w:rPr>
      </w:pPr>
    </w:p>
    <w:p w14:paraId="49B11E9B" w14:textId="77777777" w:rsidR="00624D5B" w:rsidRDefault="00EA2207" w:rsidP="00624D5B">
      <w:pPr>
        <w:spacing w:line="240" w:lineRule="exact"/>
        <w:ind w:left="540" w:right="-7"/>
        <w:jc w:val="both"/>
      </w:pPr>
      <w:r w:rsidRPr="00472F61">
        <w:rPr>
          <w:spacing w:val="-2"/>
        </w:rPr>
        <w:t>Management considers that the Company operates in a single line of business, namely real estate for rental and service business,</w:t>
      </w:r>
      <w:r w:rsidRPr="00472F61">
        <w:t xml:space="preserve"> and has, therefore, only one reportable segment. </w:t>
      </w:r>
    </w:p>
    <w:p w14:paraId="53D5100B" w14:textId="77777777" w:rsidR="00624D5B" w:rsidRDefault="00624D5B" w:rsidP="00624D5B">
      <w:pPr>
        <w:spacing w:line="240" w:lineRule="exact"/>
        <w:ind w:left="540" w:right="-7"/>
        <w:jc w:val="both"/>
      </w:pPr>
    </w:p>
    <w:p w14:paraId="04536D8A" w14:textId="2FD5621E" w:rsidR="00EA2207" w:rsidRDefault="00EA2207" w:rsidP="00624D5B">
      <w:pPr>
        <w:spacing w:line="240" w:lineRule="exact"/>
        <w:ind w:left="540" w:right="-7"/>
        <w:jc w:val="both"/>
      </w:pPr>
      <w:r w:rsidRPr="00472F61">
        <w:t xml:space="preserve">Management considers the </w:t>
      </w:r>
      <w:r w:rsidR="00624D5B">
        <w:rPr>
          <w:lang w:val="en-US"/>
        </w:rPr>
        <w:t>Company</w:t>
      </w:r>
      <w:r w:rsidRPr="00472F61">
        <w:t xml:space="preserve">’s timing of revenue recognition which is mainly recognised </w:t>
      </w:r>
      <w:r w:rsidRPr="00472F61">
        <w:rPr>
          <w:szCs w:val="22"/>
        </w:rPr>
        <w:t>over time</w:t>
      </w:r>
      <w:r w:rsidRPr="00472F61">
        <w:t>.</w:t>
      </w:r>
    </w:p>
    <w:p w14:paraId="2821F6DC" w14:textId="77777777" w:rsidR="00624D5B" w:rsidRPr="00472F61" w:rsidRDefault="00624D5B" w:rsidP="00624D5B">
      <w:pPr>
        <w:spacing w:line="240" w:lineRule="exact"/>
        <w:ind w:left="540" w:right="-7"/>
        <w:jc w:val="both"/>
        <w:rPr>
          <w:lang w:val="en-US"/>
        </w:rPr>
      </w:pPr>
    </w:p>
    <w:p w14:paraId="1BDA87D4" w14:textId="77777777" w:rsidR="007954C3" w:rsidRDefault="007954C3">
      <w:pPr>
        <w:spacing w:line="240" w:lineRule="auto"/>
        <w:rPr>
          <w:szCs w:val="22"/>
          <w:lang w:val="en-AU"/>
        </w:rPr>
      </w:pPr>
      <w:r>
        <w:rPr>
          <w:szCs w:val="22"/>
          <w:lang w:val="en-AU"/>
        </w:rPr>
        <w:br w:type="page"/>
      </w:r>
    </w:p>
    <w:p w14:paraId="0F9E00E8" w14:textId="2D75D0DD" w:rsidR="00EA2207" w:rsidRPr="00472F61" w:rsidRDefault="00EA2207" w:rsidP="00096810">
      <w:pPr>
        <w:spacing w:line="240" w:lineRule="auto"/>
        <w:ind w:left="540"/>
        <w:jc w:val="both"/>
        <w:rPr>
          <w:szCs w:val="28"/>
          <w:lang w:bidi="th-TH"/>
        </w:rPr>
      </w:pPr>
      <w:r w:rsidRPr="00472F61">
        <w:rPr>
          <w:szCs w:val="22"/>
          <w:lang w:val="en-AU"/>
        </w:rPr>
        <w:lastRenderedPageBreak/>
        <w:t>In the following table, revenue is disaggregated by business segments and timing of revenue recognition.</w:t>
      </w:r>
    </w:p>
    <w:p w14:paraId="3B95797B" w14:textId="77777777" w:rsidR="00B74E9E" w:rsidRPr="00472F61" w:rsidRDefault="00B74E9E" w:rsidP="00EA2207">
      <w:pPr>
        <w:spacing w:line="240" w:lineRule="atLeast"/>
        <w:ind w:left="540"/>
        <w:jc w:val="thaiDistribute"/>
        <w:rPr>
          <w:szCs w:val="22"/>
          <w:lang w:val="en-AU"/>
        </w:rPr>
      </w:pPr>
    </w:p>
    <w:tbl>
      <w:tblPr>
        <w:tblW w:w="4877" w:type="pct"/>
        <w:tblInd w:w="450" w:type="dxa"/>
        <w:tblCellMar>
          <w:left w:w="79" w:type="dxa"/>
          <w:right w:w="79" w:type="dxa"/>
        </w:tblCellMar>
        <w:tblLook w:val="0000" w:firstRow="0" w:lastRow="0" w:firstColumn="0" w:lastColumn="0" w:noHBand="0" w:noVBand="0"/>
      </w:tblPr>
      <w:tblGrid>
        <w:gridCol w:w="2475"/>
        <w:gridCol w:w="1019"/>
        <w:gridCol w:w="176"/>
        <w:gridCol w:w="1019"/>
        <w:gridCol w:w="180"/>
        <w:gridCol w:w="978"/>
        <w:gridCol w:w="176"/>
        <w:gridCol w:w="1002"/>
        <w:gridCol w:w="178"/>
        <w:gridCol w:w="987"/>
        <w:gridCol w:w="178"/>
        <w:gridCol w:w="999"/>
      </w:tblGrid>
      <w:tr w:rsidR="004F35C1" w:rsidRPr="00472F61" w14:paraId="7C6B8E8B" w14:textId="77777777" w:rsidTr="004F35C1">
        <w:trPr>
          <w:cantSplit/>
          <w:tblHeader/>
        </w:trPr>
        <w:tc>
          <w:tcPr>
            <w:tcW w:w="1321" w:type="pct"/>
            <w:vMerge w:val="restart"/>
            <w:vAlign w:val="bottom"/>
          </w:tcPr>
          <w:p w14:paraId="70623C2C" w14:textId="395E3584" w:rsidR="004F35C1" w:rsidRPr="00472F61" w:rsidRDefault="004F35C1" w:rsidP="0058437E">
            <w:pPr>
              <w:shd w:val="clear" w:color="auto" w:fill="FFFFFF"/>
              <w:spacing w:line="240" w:lineRule="atLeast"/>
              <w:ind w:right="-79"/>
              <w:rPr>
                <w:b/>
                <w:bCs/>
                <w:i/>
                <w:iCs/>
                <w:szCs w:val="22"/>
              </w:rPr>
            </w:pPr>
            <w:r w:rsidRPr="00472F61">
              <w:rPr>
                <w:b/>
                <w:bCs/>
                <w:i/>
                <w:iCs/>
                <w:szCs w:val="22"/>
              </w:rPr>
              <w:t xml:space="preserve">For the three-month  </w:t>
            </w:r>
          </w:p>
          <w:p w14:paraId="03AB51AF" w14:textId="77777777" w:rsidR="004F35C1" w:rsidRPr="00472F61" w:rsidRDefault="004F35C1" w:rsidP="0058437E">
            <w:pPr>
              <w:spacing w:line="240" w:lineRule="atLeast"/>
              <w:jc w:val="center"/>
              <w:rPr>
                <w:b/>
                <w:bCs/>
                <w:szCs w:val="22"/>
              </w:rPr>
            </w:pPr>
            <w:r w:rsidRPr="00472F61">
              <w:rPr>
                <w:b/>
                <w:bCs/>
                <w:i/>
                <w:iCs/>
                <w:szCs w:val="22"/>
              </w:rPr>
              <w:t xml:space="preserve">   period ended 31 March</w:t>
            </w:r>
          </w:p>
        </w:tc>
        <w:tc>
          <w:tcPr>
            <w:tcW w:w="1182" w:type="pct"/>
            <w:gridSpan w:val="3"/>
          </w:tcPr>
          <w:p w14:paraId="5E69570D" w14:textId="77777777" w:rsidR="004F35C1" w:rsidRPr="00472F61" w:rsidRDefault="004F35C1" w:rsidP="0058437E">
            <w:pPr>
              <w:pStyle w:val="acctmergecolhdg"/>
              <w:shd w:val="clear" w:color="auto" w:fill="FFFFFF"/>
              <w:spacing w:line="240" w:lineRule="atLeast"/>
              <w:rPr>
                <w:bCs/>
                <w:szCs w:val="22"/>
              </w:rPr>
            </w:pPr>
            <w:r w:rsidRPr="00472F61">
              <w:rPr>
                <w:bCs/>
                <w:szCs w:val="22"/>
              </w:rPr>
              <w:t>Real estate</w:t>
            </w:r>
          </w:p>
          <w:p w14:paraId="0A3D7B92" w14:textId="78688DD7" w:rsidR="004F35C1" w:rsidRPr="00472F61" w:rsidRDefault="004F35C1" w:rsidP="004B2F39">
            <w:pPr>
              <w:pStyle w:val="acctfourfigures"/>
              <w:tabs>
                <w:tab w:val="clear" w:pos="765"/>
                <w:tab w:val="decimal" w:pos="731"/>
              </w:tabs>
              <w:spacing w:line="240" w:lineRule="atLeast"/>
              <w:ind w:right="11"/>
              <w:jc w:val="center"/>
              <w:rPr>
                <w:b/>
                <w:bCs/>
                <w:szCs w:val="22"/>
              </w:rPr>
            </w:pPr>
            <w:r w:rsidRPr="00472F61">
              <w:rPr>
                <w:b/>
                <w:bCs/>
                <w:szCs w:val="22"/>
              </w:rPr>
              <w:t>for sale business</w:t>
            </w:r>
          </w:p>
        </w:tc>
        <w:tc>
          <w:tcPr>
            <w:tcW w:w="96" w:type="pct"/>
          </w:tcPr>
          <w:p w14:paraId="73BA4E74" w14:textId="77777777" w:rsidR="004F35C1" w:rsidRPr="00472F61" w:rsidRDefault="004F35C1" w:rsidP="0058437E">
            <w:pPr>
              <w:pStyle w:val="acctfourfigures"/>
              <w:tabs>
                <w:tab w:val="clear" w:pos="765"/>
                <w:tab w:val="decimal" w:pos="731"/>
              </w:tabs>
              <w:spacing w:line="240" w:lineRule="atLeast"/>
              <w:ind w:right="11"/>
              <w:jc w:val="center"/>
              <w:rPr>
                <w:b/>
                <w:bCs/>
                <w:szCs w:val="22"/>
              </w:rPr>
            </w:pPr>
          </w:p>
        </w:tc>
        <w:tc>
          <w:tcPr>
            <w:tcW w:w="1151" w:type="pct"/>
            <w:gridSpan w:val="3"/>
          </w:tcPr>
          <w:p w14:paraId="4D609DBE" w14:textId="77777777" w:rsidR="004F35C1" w:rsidRPr="00472F61" w:rsidRDefault="004F35C1" w:rsidP="0058437E">
            <w:pPr>
              <w:pStyle w:val="acctfourfigures"/>
              <w:tabs>
                <w:tab w:val="clear" w:pos="765"/>
                <w:tab w:val="decimal" w:pos="1001"/>
              </w:tabs>
              <w:spacing w:line="240" w:lineRule="atLeast"/>
              <w:ind w:right="11"/>
              <w:jc w:val="center"/>
              <w:rPr>
                <w:b/>
                <w:bCs/>
                <w:szCs w:val="22"/>
              </w:rPr>
            </w:pPr>
            <w:r w:rsidRPr="00472F61">
              <w:rPr>
                <w:b/>
                <w:bCs/>
                <w:szCs w:val="22"/>
              </w:rPr>
              <w:t>Real estate for rental and service business</w:t>
            </w:r>
          </w:p>
        </w:tc>
        <w:tc>
          <w:tcPr>
            <w:tcW w:w="95" w:type="pct"/>
          </w:tcPr>
          <w:p w14:paraId="0E90678E" w14:textId="77777777" w:rsidR="004F35C1" w:rsidRPr="00472F61" w:rsidRDefault="004F35C1" w:rsidP="0058437E">
            <w:pPr>
              <w:pStyle w:val="acctfourfigures"/>
              <w:spacing w:line="240" w:lineRule="atLeast"/>
              <w:jc w:val="center"/>
              <w:rPr>
                <w:b/>
                <w:bCs/>
                <w:szCs w:val="22"/>
              </w:rPr>
            </w:pPr>
          </w:p>
        </w:tc>
        <w:tc>
          <w:tcPr>
            <w:tcW w:w="1155" w:type="pct"/>
            <w:gridSpan w:val="3"/>
          </w:tcPr>
          <w:p w14:paraId="54E16AC8" w14:textId="77777777" w:rsidR="004F35C1" w:rsidRPr="00472F61" w:rsidRDefault="004F35C1" w:rsidP="0058437E">
            <w:pPr>
              <w:pStyle w:val="acctfourfigures"/>
              <w:tabs>
                <w:tab w:val="clear" w:pos="765"/>
                <w:tab w:val="decimal" w:pos="-59"/>
              </w:tabs>
              <w:spacing w:line="240" w:lineRule="atLeast"/>
              <w:ind w:left="-59" w:right="-76"/>
              <w:jc w:val="center"/>
              <w:rPr>
                <w:b/>
                <w:bCs/>
                <w:szCs w:val="22"/>
              </w:rPr>
            </w:pPr>
          </w:p>
          <w:p w14:paraId="66CA5D56" w14:textId="77777777" w:rsidR="004F35C1" w:rsidRPr="00472F61" w:rsidRDefault="004F35C1" w:rsidP="0058437E">
            <w:pPr>
              <w:pStyle w:val="acctfourfigures"/>
              <w:tabs>
                <w:tab w:val="clear" w:pos="765"/>
                <w:tab w:val="decimal" w:pos="-59"/>
              </w:tabs>
              <w:spacing w:line="240" w:lineRule="atLeast"/>
              <w:ind w:left="-59" w:right="-76"/>
              <w:jc w:val="center"/>
              <w:rPr>
                <w:b/>
                <w:bCs/>
                <w:szCs w:val="22"/>
              </w:rPr>
            </w:pPr>
            <w:r w:rsidRPr="00472F61">
              <w:rPr>
                <w:b/>
                <w:bCs/>
                <w:szCs w:val="22"/>
              </w:rPr>
              <w:t>Total</w:t>
            </w:r>
          </w:p>
        </w:tc>
      </w:tr>
      <w:tr w:rsidR="004F35C1" w:rsidRPr="00472F61" w14:paraId="258D7711" w14:textId="77777777" w:rsidTr="00B9100F">
        <w:trPr>
          <w:cantSplit/>
        </w:trPr>
        <w:tc>
          <w:tcPr>
            <w:tcW w:w="1321" w:type="pct"/>
            <w:vMerge/>
          </w:tcPr>
          <w:p w14:paraId="454876B0" w14:textId="77777777" w:rsidR="004F35C1" w:rsidRPr="00472F61" w:rsidRDefault="004F35C1" w:rsidP="00B9100F">
            <w:pPr>
              <w:spacing w:line="240" w:lineRule="atLeast"/>
              <w:rPr>
                <w:b/>
                <w:szCs w:val="22"/>
              </w:rPr>
            </w:pPr>
          </w:p>
        </w:tc>
        <w:tc>
          <w:tcPr>
            <w:tcW w:w="544" w:type="pct"/>
          </w:tcPr>
          <w:p w14:paraId="07FE1216" w14:textId="77777777" w:rsidR="004F35C1" w:rsidRPr="00472F61" w:rsidRDefault="004F35C1" w:rsidP="00B9100F">
            <w:pPr>
              <w:pStyle w:val="acctmergecolhdg"/>
              <w:spacing w:line="240" w:lineRule="atLeast"/>
              <w:rPr>
                <w:szCs w:val="22"/>
                <w:lang w:bidi="th-TH"/>
              </w:rPr>
            </w:pPr>
            <w:r w:rsidRPr="00472F61">
              <w:rPr>
                <w:szCs w:val="22"/>
                <w:cs/>
                <w:lang w:bidi="th-TH"/>
              </w:rPr>
              <w:t>202</w:t>
            </w:r>
            <w:r w:rsidRPr="00472F61">
              <w:rPr>
                <w:b w:val="0"/>
                <w:bCs/>
                <w:szCs w:val="22"/>
                <w:lang w:bidi="th-TH"/>
              </w:rPr>
              <w:t>1</w:t>
            </w:r>
          </w:p>
        </w:tc>
        <w:tc>
          <w:tcPr>
            <w:tcW w:w="94" w:type="pct"/>
          </w:tcPr>
          <w:p w14:paraId="390888CB" w14:textId="77777777" w:rsidR="004F35C1" w:rsidRPr="00472F61" w:rsidRDefault="004F35C1" w:rsidP="00B9100F">
            <w:pPr>
              <w:pStyle w:val="acctmergecolhdg"/>
              <w:spacing w:line="240" w:lineRule="atLeast"/>
              <w:rPr>
                <w:szCs w:val="22"/>
              </w:rPr>
            </w:pPr>
          </w:p>
        </w:tc>
        <w:tc>
          <w:tcPr>
            <w:tcW w:w="544" w:type="pct"/>
          </w:tcPr>
          <w:p w14:paraId="1774B36F" w14:textId="77777777" w:rsidR="004F35C1" w:rsidRPr="00472F61" w:rsidRDefault="004F35C1" w:rsidP="00B9100F">
            <w:pPr>
              <w:pStyle w:val="acctmergecolhdg"/>
              <w:spacing w:line="240" w:lineRule="atLeast"/>
              <w:rPr>
                <w:szCs w:val="22"/>
                <w:lang w:bidi="th-TH"/>
              </w:rPr>
            </w:pPr>
            <w:r w:rsidRPr="00472F61">
              <w:rPr>
                <w:szCs w:val="22"/>
                <w:cs/>
                <w:lang w:bidi="th-TH"/>
              </w:rPr>
              <w:t>20</w:t>
            </w:r>
            <w:r w:rsidRPr="00472F61">
              <w:rPr>
                <w:b w:val="0"/>
                <w:bCs/>
                <w:szCs w:val="22"/>
                <w:lang w:bidi="th-TH"/>
              </w:rPr>
              <w:t>20</w:t>
            </w:r>
          </w:p>
        </w:tc>
        <w:tc>
          <w:tcPr>
            <w:tcW w:w="96" w:type="pct"/>
          </w:tcPr>
          <w:p w14:paraId="73145B13" w14:textId="77777777" w:rsidR="004F35C1" w:rsidRPr="00472F61" w:rsidRDefault="004F35C1" w:rsidP="00B9100F">
            <w:pPr>
              <w:pStyle w:val="acctmergecolhdg"/>
              <w:spacing w:line="240" w:lineRule="atLeast"/>
              <w:rPr>
                <w:szCs w:val="22"/>
              </w:rPr>
            </w:pPr>
          </w:p>
        </w:tc>
        <w:tc>
          <w:tcPr>
            <w:tcW w:w="522" w:type="pct"/>
          </w:tcPr>
          <w:p w14:paraId="6EF6D91E" w14:textId="77777777" w:rsidR="004F35C1" w:rsidRPr="00472F61" w:rsidRDefault="004F35C1" w:rsidP="00B9100F">
            <w:pPr>
              <w:pStyle w:val="acctmergecolhdg"/>
              <w:spacing w:line="240" w:lineRule="atLeast"/>
              <w:rPr>
                <w:szCs w:val="22"/>
                <w:lang w:bidi="th-TH"/>
              </w:rPr>
            </w:pPr>
            <w:r w:rsidRPr="00472F61">
              <w:rPr>
                <w:szCs w:val="22"/>
                <w:cs/>
                <w:lang w:bidi="th-TH"/>
              </w:rPr>
              <w:t>202</w:t>
            </w:r>
            <w:r w:rsidRPr="00472F61">
              <w:rPr>
                <w:b w:val="0"/>
                <w:bCs/>
                <w:szCs w:val="22"/>
                <w:lang w:bidi="th-TH"/>
              </w:rPr>
              <w:t>1</w:t>
            </w:r>
          </w:p>
        </w:tc>
        <w:tc>
          <w:tcPr>
            <w:tcW w:w="94" w:type="pct"/>
          </w:tcPr>
          <w:p w14:paraId="0EF43F6D" w14:textId="77777777" w:rsidR="004F35C1" w:rsidRPr="00472F61" w:rsidRDefault="004F35C1" w:rsidP="00B9100F">
            <w:pPr>
              <w:pStyle w:val="acctmergecolhdg"/>
              <w:spacing w:line="240" w:lineRule="atLeast"/>
              <w:rPr>
                <w:szCs w:val="22"/>
              </w:rPr>
            </w:pPr>
          </w:p>
        </w:tc>
        <w:tc>
          <w:tcPr>
            <w:tcW w:w="535" w:type="pct"/>
          </w:tcPr>
          <w:p w14:paraId="4B31DEE3" w14:textId="77777777" w:rsidR="004F35C1" w:rsidRPr="00472F61" w:rsidRDefault="004F35C1" w:rsidP="00B9100F">
            <w:pPr>
              <w:pStyle w:val="acctmergecolhdg"/>
              <w:spacing w:line="240" w:lineRule="atLeast"/>
              <w:rPr>
                <w:szCs w:val="22"/>
                <w:lang w:bidi="th-TH"/>
              </w:rPr>
            </w:pPr>
            <w:r w:rsidRPr="00472F61">
              <w:rPr>
                <w:szCs w:val="22"/>
                <w:cs/>
                <w:lang w:bidi="th-TH"/>
              </w:rPr>
              <w:t>20</w:t>
            </w:r>
            <w:r w:rsidRPr="00472F61">
              <w:rPr>
                <w:b w:val="0"/>
                <w:bCs/>
                <w:szCs w:val="22"/>
                <w:lang w:bidi="th-TH"/>
              </w:rPr>
              <w:t>20</w:t>
            </w:r>
          </w:p>
        </w:tc>
        <w:tc>
          <w:tcPr>
            <w:tcW w:w="95" w:type="pct"/>
          </w:tcPr>
          <w:p w14:paraId="53407D56" w14:textId="77777777" w:rsidR="004F35C1" w:rsidRPr="00472F61" w:rsidRDefault="004F35C1" w:rsidP="00B9100F">
            <w:pPr>
              <w:pStyle w:val="acctfourfigures"/>
              <w:shd w:val="clear" w:color="auto" w:fill="FFFFFF"/>
              <w:tabs>
                <w:tab w:val="clear" w:pos="765"/>
                <w:tab w:val="decimal" w:pos="374"/>
              </w:tabs>
              <w:spacing w:line="240" w:lineRule="atLeast"/>
              <w:ind w:left="-79" w:right="-79"/>
              <w:jc w:val="center"/>
              <w:rPr>
                <w:b/>
                <w:szCs w:val="22"/>
              </w:rPr>
            </w:pPr>
          </w:p>
        </w:tc>
        <w:tc>
          <w:tcPr>
            <w:tcW w:w="527" w:type="pct"/>
          </w:tcPr>
          <w:p w14:paraId="6C152208" w14:textId="77777777" w:rsidR="004F35C1" w:rsidRPr="00472F61" w:rsidRDefault="004F35C1" w:rsidP="00B9100F">
            <w:pPr>
              <w:pStyle w:val="acctmergecolhdg"/>
              <w:spacing w:line="240" w:lineRule="atLeast"/>
              <w:rPr>
                <w:szCs w:val="22"/>
                <w:lang w:bidi="th-TH"/>
              </w:rPr>
            </w:pPr>
            <w:r w:rsidRPr="00472F61">
              <w:rPr>
                <w:szCs w:val="22"/>
                <w:cs/>
                <w:lang w:bidi="th-TH"/>
              </w:rPr>
              <w:t>202</w:t>
            </w:r>
            <w:r w:rsidRPr="00472F61">
              <w:rPr>
                <w:b w:val="0"/>
                <w:bCs/>
                <w:szCs w:val="22"/>
                <w:lang w:bidi="th-TH"/>
              </w:rPr>
              <w:t>1</w:t>
            </w:r>
          </w:p>
        </w:tc>
        <w:tc>
          <w:tcPr>
            <w:tcW w:w="95" w:type="pct"/>
          </w:tcPr>
          <w:p w14:paraId="01C78C4A" w14:textId="77777777" w:rsidR="004F35C1" w:rsidRPr="00472F61" w:rsidRDefault="004F35C1" w:rsidP="00B9100F">
            <w:pPr>
              <w:pStyle w:val="acctmergecolhdg"/>
              <w:spacing w:line="240" w:lineRule="atLeast"/>
              <w:rPr>
                <w:szCs w:val="22"/>
              </w:rPr>
            </w:pPr>
          </w:p>
        </w:tc>
        <w:tc>
          <w:tcPr>
            <w:tcW w:w="533" w:type="pct"/>
          </w:tcPr>
          <w:p w14:paraId="5F5D9E44" w14:textId="77777777" w:rsidR="004F35C1" w:rsidRPr="00472F61" w:rsidRDefault="004F35C1" w:rsidP="00B9100F">
            <w:pPr>
              <w:pStyle w:val="acctmergecolhdg"/>
              <w:spacing w:line="240" w:lineRule="atLeast"/>
              <w:rPr>
                <w:szCs w:val="22"/>
                <w:lang w:bidi="th-TH"/>
              </w:rPr>
            </w:pPr>
            <w:r w:rsidRPr="00472F61">
              <w:rPr>
                <w:szCs w:val="22"/>
                <w:cs/>
                <w:lang w:bidi="th-TH"/>
              </w:rPr>
              <w:t>20</w:t>
            </w:r>
            <w:r w:rsidRPr="00472F61">
              <w:rPr>
                <w:b w:val="0"/>
                <w:bCs/>
                <w:szCs w:val="22"/>
                <w:lang w:bidi="th-TH"/>
              </w:rPr>
              <w:t>20</w:t>
            </w:r>
          </w:p>
        </w:tc>
      </w:tr>
      <w:tr w:rsidR="00B9100F" w:rsidRPr="00472F61" w14:paraId="35CE4464" w14:textId="77777777" w:rsidTr="00B74E9E">
        <w:trPr>
          <w:cantSplit/>
        </w:trPr>
        <w:tc>
          <w:tcPr>
            <w:tcW w:w="1321" w:type="pct"/>
          </w:tcPr>
          <w:p w14:paraId="3F1D81EC" w14:textId="77777777" w:rsidR="00B9100F" w:rsidRPr="00472F61" w:rsidRDefault="00B9100F" w:rsidP="00B9100F">
            <w:pPr>
              <w:spacing w:line="240" w:lineRule="atLeast"/>
              <w:jc w:val="center"/>
              <w:rPr>
                <w:szCs w:val="22"/>
              </w:rPr>
            </w:pPr>
          </w:p>
        </w:tc>
        <w:tc>
          <w:tcPr>
            <w:tcW w:w="3679" w:type="pct"/>
            <w:gridSpan w:val="11"/>
          </w:tcPr>
          <w:p w14:paraId="6A0DFDCB" w14:textId="77777777" w:rsidR="00B9100F" w:rsidRPr="00472F61" w:rsidRDefault="00B9100F" w:rsidP="00B9100F">
            <w:pPr>
              <w:pStyle w:val="acctfourfigures"/>
              <w:tabs>
                <w:tab w:val="clear" w:pos="765"/>
                <w:tab w:val="decimal" w:pos="731"/>
              </w:tabs>
              <w:spacing w:line="240" w:lineRule="atLeast"/>
              <w:ind w:right="11"/>
              <w:jc w:val="center"/>
              <w:rPr>
                <w:szCs w:val="22"/>
              </w:rPr>
            </w:pPr>
            <w:r w:rsidRPr="00472F61">
              <w:rPr>
                <w:i/>
                <w:iCs/>
                <w:szCs w:val="22"/>
              </w:rPr>
              <w:t>(</w:t>
            </w:r>
            <w:r w:rsidRPr="00472F61">
              <w:rPr>
                <w:i/>
                <w:iCs/>
                <w:szCs w:val="22"/>
                <w:lang w:val="en-US"/>
              </w:rPr>
              <w:t xml:space="preserve">in </w:t>
            </w:r>
            <w:r w:rsidR="00024815" w:rsidRPr="00472F61">
              <w:rPr>
                <w:i/>
                <w:iCs/>
                <w:szCs w:val="22"/>
              </w:rPr>
              <w:t>million</w:t>
            </w:r>
            <w:r w:rsidRPr="00472F61">
              <w:rPr>
                <w:i/>
                <w:iCs/>
                <w:szCs w:val="22"/>
              </w:rPr>
              <w:t xml:space="preserve"> Baht)</w:t>
            </w:r>
          </w:p>
        </w:tc>
      </w:tr>
      <w:tr w:rsidR="00B9100F" w:rsidRPr="00472F61" w14:paraId="24FA7F89" w14:textId="77777777" w:rsidTr="00B74E9E">
        <w:trPr>
          <w:cantSplit/>
        </w:trPr>
        <w:tc>
          <w:tcPr>
            <w:tcW w:w="1321" w:type="pct"/>
          </w:tcPr>
          <w:p w14:paraId="45227C88" w14:textId="77777777" w:rsidR="00B9100F" w:rsidRPr="00472F61" w:rsidRDefault="00B9100F" w:rsidP="00B9100F">
            <w:pPr>
              <w:spacing w:line="240" w:lineRule="atLeast"/>
              <w:ind w:left="192" w:hanging="192"/>
              <w:rPr>
                <w:b/>
                <w:bCs/>
                <w:i/>
                <w:iCs/>
                <w:szCs w:val="22"/>
              </w:rPr>
            </w:pPr>
            <w:r w:rsidRPr="00472F61">
              <w:rPr>
                <w:b/>
                <w:bCs/>
                <w:i/>
                <w:iCs/>
                <w:szCs w:val="22"/>
              </w:rPr>
              <w:t>Information about reportable segments</w:t>
            </w:r>
          </w:p>
        </w:tc>
        <w:tc>
          <w:tcPr>
            <w:tcW w:w="3679" w:type="pct"/>
            <w:gridSpan w:val="11"/>
          </w:tcPr>
          <w:p w14:paraId="57103CD4" w14:textId="77777777" w:rsidR="00B9100F" w:rsidRPr="00472F61" w:rsidRDefault="00B9100F" w:rsidP="00B9100F">
            <w:pPr>
              <w:pStyle w:val="acctfourfigures"/>
              <w:tabs>
                <w:tab w:val="clear" w:pos="765"/>
                <w:tab w:val="decimal" w:pos="731"/>
              </w:tabs>
              <w:spacing w:line="240" w:lineRule="atLeast"/>
              <w:ind w:right="11"/>
              <w:jc w:val="center"/>
              <w:rPr>
                <w:i/>
                <w:iCs/>
                <w:szCs w:val="22"/>
              </w:rPr>
            </w:pPr>
          </w:p>
        </w:tc>
      </w:tr>
      <w:tr w:rsidR="00024815" w:rsidRPr="00472F61" w14:paraId="6529792D" w14:textId="77777777" w:rsidTr="00AB01A4">
        <w:trPr>
          <w:cantSplit/>
          <w:trHeight w:val="216"/>
        </w:trPr>
        <w:tc>
          <w:tcPr>
            <w:tcW w:w="1321" w:type="pct"/>
          </w:tcPr>
          <w:p w14:paraId="38FB818A" w14:textId="77777777" w:rsidR="00024815" w:rsidRPr="00472F61" w:rsidRDefault="00024815" w:rsidP="00024815">
            <w:pPr>
              <w:shd w:val="clear" w:color="auto" w:fill="FFFFFF"/>
              <w:spacing w:line="240" w:lineRule="atLeast"/>
              <w:ind w:left="180" w:right="-79" w:hanging="180"/>
              <w:rPr>
                <w:szCs w:val="22"/>
              </w:rPr>
            </w:pPr>
            <w:r w:rsidRPr="00472F61">
              <w:rPr>
                <w:szCs w:val="22"/>
              </w:rPr>
              <w:t>External revenue</w:t>
            </w:r>
          </w:p>
        </w:tc>
        <w:tc>
          <w:tcPr>
            <w:tcW w:w="544" w:type="pct"/>
          </w:tcPr>
          <w:p w14:paraId="23A54BA6" w14:textId="77777777" w:rsidR="00024815" w:rsidRPr="00472F61" w:rsidRDefault="00024815" w:rsidP="00024815">
            <w:pPr>
              <w:jc w:val="right"/>
            </w:pPr>
            <w:r w:rsidRPr="00472F61">
              <w:t>18</w:t>
            </w:r>
          </w:p>
        </w:tc>
        <w:tc>
          <w:tcPr>
            <w:tcW w:w="94" w:type="pct"/>
          </w:tcPr>
          <w:p w14:paraId="1753E1D8" w14:textId="77777777" w:rsidR="00024815" w:rsidRPr="00472F61" w:rsidRDefault="00024815" w:rsidP="00024815">
            <w:pPr>
              <w:jc w:val="right"/>
            </w:pPr>
          </w:p>
        </w:tc>
        <w:tc>
          <w:tcPr>
            <w:tcW w:w="544" w:type="pct"/>
          </w:tcPr>
          <w:p w14:paraId="080BDA56" w14:textId="77777777" w:rsidR="00024815" w:rsidRPr="00472F61" w:rsidRDefault="00024815" w:rsidP="00024815">
            <w:pPr>
              <w:jc w:val="right"/>
            </w:pPr>
            <w:r w:rsidRPr="00472F61">
              <w:t>76</w:t>
            </w:r>
          </w:p>
        </w:tc>
        <w:tc>
          <w:tcPr>
            <w:tcW w:w="96" w:type="pct"/>
          </w:tcPr>
          <w:p w14:paraId="49C3D7EE" w14:textId="77777777" w:rsidR="00024815" w:rsidRPr="00472F61" w:rsidRDefault="00024815" w:rsidP="00024815">
            <w:pPr>
              <w:jc w:val="right"/>
            </w:pPr>
          </w:p>
        </w:tc>
        <w:tc>
          <w:tcPr>
            <w:tcW w:w="522" w:type="pct"/>
          </w:tcPr>
          <w:p w14:paraId="793F9242" w14:textId="77777777" w:rsidR="00024815" w:rsidRPr="00472F61" w:rsidRDefault="00024815" w:rsidP="00024815">
            <w:pPr>
              <w:jc w:val="right"/>
            </w:pPr>
            <w:r w:rsidRPr="00472F61">
              <w:t>305</w:t>
            </w:r>
          </w:p>
        </w:tc>
        <w:tc>
          <w:tcPr>
            <w:tcW w:w="94" w:type="pct"/>
          </w:tcPr>
          <w:p w14:paraId="16DAF526" w14:textId="77777777" w:rsidR="00024815" w:rsidRPr="00472F61" w:rsidRDefault="00024815" w:rsidP="00024815">
            <w:pPr>
              <w:jc w:val="right"/>
            </w:pPr>
          </w:p>
        </w:tc>
        <w:tc>
          <w:tcPr>
            <w:tcW w:w="535" w:type="pct"/>
          </w:tcPr>
          <w:p w14:paraId="68FB805A" w14:textId="77777777" w:rsidR="00024815" w:rsidRPr="00472F61" w:rsidRDefault="00024815" w:rsidP="00024815">
            <w:pPr>
              <w:jc w:val="right"/>
            </w:pPr>
            <w:r w:rsidRPr="00472F61">
              <w:t>376</w:t>
            </w:r>
          </w:p>
        </w:tc>
        <w:tc>
          <w:tcPr>
            <w:tcW w:w="95" w:type="pct"/>
          </w:tcPr>
          <w:p w14:paraId="1377FCD3" w14:textId="77777777" w:rsidR="00024815" w:rsidRPr="00472F61" w:rsidRDefault="00024815" w:rsidP="00024815">
            <w:pPr>
              <w:jc w:val="right"/>
            </w:pPr>
          </w:p>
        </w:tc>
        <w:tc>
          <w:tcPr>
            <w:tcW w:w="527" w:type="pct"/>
          </w:tcPr>
          <w:p w14:paraId="7D2AF55A" w14:textId="77777777" w:rsidR="00024815" w:rsidRPr="00472F61" w:rsidRDefault="00024815" w:rsidP="00024815">
            <w:pPr>
              <w:jc w:val="right"/>
            </w:pPr>
            <w:r w:rsidRPr="00472F61">
              <w:t>323</w:t>
            </w:r>
          </w:p>
        </w:tc>
        <w:tc>
          <w:tcPr>
            <w:tcW w:w="95" w:type="pct"/>
          </w:tcPr>
          <w:p w14:paraId="74138191" w14:textId="77777777" w:rsidR="00024815" w:rsidRPr="00472F61" w:rsidRDefault="00024815" w:rsidP="00024815">
            <w:pPr>
              <w:jc w:val="right"/>
            </w:pPr>
          </w:p>
        </w:tc>
        <w:tc>
          <w:tcPr>
            <w:tcW w:w="533" w:type="pct"/>
          </w:tcPr>
          <w:p w14:paraId="2B5E8BE4" w14:textId="77777777" w:rsidR="00024815" w:rsidRPr="00472F61" w:rsidRDefault="00024815" w:rsidP="00024815">
            <w:pPr>
              <w:jc w:val="right"/>
            </w:pPr>
            <w:r w:rsidRPr="00472F61">
              <w:t>452</w:t>
            </w:r>
          </w:p>
        </w:tc>
      </w:tr>
      <w:tr w:rsidR="00024815" w:rsidRPr="00472F61" w14:paraId="1BAC87DF" w14:textId="77777777" w:rsidTr="00AB01A4">
        <w:trPr>
          <w:cantSplit/>
          <w:trHeight w:val="216"/>
        </w:trPr>
        <w:tc>
          <w:tcPr>
            <w:tcW w:w="1321" w:type="pct"/>
          </w:tcPr>
          <w:p w14:paraId="031A9AE7" w14:textId="77777777" w:rsidR="00024815" w:rsidRPr="00472F61" w:rsidRDefault="00024815" w:rsidP="00024815">
            <w:pPr>
              <w:shd w:val="clear" w:color="auto" w:fill="FFFFFF"/>
              <w:spacing w:line="240" w:lineRule="atLeast"/>
              <w:ind w:left="180" w:right="-79" w:hanging="180"/>
              <w:rPr>
                <w:szCs w:val="22"/>
              </w:rPr>
            </w:pPr>
            <w:r w:rsidRPr="00472F61">
              <w:rPr>
                <w:szCs w:val="22"/>
              </w:rPr>
              <w:t>Inter-segment revenue</w:t>
            </w:r>
          </w:p>
        </w:tc>
        <w:tc>
          <w:tcPr>
            <w:tcW w:w="544" w:type="pct"/>
            <w:tcBorders>
              <w:bottom w:val="single" w:sz="4" w:space="0" w:color="auto"/>
            </w:tcBorders>
          </w:tcPr>
          <w:p w14:paraId="2EB54472" w14:textId="77777777" w:rsidR="00024815" w:rsidRPr="00472F61" w:rsidRDefault="00024815" w:rsidP="00B62221">
            <w:pPr>
              <w:ind w:left="-120" w:right="170"/>
              <w:jc w:val="right"/>
            </w:pPr>
            <w:r w:rsidRPr="00472F61">
              <w:t>-</w:t>
            </w:r>
          </w:p>
        </w:tc>
        <w:tc>
          <w:tcPr>
            <w:tcW w:w="94" w:type="pct"/>
          </w:tcPr>
          <w:p w14:paraId="7B0F898D" w14:textId="77777777" w:rsidR="00024815" w:rsidRPr="00472F61" w:rsidRDefault="00024815" w:rsidP="00024815">
            <w:pPr>
              <w:jc w:val="right"/>
            </w:pPr>
          </w:p>
        </w:tc>
        <w:tc>
          <w:tcPr>
            <w:tcW w:w="544" w:type="pct"/>
            <w:tcBorders>
              <w:bottom w:val="single" w:sz="4" w:space="0" w:color="auto"/>
            </w:tcBorders>
          </w:tcPr>
          <w:p w14:paraId="1E1CE9A6" w14:textId="77777777" w:rsidR="00024815" w:rsidRPr="00472F61" w:rsidRDefault="00024815" w:rsidP="00B62221">
            <w:pPr>
              <w:ind w:left="-120" w:right="170"/>
              <w:jc w:val="right"/>
            </w:pPr>
            <w:r w:rsidRPr="00472F61">
              <w:t>-</w:t>
            </w:r>
          </w:p>
        </w:tc>
        <w:tc>
          <w:tcPr>
            <w:tcW w:w="96" w:type="pct"/>
          </w:tcPr>
          <w:p w14:paraId="563C4FDB" w14:textId="77777777" w:rsidR="00024815" w:rsidRPr="00472F61" w:rsidRDefault="00024815" w:rsidP="00024815">
            <w:pPr>
              <w:jc w:val="right"/>
            </w:pPr>
          </w:p>
        </w:tc>
        <w:tc>
          <w:tcPr>
            <w:tcW w:w="522" w:type="pct"/>
            <w:tcBorders>
              <w:bottom w:val="single" w:sz="4" w:space="0" w:color="auto"/>
            </w:tcBorders>
          </w:tcPr>
          <w:p w14:paraId="62D07A7E" w14:textId="77777777" w:rsidR="00024815" w:rsidRPr="00472F61" w:rsidRDefault="00024815" w:rsidP="00024815">
            <w:pPr>
              <w:jc w:val="right"/>
            </w:pPr>
            <w:r w:rsidRPr="00472F61">
              <w:t>18</w:t>
            </w:r>
          </w:p>
        </w:tc>
        <w:tc>
          <w:tcPr>
            <w:tcW w:w="94" w:type="pct"/>
          </w:tcPr>
          <w:p w14:paraId="72F8303A" w14:textId="77777777" w:rsidR="00024815" w:rsidRPr="00472F61" w:rsidRDefault="00024815" w:rsidP="00024815">
            <w:pPr>
              <w:jc w:val="right"/>
            </w:pPr>
          </w:p>
        </w:tc>
        <w:tc>
          <w:tcPr>
            <w:tcW w:w="535" w:type="pct"/>
            <w:tcBorders>
              <w:bottom w:val="single" w:sz="4" w:space="0" w:color="auto"/>
            </w:tcBorders>
          </w:tcPr>
          <w:p w14:paraId="365F15F6" w14:textId="77777777" w:rsidR="00024815" w:rsidRPr="00472F61" w:rsidRDefault="00024815" w:rsidP="00024815">
            <w:pPr>
              <w:jc w:val="right"/>
            </w:pPr>
            <w:r w:rsidRPr="00472F61">
              <w:t>39</w:t>
            </w:r>
          </w:p>
        </w:tc>
        <w:tc>
          <w:tcPr>
            <w:tcW w:w="95" w:type="pct"/>
          </w:tcPr>
          <w:p w14:paraId="78DA3FA0" w14:textId="77777777" w:rsidR="00024815" w:rsidRPr="00472F61" w:rsidRDefault="00024815" w:rsidP="00024815">
            <w:pPr>
              <w:jc w:val="right"/>
            </w:pPr>
          </w:p>
        </w:tc>
        <w:tc>
          <w:tcPr>
            <w:tcW w:w="527" w:type="pct"/>
            <w:tcBorders>
              <w:bottom w:val="single" w:sz="4" w:space="0" w:color="auto"/>
            </w:tcBorders>
          </w:tcPr>
          <w:p w14:paraId="67C7E558" w14:textId="77777777" w:rsidR="00024815" w:rsidRPr="00472F61" w:rsidRDefault="00024815" w:rsidP="00024815">
            <w:pPr>
              <w:jc w:val="right"/>
            </w:pPr>
            <w:r w:rsidRPr="00472F61">
              <w:t>18</w:t>
            </w:r>
          </w:p>
        </w:tc>
        <w:tc>
          <w:tcPr>
            <w:tcW w:w="95" w:type="pct"/>
          </w:tcPr>
          <w:p w14:paraId="7AB6437F" w14:textId="77777777" w:rsidR="00024815" w:rsidRPr="00472F61" w:rsidRDefault="00024815" w:rsidP="00024815">
            <w:pPr>
              <w:jc w:val="right"/>
            </w:pPr>
          </w:p>
        </w:tc>
        <w:tc>
          <w:tcPr>
            <w:tcW w:w="533" w:type="pct"/>
            <w:tcBorders>
              <w:bottom w:val="single" w:sz="4" w:space="0" w:color="auto"/>
            </w:tcBorders>
          </w:tcPr>
          <w:p w14:paraId="3D4859DF" w14:textId="77777777" w:rsidR="00024815" w:rsidRPr="00472F61" w:rsidRDefault="00024815" w:rsidP="00024815">
            <w:pPr>
              <w:jc w:val="right"/>
            </w:pPr>
            <w:r w:rsidRPr="00472F61">
              <w:t>39</w:t>
            </w:r>
          </w:p>
        </w:tc>
      </w:tr>
      <w:tr w:rsidR="00024815" w:rsidRPr="00472F61" w14:paraId="09A21BB4" w14:textId="77777777" w:rsidTr="00AB01A4">
        <w:trPr>
          <w:cantSplit/>
          <w:trHeight w:val="216"/>
        </w:trPr>
        <w:tc>
          <w:tcPr>
            <w:tcW w:w="1321" w:type="pct"/>
          </w:tcPr>
          <w:p w14:paraId="44E530E8" w14:textId="77777777" w:rsidR="00024815" w:rsidRPr="00472F61" w:rsidRDefault="00024815" w:rsidP="00024815">
            <w:pPr>
              <w:shd w:val="clear" w:color="auto" w:fill="FFFFFF"/>
              <w:spacing w:line="240" w:lineRule="atLeast"/>
              <w:ind w:left="180" w:right="-79" w:hanging="180"/>
              <w:rPr>
                <w:b/>
                <w:bCs/>
                <w:szCs w:val="22"/>
              </w:rPr>
            </w:pPr>
            <w:r w:rsidRPr="00472F61">
              <w:rPr>
                <w:b/>
                <w:bCs/>
                <w:szCs w:val="22"/>
              </w:rPr>
              <w:t>Total revenue</w:t>
            </w:r>
          </w:p>
        </w:tc>
        <w:tc>
          <w:tcPr>
            <w:tcW w:w="544" w:type="pct"/>
            <w:tcBorders>
              <w:top w:val="single" w:sz="4" w:space="0" w:color="auto"/>
              <w:bottom w:val="double" w:sz="4" w:space="0" w:color="auto"/>
            </w:tcBorders>
          </w:tcPr>
          <w:p w14:paraId="27920548" w14:textId="77777777" w:rsidR="00024815" w:rsidRPr="00472F61" w:rsidRDefault="00024815" w:rsidP="00024815">
            <w:pPr>
              <w:jc w:val="right"/>
              <w:rPr>
                <w:b/>
                <w:bCs/>
              </w:rPr>
            </w:pPr>
            <w:r w:rsidRPr="00472F61">
              <w:rPr>
                <w:b/>
                <w:bCs/>
              </w:rPr>
              <w:t>18</w:t>
            </w:r>
          </w:p>
        </w:tc>
        <w:tc>
          <w:tcPr>
            <w:tcW w:w="94" w:type="pct"/>
          </w:tcPr>
          <w:p w14:paraId="27E15C32" w14:textId="77777777" w:rsidR="00024815" w:rsidRPr="00472F61" w:rsidRDefault="00024815" w:rsidP="00024815">
            <w:pPr>
              <w:jc w:val="right"/>
              <w:rPr>
                <w:b/>
                <w:bCs/>
              </w:rPr>
            </w:pPr>
          </w:p>
        </w:tc>
        <w:tc>
          <w:tcPr>
            <w:tcW w:w="544" w:type="pct"/>
            <w:tcBorders>
              <w:top w:val="single" w:sz="4" w:space="0" w:color="auto"/>
              <w:bottom w:val="double" w:sz="4" w:space="0" w:color="auto"/>
            </w:tcBorders>
          </w:tcPr>
          <w:p w14:paraId="0B9AB71E" w14:textId="77777777" w:rsidR="00024815" w:rsidRPr="00472F61" w:rsidRDefault="00024815" w:rsidP="00024815">
            <w:pPr>
              <w:jc w:val="right"/>
              <w:rPr>
                <w:b/>
                <w:bCs/>
              </w:rPr>
            </w:pPr>
            <w:r w:rsidRPr="00472F61">
              <w:rPr>
                <w:b/>
                <w:bCs/>
              </w:rPr>
              <w:t>76</w:t>
            </w:r>
          </w:p>
        </w:tc>
        <w:tc>
          <w:tcPr>
            <w:tcW w:w="96" w:type="pct"/>
          </w:tcPr>
          <w:p w14:paraId="496FC247" w14:textId="77777777" w:rsidR="00024815" w:rsidRPr="00472F61" w:rsidRDefault="00024815" w:rsidP="00024815">
            <w:pPr>
              <w:jc w:val="right"/>
              <w:rPr>
                <w:b/>
                <w:bCs/>
              </w:rPr>
            </w:pPr>
          </w:p>
        </w:tc>
        <w:tc>
          <w:tcPr>
            <w:tcW w:w="522" w:type="pct"/>
            <w:tcBorders>
              <w:top w:val="single" w:sz="4" w:space="0" w:color="auto"/>
              <w:bottom w:val="double" w:sz="4" w:space="0" w:color="auto"/>
            </w:tcBorders>
          </w:tcPr>
          <w:p w14:paraId="5F7D0977" w14:textId="77777777" w:rsidR="00024815" w:rsidRPr="00472F61" w:rsidRDefault="00024815" w:rsidP="00024815">
            <w:pPr>
              <w:jc w:val="right"/>
              <w:rPr>
                <w:b/>
                <w:bCs/>
              </w:rPr>
            </w:pPr>
            <w:r w:rsidRPr="00472F61">
              <w:rPr>
                <w:b/>
                <w:bCs/>
              </w:rPr>
              <w:t>323</w:t>
            </w:r>
          </w:p>
        </w:tc>
        <w:tc>
          <w:tcPr>
            <w:tcW w:w="94" w:type="pct"/>
          </w:tcPr>
          <w:p w14:paraId="5AE0F4BE" w14:textId="77777777" w:rsidR="00024815" w:rsidRPr="00472F61" w:rsidRDefault="00024815" w:rsidP="00024815">
            <w:pPr>
              <w:jc w:val="right"/>
              <w:rPr>
                <w:b/>
                <w:bCs/>
              </w:rPr>
            </w:pPr>
          </w:p>
        </w:tc>
        <w:tc>
          <w:tcPr>
            <w:tcW w:w="535" w:type="pct"/>
            <w:tcBorders>
              <w:top w:val="single" w:sz="4" w:space="0" w:color="auto"/>
              <w:bottom w:val="double" w:sz="4" w:space="0" w:color="auto"/>
            </w:tcBorders>
          </w:tcPr>
          <w:p w14:paraId="031A070D" w14:textId="77777777" w:rsidR="00024815" w:rsidRPr="00472F61" w:rsidRDefault="00024815" w:rsidP="00024815">
            <w:pPr>
              <w:jc w:val="right"/>
              <w:rPr>
                <w:b/>
                <w:bCs/>
              </w:rPr>
            </w:pPr>
            <w:r w:rsidRPr="00472F61">
              <w:rPr>
                <w:b/>
                <w:bCs/>
              </w:rPr>
              <w:t>415</w:t>
            </w:r>
          </w:p>
        </w:tc>
        <w:tc>
          <w:tcPr>
            <w:tcW w:w="95" w:type="pct"/>
          </w:tcPr>
          <w:p w14:paraId="188D3206" w14:textId="77777777" w:rsidR="00024815" w:rsidRPr="00472F61" w:rsidRDefault="00024815" w:rsidP="00024815">
            <w:pPr>
              <w:jc w:val="right"/>
              <w:rPr>
                <w:b/>
                <w:bCs/>
              </w:rPr>
            </w:pPr>
          </w:p>
        </w:tc>
        <w:tc>
          <w:tcPr>
            <w:tcW w:w="527" w:type="pct"/>
            <w:tcBorders>
              <w:top w:val="single" w:sz="4" w:space="0" w:color="auto"/>
              <w:bottom w:val="double" w:sz="4" w:space="0" w:color="auto"/>
            </w:tcBorders>
          </w:tcPr>
          <w:p w14:paraId="7BC4E1C7" w14:textId="77777777" w:rsidR="00024815" w:rsidRPr="00472F61" w:rsidRDefault="00024815" w:rsidP="00024815">
            <w:pPr>
              <w:jc w:val="right"/>
              <w:rPr>
                <w:b/>
                <w:bCs/>
              </w:rPr>
            </w:pPr>
            <w:r w:rsidRPr="00472F61">
              <w:rPr>
                <w:b/>
                <w:bCs/>
              </w:rPr>
              <w:t>341</w:t>
            </w:r>
          </w:p>
        </w:tc>
        <w:tc>
          <w:tcPr>
            <w:tcW w:w="95" w:type="pct"/>
          </w:tcPr>
          <w:p w14:paraId="4B1678B7" w14:textId="77777777" w:rsidR="00024815" w:rsidRPr="00472F61" w:rsidRDefault="00024815" w:rsidP="00024815">
            <w:pPr>
              <w:jc w:val="right"/>
              <w:rPr>
                <w:b/>
                <w:bCs/>
              </w:rPr>
            </w:pPr>
          </w:p>
        </w:tc>
        <w:tc>
          <w:tcPr>
            <w:tcW w:w="533" w:type="pct"/>
            <w:tcBorders>
              <w:top w:val="single" w:sz="4" w:space="0" w:color="auto"/>
              <w:bottom w:val="double" w:sz="4" w:space="0" w:color="auto"/>
            </w:tcBorders>
          </w:tcPr>
          <w:p w14:paraId="3821F433" w14:textId="77777777" w:rsidR="00024815" w:rsidRPr="00472F61" w:rsidRDefault="00024815" w:rsidP="00024815">
            <w:pPr>
              <w:jc w:val="right"/>
              <w:rPr>
                <w:b/>
                <w:bCs/>
              </w:rPr>
            </w:pPr>
            <w:r w:rsidRPr="00472F61">
              <w:rPr>
                <w:b/>
                <w:bCs/>
              </w:rPr>
              <w:t>491</w:t>
            </w:r>
          </w:p>
        </w:tc>
      </w:tr>
      <w:tr w:rsidR="00B9100F" w:rsidRPr="00472F61" w14:paraId="00DAC0A9" w14:textId="77777777" w:rsidTr="00B9100F">
        <w:trPr>
          <w:cantSplit/>
          <w:trHeight w:val="216"/>
        </w:trPr>
        <w:tc>
          <w:tcPr>
            <w:tcW w:w="1321" w:type="pct"/>
          </w:tcPr>
          <w:p w14:paraId="2B0D6D55" w14:textId="77777777" w:rsidR="00B9100F" w:rsidRPr="00472F61" w:rsidRDefault="00B9100F" w:rsidP="00B9100F">
            <w:pPr>
              <w:shd w:val="clear" w:color="auto" w:fill="FFFFFF"/>
              <w:spacing w:line="240" w:lineRule="atLeast"/>
              <w:ind w:left="180" w:right="-79" w:hanging="180"/>
              <w:rPr>
                <w:b/>
                <w:bCs/>
                <w:szCs w:val="22"/>
              </w:rPr>
            </w:pPr>
          </w:p>
        </w:tc>
        <w:tc>
          <w:tcPr>
            <w:tcW w:w="544" w:type="pct"/>
            <w:tcBorders>
              <w:top w:val="double" w:sz="4" w:space="0" w:color="auto"/>
            </w:tcBorders>
            <w:vAlign w:val="bottom"/>
          </w:tcPr>
          <w:p w14:paraId="3D281E69" w14:textId="77777777" w:rsidR="00B9100F" w:rsidRPr="00472F61" w:rsidRDefault="00B9100F" w:rsidP="00B9100F">
            <w:pPr>
              <w:pStyle w:val="acctfourfigures"/>
              <w:shd w:val="clear" w:color="auto" w:fill="FFFFFF"/>
              <w:tabs>
                <w:tab w:val="clear" w:pos="765"/>
                <w:tab w:val="decimal" w:pos="769"/>
              </w:tabs>
              <w:spacing w:line="240" w:lineRule="atLeast"/>
              <w:ind w:left="-79" w:right="-79"/>
              <w:rPr>
                <w:b/>
                <w:bCs/>
                <w:szCs w:val="22"/>
              </w:rPr>
            </w:pPr>
          </w:p>
        </w:tc>
        <w:tc>
          <w:tcPr>
            <w:tcW w:w="94" w:type="pct"/>
            <w:vAlign w:val="bottom"/>
          </w:tcPr>
          <w:p w14:paraId="47237564" w14:textId="77777777" w:rsidR="00B9100F" w:rsidRPr="00472F61" w:rsidRDefault="00B9100F" w:rsidP="00B9100F">
            <w:pPr>
              <w:pStyle w:val="acctfourfigures"/>
              <w:shd w:val="clear" w:color="auto" w:fill="FFFFFF"/>
              <w:spacing w:line="240" w:lineRule="atLeast"/>
              <w:ind w:left="-79" w:right="-79"/>
              <w:rPr>
                <w:b/>
                <w:bCs/>
                <w:szCs w:val="22"/>
              </w:rPr>
            </w:pPr>
          </w:p>
        </w:tc>
        <w:tc>
          <w:tcPr>
            <w:tcW w:w="544" w:type="pct"/>
            <w:tcBorders>
              <w:top w:val="double" w:sz="4" w:space="0" w:color="auto"/>
            </w:tcBorders>
            <w:vAlign w:val="bottom"/>
          </w:tcPr>
          <w:p w14:paraId="365B4F9A" w14:textId="77777777" w:rsidR="00B9100F" w:rsidRPr="00472F61" w:rsidRDefault="00B9100F" w:rsidP="00B9100F">
            <w:pPr>
              <w:pStyle w:val="acctfourfigures"/>
              <w:shd w:val="clear" w:color="auto" w:fill="FFFFFF"/>
              <w:tabs>
                <w:tab w:val="clear" w:pos="765"/>
                <w:tab w:val="decimal" w:pos="769"/>
              </w:tabs>
              <w:spacing w:line="240" w:lineRule="atLeast"/>
              <w:ind w:left="-79" w:right="-79"/>
              <w:rPr>
                <w:b/>
                <w:bCs/>
                <w:szCs w:val="22"/>
              </w:rPr>
            </w:pPr>
          </w:p>
        </w:tc>
        <w:tc>
          <w:tcPr>
            <w:tcW w:w="96" w:type="pct"/>
            <w:vAlign w:val="bottom"/>
          </w:tcPr>
          <w:p w14:paraId="68098B5A" w14:textId="77777777" w:rsidR="00B9100F" w:rsidRPr="00472F61" w:rsidRDefault="00B9100F" w:rsidP="00B9100F">
            <w:pPr>
              <w:pStyle w:val="acctfourfigures"/>
              <w:shd w:val="clear" w:color="auto" w:fill="FFFFFF"/>
              <w:tabs>
                <w:tab w:val="clear" w:pos="765"/>
                <w:tab w:val="decimal" w:pos="641"/>
              </w:tabs>
              <w:spacing w:line="240" w:lineRule="atLeast"/>
              <w:ind w:left="-79" w:right="-79"/>
              <w:rPr>
                <w:b/>
                <w:bCs/>
                <w:szCs w:val="22"/>
              </w:rPr>
            </w:pPr>
          </w:p>
        </w:tc>
        <w:tc>
          <w:tcPr>
            <w:tcW w:w="522" w:type="pct"/>
            <w:tcBorders>
              <w:top w:val="double" w:sz="4" w:space="0" w:color="auto"/>
            </w:tcBorders>
            <w:vAlign w:val="bottom"/>
          </w:tcPr>
          <w:p w14:paraId="5133F5AE" w14:textId="77777777" w:rsidR="00B9100F" w:rsidRPr="00472F61" w:rsidRDefault="00B9100F" w:rsidP="00B9100F">
            <w:pPr>
              <w:pStyle w:val="acctfourfigures"/>
              <w:shd w:val="clear" w:color="auto" w:fill="FFFFFF"/>
              <w:tabs>
                <w:tab w:val="clear" w:pos="765"/>
                <w:tab w:val="decimal" w:pos="731"/>
              </w:tabs>
              <w:spacing w:line="240" w:lineRule="atLeast"/>
              <w:ind w:left="-79" w:right="-79"/>
              <w:rPr>
                <w:b/>
                <w:bCs/>
                <w:szCs w:val="22"/>
              </w:rPr>
            </w:pPr>
          </w:p>
        </w:tc>
        <w:tc>
          <w:tcPr>
            <w:tcW w:w="94" w:type="pct"/>
            <w:vAlign w:val="bottom"/>
          </w:tcPr>
          <w:p w14:paraId="5164E2F6" w14:textId="77777777" w:rsidR="00B9100F" w:rsidRPr="00472F61" w:rsidRDefault="00B9100F" w:rsidP="00B9100F">
            <w:pPr>
              <w:pStyle w:val="acctfourfigures"/>
              <w:shd w:val="clear" w:color="auto" w:fill="FFFFFF"/>
              <w:spacing w:line="240" w:lineRule="atLeast"/>
              <w:ind w:left="-79" w:right="-79"/>
              <w:rPr>
                <w:b/>
                <w:bCs/>
                <w:szCs w:val="22"/>
              </w:rPr>
            </w:pPr>
          </w:p>
        </w:tc>
        <w:tc>
          <w:tcPr>
            <w:tcW w:w="535" w:type="pct"/>
            <w:tcBorders>
              <w:top w:val="double" w:sz="4" w:space="0" w:color="auto"/>
            </w:tcBorders>
            <w:vAlign w:val="bottom"/>
          </w:tcPr>
          <w:p w14:paraId="2663CD89" w14:textId="77777777" w:rsidR="00B9100F" w:rsidRPr="00472F61" w:rsidRDefault="00B9100F" w:rsidP="00B9100F">
            <w:pPr>
              <w:pStyle w:val="acctfourfigures"/>
              <w:shd w:val="clear" w:color="auto" w:fill="FFFFFF"/>
              <w:tabs>
                <w:tab w:val="clear" w:pos="765"/>
                <w:tab w:val="decimal" w:pos="731"/>
              </w:tabs>
              <w:spacing w:line="240" w:lineRule="atLeast"/>
              <w:ind w:left="-79" w:right="-79"/>
              <w:rPr>
                <w:b/>
                <w:bCs/>
                <w:szCs w:val="22"/>
              </w:rPr>
            </w:pPr>
          </w:p>
        </w:tc>
        <w:tc>
          <w:tcPr>
            <w:tcW w:w="95" w:type="pct"/>
            <w:vAlign w:val="bottom"/>
          </w:tcPr>
          <w:p w14:paraId="5DD0D643" w14:textId="77777777" w:rsidR="00B9100F" w:rsidRPr="00472F61" w:rsidRDefault="00B9100F" w:rsidP="00B9100F">
            <w:pPr>
              <w:pStyle w:val="acctfourfigures"/>
              <w:shd w:val="clear" w:color="auto" w:fill="FFFFFF"/>
              <w:tabs>
                <w:tab w:val="clear" w:pos="765"/>
                <w:tab w:val="decimal" w:pos="641"/>
              </w:tabs>
              <w:spacing w:line="240" w:lineRule="atLeast"/>
              <w:ind w:left="-79" w:right="-79"/>
              <w:rPr>
                <w:b/>
                <w:bCs/>
                <w:szCs w:val="22"/>
              </w:rPr>
            </w:pPr>
          </w:p>
        </w:tc>
        <w:tc>
          <w:tcPr>
            <w:tcW w:w="527" w:type="pct"/>
            <w:tcBorders>
              <w:top w:val="double" w:sz="4" w:space="0" w:color="auto"/>
            </w:tcBorders>
            <w:vAlign w:val="bottom"/>
          </w:tcPr>
          <w:p w14:paraId="2FB8ABD9" w14:textId="77777777" w:rsidR="00B9100F" w:rsidRPr="00472F61" w:rsidRDefault="00B9100F" w:rsidP="00B9100F">
            <w:pPr>
              <w:pStyle w:val="acctfourfigures"/>
              <w:shd w:val="clear" w:color="auto" w:fill="FFFFFF"/>
              <w:tabs>
                <w:tab w:val="clear" w:pos="765"/>
                <w:tab w:val="decimal" w:pos="820"/>
              </w:tabs>
              <w:spacing w:line="240" w:lineRule="atLeast"/>
              <w:ind w:left="-79" w:right="-79"/>
              <w:rPr>
                <w:b/>
                <w:bCs/>
                <w:szCs w:val="22"/>
              </w:rPr>
            </w:pPr>
          </w:p>
        </w:tc>
        <w:tc>
          <w:tcPr>
            <w:tcW w:w="95" w:type="pct"/>
            <w:vAlign w:val="bottom"/>
          </w:tcPr>
          <w:p w14:paraId="5AA55FB3" w14:textId="77777777" w:rsidR="00B9100F" w:rsidRPr="00472F61" w:rsidRDefault="00B9100F" w:rsidP="00B9100F">
            <w:pPr>
              <w:pStyle w:val="acctfourfigures"/>
              <w:shd w:val="clear" w:color="auto" w:fill="FFFFFF"/>
              <w:spacing w:line="240" w:lineRule="atLeast"/>
              <w:ind w:left="-79" w:right="-79"/>
              <w:rPr>
                <w:b/>
                <w:bCs/>
                <w:szCs w:val="22"/>
              </w:rPr>
            </w:pPr>
          </w:p>
        </w:tc>
        <w:tc>
          <w:tcPr>
            <w:tcW w:w="533" w:type="pct"/>
            <w:tcBorders>
              <w:top w:val="double" w:sz="4" w:space="0" w:color="auto"/>
            </w:tcBorders>
            <w:vAlign w:val="bottom"/>
          </w:tcPr>
          <w:p w14:paraId="155534E4" w14:textId="77777777" w:rsidR="00B9100F" w:rsidRPr="00472F61" w:rsidRDefault="00B9100F" w:rsidP="00B9100F">
            <w:pPr>
              <w:pStyle w:val="acctfourfigures"/>
              <w:shd w:val="clear" w:color="auto" w:fill="FFFFFF"/>
              <w:tabs>
                <w:tab w:val="clear" w:pos="765"/>
                <w:tab w:val="decimal" w:pos="820"/>
              </w:tabs>
              <w:spacing w:line="240" w:lineRule="atLeast"/>
              <w:ind w:left="-79" w:right="-79"/>
              <w:rPr>
                <w:b/>
                <w:bCs/>
                <w:szCs w:val="22"/>
              </w:rPr>
            </w:pPr>
          </w:p>
        </w:tc>
      </w:tr>
      <w:tr w:rsidR="00024815" w:rsidRPr="00472F61" w14:paraId="78DD0023" w14:textId="77777777" w:rsidTr="004F35C1">
        <w:trPr>
          <w:cantSplit/>
          <w:trHeight w:val="216"/>
        </w:trPr>
        <w:tc>
          <w:tcPr>
            <w:tcW w:w="1321" w:type="pct"/>
          </w:tcPr>
          <w:p w14:paraId="631DBEDA" w14:textId="77777777" w:rsidR="00024815" w:rsidRPr="00472F61" w:rsidRDefault="00024815" w:rsidP="00024815">
            <w:pPr>
              <w:shd w:val="clear" w:color="auto" w:fill="FFFFFF"/>
              <w:spacing w:line="240" w:lineRule="atLeast"/>
              <w:ind w:left="180" w:right="-79" w:hanging="180"/>
              <w:rPr>
                <w:szCs w:val="22"/>
              </w:rPr>
            </w:pPr>
            <w:r w:rsidRPr="00472F61">
              <w:rPr>
                <w:szCs w:val="22"/>
              </w:rPr>
              <w:t>Segment profit</w:t>
            </w:r>
          </w:p>
          <w:p w14:paraId="072F9887" w14:textId="77777777" w:rsidR="00024815" w:rsidRPr="00472F61" w:rsidRDefault="00024815" w:rsidP="00024815">
            <w:pPr>
              <w:shd w:val="clear" w:color="auto" w:fill="FFFFFF"/>
              <w:spacing w:line="240" w:lineRule="atLeast"/>
              <w:ind w:left="180" w:right="-79" w:hanging="180"/>
              <w:rPr>
                <w:szCs w:val="22"/>
                <w:highlight w:val="cyan"/>
              </w:rPr>
            </w:pPr>
            <w:r w:rsidRPr="00472F61">
              <w:rPr>
                <w:szCs w:val="22"/>
              </w:rPr>
              <w:t xml:space="preserve">   before income tax</w:t>
            </w:r>
          </w:p>
        </w:tc>
        <w:tc>
          <w:tcPr>
            <w:tcW w:w="544" w:type="pct"/>
            <w:vAlign w:val="bottom"/>
          </w:tcPr>
          <w:p w14:paraId="47FB1E20" w14:textId="77777777" w:rsidR="00024815" w:rsidRPr="00472F61" w:rsidRDefault="00024815" w:rsidP="00024815">
            <w:pPr>
              <w:jc w:val="right"/>
            </w:pPr>
            <w:r w:rsidRPr="00472F61">
              <w:t>17</w:t>
            </w:r>
          </w:p>
        </w:tc>
        <w:tc>
          <w:tcPr>
            <w:tcW w:w="94" w:type="pct"/>
            <w:vAlign w:val="bottom"/>
          </w:tcPr>
          <w:p w14:paraId="07BF9C7A" w14:textId="77777777" w:rsidR="00024815" w:rsidRPr="00472F61" w:rsidRDefault="00024815" w:rsidP="00024815">
            <w:pPr>
              <w:jc w:val="right"/>
            </w:pPr>
          </w:p>
        </w:tc>
        <w:tc>
          <w:tcPr>
            <w:tcW w:w="544" w:type="pct"/>
            <w:vAlign w:val="bottom"/>
          </w:tcPr>
          <w:p w14:paraId="5CE2A88B" w14:textId="77777777" w:rsidR="00024815" w:rsidRPr="00472F61" w:rsidRDefault="00024815" w:rsidP="00024815">
            <w:pPr>
              <w:jc w:val="right"/>
            </w:pPr>
            <w:r w:rsidRPr="00472F61">
              <w:t>49</w:t>
            </w:r>
          </w:p>
        </w:tc>
        <w:tc>
          <w:tcPr>
            <w:tcW w:w="96" w:type="pct"/>
            <w:vAlign w:val="bottom"/>
          </w:tcPr>
          <w:p w14:paraId="7E68CD7C" w14:textId="77777777" w:rsidR="00024815" w:rsidRPr="00472F61" w:rsidRDefault="00024815" w:rsidP="00024815">
            <w:pPr>
              <w:jc w:val="right"/>
            </w:pPr>
          </w:p>
        </w:tc>
        <w:tc>
          <w:tcPr>
            <w:tcW w:w="522" w:type="pct"/>
            <w:vAlign w:val="bottom"/>
          </w:tcPr>
          <w:p w14:paraId="15A00AF5" w14:textId="77777777" w:rsidR="00024815" w:rsidRPr="00472F61" w:rsidRDefault="00024815" w:rsidP="00024815">
            <w:pPr>
              <w:jc w:val="right"/>
            </w:pPr>
            <w:r w:rsidRPr="00472F61">
              <w:t>270</w:t>
            </w:r>
          </w:p>
        </w:tc>
        <w:tc>
          <w:tcPr>
            <w:tcW w:w="94" w:type="pct"/>
            <w:vAlign w:val="bottom"/>
          </w:tcPr>
          <w:p w14:paraId="37D104B0" w14:textId="77777777" w:rsidR="00024815" w:rsidRPr="00472F61" w:rsidRDefault="00024815" w:rsidP="00024815">
            <w:pPr>
              <w:jc w:val="right"/>
            </w:pPr>
          </w:p>
        </w:tc>
        <w:tc>
          <w:tcPr>
            <w:tcW w:w="535" w:type="pct"/>
            <w:vAlign w:val="bottom"/>
          </w:tcPr>
          <w:p w14:paraId="68ADA9CE" w14:textId="77777777" w:rsidR="00024815" w:rsidRPr="00472F61" w:rsidRDefault="00024815" w:rsidP="00024815">
            <w:pPr>
              <w:jc w:val="right"/>
            </w:pPr>
            <w:r w:rsidRPr="00472F61">
              <w:t>340</w:t>
            </w:r>
          </w:p>
        </w:tc>
        <w:tc>
          <w:tcPr>
            <w:tcW w:w="95" w:type="pct"/>
            <w:vAlign w:val="bottom"/>
          </w:tcPr>
          <w:p w14:paraId="695823D1" w14:textId="77777777" w:rsidR="00024815" w:rsidRPr="00472F61" w:rsidRDefault="00024815" w:rsidP="00024815">
            <w:pPr>
              <w:jc w:val="right"/>
            </w:pPr>
          </w:p>
        </w:tc>
        <w:tc>
          <w:tcPr>
            <w:tcW w:w="527" w:type="pct"/>
            <w:vAlign w:val="bottom"/>
          </w:tcPr>
          <w:p w14:paraId="7562FCE9" w14:textId="77777777" w:rsidR="00024815" w:rsidRPr="00472F61" w:rsidRDefault="00024815" w:rsidP="00024815">
            <w:pPr>
              <w:jc w:val="right"/>
            </w:pPr>
            <w:r w:rsidRPr="00472F61">
              <w:t>287</w:t>
            </w:r>
          </w:p>
        </w:tc>
        <w:tc>
          <w:tcPr>
            <w:tcW w:w="95" w:type="pct"/>
            <w:vAlign w:val="bottom"/>
          </w:tcPr>
          <w:p w14:paraId="718D7DBD" w14:textId="77777777" w:rsidR="00024815" w:rsidRPr="00472F61" w:rsidRDefault="00024815" w:rsidP="00024815">
            <w:pPr>
              <w:jc w:val="right"/>
            </w:pPr>
          </w:p>
        </w:tc>
        <w:tc>
          <w:tcPr>
            <w:tcW w:w="533" w:type="pct"/>
            <w:vAlign w:val="bottom"/>
          </w:tcPr>
          <w:p w14:paraId="5C1DA8AE" w14:textId="77777777" w:rsidR="00024815" w:rsidRPr="00472F61" w:rsidRDefault="00024815" w:rsidP="00024815">
            <w:pPr>
              <w:jc w:val="right"/>
            </w:pPr>
            <w:r w:rsidRPr="00472F61">
              <w:t>389</w:t>
            </w:r>
          </w:p>
        </w:tc>
      </w:tr>
      <w:tr w:rsidR="00B9100F" w:rsidRPr="00472F61" w14:paraId="4EE3CE3C" w14:textId="77777777" w:rsidTr="00B9100F">
        <w:trPr>
          <w:cantSplit/>
          <w:trHeight w:val="216"/>
        </w:trPr>
        <w:tc>
          <w:tcPr>
            <w:tcW w:w="1321" w:type="pct"/>
          </w:tcPr>
          <w:p w14:paraId="515B3241" w14:textId="77777777" w:rsidR="00B9100F" w:rsidRPr="00472F61" w:rsidRDefault="00B9100F" w:rsidP="00B9100F">
            <w:pPr>
              <w:shd w:val="clear" w:color="auto" w:fill="FFFFFF"/>
              <w:spacing w:line="240" w:lineRule="atLeast"/>
              <w:ind w:left="180" w:right="-79" w:hanging="180"/>
              <w:rPr>
                <w:b/>
                <w:bCs/>
                <w:szCs w:val="22"/>
              </w:rPr>
            </w:pPr>
          </w:p>
        </w:tc>
        <w:tc>
          <w:tcPr>
            <w:tcW w:w="544" w:type="pct"/>
            <w:vAlign w:val="bottom"/>
          </w:tcPr>
          <w:p w14:paraId="32A3C50D" w14:textId="77777777" w:rsidR="00B9100F" w:rsidRPr="00472F61" w:rsidRDefault="00B9100F" w:rsidP="00B9100F">
            <w:pPr>
              <w:pStyle w:val="acctfourfigures"/>
              <w:shd w:val="clear" w:color="auto" w:fill="FFFFFF"/>
              <w:tabs>
                <w:tab w:val="clear" w:pos="765"/>
                <w:tab w:val="decimal" w:pos="769"/>
              </w:tabs>
              <w:spacing w:line="240" w:lineRule="atLeast"/>
              <w:ind w:left="-79" w:right="-79"/>
              <w:rPr>
                <w:szCs w:val="22"/>
                <w:lang w:val="en-US" w:bidi="th-TH"/>
              </w:rPr>
            </w:pPr>
          </w:p>
        </w:tc>
        <w:tc>
          <w:tcPr>
            <w:tcW w:w="94" w:type="pct"/>
            <w:vAlign w:val="bottom"/>
          </w:tcPr>
          <w:p w14:paraId="4FCB4A9B" w14:textId="77777777" w:rsidR="00B9100F" w:rsidRPr="00472F61" w:rsidRDefault="00B9100F" w:rsidP="00B9100F">
            <w:pPr>
              <w:pStyle w:val="acctfourfigures"/>
              <w:shd w:val="clear" w:color="auto" w:fill="FFFFFF"/>
              <w:spacing w:line="240" w:lineRule="atLeast"/>
              <w:ind w:left="-79" w:right="-79"/>
              <w:rPr>
                <w:b/>
                <w:bCs/>
                <w:szCs w:val="22"/>
              </w:rPr>
            </w:pPr>
          </w:p>
        </w:tc>
        <w:tc>
          <w:tcPr>
            <w:tcW w:w="544" w:type="pct"/>
            <w:vAlign w:val="bottom"/>
          </w:tcPr>
          <w:p w14:paraId="44F9EFB4" w14:textId="77777777" w:rsidR="00B9100F" w:rsidRPr="00472F61" w:rsidRDefault="00B9100F" w:rsidP="00B9100F">
            <w:pPr>
              <w:pStyle w:val="acctfourfigures"/>
              <w:shd w:val="clear" w:color="auto" w:fill="FFFFFF"/>
              <w:tabs>
                <w:tab w:val="clear" w:pos="765"/>
                <w:tab w:val="decimal" w:pos="769"/>
              </w:tabs>
              <w:spacing w:line="240" w:lineRule="atLeast"/>
              <w:ind w:left="-79" w:right="-79"/>
              <w:rPr>
                <w:szCs w:val="22"/>
                <w:lang w:val="en-US" w:bidi="th-TH"/>
              </w:rPr>
            </w:pPr>
          </w:p>
        </w:tc>
        <w:tc>
          <w:tcPr>
            <w:tcW w:w="96" w:type="pct"/>
            <w:vAlign w:val="bottom"/>
          </w:tcPr>
          <w:p w14:paraId="436DAC99" w14:textId="77777777" w:rsidR="00B9100F" w:rsidRPr="00472F61" w:rsidRDefault="00B9100F" w:rsidP="00B9100F">
            <w:pPr>
              <w:pStyle w:val="acctfourfigures"/>
              <w:shd w:val="clear" w:color="auto" w:fill="FFFFFF"/>
              <w:tabs>
                <w:tab w:val="clear" w:pos="765"/>
                <w:tab w:val="decimal" w:pos="641"/>
              </w:tabs>
              <w:spacing w:line="240" w:lineRule="atLeast"/>
              <w:ind w:left="-79" w:right="-79"/>
              <w:rPr>
                <w:b/>
                <w:bCs/>
                <w:szCs w:val="22"/>
              </w:rPr>
            </w:pPr>
          </w:p>
        </w:tc>
        <w:tc>
          <w:tcPr>
            <w:tcW w:w="522" w:type="pct"/>
            <w:vAlign w:val="bottom"/>
          </w:tcPr>
          <w:p w14:paraId="61834C1C" w14:textId="77777777" w:rsidR="00B9100F" w:rsidRPr="00472F61" w:rsidRDefault="00B9100F" w:rsidP="00B9100F">
            <w:pPr>
              <w:pStyle w:val="acctfourfigures"/>
              <w:shd w:val="clear" w:color="auto" w:fill="FFFFFF"/>
              <w:tabs>
                <w:tab w:val="clear" w:pos="765"/>
                <w:tab w:val="decimal" w:pos="731"/>
              </w:tabs>
              <w:spacing w:line="240" w:lineRule="atLeast"/>
              <w:ind w:left="-79" w:right="-79"/>
              <w:rPr>
                <w:b/>
                <w:bCs/>
                <w:szCs w:val="22"/>
              </w:rPr>
            </w:pPr>
          </w:p>
        </w:tc>
        <w:tc>
          <w:tcPr>
            <w:tcW w:w="94" w:type="pct"/>
            <w:vAlign w:val="bottom"/>
          </w:tcPr>
          <w:p w14:paraId="050BC8E9" w14:textId="77777777" w:rsidR="00B9100F" w:rsidRPr="00472F61" w:rsidRDefault="00B9100F" w:rsidP="00B9100F">
            <w:pPr>
              <w:pStyle w:val="acctfourfigures"/>
              <w:shd w:val="clear" w:color="auto" w:fill="FFFFFF"/>
              <w:spacing w:line="240" w:lineRule="atLeast"/>
              <w:ind w:left="-79" w:right="-79"/>
              <w:rPr>
                <w:b/>
                <w:bCs/>
                <w:szCs w:val="22"/>
              </w:rPr>
            </w:pPr>
          </w:p>
        </w:tc>
        <w:tc>
          <w:tcPr>
            <w:tcW w:w="535" w:type="pct"/>
            <w:vAlign w:val="bottom"/>
          </w:tcPr>
          <w:p w14:paraId="302733FD" w14:textId="77777777" w:rsidR="00B9100F" w:rsidRPr="00472F61" w:rsidRDefault="00B9100F" w:rsidP="00B9100F">
            <w:pPr>
              <w:pStyle w:val="acctfourfigures"/>
              <w:shd w:val="clear" w:color="auto" w:fill="FFFFFF"/>
              <w:tabs>
                <w:tab w:val="clear" w:pos="765"/>
                <w:tab w:val="decimal" w:pos="731"/>
              </w:tabs>
              <w:spacing w:line="240" w:lineRule="atLeast"/>
              <w:ind w:left="-79" w:right="-79"/>
              <w:rPr>
                <w:b/>
                <w:bCs/>
                <w:szCs w:val="22"/>
              </w:rPr>
            </w:pPr>
          </w:p>
        </w:tc>
        <w:tc>
          <w:tcPr>
            <w:tcW w:w="95" w:type="pct"/>
            <w:vAlign w:val="bottom"/>
          </w:tcPr>
          <w:p w14:paraId="6B02443A" w14:textId="77777777" w:rsidR="00B9100F" w:rsidRPr="00472F61" w:rsidRDefault="00B9100F" w:rsidP="00B9100F">
            <w:pPr>
              <w:pStyle w:val="acctfourfigures"/>
              <w:shd w:val="clear" w:color="auto" w:fill="FFFFFF"/>
              <w:tabs>
                <w:tab w:val="clear" w:pos="765"/>
                <w:tab w:val="decimal" w:pos="641"/>
              </w:tabs>
              <w:spacing w:line="240" w:lineRule="atLeast"/>
              <w:ind w:left="-79" w:right="-79"/>
              <w:rPr>
                <w:b/>
                <w:bCs/>
                <w:szCs w:val="22"/>
              </w:rPr>
            </w:pPr>
          </w:p>
        </w:tc>
        <w:tc>
          <w:tcPr>
            <w:tcW w:w="527" w:type="pct"/>
            <w:vAlign w:val="bottom"/>
          </w:tcPr>
          <w:p w14:paraId="510064AC" w14:textId="77777777" w:rsidR="00B9100F" w:rsidRPr="00472F61" w:rsidRDefault="00B9100F" w:rsidP="00B9100F">
            <w:pPr>
              <w:pStyle w:val="acctfourfigures"/>
              <w:shd w:val="clear" w:color="auto" w:fill="FFFFFF"/>
              <w:tabs>
                <w:tab w:val="clear" w:pos="765"/>
                <w:tab w:val="decimal" w:pos="820"/>
              </w:tabs>
              <w:spacing w:line="240" w:lineRule="atLeast"/>
              <w:ind w:left="-79" w:right="-79"/>
              <w:rPr>
                <w:b/>
                <w:bCs/>
                <w:szCs w:val="22"/>
              </w:rPr>
            </w:pPr>
          </w:p>
        </w:tc>
        <w:tc>
          <w:tcPr>
            <w:tcW w:w="95" w:type="pct"/>
            <w:vAlign w:val="bottom"/>
          </w:tcPr>
          <w:p w14:paraId="17230137" w14:textId="77777777" w:rsidR="00B9100F" w:rsidRPr="00472F61" w:rsidRDefault="00B9100F" w:rsidP="00B9100F">
            <w:pPr>
              <w:pStyle w:val="acctfourfigures"/>
              <w:shd w:val="clear" w:color="auto" w:fill="FFFFFF"/>
              <w:spacing w:line="240" w:lineRule="atLeast"/>
              <w:ind w:left="-79" w:right="-79"/>
              <w:rPr>
                <w:b/>
                <w:bCs/>
                <w:szCs w:val="22"/>
              </w:rPr>
            </w:pPr>
          </w:p>
        </w:tc>
        <w:tc>
          <w:tcPr>
            <w:tcW w:w="533" w:type="pct"/>
            <w:vAlign w:val="bottom"/>
          </w:tcPr>
          <w:p w14:paraId="34F24F95" w14:textId="77777777" w:rsidR="00B9100F" w:rsidRPr="00472F61" w:rsidRDefault="00B9100F" w:rsidP="00B9100F">
            <w:pPr>
              <w:pStyle w:val="acctfourfigures"/>
              <w:shd w:val="clear" w:color="auto" w:fill="FFFFFF"/>
              <w:tabs>
                <w:tab w:val="clear" w:pos="765"/>
                <w:tab w:val="decimal" w:pos="820"/>
              </w:tabs>
              <w:spacing w:line="240" w:lineRule="atLeast"/>
              <w:ind w:left="-79" w:right="-79"/>
              <w:rPr>
                <w:b/>
                <w:bCs/>
                <w:szCs w:val="22"/>
              </w:rPr>
            </w:pPr>
          </w:p>
        </w:tc>
      </w:tr>
      <w:tr w:rsidR="00B9100F" w:rsidRPr="00472F61" w14:paraId="2EAC3E86" w14:textId="77777777" w:rsidTr="00B9100F">
        <w:trPr>
          <w:cantSplit/>
          <w:trHeight w:val="216"/>
        </w:trPr>
        <w:tc>
          <w:tcPr>
            <w:tcW w:w="1321" w:type="pct"/>
          </w:tcPr>
          <w:p w14:paraId="146BBC1A" w14:textId="77777777" w:rsidR="00B9100F" w:rsidRPr="00472F61" w:rsidRDefault="00B9100F" w:rsidP="00B9100F">
            <w:pPr>
              <w:shd w:val="clear" w:color="auto" w:fill="FFFFFF"/>
              <w:spacing w:line="240" w:lineRule="atLeast"/>
              <w:ind w:right="-79"/>
              <w:rPr>
                <w:b/>
                <w:bCs/>
                <w:szCs w:val="22"/>
              </w:rPr>
            </w:pPr>
            <w:r w:rsidRPr="00472F61">
              <w:rPr>
                <w:b/>
                <w:bCs/>
                <w:szCs w:val="22"/>
              </w:rPr>
              <w:t xml:space="preserve">Timing of revenue </w:t>
            </w:r>
          </w:p>
          <w:p w14:paraId="041BDEEE" w14:textId="77777777" w:rsidR="00B9100F" w:rsidRPr="00472F61" w:rsidRDefault="00B9100F" w:rsidP="00B9100F">
            <w:pPr>
              <w:shd w:val="clear" w:color="auto" w:fill="FFFFFF"/>
              <w:spacing w:line="240" w:lineRule="atLeast"/>
              <w:ind w:right="-79"/>
              <w:rPr>
                <w:i/>
                <w:iCs/>
                <w:color w:val="0070C0"/>
                <w:szCs w:val="22"/>
              </w:rPr>
            </w:pPr>
            <w:r w:rsidRPr="00472F61">
              <w:rPr>
                <w:b/>
                <w:bCs/>
                <w:szCs w:val="22"/>
              </w:rPr>
              <w:t xml:space="preserve">   recognition</w:t>
            </w:r>
          </w:p>
        </w:tc>
        <w:tc>
          <w:tcPr>
            <w:tcW w:w="544" w:type="pct"/>
            <w:vAlign w:val="bottom"/>
          </w:tcPr>
          <w:p w14:paraId="3C440DC1" w14:textId="77777777" w:rsidR="00B9100F" w:rsidRPr="00472F61" w:rsidRDefault="00B9100F" w:rsidP="00B9100F">
            <w:pPr>
              <w:pStyle w:val="acctfourfigures"/>
              <w:shd w:val="clear" w:color="auto" w:fill="FFFFFF"/>
              <w:tabs>
                <w:tab w:val="clear" w:pos="765"/>
                <w:tab w:val="decimal" w:pos="769"/>
              </w:tabs>
              <w:spacing w:line="240" w:lineRule="atLeast"/>
              <w:ind w:left="-79" w:right="-79"/>
              <w:rPr>
                <w:szCs w:val="22"/>
                <w:lang w:val="en-US" w:bidi="th-TH"/>
              </w:rPr>
            </w:pPr>
          </w:p>
        </w:tc>
        <w:tc>
          <w:tcPr>
            <w:tcW w:w="94" w:type="pct"/>
            <w:vAlign w:val="bottom"/>
          </w:tcPr>
          <w:p w14:paraId="19D06EEC" w14:textId="77777777" w:rsidR="00B9100F" w:rsidRPr="00472F61" w:rsidRDefault="00B9100F" w:rsidP="00B9100F">
            <w:pPr>
              <w:pStyle w:val="acctfourfigures"/>
              <w:shd w:val="clear" w:color="auto" w:fill="FFFFFF"/>
              <w:spacing w:line="240" w:lineRule="atLeast"/>
              <w:ind w:left="-79" w:right="-79"/>
              <w:rPr>
                <w:szCs w:val="22"/>
              </w:rPr>
            </w:pPr>
          </w:p>
        </w:tc>
        <w:tc>
          <w:tcPr>
            <w:tcW w:w="544" w:type="pct"/>
            <w:vAlign w:val="bottom"/>
          </w:tcPr>
          <w:p w14:paraId="6C3C03FC" w14:textId="77777777" w:rsidR="00B9100F" w:rsidRPr="00472F61" w:rsidRDefault="00B9100F" w:rsidP="00B9100F">
            <w:pPr>
              <w:pStyle w:val="acctfourfigures"/>
              <w:shd w:val="clear" w:color="auto" w:fill="FFFFFF"/>
              <w:tabs>
                <w:tab w:val="clear" w:pos="765"/>
                <w:tab w:val="decimal" w:pos="769"/>
              </w:tabs>
              <w:spacing w:line="240" w:lineRule="atLeast"/>
              <w:ind w:left="-79" w:right="-79"/>
              <w:rPr>
                <w:szCs w:val="22"/>
                <w:lang w:val="en-US" w:bidi="th-TH"/>
              </w:rPr>
            </w:pPr>
          </w:p>
        </w:tc>
        <w:tc>
          <w:tcPr>
            <w:tcW w:w="96" w:type="pct"/>
            <w:vAlign w:val="bottom"/>
          </w:tcPr>
          <w:p w14:paraId="5571D9D9" w14:textId="77777777" w:rsidR="00B9100F" w:rsidRPr="00472F61" w:rsidRDefault="00B9100F" w:rsidP="00B9100F">
            <w:pPr>
              <w:pStyle w:val="acctfourfigures"/>
              <w:shd w:val="clear" w:color="auto" w:fill="FFFFFF"/>
              <w:tabs>
                <w:tab w:val="clear" w:pos="765"/>
                <w:tab w:val="decimal" w:pos="641"/>
              </w:tabs>
              <w:spacing w:line="240" w:lineRule="atLeast"/>
              <w:ind w:left="-79" w:right="-79"/>
              <w:rPr>
                <w:szCs w:val="22"/>
              </w:rPr>
            </w:pPr>
          </w:p>
        </w:tc>
        <w:tc>
          <w:tcPr>
            <w:tcW w:w="522" w:type="pct"/>
            <w:vAlign w:val="bottom"/>
          </w:tcPr>
          <w:p w14:paraId="0BBF4B0D" w14:textId="77777777" w:rsidR="00B9100F" w:rsidRPr="00472F61" w:rsidRDefault="00B9100F" w:rsidP="00B9100F">
            <w:pPr>
              <w:pStyle w:val="acctfourfigures"/>
              <w:shd w:val="clear" w:color="auto" w:fill="FFFFFF"/>
              <w:tabs>
                <w:tab w:val="clear" w:pos="765"/>
                <w:tab w:val="decimal" w:pos="731"/>
              </w:tabs>
              <w:spacing w:line="240" w:lineRule="atLeast"/>
              <w:ind w:left="-79" w:right="-79"/>
              <w:rPr>
                <w:szCs w:val="22"/>
              </w:rPr>
            </w:pPr>
          </w:p>
        </w:tc>
        <w:tc>
          <w:tcPr>
            <w:tcW w:w="94" w:type="pct"/>
            <w:vAlign w:val="bottom"/>
          </w:tcPr>
          <w:p w14:paraId="44AEF6CE" w14:textId="77777777" w:rsidR="00B9100F" w:rsidRPr="00472F61" w:rsidRDefault="00B9100F" w:rsidP="00B9100F">
            <w:pPr>
              <w:pStyle w:val="acctfourfigures"/>
              <w:shd w:val="clear" w:color="auto" w:fill="FFFFFF"/>
              <w:spacing w:line="240" w:lineRule="atLeast"/>
              <w:ind w:left="-79" w:right="-79"/>
              <w:rPr>
                <w:szCs w:val="22"/>
              </w:rPr>
            </w:pPr>
          </w:p>
        </w:tc>
        <w:tc>
          <w:tcPr>
            <w:tcW w:w="535" w:type="pct"/>
            <w:vAlign w:val="bottom"/>
          </w:tcPr>
          <w:p w14:paraId="073F28D0" w14:textId="77777777" w:rsidR="00B9100F" w:rsidRPr="00472F61" w:rsidRDefault="00B9100F" w:rsidP="00B9100F">
            <w:pPr>
              <w:pStyle w:val="acctfourfigures"/>
              <w:shd w:val="clear" w:color="auto" w:fill="FFFFFF"/>
              <w:tabs>
                <w:tab w:val="clear" w:pos="765"/>
                <w:tab w:val="decimal" w:pos="731"/>
              </w:tabs>
              <w:spacing w:line="240" w:lineRule="atLeast"/>
              <w:ind w:left="-79" w:right="-79"/>
              <w:rPr>
                <w:szCs w:val="22"/>
              </w:rPr>
            </w:pPr>
          </w:p>
        </w:tc>
        <w:tc>
          <w:tcPr>
            <w:tcW w:w="95" w:type="pct"/>
            <w:vAlign w:val="bottom"/>
          </w:tcPr>
          <w:p w14:paraId="1D0D5D3A" w14:textId="77777777" w:rsidR="00B9100F" w:rsidRPr="00472F61" w:rsidRDefault="00B9100F" w:rsidP="00B9100F">
            <w:pPr>
              <w:pStyle w:val="acctfourfigures"/>
              <w:shd w:val="clear" w:color="auto" w:fill="FFFFFF"/>
              <w:tabs>
                <w:tab w:val="clear" w:pos="765"/>
                <w:tab w:val="decimal" w:pos="641"/>
              </w:tabs>
              <w:spacing w:line="240" w:lineRule="atLeast"/>
              <w:ind w:left="-79" w:right="-79"/>
              <w:rPr>
                <w:szCs w:val="22"/>
              </w:rPr>
            </w:pPr>
          </w:p>
        </w:tc>
        <w:tc>
          <w:tcPr>
            <w:tcW w:w="527" w:type="pct"/>
            <w:vAlign w:val="bottom"/>
          </w:tcPr>
          <w:p w14:paraId="24BE2D40" w14:textId="77777777" w:rsidR="00B9100F" w:rsidRPr="00472F61" w:rsidRDefault="00B9100F" w:rsidP="00B9100F">
            <w:pPr>
              <w:pStyle w:val="acctfourfigures"/>
              <w:shd w:val="clear" w:color="auto" w:fill="FFFFFF"/>
              <w:tabs>
                <w:tab w:val="clear" w:pos="765"/>
                <w:tab w:val="decimal" w:pos="820"/>
              </w:tabs>
              <w:spacing w:line="240" w:lineRule="atLeast"/>
              <w:ind w:left="-79" w:right="-79"/>
              <w:rPr>
                <w:szCs w:val="22"/>
              </w:rPr>
            </w:pPr>
          </w:p>
        </w:tc>
        <w:tc>
          <w:tcPr>
            <w:tcW w:w="95" w:type="pct"/>
            <w:vAlign w:val="bottom"/>
          </w:tcPr>
          <w:p w14:paraId="2EDAA60D" w14:textId="77777777" w:rsidR="00B9100F" w:rsidRPr="00472F61" w:rsidRDefault="00B9100F" w:rsidP="00B9100F">
            <w:pPr>
              <w:pStyle w:val="acctfourfigures"/>
              <w:shd w:val="clear" w:color="auto" w:fill="FFFFFF"/>
              <w:spacing w:line="240" w:lineRule="atLeast"/>
              <w:ind w:left="-79" w:right="-79"/>
              <w:rPr>
                <w:szCs w:val="22"/>
              </w:rPr>
            </w:pPr>
          </w:p>
        </w:tc>
        <w:tc>
          <w:tcPr>
            <w:tcW w:w="533" w:type="pct"/>
            <w:vAlign w:val="bottom"/>
          </w:tcPr>
          <w:p w14:paraId="1521043C" w14:textId="77777777" w:rsidR="00B9100F" w:rsidRPr="00472F61" w:rsidRDefault="00B9100F" w:rsidP="00B9100F">
            <w:pPr>
              <w:pStyle w:val="acctfourfigures"/>
              <w:shd w:val="clear" w:color="auto" w:fill="FFFFFF"/>
              <w:tabs>
                <w:tab w:val="clear" w:pos="765"/>
                <w:tab w:val="decimal" w:pos="820"/>
              </w:tabs>
              <w:spacing w:line="240" w:lineRule="atLeast"/>
              <w:ind w:left="-79" w:right="-79"/>
              <w:rPr>
                <w:szCs w:val="22"/>
              </w:rPr>
            </w:pPr>
          </w:p>
        </w:tc>
      </w:tr>
      <w:tr w:rsidR="00024815" w:rsidRPr="00472F61" w14:paraId="449B8D8D" w14:textId="77777777" w:rsidTr="00AB01A4">
        <w:trPr>
          <w:cantSplit/>
          <w:trHeight w:val="216"/>
        </w:trPr>
        <w:tc>
          <w:tcPr>
            <w:tcW w:w="1321" w:type="pct"/>
            <w:vAlign w:val="bottom"/>
          </w:tcPr>
          <w:p w14:paraId="20E77485" w14:textId="77777777" w:rsidR="00024815" w:rsidRPr="00472F61" w:rsidRDefault="00024815" w:rsidP="00024815">
            <w:pPr>
              <w:spacing w:line="240" w:lineRule="atLeast"/>
              <w:ind w:left="72" w:right="-115" w:hanging="72"/>
              <w:rPr>
                <w:szCs w:val="22"/>
              </w:rPr>
            </w:pPr>
            <w:r w:rsidRPr="00472F61">
              <w:rPr>
                <w:szCs w:val="22"/>
              </w:rPr>
              <w:t xml:space="preserve">- At a point in time </w:t>
            </w:r>
          </w:p>
        </w:tc>
        <w:tc>
          <w:tcPr>
            <w:tcW w:w="544" w:type="pct"/>
          </w:tcPr>
          <w:p w14:paraId="6A6DE3FC" w14:textId="77777777" w:rsidR="00024815" w:rsidRPr="00472F61" w:rsidRDefault="00024815" w:rsidP="00024815">
            <w:pPr>
              <w:jc w:val="right"/>
            </w:pPr>
            <w:r w:rsidRPr="00472F61">
              <w:t>18</w:t>
            </w:r>
          </w:p>
        </w:tc>
        <w:tc>
          <w:tcPr>
            <w:tcW w:w="94" w:type="pct"/>
          </w:tcPr>
          <w:p w14:paraId="14D03A4D" w14:textId="77777777" w:rsidR="00024815" w:rsidRPr="00472F61" w:rsidRDefault="00024815" w:rsidP="00024815">
            <w:pPr>
              <w:jc w:val="right"/>
            </w:pPr>
          </w:p>
        </w:tc>
        <w:tc>
          <w:tcPr>
            <w:tcW w:w="544" w:type="pct"/>
          </w:tcPr>
          <w:p w14:paraId="13596A33" w14:textId="77777777" w:rsidR="00024815" w:rsidRPr="00472F61" w:rsidRDefault="00024815" w:rsidP="00024815">
            <w:pPr>
              <w:jc w:val="right"/>
            </w:pPr>
            <w:r w:rsidRPr="00472F61">
              <w:t>76</w:t>
            </w:r>
          </w:p>
        </w:tc>
        <w:tc>
          <w:tcPr>
            <w:tcW w:w="96" w:type="pct"/>
          </w:tcPr>
          <w:p w14:paraId="684BF247" w14:textId="77777777" w:rsidR="00024815" w:rsidRPr="00472F61" w:rsidRDefault="00024815" w:rsidP="00024815">
            <w:pPr>
              <w:jc w:val="right"/>
            </w:pPr>
          </w:p>
        </w:tc>
        <w:tc>
          <w:tcPr>
            <w:tcW w:w="522" w:type="pct"/>
          </w:tcPr>
          <w:p w14:paraId="449A8022" w14:textId="77777777" w:rsidR="00024815" w:rsidRPr="00472F61" w:rsidRDefault="00024815" w:rsidP="00B62221">
            <w:pPr>
              <w:ind w:left="-120" w:right="170"/>
              <w:jc w:val="right"/>
            </w:pPr>
            <w:r w:rsidRPr="00472F61">
              <w:t>-</w:t>
            </w:r>
          </w:p>
        </w:tc>
        <w:tc>
          <w:tcPr>
            <w:tcW w:w="94" w:type="pct"/>
          </w:tcPr>
          <w:p w14:paraId="7632793B" w14:textId="77777777" w:rsidR="00024815" w:rsidRPr="00472F61" w:rsidRDefault="00024815" w:rsidP="00024815">
            <w:pPr>
              <w:jc w:val="right"/>
            </w:pPr>
          </w:p>
        </w:tc>
        <w:tc>
          <w:tcPr>
            <w:tcW w:w="535" w:type="pct"/>
          </w:tcPr>
          <w:p w14:paraId="0961C752" w14:textId="77777777" w:rsidR="00024815" w:rsidRPr="00472F61" w:rsidRDefault="00024815" w:rsidP="00B62221">
            <w:pPr>
              <w:ind w:left="-120" w:right="170"/>
              <w:jc w:val="right"/>
            </w:pPr>
            <w:r w:rsidRPr="00472F61">
              <w:t>-</w:t>
            </w:r>
          </w:p>
        </w:tc>
        <w:tc>
          <w:tcPr>
            <w:tcW w:w="95" w:type="pct"/>
          </w:tcPr>
          <w:p w14:paraId="07284413" w14:textId="77777777" w:rsidR="00024815" w:rsidRPr="00472F61" w:rsidRDefault="00024815" w:rsidP="00024815">
            <w:pPr>
              <w:jc w:val="right"/>
            </w:pPr>
          </w:p>
        </w:tc>
        <w:tc>
          <w:tcPr>
            <w:tcW w:w="527" w:type="pct"/>
          </w:tcPr>
          <w:p w14:paraId="2EC8319E" w14:textId="77777777" w:rsidR="00024815" w:rsidRPr="00472F61" w:rsidRDefault="00024815" w:rsidP="00024815">
            <w:pPr>
              <w:jc w:val="right"/>
            </w:pPr>
            <w:r w:rsidRPr="00472F61">
              <w:t>18</w:t>
            </w:r>
          </w:p>
        </w:tc>
        <w:tc>
          <w:tcPr>
            <w:tcW w:w="95" w:type="pct"/>
          </w:tcPr>
          <w:p w14:paraId="51245463" w14:textId="77777777" w:rsidR="00024815" w:rsidRPr="00472F61" w:rsidRDefault="00024815" w:rsidP="00024815">
            <w:pPr>
              <w:jc w:val="right"/>
            </w:pPr>
          </w:p>
        </w:tc>
        <w:tc>
          <w:tcPr>
            <w:tcW w:w="533" w:type="pct"/>
          </w:tcPr>
          <w:p w14:paraId="79C63992" w14:textId="77777777" w:rsidR="00024815" w:rsidRPr="00472F61" w:rsidRDefault="00024815" w:rsidP="00024815">
            <w:pPr>
              <w:jc w:val="right"/>
            </w:pPr>
            <w:r w:rsidRPr="00472F61">
              <w:t>76</w:t>
            </w:r>
          </w:p>
        </w:tc>
      </w:tr>
      <w:tr w:rsidR="00024815" w:rsidRPr="00472F61" w14:paraId="7A4FEA87" w14:textId="77777777" w:rsidTr="00AB01A4">
        <w:trPr>
          <w:cantSplit/>
          <w:trHeight w:val="216"/>
        </w:trPr>
        <w:tc>
          <w:tcPr>
            <w:tcW w:w="1321" w:type="pct"/>
            <w:vAlign w:val="bottom"/>
          </w:tcPr>
          <w:p w14:paraId="1E922946" w14:textId="77777777" w:rsidR="00024815" w:rsidRPr="00472F61" w:rsidRDefault="00024815" w:rsidP="00024815">
            <w:pPr>
              <w:spacing w:line="240" w:lineRule="atLeast"/>
              <w:ind w:left="72" w:right="-115" w:hanging="72"/>
              <w:rPr>
                <w:szCs w:val="22"/>
              </w:rPr>
            </w:pPr>
            <w:r w:rsidRPr="00472F61">
              <w:rPr>
                <w:szCs w:val="22"/>
              </w:rPr>
              <w:t xml:space="preserve">- Over time </w:t>
            </w:r>
          </w:p>
        </w:tc>
        <w:tc>
          <w:tcPr>
            <w:tcW w:w="544" w:type="pct"/>
            <w:tcBorders>
              <w:bottom w:val="single" w:sz="4" w:space="0" w:color="auto"/>
            </w:tcBorders>
          </w:tcPr>
          <w:p w14:paraId="68462E1B" w14:textId="77777777" w:rsidR="00024815" w:rsidRPr="00472F61" w:rsidRDefault="00024815" w:rsidP="00B62221">
            <w:pPr>
              <w:ind w:left="-120" w:right="170"/>
              <w:jc w:val="right"/>
            </w:pPr>
            <w:r w:rsidRPr="00472F61">
              <w:t>-</w:t>
            </w:r>
          </w:p>
        </w:tc>
        <w:tc>
          <w:tcPr>
            <w:tcW w:w="94" w:type="pct"/>
          </w:tcPr>
          <w:p w14:paraId="6763AD2E" w14:textId="77777777" w:rsidR="00024815" w:rsidRPr="00472F61" w:rsidRDefault="00024815" w:rsidP="00B62221">
            <w:pPr>
              <w:tabs>
                <w:tab w:val="left" w:pos="0"/>
              </w:tabs>
              <w:ind w:right="50"/>
              <w:jc w:val="right"/>
            </w:pPr>
          </w:p>
        </w:tc>
        <w:tc>
          <w:tcPr>
            <w:tcW w:w="544" w:type="pct"/>
            <w:tcBorders>
              <w:bottom w:val="single" w:sz="4" w:space="0" w:color="auto"/>
            </w:tcBorders>
          </w:tcPr>
          <w:p w14:paraId="75F7A2B6" w14:textId="77777777" w:rsidR="00024815" w:rsidRPr="00472F61" w:rsidRDefault="00024815" w:rsidP="00B62221">
            <w:pPr>
              <w:ind w:left="-120" w:right="170"/>
              <w:jc w:val="right"/>
            </w:pPr>
            <w:r w:rsidRPr="00472F61">
              <w:t>-</w:t>
            </w:r>
          </w:p>
        </w:tc>
        <w:tc>
          <w:tcPr>
            <w:tcW w:w="96" w:type="pct"/>
          </w:tcPr>
          <w:p w14:paraId="382A1AA0" w14:textId="77777777" w:rsidR="00024815" w:rsidRPr="00472F61" w:rsidRDefault="00024815" w:rsidP="00024815">
            <w:pPr>
              <w:jc w:val="right"/>
            </w:pPr>
          </w:p>
        </w:tc>
        <w:tc>
          <w:tcPr>
            <w:tcW w:w="522" w:type="pct"/>
            <w:tcBorders>
              <w:bottom w:val="single" w:sz="4" w:space="0" w:color="auto"/>
            </w:tcBorders>
          </w:tcPr>
          <w:p w14:paraId="424C455D" w14:textId="77777777" w:rsidR="00024815" w:rsidRPr="00472F61" w:rsidRDefault="00024815" w:rsidP="00024815">
            <w:pPr>
              <w:jc w:val="right"/>
            </w:pPr>
            <w:r w:rsidRPr="00472F61">
              <w:t>305</w:t>
            </w:r>
          </w:p>
        </w:tc>
        <w:tc>
          <w:tcPr>
            <w:tcW w:w="94" w:type="pct"/>
          </w:tcPr>
          <w:p w14:paraId="030DE771" w14:textId="77777777" w:rsidR="00024815" w:rsidRPr="00472F61" w:rsidRDefault="00024815" w:rsidP="00024815">
            <w:pPr>
              <w:jc w:val="right"/>
            </w:pPr>
          </w:p>
        </w:tc>
        <w:tc>
          <w:tcPr>
            <w:tcW w:w="535" w:type="pct"/>
            <w:tcBorders>
              <w:bottom w:val="single" w:sz="4" w:space="0" w:color="auto"/>
            </w:tcBorders>
          </w:tcPr>
          <w:p w14:paraId="477487AF" w14:textId="77777777" w:rsidR="00024815" w:rsidRPr="00472F61" w:rsidRDefault="00024815" w:rsidP="00024815">
            <w:pPr>
              <w:jc w:val="right"/>
            </w:pPr>
            <w:r w:rsidRPr="00472F61">
              <w:t>376</w:t>
            </w:r>
          </w:p>
        </w:tc>
        <w:tc>
          <w:tcPr>
            <w:tcW w:w="95" w:type="pct"/>
          </w:tcPr>
          <w:p w14:paraId="5C860FCE" w14:textId="77777777" w:rsidR="00024815" w:rsidRPr="00472F61" w:rsidRDefault="00024815" w:rsidP="00024815">
            <w:pPr>
              <w:jc w:val="right"/>
            </w:pPr>
          </w:p>
        </w:tc>
        <w:tc>
          <w:tcPr>
            <w:tcW w:w="527" w:type="pct"/>
            <w:tcBorders>
              <w:bottom w:val="single" w:sz="4" w:space="0" w:color="auto"/>
            </w:tcBorders>
          </w:tcPr>
          <w:p w14:paraId="1E192A67" w14:textId="77777777" w:rsidR="00024815" w:rsidRPr="00472F61" w:rsidRDefault="00024815" w:rsidP="00024815">
            <w:pPr>
              <w:jc w:val="right"/>
            </w:pPr>
            <w:r w:rsidRPr="00472F61">
              <w:t>305</w:t>
            </w:r>
          </w:p>
        </w:tc>
        <w:tc>
          <w:tcPr>
            <w:tcW w:w="95" w:type="pct"/>
          </w:tcPr>
          <w:p w14:paraId="467C7FB8" w14:textId="77777777" w:rsidR="00024815" w:rsidRPr="00472F61" w:rsidRDefault="00024815" w:rsidP="00024815">
            <w:pPr>
              <w:jc w:val="right"/>
            </w:pPr>
          </w:p>
        </w:tc>
        <w:tc>
          <w:tcPr>
            <w:tcW w:w="533" w:type="pct"/>
            <w:tcBorders>
              <w:bottom w:val="single" w:sz="4" w:space="0" w:color="auto"/>
            </w:tcBorders>
          </w:tcPr>
          <w:p w14:paraId="313C8891" w14:textId="77777777" w:rsidR="00024815" w:rsidRPr="00472F61" w:rsidRDefault="00024815" w:rsidP="00024815">
            <w:pPr>
              <w:jc w:val="right"/>
            </w:pPr>
            <w:r w:rsidRPr="00472F61">
              <w:t>376</w:t>
            </w:r>
          </w:p>
        </w:tc>
      </w:tr>
      <w:tr w:rsidR="00024815" w:rsidRPr="00472F61" w14:paraId="1B7BF3B2" w14:textId="77777777" w:rsidTr="00AB01A4">
        <w:trPr>
          <w:cantSplit/>
          <w:trHeight w:val="216"/>
        </w:trPr>
        <w:tc>
          <w:tcPr>
            <w:tcW w:w="1321" w:type="pct"/>
          </w:tcPr>
          <w:p w14:paraId="66E544A9" w14:textId="77777777" w:rsidR="00024815" w:rsidRPr="00472F61" w:rsidRDefault="00024815" w:rsidP="00024815">
            <w:pPr>
              <w:shd w:val="clear" w:color="auto" w:fill="FFFFFF"/>
              <w:spacing w:line="240" w:lineRule="atLeast"/>
              <w:ind w:left="180" w:right="-79" w:hanging="180"/>
              <w:rPr>
                <w:b/>
                <w:bCs/>
                <w:szCs w:val="22"/>
              </w:rPr>
            </w:pPr>
            <w:r w:rsidRPr="00472F61">
              <w:rPr>
                <w:b/>
                <w:bCs/>
                <w:szCs w:val="22"/>
              </w:rPr>
              <w:t>Total revenue</w:t>
            </w:r>
          </w:p>
        </w:tc>
        <w:tc>
          <w:tcPr>
            <w:tcW w:w="544" w:type="pct"/>
            <w:tcBorders>
              <w:top w:val="single" w:sz="4" w:space="0" w:color="auto"/>
              <w:bottom w:val="double" w:sz="4" w:space="0" w:color="auto"/>
            </w:tcBorders>
          </w:tcPr>
          <w:p w14:paraId="0487FEE9" w14:textId="77777777" w:rsidR="00024815" w:rsidRPr="00472F61" w:rsidRDefault="00024815" w:rsidP="00024815">
            <w:pPr>
              <w:jc w:val="right"/>
              <w:rPr>
                <w:b/>
                <w:bCs/>
              </w:rPr>
            </w:pPr>
            <w:r w:rsidRPr="00472F61">
              <w:rPr>
                <w:b/>
                <w:bCs/>
              </w:rPr>
              <w:t>18</w:t>
            </w:r>
          </w:p>
        </w:tc>
        <w:tc>
          <w:tcPr>
            <w:tcW w:w="94" w:type="pct"/>
          </w:tcPr>
          <w:p w14:paraId="704AD941" w14:textId="77777777" w:rsidR="00024815" w:rsidRPr="00472F61" w:rsidRDefault="00024815" w:rsidP="00024815">
            <w:pPr>
              <w:jc w:val="right"/>
              <w:rPr>
                <w:b/>
                <w:bCs/>
              </w:rPr>
            </w:pPr>
          </w:p>
        </w:tc>
        <w:tc>
          <w:tcPr>
            <w:tcW w:w="544" w:type="pct"/>
            <w:tcBorders>
              <w:top w:val="single" w:sz="4" w:space="0" w:color="auto"/>
              <w:bottom w:val="double" w:sz="4" w:space="0" w:color="auto"/>
            </w:tcBorders>
          </w:tcPr>
          <w:p w14:paraId="027D7DB1" w14:textId="77777777" w:rsidR="00024815" w:rsidRPr="00472F61" w:rsidRDefault="00024815" w:rsidP="00024815">
            <w:pPr>
              <w:jc w:val="right"/>
              <w:rPr>
                <w:b/>
                <w:bCs/>
              </w:rPr>
            </w:pPr>
            <w:r w:rsidRPr="00472F61">
              <w:rPr>
                <w:b/>
                <w:bCs/>
              </w:rPr>
              <w:t>76</w:t>
            </w:r>
          </w:p>
        </w:tc>
        <w:tc>
          <w:tcPr>
            <w:tcW w:w="96" w:type="pct"/>
          </w:tcPr>
          <w:p w14:paraId="234B9225" w14:textId="77777777" w:rsidR="00024815" w:rsidRPr="00472F61" w:rsidRDefault="00024815" w:rsidP="00024815">
            <w:pPr>
              <w:jc w:val="right"/>
              <w:rPr>
                <w:b/>
                <w:bCs/>
              </w:rPr>
            </w:pPr>
          </w:p>
        </w:tc>
        <w:tc>
          <w:tcPr>
            <w:tcW w:w="522" w:type="pct"/>
            <w:tcBorders>
              <w:top w:val="single" w:sz="4" w:space="0" w:color="auto"/>
              <w:bottom w:val="double" w:sz="4" w:space="0" w:color="auto"/>
            </w:tcBorders>
          </w:tcPr>
          <w:p w14:paraId="25325AAE" w14:textId="77777777" w:rsidR="00024815" w:rsidRPr="00472F61" w:rsidRDefault="00024815" w:rsidP="00024815">
            <w:pPr>
              <w:jc w:val="right"/>
              <w:rPr>
                <w:b/>
                <w:bCs/>
              </w:rPr>
            </w:pPr>
            <w:r w:rsidRPr="00472F61">
              <w:rPr>
                <w:b/>
                <w:bCs/>
              </w:rPr>
              <w:t>305</w:t>
            </w:r>
          </w:p>
        </w:tc>
        <w:tc>
          <w:tcPr>
            <w:tcW w:w="94" w:type="pct"/>
          </w:tcPr>
          <w:p w14:paraId="17CD8966" w14:textId="77777777" w:rsidR="00024815" w:rsidRPr="00472F61" w:rsidRDefault="00024815" w:rsidP="00024815">
            <w:pPr>
              <w:jc w:val="right"/>
              <w:rPr>
                <w:b/>
                <w:bCs/>
              </w:rPr>
            </w:pPr>
          </w:p>
        </w:tc>
        <w:tc>
          <w:tcPr>
            <w:tcW w:w="535" w:type="pct"/>
            <w:tcBorders>
              <w:top w:val="single" w:sz="4" w:space="0" w:color="auto"/>
              <w:bottom w:val="double" w:sz="4" w:space="0" w:color="auto"/>
            </w:tcBorders>
          </w:tcPr>
          <w:p w14:paraId="431CCCC5" w14:textId="77777777" w:rsidR="00024815" w:rsidRPr="00472F61" w:rsidRDefault="00024815" w:rsidP="00024815">
            <w:pPr>
              <w:jc w:val="right"/>
              <w:rPr>
                <w:b/>
                <w:bCs/>
              </w:rPr>
            </w:pPr>
            <w:r w:rsidRPr="00472F61">
              <w:rPr>
                <w:b/>
                <w:bCs/>
              </w:rPr>
              <w:t>376</w:t>
            </w:r>
          </w:p>
        </w:tc>
        <w:tc>
          <w:tcPr>
            <w:tcW w:w="95" w:type="pct"/>
          </w:tcPr>
          <w:p w14:paraId="42E87CAE" w14:textId="77777777" w:rsidR="00024815" w:rsidRPr="00472F61" w:rsidRDefault="00024815" w:rsidP="00024815">
            <w:pPr>
              <w:jc w:val="right"/>
              <w:rPr>
                <w:b/>
                <w:bCs/>
              </w:rPr>
            </w:pPr>
          </w:p>
        </w:tc>
        <w:tc>
          <w:tcPr>
            <w:tcW w:w="527" w:type="pct"/>
            <w:tcBorders>
              <w:top w:val="single" w:sz="4" w:space="0" w:color="auto"/>
              <w:bottom w:val="double" w:sz="4" w:space="0" w:color="auto"/>
            </w:tcBorders>
          </w:tcPr>
          <w:p w14:paraId="6C03F441" w14:textId="77777777" w:rsidR="00024815" w:rsidRPr="00472F61" w:rsidRDefault="00024815" w:rsidP="00024815">
            <w:pPr>
              <w:jc w:val="right"/>
              <w:rPr>
                <w:b/>
                <w:bCs/>
              </w:rPr>
            </w:pPr>
            <w:r w:rsidRPr="00472F61">
              <w:rPr>
                <w:b/>
                <w:bCs/>
              </w:rPr>
              <w:t>323</w:t>
            </w:r>
          </w:p>
        </w:tc>
        <w:tc>
          <w:tcPr>
            <w:tcW w:w="95" w:type="pct"/>
          </w:tcPr>
          <w:p w14:paraId="6EBE41AB" w14:textId="77777777" w:rsidR="00024815" w:rsidRPr="00472F61" w:rsidRDefault="00024815" w:rsidP="00024815">
            <w:pPr>
              <w:jc w:val="right"/>
              <w:rPr>
                <w:b/>
                <w:bCs/>
              </w:rPr>
            </w:pPr>
          </w:p>
        </w:tc>
        <w:tc>
          <w:tcPr>
            <w:tcW w:w="533" w:type="pct"/>
            <w:tcBorders>
              <w:top w:val="single" w:sz="4" w:space="0" w:color="auto"/>
              <w:bottom w:val="double" w:sz="4" w:space="0" w:color="auto"/>
            </w:tcBorders>
          </w:tcPr>
          <w:p w14:paraId="13EA383B" w14:textId="77777777" w:rsidR="00024815" w:rsidRPr="00472F61" w:rsidRDefault="00024815" w:rsidP="00024815">
            <w:pPr>
              <w:jc w:val="right"/>
              <w:rPr>
                <w:b/>
                <w:bCs/>
              </w:rPr>
            </w:pPr>
            <w:r w:rsidRPr="00472F61">
              <w:rPr>
                <w:b/>
                <w:bCs/>
              </w:rPr>
              <w:t>452</w:t>
            </w:r>
          </w:p>
        </w:tc>
      </w:tr>
    </w:tbl>
    <w:p w14:paraId="7D40B958" w14:textId="77777777" w:rsidR="00B74E9E" w:rsidRPr="00472F61" w:rsidRDefault="00B74E9E" w:rsidP="00EA2207">
      <w:pPr>
        <w:spacing w:line="240" w:lineRule="atLeast"/>
        <w:ind w:left="540"/>
        <w:jc w:val="thaiDistribute"/>
        <w:rPr>
          <w:szCs w:val="22"/>
          <w:lang w:val="en-AU"/>
        </w:rPr>
      </w:pPr>
    </w:p>
    <w:p w14:paraId="37136253" w14:textId="77777777" w:rsidR="00EA2207" w:rsidRPr="00472F61" w:rsidRDefault="00EA2207" w:rsidP="00EA2207">
      <w:pPr>
        <w:spacing w:line="240" w:lineRule="atLeast"/>
        <w:ind w:left="540"/>
        <w:jc w:val="thaiDistribute"/>
        <w:rPr>
          <w:b/>
          <w:bCs/>
          <w:i/>
          <w:iCs/>
        </w:rPr>
      </w:pPr>
      <w:r w:rsidRPr="00472F61">
        <w:rPr>
          <w:b/>
          <w:bCs/>
          <w:i/>
          <w:iCs/>
        </w:rPr>
        <w:t>Reconciliations of reportable segment profit or loss</w:t>
      </w:r>
    </w:p>
    <w:p w14:paraId="7DAFDFA4" w14:textId="77777777" w:rsidR="00EA2207" w:rsidRPr="00472F61" w:rsidRDefault="00EA2207" w:rsidP="00EA2207">
      <w:pPr>
        <w:spacing w:line="240" w:lineRule="atLeast"/>
        <w:ind w:left="605"/>
        <w:jc w:val="thaiDistribute"/>
        <w:rPr>
          <w:szCs w:val="22"/>
          <w:lang w:val="en-US" w:bidi="th-TH"/>
        </w:rPr>
      </w:pPr>
    </w:p>
    <w:tbl>
      <w:tblPr>
        <w:tblW w:w="9433" w:type="dxa"/>
        <w:tblInd w:w="450" w:type="dxa"/>
        <w:tblLayout w:type="fixed"/>
        <w:tblCellMar>
          <w:left w:w="79" w:type="dxa"/>
          <w:right w:w="79" w:type="dxa"/>
        </w:tblCellMar>
        <w:tblLook w:val="0000" w:firstRow="0" w:lastRow="0" w:firstColumn="0" w:lastColumn="0" w:noHBand="0" w:noVBand="0"/>
      </w:tblPr>
      <w:tblGrid>
        <w:gridCol w:w="6660"/>
        <w:gridCol w:w="1260"/>
        <w:gridCol w:w="270"/>
        <w:gridCol w:w="1243"/>
      </w:tblGrid>
      <w:tr w:rsidR="00EA2207" w:rsidRPr="00472F61" w14:paraId="721F2651" w14:textId="77777777" w:rsidTr="00B23BAF">
        <w:trPr>
          <w:cantSplit/>
          <w:trHeight w:val="263"/>
          <w:tblHeader/>
        </w:trPr>
        <w:tc>
          <w:tcPr>
            <w:tcW w:w="6660" w:type="dxa"/>
          </w:tcPr>
          <w:p w14:paraId="5F23A072" w14:textId="77777777" w:rsidR="00EA2207" w:rsidRPr="00472F61" w:rsidRDefault="00EA2207" w:rsidP="00EA2207">
            <w:pPr>
              <w:pStyle w:val="acctfourfigures"/>
              <w:spacing w:line="240" w:lineRule="atLeast"/>
              <w:rPr>
                <w:b/>
                <w:bCs/>
                <w:i/>
                <w:iCs/>
                <w:szCs w:val="22"/>
              </w:rPr>
            </w:pPr>
            <w:r w:rsidRPr="00472F61">
              <w:rPr>
                <w:b/>
                <w:bCs/>
                <w:i/>
                <w:iCs/>
                <w:szCs w:val="22"/>
              </w:rPr>
              <w:t xml:space="preserve">For the three-month period ended </w:t>
            </w:r>
            <w:r w:rsidR="007D4E29" w:rsidRPr="00472F61">
              <w:rPr>
                <w:b/>
                <w:bCs/>
                <w:i/>
                <w:iCs/>
                <w:szCs w:val="22"/>
              </w:rPr>
              <w:t>31 March</w:t>
            </w:r>
          </w:p>
        </w:tc>
        <w:tc>
          <w:tcPr>
            <w:tcW w:w="1260" w:type="dxa"/>
          </w:tcPr>
          <w:p w14:paraId="74CF17A4" w14:textId="77777777" w:rsidR="00EA2207" w:rsidRPr="00472F61" w:rsidRDefault="007D4E29" w:rsidP="00EA2207">
            <w:pPr>
              <w:pStyle w:val="acctmergecolhdg"/>
              <w:spacing w:line="240" w:lineRule="atLeast"/>
              <w:rPr>
                <w:b w:val="0"/>
                <w:bCs/>
                <w:szCs w:val="22"/>
              </w:rPr>
            </w:pPr>
            <w:r w:rsidRPr="00472F61">
              <w:rPr>
                <w:b w:val="0"/>
                <w:bCs/>
                <w:szCs w:val="22"/>
              </w:rPr>
              <w:t>202</w:t>
            </w:r>
            <w:r w:rsidR="00B9100F" w:rsidRPr="00472F61">
              <w:rPr>
                <w:b w:val="0"/>
                <w:bCs/>
                <w:szCs w:val="22"/>
              </w:rPr>
              <w:t>1</w:t>
            </w:r>
          </w:p>
        </w:tc>
        <w:tc>
          <w:tcPr>
            <w:tcW w:w="270" w:type="dxa"/>
          </w:tcPr>
          <w:p w14:paraId="47CAF3CD" w14:textId="77777777" w:rsidR="00EA2207" w:rsidRPr="00472F61" w:rsidRDefault="00EA2207" w:rsidP="00EA2207">
            <w:pPr>
              <w:pStyle w:val="acctmergecolhdg"/>
              <w:spacing w:line="240" w:lineRule="atLeast"/>
              <w:rPr>
                <w:b w:val="0"/>
                <w:bCs/>
                <w:szCs w:val="22"/>
              </w:rPr>
            </w:pPr>
          </w:p>
        </w:tc>
        <w:tc>
          <w:tcPr>
            <w:tcW w:w="1243" w:type="dxa"/>
          </w:tcPr>
          <w:p w14:paraId="4FF7D7D0" w14:textId="77777777" w:rsidR="00EA2207" w:rsidRPr="00472F61" w:rsidRDefault="007D4E29" w:rsidP="00EA2207">
            <w:pPr>
              <w:pStyle w:val="acctmergecolhdg"/>
              <w:spacing w:line="240" w:lineRule="atLeast"/>
              <w:rPr>
                <w:b w:val="0"/>
                <w:bCs/>
                <w:szCs w:val="28"/>
                <w:cs/>
                <w:lang w:bidi="th-TH"/>
              </w:rPr>
            </w:pPr>
            <w:r w:rsidRPr="00472F61">
              <w:rPr>
                <w:b w:val="0"/>
                <w:bCs/>
                <w:szCs w:val="22"/>
              </w:rPr>
              <w:t>20</w:t>
            </w:r>
            <w:r w:rsidR="00B9100F" w:rsidRPr="00472F61">
              <w:rPr>
                <w:b w:val="0"/>
                <w:bCs/>
                <w:szCs w:val="22"/>
              </w:rPr>
              <w:t>20</w:t>
            </w:r>
          </w:p>
        </w:tc>
      </w:tr>
      <w:tr w:rsidR="00EA2207" w:rsidRPr="00472F61" w14:paraId="6F8DF580" w14:textId="77777777" w:rsidTr="00B23BAF">
        <w:trPr>
          <w:cantSplit/>
          <w:trHeight w:val="263"/>
        </w:trPr>
        <w:tc>
          <w:tcPr>
            <w:tcW w:w="6660" w:type="dxa"/>
          </w:tcPr>
          <w:p w14:paraId="300DF6E0" w14:textId="77777777" w:rsidR="00EA2207" w:rsidRPr="00472F61" w:rsidRDefault="00EA2207" w:rsidP="00EA2207">
            <w:pPr>
              <w:spacing w:line="240" w:lineRule="atLeast"/>
              <w:rPr>
                <w:szCs w:val="22"/>
                <w:lang w:val="en-US" w:bidi="th-TH"/>
              </w:rPr>
            </w:pPr>
          </w:p>
        </w:tc>
        <w:tc>
          <w:tcPr>
            <w:tcW w:w="2773" w:type="dxa"/>
            <w:gridSpan w:val="3"/>
            <w:vAlign w:val="bottom"/>
          </w:tcPr>
          <w:p w14:paraId="22C4B62F" w14:textId="77777777" w:rsidR="00EA2207" w:rsidRPr="00472F61" w:rsidRDefault="00EA2207" w:rsidP="00EA2207">
            <w:pPr>
              <w:pStyle w:val="acctfourfigures"/>
              <w:tabs>
                <w:tab w:val="clear" w:pos="765"/>
                <w:tab w:val="decimal" w:pos="731"/>
              </w:tabs>
              <w:spacing w:line="240" w:lineRule="atLeast"/>
              <w:ind w:right="11"/>
              <w:jc w:val="center"/>
              <w:rPr>
                <w:szCs w:val="22"/>
              </w:rPr>
            </w:pPr>
            <w:r w:rsidRPr="00472F61">
              <w:rPr>
                <w:i/>
                <w:iCs/>
                <w:szCs w:val="22"/>
              </w:rPr>
              <w:t>(</w:t>
            </w:r>
            <w:r w:rsidRPr="00472F61">
              <w:rPr>
                <w:i/>
                <w:iCs/>
                <w:szCs w:val="22"/>
                <w:lang w:val="en-US"/>
              </w:rPr>
              <w:t xml:space="preserve">in </w:t>
            </w:r>
            <w:r w:rsidR="00024815" w:rsidRPr="00472F61">
              <w:rPr>
                <w:i/>
                <w:iCs/>
                <w:szCs w:val="22"/>
              </w:rPr>
              <w:t>million</w:t>
            </w:r>
            <w:r w:rsidRPr="00472F61">
              <w:rPr>
                <w:i/>
                <w:iCs/>
                <w:szCs w:val="22"/>
              </w:rPr>
              <w:t xml:space="preserve"> Baht)</w:t>
            </w:r>
          </w:p>
        </w:tc>
      </w:tr>
      <w:tr w:rsidR="00EA2207" w:rsidRPr="00472F61" w14:paraId="36D00797" w14:textId="77777777" w:rsidTr="00B23BAF">
        <w:trPr>
          <w:cantSplit/>
          <w:trHeight w:val="276"/>
        </w:trPr>
        <w:tc>
          <w:tcPr>
            <w:tcW w:w="6660" w:type="dxa"/>
          </w:tcPr>
          <w:p w14:paraId="341013D4" w14:textId="77777777" w:rsidR="00EA2207" w:rsidRPr="00472F61" w:rsidRDefault="00EA2207" w:rsidP="00EA2207">
            <w:pPr>
              <w:spacing w:line="240" w:lineRule="atLeast"/>
              <w:ind w:left="180" w:hanging="180"/>
              <w:rPr>
                <w:b/>
                <w:szCs w:val="22"/>
              </w:rPr>
            </w:pPr>
            <w:r w:rsidRPr="00472F61">
              <w:rPr>
                <w:b/>
                <w:szCs w:val="22"/>
              </w:rPr>
              <w:t>Profit or loss</w:t>
            </w:r>
          </w:p>
        </w:tc>
        <w:tc>
          <w:tcPr>
            <w:tcW w:w="1260" w:type="dxa"/>
            <w:vAlign w:val="bottom"/>
          </w:tcPr>
          <w:p w14:paraId="67D58E3F" w14:textId="77777777" w:rsidR="00EA2207" w:rsidRPr="00472F61" w:rsidRDefault="00EA2207" w:rsidP="00EA2207">
            <w:pPr>
              <w:pStyle w:val="acctfourfigures"/>
              <w:shd w:val="clear" w:color="auto" w:fill="FFFFFF"/>
              <w:tabs>
                <w:tab w:val="clear" w:pos="765"/>
                <w:tab w:val="decimal" w:pos="822"/>
              </w:tabs>
              <w:spacing w:line="240" w:lineRule="atLeast"/>
              <w:ind w:left="-79" w:right="-79"/>
              <w:rPr>
                <w:szCs w:val="22"/>
                <w:cs/>
                <w:lang w:bidi="th-TH"/>
              </w:rPr>
            </w:pPr>
          </w:p>
        </w:tc>
        <w:tc>
          <w:tcPr>
            <w:tcW w:w="270" w:type="dxa"/>
            <w:vAlign w:val="bottom"/>
          </w:tcPr>
          <w:p w14:paraId="06BEE5C0" w14:textId="77777777" w:rsidR="00EA2207" w:rsidRPr="00472F61" w:rsidRDefault="00EA2207" w:rsidP="00EA2207">
            <w:pPr>
              <w:pStyle w:val="acctfourfigures"/>
              <w:shd w:val="clear" w:color="auto" w:fill="FFFFFF"/>
              <w:spacing w:line="240" w:lineRule="atLeast"/>
              <w:ind w:left="-79" w:right="-79"/>
              <w:rPr>
                <w:szCs w:val="22"/>
              </w:rPr>
            </w:pPr>
          </w:p>
        </w:tc>
        <w:tc>
          <w:tcPr>
            <w:tcW w:w="1243" w:type="dxa"/>
            <w:vAlign w:val="bottom"/>
          </w:tcPr>
          <w:p w14:paraId="6480A893" w14:textId="77777777" w:rsidR="00EA2207" w:rsidRPr="00472F61" w:rsidRDefault="00EA2207" w:rsidP="00EA2207">
            <w:pPr>
              <w:pStyle w:val="acctfourfigures"/>
              <w:shd w:val="clear" w:color="auto" w:fill="FFFFFF"/>
              <w:tabs>
                <w:tab w:val="clear" w:pos="765"/>
                <w:tab w:val="decimal" w:pos="737"/>
              </w:tabs>
              <w:spacing w:line="240" w:lineRule="atLeast"/>
              <w:ind w:left="-79" w:right="-79"/>
              <w:rPr>
                <w:szCs w:val="22"/>
              </w:rPr>
            </w:pPr>
          </w:p>
        </w:tc>
      </w:tr>
      <w:tr w:rsidR="00024815" w:rsidRPr="00472F61" w14:paraId="1B0C4484" w14:textId="77777777" w:rsidTr="00B23BAF">
        <w:trPr>
          <w:cantSplit/>
          <w:trHeight w:val="263"/>
        </w:trPr>
        <w:tc>
          <w:tcPr>
            <w:tcW w:w="6660" w:type="dxa"/>
          </w:tcPr>
          <w:p w14:paraId="65BFECD1" w14:textId="77777777" w:rsidR="00024815" w:rsidRPr="00472F61" w:rsidRDefault="00024815" w:rsidP="00024815">
            <w:pPr>
              <w:spacing w:line="240" w:lineRule="atLeast"/>
              <w:ind w:left="180" w:hanging="180"/>
              <w:rPr>
                <w:szCs w:val="22"/>
              </w:rPr>
            </w:pPr>
            <w:r w:rsidRPr="00472F61">
              <w:rPr>
                <w:szCs w:val="22"/>
              </w:rPr>
              <w:t>Total profit before income tax for reportable segments</w:t>
            </w:r>
          </w:p>
        </w:tc>
        <w:tc>
          <w:tcPr>
            <w:tcW w:w="1260" w:type="dxa"/>
          </w:tcPr>
          <w:p w14:paraId="0EECFA47" w14:textId="77777777" w:rsidR="00024815" w:rsidRPr="00472F61" w:rsidRDefault="00024815" w:rsidP="004F35C1">
            <w:pPr>
              <w:ind w:right="100"/>
              <w:jc w:val="right"/>
            </w:pPr>
            <w:r w:rsidRPr="00472F61">
              <w:t>287</w:t>
            </w:r>
          </w:p>
        </w:tc>
        <w:tc>
          <w:tcPr>
            <w:tcW w:w="270" w:type="dxa"/>
          </w:tcPr>
          <w:p w14:paraId="344A1BEF" w14:textId="77777777" w:rsidR="00024815" w:rsidRPr="00472F61" w:rsidRDefault="00024815" w:rsidP="00024815">
            <w:pPr>
              <w:jc w:val="right"/>
            </w:pPr>
          </w:p>
        </w:tc>
        <w:tc>
          <w:tcPr>
            <w:tcW w:w="1243" w:type="dxa"/>
          </w:tcPr>
          <w:p w14:paraId="1A1E64C3" w14:textId="77777777" w:rsidR="00024815" w:rsidRPr="00472F61" w:rsidRDefault="00024815" w:rsidP="004F35C1">
            <w:pPr>
              <w:ind w:right="80"/>
              <w:jc w:val="right"/>
            </w:pPr>
            <w:r w:rsidRPr="00472F61">
              <w:t>389</w:t>
            </w:r>
          </w:p>
        </w:tc>
      </w:tr>
      <w:tr w:rsidR="00024815" w:rsidRPr="00472F61" w14:paraId="055B9ED5" w14:textId="77777777" w:rsidTr="00B23BAF">
        <w:trPr>
          <w:cantSplit/>
          <w:trHeight w:val="263"/>
        </w:trPr>
        <w:tc>
          <w:tcPr>
            <w:tcW w:w="6660" w:type="dxa"/>
          </w:tcPr>
          <w:p w14:paraId="40AD2DDB" w14:textId="77777777" w:rsidR="00024815" w:rsidRPr="00472F61" w:rsidRDefault="00024815" w:rsidP="00024815">
            <w:pPr>
              <w:spacing w:line="240" w:lineRule="atLeast"/>
              <w:ind w:left="180" w:hanging="180"/>
              <w:rPr>
                <w:szCs w:val="22"/>
              </w:rPr>
            </w:pPr>
            <w:r w:rsidRPr="00472F61">
              <w:rPr>
                <w:szCs w:val="22"/>
              </w:rPr>
              <w:t>Other profit</w:t>
            </w:r>
          </w:p>
        </w:tc>
        <w:tc>
          <w:tcPr>
            <w:tcW w:w="1260" w:type="dxa"/>
            <w:tcBorders>
              <w:bottom w:val="single" w:sz="4" w:space="0" w:color="auto"/>
            </w:tcBorders>
          </w:tcPr>
          <w:p w14:paraId="4EC50359" w14:textId="77777777" w:rsidR="00024815" w:rsidRPr="00472F61" w:rsidRDefault="00024815" w:rsidP="004F35C1">
            <w:pPr>
              <w:ind w:right="100"/>
              <w:jc w:val="right"/>
            </w:pPr>
            <w:r w:rsidRPr="00472F61">
              <w:t>25</w:t>
            </w:r>
          </w:p>
        </w:tc>
        <w:tc>
          <w:tcPr>
            <w:tcW w:w="270" w:type="dxa"/>
          </w:tcPr>
          <w:p w14:paraId="771E5089" w14:textId="77777777" w:rsidR="00024815" w:rsidRPr="00472F61" w:rsidRDefault="00024815" w:rsidP="00024815">
            <w:pPr>
              <w:jc w:val="right"/>
            </w:pPr>
          </w:p>
        </w:tc>
        <w:tc>
          <w:tcPr>
            <w:tcW w:w="1243" w:type="dxa"/>
            <w:tcBorders>
              <w:bottom w:val="single" w:sz="4" w:space="0" w:color="auto"/>
            </w:tcBorders>
          </w:tcPr>
          <w:p w14:paraId="6104847D" w14:textId="77777777" w:rsidR="00024815" w:rsidRPr="00472F61" w:rsidRDefault="00024815" w:rsidP="004F35C1">
            <w:pPr>
              <w:ind w:right="80"/>
              <w:jc w:val="right"/>
            </w:pPr>
            <w:r w:rsidRPr="00472F61">
              <w:t>27</w:t>
            </w:r>
          </w:p>
        </w:tc>
      </w:tr>
      <w:tr w:rsidR="00024815" w:rsidRPr="00472F61" w14:paraId="08704A50" w14:textId="77777777" w:rsidTr="00B23BAF">
        <w:trPr>
          <w:cantSplit/>
          <w:trHeight w:val="263"/>
        </w:trPr>
        <w:tc>
          <w:tcPr>
            <w:tcW w:w="6660" w:type="dxa"/>
          </w:tcPr>
          <w:p w14:paraId="26E908AE" w14:textId="77777777" w:rsidR="00024815" w:rsidRPr="00472F61" w:rsidRDefault="00024815" w:rsidP="00024815">
            <w:pPr>
              <w:pStyle w:val="acctfourfigures"/>
              <w:tabs>
                <w:tab w:val="clear" w:pos="765"/>
              </w:tabs>
              <w:spacing w:line="240" w:lineRule="atLeast"/>
              <w:ind w:right="11"/>
              <w:rPr>
                <w:bCs/>
                <w:szCs w:val="22"/>
              </w:rPr>
            </w:pPr>
          </w:p>
        </w:tc>
        <w:tc>
          <w:tcPr>
            <w:tcW w:w="1260" w:type="dxa"/>
            <w:tcBorders>
              <w:top w:val="single" w:sz="4" w:space="0" w:color="auto"/>
            </w:tcBorders>
          </w:tcPr>
          <w:p w14:paraId="54FEB0A2" w14:textId="1BE8CA21" w:rsidR="00024815" w:rsidRPr="00472F61" w:rsidRDefault="00024815" w:rsidP="004F35C1">
            <w:pPr>
              <w:ind w:right="100"/>
              <w:jc w:val="right"/>
            </w:pPr>
            <w:r w:rsidRPr="00472F61">
              <w:t>31</w:t>
            </w:r>
            <w:r w:rsidR="00BF412B" w:rsidRPr="00472F61">
              <w:t>2</w:t>
            </w:r>
          </w:p>
        </w:tc>
        <w:tc>
          <w:tcPr>
            <w:tcW w:w="270" w:type="dxa"/>
          </w:tcPr>
          <w:p w14:paraId="49CB243F" w14:textId="77777777" w:rsidR="00024815" w:rsidRPr="00472F61" w:rsidRDefault="00024815" w:rsidP="00024815">
            <w:pPr>
              <w:jc w:val="right"/>
            </w:pPr>
          </w:p>
        </w:tc>
        <w:tc>
          <w:tcPr>
            <w:tcW w:w="1243" w:type="dxa"/>
            <w:tcBorders>
              <w:top w:val="single" w:sz="4" w:space="0" w:color="auto"/>
            </w:tcBorders>
          </w:tcPr>
          <w:p w14:paraId="113A6639" w14:textId="77777777" w:rsidR="00024815" w:rsidRPr="00472F61" w:rsidRDefault="00024815" w:rsidP="004F35C1">
            <w:pPr>
              <w:ind w:right="80"/>
              <w:jc w:val="right"/>
            </w:pPr>
            <w:r w:rsidRPr="00472F61">
              <w:t xml:space="preserve">        416</w:t>
            </w:r>
          </w:p>
        </w:tc>
      </w:tr>
      <w:tr w:rsidR="00024815" w:rsidRPr="00472F61" w14:paraId="4A3A77DB" w14:textId="77777777" w:rsidTr="00B23BAF">
        <w:trPr>
          <w:cantSplit/>
          <w:trHeight w:val="263"/>
        </w:trPr>
        <w:tc>
          <w:tcPr>
            <w:tcW w:w="6660" w:type="dxa"/>
          </w:tcPr>
          <w:p w14:paraId="56DF9BFA" w14:textId="77777777" w:rsidR="00024815" w:rsidRPr="00472F61" w:rsidRDefault="00024815" w:rsidP="00024815">
            <w:pPr>
              <w:pStyle w:val="acctfourfigures"/>
              <w:tabs>
                <w:tab w:val="clear" w:pos="765"/>
              </w:tabs>
              <w:spacing w:line="240" w:lineRule="atLeast"/>
              <w:ind w:right="11"/>
              <w:rPr>
                <w:bCs/>
                <w:szCs w:val="22"/>
              </w:rPr>
            </w:pPr>
            <w:r w:rsidRPr="00472F61">
              <w:rPr>
                <w:bCs/>
                <w:szCs w:val="22"/>
              </w:rPr>
              <w:t>Elimination of inter-segment profits</w:t>
            </w:r>
          </w:p>
        </w:tc>
        <w:tc>
          <w:tcPr>
            <w:tcW w:w="1260" w:type="dxa"/>
          </w:tcPr>
          <w:p w14:paraId="5B6FB982" w14:textId="77777777" w:rsidR="00024815" w:rsidRPr="00472F61" w:rsidRDefault="00024815" w:rsidP="004F35C1">
            <w:pPr>
              <w:ind w:right="10"/>
              <w:jc w:val="right"/>
            </w:pPr>
            <w:r w:rsidRPr="00472F61">
              <w:t>(18)</w:t>
            </w:r>
          </w:p>
        </w:tc>
        <w:tc>
          <w:tcPr>
            <w:tcW w:w="270" w:type="dxa"/>
          </w:tcPr>
          <w:p w14:paraId="682C9B72" w14:textId="77777777" w:rsidR="00024815" w:rsidRPr="00472F61" w:rsidRDefault="00024815" w:rsidP="00024815">
            <w:pPr>
              <w:jc w:val="right"/>
            </w:pPr>
          </w:p>
        </w:tc>
        <w:tc>
          <w:tcPr>
            <w:tcW w:w="1243" w:type="dxa"/>
          </w:tcPr>
          <w:p w14:paraId="125461D9" w14:textId="77777777" w:rsidR="00024815" w:rsidRPr="00472F61" w:rsidRDefault="00024815" w:rsidP="00024815">
            <w:pPr>
              <w:jc w:val="right"/>
            </w:pPr>
            <w:r w:rsidRPr="00472F61">
              <w:t>(39)</w:t>
            </w:r>
          </w:p>
        </w:tc>
      </w:tr>
      <w:tr w:rsidR="00024815" w:rsidRPr="00472F61" w14:paraId="12DB46D9" w14:textId="77777777" w:rsidTr="00AB01A4">
        <w:trPr>
          <w:cantSplit/>
          <w:trHeight w:val="540"/>
        </w:trPr>
        <w:tc>
          <w:tcPr>
            <w:tcW w:w="6660" w:type="dxa"/>
          </w:tcPr>
          <w:p w14:paraId="4014E4F9" w14:textId="77777777" w:rsidR="00024815" w:rsidRPr="00472F61" w:rsidRDefault="00024815" w:rsidP="00024815">
            <w:pPr>
              <w:pStyle w:val="acctfourfigures"/>
              <w:tabs>
                <w:tab w:val="clear" w:pos="765"/>
              </w:tabs>
              <w:spacing w:line="240" w:lineRule="atLeast"/>
              <w:ind w:left="191" w:right="11" w:hanging="191"/>
              <w:rPr>
                <w:bCs/>
                <w:szCs w:val="22"/>
              </w:rPr>
            </w:pPr>
            <w:r w:rsidRPr="00472F61">
              <w:rPr>
                <w:bCs/>
                <w:szCs w:val="22"/>
              </w:rPr>
              <w:t>Unallocated amounts:</w:t>
            </w:r>
          </w:p>
          <w:p w14:paraId="7CA10B2E" w14:textId="77777777" w:rsidR="00024815" w:rsidRPr="00472F61" w:rsidRDefault="00024815" w:rsidP="00024815">
            <w:pPr>
              <w:pStyle w:val="acctfourfigures"/>
              <w:tabs>
                <w:tab w:val="clear" w:pos="765"/>
              </w:tabs>
              <w:spacing w:line="240" w:lineRule="atLeast"/>
              <w:ind w:left="191" w:right="11" w:hanging="191"/>
              <w:rPr>
                <w:bCs/>
                <w:szCs w:val="22"/>
              </w:rPr>
            </w:pPr>
            <w:r w:rsidRPr="00472F61">
              <w:rPr>
                <w:bCs/>
                <w:szCs w:val="22"/>
              </w:rPr>
              <w:t>- Gain (loss) on changes in fair value of investment properties</w:t>
            </w:r>
          </w:p>
        </w:tc>
        <w:tc>
          <w:tcPr>
            <w:tcW w:w="1260" w:type="dxa"/>
          </w:tcPr>
          <w:p w14:paraId="4936E509" w14:textId="77777777" w:rsidR="00024815" w:rsidRPr="00472F61" w:rsidRDefault="00024815" w:rsidP="00024815">
            <w:pPr>
              <w:jc w:val="right"/>
            </w:pPr>
          </w:p>
          <w:p w14:paraId="59FD77E3" w14:textId="77777777" w:rsidR="00024815" w:rsidRPr="00472F61" w:rsidRDefault="00024815" w:rsidP="004F35C1">
            <w:pPr>
              <w:ind w:right="100"/>
              <w:jc w:val="right"/>
            </w:pPr>
            <w:r w:rsidRPr="00472F61">
              <w:t>35</w:t>
            </w:r>
          </w:p>
        </w:tc>
        <w:tc>
          <w:tcPr>
            <w:tcW w:w="270" w:type="dxa"/>
          </w:tcPr>
          <w:p w14:paraId="6BED35B3" w14:textId="77777777" w:rsidR="00024815" w:rsidRPr="00472F61" w:rsidRDefault="00024815" w:rsidP="00024815">
            <w:pPr>
              <w:jc w:val="right"/>
            </w:pPr>
          </w:p>
        </w:tc>
        <w:tc>
          <w:tcPr>
            <w:tcW w:w="1243" w:type="dxa"/>
          </w:tcPr>
          <w:p w14:paraId="063205FF" w14:textId="77777777" w:rsidR="00024815" w:rsidRPr="00472F61" w:rsidRDefault="00024815" w:rsidP="00024815">
            <w:pPr>
              <w:jc w:val="right"/>
            </w:pPr>
          </w:p>
          <w:p w14:paraId="481CC5C1" w14:textId="77777777" w:rsidR="00024815" w:rsidRPr="00472F61" w:rsidRDefault="00024815" w:rsidP="004F35C1">
            <w:pPr>
              <w:jc w:val="right"/>
            </w:pPr>
            <w:r w:rsidRPr="00472F61">
              <w:t>(91)</w:t>
            </w:r>
          </w:p>
        </w:tc>
      </w:tr>
      <w:tr w:rsidR="00024815" w:rsidRPr="00472F61" w14:paraId="27F5B020" w14:textId="77777777" w:rsidTr="00B23BAF">
        <w:trPr>
          <w:cantSplit/>
          <w:trHeight w:val="263"/>
        </w:trPr>
        <w:tc>
          <w:tcPr>
            <w:tcW w:w="6660" w:type="dxa"/>
          </w:tcPr>
          <w:p w14:paraId="01399C1F" w14:textId="77777777" w:rsidR="00024815" w:rsidRPr="00472F61" w:rsidRDefault="00024815" w:rsidP="00024815">
            <w:pPr>
              <w:pStyle w:val="acctfourfigures"/>
              <w:tabs>
                <w:tab w:val="clear" w:pos="765"/>
              </w:tabs>
              <w:spacing w:line="240" w:lineRule="atLeast"/>
              <w:ind w:left="191" w:right="11" w:hanging="191"/>
              <w:rPr>
                <w:bCs/>
                <w:szCs w:val="22"/>
              </w:rPr>
            </w:pPr>
            <w:r w:rsidRPr="00472F61">
              <w:rPr>
                <w:bCs/>
                <w:szCs w:val="22"/>
              </w:rPr>
              <w:t>- Other corporate expenses</w:t>
            </w:r>
          </w:p>
        </w:tc>
        <w:tc>
          <w:tcPr>
            <w:tcW w:w="1260" w:type="dxa"/>
          </w:tcPr>
          <w:p w14:paraId="1A2707F6" w14:textId="77777777" w:rsidR="00024815" w:rsidRPr="00472F61" w:rsidRDefault="00024815" w:rsidP="004F35C1">
            <w:pPr>
              <w:ind w:right="10"/>
              <w:jc w:val="right"/>
            </w:pPr>
            <w:r w:rsidRPr="00472F61">
              <w:t>(101)</w:t>
            </w:r>
          </w:p>
        </w:tc>
        <w:tc>
          <w:tcPr>
            <w:tcW w:w="270" w:type="dxa"/>
          </w:tcPr>
          <w:p w14:paraId="666932C5" w14:textId="77777777" w:rsidR="00024815" w:rsidRPr="00472F61" w:rsidRDefault="00024815" w:rsidP="00024815">
            <w:pPr>
              <w:jc w:val="right"/>
            </w:pPr>
          </w:p>
        </w:tc>
        <w:tc>
          <w:tcPr>
            <w:tcW w:w="1243" w:type="dxa"/>
          </w:tcPr>
          <w:p w14:paraId="6CCDA311" w14:textId="77777777" w:rsidR="00024815" w:rsidRPr="00472F61" w:rsidRDefault="00024815" w:rsidP="00024815">
            <w:pPr>
              <w:jc w:val="right"/>
            </w:pPr>
            <w:r w:rsidRPr="00472F61">
              <w:t>(129)</w:t>
            </w:r>
          </w:p>
        </w:tc>
      </w:tr>
      <w:tr w:rsidR="00024815" w:rsidRPr="00472F61" w14:paraId="22E39597" w14:textId="77777777" w:rsidTr="00B23BAF">
        <w:trPr>
          <w:cantSplit/>
          <w:trHeight w:val="263"/>
        </w:trPr>
        <w:tc>
          <w:tcPr>
            <w:tcW w:w="6660" w:type="dxa"/>
          </w:tcPr>
          <w:p w14:paraId="1772734D" w14:textId="07D11D26" w:rsidR="00024815" w:rsidRPr="00472F61" w:rsidRDefault="00024815" w:rsidP="00024815">
            <w:pPr>
              <w:pStyle w:val="acctmergecolhdg"/>
              <w:spacing w:line="240" w:lineRule="atLeast"/>
              <w:jc w:val="left"/>
              <w:rPr>
                <w:b w:val="0"/>
                <w:szCs w:val="22"/>
              </w:rPr>
            </w:pPr>
            <w:r w:rsidRPr="00472F61">
              <w:rPr>
                <w:b w:val="0"/>
                <w:szCs w:val="22"/>
              </w:rPr>
              <w:t>- Share of profit of investments in associate</w:t>
            </w:r>
            <w:r w:rsidR="00900A61">
              <w:rPr>
                <w:b w:val="0"/>
                <w:szCs w:val="22"/>
              </w:rPr>
              <w:t>s</w:t>
            </w:r>
            <w:r w:rsidRPr="00472F61">
              <w:rPr>
                <w:b w:val="0"/>
                <w:szCs w:val="22"/>
              </w:rPr>
              <w:t xml:space="preserve"> and joint venture</w:t>
            </w:r>
          </w:p>
        </w:tc>
        <w:tc>
          <w:tcPr>
            <w:tcW w:w="1260" w:type="dxa"/>
            <w:tcBorders>
              <w:bottom w:val="single" w:sz="4" w:space="0" w:color="auto"/>
            </w:tcBorders>
          </w:tcPr>
          <w:p w14:paraId="1CBE02E1" w14:textId="77777777" w:rsidR="00024815" w:rsidRPr="00F95CFC" w:rsidRDefault="00024815" w:rsidP="00F95CFC">
            <w:pPr>
              <w:pStyle w:val="acctfourfigures"/>
              <w:tabs>
                <w:tab w:val="clear" w:pos="765"/>
                <w:tab w:val="decimal" w:pos="1642"/>
              </w:tabs>
              <w:spacing w:line="240" w:lineRule="atLeast"/>
              <w:ind w:right="282"/>
              <w:jc w:val="right"/>
              <w:rPr>
                <w:szCs w:val="22"/>
              </w:rPr>
            </w:pPr>
            <w:r w:rsidRPr="00F95CFC">
              <w:rPr>
                <w:szCs w:val="22"/>
              </w:rPr>
              <w:t>-</w:t>
            </w:r>
          </w:p>
        </w:tc>
        <w:tc>
          <w:tcPr>
            <w:tcW w:w="270" w:type="dxa"/>
          </w:tcPr>
          <w:p w14:paraId="4081242A" w14:textId="77777777" w:rsidR="00024815" w:rsidRPr="00472F61" w:rsidRDefault="00024815" w:rsidP="00024815">
            <w:pPr>
              <w:jc w:val="right"/>
            </w:pPr>
          </w:p>
        </w:tc>
        <w:tc>
          <w:tcPr>
            <w:tcW w:w="1243" w:type="dxa"/>
            <w:tcBorders>
              <w:bottom w:val="single" w:sz="4" w:space="0" w:color="auto"/>
            </w:tcBorders>
          </w:tcPr>
          <w:p w14:paraId="35554277" w14:textId="77777777" w:rsidR="00024815" w:rsidRPr="00472F61" w:rsidRDefault="00024815" w:rsidP="004F35C1">
            <w:pPr>
              <w:ind w:right="80"/>
              <w:jc w:val="right"/>
            </w:pPr>
            <w:r w:rsidRPr="00472F61">
              <w:t>201</w:t>
            </w:r>
          </w:p>
        </w:tc>
      </w:tr>
      <w:tr w:rsidR="00024815" w:rsidRPr="00472F61" w14:paraId="4EA8BEFE" w14:textId="77777777" w:rsidTr="00B23BAF">
        <w:trPr>
          <w:cantSplit/>
          <w:trHeight w:val="263"/>
        </w:trPr>
        <w:tc>
          <w:tcPr>
            <w:tcW w:w="6660" w:type="dxa"/>
          </w:tcPr>
          <w:p w14:paraId="0FEE8AD7" w14:textId="4818B069" w:rsidR="00024815" w:rsidRPr="00472F61" w:rsidRDefault="004F35C1" w:rsidP="00024815">
            <w:pPr>
              <w:pStyle w:val="acctmergecolhdg"/>
              <w:spacing w:line="240" w:lineRule="atLeast"/>
              <w:jc w:val="left"/>
              <w:rPr>
                <w:bCs/>
                <w:szCs w:val="22"/>
              </w:rPr>
            </w:pPr>
            <w:r>
              <w:rPr>
                <w:bCs/>
              </w:rPr>
              <w:t>Total</w:t>
            </w:r>
          </w:p>
        </w:tc>
        <w:tc>
          <w:tcPr>
            <w:tcW w:w="1260" w:type="dxa"/>
            <w:tcBorders>
              <w:top w:val="single" w:sz="4" w:space="0" w:color="auto"/>
              <w:bottom w:val="double" w:sz="4" w:space="0" w:color="auto"/>
            </w:tcBorders>
          </w:tcPr>
          <w:p w14:paraId="4D510A6F" w14:textId="77777777" w:rsidR="00024815" w:rsidRPr="004F35C1" w:rsidRDefault="00024815" w:rsidP="004F35C1">
            <w:pPr>
              <w:ind w:right="100"/>
              <w:jc w:val="right"/>
              <w:rPr>
                <w:b/>
                <w:bCs/>
              </w:rPr>
            </w:pPr>
            <w:r w:rsidRPr="004F35C1">
              <w:rPr>
                <w:b/>
                <w:bCs/>
              </w:rPr>
              <w:t>228</w:t>
            </w:r>
          </w:p>
        </w:tc>
        <w:tc>
          <w:tcPr>
            <w:tcW w:w="270" w:type="dxa"/>
          </w:tcPr>
          <w:p w14:paraId="390A243C" w14:textId="77777777" w:rsidR="00024815" w:rsidRPr="00472F61" w:rsidRDefault="00024815" w:rsidP="00024815">
            <w:pPr>
              <w:jc w:val="right"/>
              <w:rPr>
                <w:b/>
                <w:bCs/>
              </w:rPr>
            </w:pPr>
          </w:p>
        </w:tc>
        <w:tc>
          <w:tcPr>
            <w:tcW w:w="1243" w:type="dxa"/>
            <w:tcBorders>
              <w:top w:val="single" w:sz="4" w:space="0" w:color="auto"/>
              <w:bottom w:val="double" w:sz="4" w:space="0" w:color="auto"/>
            </w:tcBorders>
          </w:tcPr>
          <w:p w14:paraId="551CD874" w14:textId="77777777" w:rsidR="00024815" w:rsidRPr="004F35C1" w:rsidRDefault="00024815" w:rsidP="004F35C1">
            <w:pPr>
              <w:ind w:right="80"/>
              <w:jc w:val="right"/>
              <w:rPr>
                <w:b/>
                <w:bCs/>
              </w:rPr>
            </w:pPr>
            <w:r w:rsidRPr="004F35C1">
              <w:rPr>
                <w:b/>
                <w:bCs/>
              </w:rPr>
              <w:t>358</w:t>
            </w:r>
          </w:p>
        </w:tc>
      </w:tr>
    </w:tbl>
    <w:p w14:paraId="200C75E9" w14:textId="77777777" w:rsidR="00900A61" w:rsidRDefault="00900A61" w:rsidP="004606DE">
      <w:pPr>
        <w:pStyle w:val="index"/>
        <w:numPr>
          <w:ilvl w:val="0"/>
          <w:numId w:val="0"/>
        </w:numPr>
        <w:tabs>
          <w:tab w:val="left" w:pos="540"/>
        </w:tabs>
        <w:jc w:val="thaiDistribute"/>
        <w:rPr>
          <w:b/>
          <w:bCs/>
          <w:szCs w:val="22"/>
        </w:rPr>
      </w:pPr>
    </w:p>
    <w:p w14:paraId="19141D06" w14:textId="77777777" w:rsidR="00900A61" w:rsidRPr="00472F61" w:rsidRDefault="00900A61" w:rsidP="00900A61">
      <w:pPr>
        <w:pStyle w:val="index"/>
        <w:numPr>
          <w:ilvl w:val="0"/>
          <w:numId w:val="0"/>
        </w:numPr>
        <w:tabs>
          <w:tab w:val="left" w:pos="540"/>
        </w:tabs>
        <w:jc w:val="thaiDistribute"/>
        <w:rPr>
          <w:b/>
          <w:bCs/>
          <w:sz w:val="24"/>
          <w:szCs w:val="24"/>
        </w:rPr>
      </w:pPr>
      <w:r w:rsidRPr="00472F61">
        <w:rPr>
          <w:b/>
          <w:bCs/>
          <w:sz w:val="24"/>
          <w:szCs w:val="24"/>
        </w:rPr>
        <w:t>13</w:t>
      </w:r>
      <w:r w:rsidRPr="00472F61">
        <w:rPr>
          <w:b/>
          <w:bCs/>
          <w:sz w:val="24"/>
          <w:szCs w:val="24"/>
        </w:rPr>
        <w:tab/>
        <w:t xml:space="preserve">Leases   </w:t>
      </w:r>
    </w:p>
    <w:p w14:paraId="33AA3D8E" w14:textId="77777777" w:rsidR="00900A61" w:rsidRPr="00472F61" w:rsidRDefault="00900A61" w:rsidP="00900A61">
      <w:pPr>
        <w:pStyle w:val="index"/>
        <w:numPr>
          <w:ilvl w:val="0"/>
          <w:numId w:val="0"/>
        </w:numPr>
        <w:tabs>
          <w:tab w:val="left" w:pos="540"/>
        </w:tabs>
        <w:jc w:val="thaiDistribute"/>
        <w:rPr>
          <w:b/>
          <w:bCs/>
          <w:szCs w:val="22"/>
        </w:rPr>
      </w:pPr>
    </w:p>
    <w:tbl>
      <w:tblPr>
        <w:tblW w:w="9450" w:type="dxa"/>
        <w:tblInd w:w="450" w:type="dxa"/>
        <w:tblLayout w:type="fixed"/>
        <w:tblCellMar>
          <w:left w:w="79" w:type="dxa"/>
          <w:right w:w="79" w:type="dxa"/>
        </w:tblCellMar>
        <w:tblLook w:val="0000" w:firstRow="0" w:lastRow="0" w:firstColumn="0" w:lastColumn="0" w:noHBand="0" w:noVBand="0"/>
      </w:tblPr>
      <w:tblGrid>
        <w:gridCol w:w="6570"/>
        <w:gridCol w:w="1350"/>
        <w:gridCol w:w="270"/>
        <w:gridCol w:w="1260"/>
      </w:tblGrid>
      <w:tr w:rsidR="00900A61" w:rsidRPr="00472F61" w14:paraId="16953C74" w14:textId="77777777" w:rsidTr="00701606">
        <w:trPr>
          <w:cantSplit/>
          <w:trHeight w:val="158"/>
          <w:tblHeader/>
        </w:trPr>
        <w:tc>
          <w:tcPr>
            <w:tcW w:w="6570" w:type="dxa"/>
            <w:shd w:val="clear" w:color="auto" w:fill="auto"/>
            <w:vAlign w:val="bottom"/>
          </w:tcPr>
          <w:p w14:paraId="25084A47" w14:textId="77777777" w:rsidR="00900A61" w:rsidRPr="00472F61" w:rsidRDefault="00900A61" w:rsidP="00701606">
            <w:pPr>
              <w:pStyle w:val="acctfourfigures"/>
              <w:tabs>
                <w:tab w:val="clear" w:pos="765"/>
              </w:tabs>
              <w:spacing w:line="240" w:lineRule="atLeast"/>
              <w:rPr>
                <w:color w:val="0000FF"/>
                <w:szCs w:val="22"/>
              </w:rPr>
            </w:pPr>
          </w:p>
        </w:tc>
        <w:tc>
          <w:tcPr>
            <w:tcW w:w="1350" w:type="dxa"/>
            <w:vAlign w:val="bottom"/>
          </w:tcPr>
          <w:p w14:paraId="4A164987" w14:textId="77777777" w:rsidR="00900A61" w:rsidRPr="00472F61" w:rsidRDefault="00900A61" w:rsidP="00701606">
            <w:pPr>
              <w:pStyle w:val="acctmergecolhdg"/>
              <w:spacing w:line="240" w:lineRule="atLeast"/>
              <w:ind w:left="-75" w:right="-82"/>
              <w:rPr>
                <w:bCs/>
                <w:szCs w:val="22"/>
                <w:lang w:bidi="th-TH"/>
              </w:rPr>
            </w:pPr>
            <w:r w:rsidRPr="00472F61">
              <w:rPr>
                <w:bCs/>
                <w:szCs w:val="22"/>
                <w:lang w:bidi="th-TH"/>
              </w:rPr>
              <w:t xml:space="preserve">Consolidated </w:t>
            </w:r>
          </w:p>
          <w:p w14:paraId="540FA1AC" w14:textId="77777777" w:rsidR="00900A61" w:rsidRPr="00472F61" w:rsidRDefault="00900A61" w:rsidP="00701606">
            <w:pPr>
              <w:pStyle w:val="acctmergecolhdg"/>
              <w:spacing w:line="240" w:lineRule="atLeast"/>
              <w:ind w:left="-75" w:right="-82"/>
              <w:rPr>
                <w:bCs/>
                <w:szCs w:val="22"/>
              </w:rPr>
            </w:pPr>
            <w:r w:rsidRPr="00472F61">
              <w:rPr>
                <w:bCs/>
                <w:szCs w:val="22"/>
                <w:lang w:bidi="th-TH"/>
              </w:rPr>
              <w:t>financial statements</w:t>
            </w:r>
          </w:p>
        </w:tc>
        <w:tc>
          <w:tcPr>
            <w:tcW w:w="270" w:type="dxa"/>
          </w:tcPr>
          <w:p w14:paraId="76BA3752" w14:textId="77777777" w:rsidR="00900A61" w:rsidRPr="00472F61" w:rsidRDefault="00900A61" w:rsidP="00701606">
            <w:pPr>
              <w:pStyle w:val="acctmergecolhdg"/>
              <w:spacing w:line="240" w:lineRule="atLeast"/>
              <w:ind w:left="-75" w:right="-82"/>
              <w:rPr>
                <w:bCs/>
                <w:szCs w:val="22"/>
                <w:cs/>
                <w:lang w:bidi="th-TH"/>
              </w:rPr>
            </w:pPr>
          </w:p>
        </w:tc>
        <w:tc>
          <w:tcPr>
            <w:tcW w:w="1260" w:type="dxa"/>
          </w:tcPr>
          <w:p w14:paraId="60E93DF2" w14:textId="77777777" w:rsidR="00900A61" w:rsidRPr="00472F61" w:rsidRDefault="00900A61" w:rsidP="00701606">
            <w:pPr>
              <w:pStyle w:val="acctmergecolhdg"/>
              <w:spacing w:line="240" w:lineRule="atLeast"/>
              <w:ind w:left="-75" w:right="-82"/>
              <w:rPr>
                <w:bCs/>
                <w:szCs w:val="22"/>
                <w:lang w:bidi="th-TH"/>
              </w:rPr>
            </w:pPr>
            <w:r w:rsidRPr="00472F61">
              <w:rPr>
                <w:bCs/>
                <w:szCs w:val="22"/>
                <w:lang w:bidi="th-TH"/>
              </w:rPr>
              <w:t xml:space="preserve">Separate </w:t>
            </w:r>
          </w:p>
          <w:p w14:paraId="6EFA622D" w14:textId="77777777" w:rsidR="00900A61" w:rsidRPr="00472F61" w:rsidRDefault="00900A61" w:rsidP="00701606">
            <w:pPr>
              <w:pStyle w:val="acctmergecolhdg"/>
              <w:spacing w:line="240" w:lineRule="atLeast"/>
              <w:ind w:left="-75" w:right="-82"/>
              <w:rPr>
                <w:bCs/>
                <w:szCs w:val="22"/>
                <w:cs/>
                <w:lang w:bidi="th-TH"/>
              </w:rPr>
            </w:pPr>
            <w:r w:rsidRPr="00472F61">
              <w:rPr>
                <w:bCs/>
                <w:szCs w:val="22"/>
                <w:lang w:bidi="th-TH"/>
              </w:rPr>
              <w:t>financial statements</w:t>
            </w:r>
          </w:p>
        </w:tc>
      </w:tr>
      <w:tr w:rsidR="00900A61" w:rsidRPr="00472F61" w14:paraId="3E3D4D68" w14:textId="77777777" w:rsidTr="00701606">
        <w:trPr>
          <w:cantSplit/>
          <w:trHeight w:val="158"/>
          <w:tblHeader/>
        </w:trPr>
        <w:tc>
          <w:tcPr>
            <w:tcW w:w="6570" w:type="dxa"/>
            <w:vAlign w:val="bottom"/>
          </w:tcPr>
          <w:p w14:paraId="763CFB64" w14:textId="77777777" w:rsidR="00900A61" w:rsidRPr="00472F61" w:rsidRDefault="00900A61" w:rsidP="00701606">
            <w:pPr>
              <w:rPr>
                <w:szCs w:val="22"/>
                <w:cs/>
              </w:rPr>
            </w:pPr>
            <w:r w:rsidRPr="00472F61">
              <w:rPr>
                <w:b/>
                <w:bCs/>
                <w:i/>
                <w:iCs/>
                <w:szCs w:val="22"/>
              </w:rPr>
              <w:t>For the period ended 31 March 2021</w:t>
            </w:r>
          </w:p>
        </w:tc>
        <w:tc>
          <w:tcPr>
            <w:tcW w:w="1350" w:type="dxa"/>
          </w:tcPr>
          <w:p w14:paraId="1C850F96" w14:textId="77777777" w:rsidR="00900A61" w:rsidRPr="00472F61" w:rsidRDefault="00900A61" w:rsidP="00701606">
            <w:pPr>
              <w:pStyle w:val="acctfourfigures"/>
              <w:tabs>
                <w:tab w:val="clear" w:pos="765"/>
                <w:tab w:val="decimal" w:pos="731"/>
                <w:tab w:val="decimal" w:pos="1642"/>
              </w:tabs>
              <w:spacing w:line="240" w:lineRule="auto"/>
              <w:ind w:right="11"/>
              <w:jc w:val="center"/>
              <w:rPr>
                <w:szCs w:val="22"/>
                <w:cs/>
                <w:lang w:val="en-US" w:bidi="th-TH"/>
              </w:rPr>
            </w:pPr>
            <w:r w:rsidRPr="00472F61">
              <w:rPr>
                <w:szCs w:val="22"/>
                <w:lang w:val="en-US" w:bidi="th-TH"/>
              </w:rPr>
              <w:t>Three-month period</w:t>
            </w:r>
          </w:p>
        </w:tc>
        <w:tc>
          <w:tcPr>
            <w:tcW w:w="270" w:type="dxa"/>
          </w:tcPr>
          <w:p w14:paraId="37B3A278" w14:textId="77777777" w:rsidR="00900A61" w:rsidRPr="00472F61" w:rsidRDefault="00900A61" w:rsidP="00701606">
            <w:pPr>
              <w:pStyle w:val="acctfourfigures"/>
              <w:spacing w:line="240" w:lineRule="auto"/>
              <w:jc w:val="center"/>
              <w:rPr>
                <w:szCs w:val="22"/>
              </w:rPr>
            </w:pPr>
          </w:p>
        </w:tc>
        <w:tc>
          <w:tcPr>
            <w:tcW w:w="1260" w:type="dxa"/>
          </w:tcPr>
          <w:p w14:paraId="016C992F" w14:textId="77777777" w:rsidR="00900A61" w:rsidRPr="00472F61" w:rsidRDefault="00900A61" w:rsidP="00701606">
            <w:pPr>
              <w:pStyle w:val="acctfourfigures"/>
              <w:tabs>
                <w:tab w:val="clear" w:pos="765"/>
                <w:tab w:val="decimal" w:pos="731"/>
                <w:tab w:val="decimal" w:pos="1642"/>
              </w:tabs>
              <w:spacing w:line="240" w:lineRule="auto"/>
              <w:ind w:left="-75" w:right="-75"/>
              <w:jc w:val="center"/>
              <w:rPr>
                <w:szCs w:val="22"/>
              </w:rPr>
            </w:pPr>
            <w:r w:rsidRPr="00472F61">
              <w:rPr>
                <w:szCs w:val="22"/>
                <w:lang w:val="en-US" w:bidi="th-TH"/>
              </w:rPr>
              <w:t>Three-month period</w:t>
            </w:r>
          </w:p>
        </w:tc>
      </w:tr>
      <w:tr w:rsidR="00900A61" w:rsidRPr="00472F61" w14:paraId="632320F0" w14:textId="77777777" w:rsidTr="00701606">
        <w:trPr>
          <w:cantSplit/>
          <w:trHeight w:val="158"/>
          <w:tblHeader/>
        </w:trPr>
        <w:tc>
          <w:tcPr>
            <w:tcW w:w="6570" w:type="dxa"/>
          </w:tcPr>
          <w:p w14:paraId="50CF6480" w14:textId="77777777" w:rsidR="00900A61" w:rsidRPr="00472F61" w:rsidRDefault="00900A61" w:rsidP="00701606">
            <w:pPr>
              <w:rPr>
                <w:b/>
                <w:bCs/>
                <w:i/>
                <w:iCs/>
                <w:szCs w:val="22"/>
              </w:rPr>
            </w:pPr>
          </w:p>
        </w:tc>
        <w:tc>
          <w:tcPr>
            <w:tcW w:w="2880" w:type="dxa"/>
            <w:gridSpan w:val="3"/>
          </w:tcPr>
          <w:p w14:paraId="3F4F6003" w14:textId="77777777" w:rsidR="00900A61" w:rsidRPr="00472F61" w:rsidRDefault="00900A61" w:rsidP="00701606">
            <w:pPr>
              <w:pStyle w:val="acctfourfigures"/>
              <w:spacing w:line="240" w:lineRule="atLeast"/>
              <w:ind w:hanging="16"/>
              <w:jc w:val="center"/>
              <w:rPr>
                <w:i/>
                <w:iCs/>
                <w:szCs w:val="22"/>
                <w:cs/>
                <w:lang w:val="en-US" w:bidi="th-TH"/>
              </w:rPr>
            </w:pPr>
            <w:r w:rsidRPr="00472F61">
              <w:rPr>
                <w:i/>
                <w:iCs/>
                <w:szCs w:val="22"/>
                <w:cs/>
                <w:lang w:val="en-US" w:bidi="th-TH"/>
              </w:rPr>
              <w:t>(</w:t>
            </w:r>
            <w:r w:rsidRPr="00472F61">
              <w:rPr>
                <w:i/>
                <w:iCs/>
                <w:szCs w:val="22"/>
                <w:lang w:val="en-US" w:bidi="th-TH"/>
              </w:rPr>
              <w:t>in</w:t>
            </w:r>
            <w:r>
              <w:rPr>
                <w:i/>
                <w:iCs/>
                <w:szCs w:val="22"/>
                <w:lang w:val="en-US" w:bidi="th-TH"/>
              </w:rPr>
              <w:t xml:space="preserve"> million </w:t>
            </w:r>
            <w:r w:rsidRPr="00472F61">
              <w:rPr>
                <w:i/>
                <w:iCs/>
                <w:szCs w:val="22"/>
                <w:lang w:val="en-US" w:bidi="th-TH"/>
              </w:rPr>
              <w:t>Baht</w:t>
            </w:r>
            <w:r w:rsidRPr="00472F61">
              <w:rPr>
                <w:i/>
                <w:iCs/>
                <w:szCs w:val="22"/>
                <w:cs/>
                <w:lang w:val="en-US" w:bidi="th-TH"/>
              </w:rPr>
              <w:t>)</w:t>
            </w:r>
          </w:p>
        </w:tc>
      </w:tr>
      <w:tr w:rsidR="00900A61" w:rsidRPr="00472F61" w14:paraId="31C58450" w14:textId="77777777" w:rsidTr="00701606">
        <w:trPr>
          <w:cantSplit/>
          <w:trHeight w:val="158"/>
        </w:trPr>
        <w:tc>
          <w:tcPr>
            <w:tcW w:w="6570" w:type="dxa"/>
          </w:tcPr>
          <w:p w14:paraId="55B38CD3" w14:textId="77777777" w:rsidR="00900A61" w:rsidRPr="00472F61" w:rsidRDefault="00900A61" w:rsidP="00701606">
            <w:pPr>
              <w:rPr>
                <w:b/>
                <w:bCs/>
                <w:i/>
                <w:iCs/>
                <w:szCs w:val="22"/>
                <w:cs/>
              </w:rPr>
            </w:pPr>
            <w:r w:rsidRPr="00472F61">
              <w:rPr>
                <w:b/>
                <w:bCs/>
                <w:i/>
                <w:iCs/>
                <w:szCs w:val="22"/>
              </w:rPr>
              <w:t>Recognition in profit or loss</w:t>
            </w:r>
          </w:p>
        </w:tc>
        <w:tc>
          <w:tcPr>
            <w:tcW w:w="1350" w:type="dxa"/>
          </w:tcPr>
          <w:p w14:paraId="642E5B3C" w14:textId="77777777" w:rsidR="00900A61" w:rsidRPr="00472F61" w:rsidRDefault="00900A61" w:rsidP="00701606">
            <w:pPr>
              <w:pStyle w:val="acctfourfigures"/>
              <w:tabs>
                <w:tab w:val="clear" w:pos="765"/>
                <w:tab w:val="decimal" w:pos="731"/>
                <w:tab w:val="decimal" w:pos="1642"/>
              </w:tabs>
              <w:spacing w:line="240" w:lineRule="atLeast"/>
              <w:ind w:right="11"/>
              <w:jc w:val="right"/>
              <w:rPr>
                <w:szCs w:val="22"/>
              </w:rPr>
            </w:pPr>
          </w:p>
        </w:tc>
        <w:tc>
          <w:tcPr>
            <w:tcW w:w="270" w:type="dxa"/>
          </w:tcPr>
          <w:p w14:paraId="616EEBCE" w14:textId="77777777" w:rsidR="00900A61" w:rsidRPr="00472F61" w:rsidRDefault="00900A61" w:rsidP="00701606">
            <w:pPr>
              <w:pStyle w:val="acctfourfigures"/>
              <w:spacing w:line="240" w:lineRule="atLeast"/>
              <w:rPr>
                <w:szCs w:val="22"/>
              </w:rPr>
            </w:pPr>
          </w:p>
        </w:tc>
        <w:tc>
          <w:tcPr>
            <w:tcW w:w="1260" w:type="dxa"/>
          </w:tcPr>
          <w:p w14:paraId="775923F6" w14:textId="77777777" w:rsidR="00900A61" w:rsidRPr="00472F61" w:rsidRDefault="00900A61" w:rsidP="00701606">
            <w:pPr>
              <w:pStyle w:val="acctfourfigures"/>
              <w:tabs>
                <w:tab w:val="clear" w:pos="765"/>
                <w:tab w:val="decimal" w:pos="1181"/>
              </w:tabs>
              <w:spacing w:line="240" w:lineRule="atLeast"/>
              <w:ind w:right="101"/>
              <w:rPr>
                <w:szCs w:val="22"/>
              </w:rPr>
            </w:pPr>
          </w:p>
        </w:tc>
      </w:tr>
      <w:tr w:rsidR="00900A61" w:rsidRPr="00472F61" w14:paraId="47E9D55D" w14:textId="77777777" w:rsidTr="00701606">
        <w:trPr>
          <w:cantSplit/>
          <w:trHeight w:val="210"/>
        </w:trPr>
        <w:tc>
          <w:tcPr>
            <w:tcW w:w="6570" w:type="dxa"/>
          </w:tcPr>
          <w:p w14:paraId="0171B2EE" w14:textId="77777777" w:rsidR="00900A61" w:rsidRPr="00472F61" w:rsidRDefault="00900A61" w:rsidP="00701606">
            <w:pPr>
              <w:rPr>
                <w:color w:val="211E1F"/>
                <w:szCs w:val="22"/>
              </w:rPr>
            </w:pPr>
            <w:r w:rsidRPr="00472F61">
              <w:rPr>
                <w:szCs w:val="22"/>
              </w:rPr>
              <w:t xml:space="preserve">Interest on lease liabilities </w:t>
            </w:r>
            <w:r w:rsidRPr="00472F61" w:rsidDel="009A4744">
              <w:rPr>
                <w:b/>
                <w:color w:val="0000FF"/>
                <w:szCs w:val="22"/>
              </w:rPr>
              <w:t xml:space="preserve"> </w:t>
            </w:r>
          </w:p>
        </w:tc>
        <w:tc>
          <w:tcPr>
            <w:tcW w:w="1350" w:type="dxa"/>
          </w:tcPr>
          <w:p w14:paraId="01E9FAFA" w14:textId="77777777" w:rsidR="00900A61" w:rsidRPr="00472F61" w:rsidRDefault="00900A61" w:rsidP="00701606">
            <w:pPr>
              <w:pStyle w:val="acctfourfigures"/>
              <w:tabs>
                <w:tab w:val="clear" w:pos="765"/>
                <w:tab w:val="decimal" w:pos="731"/>
                <w:tab w:val="decimal" w:pos="1642"/>
              </w:tabs>
              <w:spacing w:line="240" w:lineRule="atLeast"/>
              <w:ind w:right="95"/>
              <w:jc w:val="right"/>
              <w:rPr>
                <w:szCs w:val="22"/>
              </w:rPr>
            </w:pPr>
            <w:r w:rsidRPr="00472F61">
              <w:rPr>
                <w:szCs w:val="22"/>
              </w:rPr>
              <w:t>1</w:t>
            </w:r>
          </w:p>
        </w:tc>
        <w:tc>
          <w:tcPr>
            <w:tcW w:w="270" w:type="dxa"/>
          </w:tcPr>
          <w:p w14:paraId="084E0A3D" w14:textId="77777777" w:rsidR="00900A61" w:rsidRPr="00472F61" w:rsidRDefault="00900A61" w:rsidP="00701606">
            <w:pPr>
              <w:pStyle w:val="acctfourfigures"/>
              <w:spacing w:line="240" w:lineRule="atLeast"/>
              <w:rPr>
                <w:szCs w:val="22"/>
              </w:rPr>
            </w:pPr>
          </w:p>
        </w:tc>
        <w:tc>
          <w:tcPr>
            <w:tcW w:w="1260" w:type="dxa"/>
          </w:tcPr>
          <w:p w14:paraId="34EB74BA" w14:textId="77777777" w:rsidR="00900A61" w:rsidRPr="00472F61" w:rsidRDefault="00900A61" w:rsidP="00701606">
            <w:pPr>
              <w:pStyle w:val="acctfourfigures"/>
              <w:tabs>
                <w:tab w:val="clear" w:pos="765"/>
                <w:tab w:val="left" w:pos="642"/>
                <w:tab w:val="decimal" w:pos="912"/>
              </w:tabs>
              <w:spacing w:line="240" w:lineRule="atLeast"/>
              <w:ind w:right="105"/>
              <w:jc w:val="right"/>
              <w:rPr>
                <w:szCs w:val="22"/>
              </w:rPr>
            </w:pPr>
            <w:r w:rsidRPr="00472F61">
              <w:rPr>
                <w:szCs w:val="22"/>
              </w:rPr>
              <w:t>-</w:t>
            </w:r>
          </w:p>
        </w:tc>
      </w:tr>
      <w:tr w:rsidR="00900A61" w:rsidRPr="00472F61" w14:paraId="2565EA0D" w14:textId="77777777" w:rsidTr="00701606">
        <w:trPr>
          <w:cantSplit/>
          <w:trHeight w:val="158"/>
        </w:trPr>
        <w:tc>
          <w:tcPr>
            <w:tcW w:w="6570" w:type="dxa"/>
          </w:tcPr>
          <w:p w14:paraId="70AB30B1" w14:textId="77777777" w:rsidR="00900A61" w:rsidRPr="00472F61" w:rsidRDefault="00900A61" w:rsidP="00701606">
            <w:pPr>
              <w:rPr>
                <w:szCs w:val="22"/>
              </w:rPr>
            </w:pPr>
            <w:r w:rsidRPr="00472F61">
              <w:rPr>
                <w:szCs w:val="22"/>
              </w:rPr>
              <w:t xml:space="preserve">Expenses relating to short-term leases </w:t>
            </w:r>
            <w:r w:rsidRPr="00472F61" w:rsidDel="00D924C1">
              <w:rPr>
                <w:b/>
                <w:color w:val="0000FF"/>
                <w:szCs w:val="22"/>
              </w:rPr>
              <w:t xml:space="preserve"> </w:t>
            </w:r>
          </w:p>
        </w:tc>
        <w:tc>
          <w:tcPr>
            <w:tcW w:w="1350" w:type="dxa"/>
          </w:tcPr>
          <w:p w14:paraId="7277E352" w14:textId="77777777" w:rsidR="00900A61" w:rsidRPr="00472F61" w:rsidRDefault="00900A61" w:rsidP="00701606">
            <w:pPr>
              <w:pStyle w:val="acctfourfigures"/>
              <w:tabs>
                <w:tab w:val="clear" w:pos="765"/>
                <w:tab w:val="decimal" w:pos="1642"/>
              </w:tabs>
              <w:spacing w:line="240" w:lineRule="atLeast"/>
              <w:ind w:right="282"/>
              <w:jc w:val="right"/>
              <w:rPr>
                <w:szCs w:val="22"/>
              </w:rPr>
            </w:pPr>
            <w:r w:rsidRPr="00472F61">
              <w:rPr>
                <w:szCs w:val="22"/>
              </w:rPr>
              <w:t>-</w:t>
            </w:r>
          </w:p>
        </w:tc>
        <w:tc>
          <w:tcPr>
            <w:tcW w:w="270" w:type="dxa"/>
          </w:tcPr>
          <w:p w14:paraId="7C58A5B7" w14:textId="77777777" w:rsidR="00900A61" w:rsidRPr="00472F61" w:rsidRDefault="00900A61" w:rsidP="00701606">
            <w:pPr>
              <w:pStyle w:val="acctfourfigures"/>
              <w:spacing w:line="240" w:lineRule="atLeast"/>
              <w:rPr>
                <w:szCs w:val="22"/>
              </w:rPr>
            </w:pPr>
          </w:p>
        </w:tc>
        <w:tc>
          <w:tcPr>
            <w:tcW w:w="1260" w:type="dxa"/>
          </w:tcPr>
          <w:p w14:paraId="6FDA5118" w14:textId="77777777" w:rsidR="00900A61" w:rsidRPr="00472F61" w:rsidRDefault="00900A61" w:rsidP="00701606">
            <w:pPr>
              <w:pStyle w:val="acctfourfigures"/>
              <w:tabs>
                <w:tab w:val="clear" w:pos="765"/>
                <w:tab w:val="left" w:pos="210"/>
                <w:tab w:val="decimal" w:pos="912"/>
                <w:tab w:val="decimal" w:pos="1002"/>
              </w:tabs>
              <w:spacing w:line="240" w:lineRule="atLeast"/>
              <w:ind w:right="105"/>
              <w:jc w:val="right"/>
              <w:rPr>
                <w:szCs w:val="22"/>
              </w:rPr>
            </w:pPr>
            <w:r w:rsidRPr="00472F61">
              <w:rPr>
                <w:szCs w:val="22"/>
              </w:rPr>
              <w:t>1</w:t>
            </w:r>
          </w:p>
        </w:tc>
      </w:tr>
    </w:tbl>
    <w:p w14:paraId="51D0B097" w14:textId="77777777" w:rsidR="00900A61" w:rsidRPr="00472F61" w:rsidRDefault="00900A61" w:rsidP="00900A61">
      <w:pPr>
        <w:pStyle w:val="index"/>
        <w:numPr>
          <w:ilvl w:val="0"/>
          <w:numId w:val="0"/>
        </w:numPr>
        <w:tabs>
          <w:tab w:val="left" w:pos="540"/>
        </w:tabs>
        <w:jc w:val="thaiDistribute"/>
        <w:rPr>
          <w:b/>
          <w:bCs/>
          <w:szCs w:val="22"/>
        </w:rPr>
      </w:pPr>
    </w:p>
    <w:p w14:paraId="3AB402D8" w14:textId="7A3D6303" w:rsidR="00F95CFC" w:rsidRDefault="00F95CFC" w:rsidP="004606DE">
      <w:pPr>
        <w:pStyle w:val="index"/>
        <w:numPr>
          <w:ilvl w:val="0"/>
          <w:numId w:val="0"/>
        </w:numPr>
        <w:tabs>
          <w:tab w:val="left" w:pos="540"/>
        </w:tabs>
        <w:jc w:val="thaiDistribute"/>
        <w:rPr>
          <w:b/>
          <w:bCs/>
          <w:szCs w:val="22"/>
        </w:rPr>
      </w:pPr>
      <w:r>
        <w:rPr>
          <w:b/>
          <w:bCs/>
          <w:szCs w:val="22"/>
        </w:rPr>
        <w:br w:type="page"/>
      </w:r>
    </w:p>
    <w:p w14:paraId="648F7702" w14:textId="77777777" w:rsidR="00EA2207" w:rsidRPr="00472F61" w:rsidRDefault="00EA2207" w:rsidP="00EA2207">
      <w:pPr>
        <w:pStyle w:val="index"/>
        <w:numPr>
          <w:ilvl w:val="0"/>
          <w:numId w:val="0"/>
        </w:numPr>
        <w:tabs>
          <w:tab w:val="left" w:pos="540"/>
        </w:tabs>
        <w:jc w:val="thaiDistribute"/>
        <w:rPr>
          <w:b/>
          <w:bCs/>
          <w:sz w:val="24"/>
          <w:szCs w:val="24"/>
        </w:rPr>
      </w:pPr>
      <w:r w:rsidRPr="00472F61">
        <w:rPr>
          <w:b/>
          <w:bCs/>
          <w:sz w:val="24"/>
          <w:szCs w:val="24"/>
        </w:rPr>
        <w:lastRenderedPageBreak/>
        <w:t>1</w:t>
      </w:r>
      <w:r w:rsidR="000024E7" w:rsidRPr="00472F61">
        <w:rPr>
          <w:b/>
          <w:bCs/>
          <w:sz w:val="24"/>
          <w:szCs w:val="24"/>
        </w:rPr>
        <w:t>4</w:t>
      </w:r>
      <w:r w:rsidRPr="00472F61">
        <w:rPr>
          <w:b/>
          <w:bCs/>
          <w:sz w:val="24"/>
          <w:szCs w:val="24"/>
        </w:rPr>
        <w:tab/>
        <w:t xml:space="preserve">Income tax expense     </w:t>
      </w:r>
    </w:p>
    <w:p w14:paraId="6ED5733F" w14:textId="77777777" w:rsidR="00EA2207" w:rsidRPr="00472F61" w:rsidRDefault="00EA2207" w:rsidP="00EA2207">
      <w:pPr>
        <w:spacing w:line="240" w:lineRule="atLeast"/>
        <w:ind w:left="605"/>
        <w:jc w:val="thaiDistribute"/>
        <w:rPr>
          <w:szCs w:val="22"/>
          <w:lang w:bidi="th-TH"/>
        </w:rPr>
      </w:pPr>
    </w:p>
    <w:p w14:paraId="0DB32AD5" w14:textId="77777777" w:rsidR="00715DBC" w:rsidRPr="00472F61" w:rsidRDefault="00EA2207" w:rsidP="00715DBC">
      <w:pPr>
        <w:spacing w:line="240" w:lineRule="atLeast"/>
        <w:ind w:left="540"/>
        <w:jc w:val="thaiDistribute"/>
        <w:rPr>
          <w:szCs w:val="22"/>
        </w:rPr>
      </w:pPr>
      <w:r w:rsidRPr="00472F61">
        <w:rPr>
          <w:szCs w:val="22"/>
          <w:lang w:bidi="th-TH"/>
        </w:rPr>
        <w:t xml:space="preserve">Income tax expense is recognised based on management’s best estimate of the weighted average annual income tax rate expected for the full financial year multiplied by the pre-tax income of the interim reporting period. The Group’s consolidated effective tax rate in respect of continuing operations for the </w:t>
      </w:r>
      <w:r w:rsidR="00B74E9E" w:rsidRPr="00472F61">
        <w:rPr>
          <w:szCs w:val="22"/>
          <w:lang w:val="en-US" w:bidi="th-TH"/>
        </w:rPr>
        <w:t>three</w:t>
      </w:r>
      <w:r w:rsidRPr="00472F61">
        <w:rPr>
          <w:szCs w:val="22"/>
          <w:lang w:bidi="th-TH"/>
        </w:rPr>
        <w:t xml:space="preserve">-month period ended </w:t>
      </w:r>
      <w:r w:rsidR="00B74E9E" w:rsidRPr="00472F61">
        <w:rPr>
          <w:szCs w:val="22"/>
          <w:lang w:bidi="th-TH"/>
        </w:rPr>
        <w:t>31 March</w:t>
      </w:r>
      <w:r w:rsidRPr="00472F61">
        <w:rPr>
          <w:szCs w:val="22"/>
          <w:lang w:bidi="th-TH"/>
        </w:rPr>
        <w:t xml:space="preserve"> 20</w:t>
      </w:r>
      <w:r w:rsidR="00B74E9E" w:rsidRPr="00472F61">
        <w:rPr>
          <w:szCs w:val="22"/>
          <w:lang w:bidi="th-TH"/>
        </w:rPr>
        <w:t>2</w:t>
      </w:r>
      <w:r w:rsidR="00B23BAF" w:rsidRPr="00472F61">
        <w:rPr>
          <w:szCs w:val="22"/>
          <w:lang w:bidi="th-TH"/>
        </w:rPr>
        <w:t>1</w:t>
      </w:r>
      <w:r w:rsidRPr="00472F61">
        <w:rPr>
          <w:szCs w:val="22"/>
          <w:lang w:bidi="th-TH"/>
        </w:rPr>
        <w:t xml:space="preserve"> was </w:t>
      </w:r>
      <w:r w:rsidR="00D7395B" w:rsidRPr="00472F61">
        <w:rPr>
          <w:szCs w:val="22"/>
          <w:lang w:bidi="th-TH"/>
        </w:rPr>
        <w:t xml:space="preserve">23.16 </w:t>
      </w:r>
      <w:r w:rsidRPr="00472F61">
        <w:rPr>
          <w:szCs w:val="22"/>
          <w:lang w:bidi="th-TH"/>
        </w:rPr>
        <w:t>% (</w:t>
      </w:r>
      <w:r w:rsidR="00B74E9E" w:rsidRPr="00472F61">
        <w:rPr>
          <w:i/>
          <w:iCs/>
          <w:szCs w:val="22"/>
          <w:lang w:bidi="th-TH"/>
        </w:rPr>
        <w:t>31 March</w:t>
      </w:r>
      <w:r w:rsidRPr="00472F61">
        <w:rPr>
          <w:szCs w:val="22"/>
          <w:lang w:bidi="th-TH"/>
        </w:rPr>
        <w:t xml:space="preserve"> </w:t>
      </w:r>
      <w:r w:rsidRPr="00472F61">
        <w:rPr>
          <w:i/>
          <w:iCs/>
          <w:szCs w:val="22"/>
          <w:lang w:bidi="th-TH"/>
        </w:rPr>
        <w:t>20</w:t>
      </w:r>
      <w:r w:rsidR="00B23BAF" w:rsidRPr="00472F61">
        <w:rPr>
          <w:i/>
          <w:iCs/>
          <w:szCs w:val="22"/>
          <w:lang w:bidi="th-TH"/>
        </w:rPr>
        <w:t>20</w:t>
      </w:r>
      <w:r w:rsidRPr="00472F61">
        <w:rPr>
          <w:szCs w:val="22"/>
          <w:lang w:bidi="th-TH"/>
        </w:rPr>
        <w:t xml:space="preserve">: </w:t>
      </w:r>
      <w:r w:rsidR="007C1823" w:rsidRPr="00472F61">
        <w:rPr>
          <w:i/>
          <w:iCs/>
          <w:szCs w:val="22"/>
          <w:lang w:bidi="th-TH"/>
        </w:rPr>
        <w:t>1</w:t>
      </w:r>
      <w:r w:rsidR="00B23BAF" w:rsidRPr="00472F61">
        <w:rPr>
          <w:i/>
          <w:iCs/>
          <w:szCs w:val="22"/>
          <w:lang w:bidi="th-TH"/>
        </w:rPr>
        <w:t>7</w:t>
      </w:r>
      <w:r w:rsidR="007C1823" w:rsidRPr="00472F61">
        <w:rPr>
          <w:i/>
          <w:iCs/>
          <w:szCs w:val="22"/>
          <w:lang w:bidi="th-TH"/>
        </w:rPr>
        <w:t>.</w:t>
      </w:r>
      <w:r w:rsidR="00B23BAF" w:rsidRPr="00472F61">
        <w:rPr>
          <w:i/>
          <w:iCs/>
          <w:szCs w:val="22"/>
          <w:lang w:bidi="th-TH"/>
        </w:rPr>
        <w:t>1</w:t>
      </w:r>
      <w:r w:rsidR="007C1823" w:rsidRPr="00472F61">
        <w:rPr>
          <w:i/>
          <w:iCs/>
          <w:szCs w:val="22"/>
          <w:lang w:bidi="th-TH"/>
        </w:rPr>
        <w:t>5</w:t>
      </w:r>
      <w:r w:rsidRPr="00472F61">
        <w:rPr>
          <w:i/>
          <w:iCs/>
          <w:szCs w:val="22"/>
          <w:lang w:bidi="th-TH"/>
        </w:rPr>
        <w:t>%)</w:t>
      </w:r>
      <w:r w:rsidRPr="00472F61">
        <w:rPr>
          <w:szCs w:val="22"/>
        </w:rPr>
        <w:t xml:space="preserve">, for the consolidated financial statements and </w:t>
      </w:r>
      <w:r w:rsidR="00D7395B" w:rsidRPr="00472F61">
        <w:rPr>
          <w:szCs w:val="28"/>
          <w:lang w:bidi="th-TH"/>
        </w:rPr>
        <w:t xml:space="preserve">23.88 </w:t>
      </w:r>
      <w:r w:rsidRPr="00472F61">
        <w:rPr>
          <w:szCs w:val="22"/>
        </w:rPr>
        <w:t xml:space="preserve">% </w:t>
      </w:r>
      <w:r w:rsidRPr="00472F61">
        <w:rPr>
          <w:i/>
          <w:iCs/>
          <w:szCs w:val="22"/>
        </w:rPr>
        <w:t>(3</w:t>
      </w:r>
      <w:r w:rsidR="007C1823" w:rsidRPr="00472F61">
        <w:rPr>
          <w:i/>
          <w:iCs/>
          <w:szCs w:val="22"/>
        </w:rPr>
        <w:t>1</w:t>
      </w:r>
      <w:r w:rsidRPr="00472F61">
        <w:rPr>
          <w:i/>
          <w:iCs/>
          <w:szCs w:val="22"/>
        </w:rPr>
        <w:t xml:space="preserve"> </w:t>
      </w:r>
      <w:r w:rsidR="007C1823" w:rsidRPr="00472F61">
        <w:rPr>
          <w:i/>
          <w:iCs/>
          <w:szCs w:val="22"/>
        </w:rPr>
        <w:t>March</w:t>
      </w:r>
      <w:r w:rsidRPr="00472F61">
        <w:rPr>
          <w:i/>
          <w:iCs/>
          <w:szCs w:val="22"/>
        </w:rPr>
        <w:t xml:space="preserve"> 20</w:t>
      </w:r>
      <w:r w:rsidR="00B23BAF" w:rsidRPr="00472F61">
        <w:rPr>
          <w:i/>
          <w:iCs/>
          <w:szCs w:val="22"/>
        </w:rPr>
        <w:t>20</w:t>
      </w:r>
      <w:r w:rsidRPr="00472F61">
        <w:rPr>
          <w:i/>
          <w:iCs/>
          <w:szCs w:val="22"/>
        </w:rPr>
        <w:t xml:space="preserve">: </w:t>
      </w:r>
      <w:r w:rsidR="00BB408D" w:rsidRPr="00472F61">
        <w:rPr>
          <w:i/>
          <w:iCs/>
          <w:szCs w:val="22"/>
        </w:rPr>
        <w:t>2</w:t>
      </w:r>
      <w:r w:rsidR="00B23BAF" w:rsidRPr="00472F61">
        <w:rPr>
          <w:i/>
          <w:iCs/>
          <w:szCs w:val="22"/>
        </w:rPr>
        <w:t>0</w:t>
      </w:r>
      <w:r w:rsidRPr="00472F61">
        <w:rPr>
          <w:i/>
          <w:iCs/>
          <w:szCs w:val="22"/>
        </w:rPr>
        <w:t>.</w:t>
      </w:r>
      <w:r w:rsidR="00B23BAF" w:rsidRPr="00472F61">
        <w:rPr>
          <w:i/>
          <w:iCs/>
          <w:szCs w:val="22"/>
        </w:rPr>
        <w:t>04</w:t>
      </w:r>
      <w:r w:rsidRPr="00472F61">
        <w:rPr>
          <w:i/>
          <w:iCs/>
          <w:szCs w:val="22"/>
        </w:rPr>
        <w:t>%)</w:t>
      </w:r>
      <w:r w:rsidRPr="00472F61">
        <w:rPr>
          <w:szCs w:val="22"/>
        </w:rPr>
        <w:t>, for the separate financial statements.</w:t>
      </w:r>
    </w:p>
    <w:p w14:paraId="2D7ED312" w14:textId="77777777" w:rsidR="00715DBC" w:rsidRPr="00472F61" w:rsidRDefault="00715DBC" w:rsidP="00715DBC">
      <w:pPr>
        <w:spacing w:line="240" w:lineRule="atLeast"/>
        <w:ind w:left="540"/>
        <w:jc w:val="thaiDistribute"/>
        <w:rPr>
          <w:szCs w:val="22"/>
        </w:rPr>
      </w:pPr>
    </w:p>
    <w:p w14:paraId="75741B06" w14:textId="77777777" w:rsidR="00EA2207" w:rsidRPr="00472F61" w:rsidRDefault="00EA2207" w:rsidP="00EA2207">
      <w:pPr>
        <w:pStyle w:val="index"/>
        <w:numPr>
          <w:ilvl w:val="0"/>
          <w:numId w:val="0"/>
        </w:numPr>
        <w:tabs>
          <w:tab w:val="left" w:pos="540"/>
        </w:tabs>
        <w:jc w:val="thaiDistribute"/>
        <w:rPr>
          <w:b/>
          <w:bCs/>
          <w:sz w:val="24"/>
          <w:szCs w:val="24"/>
        </w:rPr>
      </w:pPr>
      <w:r w:rsidRPr="00472F61">
        <w:rPr>
          <w:b/>
          <w:bCs/>
          <w:sz w:val="24"/>
          <w:szCs w:val="24"/>
        </w:rPr>
        <w:t>1</w:t>
      </w:r>
      <w:r w:rsidR="000024E7" w:rsidRPr="00472F61">
        <w:rPr>
          <w:b/>
          <w:bCs/>
          <w:sz w:val="24"/>
          <w:szCs w:val="24"/>
        </w:rPr>
        <w:t>5</w:t>
      </w:r>
      <w:r w:rsidRPr="00472F61">
        <w:rPr>
          <w:b/>
          <w:bCs/>
          <w:sz w:val="24"/>
          <w:szCs w:val="24"/>
        </w:rPr>
        <w:tab/>
        <w:t>Earnings</w:t>
      </w:r>
      <w:r w:rsidR="00717F3E" w:rsidRPr="00472F61">
        <w:rPr>
          <w:b/>
          <w:bCs/>
          <w:sz w:val="24"/>
          <w:szCs w:val="24"/>
        </w:rPr>
        <w:t xml:space="preserve"> </w:t>
      </w:r>
      <w:r w:rsidRPr="00472F61">
        <w:rPr>
          <w:b/>
          <w:bCs/>
          <w:sz w:val="24"/>
          <w:szCs w:val="24"/>
        </w:rPr>
        <w:t xml:space="preserve">per share     </w:t>
      </w:r>
    </w:p>
    <w:p w14:paraId="023DABF2" w14:textId="77777777" w:rsidR="00EA2207" w:rsidRPr="00472F61" w:rsidRDefault="00EA2207" w:rsidP="00EA2207">
      <w:pPr>
        <w:spacing w:line="180" w:lineRule="exact"/>
        <w:ind w:left="547"/>
        <w:jc w:val="both"/>
        <w:rPr>
          <w:szCs w:val="28"/>
          <w:lang w:bidi="th-TH"/>
        </w:rPr>
      </w:pPr>
    </w:p>
    <w:p w14:paraId="12FA12A5" w14:textId="77777777" w:rsidR="00EA2207" w:rsidRPr="00472F61" w:rsidRDefault="00EA2207" w:rsidP="00EA2207">
      <w:pPr>
        <w:spacing w:line="240" w:lineRule="atLeast"/>
        <w:ind w:left="540"/>
        <w:jc w:val="thaiDistribute"/>
        <w:rPr>
          <w:b/>
          <w:bCs/>
          <w:i/>
          <w:iCs/>
        </w:rPr>
      </w:pPr>
      <w:r w:rsidRPr="00472F61">
        <w:rPr>
          <w:b/>
          <w:bCs/>
          <w:i/>
          <w:iCs/>
        </w:rPr>
        <w:t>Basic earnings</w:t>
      </w:r>
      <w:r w:rsidR="00AE41B5" w:rsidRPr="00472F61">
        <w:rPr>
          <w:b/>
          <w:bCs/>
          <w:i/>
          <w:iCs/>
        </w:rPr>
        <w:t xml:space="preserve"> </w:t>
      </w:r>
      <w:r w:rsidRPr="00472F61">
        <w:rPr>
          <w:b/>
          <w:bCs/>
          <w:i/>
          <w:iCs/>
        </w:rPr>
        <w:t xml:space="preserve">per share </w:t>
      </w:r>
    </w:p>
    <w:p w14:paraId="1EAA1279" w14:textId="77777777" w:rsidR="00EA2207" w:rsidRPr="00472F61" w:rsidRDefault="00EA2207" w:rsidP="00EA2207">
      <w:pPr>
        <w:spacing w:line="180" w:lineRule="exact"/>
        <w:ind w:left="547"/>
        <w:jc w:val="both"/>
      </w:pPr>
    </w:p>
    <w:p w14:paraId="7D935DDB" w14:textId="77777777" w:rsidR="0028544B" w:rsidRPr="00472F61" w:rsidRDefault="00EA2207" w:rsidP="00715DBC">
      <w:pPr>
        <w:spacing w:line="240" w:lineRule="atLeast"/>
        <w:ind w:left="540"/>
        <w:jc w:val="thaiDistribute"/>
      </w:pPr>
      <w:r w:rsidRPr="00472F61">
        <w:t>The calculations of basic earnings</w:t>
      </w:r>
      <w:r w:rsidR="00717F3E" w:rsidRPr="00472F61">
        <w:t xml:space="preserve"> </w:t>
      </w:r>
      <w:r w:rsidRPr="00472F61">
        <w:t xml:space="preserve">per share for the three-month period ended </w:t>
      </w:r>
      <w:r w:rsidR="0028544B" w:rsidRPr="00472F61">
        <w:t>31 March 202</w:t>
      </w:r>
      <w:r w:rsidR="00B23BAF" w:rsidRPr="00472F61">
        <w:t>1</w:t>
      </w:r>
      <w:r w:rsidRPr="00472F61">
        <w:t xml:space="preserve"> and 20</w:t>
      </w:r>
      <w:r w:rsidR="00B23BAF" w:rsidRPr="00472F61">
        <w:t>20</w:t>
      </w:r>
      <w:r w:rsidRPr="00472F61">
        <w:t xml:space="preserve"> were based on the profit</w:t>
      </w:r>
      <w:r w:rsidR="00AE41B5" w:rsidRPr="00472F61">
        <w:t xml:space="preserve"> </w:t>
      </w:r>
      <w:r w:rsidRPr="00472F61">
        <w:t>for the period attributable to ordinary shareholders of the Company and the weighted average number of ordinary shares outstanding during the period as follows:</w:t>
      </w:r>
    </w:p>
    <w:p w14:paraId="198499B7" w14:textId="77777777" w:rsidR="00715DBC" w:rsidRPr="00472F61" w:rsidRDefault="00715DBC" w:rsidP="00715DBC">
      <w:pPr>
        <w:spacing w:line="240" w:lineRule="atLeast"/>
        <w:ind w:left="540"/>
        <w:jc w:val="thaiDistribute"/>
      </w:pPr>
    </w:p>
    <w:tbl>
      <w:tblPr>
        <w:tblW w:w="4829" w:type="pct"/>
        <w:tblInd w:w="450" w:type="dxa"/>
        <w:tblLayout w:type="fixed"/>
        <w:tblCellMar>
          <w:left w:w="79" w:type="dxa"/>
          <w:right w:w="79" w:type="dxa"/>
        </w:tblCellMar>
        <w:tblLook w:val="0000" w:firstRow="0" w:lastRow="0" w:firstColumn="0" w:lastColumn="0" w:noHBand="0" w:noVBand="0"/>
      </w:tblPr>
      <w:tblGrid>
        <w:gridCol w:w="4212"/>
        <w:gridCol w:w="186"/>
        <w:gridCol w:w="1091"/>
        <w:gridCol w:w="180"/>
        <w:gridCol w:w="1081"/>
        <w:gridCol w:w="180"/>
        <w:gridCol w:w="1083"/>
        <w:gridCol w:w="182"/>
        <w:gridCol w:w="1080"/>
      </w:tblGrid>
      <w:tr w:rsidR="0028544B" w:rsidRPr="00472F61" w14:paraId="2C1126B5" w14:textId="77777777" w:rsidTr="00F95CFC">
        <w:trPr>
          <w:cantSplit/>
          <w:tblHeader/>
        </w:trPr>
        <w:tc>
          <w:tcPr>
            <w:tcW w:w="2271" w:type="pct"/>
          </w:tcPr>
          <w:p w14:paraId="03DA1C62" w14:textId="2716AD97" w:rsidR="0028544B" w:rsidRPr="00472F61" w:rsidRDefault="0028544B" w:rsidP="00B23BAF">
            <w:pPr>
              <w:pStyle w:val="acctfourfigures"/>
              <w:shd w:val="clear" w:color="auto" w:fill="FFFFFF"/>
              <w:tabs>
                <w:tab w:val="clear" w:pos="765"/>
                <w:tab w:val="decimal" w:pos="375"/>
              </w:tabs>
              <w:spacing w:line="240" w:lineRule="atLeast"/>
              <w:rPr>
                <w:b/>
                <w:bCs/>
                <w:i/>
                <w:iCs/>
                <w:szCs w:val="22"/>
              </w:rPr>
            </w:pPr>
          </w:p>
        </w:tc>
        <w:tc>
          <w:tcPr>
            <w:tcW w:w="100" w:type="pct"/>
          </w:tcPr>
          <w:p w14:paraId="617FA075" w14:textId="77777777" w:rsidR="0028544B" w:rsidRPr="00472F61" w:rsidRDefault="0028544B" w:rsidP="00B23BAF">
            <w:pPr>
              <w:pStyle w:val="acctfourfigures"/>
              <w:shd w:val="clear" w:color="auto" w:fill="FFFFFF"/>
              <w:tabs>
                <w:tab w:val="clear" w:pos="765"/>
              </w:tabs>
              <w:spacing w:line="240" w:lineRule="atLeast"/>
              <w:jc w:val="center"/>
              <w:rPr>
                <w:szCs w:val="22"/>
                <w:rtl/>
                <w:cs/>
              </w:rPr>
            </w:pPr>
          </w:p>
        </w:tc>
        <w:tc>
          <w:tcPr>
            <w:tcW w:w="1268" w:type="pct"/>
            <w:gridSpan w:val="3"/>
          </w:tcPr>
          <w:p w14:paraId="783BA5EE" w14:textId="77777777" w:rsidR="0028544B" w:rsidRPr="00472F61" w:rsidRDefault="0028544B" w:rsidP="00B23BAF">
            <w:pPr>
              <w:pStyle w:val="acctmergecolhdg"/>
              <w:spacing w:line="240" w:lineRule="atLeast"/>
              <w:ind w:left="-76" w:right="-78"/>
              <w:rPr>
                <w:szCs w:val="22"/>
              </w:rPr>
            </w:pPr>
            <w:r w:rsidRPr="00472F61">
              <w:rPr>
                <w:szCs w:val="22"/>
              </w:rPr>
              <w:t>Consolidated financial</w:t>
            </w:r>
          </w:p>
          <w:p w14:paraId="23599E36" w14:textId="77777777" w:rsidR="0028544B" w:rsidRPr="00472F61" w:rsidRDefault="0028544B" w:rsidP="00B23BAF">
            <w:pPr>
              <w:pStyle w:val="acctmergecolhdg"/>
              <w:spacing w:line="240" w:lineRule="atLeast"/>
              <w:ind w:left="-76" w:right="-78"/>
              <w:rPr>
                <w:szCs w:val="22"/>
              </w:rPr>
            </w:pPr>
            <w:r w:rsidRPr="00472F61">
              <w:rPr>
                <w:szCs w:val="22"/>
              </w:rPr>
              <w:t>statements</w:t>
            </w:r>
          </w:p>
        </w:tc>
        <w:tc>
          <w:tcPr>
            <w:tcW w:w="97" w:type="pct"/>
          </w:tcPr>
          <w:p w14:paraId="4017561C" w14:textId="77777777" w:rsidR="0028544B" w:rsidRPr="00472F61" w:rsidRDefault="0028544B" w:rsidP="00B23BAF">
            <w:pPr>
              <w:pStyle w:val="acctmergecolhdg"/>
              <w:spacing w:line="240" w:lineRule="atLeast"/>
              <w:rPr>
                <w:szCs w:val="22"/>
              </w:rPr>
            </w:pPr>
          </w:p>
        </w:tc>
        <w:tc>
          <w:tcPr>
            <w:tcW w:w="1261" w:type="pct"/>
            <w:gridSpan w:val="3"/>
          </w:tcPr>
          <w:p w14:paraId="5A4F3781" w14:textId="77777777" w:rsidR="0028544B" w:rsidRPr="00472F61" w:rsidRDefault="0028544B" w:rsidP="00B23BAF">
            <w:pPr>
              <w:pStyle w:val="acctfourfigures"/>
              <w:shd w:val="clear" w:color="auto" w:fill="FFFFFF"/>
              <w:tabs>
                <w:tab w:val="clear" w:pos="765"/>
              </w:tabs>
              <w:spacing w:line="240" w:lineRule="atLeast"/>
              <w:jc w:val="center"/>
              <w:rPr>
                <w:b/>
                <w:bCs/>
                <w:szCs w:val="22"/>
              </w:rPr>
            </w:pPr>
            <w:r w:rsidRPr="00472F61">
              <w:rPr>
                <w:b/>
                <w:bCs/>
                <w:szCs w:val="22"/>
              </w:rPr>
              <w:t>Separate financial statements</w:t>
            </w:r>
          </w:p>
        </w:tc>
      </w:tr>
      <w:tr w:rsidR="00F95CFC" w:rsidRPr="00472F61" w14:paraId="030AC11E" w14:textId="77777777" w:rsidTr="00F95CFC">
        <w:trPr>
          <w:cantSplit/>
          <w:tblHeader/>
        </w:trPr>
        <w:tc>
          <w:tcPr>
            <w:tcW w:w="2271" w:type="pct"/>
          </w:tcPr>
          <w:p w14:paraId="2906B53D" w14:textId="38D771E7" w:rsidR="0028544B" w:rsidRPr="00472F61" w:rsidRDefault="00F95CFC" w:rsidP="00F95CFC">
            <w:pPr>
              <w:pStyle w:val="acctfourfigures"/>
              <w:shd w:val="clear" w:color="auto" w:fill="FFFFFF"/>
              <w:tabs>
                <w:tab w:val="clear" w:pos="765"/>
                <w:tab w:val="decimal" w:pos="375"/>
              </w:tabs>
              <w:spacing w:line="240" w:lineRule="atLeast"/>
              <w:rPr>
                <w:szCs w:val="22"/>
              </w:rPr>
            </w:pPr>
            <w:r w:rsidRPr="00472F61">
              <w:rPr>
                <w:b/>
                <w:bCs/>
                <w:i/>
                <w:iCs/>
                <w:szCs w:val="22"/>
              </w:rPr>
              <w:t>For the three-month period ended 31 March</w:t>
            </w:r>
          </w:p>
        </w:tc>
        <w:tc>
          <w:tcPr>
            <w:tcW w:w="100" w:type="pct"/>
          </w:tcPr>
          <w:p w14:paraId="0163A394" w14:textId="77777777" w:rsidR="0028544B" w:rsidRPr="00472F61" w:rsidRDefault="0028544B" w:rsidP="00B23BAF">
            <w:pPr>
              <w:pStyle w:val="acctfourfigures"/>
              <w:shd w:val="clear" w:color="auto" w:fill="FFFFFF"/>
              <w:spacing w:line="240" w:lineRule="atLeast"/>
              <w:jc w:val="center"/>
              <w:rPr>
                <w:szCs w:val="22"/>
              </w:rPr>
            </w:pPr>
          </w:p>
        </w:tc>
        <w:tc>
          <w:tcPr>
            <w:tcW w:w="588" w:type="pct"/>
          </w:tcPr>
          <w:p w14:paraId="66872401" w14:textId="77777777" w:rsidR="0028544B" w:rsidRPr="00472F61" w:rsidRDefault="0028544B" w:rsidP="00B23BAF">
            <w:pPr>
              <w:pStyle w:val="acctfourfigures"/>
              <w:shd w:val="clear" w:color="auto" w:fill="FFFFFF"/>
              <w:tabs>
                <w:tab w:val="clear" w:pos="765"/>
                <w:tab w:val="decimal" w:pos="554"/>
              </w:tabs>
              <w:spacing w:line="240" w:lineRule="atLeast"/>
              <w:jc w:val="center"/>
              <w:rPr>
                <w:szCs w:val="22"/>
              </w:rPr>
            </w:pPr>
            <w:r w:rsidRPr="00472F61">
              <w:rPr>
                <w:szCs w:val="22"/>
              </w:rPr>
              <w:t>202</w:t>
            </w:r>
            <w:r w:rsidR="00B23BAF" w:rsidRPr="00472F61">
              <w:rPr>
                <w:szCs w:val="22"/>
              </w:rPr>
              <w:t>1</w:t>
            </w:r>
          </w:p>
        </w:tc>
        <w:tc>
          <w:tcPr>
            <w:tcW w:w="97" w:type="pct"/>
          </w:tcPr>
          <w:p w14:paraId="697D1FE4" w14:textId="77777777" w:rsidR="0028544B" w:rsidRPr="00472F61" w:rsidRDefault="0028544B" w:rsidP="00B23BAF">
            <w:pPr>
              <w:pStyle w:val="acctfourfigures"/>
              <w:shd w:val="clear" w:color="auto" w:fill="FFFFFF"/>
              <w:tabs>
                <w:tab w:val="clear" w:pos="765"/>
              </w:tabs>
              <w:spacing w:line="240" w:lineRule="atLeast"/>
              <w:jc w:val="center"/>
              <w:rPr>
                <w:bCs/>
                <w:szCs w:val="22"/>
              </w:rPr>
            </w:pPr>
          </w:p>
        </w:tc>
        <w:tc>
          <w:tcPr>
            <w:tcW w:w="583" w:type="pct"/>
          </w:tcPr>
          <w:p w14:paraId="003D57DB" w14:textId="77777777" w:rsidR="0028544B" w:rsidRPr="00472F61" w:rsidRDefault="0028544B" w:rsidP="00B23BAF">
            <w:pPr>
              <w:pStyle w:val="acctfourfigures"/>
              <w:shd w:val="clear" w:color="auto" w:fill="FFFFFF"/>
              <w:tabs>
                <w:tab w:val="clear" w:pos="765"/>
              </w:tabs>
              <w:spacing w:line="240" w:lineRule="atLeast"/>
              <w:jc w:val="center"/>
              <w:rPr>
                <w:szCs w:val="22"/>
              </w:rPr>
            </w:pPr>
            <w:r w:rsidRPr="00472F61">
              <w:rPr>
                <w:bCs/>
                <w:szCs w:val="22"/>
              </w:rPr>
              <w:t>20</w:t>
            </w:r>
            <w:r w:rsidR="00B23BAF" w:rsidRPr="00472F61">
              <w:rPr>
                <w:bCs/>
                <w:szCs w:val="22"/>
              </w:rPr>
              <w:t>20</w:t>
            </w:r>
          </w:p>
        </w:tc>
        <w:tc>
          <w:tcPr>
            <w:tcW w:w="97" w:type="pct"/>
          </w:tcPr>
          <w:p w14:paraId="4C6020DC" w14:textId="77777777" w:rsidR="0028544B" w:rsidRPr="00472F61" w:rsidRDefault="0028544B" w:rsidP="00B23BAF">
            <w:pPr>
              <w:pStyle w:val="acctfourfigures"/>
              <w:shd w:val="clear" w:color="auto" w:fill="FFFFFF"/>
              <w:spacing w:line="240" w:lineRule="atLeast"/>
              <w:jc w:val="center"/>
              <w:rPr>
                <w:szCs w:val="22"/>
              </w:rPr>
            </w:pPr>
          </w:p>
        </w:tc>
        <w:tc>
          <w:tcPr>
            <w:tcW w:w="584" w:type="pct"/>
          </w:tcPr>
          <w:p w14:paraId="1ED96986" w14:textId="77777777" w:rsidR="0028544B" w:rsidRPr="00472F61" w:rsidRDefault="0028544B" w:rsidP="00B23BAF">
            <w:pPr>
              <w:pStyle w:val="acctfourfigures"/>
              <w:shd w:val="clear" w:color="auto" w:fill="FFFFFF"/>
              <w:tabs>
                <w:tab w:val="clear" w:pos="765"/>
              </w:tabs>
              <w:spacing w:line="240" w:lineRule="atLeast"/>
              <w:jc w:val="center"/>
              <w:rPr>
                <w:szCs w:val="22"/>
                <w:rtl/>
                <w:cs/>
              </w:rPr>
            </w:pPr>
            <w:r w:rsidRPr="00472F61">
              <w:rPr>
                <w:bCs/>
                <w:szCs w:val="22"/>
              </w:rPr>
              <w:t>202</w:t>
            </w:r>
            <w:r w:rsidR="00B23BAF" w:rsidRPr="00472F61">
              <w:rPr>
                <w:bCs/>
                <w:szCs w:val="22"/>
              </w:rPr>
              <w:t>1</w:t>
            </w:r>
          </w:p>
        </w:tc>
        <w:tc>
          <w:tcPr>
            <w:tcW w:w="98" w:type="pct"/>
          </w:tcPr>
          <w:p w14:paraId="15B1F420" w14:textId="77777777" w:rsidR="0028544B" w:rsidRPr="00472F61" w:rsidRDefault="0028544B" w:rsidP="00B23BAF">
            <w:pPr>
              <w:pStyle w:val="acctfourfigures"/>
              <w:shd w:val="clear" w:color="auto" w:fill="FFFFFF"/>
              <w:spacing w:line="240" w:lineRule="atLeast"/>
              <w:jc w:val="center"/>
              <w:rPr>
                <w:szCs w:val="22"/>
              </w:rPr>
            </w:pPr>
          </w:p>
        </w:tc>
        <w:tc>
          <w:tcPr>
            <w:tcW w:w="579" w:type="pct"/>
          </w:tcPr>
          <w:p w14:paraId="66EF3D2C" w14:textId="77777777" w:rsidR="0028544B" w:rsidRPr="00472F61" w:rsidRDefault="0028544B" w:rsidP="00B23BAF">
            <w:pPr>
              <w:pStyle w:val="acctfourfigures"/>
              <w:shd w:val="clear" w:color="auto" w:fill="FFFFFF"/>
              <w:tabs>
                <w:tab w:val="clear" w:pos="765"/>
              </w:tabs>
              <w:spacing w:line="240" w:lineRule="atLeast"/>
              <w:jc w:val="center"/>
              <w:rPr>
                <w:szCs w:val="22"/>
              </w:rPr>
            </w:pPr>
            <w:r w:rsidRPr="00472F61">
              <w:rPr>
                <w:bCs/>
                <w:szCs w:val="22"/>
              </w:rPr>
              <w:t>20</w:t>
            </w:r>
            <w:r w:rsidR="00B23BAF" w:rsidRPr="00472F61">
              <w:rPr>
                <w:bCs/>
                <w:szCs w:val="22"/>
              </w:rPr>
              <w:t>20</w:t>
            </w:r>
          </w:p>
        </w:tc>
      </w:tr>
      <w:tr w:rsidR="0028544B" w:rsidRPr="00472F61" w14:paraId="2AA7F7D1" w14:textId="77777777" w:rsidTr="00F95CFC">
        <w:trPr>
          <w:cantSplit/>
          <w:tblHeader/>
        </w:trPr>
        <w:tc>
          <w:tcPr>
            <w:tcW w:w="2271" w:type="pct"/>
          </w:tcPr>
          <w:p w14:paraId="4E9F403D" w14:textId="77777777" w:rsidR="0028544B" w:rsidRPr="00472F61" w:rsidRDefault="0028544B" w:rsidP="00B23BAF">
            <w:pPr>
              <w:pStyle w:val="acctfourfigures"/>
              <w:shd w:val="clear" w:color="auto" w:fill="FFFFFF"/>
              <w:spacing w:line="240" w:lineRule="atLeast"/>
              <w:rPr>
                <w:szCs w:val="22"/>
              </w:rPr>
            </w:pPr>
          </w:p>
        </w:tc>
        <w:tc>
          <w:tcPr>
            <w:tcW w:w="100" w:type="pct"/>
          </w:tcPr>
          <w:p w14:paraId="4E7041AC" w14:textId="77777777" w:rsidR="0028544B" w:rsidRPr="00472F61" w:rsidRDefault="0028544B" w:rsidP="00B23BAF">
            <w:pPr>
              <w:pStyle w:val="acctfourfigures"/>
              <w:shd w:val="clear" w:color="auto" w:fill="FFFFFF"/>
              <w:tabs>
                <w:tab w:val="clear" w:pos="765"/>
              </w:tabs>
              <w:spacing w:line="240" w:lineRule="atLeast"/>
              <w:jc w:val="center"/>
              <w:rPr>
                <w:szCs w:val="22"/>
                <w:rtl/>
                <w:cs/>
              </w:rPr>
            </w:pPr>
          </w:p>
        </w:tc>
        <w:tc>
          <w:tcPr>
            <w:tcW w:w="2629" w:type="pct"/>
            <w:gridSpan w:val="7"/>
          </w:tcPr>
          <w:p w14:paraId="43944857" w14:textId="77777777" w:rsidR="0028544B" w:rsidRPr="00472F61" w:rsidRDefault="0028544B" w:rsidP="00B23BAF">
            <w:pPr>
              <w:pStyle w:val="acctfourfigures"/>
              <w:shd w:val="clear" w:color="auto" w:fill="FFFFFF"/>
              <w:tabs>
                <w:tab w:val="clear" w:pos="765"/>
              </w:tabs>
              <w:spacing w:line="240" w:lineRule="atLeast"/>
              <w:jc w:val="center"/>
              <w:rPr>
                <w:bCs/>
                <w:i/>
                <w:iCs/>
                <w:szCs w:val="22"/>
              </w:rPr>
            </w:pPr>
            <w:r w:rsidRPr="00472F61">
              <w:rPr>
                <w:bCs/>
                <w:i/>
                <w:iCs/>
                <w:szCs w:val="22"/>
              </w:rPr>
              <w:t>(in thousand Baht / thousand shares)</w:t>
            </w:r>
          </w:p>
        </w:tc>
      </w:tr>
      <w:tr w:rsidR="00F95CFC" w:rsidRPr="00472F61" w14:paraId="786817B3" w14:textId="77777777" w:rsidTr="00F95CFC">
        <w:trPr>
          <w:cantSplit/>
        </w:trPr>
        <w:tc>
          <w:tcPr>
            <w:tcW w:w="2271" w:type="pct"/>
          </w:tcPr>
          <w:p w14:paraId="08DAC7F9" w14:textId="77777777" w:rsidR="00B23BAF" w:rsidRPr="00472F61" w:rsidRDefault="00B23BAF" w:rsidP="00B23BAF">
            <w:pPr>
              <w:tabs>
                <w:tab w:val="left" w:pos="720"/>
              </w:tabs>
              <w:ind w:right="-108"/>
              <w:rPr>
                <w:b/>
                <w:bCs/>
                <w:szCs w:val="22"/>
              </w:rPr>
            </w:pPr>
            <w:r w:rsidRPr="00472F61">
              <w:rPr>
                <w:b/>
                <w:bCs/>
                <w:szCs w:val="22"/>
              </w:rPr>
              <w:t xml:space="preserve">Profit attributable to ordinary    </w:t>
            </w:r>
          </w:p>
          <w:p w14:paraId="4C365407" w14:textId="77777777" w:rsidR="00B23BAF" w:rsidRPr="00472F61" w:rsidRDefault="00B23BAF" w:rsidP="00B23BAF">
            <w:pPr>
              <w:tabs>
                <w:tab w:val="left" w:pos="720"/>
              </w:tabs>
              <w:ind w:right="-108"/>
              <w:rPr>
                <w:b/>
                <w:bCs/>
                <w:szCs w:val="22"/>
              </w:rPr>
            </w:pPr>
            <w:r w:rsidRPr="00472F61">
              <w:rPr>
                <w:b/>
                <w:bCs/>
                <w:szCs w:val="22"/>
              </w:rPr>
              <w:t xml:space="preserve">   shareholders of the Company (basic)</w:t>
            </w:r>
          </w:p>
        </w:tc>
        <w:tc>
          <w:tcPr>
            <w:tcW w:w="100" w:type="pct"/>
          </w:tcPr>
          <w:p w14:paraId="5B426FB3" w14:textId="77777777" w:rsidR="00B23BAF" w:rsidRPr="00472F61" w:rsidRDefault="00B23BAF" w:rsidP="00B23BAF">
            <w:pPr>
              <w:pStyle w:val="acctfourfigures"/>
              <w:shd w:val="clear" w:color="auto" w:fill="FFFFFF"/>
              <w:tabs>
                <w:tab w:val="clear" w:pos="765"/>
                <w:tab w:val="decimal" w:pos="1001"/>
              </w:tabs>
              <w:spacing w:line="240" w:lineRule="atLeast"/>
              <w:ind w:right="11"/>
              <w:rPr>
                <w:b/>
                <w:bCs/>
                <w:szCs w:val="22"/>
              </w:rPr>
            </w:pPr>
          </w:p>
        </w:tc>
        <w:tc>
          <w:tcPr>
            <w:tcW w:w="588" w:type="pct"/>
            <w:tcBorders>
              <w:bottom w:val="double" w:sz="4" w:space="0" w:color="auto"/>
            </w:tcBorders>
            <w:vAlign w:val="bottom"/>
          </w:tcPr>
          <w:p w14:paraId="1EC41A18" w14:textId="77777777" w:rsidR="00B23BAF" w:rsidRPr="00472F61" w:rsidRDefault="00D7395B" w:rsidP="00B23BAF">
            <w:pPr>
              <w:pStyle w:val="acctfourfigures"/>
              <w:shd w:val="clear" w:color="auto" w:fill="FFFFFF"/>
              <w:tabs>
                <w:tab w:val="clear" w:pos="765"/>
                <w:tab w:val="decimal" w:pos="1000"/>
              </w:tabs>
              <w:spacing w:line="240" w:lineRule="atLeast"/>
              <w:ind w:left="-79" w:right="-79"/>
              <w:rPr>
                <w:b/>
                <w:bCs/>
                <w:szCs w:val="28"/>
                <w:cs/>
                <w:lang w:bidi="th-TH"/>
              </w:rPr>
            </w:pPr>
            <w:r w:rsidRPr="00472F61">
              <w:rPr>
                <w:b/>
                <w:bCs/>
                <w:szCs w:val="28"/>
                <w:lang w:bidi="th-TH"/>
              </w:rPr>
              <w:t>165,473</w:t>
            </w:r>
          </w:p>
        </w:tc>
        <w:tc>
          <w:tcPr>
            <w:tcW w:w="97" w:type="pct"/>
          </w:tcPr>
          <w:p w14:paraId="6429CC0E" w14:textId="77777777" w:rsidR="00B23BAF" w:rsidRPr="00472F61" w:rsidRDefault="00B23BAF" w:rsidP="00B23BAF">
            <w:pPr>
              <w:pStyle w:val="acctfourfigures"/>
              <w:shd w:val="clear" w:color="auto" w:fill="FFFFFF"/>
              <w:spacing w:line="240" w:lineRule="atLeast"/>
              <w:rPr>
                <w:b/>
                <w:bCs/>
                <w:szCs w:val="22"/>
              </w:rPr>
            </w:pPr>
          </w:p>
        </w:tc>
        <w:tc>
          <w:tcPr>
            <w:tcW w:w="583" w:type="pct"/>
            <w:tcBorders>
              <w:bottom w:val="double" w:sz="4" w:space="0" w:color="auto"/>
            </w:tcBorders>
            <w:vAlign w:val="bottom"/>
          </w:tcPr>
          <w:p w14:paraId="32861DE9" w14:textId="77777777" w:rsidR="00B23BAF" w:rsidRPr="00472F61" w:rsidRDefault="00B23BAF" w:rsidP="00B23BAF">
            <w:pPr>
              <w:pStyle w:val="acctfourfigures"/>
              <w:shd w:val="clear" w:color="auto" w:fill="FFFFFF"/>
              <w:tabs>
                <w:tab w:val="clear" w:pos="765"/>
                <w:tab w:val="decimal" w:pos="1000"/>
              </w:tabs>
              <w:spacing w:line="240" w:lineRule="atLeast"/>
              <w:ind w:left="-79" w:right="-79"/>
              <w:rPr>
                <w:b/>
                <w:bCs/>
                <w:szCs w:val="28"/>
                <w:cs/>
                <w:lang w:bidi="th-TH"/>
              </w:rPr>
            </w:pPr>
            <w:r w:rsidRPr="00472F61">
              <w:rPr>
                <w:b/>
                <w:bCs/>
                <w:szCs w:val="22"/>
              </w:rPr>
              <w:t>277,835</w:t>
            </w:r>
          </w:p>
        </w:tc>
        <w:tc>
          <w:tcPr>
            <w:tcW w:w="97" w:type="pct"/>
          </w:tcPr>
          <w:p w14:paraId="5E3651E7"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84" w:type="pct"/>
            <w:tcBorders>
              <w:bottom w:val="double" w:sz="4" w:space="0" w:color="auto"/>
            </w:tcBorders>
            <w:vAlign w:val="bottom"/>
          </w:tcPr>
          <w:p w14:paraId="64F0F816" w14:textId="77777777" w:rsidR="00B23BAF" w:rsidRPr="00472F61" w:rsidRDefault="00D7395B" w:rsidP="00B23BAF">
            <w:pPr>
              <w:pStyle w:val="acctfourfigures"/>
              <w:shd w:val="clear" w:color="auto" w:fill="FFFFFF"/>
              <w:tabs>
                <w:tab w:val="clear" w:pos="765"/>
                <w:tab w:val="decimal" w:pos="1000"/>
              </w:tabs>
              <w:spacing w:line="240" w:lineRule="atLeast"/>
              <w:ind w:left="-79" w:right="-79"/>
              <w:rPr>
                <w:b/>
                <w:bCs/>
                <w:szCs w:val="22"/>
              </w:rPr>
            </w:pPr>
            <w:r w:rsidRPr="00472F61">
              <w:rPr>
                <w:b/>
                <w:bCs/>
                <w:szCs w:val="22"/>
              </w:rPr>
              <w:t>51,153</w:t>
            </w:r>
          </w:p>
        </w:tc>
        <w:tc>
          <w:tcPr>
            <w:tcW w:w="98" w:type="pct"/>
          </w:tcPr>
          <w:p w14:paraId="0B6A56C9"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79" w:type="pct"/>
            <w:tcBorders>
              <w:bottom w:val="double" w:sz="4" w:space="0" w:color="auto"/>
            </w:tcBorders>
            <w:vAlign w:val="bottom"/>
          </w:tcPr>
          <w:p w14:paraId="09901AFD" w14:textId="77777777" w:rsidR="00B23BAF" w:rsidRPr="00472F61" w:rsidRDefault="00B23BAF" w:rsidP="00B23BAF">
            <w:pPr>
              <w:pStyle w:val="acctfourfigures"/>
              <w:shd w:val="clear" w:color="auto" w:fill="FFFFFF"/>
              <w:tabs>
                <w:tab w:val="clear" w:pos="765"/>
                <w:tab w:val="decimal" w:pos="1000"/>
              </w:tabs>
              <w:spacing w:line="240" w:lineRule="atLeast"/>
              <w:ind w:left="-79" w:right="-79"/>
              <w:rPr>
                <w:b/>
                <w:bCs/>
                <w:szCs w:val="22"/>
              </w:rPr>
            </w:pPr>
            <w:r w:rsidRPr="00472F61">
              <w:rPr>
                <w:b/>
                <w:bCs/>
                <w:szCs w:val="22"/>
              </w:rPr>
              <w:t>205,091</w:t>
            </w:r>
          </w:p>
        </w:tc>
      </w:tr>
      <w:tr w:rsidR="00F95CFC" w:rsidRPr="00472F61" w14:paraId="1296BFAA" w14:textId="77777777" w:rsidTr="00F95CFC">
        <w:trPr>
          <w:cantSplit/>
        </w:trPr>
        <w:tc>
          <w:tcPr>
            <w:tcW w:w="2271" w:type="pct"/>
          </w:tcPr>
          <w:p w14:paraId="4C622C48" w14:textId="77777777" w:rsidR="00B23BAF" w:rsidRPr="00472F61" w:rsidRDefault="00B23BAF" w:rsidP="00B23BAF">
            <w:pPr>
              <w:tabs>
                <w:tab w:val="left" w:pos="720"/>
              </w:tabs>
              <w:ind w:right="-108"/>
              <w:rPr>
                <w:b/>
                <w:bCs/>
                <w:szCs w:val="22"/>
              </w:rPr>
            </w:pPr>
          </w:p>
        </w:tc>
        <w:tc>
          <w:tcPr>
            <w:tcW w:w="100" w:type="pct"/>
          </w:tcPr>
          <w:p w14:paraId="6D49A28A" w14:textId="77777777" w:rsidR="00B23BAF" w:rsidRPr="00472F61" w:rsidRDefault="00B23BAF" w:rsidP="00B23BAF">
            <w:pPr>
              <w:pStyle w:val="acctfourfigures"/>
              <w:shd w:val="clear" w:color="auto" w:fill="FFFFFF"/>
              <w:tabs>
                <w:tab w:val="clear" w:pos="765"/>
                <w:tab w:val="decimal" w:pos="1001"/>
              </w:tabs>
              <w:spacing w:line="240" w:lineRule="atLeast"/>
              <w:ind w:right="11"/>
              <w:rPr>
                <w:b/>
                <w:bCs/>
                <w:szCs w:val="22"/>
              </w:rPr>
            </w:pPr>
          </w:p>
        </w:tc>
        <w:tc>
          <w:tcPr>
            <w:tcW w:w="588" w:type="pct"/>
            <w:tcBorders>
              <w:top w:val="double" w:sz="4" w:space="0" w:color="auto"/>
            </w:tcBorders>
          </w:tcPr>
          <w:p w14:paraId="3CED86E9" w14:textId="77777777" w:rsidR="00B23BAF" w:rsidRPr="00472F61" w:rsidRDefault="00B23BAF" w:rsidP="00B23BAF">
            <w:pPr>
              <w:pStyle w:val="acctfourfigures"/>
              <w:shd w:val="clear" w:color="auto" w:fill="FFFFFF"/>
              <w:tabs>
                <w:tab w:val="clear" w:pos="765"/>
                <w:tab w:val="decimal" w:pos="910"/>
              </w:tabs>
              <w:spacing w:line="240" w:lineRule="atLeast"/>
              <w:ind w:left="-79" w:right="-79"/>
              <w:rPr>
                <w:b/>
                <w:bCs/>
                <w:szCs w:val="22"/>
              </w:rPr>
            </w:pPr>
          </w:p>
        </w:tc>
        <w:tc>
          <w:tcPr>
            <w:tcW w:w="97" w:type="pct"/>
          </w:tcPr>
          <w:p w14:paraId="7F5D7F5E" w14:textId="77777777" w:rsidR="00B23BAF" w:rsidRPr="00472F61" w:rsidRDefault="00B23BAF" w:rsidP="00B23BAF">
            <w:pPr>
              <w:pStyle w:val="acctfourfigures"/>
              <w:shd w:val="clear" w:color="auto" w:fill="FFFFFF"/>
              <w:spacing w:line="240" w:lineRule="atLeast"/>
              <w:rPr>
                <w:b/>
                <w:bCs/>
                <w:szCs w:val="22"/>
              </w:rPr>
            </w:pPr>
          </w:p>
        </w:tc>
        <w:tc>
          <w:tcPr>
            <w:tcW w:w="583" w:type="pct"/>
            <w:tcBorders>
              <w:top w:val="double" w:sz="4" w:space="0" w:color="auto"/>
            </w:tcBorders>
          </w:tcPr>
          <w:p w14:paraId="40EC3A7A" w14:textId="77777777" w:rsidR="00B23BAF" w:rsidRPr="00472F61" w:rsidRDefault="00B23BAF" w:rsidP="00B23BAF">
            <w:pPr>
              <w:pStyle w:val="acctfourfigures"/>
              <w:shd w:val="clear" w:color="auto" w:fill="FFFFFF"/>
              <w:tabs>
                <w:tab w:val="clear" w:pos="765"/>
                <w:tab w:val="decimal" w:pos="910"/>
              </w:tabs>
              <w:spacing w:line="240" w:lineRule="atLeast"/>
              <w:ind w:left="-79" w:right="-79"/>
              <w:rPr>
                <w:b/>
                <w:bCs/>
                <w:szCs w:val="22"/>
              </w:rPr>
            </w:pPr>
          </w:p>
        </w:tc>
        <w:tc>
          <w:tcPr>
            <w:tcW w:w="97" w:type="pct"/>
          </w:tcPr>
          <w:p w14:paraId="418C2194"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84" w:type="pct"/>
            <w:vAlign w:val="bottom"/>
          </w:tcPr>
          <w:p w14:paraId="37F0FAA4" w14:textId="77777777" w:rsidR="00B23BAF" w:rsidRPr="00472F61" w:rsidRDefault="00B23BAF" w:rsidP="00B23BAF">
            <w:pPr>
              <w:pStyle w:val="acctfourfigures"/>
              <w:shd w:val="clear" w:color="auto" w:fill="FFFFFF"/>
              <w:tabs>
                <w:tab w:val="clear" w:pos="765"/>
                <w:tab w:val="decimal" w:pos="1000"/>
              </w:tabs>
              <w:spacing w:line="240" w:lineRule="atLeast"/>
              <w:ind w:left="-79" w:right="-79"/>
              <w:rPr>
                <w:b/>
                <w:bCs/>
                <w:szCs w:val="22"/>
              </w:rPr>
            </w:pPr>
          </w:p>
        </w:tc>
        <w:tc>
          <w:tcPr>
            <w:tcW w:w="98" w:type="pct"/>
          </w:tcPr>
          <w:p w14:paraId="32CC312F"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79" w:type="pct"/>
            <w:vAlign w:val="bottom"/>
          </w:tcPr>
          <w:p w14:paraId="5E87961D" w14:textId="77777777" w:rsidR="00B23BAF" w:rsidRPr="00472F61" w:rsidRDefault="00B23BAF" w:rsidP="00B23BAF">
            <w:pPr>
              <w:pStyle w:val="acctfourfigures"/>
              <w:shd w:val="clear" w:color="auto" w:fill="FFFFFF"/>
              <w:tabs>
                <w:tab w:val="clear" w:pos="765"/>
                <w:tab w:val="decimal" w:pos="1000"/>
              </w:tabs>
              <w:spacing w:line="240" w:lineRule="atLeast"/>
              <w:ind w:left="-79" w:right="-79"/>
              <w:rPr>
                <w:b/>
                <w:bCs/>
                <w:szCs w:val="22"/>
              </w:rPr>
            </w:pPr>
          </w:p>
        </w:tc>
      </w:tr>
      <w:tr w:rsidR="00F95CFC" w:rsidRPr="00472F61" w14:paraId="6ACEC9BD" w14:textId="77777777" w:rsidTr="00F95CFC">
        <w:trPr>
          <w:cantSplit/>
        </w:trPr>
        <w:tc>
          <w:tcPr>
            <w:tcW w:w="2271" w:type="pct"/>
          </w:tcPr>
          <w:p w14:paraId="3C438A2A" w14:textId="2C2ABAFA" w:rsidR="00B23BAF" w:rsidRPr="00472F61" w:rsidRDefault="00B23BAF" w:rsidP="00B23BAF">
            <w:pPr>
              <w:shd w:val="clear" w:color="auto" w:fill="FFFFFF"/>
              <w:spacing w:line="240" w:lineRule="atLeast"/>
              <w:ind w:left="190" w:right="-79" w:hanging="180"/>
              <w:rPr>
                <w:szCs w:val="22"/>
                <w:cs/>
                <w:lang w:bidi="th-TH"/>
              </w:rPr>
            </w:pPr>
            <w:r w:rsidRPr="00472F61">
              <w:rPr>
                <w:b/>
                <w:bCs/>
                <w:szCs w:val="22"/>
              </w:rPr>
              <w:t>Number of ordinary shares outstanding</w:t>
            </w:r>
          </w:p>
        </w:tc>
        <w:tc>
          <w:tcPr>
            <w:tcW w:w="100" w:type="pct"/>
          </w:tcPr>
          <w:p w14:paraId="061849F3" w14:textId="77777777" w:rsidR="00B23BAF" w:rsidRPr="00472F61" w:rsidRDefault="00B23BAF" w:rsidP="00B23BAF">
            <w:pPr>
              <w:pStyle w:val="acctfourfigures"/>
              <w:shd w:val="clear" w:color="auto" w:fill="FFFFFF"/>
              <w:tabs>
                <w:tab w:val="clear" w:pos="765"/>
                <w:tab w:val="decimal" w:pos="1001"/>
              </w:tabs>
              <w:spacing w:line="240" w:lineRule="atLeast"/>
              <w:ind w:right="11"/>
              <w:rPr>
                <w:b/>
                <w:bCs/>
                <w:szCs w:val="22"/>
              </w:rPr>
            </w:pPr>
          </w:p>
        </w:tc>
        <w:tc>
          <w:tcPr>
            <w:tcW w:w="588" w:type="pct"/>
            <w:tcBorders>
              <w:bottom w:val="double" w:sz="4" w:space="0" w:color="auto"/>
            </w:tcBorders>
            <w:vAlign w:val="bottom"/>
          </w:tcPr>
          <w:p w14:paraId="6CD996D6" w14:textId="77777777" w:rsidR="00B23BAF" w:rsidRPr="00472F61" w:rsidRDefault="00D7395B" w:rsidP="00B23BAF">
            <w:pPr>
              <w:pStyle w:val="acctfourfigures"/>
              <w:shd w:val="clear" w:color="auto" w:fill="FFFFFF"/>
              <w:tabs>
                <w:tab w:val="clear" w:pos="765"/>
                <w:tab w:val="decimal" w:pos="1000"/>
              </w:tabs>
              <w:spacing w:line="240" w:lineRule="atLeast"/>
              <w:ind w:left="-79" w:right="-79"/>
              <w:rPr>
                <w:b/>
                <w:bCs/>
                <w:szCs w:val="28"/>
                <w:lang w:val="en-US" w:bidi="th-TH"/>
              </w:rPr>
            </w:pPr>
            <w:r w:rsidRPr="00472F61">
              <w:rPr>
                <w:b/>
                <w:bCs/>
                <w:szCs w:val="28"/>
                <w:lang w:val="en-US" w:bidi="th-TH"/>
              </w:rPr>
              <w:t>6,499,830</w:t>
            </w:r>
          </w:p>
        </w:tc>
        <w:tc>
          <w:tcPr>
            <w:tcW w:w="97" w:type="pct"/>
          </w:tcPr>
          <w:p w14:paraId="727C8C58" w14:textId="77777777" w:rsidR="00B23BAF" w:rsidRPr="00472F61" w:rsidRDefault="00B23BAF" w:rsidP="00B23BAF">
            <w:pPr>
              <w:pStyle w:val="acctfourfigures"/>
              <w:shd w:val="clear" w:color="auto" w:fill="FFFFFF"/>
              <w:spacing w:line="240" w:lineRule="atLeast"/>
              <w:rPr>
                <w:b/>
                <w:bCs/>
                <w:szCs w:val="22"/>
              </w:rPr>
            </w:pPr>
          </w:p>
        </w:tc>
        <w:tc>
          <w:tcPr>
            <w:tcW w:w="583" w:type="pct"/>
            <w:tcBorders>
              <w:bottom w:val="double" w:sz="4" w:space="0" w:color="auto"/>
            </w:tcBorders>
            <w:vAlign w:val="bottom"/>
          </w:tcPr>
          <w:p w14:paraId="2F210EDF" w14:textId="77777777" w:rsidR="00B23BAF" w:rsidRPr="00472F61" w:rsidRDefault="00B23BAF" w:rsidP="00B23BAF">
            <w:pPr>
              <w:pStyle w:val="acctfourfigures"/>
              <w:shd w:val="clear" w:color="auto" w:fill="FFFFFF"/>
              <w:tabs>
                <w:tab w:val="clear" w:pos="765"/>
                <w:tab w:val="decimal" w:pos="1000"/>
              </w:tabs>
              <w:spacing w:line="240" w:lineRule="atLeast"/>
              <w:ind w:left="-79" w:right="-79"/>
              <w:rPr>
                <w:b/>
                <w:bCs/>
                <w:szCs w:val="28"/>
                <w:lang w:val="en-US" w:bidi="th-TH"/>
              </w:rPr>
            </w:pPr>
            <w:r w:rsidRPr="00472F61">
              <w:rPr>
                <w:b/>
                <w:bCs/>
                <w:szCs w:val="28"/>
                <w:lang w:val="en-US" w:bidi="th-TH"/>
              </w:rPr>
              <w:t>6,499,830</w:t>
            </w:r>
          </w:p>
        </w:tc>
        <w:tc>
          <w:tcPr>
            <w:tcW w:w="97" w:type="pct"/>
          </w:tcPr>
          <w:p w14:paraId="22444114"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84" w:type="pct"/>
            <w:tcBorders>
              <w:bottom w:val="double" w:sz="4" w:space="0" w:color="auto"/>
            </w:tcBorders>
            <w:vAlign w:val="bottom"/>
          </w:tcPr>
          <w:p w14:paraId="2F815B5B" w14:textId="77777777" w:rsidR="00B23BAF" w:rsidRPr="00472F61" w:rsidRDefault="00D7395B" w:rsidP="00B23BAF">
            <w:pPr>
              <w:pStyle w:val="acctfourfigures"/>
              <w:shd w:val="clear" w:color="auto" w:fill="FFFFFF"/>
              <w:tabs>
                <w:tab w:val="clear" w:pos="765"/>
                <w:tab w:val="decimal" w:pos="1000"/>
              </w:tabs>
              <w:spacing w:line="240" w:lineRule="atLeast"/>
              <w:ind w:left="-79" w:right="-79"/>
              <w:rPr>
                <w:b/>
                <w:bCs/>
                <w:szCs w:val="22"/>
              </w:rPr>
            </w:pPr>
            <w:r w:rsidRPr="00472F61">
              <w:rPr>
                <w:b/>
                <w:bCs/>
                <w:szCs w:val="22"/>
              </w:rPr>
              <w:t>6,499,830</w:t>
            </w:r>
          </w:p>
        </w:tc>
        <w:tc>
          <w:tcPr>
            <w:tcW w:w="98" w:type="pct"/>
          </w:tcPr>
          <w:p w14:paraId="109A89A7"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79" w:type="pct"/>
            <w:tcBorders>
              <w:bottom w:val="double" w:sz="4" w:space="0" w:color="auto"/>
            </w:tcBorders>
            <w:vAlign w:val="bottom"/>
          </w:tcPr>
          <w:p w14:paraId="139F8C1C" w14:textId="77777777" w:rsidR="00B23BAF" w:rsidRPr="00472F61" w:rsidRDefault="00B23BAF" w:rsidP="00B23BAF">
            <w:pPr>
              <w:pStyle w:val="acctfourfigures"/>
              <w:shd w:val="clear" w:color="auto" w:fill="FFFFFF"/>
              <w:tabs>
                <w:tab w:val="clear" w:pos="765"/>
                <w:tab w:val="decimal" w:pos="1000"/>
              </w:tabs>
              <w:spacing w:line="240" w:lineRule="atLeast"/>
              <w:ind w:left="-79" w:right="-79"/>
              <w:rPr>
                <w:b/>
                <w:bCs/>
                <w:szCs w:val="22"/>
              </w:rPr>
            </w:pPr>
            <w:r w:rsidRPr="00472F61">
              <w:rPr>
                <w:b/>
                <w:bCs/>
                <w:szCs w:val="22"/>
              </w:rPr>
              <w:t>6,499,830</w:t>
            </w:r>
          </w:p>
        </w:tc>
      </w:tr>
      <w:tr w:rsidR="00F95CFC" w:rsidRPr="00472F61" w14:paraId="3DC75C46" w14:textId="77777777" w:rsidTr="00F95CFC">
        <w:trPr>
          <w:cantSplit/>
        </w:trPr>
        <w:tc>
          <w:tcPr>
            <w:tcW w:w="2271" w:type="pct"/>
          </w:tcPr>
          <w:p w14:paraId="1A1E4103" w14:textId="77777777" w:rsidR="00B23BAF" w:rsidRPr="00472F61" w:rsidRDefault="00B23BAF" w:rsidP="00B23BAF">
            <w:pPr>
              <w:shd w:val="clear" w:color="auto" w:fill="FFFFFF"/>
              <w:spacing w:line="240" w:lineRule="atLeast"/>
              <w:rPr>
                <w:b/>
                <w:bCs/>
                <w:szCs w:val="22"/>
              </w:rPr>
            </w:pPr>
          </w:p>
        </w:tc>
        <w:tc>
          <w:tcPr>
            <w:tcW w:w="100" w:type="pct"/>
          </w:tcPr>
          <w:p w14:paraId="15B0D28E" w14:textId="77777777" w:rsidR="00B23BAF" w:rsidRPr="00472F61" w:rsidRDefault="00B23BAF" w:rsidP="00B23BAF">
            <w:pPr>
              <w:pStyle w:val="acctfourfigures"/>
              <w:shd w:val="clear" w:color="auto" w:fill="FFFFFF"/>
              <w:tabs>
                <w:tab w:val="clear" w:pos="765"/>
                <w:tab w:val="decimal" w:pos="1001"/>
              </w:tabs>
              <w:spacing w:line="240" w:lineRule="atLeast"/>
              <w:ind w:right="11"/>
              <w:rPr>
                <w:b/>
                <w:bCs/>
                <w:szCs w:val="22"/>
              </w:rPr>
            </w:pPr>
          </w:p>
        </w:tc>
        <w:tc>
          <w:tcPr>
            <w:tcW w:w="588" w:type="pct"/>
            <w:tcBorders>
              <w:top w:val="double" w:sz="4" w:space="0" w:color="auto"/>
            </w:tcBorders>
          </w:tcPr>
          <w:p w14:paraId="3B8A497C" w14:textId="77777777" w:rsidR="00B23BAF" w:rsidRPr="00472F61" w:rsidRDefault="00B23BAF" w:rsidP="00B23BAF">
            <w:pPr>
              <w:pStyle w:val="acctfourfigures"/>
              <w:shd w:val="clear" w:color="auto" w:fill="FFFFFF"/>
              <w:tabs>
                <w:tab w:val="clear" w:pos="765"/>
                <w:tab w:val="decimal" w:pos="910"/>
              </w:tabs>
              <w:spacing w:line="240" w:lineRule="atLeast"/>
              <w:ind w:left="-79" w:right="-79"/>
              <w:rPr>
                <w:b/>
                <w:bCs/>
                <w:szCs w:val="22"/>
              </w:rPr>
            </w:pPr>
          </w:p>
        </w:tc>
        <w:tc>
          <w:tcPr>
            <w:tcW w:w="97" w:type="pct"/>
          </w:tcPr>
          <w:p w14:paraId="4331E0DB" w14:textId="77777777" w:rsidR="00B23BAF" w:rsidRPr="00472F61" w:rsidRDefault="00B23BAF" w:rsidP="00B23BAF">
            <w:pPr>
              <w:pStyle w:val="acctfourfigures"/>
              <w:shd w:val="clear" w:color="auto" w:fill="FFFFFF"/>
              <w:spacing w:line="240" w:lineRule="atLeast"/>
              <w:rPr>
                <w:b/>
                <w:bCs/>
                <w:szCs w:val="22"/>
              </w:rPr>
            </w:pPr>
          </w:p>
        </w:tc>
        <w:tc>
          <w:tcPr>
            <w:tcW w:w="583" w:type="pct"/>
            <w:tcBorders>
              <w:top w:val="double" w:sz="4" w:space="0" w:color="auto"/>
            </w:tcBorders>
          </w:tcPr>
          <w:p w14:paraId="6B8BFDFC" w14:textId="77777777" w:rsidR="00B23BAF" w:rsidRPr="00472F61" w:rsidRDefault="00B23BAF" w:rsidP="00B23BAF">
            <w:pPr>
              <w:pStyle w:val="acctfourfigures"/>
              <w:shd w:val="clear" w:color="auto" w:fill="FFFFFF"/>
              <w:tabs>
                <w:tab w:val="clear" w:pos="765"/>
                <w:tab w:val="decimal" w:pos="910"/>
              </w:tabs>
              <w:spacing w:line="240" w:lineRule="atLeast"/>
              <w:ind w:left="-79" w:right="-79"/>
              <w:rPr>
                <w:b/>
                <w:bCs/>
                <w:szCs w:val="22"/>
              </w:rPr>
            </w:pPr>
          </w:p>
        </w:tc>
        <w:tc>
          <w:tcPr>
            <w:tcW w:w="97" w:type="pct"/>
          </w:tcPr>
          <w:p w14:paraId="749B90DF"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84" w:type="pct"/>
            <w:tcBorders>
              <w:top w:val="double" w:sz="4" w:space="0" w:color="auto"/>
            </w:tcBorders>
            <w:vAlign w:val="bottom"/>
          </w:tcPr>
          <w:p w14:paraId="0F11C39C" w14:textId="77777777" w:rsidR="00B23BAF" w:rsidRPr="00472F61" w:rsidRDefault="00B23BAF" w:rsidP="00B23BAF">
            <w:pPr>
              <w:pStyle w:val="acctfourfigures"/>
              <w:shd w:val="clear" w:color="auto" w:fill="FFFFFF"/>
              <w:tabs>
                <w:tab w:val="clear" w:pos="765"/>
                <w:tab w:val="decimal" w:pos="1000"/>
              </w:tabs>
              <w:spacing w:line="240" w:lineRule="atLeast"/>
              <w:ind w:left="-79" w:right="-79"/>
              <w:rPr>
                <w:b/>
                <w:bCs/>
                <w:szCs w:val="22"/>
              </w:rPr>
            </w:pPr>
          </w:p>
        </w:tc>
        <w:tc>
          <w:tcPr>
            <w:tcW w:w="98" w:type="pct"/>
          </w:tcPr>
          <w:p w14:paraId="3789F03E"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79" w:type="pct"/>
            <w:tcBorders>
              <w:top w:val="double" w:sz="4" w:space="0" w:color="auto"/>
            </w:tcBorders>
            <w:vAlign w:val="bottom"/>
          </w:tcPr>
          <w:p w14:paraId="41D259AF" w14:textId="77777777" w:rsidR="00B23BAF" w:rsidRPr="00472F61" w:rsidRDefault="00B23BAF" w:rsidP="00B23BAF">
            <w:pPr>
              <w:pStyle w:val="acctfourfigures"/>
              <w:shd w:val="clear" w:color="auto" w:fill="FFFFFF"/>
              <w:tabs>
                <w:tab w:val="clear" w:pos="765"/>
                <w:tab w:val="decimal" w:pos="1000"/>
              </w:tabs>
              <w:spacing w:line="240" w:lineRule="atLeast"/>
              <w:ind w:left="-79" w:right="-79"/>
              <w:rPr>
                <w:b/>
                <w:bCs/>
                <w:szCs w:val="22"/>
              </w:rPr>
            </w:pPr>
          </w:p>
        </w:tc>
      </w:tr>
      <w:tr w:rsidR="00F95CFC" w:rsidRPr="00472F61" w14:paraId="71FB6951" w14:textId="77777777" w:rsidTr="00F95CFC">
        <w:trPr>
          <w:cantSplit/>
        </w:trPr>
        <w:tc>
          <w:tcPr>
            <w:tcW w:w="2271" w:type="pct"/>
          </w:tcPr>
          <w:p w14:paraId="242BD122" w14:textId="77777777" w:rsidR="00B23BAF" w:rsidRPr="00472F61" w:rsidRDefault="00B23BAF" w:rsidP="00B23BAF">
            <w:pPr>
              <w:shd w:val="clear" w:color="auto" w:fill="FFFFFF"/>
              <w:spacing w:line="240" w:lineRule="atLeast"/>
              <w:ind w:left="101" w:hanging="101"/>
              <w:rPr>
                <w:szCs w:val="22"/>
              </w:rPr>
            </w:pPr>
            <w:r w:rsidRPr="00472F61">
              <w:rPr>
                <w:b/>
                <w:bCs/>
                <w:szCs w:val="22"/>
              </w:rPr>
              <w:t xml:space="preserve">Earnings per share (basic) </w:t>
            </w:r>
            <w:r w:rsidRPr="00472F61">
              <w:rPr>
                <w:b/>
                <w:bCs/>
                <w:i/>
                <w:iCs/>
                <w:szCs w:val="22"/>
              </w:rPr>
              <w:t>(in Baht)</w:t>
            </w:r>
          </w:p>
        </w:tc>
        <w:tc>
          <w:tcPr>
            <w:tcW w:w="100" w:type="pct"/>
          </w:tcPr>
          <w:p w14:paraId="4002C7D0" w14:textId="77777777" w:rsidR="00B23BAF" w:rsidRPr="00472F61" w:rsidRDefault="00B23BAF" w:rsidP="00B23BAF">
            <w:pPr>
              <w:pStyle w:val="acctfourfigures"/>
              <w:shd w:val="clear" w:color="auto" w:fill="FFFFFF"/>
              <w:tabs>
                <w:tab w:val="clear" w:pos="765"/>
                <w:tab w:val="decimal" w:pos="731"/>
              </w:tabs>
              <w:spacing w:line="240" w:lineRule="atLeast"/>
              <w:ind w:right="11"/>
              <w:rPr>
                <w:b/>
                <w:bCs/>
                <w:szCs w:val="22"/>
              </w:rPr>
            </w:pPr>
          </w:p>
        </w:tc>
        <w:tc>
          <w:tcPr>
            <w:tcW w:w="588" w:type="pct"/>
            <w:tcBorders>
              <w:bottom w:val="double" w:sz="4" w:space="0" w:color="auto"/>
            </w:tcBorders>
          </w:tcPr>
          <w:p w14:paraId="45B854D3" w14:textId="77777777" w:rsidR="00B23BAF" w:rsidRPr="00472F61" w:rsidRDefault="00D7395B" w:rsidP="00B23BAF">
            <w:pPr>
              <w:pStyle w:val="acctfourfigures"/>
              <w:shd w:val="clear" w:color="auto" w:fill="FFFFFF"/>
              <w:tabs>
                <w:tab w:val="clear" w:pos="765"/>
                <w:tab w:val="decimal" w:pos="910"/>
              </w:tabs>
              <w:spacing w:line="240" w:lineRule="atLeast"/>
              <w:ind w:left="-79"/>
              <w:rPr>
                <w:b/>
                <w:bCs/>
                <w:szCs w:val="28"/>
                <w:lang w:val="en-US" w:bidi="th-TH"/>
              </w:rPr>
            </w:pPr>
            <w:r w:rsidRPr="00472F61">
              <w:rPr>
                <w:b/>
                <w:bCs/>
                <w:szCs w:val="28"/>
                <w:lang w:val="en-US" w:bidi="th-TH"/>
              </w:rPr>
              <w:t>0.025</w:t>
            </w:r>
          </w:p>
        </w:tc>
        <w:tc>
          <w:tcPr>
            <w:tcW w:w="97" w:type="pct"/>
          </w:tcPr>
          <w:p w14:paraId="4B9AE976" w14:textId="77777777" w:rsidR="00B23BAF" w:rsidRPr="00472F61" w:rsidRDefault="00B23BAF" w:rsidP="00B23BAF">
            <w:pPr>
              <w:pStyle w:val="acctfourfigures"/>
              <w:shd w:val="clear" w:color="auto" w:fill="FFFFFF"/>
              <w:spacing w:line="240" w:lineRule="atLeast"/>
              <w:rPr>
                <w:b/>
                <w:bCs/>
                <w:szCs w:val="22"/>
              </w:rPr>
            </w:pPr>
          </w:p>
        </w:tc>
        <w:tc>
          <w:tcPr>
            <w:tcW w:w="583" w:type="pct"/>
            <w:tcBorders>
              <w:bottom w:val="double" w:sz="4" w:space="0" w:color="auto"/>
            </w:tcBorders>
          </w:tcPr>
          <w:p w14:paraId="10FB204C" w14:textId="77777777" w:rsidR="00B23BAF" w:rsidRPr="00472F61" w:rsidRDefault="00B23BAF" w:rsidP="00B23BAF">
            <w:pPr>
              <w:pStyle w:val="acctfourfigures"/>
              <w:shd w:val="clear" w:color="auto" w:fill="FFFFFF"/>
              <w:tabs>
                <w:tab w:val="clear" w:pos="765"/>
                <w:tab w:val="decimal" w:pos="910"/>
              </w:tabs>
              <w:spacing w:line="240" w:lineRule="atLeast"/>
              <w:ind w:left="-79"/>
              <w:rPr>
                <w:b/>
                <w:bCs/>
                <w:szCs w:val="28"/>
                <w:lang w:val="en-US" w:bidi="th-TH"/>
              </w:rPr>
            </w:pPr>
            <w:r w:rsidRPr="00472F61">
              <w:rPr>
                <w:b/>
                <w:bCs/>
                <w:szCs w:val="22"/>
              </w:rPr>
              <w:t>0.043</w:t>
            </w:r>
          </w:p>
        </w:tc>
        <w:tc>
          <w:tcPr>
            <w:tcW w:w="97" w:type="pct"/>
          </w:tcPr>
          <w:p w14:paraId="0D12C194"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84" w:type="pct"/>
            <w:tcBorders>
              <w:bottom w:val="double" w:sz="4" w:space="0" w:color="auto"/>
            </w:tcBorders>
          </w:tcPr>
          <w:p w14:paraId="2399068F" w14:textId="77777777" w:rsidR="00B23BAF" w:rsidRPr="00472F61" w:rsidRDefault="00D7395B" w:rsidP="00B23BAF">
            <w:pPr>
              <w:pStyle w:val="acctfourfigures"/>
              <w:shd w:val="clear" w:color="auto" w:fill="FFFFFF"/>
              <w:tabs>
                <w:tab w:val="clear" w:pos="765"/>
                <w:tab w:val="decimal" w:pos="1000"/>
              </w:tabs>
              <w:spacing w:line="240" w:lineRule="atLeast"/>
              <w:ind w:left="-79" w:right="10"/>
              <w:rPr>
                <w:b/>
                <w:bCs/>
                <w:szCs w:val="22"/>
              </w:rPr>
            </w:pPr>
            <w:r w:rsidRPr="00472F61">
              <w:rPr>
                <w:b/>
                <w:bCs/>
                <w:szCs w:val="22"/>
              </w:rPr>
              <w:t>0.008</w:t>
            </w:r>
          </w:p>
        </w:tc>
        <w:tc>
          <w:tcPr>
            <w:tcW w:w="98" w:type="pct"/>
          </w:tcPr>
          <w:p w14:paraId="409D73D7" w14:textId="77777777" w:rsidR="00B23BAF" w:rsidRPr="00472F61" w:rsidRDefault="00B23BAF" w:rsidP="00B23BAF">
            <w:pPr>
              <w:pStyle w:val="acctfourfigures"/>
              <w:shd w:val="clear" w:color="auto" w:fill="FFFFFF"/>
              <w:tabs>
                <w:tab w:val="decimal" w:pos="1000"/>
              </w:tabs>
              <w:spacing w:line="240" w:lineRule="atLeast"/>
              <w:ind w:left="-79" w:right="-79"/>
              <w:rPr>
                <w:b/>
                <w:bCs/>
                <w:szCs w:val="22"/>
              </w:rPr>
            </w:pPr>
          </w:p>
        </w:tc>
        <w:tc>
          <w:tcPr>
            <w:tcW w:w="579" w:type="pct"/>
            <w:tcBorders>
              <w:bottom w:val="double" w:sz="4" w:space="0" w:color="auto"/>
            </w:tcBorders>
          </w:tcPr>
          <w:p w14:paraId="7371DB6A" w14:textId="77777777" w:rsidR="00B23BAF" w:rsidRPr="00472F61" w:rsidRDefault="00B23BAF" w:rsidP="00B23BAF">
            <w:pPr>
              <w:pStyle w:val="acctfourfigures"/>
              <w:shd w:val="clear" w:color="auto" w:fill="FFFFFF"/>
              <w:tabs>
                <w:tab w:val="clear" w:pos="765"/>
                <w:tab w:val="decimal" w:pos="1000"/>
              </w:tabs>
              <w:spacing w:line="240" w:lineRule="atLeast"/>
              <w:ind w:left="-79" w:right="10"/>
              <w:rPr>
                <w:b/>
                <w:bCs/>
                <w:szCs w:val="22"/>
              </w:rPr>
            </w:pPr>
            <w:r w:rsidRPr="00472F61">
              <w:rPr>
                <w:b/>
                <w:bCs/>
                <w:szCs w:val="22"/>
              </w:rPr>
              <w:t>0.032</w:t>
            </w:r>
          </w:p>
        </w:tc>
      </w:tr>
    </w:tbl>
    <w:p w14:paraId="55043359" w14:textId="14736A8A" w:rsidR="00C31355" w:rsidRDefault="00C31355" w:rsidP="00EA2207">
      <w:pPr>
        <w:pStyle w:val="Heading1"/>
      </w:pPr>
    </w:p>
    <w:p w14:paraId="1D32BEF7" w14:textId="77777777" w:rsidR="00EA2207" w:rsidRPr="00472F61" w:rsidRDefault="00EA2207" w:rsidP="00EA2207">
      <w:pPr>
        <w:pStyle w:val="Heading1"/>
        <w:rPr>
          <w:color w:val="0000FF"/>
        </w:rPr>
      </w:pPr>
      <w:r w:rsidRPr="00472F61">
        <w:t>1</w:t>
      </w:r>
      <w:r w:rsidR="000024E7" w:rsidRPr="00472F61">
        <w:t>6</w:t>
      </w:r>
      <w:r w:rsidRPr="00472F61">
        <w:tab/>
        <w:t>Financial instruments</w:t>
      </w:r>
    </w:p>
    <w:p w14:paraId="3ED4D735" w14:textId="77777777" w:rsidR="00EA2207" w:rsidRPr="0007449A" w:rsidRDefault="00EA2207" w:rsidP="00C85AF3">
      <w:pPr>
        <w:spacing w:line="240" w:lineRule="atLeast"/>
        <w:ind w:left="605"/>
        <w:jc w:val="thaiDistribute"/>
        <w:rPr>
          <w:color w:val="000000"/>
          <w:sz w:val="24"/>
          <w:szCs w:val="24"/>
          <w:lang w:val="en-US" w:eastAsia="en-GB" w:bidi="th-TH"/>
        </w:rPr>
      </w:pPr>
    </w:p>
    <w:p w14:paraId="0650DF0E" w14:textId="77777777" w:rsidR="00EA2207" w:rsidRPr="00472F61" w:rsidRDefault="00EA2207" w:rsidP="00EA2207">
      <w:pPr>
        <w:pStyle w:val="block"/>
        <w:spacing w:after="0" w:line="240" w:lineRule="atLeast"/>
        <w:ind w:left="540" w:right="-7"/>
        <w:jc w:val="both"/>
        <w:rPr>
          <w:b/>
          <w:bCs/>
          <w:i/>
          <w:iCs/>
          <w:lang w:bidi="th-TH"/>
        </w:rPr>
      </w:pPr>
      <w:r w:rsidRPr="00472F61">
        <w:rPr>
          <w:b/>
          <w:bCs/>
          <w:i/>
          <w:iCs/>
          <w:lang w:bidi="th-TH"/>
        </w:rPr>
        <w:t xml:space="preserve">Carrying amounts and fair values </w:t>
      </w:r>
    </w:p>
    <w:p w14:paraId="6789C48C" w14:textId="77777777" w:rsidR="00EA2207" w:rsidRPr="00472F61" w:rsidRDefault="00EA2207" w:rsidP="00EA2207">
      <w:pPr>
        <w:pStyle w:val="block"/>
        <w:spacing w:after="0" w:line="240" w:lineRule="atLeast"/>
        <w:ind w:right="-7"/>
        <w:jc w:val="both"/>
        <w:rPr>
          <w:lang w:bidi="th-TH"/>
        </w:rPr>
      </w:pPr>
    </w:p>
    <w:p w14:paraId="2B460BFF" w14:textId="6B20C285" w:rsidR="00EA2207" w:rsidRPr="00472F61" w:rsidRDefault="00EA2207" w:rsidP="00EA2207">
      <w:pPr>
        <w:autoSpaceDE w:val="0"/>
        <w:autoSpaceDN w:val="0"/>
        <w:adjustRightInd w:val="0"/>
        <w:spacing w:line="240" w:lineRule="auto"/>
        <w:ind w:left="540"/>
        <w:jc w:val="both"/>
        <w:rPr>
          <w:lang w:bidi="th-TH"/>
        </w:rPr>
      </w:pPr>
      <w:r w:rsidRPr="00472F61">
        <w:rPr>
          <w:lang w:bidi="th-TH"/>
        </w:rPr>
        <w:t>The following table shows the carrying amounts and fair values of assets and financial liabilities, including their levels in the fair value hierarchy. It does not include fair value information for financial assets and financial liabilities not measured at fair value if the carrying amount is a reasonable approximation of fair value.</w:t>
      </w:r>
    </w:p>
    <w:p w14:paraId="39470702" w14:textId="77777777" w:rsidR="00983EEB" w:rsidRPr="00472F61" w:rsidRDefault="00983EEB" w:rsidP="00102AEE">
      <w:pPr>
        <w:spacing w:line="240" w:lineRule="auto"/>
        <w:rPr>
          <w:lang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2606"/>
        <w:gridCol w:w="1084"/>
        <w:gridCol w:w="180"/>
        <w:gridCol w:w="990"/>
        <w:gridCol w:w="180"/>
        <w:gridCol w:w="990"/>
        <w:gridCol w:w="183"/>
        <w:gridCol w:w="807"/>
        <w:gridCol w:w="180"/>
        <w:gridCol w:w="900"/>
        <w:gridCol w:w="182"/>
        <w:gridCol w:w="898"/>
      </w:tblGrid>
      <w:tr w:rsidR="00CE78A9" w:rsidRPr="00163CA8" w14:paraId="7D867211" w14:textId="77777777" w:rsidTr="008E4DC5">
        <w:trPr>
          <w:cantSplit/>
          <w:trHeight w:val="60"/>
        </w:trPr>
        <w:tc>
          <w:tcPr>
            <w:tcW w:w="2606" w:type="dxa"/>
            <w:shd w:val="clear" w:color="auto" w:fill="auto"/>
            <w:vAlign w:val="bottom"/>
          </w:tcPr>
          <w:p w14:paraId="74E4BB9A" w14:textId="77777777" w:rsidR="00CE78A9" w:rsidRPr="00163CA8" w:rsidRDefault="00CE78A9" w:rsidP="00113465">
            <w:pPr>
              <w:tabs>
                <w:tab w:val="left" w:pos="100"/>
              </w:tabs>
              <w:ind w:left="100" w:hanging="100"/>
              <w:rPr>
                <w:b/>
                <w:bCs/>
                <w:i/>
                <w:iCs/>
                <w:sz w:val="21"/>
                <w:szCs w:val="21"/>
              </w:rPr>
            </w:pPr>
          </w:p>
        </w:tc>
        <w:tc>
          <w:tcPr>
            <w:tcW w:w="6574" w:type="dxa"/>
            <w:gridSpan w:val="11"/>
            <w:vAlign w:val="bottom"/>
          </w:tcPr>
          <w:p w14:paraId="05FE0806" w14:textId="77777777" w:rsidR="00CE78A9" w:rsidRPr="00163CA8" w:rsidRDefault="00CE78A9" w:rsidP="00113465">
            <w:pPr>
              <w:pStyle w:val="acctcolumnheading"/>
              <w:spacing w:after="0" w:line="240" w:lineRule="auto"/>
              <w:ind w:left="-79" w:right="-79"/>
              <w:rPr>
                <w:b/>
                <w:bCs/>
                <w:sz w:val="21"/>
                <w:szCs w:val="21"/>
              </w:rPr>
            </w:pPr>
            <w:r w:rsidRPr="00163CA8">
              <w:rPr>
                <w:b/>
                <w:bCs/>
                <w:sz w:val="21"/>
                <w:szCs w:val="21"/>
              </w:rPr>
              <w:t>Consolidated financial statement</w:t>
            </w:r>
          </w:p>
        </w:tc>
      </w:tr>
      <w:tr w:rsidR="008E4DC5" w:rsidRPr="00163CA8" w14:paraId="7FFEA034" w14:textId="77777777" w:rsidTr="008E4DC5">
        <w:trPr>
          <w:cantSplit/>
          <w:trHeight w:val="60"/>
        </w:trPr>
        <w:tc>
          <w:tcPr>
            <w:tcW w:w="2606" w:type="dxa"/>
            <w:shd w:val="clear" w:color="auto" w:fill="auto"/>
            <w:vAlign w:val="bottom"/>
          </w:tcPr>
          <w:p w14:paraId="29D2F69B" w14:textId="77777777" w:rsidR="008E4DC5" w:rsidRPr="00163CA8" w:rsidRDefault="008E4DC5" w:rsidP="00113465">
            <w:pPr>
              <w:tabs>
                <w:tab w:val="left" w:pos="100"/>
              </w:tabs>
              <w:ind w:left="100" w:hanging="100"/>
              <w:rPr>
                <w:b/>
                <w:bCs/>
                <w:i/>
                <w:iCs/>
                <w:sz w:val="21"/>
                <w:szCs w:val="21"/>
              </w:rPr>
            </w:pPr>
          </w:p>
        </w:tc>
        <w:tc>
          <w:tcPr>
            <w:tcW w:w="3424" w:type="dxa"/>
            <w:gridSpan w:val="5"/>
            <w:tcBorders>
              <w:bottom w:val="single" w:sz="4" w:space="0" w:color="auto"/>
            </w:tcBorders>
            <w:vAlign w:val="bottom"/>
          </w:tcPr>
          <w:p w14:paraId="1D4B58AD" w14:textId="77777777" w:rsidR="008E4DC5" w:rsidRPr="00163CA8" w:rsidRDefault="008E4DC5" w:rsidP="00113465">
            <w:pPr>
              <w:pStyle w:val="acctcolumnheading"/>
              <w:spacing w:after="0" w:line="240" w:lineRule="auto"/>
              <w:ind w:left="-70" w:right="-80"/>
              <w:rPr>
                <w:b/>
                <w:bCs/>
                <w:sz w:val="21"/>
                <w:szCs w:val="21"/>
                <w:lang w:bidi="th-TH"/>
              </w:rPr>
            </w:pPr>
            <w:r w:rsidRPr="00163CA8">
              <w:rPr>
                <w:b/>
                <w:bCs/>
                <w:sz w:val="21"/>
                <w:szCs w:val="21"/>
                <w:lang w:bidi="th-TH"/>
              </w:rPr>
              <w:t>Carrying amount</w:t>
            </w:r>
          </w:p>
        </w:tc>
        <w:tc>
          <w:tcPr>
            <w:tcW w:w="183" w:type="dxa"/>
            <w:vAlign w:val="bottom"/>
          </w:tcPr>
          <w:p w14:paraId="6E959972" w14:textId="77777777" w:rsidR="008E4DC5" w:rsidRPr="00163CA8" w:rsidRDefault="008E4DC5" w:rsidP="00113465">
            <w:pPr>
              <w:pStyle w:val="acctcolumnheading"/>
              <w:spacing w:after="0" w:line="240" w:lineRule="auto"/>
              <w:rPr>
                <w:sz w:val="21"/>
                <w:szCs w:val="21"/>
              </w:rPr>
            </w:pPr>
          </w:p>
        </w:tc>
        <w:tc>
          <w:tcPr>
            <w:tcW w:w="2967" w:type="dxa"/>
            <w:gridSpan w:val="5"/>
            <w:tcBorders>
              <w:bottom w:val="single" w:sz="4" w:space="0" w:color="auto"/>
            </w:tcBorders>
            <w:vAlign w:val="bottom"/>
          </w:tcPr>
          <w:p w14:paraId="55CBA17A" w14:textId="77777777" w:rsidR="008E4DC5" w:rsidRPr="00163CA8" w:rsidRDefault="008E4DC5" w:rsidP="00113465">
            <w:pPr>
              <w:pStyle w:val="acctcolumnheading"/>
              <w:spacing w:after="0" w:line="240" w:lineRule="auto"/>
              <w:ind w:left="-79" w:right="-79"/>
              <w:rPr>
                <w:b/>
                <w:bCs/>
                <w:sz w:val="21"/>
                <w:szCs w:val="21"/>
              </w:rPr>
            </w:pPr>
            <w:r w:rsidRPr="00163CA8">
              <w:rPr>
                <w:b/>
                <w:bCs/>
                <w:sz w:val="21"/>
                <w:szCs w:val="21"/>
              </w:rPr>
              <w:t>Fair value</w:t>
            </w:r>
          </w:p>
        </w:tc>
      </w:tr>
      <w:tr w:rsidR="008E4DC5" w:rsidRPr="00163CA8" w14:paraId="597AA214" w14:textId="77777777" w:rsidTr="008E4DC5">
        <w:trPr>
          <w:cantSplit/>
          <w:trHeight w:val="60"/>
        </w:trPr>
        <w:tc>
          <w:tcPr>
            <w:tcW w:w="2606" w:type="dxa"/>
            <w:shd w:val="clear" w:color="auto" w:fill="auto"/>
            <w:vAlign w:val="bottom"/>
          </w:tcPr>
          <w:p w14:paraId="6654F7C1" w14:textId="77C8D50B" w:rsidR="008E4DC5" w:rsidRPr="00163CA8" w:rsidRDefault="008E4DC5" w:rsidP="00CE78A9">
            <w:pPr>
              <w:tabs>
                <w:tab w:val="left" w:pos="100"/>
              </w:tabs>
              <w:ind w:left="100" w:hanging="100"/>
              <w:rPr>
                <w:b/>
                <w:bCs/>
                <w:i/>
                <w:iCs/>
                <w:sz w:val="21"/>
                <w:szCs w:val="21"/>
                <w:lang w:val="en-US" w:bidi="th-TH"/>
              </w:rPr>
            </w:pPr>
          </w:p>
        </w:tc>
        <w:tc>
          <w:tcPr>
            <w:tcW w:w="1084" w:type="dxa"/>
            <w:tcBorders>
              <w:top w:val="single" w:sz="4" w:space="0" w:color="auto"/>
            </w:tcBorders>
            <w:vAlign w:val="bottom"/>
          </w:tcPr>
          <w:p w14:paraId="64B19388" w14:textId="13591B40" w:rsidR="008E4DC5" w:rsidRPr="00163CA8" w:rsidRDefault="008E4DC5" w:rsidP="00CE78A9">
            <w:pPr>
              <w:pStyle w:val="acctcolumnheading"/>
              <w:spacing w:after="0" w:line="240" w:lineRule="auto"/>
              <w:ind w:left="-82" w:right="-85"/>
              <w:rPr>
                <w:sz w:val="21"/>
                <w:szCs w:val="21"/>
                <w:lang w:bidi="th-TH"/>
              </w:rPr>
            </w:pPr>
            <w:r w:rsidRPr="00163CA8">
              <w:rPr>
                <w:sz w:val="21"/>
                <w:szCs w:val="21"/>
                <w:lang w:bidi="th-TH"/>
              </w:rPr>
              <w:t>measured at FVTPL</w:t>
            </w:r>
          </w:p>
        </w:tc>
        <w:tc>
          <w:tcPr>
            <w:tcW w:w="180" w:type="dxa"/>
            <w:tcBorders>
              <w:top w:val="single" w:sz="4" w:space="0" w:color="auto"/>
            </w:tcBorders>
            <w:vAlign w:val="bottom"/>
          </w:tcPr>
          <w:p w14:paraId="0B75C23E" w14:textId="77777777" w:rsidR="008E4DC5" w:rsidRPr="00163CA8" w:rsidRDefault="008E4DC5" w:rsidP="00CE78A9">
            <w:pPr>
              <w:pStyle w:val="acctcolumnheading"/>
              <w:spacing w:after="0" w:line="240" w:lineRule="auto"/>
              <w:rPr>
                <w:sz w:val="21"/>
                <w:szCs w:val="21"/>
              </w:rPr>
            </w:pPr>
          </w:p>
        </w:tc>
        <w:tc>
          <w:tcPr>
            <w:tcW w:w="990" w:type="dxa"/>
            <w:tcBorders>
              <w:top w:val="single" w:sz="4" w:space="0" w:color="auto"/>
            </w:tcBorders>
            <w:vAlign w:val="bottom"/>
          </w:tcPr>
          <w:p w14:paraId="3FA98556" w14:textId="2091AECC" w:rsidR="008E4DC5" w:rsidRPr="00163CA8" w:rsidRDefault="008E4DC5" w:rsidP="00CE78A9">
            <w:pPr>
              <w:pStyle w:val="acctcolumnheading"/>
              <w:spacing w:after="0" w:line="240" w:lineRule="auto"/>
              <w:ind w:left="-89" w:right="-79"/>
              <w:rPr>
                <w:sz w:val="21"/>
                <w:szCs w:val="21"/>
                <w:lang w:bidi="th-TH"/>
              </w:rPr>
            </w:pPr>
            <w:r w:rsidRPr="00163CA8">
              <w:rPr>
                <w:sz w:val="21"/>
                <w:szCs w:val="21"/>
                <w:lang w:bidi="th-TH"/>
              </w:rPr>
              <w:t>measured at FVOCI</w:t>
            </w:r>
          </w:p>
        </w:tc>
        <w:tc>
          <w:tcPr>
            <w:tcW w:w="180" w:type="dxa"/>
            <w:tcBorders>
              <w:top w:val="single" w:sz="4" w:space="0" w:color="auto"/>
            </w:tcBorders>
            <w:vAlign w:val="bottom"/>
          </w:tcPr>
          <w:p w14:paraId="656D12A6" w14:textId="77777777" w:rsidR="008E4DC5" w:rsidRPr="00163CA8" w:rsidRDefault="008E4DC5" w:rsidP="00CE78A9">
            <w:pPr>
              <w:pStyle w:val="acctcolumnheading"/>
              <w:spacing w:after="0" w:line="240" w:lineRule="auto"/>
              <w:rPr>
                <w:sz w:val="21"/>
                <w:szCs w:val="21"/>
              </w:rPr>
            </w:pPr>
          </w:p>
        </w:tc>
        <w:tc>
          <w:tcPr>
            <w:tcW w:w="990" w:type="dxa"/>
            <w:tcBorders>
              <w:top w:val="single" w:sz="4" w:space="0" w:color="auto"/>
            </w:tcBorders>
            <w:vAlign w:val="bottom"/>
          </w:tcPr>
          <w:p w14:paraId="2471656A" w14:textId="0FEB791E" w:rsidR="008E4DC5" w:rsidRPr="00163CA8" w:rsidRDefault="008E4DC5" w:rsidP="00CE78A9">
            <w:pPr>
              <w:pStyle w:val="acctcolumnheading"/>
              <w:spacing w:after="0" w:line="240" w:lineRule="auto"/>
              <w:ind w:left="-70" w:right="-80"/>
              <w:rPr>
                <w:sz w:val="21"/>
                <w:szCs w:val="21"/>
                <w:lang w:bidi="th-TH"/>
              </w:rPr>
            </w:pPr>
            <w:r w:rsidRPr="00163CA8">
              <w:rPr>
                <w:sz w:val="21"/>
                <w:szCs w:val="21"/>
                <w:lang w:bidi="th-TH"/>
              </w:rPr>
              <w:t>measured at a</w:t>
            </w:r>
            <w:r w:rsidRPr="00163CA8">
              <w:rPr>
                <w:sz w:val="21"/>
                <w:szCs w:val="21"/>
              </w:rPr>
              <w:t>mortised cost</w:t>
            </w:r>
          </w:p>
        </w:tc>
        <w:tc>
          <w:tcPr>
            <w:tcW w:w="183" w:type="dxa"/>
            <w:vAlign w:val="bottom"/>
          </w:tcPr>
          <w:p w14:paraId="2D4C57B2" w14:textId="77777777" w:rsidR="008E4DC5" w:rsidRPr="00163CA8" w:rsidRDefault="008E4DC5" w:rsidP="00CE78A9">
            <w:pPr>
              <w:pStyle w:val="acctcolumnheading"/>
              <w:spacing w:after="0" w:line="240" w:lineRule="auto"/>
              <w:rPr>
                <w:sz w:val="21"/>
                <w:szCs w:val="21"/>
              </w:rPr>
            </w:pPr>
          </w:p>
        </w:tc>
        <w:tc>
          <w:tcPr>
            <w:tcW w:w="807" w:type="dxa"/>
            <w:vAlign w:val="bottom"/>
          </w:tcPr>
          <w:p w14:paraId="287A925A" w14:textId="77777777" w:rsidR="008E4DC5" w:rsidRPr="00163CA8" w:rsidRDefault="008E4DC5" w:rsidP="00CE78A9">
            <w:pPr>
              <w:pStyle w:val="acctcolumnheading"/>
              <w:spacing w:after="0" w:line="240" w:lineRule="auto"/>
              <w:ind w:left="-79" w:right="-79"/>
              <w:rPr>
                <w:sz w:val="21"/>
                <w:szCs w:val="21"/>
              </w:rPr>
            </w:pPr>
            <w:r w:rsidRPr="00163CA8">
              <w:rPr>
                <w:sz w:val="21"/>
                <w:szCs w:val="21"/>
              </w:rPr>
              <w:t>Level 1</w:t>
            </w:r>
          </w:p>
        </w:tc>
        <w:tc>
          <w:tcPr>
            <w:tcW w:w="180" w:type="dxa"/>
            <w:vAlign w:val="bottom"/>
          </w:tcPr>
          <w:p w14:paraId="014D5BBE" w14:textId="77777777" w:rsidR="008E4DC5" w:rsidRPr="00163CA8" w:rsidRDefault="008E4DC5" w:rsidP="00CE78A9">
            <w:pPr>
              <w:pStyle w:val="acctcolumnheading"/>
              <w:spacing w:after="0" w:line="240" w:lineRule="auto"/>
              <w:rPr>
                <w:sz w:val="21"/>
                <w:szCs w:val="21"/>
              </w:rPr>
            </w:pPr>
          </w:p>
        </w:tc>
        <w:tc>
          <w:tcPr>
            <w:tcW w:w="900" w:type="dxa"/>
            <w:vAlign w:val="bottom"/>
          </w:tcPr>
          <w:p w14:paraId="0FC541B9" w14:textId="77777777" w:rsidR="008E4DC5" w:rsidRPr="00163CA8" w:rsidRDefault="008E4DC5" w:rsidP="00CE78A9">
            <w:pPr>
              <w:pStyle w:val="acctcolumnheading"/>
              <w:spacing w:after="0" w:line="240" w:lineRule="auto"/>
              <w:ind w:left="-79" w:right="-79"/>
              <w:rPr>
                <w:sz w:val="21"/>
                <w:szCs w:val="21"/>
              </w:rPr>
            </w:pPr>
            <w:r w:rsidRPr="00163CA8">
              <w:rPr>
                <w:sz w:val="21"/>
                <w:szCs w:val="21"/>
              </w:rPr>
              <w:t>Level 2</w:t>
            </w:r>
          </w:p>
        </w:tc>
        <w:tc>
          <w:tcPr>
            <w:tcW w:w="182" w:type="dxa"/>
            <w:vAlign w:val="bottom"/>
          </w:tcPr>
          <w:p w14:paraId="1D770471" w14:textId="77777777" w:rsidR="008E4DC5" w:rsidRPr="00163CA8" w:rsidRDefault="008E4DC5" w:rsidP="00CE78A9">
            <w:pPr>
              <w:pStyle w:val="acctcolumnheading"/>
              <w:spacing w:after="0" w:line="240" w:lineRule="auto"/>
              <w:rPr>
                <w:sz w:val="21"/>
                <w:szCs w:val="21"/>
              </w:rPr>
            </w:pPr>
          </w:p>
        </w:tc>
        <w:tc>
          <w:tcPr>
            <w:tcW w:w="898" w:type="dxa"/>
            <w:vAlign w:val="bottom"/>
          </w:tcPr>
          <w:p w14:paraId="79F224CC" w14:textId="77777777" w:rsidR="008E4DC5" w:rsidRPr="00163CA8" w:rsidRDefault="008E4DC5" w:rsidP="00CE78A9">
            <w:pPr>
              <w:pStyle w:val="acctcolumnheading"/>
              <w:spacing w:after="0" w:line="240" w:lineRule="auto"/>
              <w:ind w:left="-79" w:right="-79"/>
              <w:rPr>
                <w:sz w:val="21"/>
                <w:szCs w:val="21"/>
              </w:rPr>
            </w:pPr>
            <w:r w:rsidRPr="00163CA8">
              <w:rPr>
                <w:sz w:val="21"/>
                <w:szCs w:val="21"/>
              </w:rPr>
              <w:t>Level 3</w:t>
            </w:r>
          </w:p>
        </w:tc>
      </w:tr>
      <w:tr w:rsidR="00CE78A9" w:rsidRPr="00163CA8" w14:paraId="6682E68A" w14:textId="77777777" w:rsidTr="008E4DC5">
        <w:trPr>
          <w:cantSplit/>
          <w:trHeight w:val="60"/>
        </w:trPr>
        <w:tc>
          <w:tcPr>
            <w:tcW w:w="2606" w:type="dxa"/>
            <w:shd w:val="clear" w:color="auto" w:fill="auto"/>
            <w:vAlign w:val="bottom"/>
          </w:tcPr>
          <w:p w14:paraId="50A8B427" w14:textId="6ABEB4A0" w:rsidR="00CE78A9" w:rsidRPr="00163CA8" w:rsidRDefault="00CE78A9" w:rsidP="00CE78A9">
            <w:pPr>
              <w:tabs>
                <w:tab w:val="left" w:pos="100"/>
              </w:tabs>
              <w:ind w:left="100" w:hanging="100"/>
              <w:rPr>
                <w:b/>
                <w:bCs/>
                <w:i/>
                <w:iCs/>
                <w:sz w:val="21"/>
                <w:szCs w:val="21"/>
              </w:rPr>
            </w:pPr>
          </w:p>
        </w:tc>
        <w:tc>
          <w:tcPr>
            <w:tcW w:w="6574" w:type="dxa"/>
            <w:gridSpan w:val="11"/>
            <w:vAlign w:val="bottom"/>
          </w:tcPr>
          <w:p w14:paraId="731422AB" w14:textId="77777777" w:rsidR="00CE78A9" w:rsidRPr="00163CA8" w:rsidRDefault="00CE78A9" w:rsidP="00CE78A9">
            <w:pPr>
              <w:pStyle w:val="acctcolumnheading"/>
              <w:spacing w:after="0" w:line="240" w:lineRule="auto"/>
              <w:ind w:left="-79" w:right="-79"/>
              <w:rPr>
                <w:i/>
                <w:iCs/>
                <w:sz w:val="21"/>
                <w:szCs w:val="21"/>
              </w:rPr>
            </w:pPr>
            <w:r w:rsidRPr="00163CA8">
              <w:rPr>
                <w:i/>
                <w:iCs/>
                <w:sz w:val="21"/>
                <w:szCs w:val="21"/>
              </w:rPr>
              <w:t>(in million Baht)</w:t>
            </w:r>
          </w:p>
        </w:tc>
      </w:tr>
      <w:tr w:rsidR="00C87857" w:rsidRPr="00163CA8" w14:paraId="5D02D1ED" w14:textId="77777777" w:rsidTr="008E4DC5">
        <w:trPr>
          <w:cantSplit/>
          <w:trHeight w:val="60"/>
        </w:trPr>
        <w:tc>
          <w:tcPr>
            <w:tcW w:w="2606" w:type="dxa"/>
            <w:shd w:val="clear" w:color="auto" w:fill="auto"/>
            <w:vAlign w:val="bottom"/>
          </w:tcPr>
          <w:p w14:paraId="01C9CBE8" w14:textId="3E29F8A2" w:rsidR="00C87857" w:rsidRPr="00163CA8" w:rsidRDefault="00C87857" w:rsidP="00C87857">
            <w:pPr>
              <w:tabs>
                <w:tab w:val="left" w:pos="100"/>
              </w:tabs>
              <w:ind w:left="100" w:hanging="100"/>
              <w:rPr>
                <w:b/>
                <w:bCs/>
                <w:i/>
                <w:iCs/>
                <w:sz w:val="21"/>
                <w:szCs w:val="21"/>
              </w:rPr>
            </w:pPr>
            <w:r w:rsidRPr="00163CA8">
              <w:rPr>
                <w:b/>
                <w:bCs/>
                <w:i/>
                <w:iCs/>
                <w:sz w:val="21"/>
                <w:szCs w:val="21"/>
              </w:rPr>
              <w:t>At 31 March 202</w:t>
            </w:r>
            <w:r w:rsidRPr="00163CA8">
              <w:rPr>
                <w:b/>
                <w:bCs/>
                <w:i/>
                <w:iCs/>
                <w:sz w:val="21"/>
                <w:szCs w:val="21"/>
                <w:lang w:val="en-US" w:bidi="th-TH"/>
              </w:rPr>
              <w:t>1</w:t>
            </w:r>
          </w:p>
        </w:tc>
        <w:tc>
          <w:tcPr>
            <w:tcW w:w="6574" w:type="dxa"/>
            <w:gridSpan w:val="11"/>
            <w:vAlign w:val="bottom"/>
          </w:tcPr>
          <w:p w14:paraId="35A02D9E" w14:textId="77777777" w:rsidR="00C87857" w:rsidRPr="00163CA8" w:rsidRDefault="00C87857" w:rsidP="00C87857">
            <w:pPr>
              <w:pStyle w:val="acctcolumnheading"/>
              <w:spacing w:after="0" w:line="240" w:lineRule="auto"/>
              <w:ind w:left="-79" w:right="-79"/>
              <w:rPr>
                <w:i/>
                <w:iCs/>
                <w:sz w:val="21"/>
                <w:szCs w:val="21"/>
              </w:rPr>
            </w:pPr>
          </w:p>
        </w:tc>
      </w:tr>
      <w:tr w:rsidR="00C87857" w:rsidRPr="00163CA8" w14:paraId="6849AB94" w14:textId="77777777" w:rsidTr="008E4DC5">
        <w:trPr>
          <w:cantSplit/>
          <w:trHeight w:val="60"/>
        </w:trPr>
        <w:tc>
          <w:tcPr>
            <w:tcW w:w="2606" w:type="dxa"/>
            <w:shd w:val="clear" w:color="auto" w:fill="auto"/>
            <w:vAlign w:val="bottom"/>
          </w:tcPr>
          <w:p w14:paraId="46D3360B" w14:textId="7DAEE48A" w:rsidR="00C87857" w:rsidRPr="00163CA8" w:rsidRDefault="005A7E7E" w:rsidP="00C87857">
            <w:pPr>
              <w:tabs>
                <w:tab w:val="left" w:pos="100"/>
              </w:tabs>
              <w:ind w:left="100" w:hanging="100"/>
              <w:rPr>
                <w:b/>
                <w:bCs/>
                <w:i/>
                <w:iCs/>
                <w:sz w:val="21"/>
                <w:szCs w:val="21"/>
              </w:rPr>
            </w:pPr>
            <w:r>
              <w:rPr>
                <w:b/>
                <w:bCs/>
                <w:i/>
                <w:iCs/>
                <w:sz w:val="21"/>
                <w:szCs w:val="21"/>
              </w:rPr>
              <w:t>A</w:t>
            </w:r>
            <w:r w:rsidR="00C87857" w:rsidRPr="00163CA8">
              <w:rPr>
                <w:b/>
                <w:bCs/>
                <w:i/>
                <w:iCs/>
                <w:sz w:val="21"/>
                <w:szCs w:val="21"/>
              </w:rPr>
              <w:t>ssets</w:t>
            </w:r>
          </w:p>
        </w:tc>
        <w:tc>
          <w:tcPr>
            <w:tcW w:w="6574" w:type="dxa"/>
            <w:gridSpan w:val="11"/>
            <w:vAlign w:val="bottom"/>
          </w:tcPr>
          <w:p w14:paraId="2FCD0BC7" w14:textId="77777777" w:rsidR="00C87857" w:rsidRPr="00163CA8" w:rsidRDefault="00C87857" w:rsidP="00C87857">
            <w:pPr>
              <w:pStyle w:val="acctcolumnheading"/>
              <w:spacing w:after="0" w:line="240" w:lineRule="auto"/>
              <w:ind w:left="-79" w:right="-79"/>
              <w:rPr>
                <w:i/>
                <w:iCs/>
                <w:sz w:val="21"/>
                <w:szCs w:val="21"/>
              </w:rPr>
            </w:pPr>
          </w:p>
        </w:tc>
      </w:tr>
      <w:tr w:rsidR="00C87857" w:rsidRPr="00163CA8" w14:paraId="153B2198" w14:textId="77777777" w:rsidTr="008E4DC5">
        <w:trPr>
          <w:cantSplit/>
        </w:trPr>
        <w:tc>
          <w:tcPr>
            <w:tcW w:w="2606" w:type="dxa"/>
            <w:vAlign w:val="bottom"/>
          </w:tcPr>
          <w:p w14:paraId="6D48483F" w14:textId="56F0C108" w:rsidR="00C87857" w:rsidRPr="00163CA8" w:rsidRDefault="00C87857" w:rsidP="00C87857">
            <w:pPr>
              <w:tabs>
                <w:tab w:val="left" w:pos="100"/>
              </w:tabs>
              <w:ind w:left="100" w:hanging="100"/>
              <w:rPr>
                <w:sz w:val="21"/>
                <w:szCs w:val="21"/>
                <w:cs/>
              </w:rPr>
            </w:pPr>
            <w:bookmarkStart w:id="0" w:name="_Hlk70604796"/>
            <w:r w:rsidRPr="00163CA8">
              <w:rPr>
                <w:sz w:val="21"/>
                <w:szCs w:val="21"/>
              </w:rPr>
              <w:t>Other current financial assets - investments in debt securities</w:t>
            </w:r>
          </w:p>
        </w:tc>
        <w:tc>
          <w:tcPr>
            <w:tcW w:w="1084" w:type="dxa"/>
            <w:vAlign w:val="bottom"/>
          </w:tcPr>
          <w:p w14:paraId="09087FEB" w14:textId="09B50657" w:rsidR="00C87857" w:rsidRPr="00163CA8" w:rsidRDefault="00C87857" w:rsidP="00C87857">
            <w:pPr>
              <w:pStyle w:val="acctfourfigures"/>
              <w:tabs>
                <w:tab w:val="clear" w:pos="765"/>
                <w:tab w:val="decimal" w:pos="1642"/>
              </w:tabs>
              <w:spacing w:line="240" w:lineRule="atLeast"/>
              <w:ind w:right="10"/>
              <w:jc w:val="right"/>
              <w:rPr>
                <w:sz w:val="21"/>
                <w:szCs w:val="21"/>
                <w:cs/>
              </w:rPr>
            </w:pPr>
            <w:r w:rsidRPr="00163CA8">
              <w:rPr>
                <w:sz w:val="21"/>
                <w:szCs w:val="21"/>
              </w:rPr>
              <w:t>40</w:t>
            </w:r>
          </w:p>
        </w:tc>
        <w:tc>
          <w:tcPr>
            <w:tcW w:w="180" w:type="dxa"/>
            <w:vAlign w:val="bottom"/>
          </w:tcPr>
          <w:p w14:paraId="2620048F" w14:textId="77777777" w:rsidR="00C87857" w:rsidRPr="00163CA8" w:rsidRDefault="00C87857" w:rsidP="00C87857">
            <w:pPr>
              <w:rPr>
                <w:sz w:val="21"/>
                <w:szCs w:val="21"/>
                <w:cs/>
              </w:rPr>
            </w:pPr>
          </w:p>
        </w:tc>
        <w:tc>
          <w:tcPr>
            <w:tcW w:w="990" w:type="dxa"/>
            <w:vAlign w:val="bottom"/>
          </w:tcPr>
          <w:p w14:paraId="355B9F8B" w14:textId="060CBF07" w:rsidR="00C87857" w:rsidRPr="00163CA8" w:rsidRDefault="00C87857" w:rsidP="00C87857">
            <w:pPr>
              <w:pStyle w:val="acctfourfigures"/>
              <w:tabs>
                <w:tab w:val="clear" w:pos="765"/>
                <w:tab w:val="decimal" w:pos="1642"/>
              </w:tabs>
              <w:spacing w:line="240" w:lineRule="atLeast"/>
              <w:ind w:right="282"/>
              <w:jc w:val="right"/>
              <w:rPr>
                <w:sz w:val="21"/>
                <w:szCs w:val="21"/>
                <w:cs/>
              </w:rPr>
            </w:pPr>
            <w:r w:rsidRPr="00163CA8">
              <w:rPr>
                <w:sz w:val="21"/>
                <w:szCs w:val="21"/>
                <w:lang w:bidi="th-TH"/>
              </w:rPr>
              <w:t>-</w:t>
            </w:r>
          </w:p>
        </w:tc>
        <w:tc>
          <w:tcPr>
            <w:tcW w:w="180" w:type="dxa"/>
            <w:vAlign w:val="bottom"/>
          </w:tcPr>
          <w:p w14:paraId="170456D0" w14:textId="77777777" w:rsidR="00C87857" w:rsidRPr="00163CA8" w:rsidRDefault="00C87857" w:rsidP="00C87857">
            <w:pPr>
              <w:rPr>
                <w:sz w:val="21"/>
                <w:szCs w:val="21"/>
                <w:cs/>
              </w:rPr>
            </w:pPr>
          </w:p>
        </w:tc>
        <w:tc>
          <w:tcPr>
            <w:tcW w:w="990" w:type="dxa"/>
            <w:vAlign w:val="bottom"/>
          </w:tcPr>
          <w:p w14:paraId="1C832FB3" w14:textId="2191AB02"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6FC99A1A" w14:textId="77777777" w:rsidR="00C87857" w:rsidRPr="00163CA8" w:rsidRDefault="00C87857" w:rsidP="00C87857">
            <w:pPr>
              <w:pStyle w:val="acctfourfigures"/>
              <w:spacing w:line="240" w:lineRule="auto"/>
              <w:jc w:val="center"/>
              <w:rPr>
                <w:sz w:val="21"/>
                <w:szCs w:val="21"/>
              </w:rPr>
            </w:pPr>
          </w:p>
        </w:tc>
        <w:tc>
          <w:tcPr>
            <w:tcW w:w="807" w:type="dxa"/>
            <w:vAlign w:val="bottom"/>
          </w:tcPr>
          <w:p w14:paraId="6FE49F6E" w14:textId="5A199C3A"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lang w:bidi="th-TH"/>
              </w:rPr>
              <w:t>-</w:t>
            </w:r>
          </w:p>
        </w:tc>
        <w:tc>
          <w:tcPr>
            <w:tcW w:w="180" w:type="dxa"/>
            <w:vAlign w:val="bottom"/>
          </w:tcPr>
          <w:p w14:paraId="30C5447C" w14:textId="77777777" w:rsidR="00C87857" w:rsidRPr="00163CA8" w:rsidRDefault="00C87857" w:rsidP="00C87857">
            <w:pPr>
              <w:rPr>
                <w:sz w:val="21"/>
                <w:szCs w:val="21"/>
              </w:rPr>
            </w:pPr>
          </w:p>
        </w:tc>
        <w:tc>
          <w:tcPr>
            <w:tcW w:w="900" w:type="dxa"/>
            <w:vAlign w:val="bottom"/>
          </w:tcPr>
          <w:p w14:paraId="1AE116E6" w14:textId="313EBDDE"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40</w:t>
            </w:r>
          </w:p>
        </w:tc>
        <w:tc>
          <w:tcPr>
            <w:tcW w:w="182" w:type="dxa"/>
            <w:vAlign w:val="bottom"/>
          </w:tcPr>
          <w:p w14:paraId="483844D4" w14:textId="77777777" w:rsidR="00C87857" w:rsidRPr="00163CA8" w:rsidRDefault="00C87857" w:rsidP="00C87857">
            <w:pPr>
              <w:rPr>
                <w:sz w:val="21"/>
                <w:szCs w:val="21"/>
              </w:rPr>
            </w:pPr>
          </w:p>
        </w:tc>
        <w:tc>
          <w:tcPr>
            <w:tcW w:w="898" w:type="dxa"/>
            <w:vAlign w:val="bottom"/>
          </w:tcPr>
          <w:p w14:paraId="31B55999" w14:textId="4E6B42C2"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r>
      <w:bookmarkEnd w:id="0"/>
      <w:tr w:rsidR="00C87857" w:rsidRPr="00163CA8" w14:paraId="00A8C31C" w14:textId="77777777" w:rsidTr="008E4DC5">
        <w:trPr>
          <w:cantSplit/>
        </w:trPr>
        <w:tc>
          <w:tcPr>
            <w:tcW w:w="2606" w:type="dxa"/>
            <w:vAlign w:val="bottom"/>
          </w:tcPr>
          <w:p w14:paraId="188483FC" w14:textId="42D96D89" w:rsidR="00C87857" w:rsidRPr="00163CA8" w:rsidRDefault="00C87857" w:rsidP="00C87857">
            <w:pPr>
              <w:tabs>
                <w:tab w:val="left" w:pos="100"/>
              </w:tabs>
              <w:ind w:left="100" w:hanging="100"/>
              <w:rPr>
                <w:sz w:val="21"/>
                <w:szCs w:val="21"/>
                <w:cs/>
              </w:rPr>
            </w:pPr>
            <w:r w:rsidRPr="00163CA8">
              <w:rPr>
                <w:sz w:val="21"/>
                <w:szCs w:val="21"/>
              </w:rPr>
              <w:t xml:space="preserve">Other non-current financial assets - </w:t>
            </w:r>
            <w:r>
              <w:rPr>
                <w:rFonts w:cs="Angsana New"/>
                <w:sz w:val="21"/>
                <w:szCs w:val="26"/>
                <w:lang w:val="en-US" w:bidi="th-TH"/>
              </w:rPr>
              <w:t>l</w:t>
            </w:r>
            <w:proofErr w:type="spellStart"/>
            <w:r w:rsidRPr="00163CA8">
              <w:rPr>
                <w:sz w:val="21"/>
                <w:szCs w:val="21"/>
              </w:rPr>
              <w:t>ong</w:t>
            </w:r>
            <w:proofErr w:type="spellEnd"/>
            <w:r w:rsidRPr="00163CA8">
              <w:rPr>
                <w:sz w:val="21"/>
                <w:szCs w:val="21"/>
              </w:rPr>
              <w:t>-term investments</w:t>
            </w:r>
          </w:p>
        </w:tc>
        <w:tc>
          <w:tcPr>
            <w:tcW w:w="1084" w:type="dxa"/>
            <w:vAlign w:val="bottom"/>
          </w:tcPr>
          <w:p w14:paraId="6AE00354" w14:textId="0146309B"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2EEC9D89" w14:textId="77777777" w:rsidR="00C87857" w:rsidRPr="00163CA8" w:rsidRDefault="00C87857" w:rsidP="00C87857">
            <w:pPr>
              <w:jc w:val="right"/>
              <w:rPr>
                <w:sz w:val="21"/>
                <w:szCs w:val="21"/>
              </w:rPr>
            </w:pPr>
          </w:p>
        </w:tc>
        <w:tc>
          <w:tcPr>
            <w:tcW w:w="990" w:type="dxa"/>
            <w:vAlign w:val="bottom"/>
          </w:tcPr>
          <w:p w14:paraId="1D0F1E4A" w14:textId="5856A102" w:rsidR="00C87857" w:rsidRPr="00163CA8" w:rsidRDefault="00C87857" w:rsidP="00C87857">
            <w:pPr>
              <w:pStyle w:val="acctfourfigures"/>
              <w:tabs>
                <w:tab w:val="clear" w:pos="765"/>
                <w:tab w:val="decimal" w:pos="1642"/>
              </w:tabs>
              <w:spacing w:line="240" w:lineRule="atLeast"/>
              <w:ind w:right="10"/>
              <w:jc w:val="right"/>
              <w:rPr>
                <w:sz w:val="21"/>
                <w:szCs w:val="21"/>
                <w:lang w:bidi="th-TH"/>
              </w:rPr>
            </w:pPr>
            <w:r w:rsidRPr="00163CA8">
              <w:rPr>
                <w:sz w:val="21"/>
                <w:szCs w:val="21"/>
              </w:rPr>
              <w:t>594</w:t>
            </w:r>
          </w:p>
        </w:tc>
        <w:tc>
          <w:tcPr>
            <w:tcW w:w="180" w:type="dxa"/>
            <w:vAlign w:val="bottom"/>
          </w:tcPr>
          <w:p w14:paraId="6809C26A" w14:textId="77777777" w:rsidR="00C87857" w:rsidRPr="00163CA8" w:rsidRDefault="00C87857" w:rsidP="00C87857">
            <w:pPr>
              <w:jc w:val="right"/>
              <w:rPr>
                <w:sz w:val="21"/>
                <w:szCs w:val="21"/>
              </w:rPr>
            </w:pPr>
          </w:p>
        </w:tc>
        <w:tc>
          <w:tcPr>
            <w:tcW w:w="990" w:type="dxa"/>
            <w:vAlign w:val="bottom"/>
          </w:tcPr>
          <w:p w14:paraId="36D10E44" w14:textId="18640BFD"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0D1D0DBD"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6C60A38F" w14:textId="374A55B5"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526FA740" w14:textId="77777777" w:rsidR="00C87857" w:rsidRPr="00163CA8" w:rsidRDefault="00C87857" w:rsidP="00C87857">
            <w:pPr>
              <w:jc w:val="right"/>
              <w:rPr>
                <w:sz w:val="21"/>
                <w:szCs w:val="21"/>
              </w:rPr>
            </w:pPr>
          </w:p>
        </w:tc>
        <w:tc>
          <w:tcPr>
            <w:tcW w:w="900" w:type="dxa"/>
            <w:vAlign w:val="bottom"/>
          </w:tcPr>
          <w:p w14:paraId="69261CEE" w14:textId="1B0D9E4B"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2" w:type="dxa"/>
            <w:vAlign w:val="bottom"/>
          </w:tcPr>
          <w:p w14:paraId="7630B312" w14:textId="77777777" w:rsidR="00C87857" w:rsidRPr="00163CA8" w:rsidRDefault="00C87857" w:rsidP="00C87857">
            <w:pPr>
              <w:jc w:val="right"/>
              <w:rPr>
                <w:sz w:val="21"/>
                <w:szCs w:val="21"/>
              </w:rPr>
            </w:pPr>
          </w:p>
        </w:tc>
        <w:tc>
          <w:tcPr>
            <w:tcW w:w="898" w:type="dxa"/>
            <w:vAlign w:val="bottom"/>
          </w:tcPr>
          <w:p w14:paraId="145E4C7B" w14:textId="072D8004" w:rsidR="00C87857" w:rsidRPr="00163CA8" w:rsidRDefault="00C87857" w:rsidP="00C87857">
            <w:pPr>
              <w:jc w:val="right"/>
              <w:rPr>
                <w:sz w:val="21"/>
                <w:szCs w:val="21"/>
              </w:rPr>
            </w:pPr>
            <w:r w:rsidRPr="00163CA8">
              <w:rPr>
                <w:sz w:val="21"/>
                <w:szCs w:val="21"/>
              </w:rPr>
              <w:t>594</w:t>
            </w:r>
          </w:p>
        </w:tc>
      </w:tr>
      <w:tr w:rsidR="00C87857" w:rsidRPr="00163CA8" w14:paraId="134A05B5" w14:textId="77777777" w:rsidTr="008E4DC5">
        <w:trPr>
          <w:cantSplit/>
        </w:trPr>
        <w:tc>
          <w:tcPr>
            <w:tcW w:w="2606" w:type="dxa"/>
            <w:vAlign w:val="bottom"/>
          </w:tcPr>
          <w:p w14:paraId="6551B407" w14:textId="22667F80" w:rsidR="00C87857" w:rsidRPr="00163CA8" w:rsidRDefault="00C87857" w:rsidP="00C87857">
            <w:pPr>
              <w:tabs>
                <w:tab w:val="left" w:pos="100"/>
              </w:tabs>
              <w:ind w:left="100" w:hanging="100"/>
              <w:rPr>
                <w:sz w:val="21"/>
                <w:szCs w:val="21"/>
              </w:rPr>
            </w:pPr>
            <w:r w:rsidRPr="00163CA8">
              <w:rPr>
                <w:sz w:val="21"/>
                <w:szCs w:val="21"/>
              </w:rPr>
              <w:t>Investment properties</w:t>
            </w:r>
          </w:p>
        </w:tc>
        <w:tc>
          <w:tcPr>
            <w:tcW w:w="1084" w:type="dxa"/>
            <w:vAlign w:val="bottom"/>
          </w:tcPr>
          <w:p w14:paraId="77695FBC" w14:textId="1F056753" w:rsidR="00C87857" w:rsidRPr="00163CA8" w:rsidRDefault="00C87857" w:rsidP="00C87857">
            <w:pPr>
              <w:pStyle w:val="acctfourfigures"/>
              <w:tabs>
                <w:tab w:val="clear" w:pos="765"/>
                <w:tab w:val="decimal" w:pos="1642"/>
              </w:tabs>
              <w:spacing w:line="240" w:lineRule="atLeast"/>
              <w:ind w:right="10"/>
              <w:jc w:val="right"/>
              <w:rPr>
                <w:sz w:val="21"/>
                <w:szCs w:val="21"/>
                <w:lang w:bidi="th-TH"/>
              </w:rPr>
            </w:pPr>
            <w:r w:rsidRPr="00163CA8">
              <w:rPr>
                <w:sz w:val="21"/>
                <w:szCs w:val="21"/>
              </w:rPr>
              <w:t>22,405</w:t>
            </w:r>
          </w:p>
        </w:tc>
        <w:tc>
          <w:tcPr>
            <w:tcW w:w="180" w:type="dxa"/>
            <w:vAlign w:val="bottom"/>
          </w:tcPr>
          <w:p w14:paraId="208AA60F" w14:textId="77777777" w:rsidR="00C87857" w:rsidRPr="00163CA8" w:rsidRDefault="00C87857" w:rsidP="00C87857">
            <w:pPr>
              <w:jc w:val="right"/>
              <w:rPr>
                <w:sz w:val="21"/>
                <w:szCs w:val="21"/>
              </w:rPr>
            </w:pPr>
          </w:p>
        </w:tc>
        <w:tc>
          <w:tcPr>
            <w:tcW w:w="990" w:type="dxa"/>
            <w:vAlign w:val="bottom"/>
          </w:tcPr>
          <w:p w14:paraId="47359972" w14:textId="328C0766"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6E4C7CE8" w14:textId="77777777" w:rsidR="00C87857" w:rsidRPr="00163CA8" w:rsidRDefault="00C87857" w:rsidP="00C87857">
            <w:pPr>
              <w:jc w:val="right"/>
              <w:rPr>
                <w:sz w:val="21"/>
                <w:szCs w:val="21"/>
              </w:rPr>
            </w:pPr>
          </w:p>
        </w:tc>
        <w:tc>
          <w:tcPr>
            <w:tcW w:w="990" w:type="dxa"/>
            <w:vAlign w:val="bottom"/>
          </w:tcPr>
          <w:p w14:paraId="0F5AE500" w14:textId="67C46793"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2D0FFC9B"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61C9D11E" w14:textId="781CA489"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1668454A" w14:textId="77777777" w:rsidR="00C87857" w:rsidRPr="00163CA8" w:rsidRDefault="00C87857" w:rsidP="00C87857">
            <w:pPr>
              <w:jc w:val="right"/>
              <w:rPr>
                <w:sz w:val="21"/>
                <w:szCs w:val="21"/>
              </w:rPr>
            </w:pPr>
          </w:p>
        </w:tc>
        <w:tc>
          <w:tcPr>
            <w:tcW w:w="900" w:type="dxa"/>
            <w:vAlign w:val="bottom"/>
          </w:tcPr>
          <w:p w14:paraId="7FAF5F12" w14:textId="3E0C8773"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2" w:type="dxa"/>
            <w:vAlign w:val="bottom"/>
          </w:tcPr>
          <w:p w14:paraId="05DF3CCA" w14:textId="77777777" w:rsidR="00C87857" w:rsidRPr="00163CA8" w:rsidRDefault="00C87857" w:rsidP="00C87857">
            <w:pPr>
              <w:jc w:val="right"/>
              <w:rPr>
                <w:sz w:val="21"/>
                <w:szCs w:val="21"/>
              </w:rPr>
            </w:pPr>
          </w:p>
        </w:tc>
        <w:tc>
          <w:tcPr>
            <w:tcW w:w="898" w:type="dxa"/>
            <w:vAlign w:val="bottom"/>
          </w:tcPr>
          <w:p w14:paraId="2D6B9543" w14:textId="1AABB65A" w:rsidR="00C87857" w:rsidRPr="00163CA8" w:rsidRDefault="00C87857" w:rsidP="00C87857">
            <w:pPr>
              <w:jc w:val="right"/>
              <w:rPr>
                <w:sz w:val="21"/>
                <w:szCs w:val="21"/>
              </w:rPr>
            </w:pPr>
            <w:r w:rsidRPr="00163CA8">
              <w:rPr>
                <w:sz w:val="21"/>
                <w:szCs w:val="21"/>
              </w:rPr>
              <w:t>22,405</w:t>
            </w:r>
          </w:p>
        </w:tc>
      </w:tr>
      <w:tr w:rsidR="00E90347" w:rsidRPr="00163CA8" w14:paraId="6EA7979D" w14:textId="77777777" w:rsidTr="008E4DC5">
        <w:trPr>
          <w:cantSplit/>
        </w:trPr>
        <w:tc>
          <w:tcPr>
            <w:tcW w:w="2606" w:type="dxa"/>
            <w:vAlign w:val="bottom"/>
          </w:tcPr>
          <w:p w14:paraId="3AADFFF3" w14:textId="77777777" w:rsidR="00E90347" w:rsidRPr="00163CA8" w:rsidRDefault="00E90347" w:rsidP="00C87857">
            <w:pPr>
              <w:tabs>
                <w:tab w:val="left" w:pos="100"/>
              </w:tabs>
              <w:ind w:left="100" w:hanging="100"/>
              <w:rPr>
                <w:sz w:val="21"/>
                <w:szCs w:val="21"/>
              </w:rPr>
            </w:pPr>
          </w:p>
        </w:tc>
        <w:tc>
          <w:tcPr>
            <w:tcW w:w="1084" w:type="dxa"/>
            <w:vAlign w:val="bottom"/>
          </w:tcPr>
          <w:p w14:paraId="4040CEB1" w14:textId="77777777" w:rsidR="00E90347" w:rsidRPr="00163CA8" w:rsidRDefault="00E90347" w:rsidP="00C87857">
            <w:pPr>
              <w:pStyle w:val="acctfourfigures"/>
              <w:tabs>
                <w:tab w:val="clear" w:pos="765"/>
                <w:tab w:val="decimal" w:pos="1642"/>
              </w:tabs>
              <w:spacing w:line="240" w:lineRule="atLeast"/>
              <w:ind w:right="10"/>
              <w:jc w:val="right"/>
              <w:rPr>
                <w:sz w:val="21"/>
                <w:szCs w:val="21"/>
              </w:rPr>
            </w:pPr>
          </w:p>
        </w:tc>
        <w:tc>
          <w:tcPr>
            <w:tcW w:w="180" w:type="dxa"/>
            <w:vAlign w:val="bottom"/>
          </w:tcPr>
          <w:p w14:paraId="114625BC" w14:textId="77777777" w:rsidR="00E90347" w:rsidRPr="00163CA8" w:rsidRDefault="00E90347" w:rsidP="00C87857">
            <w:pPr>
              <w:jc w:val="right"/>
              <w:rPr>
                <w:sz w:val="21"/>
                <w:szCs w:val="21"/>
              </w:rPr>
            </w:pPr>
          </w:p>
        </w:tc>
        <w:tc>
          <w:tcPr>
            <w:tcW w:w="990" w:type="dxa"/>
            <w:vAlign w:val="bottom"/>
          </w:tcPr>
          <w:p w14:paraId="4B225112" w14:textId="77777777" w:rsidR="00E90347" w:rsidRPr="00163CA8" w:rsidRDefault="00E9034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7E8D0D15" w14:textId="77777777" w:rsidR="00E90347" w:rsidRPr="00163CA8" w:rsidRDefault="00E90347" w:rsidP="00C87857">
            <w:pPr>
              <w:jc w:val="right"/>
              <w:rPr>
                <w:sz w:val="21"/>
                <w:szCs w:val="21"/>
              </w:rPr>
            </w:pPr>
          </w:p>
        </w:tc>
        <w:tc>
          <w:tcPr>
            <w:tcW w:w="990" w:type="dxa"/>
            <w:vAlign w:val="bottom"/>
          </w:tcPr>
          <w:p w14:paraId="043BCDE7" w14:textId="77777777" w:rsidR="00E90347" w:rsidRPr="00163CA8" w:rsidRDefault="00E90347" w:rsidP="00C87857">
            <w:pPr>
              <w:pStyle w:val="acctfourfigures"/>
              <w:tabs>
                <w:tab w:val="clear" w:pos="765"/>
                <w:tab w:val="decimal" w:pos="1642"/>
              </w:tabs>
              <w:spacing w:line="240" w:lineRule="atLeast"/>
              <w:ind w:right="282"/>
              <w:jc w:val="right"/>
              <w:rPr>
                <w:sz w:val="21"/>
                <w:szCs w:val="21"/>
              </w:rPr>
            </w:pPr>
          </w:p>
        </w:tc>
        <w:tc>
          <w:tcPr>
            <w:tcW w:w="183" w:type="dxa"/>
            <w:vAlign w:val="bottom"/>
          </w:tcPr>
          <w:p w14:paraId="0556C05B" w14:textId="77777777" w:rsidR="00E90347" w:rsidRPr="00163CA8" w:rsidRDefault="00E90347" w:rsidP="00C87857">
            <w:pPr>
              <w:pStyle w:val="acctfourfigures"/>
              <w:spacing w:line="240" w:lineRule="auto"/>
              <w:jc w:val="right"/>
              <w:rPr>
                <w:sz w:val="21"/>
                <w:szCs w:val="21"/>
              </w:rPr>
            </w:pPr>
          </w:p>
        </w:tc>
        <w:tc>
          <w:tcPr>
            <w:tcW w:w="807" w:type="dxa"/>
            <w:vAlign w:val="bottom"/>
          </w:tcPr>
          <w:p w14:paraId="6C1E27B1" w14:textId="77777777" w:rsidR="00E90347" w:rsidRPr="00163CA8" w:rsidRDefault="00E90347" w:rsidP="00C87857">
            <w:pPr>
              <w:pStyle w:val="acctfourfigures"/>
              <w:tabs>
                <w:tab w:val="clear" w:pos="765"/>
                <w:tab w:val="decimal" w:pos="1642"/>
              </w:tabs>
              <w:spacing w:line="240" w:lineRule="atLeast"/>
              <w:ind w:right="282"/>
              <w:jc w:val="right"/>
              <w:rPr>
                <w:sz w:val="21"/>
                <w:szCs w:val="21"/>
              </w:rPr>
            </w:pPr>
          </w:p>
        </w:tc>
        <w:tc>
          <w:tcPr>
            <w:tcW w:w="180" w:type="dxa"/>
            <w:vAlign w:val="bottom"/>
          </w:tcPr>
          <w:p w14:paraId="5BE599D3" w14:textId="77777777" w:rsidR="00E90347" w:rsidRPr="00163CA8" w:rsidRDefault="00E90347" w:rsidP="00C87857">
            <w:pPr>
              <w:jc w:val="right"/>
              <w:rPr>
                <w:sz w:val="21"/>
                <w:szCs w:val="21"/>
              </w:rPr>
            </w:pPr>
          </w:p>
        </w:tc>
        <w:tc>
          <w:tcPr>
            <w:tcW w:w="900" w:type="dxa"/>
            <w:vAlign w:val="bottom"/>
          </w:tcPr>
          <w:p w14:paraId="124B1C7B" w14:textId="77777777" w:rsidR="00E90347" w:rsidRPr="00163CA8" w:rsidRDefault="00E90347" w:rsidP="00C87857">
            <w:pPr>
              <w:pStyle w:val="acctfourfigures"/>
              <w:tabs>
                <w:tab w:val="clear" w:pos="765"/>
                <w:tab w:val="decimal" w:pos="1642"/>
              </w:tabs>
              <w:spacing w:line="240" w:lineRule="atLeast"/>
              <w:ind w:right="282"/>
              <w:jc w:val="right"/>
              <w:rPr>
                <w:sz w:val="21"/>
                <w:szCs w:val="21"/>
              </w:rPr>
            </w:pPr>
          </w:p>
        </w:tc>
        <w:tc>
          <w:tcPr>
            <w:tcW w:w="182" w:type="dxa"/>
            <w:vAlign w:val="bottom"/>
          </w:tcPr>
          <w:p w14:paraId="66905294" w14:textId="77777777" w:rsidR="00E90347" w:rsidRPr="00163CA8" w:rsidRDefault="00E90347" w:rsidP="00C87857">
            <w:pPr>
              <w:jc w:val="right"/>
              <w:rPr>
                <w:sz w:val="21"/>
                <w:szCs w:val="21"/>
              </w:rPr>
            </w:pPr>
          </w:p>
        </w:tc>
        <w:tc>
          <w:tcPr>
            <w:tcW w:w="898" w:type="dxa"/>
            <w:vAlign w:val="bottom"/>
          </w:tcPr>
          <w:p w14:paraId="49BCE4F0" w14:textId="77777777" w:rsidR="00E90347" w:rsidRPr="00163CA8" w:rsidRDefault="00E90347" w:rsidP="00C87857">
            <w:pPr>
              <w:jc w:val="right"/>
              <w:rPr>
                <w:sz w:val="21"/>
                <w:szCs w:val="21"/>
              </w:rPr>
            </w:pPr>
          </w:p>
        </w:tc>
      </w:tr>
      <w:tr w:rsidR="00900A61" w:rsidRPr="00163CA8" w14:paraId="40596447" w14:textId="77777777" w:rsidTr="00701606">
        <w:trPr>
          <w:cantSplit/>
          <w:trHeight w:val="60"/>
        </w:trPr>
        <w:tc>
          <w:tcPr>
            <w:tcW w:w="2606" w:type="dxa"/>
            <w:shd w:val="clear" w:color="auto" w:fill="auto"/>
            <w:vAlign w:val="bottom"/>
          </w:tcPr>
          <w:p w14:paraId="70EF73CF" w14:textId="77777777" w:rsidR="00900A61" w:rsidRPr="00163CA8" w:rsidRDefault="00900A61" w:rsidP="00701606">
            <w:pPr>
              <w:tabs>
                <w:tab w:val="left" w:pos="100"/>
              </w:tabs>
              <w:ind w:left="100" w:hanging="100"/>
              <w:rPr>
                <w:b/>
                <w:bCs/>
                <w:i/>
                <w:iCs/>
                <w:sz w:val="21"/>
                <w:szCs w:val="21"/>
              </w:rPr>
            </w:pPr>
          </w:p>
        </w:tc>
        <w:tc>
          <w:tcPr>
            <w:tcW w:w="6574" w:type="dxa"/>
            <w:gridSpan w:val="11"/>
            <w:vAlign w:val="bottom"/>
          </w:tcPr>
          <w:p w14:paraId="2D3AB5B3" w14:textId="77777777" w:rsidR="00900A61" w:rsidRPr="00163CA8" w:rsidRDefault="00900A61" w:rsidP="00701606">
            <w:pPr>
              <w:pStyle w:val="acctcolumnheading"/>
              <w:spacing w:after="0" w:line="240" w:lineRule="auto"/>
              <w:ind w:left="-79" w:right="-79"/>
              <w:rPr>
                <w:b/>
                <w:bCs/>
                <w:sz w:val="21"/>
                <w:szCs w:val="21"/>
              </w:rPr>
            </w:pPr>
            <w:r w:rsidRPr="00163CA8">
              <w:rPr>
                <w:b/>
                <w:bCs/>
                <w:sz w:val="21"/>
                <w:szCs w:val="21"/>
              </w:rPr>
              <w:t>Consolidated financial statement</w:t>
            </w:r>
          </w:p>
        </w:tc>
      </w:tr>
      <w:tr w:rsidR="00900A61" w:rsidRPr="00163CA8" w14:paraId="74983F80" w14:textId="77777777" w:rsidTr="00701606">
        <w:trPr>
          <w:cantSplit/>
          <w:trHeight w:val="60"/>
        </w:trPr>
        <w:tc>
          <w:tcPr>
            <w:tcW w:w="2606" w:type="dxa"/>
            <w:shd w:val="clear" w:color="auto" w:fill="auto"/>
            <w:vAlign w:val="bottom"/>
          </w:tcPr>
          <w:p w14:paraId="4068BFE0" w14:textId="77777777" w:rsidR="00900A61" w:rsidRPr="00163CA8" w:rsidRDefault="00900A61" w:rsidP="00701606">
            <w:pPr>
              <w:tabs>
                <w:tab w:val="left" w:pos="100"/>
              </w:tabs>
              <w:ind w:left="100" w:hanging="100"/>
              <w:rPr>
                <w:b/>
                <w:bCs/>
                <w:i/>
                <w:iCs/>
                <w:sz w:val="21"/>
                <w:szCs w:val="21"/>
              </w:rPr>
            </w:pPr>
          </w:p>
        </w:tc>
        <w:tc>
          <w:tcPr>
            <w:tcW w:w="3424" w:type="dxa"/>
            <w:gridSpan w:val="5"/>
            <w:tcBorders>
              <w:bottom w:val="single" w:sz="4" w:space="0" w:color="auto"/>
            </w:tcBorders>
            <w:vAlign w:val="bottom"/>
          </w:tcPr>
          <w:p w14:paraId="0D95C42D" w14:textId="77777777" w:rsidR="00900A61" w:rsidRPr="00163CA8" w:rsidRDefault="00900A61" w:rsidP="00701606">
            <w:pPr>
              <w:pStyle w:val="acctcolumnheading"/>
              <w:spacing w:after="0" w:line="240" w:lineRule="auto"/>
              <w:ind w:left="-70" w:right="-80"/>
              <w:rPr>
                <w:b/>
                <w:bCs/>
                <w:sz w:val="21"/>
                <w:szCs w:val="21"/>
                <w:lang w:bidi="th-TH"/>
              </w:rPr>
            </w:pPr>
            <w:r w:rsidRPr="00163CA8">
              <w:rPr>
                <w:b/>
                <w:bCs/>
                <w:sz w:val="21"/>
                <w:szCs w:val="21"/>
                <w:lang w:bidi="th-TH"/>
              </w:rPr>
              <w:t>Carrying amount</w:t>
            </w:r>
          </w:p>
        </w:tc>
        <w:tc>
          <w:tcPr>
            <w:tcW w:w="183" w:type="dxa"/>
            <w:vAlign w:val="bottom"/>
          </w:tcPr>
          <w:p w14:paraId="4593B6FB" w14:textId="77777777" w:rsidR="00900A61" w:rsidRPr="00163CA8" w:rsidRDefault="00900A61" w:rsidP="00701606">
            <w:pPr>
              <w:pStyle w:val="acctcolumnheading"/>
              <w:spacing w:after="0" w:line="240" w:lineRule="auto"/>
              <w:rPr>
                <w:sz w:val="21"/>
                <w:szCs w:val="21"/>
              </w:rPr>
            </w:pPr>
          </w:p>
        </w:tc>
        <w:tc>
          <w:tcPr>
            <w:tcW w:w="2967" w:type="dxa"/>
            <w:gridSpan w:val="5"/>
            <w:tcBorders>
              <w:bottom w:val="single" w:sz="4" w:space="0" w:color="auto"/>
            </w:tcBorders>
            <w:vAlign w:val="bottom"/>
          </w:tcPr>
          <w:p w14:paraId="4EDFA3B5" w14:textId="77777777" w:rsidR="00900A61" w:rsidRPr="00163CA8" w:rsidRDefault="00900A61" w:rsidP="00701606">
            <w:pPr>
              <w:pStyle w:val="acctcolumnheading"/>
              <w:spacing w:after="0" w:line="240" w:lineRule="auto"/>
              <w:ind w:left="-79" w:right="-79"/>
              <w:rPr>
                <w:b/>
                <w:bCs/>
                <w:sz w:val="21"/>
                <w:szCs w:val="21"/>
              </w:rPr>
            </w:pPr>
            <w:r w:rsidRPr="00163CA8">
              <w:rPr>
                <w:b/>
                <w:bCs/>
                <w:sz w:val="21"/>
                <w:szCs w:val="21"/>
              </w:rPr>
              <w:t>Fair value</w:t>
            </w:r>
          </w:p>
        </w:tc>
      </w:tr>
      <w:tr w:rsidR="00900A61" w:rsidRPr="00163CA8" w14:paraId="234C0433" w14:textId="77777777" w:rsidTr="00701606">
        <w:trPr>
          <w:cantSplit/>
          <w:trHeight w:val="60"/>
        </w:trPr>
        <w:tc>
          <w:tcPr>
            <w:tcW w:w="2606" w:type="dxa"/>
            <w:shd w:val="clear" w:color="auto" w:fill="auto"/>
            <w:vAlign w:val="bottom"/>
          </w:tcPr>
          <w:p w14:paraId="0FC90F28" w14:textId="77777777" w:rsidR="00900A61" w:rsidRPr="00163CA8" w:rsidRDefault="00900A61" w:rsidP="00701606">
            <w:pPr>
              <w:tabs>
                <w:tab w:val="left" w:pos="100"/>
              </w:tabs>
              <w:ind w:left="100" w:hanging="100"/>
              <w:rPr>
                <w:b/>
                <w:bCs/>
                <w:i/>
                <w:iCs/>
                <w:sz w:val="21"/>
                <w:szCs w:val="21"/>
                <w:lang w:val="en-US" w:bidi="th-TH"/>
              </w:rPr>
            </w:pPr>
          </w:p>
        </w:tc>
        <w:tc>
          <w:tcPr>
            <w:tcW w:w="1084" w:type="dxa"/>
            <w:tcBorders>
              <w:top w:val="single" w:sz="4" w:space="0" w:color="auto"/>
            </w:tcBorders>
            <w:vAlign w:val="bottom"/>
          </w:tcPr>
          <w:p w14:paraId="2F573C89" w14:textId="2E70465E" w:rsidR="00900A61" w:rsidRPr="00163CA8" w:rsidRDefault="00900A61" w:rsidP="00701606">
            <w:pPr>
              <w:pStyle w:val="acctcolumnheading"/>
              <w:spacing w:after="0" w:line="240" w:lineRule="auto"/>
              <w:ind w:left="-82" w:right="-85"/>
              <w:rPr>
                <w:sz w:val="21"/>
                <w:szCs w:val="21"/>
                <w:lang w:bidi="th-TH"/>
              </w:rPr>
            </w:pPr>
            <w:r w:rsidRPr="00163CA8">
              <w:rPr>
                <w:sz w:val="21"/>
                <w:szCs w:val="21"/>
                <w:lang w:bidi="th-TH"/>
              </w:rPr>
              <w:t>measured at FVTPL</w:t>
            </w:r>
          </w:p>
        </w:tc>
        <w:tc>
          <w:tcPr>
            <w:tcW w:w="180" w:type="dxa"/>
            <w:tcBorders>
              <w:top w:val="single" w:sz="4" w:space="0" w:color="auto"/>
            </w:tcBorders>
            <w:vAlign w:val="bottom"/>
          </w:tcPr>
          <w:p w14:paraId="40BA26CA" w14:textId="77777777" w:rsidR="00900A61" w:rsidRPr="00163CA8" w:rsidRDefault="00900A61" w:rsidP="00701606">
            <w:pPr>
              <w:pStyle w:val="acctcolumnheading"/>
              <w:spacing w:after="0" w:line="240" w:lineRule="auto"/>
              <w:rPr>
                <w:sz w:val="21"/>
                <w:szCs w:val="21"/>
              </w:rPr>
            </w:pPr>
          </w:p>
        </w:tc>
        <w:tc>
          <w:tcPr>
            <w:tcW w:w="990" w:type="dxa"/>
            <w:tcBorders>
              <w:top w:val="single" w:sz="4" w:space="0" w:color="auto"/>
            </w:tcBorders>
            <w:vAlign w:val="bottom"/>
          </w:tcPr>
          <w:p w14:paraId="406EF71D" w14:textId="7F06C91D" w:rsidR="00900A61" w:rsidRPr="00163CA8" w:rsidRDefault="00900A61" w:rsidP="00701606">
            <w:pPr>
              <w:pStyle w:val="acctcolumnheading"/>
              <w:spacing w:after="0" w:line="240" w:lineRule="auto"/>
              <w:ind w:left="-89" w:right="-79"/>
              <w:rPr>
                <w:sz w:val="21"/>
                <w:szCs w:val="21"/>
                <w:lang w:bidi="th-TH"/>
              </w:rPr>
            </w:pPr>
            <w:r w:rsidRPr="00163CA8">
              <w:rPr>
                <w:sz w:val="21"/>
                <w:szCs w:val="21"/>
                <w:lang w:bidi="th-TH"/>
              </w:rPr>
              <w:t>measured at FVOCI</w:t>
            </w:r>
          </w:p>
        </w:tc>
        <w:tc>
          <w:tcPr>
            <w:tcW w:w="180" w:type="dxa"/>
            <w:tcBorders>
              <w:top w:val="single" w:sz="4" w:space="0" w:color="auto"/>
            </w:tcBorders>
            <w:vAlign w:val="bottom"/>
          </w:tcPr>
          <w:p w14:paraId="7C0AE44E" w14:textId="77777777" w:rsidR="00900A61" w:rsidRPr="00163CA8" w:rsidRDefault="00900A61" w:rsidP="00701606">
            <w:pPr>
              <w:pStyle w:val="acctcolumnheading"/>
              <w:spacing w:after="0" w:line="240" w:lineRule="auto"/>
              <w:rPr>
                <w:sz w:val="21"/>
                <w:szCs w:val="21"/>
              </w:rPr>
            </w:pPr>
          </w:p>
        </w:tc>
        <w:tc>
          <w:tcPr>
            <w:tcW w:w="990" w:type="dxa"/>
            <w:tcBorders>
              <w:top w:val="single" w:sz="4" w:space="0" w:color="auto"/>
            </w:tcBorders>
            <w:vAlign w:val="bottom"/>
          </w:tcPr>
          <w:p w14:paraId="48E57D32" w14:textId="425E46F6" w:rsidR="00900A61" w:rsidRPr="00163CA8" w:rsidRDefault="00900A61" w:rsidP="00701606">
            <w:pPr>
              <w:pStyle w:val="acctcolumnheading"/>
              <w:spacing w:after="0" w:line="240" w:lineRule="auto"/>
              <w:ind w:left="-70" w:right="-80"/>
              <w:rPr>
                <w:sz w:val="21"/>
                <w:szCs w:val="21"/>
                <w:lang w:bidi="th-TH"/>
              </w:rPr>
            </w:pPr>
            <w:r w:rsidRPr="00163CA8">
              <w:rPr>
                <w:sz w:val="21"/>
                <w:szCs w:val="21"/>
                <w:lang w:bidi="th-TH"/>
              </w:rPr>
              <w:t>measured at a</w:t>
            </w:r>
            <w:r w:rsidRPr="00163CA8">
              <w:rPr>
                <w:sz w:val="21"/>
                <w:szCs w:val="21"/>
              </w:rPr>
              <w:t>mortised cost</w:t>
            </w:r>
          </w:p>
        </w:tc>
        <w:tc>
          <w:tcPr>
            <w:tcW w:w="183" w:type="dxa"/>
            <w:vAlign w:val="bottom"/>
          </w:tcPr>
          <w:p w14:paraId="2700C08E" w14:textId="77777777" w:rsidR="00900A61" w:rsidRPr="00163CA8" w:rsidRDefault="00900A61" w:rsidP="00701606">
            <w:pPr>
              <w:pStyle w:val="acctcolumnheading"/>
              <w:spacing w:after="0" w:line="240" w:lineRule="auto"/>
              <w:rPr>
                <w:sz w:val="21"/>
                <w:szCs w:val="21"/>
              </w:rPr>
            </w:pPr>
          </w:p>
        </w:tc>
        <w:tc>
          <w:tcPr>
            <w:tcW w:w="807" w:type="dxa"/>
            <w:vAlign w:val="bottom"/>
          </w:tcPr>
          <w:p w14:paraId="62E7D5CF" w14:textId="77777777" w:rsidR="00900A61" w:rsidRPr="00163CA8" w:rsidRDefault="00900A61" w:rsidP="00701606">
            <w:pPr>
              <w:pStyle w:val="acctcolumnheading"/>
              <w:spacing w:after="0" w:line="240" w:lineRule="auto"/>
              <w:ind w:left="-79" w:right="-79"/>
              <w:rPr>
                <w:sz w:val="21"/>
                <w:szCs w:val="21"/>
              </w:rPr>
            </w:pPr>
            <w:r w:rsidRPr="00163CA8">
              <w:rPr>
                <w:sz w:val="21"/>
                <w:szCs w:val="21"/>
              </w:rPr>
              <w:t>Level 1</w:t>
            </w:r>
          </w:p>
        </w:tc>
        <w:tc>
          <w:tcPr>
            <w:tcW w:w="180" w:type="dxa"/>
            <w:vAlign w:val="bottom"/>
          </w:tcPr>
          <w:p w14:paraId="73025850" w14:textId="77777777" w:rsidR="00900A61" w:rsidRPr="00163CA8" w:rsidRDefault="00900A61" w:rsidP="00701606">
            <w:pPr>
              <w:pStyle w:val="acctcolumnheading"/>
              <w:spacing w:after="0" w:line="240" w:lineRule="auto"/>
              <w:rPr>
                <w:sz w:val="21"/>
                <w:szCs w:val="21"/>
              </w:rPr>
            </w:pPr>
          </w:p>
        </w:tc>
        <w:tc>
          <w:tcPr>
            <w:tcW w:w="900" w:type="dxa"/>
            <w:vAlign w:val="bottom"/>
          </w:tcPr>
          <w:p w14:paraId="3C02E767" w14:textId="77777777" w:rsidR="00900A61" w:rsidRPr="00163CA8" w:rsidRDefault="00900A61" w:rsidP="00701606">
            <w:pPr>
              <w:pStyle w:val="acctcolumnheading"/>
              <w:spacing w:after="0" w:line="240" w:lineRule="auto"/>
              <w:ind w:left="-79" w:right="-79"/>
              <w:rPr>
                <w:sz w:val="21"/>
                <w:szCs w:val="21"/>
              </w:rPr>
            </w:pPr>
            <w:r w:rsidRPr="00163CA8">
              <w:rPr>
                <w:sz w:val="21"/>
                <w:szCs w:val="21"/>
              </w:rPr>
              <w:t>Level 2</w:t>
            </w:r>
          </w:p>
        </w:tc>
        <w:tc>
          <w:tcPr>
            <w:tcW w:w="182" w:type="dxa"/>
            <w:vAlign w:val="bottom"/>
          </w:tcPr>
          <w:p w14:paraId="56743B73" w14:textId="77777777" w:rsidR="00900A61" w:rsidRPr="00163CA8" w:rsidRDefault="00900A61" w:rsidP="00701606">
            <w:pPr>
              <w:pStyle w:val="acctcolumnheading"/>
              <w:spacing w:after="0" w:line="240" w:lineRule="auto"/>
              <w:rPr>
                <w:sz w:val="21"/>
                <w:szCs w:val="21"/>
              </w:rPr>
            </w:pPr>
          </w:p>
        </w:tc>
        <w:tc>
          <w:tcPr>
            <w:tcW w:w="898" w:type="dxa"/>
            <w:vAlign w:val="bottom"/>
          </w:tcPr>
          <w:p w14:paraId="44198D3C" w14:textId="77777777" w:rsidR="00900A61" w:rsidRPr="00163CA8" w:rsidRDefault="00900A61" w:rsidP="00701606">
            <w:pPr>
              <w:pStyle w:val="acctcolumnheading"/>
              <w:spacing w:after="0" w:line="240" w:lineRule="auto"/>
              <w:ind w:left="-79" w:right="-79"/>
              <w:rPr>
                <w:sz w:val="21"/>
                <w:szCs w:val="21"/>
              </w:rPr>
            </w:pPr>
            <w:r w:rsidRPr="00163CA8">
              <w:rPr>
                <w:sz w:val="21"/>
                <w:szCs w:val="21"/>
              </w:rPr>
              <w:t>Level 3</w:t>
            </w:r>
          </w:p>
        </w:tc>
      </w:tr>
      <w:tr w:rsidR="00900A61" w:rsidRPr="00163CA8" w14:paraId="2A85E520" w14:textId="77777777" w:rsidTr="00701606">
        <w:trPr>
          <w:cantSplit/>
          <w:trHeight w:val="60"/>
        </w:trPr>
        <w:tc>
          <w:tcPr>
            <w:tcW w:w="2606" w:type="dxa"/>
            <w:shd w:val="clear" w:color="auto" w:fill="auto"/>
            <w:vAlign w:val="bottom"/>
          </w:tcPr>
          <w:p w14:paraId="3649E45B" w14:textId="77777777" w:rsidR="00900A61" w:rsidRPr="00163CA8" w:rsidRDefault="00900A61" w:rsidP="00701606">
            <w:pPr>
              <w:tabs>
                <w:tab w:val="left" w:pos="100"/>
              </w:tabs>
              <w:ind w:left="100" w:hanging="100"/>
              <w:rPr>
                <w:b/>
                <w:bCs/>
                <w:i/>
                <w:iCs/>
                <w:sz w:val="21"/>
                <w:szCs w:val="21"/>
              </w:rPr>
            </w:pPr>
          </w:p>
        </w:tc>
        <w:tc>
          <w:tcPr>
            <w:tcW w:w="6574" w:type="dxa"/>
            <w:gridSpan w:val="11"/>
            <w:vAlign w:val="bottom"/>
          </w:tcPr>
          <w:p w14:paraId="4BCA4A01" w14:textId="77777777" w:rsidR="00900A61" w:rsidRPr="00163CA8" w:rsidRDefault="00900A61" w:rsidP="00701606">
            <w:pPr>
              <w:pStyle w:val="acctcolumnheading"/>
              <w:spacing w:after="0" w:line="240" w:lineRule="auto"/>
              <w:ind w:left="-79" w:right="-79"/>
              <w:rPr>
                <w:i/>
                <w:iCs/>
                <w:sz w:val="21"/>
                <w:szCs w:val="21"/>
              </w:rPr>
            </w:pPr>
            <w:r w:rsidRPr="00163CA8">
              <w:rPr>
                <w:i/>
                <w:iCs/>
                <w:sz w:val="21"/>
                <w:szCs w:val="21"/>
              </w:rPr>
              <w:t>(in million Baht)</w:t>
            </w:r>
          </w:p>
        </w:tc>
      </w:tr>
      <w:tr w:rsidR="00C87857" w:rsidRPr="00163CA8" w14:paraId="6C738C30" w14:textId="77777777" w:rsidTr="008E4DC5">
        <w:trPr>
          <w:cantSplit/>
        </w:trPr>
        <w:tc>
          <w:tcPr>
            <w:tcW w:w="2606" w:type="dxa"/>
            <w:vAlign w:val="bottom"/>
          </w:tcPr>
          <w:p w14:paraId="4F343192" w14:textId="00DA0BE0" w:rsidR="00C87857" w:rsidRPr="00163CA8" w:rsidRDefault="00C87857" w:rsidP="00C87857">
            <w:pPr>
              <w:tabs>
                <w:tab w:val="left" w:pos="100"/>
              </w:tabs>
              <w:ind w:left="100" w:hanging="100"/>
              <w:rPr>
                <w:b/>
                <w:bCs/>
                <w:i/>
                <w:iCs/>
                <w:sz w:val="21"/>
                <w:szCs w:val="21"/>
              </w:rPr>
            </w:pPr>
            <w:r w:rsidRPr="00163CA8">
              <w:rPr>
                <w:b/>
                <w:bCs/>
                <w:i/>
                <w:iCs/>
                <w:sz w:val="21"/>
                <w:szCs w:val="21"/>
              </w:rPr>
              <w:t>Financial liabilities</w:t>
            </w:r>
          </w:p>
        </w:tc>
        <w:tc>
          <w:tcPr>
            <w:tcW w:w="1084" w:type="dxa"/>
            <w:vAlign w:val="bottom"/>
          </w:tcPr>
          <w:p w14:paraId="205E7B38" w14:textId="77777777" w:rsidR="00C87857" w:rsidRPr="00163CA8" w:rsidRDefault="00C87857" w:rsidP="00C87857">
            <w:pPr>
              <w:pStyle w:val="acctfourfigures"/>
              <w:spacing w:line="240" w:lineRule="auto"/>
              <w:jc w:val="center"/>
              <w:rPr>
                <w:sz w:val="21"/>
                <w:szCs w:val="21"/>
              </w:rPr>
            </w:pPr>
          </w:p>
        </w:tc>
        <w:tc>
          <w:tcPr>
            <w:tcW w:w="180" w:type="dxa"/>
            <w:vAlign w:val="bottom"/>
          </w:tcPr>
          <w:p w14:paraId="63A9CA44" w14:textId="77777777" w:rsidR="00C87857" w:rsidRPr="00163CA8" w:rsidRDefault="00C87857" w:rsidP="00C87857">
            <w:pPr>
              <w:pStyle w:val="acctfourfigures"/>
              <w:spacing w:line="240" w:lineRule="auto"/>
              <w:jc w:val="center"/>
              <w:rPr>
                <w:sz w:val="21"/>
                <w:szCs w:val="21"/>
              </w:rPr>
            </w:pPr>
          </w:p>
        </w:tc>
        <w:tc>
          <w:tcPr>
            <w:tcW w:w="990" w:type="dxa"/>
            <w:vAlign w:val="bottom"/>
          </w:tcPr>
          <w:p w14:paraId="03C17204" w14:textId="77777777" w:rsidR="00C87857" w:rsidRPr="00163CA8" w:rsidRDefault="00C87857" w:rsidP="00C87857">
            <w:pPr>
              <w:pStyle w:val="acctfourfigures"/>
              <w:spacing w:line="240" w:lineRule="auto"/>
              <w:jc w:val="center"/>
              <w:rPr>
                <w:sz w:val="21"/>
                <w:szCs w:val="21"/>
              </w:rPr>
            </w:pPr>
          </w:p>
        </w:tc>
        <w:tc>
          <w:tcPr>
            <w:tcW w:w="180" w:type="dxa"/>
            <w:vAlign w:val="bottom"/>
          </w:tcPr>
          <w:p w14:paraId="2F3FB8BA" w14:textId="77777777" w:rsidR="00C87857" w:rsidRPr="00163CA8" w:rsidRDefault="00C87857" w:rsidP="00C87857">
            <w:pPr>
              <w:pStyle w:val="acctfourfigures"/>
              <w:spacing w:line="240" w:lineRule="auto"/>
              <w:jc w:val="center"/>
              <w:rPr>
                <w:sz w:val="21"/>
                <w:szCs w:val="21"/>
              </w:rPr>
            </w:pPr>
          </w:p>
        </w:tc>
        <w:tc>
          <w:tcPr>
            <w:tcW w:w="990" w:type="dxa"/>
            <w:vAlign w:val="bottom"/>
          </w:tcPr>
          <w:p w14:paraId="3A9E9708" w14:textId="77777777" w:rsidR="00C87857" w:rsidRPr="00163CA8" w:rsidRDefault="00C87857" w:rsidP="00C87857">
            <w:pPr>
              <w:pStyle w:val="acctfourfigures"/>
              <w:spacing w:line="240" w:lineRule="auto"/>
              <w:jc w:val="center"/>
              <w:rPr>
                <w:sz w:val="21"/>
                <w:szCs w:val="21"/>
              </w:rPr>
            </w:pPr>
          </w:p>
        </w:tc>
        <w:tc>
          <w:tcPr>
            <w:tcW w:w="183" w:type="dxa"/>
            <w:vAlign w:val="bottom"/>
          </w:tcPr>
          <w:p w14:paraId="7114D11D" w14:textId="77777777" w:rsidR="00C87857" w:rsidRPr="00163CA8" w:rsidRDefault="00C87857" w:rsidP="00C87857">
            <w:pPr>
              <w:pStyle w:val="acctfourfigures"/>
              <w:spacing w:line="240" w:lineRule="auto"/>
              <w:jc w:val="center"/>
              <w:rPr>
                <w:sz w:val="21"/>
                <w:szCs w:val="21"/>
              </w:rPr>
            </w:pPr>
          </w:p>
        </w:tc>
        <w:tc>
          <w:tcPr>
            <w:tcW w:w="807" w:type="dxa"/>
            <w:vAlign w:val="bottom"/>
          </w:tcPr>
          <w:p w14:paraId="19C699DC" w14:textId="77777777" w:rsidR="00C87857" w:rsidRPr="00163CA8" w:rsidRDefault="00C87857" w:rsidP="00C87857">
            <w:pPr>
              <w:pStyle w:val="acctfourfigures"/>
              <w:spacing w:line="240" w:lineRule="auto"/>
              <w:jc w:val="center"/>
              <w:rPr>
                <w:sz w:val="21"/>
                <w:szCs w:val="21"/>
              </w:rPr>
            </w:pPr>
          </w:p>
        </w:tc>
        <w:tc>
          <w:tcPr>
            <w:tcW w:w="180" w:type="dxa"/>
            <w:vAlign w:val="bottom"/>
          </w:tcPr>
          <w:p w14:paraId="73095D18" w14:textId="77777777" w:rsidR="00C87857" w:rsidRPr="00163CA8" w:rsidRDefault="00C87857" w:rsidP="00C87857">
            <w:pPr>
              <w:pStyle w:val="acctfourfigures"/>
              <w:spacing w:line="240" w:lineRule="auto"/>
              <w:jc w:val="center"/>
              <w:rPr>
                <w:sz w:val="21"/>
                <w:szCs w:val="21"/>
              </w:rPr>
            </w:pPr>
          </w:p>
        </w:tc>
        <w:tc>
          <w:tcPr>
            <w:tcW w:w="900" w:type="dxa"/>
            <w:vAlign w:val="bottom"/>
          </w:tcPr>
          <w:p w14:paraId="49454932" w14:textId="77777777" w:rsidR="00C87857" w:rsidRPr="00163CA8" w:rsidRDefault="00C87857" w:rsidP="00C87857">
            <w:pPr>
              <w:pStyle w:val="acctfourfigures"/>
              <w:spacing w:line="240" w:lineRule="auto"/>
              <w:jc w:val="center"/>
              <w:rPr>
                <w:sz w:val="21"/>
                <w:szCs w:val="21"/>
              </w:rPr>
            </w:pPr>
          </w:p>
        </w:tc>
        <w:tc>
          <w:tcPr>
            <w:tcW w:w="182" w:type="dxa"/>
            <w:vAlign w:val="bottom"/>
          </w:tcPr>
          <w:p w14:paraId="0215D72A" w14:textId="77777777" w:rsidR="00C87857" w:rsidRPr="00163CA8" w:rsidRDefault="00C87857" w:rsidP="00C87857">
            <w:pPr>
              <w:pStyle w:val="acctfourfigures"/>
              <w:spacing w:line="240" w:lineRule="auto"/>
              <w:jc w:val="center"/>
              <w:rPr>
                <w:sz w:val="21"/>
                <w:szCs w:val="21"/>
              </w:rPr>
            </w:pPr>
          </w:p>
        </w:tc>
        <w:tc>
          <w:tcPr>
            <w:tcW w:w="898" w:type="dxa"/>
            <w:vAlign w:val="bottom"/>
          </w:tcPr>
          <w:p w14:paraId="1AEC0B20" w14:textId="77777777" w:rsidR="00C87857" w:rsidRPr="00163CA8" w:rsidRDefault="00C87857" w:rsidP="00C87857">
            <w:pPr>
              <w:pStyle w:val="acctfourfigures"/>
              <w:spacing w:line="240" w:lineRule="auto"/>
              <w:jc w:val="center"/>
              <w:rPr>
                <w:sz w:val="21"/>
                <w:szCs w:val="21"/>
              </w:rPr>
            </w:pPr>
          </w:p>
        </w:tc>
      </w:tr>
      <w:tr w:rsidR="00C87857" w:rsidRPr="00163CA8" w14:paraId="50718122" w14:textId="77777777" w:rsidTr="008E4DC5">
        <w:trPr>
          <w:cantSplit/>
        </w:trPr>
        <w:tc>
          <w:tcPr>
            <w:tcW w:w="2606" w:type="dxa"/>
            <w:vAlign w:val="bottom"/>
          </w:tcPr>
          <w:p w14:paraId="73EFCA7A" w14:textId="60754D27" w:rsidR="00C87857" w:rsidRPr="00163CA8" w:rsidRDefault="00C87857" w:rsidP="00C87857">
            <w:pPr>
              <w:tabs>
                <w:tab w:val="left" w:pos="100"/>
              </w:tabs>
              <w:ind w:left="100" w:hanging="100"/>
              <w:rPr>
                <w:sz w:val="21"/>
                <w:szCs w:val="21"/>
              </w:rPr>
            </w:pPr>
            <w:r w:rsidRPr="00163CA8">
              <w:rPr>
                <w:sz w:val="21"/>
                <w:szCs w:val="21"/>
              </w:rPr>
              <w:t>Short-term loans from financial institutions</w:t>
            </w:r>
          </w:p>
        </w:tc>
        <w:tc>
          <w:tcPr>
            <w:tcW w:w="1084" w:type="dxa"/>
            <w:vAlign w:val="bottom"/>
          </w:tcPr>
          <w:p w14:paraId="513799E3" w14:textId="0235E662"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5D178523" w14:textId="77777777" w:rsidR="00C87857" w:rsidRPr="00163CA8" w:rsidRDefault="00C87857" w:rsidP="00C87857">
            <w:pPr>
              <w:jc w:val="right"/>
              <w:rPr>
                <w:sz w:val="21"/>
                <w:szCs w:val="21"/>
              </w:rPr>
            </w:pPr>
          </w:p>
        </w:tc>
        <w:tc>
          <w:tcPr>
            <w:tcW w:w="990" w:type="dxa"/>
            <w:vAlign w:val="bottom"/>
          </w:tcPr>
          <w:p w14:paraId="6A5B6A3A" w14:textId="2510E6BC"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50071D18" w14:textId="77777777" w:rsidR="00C87857" w:rsidRPr="00163CA8" w:rsidRDefault="00C87857" w:rsidP="00C87857">
            <w:pPr>
              <w:jc w:val="right"/>
              <w:rPr>
                <w:sz w:val="21"/>
                <w:szCs w:val="21"/>
              </w:rPr>
            </w:pPr>
          </w:p>
        </w:tc>
        <w:tc>
          <w:tcPr>
            <w:tcW w:w="990" w:type="dxa"/>
            <w:vAlign w:val="bottom"/>
          </w:tcPr>
          <w:p w14:paraId="3BF3FC62" w14:textId="3D51BB80" w:rsidR="00C87857" w:rsidRPr="00163CA8" w:rsidRDefault="00C87857" w:rsidP="00C87857">
            <w:pPr>
              <w:jc w:val="right"/>
              <w:rPr>
                <w:sz w:val="21"/>
                <w:szCs w:val="21"/>
              </w:rPr>
            </w:pPr>
            <w:r w:rsidRPr="00163CA8">
              <w:rPr>
                <w:sz w:val="21"/>
                <w:szCs w:val="21"/>
              </w:rPr>
              <w:t>(550)</w:t>
            </w:r>
          </w:p>
        </w:tc>
        <w:tc>
          <w:tcPr>
            <w:tcW w:w="183" w:type="dxa"/>
            <w:vAlign w:val="bottom"/>
          </w:tcPr>
          <w:p w14:paraId="1A260D33"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4D9D4F9F" w14:textId="0392F35F"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27047881" w14:textId="77777777" w:rsidR="00C87857" w:rsidRPr="00163CA8" w:rsidRDefault="00C87857" w:rsidP="00C87857">
            <w:pPr>
              <w:jc w:val="right"/>
              <w:rPr>
                <w:sz w:val="21"/>
                <w:szCs w:val="21"/>
              </w:rPr>
            </w:pPr>
          </w:p>
        </w:tc>
        <w:tc>
          <w:tcPr>
            <w:tcW w:w="900" w:type="dxa"/>
            <w:vAlign w:val="bottom"/>
          </w:tcPr>
          <w:p w14:paraId="718FBC5C" w14:textId="378F3D22"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2" w:type="dxa"/>
            <w:vAlign w:val="bottom"/>
          </w:tcPr>
          <w:p w14:paraId="323A0AE9" w14:textId="77777777" w:rsidR="00C87857" w:rsidRPr="00163CA8" w:rsidRDefault="00C87857" w:rsidP="00C87857">
            <w:pPr>
              <w:jc w:val="right"/>
              <w:rPr>
                <w:sz w:val="21"/>
                <w:szCs w:val="21"/>
              </w:rPr>
            </w:pPr>
          </w:p>
        </w:tc>
        <w:tc>
          <w:tcPr>
            <w:tcW w:w="898" w:type="dxa"/>
            <w:vAlign w:val="bottom"/>
          </w:tcPr>
          <w:p w14:paraId="77C15F4A" w14:textId="7B306D8D" w:rsidR="00C87857" w:rsidRPr="00163CA8" w:rsidRDefault="00C87857" w:rsidP="00C87857">
            <w:pPr>
              <w:jc w:val="right"/>
              <w:rPr>
                <w:sz w:val="21"/>
                <w:szCs w:val="21"/>
              </w:rPr>
            </w:pPr>
            <w:r w:rsidRPr="00163CA8">
              <w:rPr>
                <w:sz w:val="21"/>
                <w:szCs w:val="21"/>
              </w:rPr>
              <w:t>(548)</w:t>
            </w:r>
          </w:p>
        </w:tc>
      </w:tr>
      <w:tr w:rsidR="00C87857" w:rsidRPr="00163CA8" w14:paraId="56A63CAF" w14:textId="77777777" w:rsidTr="008E4DC5">
        <w:trPr>
          <w:cantSplit/>
        </w:trPr>
        <w:tc>
          <w:tcPr>
            <w:tcW w:w="2606" w:type="dxa"/>
            <w:vAlign w:val="bottom"/>
          </w:tcPr>
          <w:p w14:paraId="2D73DAE1" w14:textId="5104FAA8" w:rsidR="00C87857" w:rsidRPr="00163CA8" w:rsidRDefault="00C87857" w:rsidP="00C87857">
            <w:pPr>
              <w:tabs>
                <w:tab w:val="left" w:pos="100"/>
              </w:tabs>
              <w:ind w:left="100" w:hanging="100"/>
              <w:rPr>
                <w:b/>
                <w:bCs/>
                <w:i/>
                <w:iCs/>
                <w:sz w:val="21"/>
                <w:szCs w:val="21"/>
              </w:rPr>
            </w:pPr>
            <w:r w:rsidRPr="00163CA8">
              <w:rPr>
                <w:sz w:val="21"/>
                <w:szCs w:val="21"/>
              </w:rPr>
              <w:t>Long-term loans from financial institutions</w:t>
            </w:r>
          </w:p>
        </w:tc>
        <w:tc>
          <w:tcPr>
            <w:tcW w:w="1084" w:type="dxa"/>
            <w:vAlign w:val="bottom"/>
          </w:tcPr>
          <w:p w14:paraId="4330EE4A" w14:textId="6C205766"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47326F30" w14:textId="77777777" w:rsidR="00C87857" w:rsidRPr="00163CA8" w:rsidRDefault="00C87857" w:rsidP="00C87857">
            <w:pPr>
              <w:jc w:val="right"/>
              <w:rPr>
                <w:sz w:val="21"/>
                <w:szCs w:val="21"/>
              </w:rPr>
            </w:pPr>
          </w:p>
        </w:tc>
        <w:tc>
          <w:tcPr>
            <w:tcW w:w="990" w:type="dxa"/>
            <w:vAlign w:val="bottom"/>
          </w:tcPr>
          <w:p w14:paraId="605986C5" w14:textId="517A1BB2"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65942C46" w14:textId="77777777" w:rsidR="00C87857" w:rsidRPr="00163CA8" w:rsidRDefault="00C87857" w:rsidP="00C87857">
            <w:pPr>
              <w:jc w:val="right"/>
              <w:rPr>
                <w:sz w:val="21"/>
                <w:szCs w:val="21"/>
              </w:rPr>
            </w:pPr>
          </w:p>
        </w:tc>
        <w:tc>
          <w:tcPr>
            <w:tcW w:w="990" w:type="dxa"/>
            <w:vAlign w:val="bottom"/>
          </w:tcPr>
          <w:p w14:paraId="66E3467B" w14:textId="1D67026C" w:rsidR="00C87857" w:rsidRPr="00163CA8" w:rsidRDefault="00C87857" w:rsidP="00C87857">
            <w:pPr>
              <w:jc w:val="right"/>
              <w:rPr>
                <w:sz w:val="21"/>
                <w:szCs w:val="21"/>
              </w:rPr>
            </w:pPr>
            <w:r w:rsidRPr="00163CA8">
              <w:rPr>
                <w:sz w:val="21"/>
                <w:szCs w:val="21"/>
              </w:rPr>
              <w:t>(2,532)</w:t>
            </w:r>
          </w:p>
        </w:tc>
        <w:tc>
          <w:tcPr>
            <w:tcW w:w="183" w:type="dxa"/>
            <w:vAlign w:val="bottom"/>
          </w:tcPr>
          <w:p w14:paraId="3813D22C"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36AF6063" w14:textId="5F759950"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lang w:bidi="th-TH"/>
              </w:rPr>
              <w:t>-</w:t>
            </w:r>
          </w:p>
        </w:tc>
        <w:tc>
          <w:tcPr>
            <w:tcW w:w="180" w:type="dxa"/>
            <w:vAlign w:val="bottom"/>
          </w:tcPr>
          <w:p w14:paraId="01117A27" w14:textId="77777777" w:rsidR="00C87857" w:rsidRPr="00163CA8" w:rsidRDefault="00C87857" w:rsidP="00C87857">
            <w:pPr>
              <w:jc w:val="right"/>
              <w:rPr>
                <w:sz w:val="21"/>
                <w:szCs w:val="21"/>
              </w:rPr>
            </w:pPr>
          </w:p>
        </w:tc>
        <w:tc>
          <w:tcPr>
            <w:tcW w:w="900" w:type="dxa"/>
            <w:vAlign w:val="bottom"/>
          </w:tcPr>
          <w:p w14:paraId="76FE0136" w14:textId="10E9DB95"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2" w:type="dxa"/>
            <w:vAlign w:val="bottom"/>
          </w:tcPr>
          <w:p w14:paraId="09817B87" w14:textId="77777777" w:rsidR="00C87857" w:rsidRPr="00163CA8" w:rsidRDefault="00C87857" w:rsidP="00C87857">
            <w:pPr>
              <w:jc w:val="right"/>
              <w:rPr>
                <w:sz w:val="21"/>
                <w:szCs w:val="21"/>
              </w:rPr>
            </w:pPr>
          </w:p>
        </w:tc>
        <w:tc>
          <w:tcPr>
            <w:tcW w:w="898" w:type="dxa"/>
            <w:vAlign w:val="bottom"/>
          </w:tcPr>
          <w:p w14:paraId="3008A4C7" w14:textId="7E55DCEA" w:rsidR="00C87857" w:rsidRPr="00163CA8" w:rsidRDefault="00C87857" w:rsidP="00C87857">
            <w:pPr>
              <w:jc w:val="right"/>
              <w:rPr>
                <w:sz w:val="21"/>
                <w:szCs w:val="21"/>
              </w:rPr>
            </w:pPr>
            <w:r w:rsidRPr="00163CA8">
              <w:rPr>
                <w:sz w:val="21"/>
                <w:szCs w:val="21"/>
              </w:rPr>
              <w:t>(2,509)</w:t>
            </w:r>
          </w:p>
        </w:tc>
      </w:tr>
      <w:tr w:rsidR="00C87857" w:rsidRPr="00163CA8" w14:paraId="454B1D3F" w14:textId="77777777" w:rsidTr="008E4DC5">
        <w:trPr>
          <w:cantSplit/>
        </w:trPr>
        <w:tc>
          <w:tcPr>
            <w:tcW w:w="2606" w:type="dxa"/>
            <w:vAlign w:val="bottom"/>
          </w:tcPr>
          <w:p w14:paraId="4272EFF9" w14:textId="57B5C90D" w:rsidR="00C87857" w:rsidRPr="00163CA8" w:rsidRDefault="00C87857" w:rsidP="00C87857">
            <w:pPr>
              <w:tabs>
                <w:tab w:val="left" w:pos="100"/>
              </w:tabs>
              <w:ind w:left="100" w:hanging="100"/>
              <w:rPr>
                <w:sz w:val="21"/>
                <w:szCs w:val="21"/>
              </w:rPr>
            </w:pPr>
            <w:r w:rsidRPr="00163CA8">
              <w:rPr>
                <w:sz w:val="21"/>
                <w:szCs w:val="21"/>
              </w:rPr>
              <w:t>Debentures</w:t>
            </w:r>
          </w:p>
        </w:tc>
        <w:tc>
          <w:tcPr>
            <w:tcW w:w="1084" w:type="dxa"/>
            <w:vAlign w:val="bottom"/>
          </w:tcPr>
          <w:p w14:paraId="45D6A2F0" w14:textId="2E6B5625"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5635A57B" w14:textId="77777777" w:rsidR="00C87857" w:rsidRPr="00163CA8" w:rsidRDefault="00C87857" w:rsidP="00C87857">
            <w:pPr>
              <w:jc w:val="right"/>
              <w:rPr>
                <w:sz w:val="21"/>
                <w:szCs w:val="21"/>
              </w:rPr>
            </w:pPr>
          </w:p>
        </w:tc>
        <w:tc>
          <w:tcPr>
            <w:tcW w:w="990" w:type="dxa"/>
            <w:vAlign w:val="bottom"/>
          </w:tcPr>
          <w:p w14:paraId="021A6477" w14:textId="06BC9081"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498CDBBB" w14:textId="77777777" w:rsidR="00C87857" w:rsidRPr="00163CA8" w:rsidRDefault="00C87857" w:rsidP="00C87857">
            <w:pPr>
              <w:jc w:val="right"/>
              <w:rPr>
                <w:sz w:val="21"/>
                <w:szCs w:val="21"/>
              </w:rPr>
            </w:pPr>
          </w:p>
        </w:tc>
        <w:tc>
          <w:tcPr>
            <w:tcW w:w="990" w:type="dxa"/>
            <w:vAlign w:val="bottom"/>
          </w:tcPr>
          <w:p w14:paraId="2ED72E6A" w14:textId="279A4FA8" w:rsidR="00C87857" w:rsidRPr="00163CA8" w:rsidRDefault="00C87857" w:rsidP="00C87857">
            <w:pPr>
              <w:jc w:val="right"/>
              <w:rPr>
                <w:sz w:val="21"/>
                <w:szCs w:val="21"/>
              </w:rPr>
            </w:pPr>
            <w:r w:rsidRPr="00163CA8">
              <w:rPr>
                <w:sz w:val="21"/>
                <w:szCs w:val="21"/>
              </w:rPr>
              <w:t>(2,189)</w:t>
            </w:r>
          </w:p>
        </w:tc>
        <w:tc>
          <w:tcPr>
            <w:tcW w:w="183" w:type="dxa"/>
            <w:vAlign w:val="bottom"/>
          </w:tcPr>
          <w:p w14:paraId="101C58CD"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66C52A31" w14:textId="1240B2FB"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lang w:bidi="th-TH"/>
              </w:rPr>
              <w:t>-</w:t>
            </w:r>
          </w:p>
        </w:tc>
        <w:tc>
          <w:tcPr>
            <w:tcW w:w="180" w:type="dxa"/>
            <w:vAlign w:val="bottom"/>
          </w:tcPr>
          <w:p w14:paraId="34F09788" w14:textId="77777777" w:rsidR="00C87857" w:rsidRPr="00163CA8" w:rsidRDefault="00C87857" w:rsidP="00C87857">
            <w:pPr>
              <w:rPr>
                <w:sz w:val="21"/>
                <w:szCs w:val="21"/>
              </w:rPr>
            </w:pPr>
          </w:p>
        </w:tc>
        <w:tc>
          <w:tcPr>
            <w:tcW w:w="900" w:type="dxa"/>
            <w:vAlign w:val="bottom"/>
          </w:tcPr>
          <w:p w14:paraId="3D1B8E45" w14:textId="5ADEF2ED" w:rsidR="00C87857" w:rsidRPr="00163CA8" w:rsidRDefault="00C87857" w:rsidP="00C87857">
            <w:pPr>
              <w:pStyle w:val="acctfourfigures"/>
              <w:tabs>
                <w:tab w:val="clear" w:pos="765"/>
                <w:tab w:val="decimal" w:pos="725"/>
              </w:tabs>
              <w:spacing w:line="240" w:lineRule="atLeast"/>
              <w:ind w:right="10"/>
              <w:jc w:val="right"/>
              <w:rPr>
                <w:sz w:val="21"/>
                <w:szCs w:val="21"/>
              </w:rPr>
            </w:pPr>
            <w:r w:rsidRPr="00163CA8">
              <w:rPr>
                <w:sz w:val="21"/>
                <w:szCs w:val="21"/>
              </w:rPr>
              <w:t>(2,207)</w:t>
            </w:r>
          </w:p>
        </w:tc>
        <w:tc>
          <w:tcPr>
            <w:tcW w:w="182" w:type="dxa"/>
            <w:vAlign w:val="bottom"/>
          </w:tcPr>
          <w:p w14:paraId="652DAEED" w14:textId="77777777" w:rsidR="00C87857" w:rsidRPr="00163CA8" w:rsidRDefault="00C87857" w:rsidP="00C87857">
            <w:pPr>
              <w:jc w:val="right"/>
              <w:rPr>
                <w:sz w:val="21"/>
                <w:szCs w:val="21"/>
              </w:rPr>
            </w:pPr>
          </w:p>
        </w:tc>
        <w:tc>
          <w:tcPr>
            <w:tcW w:w="898" w:type="dxa"/>
            <w:vAlign w:val="bottom"/>
          </w:tcPr>
          <w:p w14:paraId="29B2A405" w14:textId="2C712F64"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r>
      <w:tr w:rsidR="00C87857" w:rsidRPr="00163CA8" w14:paraId="3D949A89" w14:textId="77777777" w:rsidTr="008E4DC5">
        <w:trPr>
          <w:cantSplit/>
        </w:trPr>
        <w:tc>
          <w:tcPr>
            <w:tcW w:w="2606" w:type="dxa"/>
            <w:vAlign w:val="bottom"/>
          </w:tcPr>
          <w:p w14:paraId="6DADD406" w14:textId="02EC47DB" w:rsidR="00C87857" w:rsidRPr="00163CA8" w:rsidRDefault="00C87857" w:rsidP="00C87857">
            <w:pPr>
              <w:tabs>
                <w:tab w:val="left" w:pos="100"/>
              </w:tabs>
              <w:ind w:left="100" w:hanging="100"/>
              <w:rPr>
                <w:sz w:val="21"/>
                <w:szCs w:val="21"/>
              </w:rPr>
            </w:pPr>
          </w:p>
        </w:tc>
        <w:tc>
          <w:tcPr>
            <w:tcW w:w="1084" w:type="dxa"/>
            <w:vAlign w:val="bottom"/>
          </w:tcPr>
          <w:p w14:paraId="40ABD7BA" w14:textId="10BB77B6"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B7FC3A1" w14:textId="77777777" w:rsidR="00C87857" w:rsidRPr="00163CA8" w:rsidRDefault="00C87857" w:rsidP="00C87857">
            <w:pPr>
              <w:jc w:val="right"/>
              <w:rPr>
                <w:sz w:val="21"/>
                <w:szCs w:val="21"/>
              </w:rPr>
            </w:pPr>
          </w:p>
        </w:tc>
        <w:tc>
          <w:tcPr>
            <w:tcW w:w="990" w:type="dxa"/>
            <w:vAlign w:val="bottom"/>
          </w:tcPr>
          <w:p w14:paraId="0F80AECA" w14:textId="5E7A3120"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56BE30CE" w14:textId="77777777" w:rsidR="00C87857" w:rsidRPr="00163CA8" w:rsidRDefault="00C87857" w:rsidP="00C87857">
            <w:pPr>
              <w:jc w:val="right"/>
              <w:rPr>
                <w:sz w:val="21"/>
                <w:szCs w:val="21"/>
              </w:rPr>
            </w:pPr>
          </w:p>
        </w:tc>
        <w:tc>
          <w:tcPr>
            <w:tcW w:w="990" w:type="dxa"/>
            <w:vAlign w:val="bottom"/>
          </w:tcPr>
          <w:p w14:paraId="59633C3B" w14:textId="647B04F6" w:rsidR="00C87857" w:rsidRPr="00163CA8" w:rsidRDefault="00C87857" w:rsidP="00C87857">
            <w:pPr>
              <w:jc w:val="right"/>
              <w:rPr>
                <w:sz w:val="21"/>
                <w:szCs w:val="21"/>
              </w:rPr>
            </w:pPr>
          </w:p>
        </w:tc>
        <w:tc>
          <w:tcPr>
            <w:tcW w:w="183" w:type="dxa"/>
            <w:vAlign w:val="bottom"/>
          </w:tcPr>
          <w:p w14:paraId="4F0A84C4"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0C48F3E8" w14:textId="27B4F72B"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65C1B23E" w14:textId="77777777" w:rsidR="00C87857" w:rsidRPr="00163CA8" w:rsidRDefault="00C87857" w:rsidP="00C87857">
            <w:pPr>
              <w:jc w:val="right"/>
              <w:rPr>
                <w:sz w:val="21"/>
                <w:szCs w:val="21"/>
              </w:rPr>
            </w:pPr>
          </w:p>
        </w:tc>
        <w:tc>
          <w:tcPr>
            <w:tcW w:w="900" w:type="dxa"/>
            <w:vAlign w:val="bottom"/>
          </w:tcPr>
          <w:p w14:paraId="52DFDFBF" w14:textId="7A9E5878" w:rsidR="00C87857" w:rsidRPr="00163CA8" w:rsidRDefault="00C87857" w:rsidP="00C87857">
            <w:pPr>
              <w:jc w:val="right"/>
              <w:rPr>
                <w:sz w:val="21"/>
                <w:szCs w:val="21"/>
              </w:rPr>
            </w:pPr>
          </w:p>
        </w:tc>
        <w:tc>
          <w:tcPr>
            <w:tcW w:w="182" w:type="dxa"/>
            <w:vAlign w:val="bottom"/>
          </w:tcPr>
          <w:p w14:paraId="71977973" w14:textId="77777777" w:rsidR="00C87857" w:rsidRPr="00163CA8" w:rsidRDefault="00C87857" w:rsidP="00C87857">
            <w:pPr>
              <w:jc w:val="right"/>
              <w:rPr>
                <w:sz w:val="21"/>
                <w:szCs w:val="21"/>
              </w:rPr>
            </w:pPr>
          </w:p>
        </w:tc>
        <w:tc>
          <w:tcPr>
            <w:tcW w:w="898" w:type="dxa"/>
            <w:vAlign w:val="bottom"/>
          </w:tcPr>
          <w:p w14:paraId="5B1B3387" w14:textId="0A2CFACE" w:rsidR="00C87857" w:rsidRPr="00163CA8" w:rsidRDefault="00C87857" w:rsidP="00C87857">
            <w:pPr>
              <w:pStyle w:val="acctfourfigures"/>
              <w:tabs>
                <w:tab w:val="clear" w:pos="765"/>
                <w:tab w:val="decimal" w:pos="1642"/>
              </w:tabs>
              <w:spacing w:line="240" w:lineRule="atLeast"/>
              <w:ind w:right="282"/>
              <w:jc w:val="right"/>
              <w:rPr>
                <w:sz w:val="21"/>
                <w:szCs w:val="21"/>
              </w:rPr>
            </w:pPr>
          </w:p>
        </w:tc>
      </w:tr>
      <w:tr w:rsidR="00C87857" w:rsidRPr="00163CA8" w14:paraId="00B6E909" w14:textId="77777777" w:rsidTr="008E4DC5">
        <w:trPr>
          <w:cantSplit/>
        </w:trPr>
        <w:tc>
          <w:tcPr>
            <w:tcW w:w="2606" w:type="dxa"/>
            <w:vAlign w:val="bottom"/>
          </w:tcPr>
          <w:p w14:paraId="59577879" w14:textId="7E3A67A2" w:rsidR="00C87857" w:rsidRPr="00163CA8" w:rsidRDefault="00C87857" w:rsidP="00C87857">
            <w:pPr>
              <w:tabs>
                <w:tab w:val="left" w:pos="100"/>
              </w:tabs>
              <w:ind w:left="100" w:hanging="100"/>
              <w:rPr>
                <w:sz w:val="21"/>
                <w:szCs w:val="21"/>
              </w:rPr>
            </w:pPr>
            <w:r w:rsidRPr="00163CA8">
              <w:rPr>
                <w:b/>
                <w:bCs/>
                <w:i/>
                <w:iCs/>
                <w:sz w:val="21"/>
                <w:szCs w:val="21"/>
              </w:rPr>
              <w:t>At 31 December 2020</w:t>
            </w:r>
          </w:p>
        </w:tc>
        <w:tc>
          <w:tcPr>
            <w:tcW w:w="1084" w:type="dxa"/>
            <w:vAlign w:val="bottom"/>
          </w:tcPr>
          <w:p w14:paraId="0BB59B5E"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51161DB8" w14:textId="77777777" w:rsidR="00C87857" w:rsidRPr="00163CA8" w:rsidRDefault="00C87857" w:rsidP="00C87857">
            <w:pPr>
              <w:jc w:val="right"/>
              <w:rPr>
                <w:sz w:val="21"/>
                <w:szCs w:val="21"/>
              </w:rPr>
            </w:pPr>
          </w:p>
        </w:tc>
        <w:tc>
          <w:tcPr>
            <w:tcW w:w="990" w:type="dxa"/>
            <w:vAlign w:val="bottom"/>
          </w:tcPr>
          <w:p w14:paraId="587EFB00"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A702311" w14:textId="77777777" w:rsidR="00C87857" w:rsidRPr="00163CA8" w:rsidRDefault="00C87857" w:rsidP="00C87857">
            <w:pPr>
              <w:jc w:val="right"/>
              <w:rPr>
                <w:sz w:val="21"/>
                <w:szCs w:val="21"/>
              </w:rPr>
            </w:pPr>
          </w:p>
        </w:tc>
        <w:tc>
          <w:tcPr>
            <w:tcW w:w="990" w:type="dxa"/>
            <w:vAlign w:val="bottom"/>
          </w:tcPr>
          <w:p w14:paraId="5AFE0483" w14:textId="77777777" w:rsidR="00C87857" w:rsidRPr="00163CA8" w:rsidRDefault="00C87857" w:rsidP="00C87857">
            <w:pPr>
              <w:jc w:val="right"/>
              <w:rPr>
                <w:sz w:val="21"/>
                <w:szCs w:val="21"/>
              </w:rPr>
            </w:pPr>
          </w:p>
        </w:tc>
        <w:tc>
          <w:tcPr>
            <w:tcW w:w="183" w:type="dxa"/>
            <w:vAlign w:val="bottom"/>
          </w:tcPr>
          <w:p w14:paraId="5DFFFE6A"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40D006C5"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7A07A61" w14:textId="77777777" w:rsidR="00C87857" w:rsidRPr="00163CA8" w:rsidRDefault="00C87857" w:rsidP="00C87857">
            <w:pPr>
              <w:jc w:val="right"/>
              <w:rPr>
                <w:sz w:val="21"/>
                <w:szCs w:val="21"/>
              </w:rPr>
            </w:pPr>
          </w:p>
        </w:tc>
        <w:tc>
          <w:tcPr>
            <w:tcW w:w="900" w:type="dxa"/>
            <w:vAlign w:val="bottom"/>
          </w:tcPr>
          <w:p w14:paraId="3283814E" w14:textId="77777777" w:rsidR="00C87857" w:rsidRPr="00163CA8" w:rsidRDefault="00C87857" w:rsidP="00C87857">
            <w:pPr>
              <w:jc w:val="right"/>
              <w:rPr>
                <w:sz w:val="21"/>
                <w:szCs w:val="21"/>
              </w:rPr>
            </w:pPr>
          </w:p>
        </w:tc>
        <w:tc>
          <w:tcPr>
            <w:tcW w:w="182" w:type="dxa"/>
            <w:vAlign w:val="bottom"/>
          </w:tcPr>
          <w:p w14:paraId="7A044B4C" w14:textId="77777777" w:rsidR="00C87857" w:rsidRPr="00163CA8" w:rsidRDefault="00C87857" w:rsidP="00C87857">
            <w:pPr>
              <w:jc w:val="right"/>
              <w:rPr>
                <w:sz w:val="21"/>
                <w:szCs w:val="21"/>
              </w:rPr>
            </w:pPr>
          </w:p>
        </w:tc>
        <w:tc>
          <w:tcPr>
            <w:tcW w:w="898" w:type="dxa"/>
            <w:vAlign w:val="bottom"/>
          </w:tcPr>
          <w:p w14:paraId="11C9AB22" w14:textId="77777777" w:rsidR="00C87857" w:rsidRPr="00163CA8" w:rsidRDefault="00C87857" w:rsidP="00C87857">
            <w:pPr>
              <w:pStyle w:val="acctfourfigures"/>
              <w:tabs>
                <w:tab w:val="clear" w:pos="765"/>
                <w:tab w:val="decimal" w:pos="1642"/>
              </w:tabs>
              <w:spacing w:line="240" w:lineRule="atLeast"/>
              <w:ind w:right="282"/>
              <w:jc w:val="right"/>
              <w:rPr>
                <w:sz w:val="21"/>
                <w:szCs w:val="21"/>
              </w:rPr>
            </w:pPr>
          </w:p>
        </w:tc>
      </w:tr>
      <w:tr w:rsidR="00C87857" w:rsidRPr="00163CA8" w14:paraId="218F57ED" w14:textId="77777777" w:rsidTr="008E4DC5">
        <w:trPr>
          <w:cantSplit/>
        </w:trPr>
        <w:tc>
          <w:tcPr>
            <w:tcW w:w="2606" w:type="dxa"/>
            <w:shd w:val="clear" w:color="auto" w:fill="auto"/>
            <w:vAlign w:val="bottom"/>
          </w:tcPr>
          <w:p w14:paraId="0A35196B" w14:textId="5C36ECC9" w:rsidR="00C87857" w:rsidRPr="00163CA8" w:rsidRDefault="005A7E7E" w:rsidP="00C87857">
            <w:pPr>
              <w:tabs>
                <w:tab w:val="left" w:pos="100"/>
              </w:tabs>
              <w:ind w:left="100" w:hanging="100"/>
              <w:rPr>
                <w:sz w:val="21"/>
                <w:szCs w:val="21"/>
              </w:rPr>
            </w:pPr>
            <w:r>
              <w:rPr>
                <w:b/>
                <w:bCs/>
                <w:i/>
                <w:iCs/>
                <w:sz w:val="21"/>
                <w:szCs w:val="21"/>
              </w:rPr>
              <w:t>A</w:t>
            </w:r>
            <w:r w:rsidR="00C87857" w:rsidRPr="00163CA8">
              <w:rPr>
                <w:b/>
                <w:bCs/>
                <w:i/>
                <w:iCs/>
                <w:sz w:val="21"/>
                <w:szCs w:val="21"/>
              </w:rPr>
              <w:t>ssets</w:t>
            </w:r>
          </w:p>
        </w:tc>
        <w:tc>
          <w:tcPr>
            <w:tcW w:w="1084" w:type="dxa"/>
            <w:vAlign w:val="bottom"/>
          </w:tcPr>
          <w:p w14:paraId="321CD2B2"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6CBD2AE" w14:textId="77777777" w:rsidR="00C87857" w:rsidRPr="00163CA8" w:rsidRDefault="00C87857" w:rsidP="00C87857">
            <w:pPr>
              <w:jc w:val="right"/>
              <w:rPr>
                <w:sz w:val="21"/>
                <w:szCs w:val="21"/>
              </w:rPr>
            </w:pPr>
          </w:p>
        </w:tc>
        <w:tc>
          <w:tcPr>
            <w:tcW w:w="990" w:type="dxa"/>
            <w:vAlign w:val="bottom"/>
          </w:tcPr>
          <w:p w14:paraId="245E12C9"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48037DFD" w14:textId="77777777" w:rsidR="00C87857" w:rsidRPr="00163CA8" w:rsidRDefault="00C87857" w:rsidP="00C87857">
            <w:pPr>
              <w:jc w:val="right"/>
              <w:rPr>
                <w:sz w:val="21"/>
                <w:szCs w:val="21"/>
              </w:rPr>
            </w:pPr>
          </w:p>
        </w:tc>
        <w:tc>
          <w:tcPr>
            <w:tcW w:w="990" w:type="dxa"/>
            <w:vAlign w:val="bottom"/>
          </w:tcPr>
          <w:p w14:paraId="49052C00" w14:textId="77777777" w:rsidR="00C87857" w:rsidRPr="00163CA8" w:rsidRDefault="00C87857" w:rsidP="00C87857">
            <w:pPr>
              <w:jc w:val="right"/>
              <w:rPr>
                <w:sz w:val="21"/>
                <w:szCs w:val="21"/>
              </w:rPr>
            </w:pPr>
          </w:p>
        </w:tc>
        <w:tc>
          <w:tcPr>
            <w:tcW w:w="183" w:type="dxa"/>
            <w:vAlign w:val="bottom"/>
          </w:tcPr>
          <w:p w14:paraId="6675D4B7"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516E4CB7"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F81F953" w14:textId="77777777" w:rsidR="00C87857" w:rsidRPr="00163CA8" w:rsidRDefault="00C87857" w:rsidP="00C87857">
            <w:pPr>
              <w:jc w:val="right"/>
              <w:rPr>
                <w:sz w:val="21"/>
                <w:szCs w:val="21"/>
              </w:rPr>
            </w:pPr>
          </w:p>
        </w:tc>
        <w:tc>
          <w:tcPr>
            <w:tcW w:w="900" w:type="dxa"/>
            <w:vAlign w:val="bottom"/>
          </w:tcPr>
          <w:p w14:paraId="0846ADC3" w14:textId="77777777" w:rsidR="00C87857" w:rsidRPr="00163CA8" w:rsidRDefault="00C87857" w:rsidP="00C87857">
            <w:pPr>
              <w:jc w:val="right"/>
              <w:rPr>
                <w:sz w:val="21"/>
                <w:szCs w:val="21"/>
              </w:rPr>
            </w:pPr>
          </w:p>
        </w:tc>
        <w:tc>
          <w:tcPr>
            <w:tcW w:w="182" w:type="dxa"/>
            <w:vAlign w:val="bottom"/>
          </w:tcPr>
          <w:p w14:paraId="1A84C5B1" w14:textId="77777777" w:rsidR="00C87857" w:rsidRPr="00163CA8" w:rsidRDefault="00C87857" w:rsidP="00C87857">
            <w:pPr>
              <w:jc w:val="right"/>
              <w:rPr>
                <w:sz w:val="21"/>
                <w:szCs w:val="21"/>
              </w:rPr>
            </w:pPr>
          </w:p>
        </w:tc>
        <w:tc>
          <w:tcPr>
            <w:tcW w:w="898" w:type="dxa"/>
            <w:vAlign w:val="bottom"/>
          </w:tcPr>
          <w:p w14:paraId="72A0E573" w14:textId="77777777" w:rsidR="00C87857" w:rsidRPr="00163CA8" w:rsidRDefault="00C87857" w:rsidP="00C87857">
            <w:pPr>
              <w:pStyle w:val="acctfourfigures"/>
              <w:tabs>
                <w:tab w:val="clear" w:pos="765"/>
                <w:tab w:val="decimal" w:pos="1642"/>
              </w:tabs>
              <w:spacing w:line="240" w:lineRule="atLeast"/>
              <w:ind w:right="282"/>
              <w:jc w:val="right"/>
              <w:rPr>
                <w:sz w:val="21"/>
                <w:szCs w:val="21"/>
              </w:rPr>
            </w:pPr>
          </w:p>
        </w:tc>
      </w:tr>
      <w:tr w:rsidR="00C87857" w:rsidRPr="00163CA8" w14:paraId="3CB60B79" w14:textId="77777777" w:rsidTr="008E4DC5">
        <w:trPr>
          <w:cantSplit/>
        </w:trPr>
        <w:tc>
          <w:tcPr>
            <w:tcW w:w="2606" w:type="dxa"/>
            <w:vAlign w:val="bottom"/>
          </w:tcPr>
          <w:p w14:paraId="78ABD2F6" w14:textId="2EDBECBF" w:rsidR="00C87857" w:rsidRPr="00163CA8" w:rsidRDefault="00C87857" w:rsidP="00C87857">
            <w:pPr>
              <w:tabs>
                <w:tab w:val="left" w:pos="100"/>
              </w:tabs>
              <w:ind w:left="100" w:hanging="100"/>
              <w:rPr>
                <w:sz w:val="21"/>
                <w:szCs w:val="21"/>
              </w:rPr>
            </w:pPr>
            <w:r w:rsidRPr="00163CA8">
              <w:rPr>
                <w:sz w:val="21"/>
                <w:szCs w:val="21"/>
              </w:rPr>
              <w:t>Other current financial assets - investments in debt securities</w:t>
            </w:r>
          </w:p>
        </w:tc>
        <w:tc>
          <w:tcPr>
            <w:tcW w:w="1084" w:type="dxa"/>
            <w:vAlign w:val="bottom"/>
          </w:tcPr>
          <w:p w14:paraId="72C9210C" w14:textId="46162B8F" w:rsidR="00C87857" w:rsidRPr="00163CA8" w:rsidRDefault="00C87857" w:rsidP="00C87857">
            <w:pPr>
              <w:pStyle w:val="acctfourfigures"/>
              <w:tabs>
                <w:tab w:val="clear" w:pos="765"/>
                <w:tab w:val="decimal" w:pos="1642"/>
              </w:tabs>
              <w:spacing w:line="240" w:lineRule="atLeast"/>
              <w:ind w:right="10"/>
              <w:jc w:val="right"/>
              <w:rPr>
                <w:sz w:val="21"/>
                <w:szCs w:val="21"/>
                <w:lang w:bidi="th-TH"/>
              </w:rPr>
            </w:pPr>
            <w:r w:rsidRPr="00163CA8">
              <w:rPr>
                <w:sz w:val="21"/>
                <w:szCs w:val="21"/>
              </w:rPr>
              <w:t>40</w:t>
            </w:r>
          </w:p>
        </w:tc>
        <w:tc>
          <w:tcPr>
            <w:tcW w:w="180" w:type="dxa"/>
            <w:vAlign w:val="bottom"/>
          </w:tcPr>
          <w:p w14:paraId="2905C8F7" w14:textId="77777777" w:rsidR="00C87857" w:rsidRPr="00163CA8" w:rsidRDefault="00C87857" w:rsidP="00C87857">
            <w:pPr>
              <w:jc w:val="right"/>
              <w:rPr>
                <w:sz w:val="21"/>
                <w:szCs w:val="21"/>
              </w:rPr>
            </w:pPr>
          </w:p>
        </w:tc>
        <w:tc>
          <w:tcPr>
            <w:tcW w:w="990" w:type="dxa"/>
            <w:vAlign w:val="bottom"/>
          </w:tcPr>
          <w:p w14:paraId="5DFB6C18" w14:textId="5B91F46D"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116EAFAF" w14:textId="77777777" w:rsidR="00C87857" w:rsidRPr="00163CA8" w:rsidRDefault="00C87857" w:rsidP="00C87857">
            <w:pPr>
              <w:jc w:val="right"/>
              <w:rPr>
                <w:sz w:val="21"/>
                <w:szCs w:val="21"/>
              </w:rPr>
            </w:pPr>
          </w:p>
        </w:tc>
        <w:tc>
          <w:tcPr>
            <w:tcW w:w="990" w:type="dxa"/>
            <w:vAlign w:val="bottom"/>
          </w:tcPr>
          <w:p w14:paraId="5E5693AE" w14:textId="095ACD85"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3A6C6283"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6B0C0F6F" w14:textId="7B8B2B93"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48B8F8FB" w14:textId="77777777" w:rsidR="00C87857" w:rsidRPr="00163CA8" w:rsidRDefault="00C87857" w:rsidP="00C87857">
            <w:pPr>
              <w:jc w:val="right"/>
              <w:rPr>
                <w:sz w:val="21"/>
                <w:szCs w:val="21"/>
              </w:rPr>
            </w:pPr>
          </w:p>
        </w:tc>
        <w:tc>
          <w:tcPr>
            <w:tcW w:w="900" w:type="dxa"/>
            <w:vAlign w:val="bottom"/>
          </w:tcPr>
          <w:p w14:paraId="7B347F22" w14:textId="25139273" w:rsidR="00C87857" w:rsidRPr="00163CA8" w:rsidRDefault="00C87857" w:rsidP="00C87857">
            <w:pPr>
              <w:jc w:val="right"/>
              <w:rPr>
                <w:sz w:val="21"/>
                <w:szCs w:val="21"/>
              </w:rPr>
            </w:pPr>
            <w:r w:rsidRPr="00163CA8">
              <w:rPr>
                <w:sz w:val="21"/>
                <w:szCs w:val="21"/>
              </w:rPr>
              <w:t>40</w:t>
            </w:r>
          </w:p>
        </w:tc>
        <w:tc>
          <w:tcPr>
            <w:tcW w:w="182" w:type="dxa"/>
            <w:vAlign w:val="bottom"/>
          </w:tcPr>
          <w:p w14:paraId="27FE4645" w14:textId="77777777" w:rsidR="00C87857" w:rsidRPr="00163CA8" w:rsidRDefault="00C87857" w:rsidP="00C87857">
            <w:pPr>
              <w:jc w:val="right"/>
              <w:rPr>
                <w:sz w:val="21"/>
                <w:szCs w:val="21"/>
              </w:rPr>
            </w:pPr>
          </w:p>
        </w:tc>
        <w:tc>
          <w:tcPr>
            <w:tcW w:w="898" w:type="dxa"/>
            <w:vAlign w:val="bottom"/>
          </w:tcPr>
          <w:p w14:paraId="60DA95EA" w14:textId="7AE61CEA"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r>
      <w:tr w:rsidR="00C87857" w:rsidRPr="00163CA8" w14:paraId="57B2C3D0" w14:textId="77777777" w:rsidTr="008E4DC5">
        <w:trPr>
          <w:cantSplit/>
        </w:trPr>
        <w:tc>
          <w:tcPr>
            <w:tcW w:w="2606" w:type="dxa"/>
            <w:vAlign w:val="bottom"/>
          </w:tcPr>
          <w:p w14:paraId="0A34809D" w14:textId="4E59DFB2" w:rsidR="00C87857" w:rsidRPr="00163CA8" w:rsidRDefault="00C87857" w:rsidP="00C87857">
            <w:pPr>
              <w:tabs>
                <w:tab w:val="left" w:pos="100"/>
              </w:tabs>
              <w:ind w:left="100" w:hanging="100"/>
              <w:rPr>
                <w:sz w:val="21"/>
                <w:szCs w:val="21"/>
              </w:rPr>
            </w:pPr>
            <w:r w:rsidRPr="00163CA8">
              <w:rPr>
                <w:sz w:val="21"/>
                <w:szCs w:val="21"/>
              </w:rPr>
              <w:t xml:space="preserve">Other non-current financial assets - </w:t>
            </w:r>
            <w:r>
              <w:rPr>
                <w:sz w:val="21"/>
                <w:szCs w:val="21"/>
              </w:rPr>
              <w:t>l</w:t>
            </w:r>
            <w:r w:rsidRPr="00163CA8">
              <w:rPr>
                <w:sz w:val="21"/>
                <w:szCs w:val="21"/>
              </w:rPr>
              <w:t>ong-term investments</w:t>
            </w:r>
          </w:p>
        </w:tc>
        <w:tc>
          <w:tcPr>
            <w:tcW w:w="1084" w:type="dxa"/>
            <w:vAlign w:val="bottom"/>
          </w:tcPr>
          <w:p w14:paraId="1B36B472" w14:textId="64D62203"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1CB52FBD" w14:textId="77777777" w:rsidR="00C87857" w:rsidRPr="00163CA8" w:rsidRDefault="00C87857" w:rsidP="00C87857">
            <w:pPr>
              <w:jc w:val="right"/>
              <w:rPr>
                <w:sz w:val="21"/>
                <w:szCs w:val="21"/>
              </w:rPr>
            </w:pPr>
          </w:p>
        </w:tc>
        <w:tc>
          <w:tcPr>
            <w:tcW w:w="990" w:type="dxa"/>
            <w:vAlign w:val="bottom"/>
          </w:tcPr>
          <w:p w14:paraId="6DF53395" w14:textId="05E3C222" w:rsidR="00C87857" w:rsidRPr="00163CA8" w:rsidRDefault="00C87857" w:rsidP="00C87857">
            <w:pPr>
              <w:pStyle w:val="acctfourfigures"/>
              <w:tabs>
                <w:tab w:val="clear" w:pos="765"/>
                <w:tab w:val="decimal" w:pos="1642"/>
              </w:tabs>
              <w:spacing w:line="240" w:lineRule="atLeast"/>
              <w:ind w:right="10"/>
              <w:jc w:val="right"/>
              <w:rPr>
                <w:sz w:val="21"/>
                <w:szCs w:val="21"/>
                <w:lang w:bidi="th-TH"/>
              </w:rPr>
            </w:pPr>
            <w:r w:rsidRPr="00163CA8">
              <w:rPr>
                <w:sz w:val="21"/>
                <w:szCs w:val="21"/>
              </w:rPr>
              <w:t>572</w:t>
            </w:r>
          </w:p>
        </w:tc>
        <w:tc>
          <w:tcPr>
            <w:tcW w:w="180" w:type="dxa"/>
            <w:vAlign w:val="bottom"/>
          </w:tcPr>
          <w:p w14:paraId="72C8D7BB" w14:textId="77777777" w:rsidR="00C87857" w:rsidRPr="00163CA8" w:rsidRDefault="00C87857" w:rsidP="00C87857">
            <w:pPr>
              <w:jc w:val="right"/>
              <w:rPr>
                <w:sz w:val="21"/>
                <w:szCs w:val="21"/>
              </w:rPr>
            </w:pPr>
          </w:p>
        </w:tc>
        <w:tc>
          <w:tcPr>
            <w:tcW w:w="990" w:type="dxa"/>
            <w:vAlign w:val="bottom"/>
          </w:tcPr>
          <w:p w14:paraId="1E0923D6" w14:textId="0D9B3B31"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5FB088CE"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127D2C4B" w14:textId="173A7A0E"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6718EA79" w14:textId="77777777" w:rsidR="00C87857" w:rsidRPr="00163CA8" w:rsidRDefault="00C87857" w:rsidP="00C87857">
            <w:pPr>
              <w:jc w:val="right"/>
              <w:rPr>
                <w:sz w:val="21"/>
                <w:szCs w:val="21"/>
              </w:rPr>
            </w:pPr>
          </w:p>
        </w:tc>
        <w:tc>
          <w:tcPr>
            <w:tcW w:w="900" w:type="dxa"/>
            <w:vAlign w:val="bottom"/>
          </w:tcPr>
          <w:p w14:paraId="41E80AC2" w14:textId="396927DA"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2" w:type="dxa"/>
            <w:vAlign w:val="bottom"/>
          </w:tcPr>
          <w:p w14:paraId="7DF19668" w14:textId="77777777" w:rsidR="00C87857" w:rsidRPr="00163CA8" w:rsidRDefault="00C87857" w:rsidP="00C87857">
            <w:pPr>
              <w:jc w:val="right"/>
              <w:rPr>
                <w:sz w:val="21"/>
                <w:szCs w:val="21"/>
              </w:rPr>
            </w:pPr>
          </w:p>
        </w:tc>
        <w:tc>
          <w:tcPr>
            <w:tcW w:w="898" w:type="dxa"/>
            <w:vAlign w:val="bottom"/>
          </w:tcPr>
          <w:p w14:paraId="3823FD22" w14:textId="122ABBF3" w:rsidR="00C87857" w:rsidRPr="00163CA8" w:rsidRDefault="00C87857" w:rsidP="00C87857">
            <w:pPr>
              <w:jc w:val="right"/>
              <w:rPr>
                <w:sz w:val="21"/>
                <w:szCs w:val="21"/>
              </w:rPr>
            </w:pPr>
            <w:r w:rsidRPr="00163CA8">
              <w:rPr>
                <w:sz w:val="21"/>
                <w:szCs w:val="21"/>
              </w:rPr>
              <w:t>572</w:t>
            </w:r>
          </w:p>
        </w:tc>
      </w:tr>
      <w:tr w:rsidR="00C87857" w:rsidRPr="00163CA8" w14:paraId="1EE8ABBF" w14:textId="77777777" w:rsidTr="008E4DC5">
        <w:trPr>
          <w:cantSplit/>
        </w:trPr>
        <w:tc>
          <w:tcPr>
            <w:tcW w:w="2606" w:type="dxa"/>
            <w:vAlign w:val="bottom"/>
          </w:tcPr>
          <w:p w14:paraId="7D0945BD" w14:textId="0C792662" w:rsidR="00C87857" w:rsidRPr="00163CA8" w:rsidRDefault="00C87857" w:rsidP="00C87857">
            <w:pPr>
              <w:tabs>
                <w:tab w:val="left" w:pos="100"/>
              </w:tabs>
              <w:ind w:left="100" w:hanging="100"/>
              <w:rPr>
                <w:sz w:val="21"/>
                <w:szCs w:val="21"/>
              </w:rPr>
            </w:pPr>
            <w:r w:rsidRPr="00163CA8">
              <w:rPr>
                <w:sz w:val="21"/>
                <w:szCs w:val="21"/>
              </w:rPr>
              <w:t>Investment properties</w:t>
            </w:r>
          </w:p>
        </w:tc>
        <w:tc>
          <w:tcPr>
            <w:tcW w:w="1084" w:type="dxa"/>
            <w:vAlign w:val="bottom"/>
          </w:tcPr>
          <w:p w14:paraId="67C568F5" w14:textId="1EC22D8F" w:rsidR="00C87857" w:rsidRPr="00163CA8" w:rsidRDefault="00C87857" w:rsidP="00C87857">
            <w:pPr>
              <w:pStyle w:val="acctfourfigures"/>
              <w:tabs>
                <w:tab w:val="clear" w:pos="765"/>
                <w:tab w:val="decimal" w:pos="1642"/>
              </w:tabs>
              <w:spacing w:line="240" w:lineRule="atLeast"/>
              <w:ind w:right="10"/>
              <w:jc w:val="right"/>
              <w:rPr>
                <w:sz w:val="21"/>
                <w:szCs w:val="21"/>
                <w:lang w:bidi="th-TH"/>
              </w:rPr>
            </w:pPr>
            <w:r w:rsidRPr="00163CA8">
              <w:rPr>
                <w:sz w:val="21"/>
                <w:szCs w:val="21"/>
              </w:rPr>
              <w:t>22,342</w:t>
            </w:r>
          </w:p>
        </w:tc>
        <w:tc>
          <w:tcPr>
            <w:tcW w:w="180" w:type="dxa"/>
            <w:vAlign w:val="bottom"/>
          </w:tcPr>
          <w:p w14:paraId="1B585E3E" w14:textId="77777777" w:rsidR="00C87857" w:rsidRPr="00163CA8" w:rsidRDefault="00C87857" w:rsidP="00C87857">
            <w:pPr>
              <w:jc w:val="right"/>
              <w:rPr>
                <w:sz w:val="21"/>
                <w:szCs w:val="21"/>
              </w:rPr>
            </w:pPr>
          </w:p>
        </w:tc>
        <w:tc>
          <w:tcPr>
            <w:tcW w:w="990" w:type="dxa"/>
            <w:vAlign w:val="bottom"/>
          </w:tcPr>
          <w:p w14:paraId="28241ED5" w14:textId="1A5A8405"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0CBF8E99" w14:textId="77777777" w:rsidR="00C87857" w:rsidRPr="00163CA8" w:rsidRDefault="00C87857" w:rsidP="00C87857">
            <w:pPr>
              <w:jc w:val="right"/>
              <w:rPr>
                <w:sz w:val="21"/>
                <w:szCs w:val="21"/>
              </w:rPr>
            </w:pPr>
          </w:p>
        </w:tc>
        <w:tc>
          <w:tcPr>
            <w:tcW w:w="990" w:type="dxa"/>
            <w:vAlign w:val="bottom"/>
          </w:tcPr>
          <w:p w14:paraId="2BCE466B" w14:textId="1D8768B8"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2370519C"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26F7A63D" w14:textId="6EC91775"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05B14077" w14:textId="77777777" w:rsidR="00C87857" w:rsidRPr="00163CA8" w:rsidRDefault="00C87857" w:rsidP="00C87857">
            <w:pPr>
              <w:jc w:val="right"/>
              <w:rPr>
                <w:sz w:val="21"/>
                <w:szCs w:val="21"/>
              </w:rPr>
            </w:pPr>
          </w:p>
        </w:tc>
        <w:tc>
          <w:tcPr>
            <w:tcW w:w="900" w:type="dxa"/>
            <w:vAlign w:val="bottom"/>
          </w:tcPr>
          <w:p w14:paraId="7C02C196" w14:textId="3395E1AF"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2" w:type="dxa"/>
            <w:vAlign w:val="bottom"/>
          </w:tcPr>
          <w:p w14:paraId="10C985B7" w14:textId="77777777" w:rsidR="00C87857" w:rsidRPr="00163CA8" w:rsidRDefault="00C87857" w:rsidP="00C87857">
            <w:pPr>
              <w:jc w:val="right"/>
              <w:rPr>
                <w:sz w:val="21"/>
                <w:szCs w:val="21"/>
              </w:rPr>
            </w:pPr>
          </w:p>
        </w:tc>
        <w:tc>
          <w:tcPr>
            <w:tcW w:w="898" w:type="dxa"/>
            <w:vAlign w:val="bottom"/>
          </w:tcPr>
          <w:p w14:paraId="1E1B7874" w14:textId="17FFCBEC" w:rsidR="00C87857" w:rsidRPr="00163CA8" w:rsidRDefault="00C87857" w:rsidP="00C87857">
            <w:pPr>
              <w:jc w:val="right"/>
              <w:rPr>
                <w:sz w:val="21"/>
                <w:szCs w:val="21"/>
              </w:rPr>
            </w:pPr>
            <w:r w:rsidRPr="00163CA8">
              <w:rPr>
                <w:sz w:val="21"/>
                <w:szCs w:val="21"/>
              </w:rPr>
              <w:t>22,342</w:t>
            </w:r>
          </w:p>
        </w:tc>
      </w:tr>
      <w:tr w:rsidR="00C87857" w:rsidRPr="00163CA8" w14:paraId="3A49D110" w14:textId="77777777" w:rsidTr="008E4DC5">
        <w:trPr>
          <w:cantSplit/>
        </w:trPr>
        <w:tc>
          <w:tcPr>
            <w:tcW w:w="2606" w:type="dxa"/>
            <w:vAlign w:val="bottom"/>
          </w:tcPr>
          <w:p w14:paraId="51442917" w14:textId="77777777" w:rsidR="00C87857" w:rsidRPr="00163CA8" w:rsidRDefault="00C87857" w:rsidP="00C87857">
            <w:pPr>
              <w:tabs>
                <w:tab w:val="left" w:pos="100"/>
              </w:tabs>
              <w:ind w:left="100" w:hanging="100"/>
              <w:rPr>
                <w:sz w:val="21"/>
                <w:szCs w:val="21"/>
              </w:rPr>
            </w:pPr>
          </w:p>
        </w:tc>
        <w:tc>
          <w:tcPr>
            <w:tcW w:w="1084" w:type="dxa"/>
            <w:vAlign w:val="bottom"/>
          </w:tcPr>
          <w:p w14:paraId="3EE948F2"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6A053D8" w14:textId="77777777" w:rsidR="00C87857" w:rsidRPr="00163CA8" w:rsidRDefault="00C87857" w:rsidP="00C87857">
            <w:pPr>
              <w:jc w:val="right"/>
              <w:rPr>
                <w:sz w:val="21"/>
                <w:szCs w:val="21"/>
              </w:rPr>
            </w:pPr>
          </w:p>
        </w:tc>
        <w:tc>
          <w:tcPr>
            <w:tcW w:w="990" w:type="dxa"/>
            <w:vAlign w:val="bottom"/>
          </w:tcPr>
          <w:p w14:paraId="1FBD3679"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38DF91DB" w14:textId="77777777" w:rsidR="00C87857" w:rsidRPr="00163CA8" w:rsidRDefault="00C87857" w:rsidP="00C87857">
            <w:pPr>
              <w:jc w:val="right"/>
              <w:rPr>
                <w:sz w:val="21"/>
                <w:szCs w:val="21"/>
              </w:rPr>
            </w:pPr>
          </w:p>
        </w:tc>
        <w:tc>
          <w:tcPr>
            <w:tcW w:w="990" w:type="dxa"/>
            <w:vAlign w:val="bottom"/>
          </w:tcPr>
          <w:p w14:paraId="73EB467D" w14:textId="77777777" w:rsidR="00C87857" w:rsidRPr="00163CA8" w:rsidRDefault="00C87857" w:rsidP="00C87857">
            <w:pPr>
              <w:jc w:val="right"/>
              <w:rPr>
                <w:sz w:val="21"/>
                <w:szCs w:val="21"/>
              </w:rPr>
            </w:pPr>
          </w:p>
        </w:tc>
        <w:tc>
          <w:tcPr>
            <w:tcW w:w="183" w:type="dxa"/>
            <w:vAlign w:val="bottom"/>
          </w:tcPr>
          <w:p w14:paraId="23FC11A3"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183D672B"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6ABA501" w14:textId="77777777" w:rsidR="00C87857" w:rsidRPr="00163CA8" w:rsidRDefault="00C87857" w:rsidP="00C87857">
            <w:pPr>
              <w:jc w:val="right"/>
              <w:rPr>
                <w:sz w:val="21"/>
                <w:szCs w:val="21"/>
              </w:rPr>
            </w:pPr>
          </w:p>
        </w:tc>
        <w:tc>
          <w:tcPr>
            <w:tcW w:w="900" w:type="dxa"/>
            <w:vAlign w:val="bottom"/>
          </w:tcPr>
          <w:p w14:paraId="01E5DCAD" w14:textId="77777777" w:rsidR="00C87857" w:rsidRPr="00163CA8" w:rsidRDefault="00C87857" w:rsidP="00C87857">
            <w:pPr>
              <w:pStyle w:val="acctfourfigures"/>
              <w:tabs>
                <w:tab w:val="clear" w:pos="765"/>
                <w:tab w:val="decimal" w:pos="1642"/>
              </w:tabs>
              <w:spacing w:line="240" w:lineRule="atLeast"/>
              <w:ind w:right="282"/>
              <w:jc w:val="right"/>
              <w:rPr>
                <w:sz w:val="21"/>
                <w:szCs w:val="21"/>
              </w:rPr>
            </w:pPr>
          </w:p>
        </w:tc>
        <w:tc>
          <w:tcPr>
            <w:tcW w:w="182" w:type="dxa"/>
            <w:vAlign w:val="bottom"/>
          </w:tcPr>
          <w:p w14:paraId="6A4F8CFF" w14:textId="77777777" w:rsidR="00C87857" w:rsidRPr="00163CA8" w:rsidRDefault="00C87857" w:rsidP="00C87857">
            <w:pPr>
              <w:jc w:val="right"/>
              <w:rPr>
                <w:sz w:val="21"/>
                <w:szCs w:val="21"/>
              </w:rPr>
            </w:pPr>
          </w:p>
        </w:tc>
        <w:tc>
          <w:tcPr>
            <w:tcW w:w="898" w:type="dxa"/>
            <w:vAlign w:val="bottom"/>
          </w:tcPr>
          <w:p w14:paraId="08E0FCAB" w14:textId="77777777" w:rsidR="00C87857" w:rsidRPr="00163CA8" w:rsidRDefault="00C87857" w:rsidP="00C87857">
            <w:pPr>
              <w:pStyle w:val="acctfourfigures"/>
              <w:tabs>
                <w:tab w:val="clear" w:pos="765"/>
                <w:tab w:val="decimal" w:pos="1642"/>
              </w:tabs>
              <w:spacing w:line="240" w:lineRule="atLeast"/>
              <w:ind w:right="282"/>
              <w:jc w:val="right"/>
              <w:rPr>
                <w:sz w:val="21"/>
                <w:szCs w:val="21"/>
              </w:rPr>
            </w:pPr>
          </w:p>
        </w:tc>
      </w:tr>
      <w:tr w:rsidR="00C87857" w:rsidRPr="00163CA8" w14:paraId="34A84179" w14:textId="77777777" w:rsidTr="008E4DC5">
        <w:trPr>
          <w:cantSplit/>
        </w:trPr>
        <w:tc>
          <w:tcPr>
            <w:tcW w:w="2606" w:type="dxa"/>
            <w:vAlign w:val="bottom"/>
          </w:tcPr>
          <w:p w14:paraId="65D20982" w14:textId="4B3ECBF0" w:rsidR="00C87857" w:rsidRPr="00163CA8" w:rsidRDefault="00C87857" w:rsidP="00C87857">
            <w:pPr>
              <w:tabs>
                <w:tab w:val="left" w:pos="100"/>
              </w:tabs>
              <w:ind w:left="100" w:hanging="100"/>
              <w:rPr>
                <w:sz w:val="21"/>
                <w:szCs w:val="21"/>
              </w:rPr>
            </w:pPr>
            <w:r w:rsidRPr="00163CA8">
              <w:rPr>
                <w:b/>
                <w:bCs/>
                <w:i/>
                <w:iCs/>
                <w:sz w:val="21"/>
                <w:szCs w:val="21"/>
              </w:rPr>
              <w:t>Financial liabilities</w:t>
            </w:r>
          </w:p>
        </w:tc>
        <w:tc>
          <w:tcPr>
            <w:tcW w:w="1084" w:type="dxa"/>
            <w:vAlign w:val="bottom"/>
          </w:tcPr>
          <w:p w14:paraId="45C3BE55"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1699142" w14:textId="77777777" w:rsidR="00C87857" w:rsidRPr="00163CA8" w:rsidRDefault="00C87857" w:rsidP="00C87857">
            <w:pPr>
              <w:jc w:val="right"/>
              <w:rPr>
                <w:sz w:val="21"/>
                <w:szCs w:val="21"/>
              </w:rPr>
            </w:pPr>
          </w:p>
        </w:tc>
        <w:tc>
          <w:tcPr>
            <w:tcW w:w="990" w:type="dxa"/>
            <w:vAlign w:val="bottom"/>
          </w:tcPr>
          <w:p w14:paraId="49F6444D"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7A72813" w14:textId="77777777" w:rsidR="00C87857" w:rsidRPr="00163CA8" w:rsidRDefault="00C87857" w:rsidP="00C87857">
            <w:pPr>
              <w:jc w:val="right"/>
              <w:rPr>
                <w:sz w:val="21"/>
                <w:szCs w:val="21"/>
              </w:rPr>
            </w:pPr>
          </w:p>
        </w:tc>
        <w:tc>
          <w:tcPr>
            <w:tcW w:w="990" w:type="dxa"/>
            <w:vAlign w:val="bottom"/>
          </w:tcPr>
          <w:p w14:paraId="32B927A3" w14:textId="77777777" w:rsidR="00C87857" w:rsidRPr="00163CA8" w:rsidRDefault="00C87857" w:rsidP="00C87857">
            <w:pPr>
              <w:jc w:val="right"/>
              <w:rPr>
                <w:sz w:val="21"/>
                <w:szCs w:val="21"/>
              </w:rPr>
            </w:pPr>
          </w:p>
        </w:tc>
        <w:tc>
          <w:tcPr>
            <w:tcW w:w="183" w:type="dxa"/>
            <w:vAlign w:val="bottom"/>
          </w:tcPr>
          <w:p w14:paraId="04325DAD"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1B4077F0" w14:textId="77777777"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345ED9C" w14:textId="77777777" w:rsidR="00C87857" w:rsidRPr="00163CA8" w:rsidRDefault="00C87857" w:rsidP="00C87857">
            <w:pPr>
              <w:jc w:val="right"/>
              <w:rPr>
                <w:sz w:val="21"/>
                <w:szCs w:val="21"/>
              </w:rPr>
            </w:pPr>
          </w:p>
        </w:tc>
        <w:tc>
          <w:tcPr>
            <w:tcW w:w="900" w:type="dxa"/>
            <w:vAlign w:val="bottom"/>
          </w:tcPr>
          <w:p w14:paraId="7CB92EB8" w14:textId="77777777" w:rsidR="00C87857" w:rsidRPr="00163CA8" w:rsidRDefault="00C87857" w:rsidP="00C87857">
            <w:pPr>
              <w:pStyle w:val="acctfourfigures"/>
              <w:tabs>
                <w:tab w:val="clear" w:pos="765"/>
                <w:tab w:val="decimal" w:pos="1642"/>
              </w:tabs>
              <w:spacing w:line="240" w:lineRule="atLeast"/>
              <w:ind w:right="282"/>
              <w:jc w:val="right"/>
              <w:rPr>
                <w:sz w:val="21"/>
                <w:szCs w:val="21"/>
              </w:rPr>
            </w:pPr>
          </w:p>
        </w:tc>
        <w:tc>
          <w:tcPr>
            <w:tcW w:w="182" w:type="dxa"/>
            <w:vAlign w:val="bottom"/>
          </w:tcPr>
          <w:p w14:paraId="674239C2" w14:textId="77777777" w:rsidR="00C87857" w:rsidRPr="00163CA8" w:rsidRDefault="00C87857" w:rsidP="00C87857">
            <w:pPr>
              <w:jc w:val="right"/>
              <w:rPr>
                <w:sz w:val="21"/>
                <w:szCs w:val="21"/>
              </w:rPr>
            </w:pPr>
          </w:p>
        </w:tc>
        <w:tc>
          <w:tcPr>
            <w:tcW w:w="898" w:type="dxa"/>
            <w:vAlign w:val="bottom"/>
          </w:tcPr>
          <w:p w14:paraId="72AEBD7C" w14:textId="77777777" w:rsidR="00C87857" w:rsidRPr="00163CA8" w:rsidRDefault="00C87857" w:rsidP="00C87857">
            <w:pPr>
              <w:pStyle w:val="acctfourfigures"/>
              <w:tabs>
                <w:tab w:val="clear" w:pos="765"/>
                <w:tab w:val="decimal" w:pos="1642"/>
              </w:tabs>
              <w:spacing w:line="240" w:lineRule="atLeast"/>
              <w:ind w:right="282"/>
              <w:jc w:val="right"/>
              <w:rPr>
                <w:sz w:val="21"/>
                <w:szCs w:val="21"/>
              </w:rPr>
            </w:pPr>
          </w:p>
        </w:tc>
      </w:tr>
      <w:tr w:rsidR="00C87857" w:rsidRPr="00163CA8" w14:paraId="1E609557" w14:textId="77777777" w:rsidTr="008E4DC5">
        <w:trPr>
          <w:cantSplit/>
        </w:trPr>
        <w:tc>
          <w:tcPr>
            <w:tcW w:w="2606" w:type="dxa"/>
            <w:vAlign w:val="bottom"/>
          </w:tcPr>
          <w:p w14:paraId="538A8408" w14:textId="4322A0A9" w:rsidR="00C87857" w:rsidRPr="00163CA8" w:rsidRDefault="00C87857" w:rsidP="00C87857">
            <w:pPr>
              <w:tabs>
                <w:tab w:val="left" w:pos="100"/>
              </w:tabs>
              <w:ind w:left="100" w:hanging="100"/>
              <w:rPr>
                <w:sz w:val="21"/>
                <w:szCs w:val="21"/>
              </w:rPr>
            </w:pPr>
            <w:r w:rsidRPr="00163CA8">
              <w:rPr>
                <w:sz w:val="21"/>
                <w:szCs w:val="21"/>
              </w:rPr>
              <w:t>Short-term loans from financial institutions</w:t>
            </w:r>
          </w:p>
        </w:tc>
        <w:tc>
          <w:tcPr>
            <w:tcW w:w="1084" w:type="dxa"/>
            <w:vAlign w:val="bottom"/>
          </w:tcPr>
          <w:p w14:paraId="03F806BE" w14:textId="227A5182"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5D2766B6" w14:textId="77777777" w:rsidR="00C87857" w:rsidRPr="00163CA8" w:rsidRDefault="00C87857" w:rsidP="00C87857">
            <w:pPr>
              <w:jc w:val="right"/>
              <w:rPr>
                <w:sz w:val="21"/>
                <w:szCs w:val="21"/>
              </w:rPr>
            </w:pPr>
          </w:p>
        </w:tc>
        <w:tc>
          <w:tcPr>
            <w:tcW w:w="990" w:type="dxa"/>
            <w:vAlign w:val="bottom"/>
          </w:tcPr>
          <w:p w14:paraId="4B9C3D17" w14:textId="4995A119"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43E0878D" w14:textId="77777777" w:rsidR="00C87857" w:rsidRPr="00163CA8" w:rsidRDefault="00C87857" w:rsidP="00C87857">
            <w:pPr>
              <w:jc w:val="right"/>
              <w:rPr>
                <w:sz w:val="21"/>
                <w:szCs w:val="21"/>
              </w:rPr>
            </w:pPr>
          </w:p>
        </w:tc>
        <w:tc>
          <w:tcPr>
            <w:tcW w:w="990" w:type="dxa"/>
            <w:vAlign w:val="bottom"/>
          </w:tcPr>
          <w:p w14:paraId="17BD1127" w14:textId="0C5210C1" w:rsidR="00C87857" w:rsidRPr="00163CA8" w:rsidRDefault="00C87857" w:rsidP="00C87857">
            <w:pPr>
              <w:jc w:val="right"/>
              <w:rPr>
                <w:sz w:val="21"/>
                <w:szCs w:val="21"/>
              </w:rPr>
            </w:pPr>
            <w:r w:rsidRPr="00163CA8">
              <w:rPr>
                <w:sz w:val="21"/>
                <w:szCs w:val="21"/>
              </w:rPr>
              <w:t>(550)</w:t>
            </w:r>
          </w:p>
        </w:tc>
        <w:tc>
          <w:tcPr>
            <w:tcW w:w="183" w:type="dxa"/>
            <w:vAlign w:val="bottom"/>
          </w:tcPr>
          <w:p w14:paraId="4B47D258"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1D5D5742" w14:textId="43597954"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20E937ED" w14:textId="77777777" w:rsidR="00C87857" w:rsidRPr="00163CA8" w:rsidRDefault="00C87857" w:rsidP="00C87857">
            <w:pPr>
              <w:jc w:val="right"/>
              <w:rPr>
                <w:sz w:val="21"/>
                <w:szCs w:val="21"/>
              </w:rPr>
            </w:pPr>
          </w:p>
        </w:tc>
        <w:tc>
          <w:tcPr>
            <w:tcW w:w="900" w:type="dxa"/>
            <w:vAlign w:val="bottom"/>
          </w:tcPr>
          <w:p w14:paraId="2E133460" w14:textId="5A9074B7"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2" w:type="dxa"/>
            <w:vAlign w:val="bottom"/>
          </w:tcPr>
          <w:p w14:paraId="31CCFFF9" w14:textId="77777777" w:rsidR="00C87857" w:rsidRPr="00163CA8" w:rsidRDefault="00C87857" w:rsidP="00C87857">
            <w:pPr>
              <w:jc w:val="right"/>
              <w:rPr>
                <w:sz w:val="21"/>
                <w:szCs w:val="21"/>
              </w:rPr>
            </w:pPr>
          </w:p>
        </w:tc>
        <w:tc>
          <w:tcPr>
            <w:tcW w:w="898" w:type="dxa"/>
            <w:vAlign w:val="bottom"/>
          </w:tcPr>
          <w:p w14:paraId="2084B6AC" w14:textId="72DA6B37" w:rsidR="00C87857" w:rsidRPr="00163CA8" w:rsidRDefault="00C87857" w:rsidP="00C87857">
            <w:pPr>
              <w:jc w:val="right"/>
              <w:rPr>
                <w:sz w:val="21"/>
                <w:szCs w:val="21"/>
              </w:rPr>
            </w:pPr>
            <w:r w:rsidRPr="00163CA8">
              <w:rPr>
                <w:sz w:val="21"/>
                <w:szCs w:val="21"/>
              </w:rPr>
              <w:t>(548)</w:t>
            </w:r>
          </w:p>
        </w:tc>
      </w:tr>
      <w:tr w:rsidR="00C87857" w:rsidRPr="00163CA8" w14:paraId="7DF448BB" w14:textId="77777777" w:rsidTr="008E4DC5">
        <w:trPr>
          <w:cantSplit/>
        </w:trPr>
        <w:tc>
          <w:tcPr>
            <w:tcW w:w="2606" w:type="dxa"/>
            <w:vAlign w:val="bottom"/>
          </w:tcPr>
          <w:p w14:paraId="29ACA7FF" w14:textId="40501BE9" w:rsidR="00C87857" w:rsidRPr="00163CA8" w:rsidRDefault="00C87857" w:rsidP="00C87857">
            <w:pPr>
              <w:tabs>
                <w:tab w:val="left" w:pos="100"/>
              </w:tabs>
              <w:ind w:left="100" w:hanging="100"/>
              <w:rPr>
                <w:sz w:val="21"/>
                <w:szCs w:val="21"/>
              </w:rPr>
            </w:pPr>
            <w:r w:rsidRPr="00163CA8">
              <w:rPr>
                <w:sz w:val="21"/>
                <w:szCs w:val="21"/>
              </w:rPr>
              <w:t>Long-term loans from financial institutions</w:t>
            </w:r>
          </w:p>
        </w:tc>
        <w:tc>
          <w:tcPr>
            <w:tcW w:w="1084" w:type="dxa"/>
            <w:vAlign w:val="bottom"/>
          </w:tcPr>
          <w:p w14:paraId="5FB5B627" w14:textId="5C4B8818"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5919F22C" w14:textId="77777777" w:rsidR="00C87857" w:rsidRPr="00163CA8" w:rsidRDefault="00C87857" w:rsidP="00C87857">
            <w:pPr>
              <w:jc w:val="right"/>
              <w:rPr>
                <w:sz w:val="21"/>
                <w:szCs w:val="21"/>
              </w:rPr>
            </w:pPr>
          </w:p>
        </w:tc>
        <w:tc>
          <w:tcPr>
            <w:tcW w:w="990" w:type="dxa"/>
            <w:vAlign w:val="bottom"/>
          </w:tcPr>
          <w:p w14:paraId="536C736D" w14:textId="58B0E160"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0294F697" w14:textId="77777777" w:rsidR="00C87857" w:rsidRPr="00163CA8" w:rsidRDefault="00C87857" w:rsidP="00C87857">
            <w:pPr>
              <w:jc w:val="right"/>
              <w:rPr>
                <w:sz w:val="21"/>
                <w:szCs w:val="21"/>
              </w:rPr>
            </w:pPr>
          </w:p>
        </w:tc>
        <w:tc>
          <w:tcPr>
            <w:tcW w:w="990" w:type="dxa"/>
            <w:vAlign w:val="bottom"/>
          </w:tcPr>
          <w:p w14:paraId="27C4B81A" w14:textId="14C305DB" w:rsidR="00C87857" w:rsidRPr="00163CA8" w:rsidRDefault="00C87857" w:rsidP="00C87857">
            <w:pPr>
              <w:jc w:val="right"/>
              <w:rPr>
                <w:sz w:val="21"/>
                <w:szCs w:val="21"/>
              </w:rPr>
            </w:pPr>
            <w:r w:rsidRPr="00163CA8">
              <w:rPr>
                <w:sz w:val="21"/>
                <w:szCs w:val="21"/>
              </w:rPr>
              <w:t>(2,532)</w:t>
            </w:r>
          </w:p>
        </w:tc>
        <w:tc>
          <w:tcPr>
            <w:tcW w:w="183" w:type="dxa"/>
            <w:vAlign w:val="bottom"/>
          </w:tcPr>
          <w:p w14:paraId="40D78E98"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28864333" w14:textId="18C45E34"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41CCB72C" w14:textId="77777777" w:rsidR="00C87857" w:rsidRPr="00163CA8" w:rsidRDefault="00C87857" w:rsidP="00C87857">
            <w:pPr>
              <w:jc w:val="right"/>
              <w:rPr>
                <w:sz w:val="21"/>
                <w:szCs w:val="21"/>
              </w:rPr>
            </w:pPr>
          </w:p>
        </w:tc>
        <w:tc>
          <w:tcPr>
            <w:tcW w:w="900" w:type="dxa"/>
            <w:vAlign w:val="bottom"/>
          </w:tcPr>
          <w:p w14:paraId="659BDCF0" w14:textId="405EBAD8"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2" w:type="dxa"/>
            <w:vAlign w:val="bottom"/>
          </w:tcPr>
          <w:p w14:paraId="2777C7BE" w14:textId="77777777" w:rsidR="00C87857" w:rsidRPr="00163CA8" w:rsidRDefault="00C87857" w:rsidP="00C87857">
            <w:pPr>
              <w:jc w:val="right"/>
              <w:rPr>
                <w:sz w:val="21"/>
                <w:szCs w:val="21"/>
              </w:rPr>
            </w:pPr>
          </w:p>
        </w:tc>
        <w:tc>
          <w:tcPr>
            <w:tcW w:w="898" w:type="dxa"/>
            <w:vAlign w:val="bottom"/>
          </w:tcPr>
          <w:p w14:paraId="393694B9" w14:textId="0D32D507" w:rsidR="00C87857" w:rsidRPr="00163CA8" w:rsidRDefault="00C87857" w:rsidP="00C87857">
            <w:pPr>
              <w:jc w:val="right"/>
              <w:rPr>
                <w:sz w:val="21"/>
                <w:szCs w:val="21"/>
              </w:rPr>
            </w:pPr>
            <w:r w:rsidRPr="00163CA8">
              <w:rPr>
                <w:sz w:val="21"/>
                <w:szCs w:val="21"/>
              </w:rPr>
              <w:t>(2,523)</w:t>
            </w:r>
          </w:p>
        </w:tc>
      </w:tr>
      <w:tr w:rsidR="00C87857" w:rsidRPr="00163CA8" w14:paraId="7040AC67" w14:textId="77777777" w:rsidTr="008E4DC5">
        <w:trPr>
          <w:cantSplit/>
        </w:trPr>
        <w:tc>
          <w:tcPr>
            <w:tcW w:w="2606" w:type="dxa"/>
            <w:vAlign w:val="bottom"/>
          </w:tcPr>
          <w:p w14:paraId="62E3BD44" w14:textId="722317E0" w:rsidR="00C87857" w:rsidRPr="00163CA8" w:rsidRDefault="00C87857" w:rsidP="00C87857">
            <w:pPr>
              <w:tabs>
                <w:tab w:val="left" w:pos="100"/>
              </w:tabs>
              <w:ind w:left="100" w:hanging="100"/>
              <w:rPr>
                <w:sz w:val="21"/>
                <w:szCs w:val="21"/>
              </w:rPr>
            </w:pPr>
            <w:r w:rsidRPr="00163CA8">
              <w:rPr>
                <w:sz w:val="21"/>
                <w:szCs w:val="21"/>
              </w:rPr>
              <w:t>Debentures</w:t>
            </w:r>
          </w:p>
        </w:tc>
        <w:tc>
          <w:tcPr>
            <w:tcW w:w="1084" w:type="dxa"/>
            <w:vAlign w:val="bottom"/>
          </w:tcPr>
          <w:p w14:paraId="55E0BFFB" w14:textId="4757DE44"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2A31D7B4" w14:textId="77777777" w:rsidR="00C87857" w:rsidRPr="00163CA8" w:rsidRDefault="00C87857" w:rsidP="00C87857">
            <w:pPr>
              <w:jc w:val="right"/>
              <w:rPr>
                <w:sz w:val="21"/>
                <w:szCs w:val="21"/>
              </w:rPr>
            </w:pPr>
          </w:p>
        </w:tc>
        <w:tc>
          <w:tcPr>
            <w:tcW w:w="990" w:type="dxa"/>
            <w:vAlign w:val="bottom"/>
          </w:tcPr>
          <w:p w14:paraId="552CCDDC" w14:textId="10F6B424"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32E256FA" w14:textId="77777777" w:rsidR="00C87857" w:rsidRPr="00163CA8" w:rsidRDefault="00C87857" w:rsidP="00C87857">
            <w:pPr>
              <w:jc w:val="right"/>
              <w:rPr>
                <w:sz w:val="21"/>
                <w:szCs w:val="21"/>
              </w:rPr>
            </w:pPr>
          </w:p>
        </w:tc>
        <w:tc>
          <w:tcPr>
            <w:tcW w:w="990" w:type="dxa"/>
            <w:vAlign w:val="bottom"/>
          </w:tcPr>
          <w:p w14:paraId="302F776F" w14:textId="63698FF5" w:rsidR="00C87857" w:rsidRPr="00163CA8" w:rsidRDefault="00C87857" w:rsidP="00C87857">
            <w:pPr>
              <w:jc w:val="right"/>
              <w:rPr>
                <w:sz w:val="21"/>
                <w:szCs w:val="21"/>
              </w:rPr>
            </w:pPr>
            <w:r w:rsidRPr="00163CA8">
              <w:rPr>
                <w:sz w:val="21"/>
                <w:szCs w:val="21"/>
              </w:rPr>
              <w:t>(2,189)</w:t>
            </w:r>
          </w:p>
        </w:tc>
        <w:tc>
          <w:tcPr>
            <w:tcW w:w="183" w:type="dxa"/>
            <w:vAlign w:val="bottom"/>
          </w:tcPr>
          <w:p w14:paraId="2805A329" w14:textId="77777777" w:rsidR="00C87857" w:rsidRPr="00163CA8" w:rsidRDefault="00C87857" w:rsidP="00C87857">
            <w:pPr>
              <w:pStyle w:val="acctfourfigures"/>
              <w:spacing w:line="240" w:lineRule="auto"/>
              <w:jc w:val="right"/>
              <w:rPr>
                <w:sz w:val="21"/>
                <w:szCs w:val="21"/>
              </w:rPr>
            </w:pPr>
          </w:p>
        </w:tc>
        <w:tc>
          <w:tcPr>
            <w:tcW w:w="807" w:type="dxa"/>
            <w:vAlign w:val="bottom"/>
          </w:tcPr>
          <w:p w14:paraId="7B511A75" w14:textId="63C4A3C3" w:rsidR="00C87857" w:rsidRPr="00163CA8" w:rsidRDefault="00C87857" w:rsidP="00C87857">
            <w:pPr>
              <w:pStyle w:val="acctfourfigures"/>
              <w:tabs>
                <w:tab w:val="clear" w:pos="765"/>
                <w:tab w:val="decimal" w:pos="1642"/>
              </w:tabs>
              <w:spacing w:line="240" w:lineRule="atLeast"/>
              <w:ind w:right="282"/>
              <w:jc w:val="right"/>
              <w:rPr>
                <w:sz w:val="21"/>
                <w:szCs w:val="21"/>
                <w:lang w:bidi="th-TH"/>
              </w:rPr>
            </w:pPr>
            <w:r w:rsidRPr="00163CA8">
              <w:rPr>
                <w:sz w:val="21"/>
                <w:szCs w:val="21"/>
              </w:rPr>
              <w:t>-</w:t>
            </w:r>
          </w:p>
        </w:tc>
        <w:tc>
          <w:tcPr>
            <w:tcW w:w="180" w:type="dxa"/>
            <w:vAlign w:val="bottom"/>
          </w:tcPr>
          <w:p w14:paraId="7170EE0A" w14:textId="77777777" w:rsidR="00C87857" w:rsidRPr="00163CA8" w:rsidRDefault="00C87857" w:rsidP="00C87857">
            <w:pPr>
              <w:jc w:val="right"/>
              <w:rPr>
                <w:sz w:val="21"/>
                <w:szCs w:val="21"/>
              </w:rPr>
            </w:pPr>
          </w:p>
        </w:tc>
        <w:tc>
          <w:tcPr>
            <w:tcW w:w="900" w:type="dxa"/>
            <w:vAlign w:val="bottom"/>
          </w:tcPr>
          <w:p w14:paraId="1468F96F" w14:textId="09CB500D" w:rsidR="00C87857" w:rsidRPr="00163CA8" w:rsidRDefault="00C87857" w:rsidP="00C87857">
            <w:pPr>
              <w:jc w:val="right"/>
              <w:rPr>
                <w:sz w:val="21"/>
                <w:szCs w:val="21"/>
              </w:rPr>
            </w:pPr>
            <w:r w:rsidRPr="00163CA8">
              <w:rPr>
                <w:sz w:val="21"/>
                <w:szCs w:val="21"/>
              </w:rPr>
              <w:t>(2,215)</w:t>
            </w:r>
          </w:p>
        </w:tc>
        <w:tc>
          <w:tcPr>
            <w:tcW w:w="182" w:type="dxa"/>
            <w:vAlign w:val="bottom"/>
          </w:tcPr>
          <w:p w14:paraId="1A35DE49" w14:textId="77777777" w:rsidR="00C87857" w:rsidRPr="00163CA8" w:rsidRDefault="00C87857" w:rsidP="00C87857">
            <w:pPr>
              <w:jc w:val="right"/>
              <w:rPr>
                <w:sz w:val="21"/>
                <w:szCs w:val="21"/>
              </w:rPr>
            </w:pPr>
          </w:p>
        </w:tc>
        <w:tc>
          <w:tcPr>
            <w:tcW w:w="898" w:type="dxa"/>
            <w:vAlign w:val="bottom"/>
          </w:tcPr>
          <w:p w14:paraId="1F9D4A86" w14:textId="57CABEE4" w:rsidR="00C87857" w:rsidRPr="00163CA8" w:rsidRDefault="00C87857" w:rsidP="00C87857">
            <w:pPr>
              <w:pStyle w:val="acctfourfigures"/>
              <w:tabs>
                <w:tab w:val="clear" w:pos="765"/>
                <w:tab w:val="decimal" w:pos="1642"/>
              </w:tabs>
              <w:spacing w:line="240" w:lineRule="atLeast"/>
              <w:ind w:right="282"/>
              <w:jc w:val="right"/>
              <w:rPr>
                <w:sz w:val="21"/>
                <w:szCs w:val="21"/>
              </w:rPr>
            </w:pPr>
            <w:r w:rsidRPr="00163CA8">
              <w:rPr>
                <w:sz w:val="21"/>
                <w:szCs w:val="21"/>
              </w:rPr>
              <w:t>-</w:t>
            </w:r>
          </w:p>
        </w:tc>
      </w:tr>
    </w:tbl>
    <w:p w14:paraId="08F9411B" w14:textId="77777777" w:rsidR="00B23BAF" w:rsidRPr="00472F61" w:rsidRDefault="00B23BAF" w:rsidP="00B23BAF">
      <w:pPr>
        <w:tabs>
          <w:tab w:val="left" w:pos="540"/>
        </w:tabs>
        <w:spacing w:line="240" w:lineRule="atLeast"/>
        <w:jc w:val="thaiDistribute"/>
        <w:rPr>
          <w:b/>
          <w:bCs/>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2602"/>
        <w:gridCol w:w="1088"/>
        <w:gridCol w:w="180"/>
        <w:gridCol w:w="990"/>
        <w:gridCol w:w="180"/>
        <w:gridCol w:w="990"/>
        <w:gridCol w:w="183"/>
        <w:gridCol w:w="713"/>
        <w:gridCol w:w="94"/>
        <w:gridCol w:w="180"/>
        <w:gridCol w:w="900"/>
        <w:gridCol w:w="180"/>
        <w:gridCol w:w="900"/>
      </w:tblGrid>
      <w:tr w:rsidR="008E658E" w:rsidRPr="00163CA8" w14:paraId="57505B90" w14:textId="77777777" w:rsidTr="008E4DC5">
        <w:trPr>
          <w:cantSplit/>
          <w:trHeight w:val="60"/>
          <w:tblHeader/>
        </w:trPr>
        <w:tc>
          <w:tcPr>
            <w:tcW w:w="2602" w:type="dxa"/>
            <w:shd w:val="clear" w:color="auto" w:fill="auto"/>
            <w:vAlign w:val="bottom"/>
          </w:tcPr>
          <w:p w14:paraId="5D435949" w14:textId="77777777" w:rsidR="008E658E" w:rsidRPr="00163CA8" w:rsidRDefault="008E658E" w:rsidP="00AE62B1">
            <w:pPr>
              <w:tabs>
                <w:tab w:val="left" w:pos="100"/>
              </w:tabs>
              <w:ind w:left="100" w:hanging="100"/>
              <w:rPr>
                <w:b/>
                <w:bCs/>
                <w:i/>
                <w:iCs/>
                <w:sz w:val="21"/>
                <w:szCs w:val="21"/>
              </w:rPr>
            </w:pPr>
          </w:p>
        </w:tc>
        <w:tc>
          <w:tcPr>
            <w:tcW w:w="6578" w:type="dxa"/>
            <w:gridSpan w:val="12"/>
            <w:vAlign w:val="bottom"/>
          </w:tcPr>
          <w:p w14:paraId="7BC5335C" w14:textId="77777777" w:rsidR="008E658E" w:rsidRPr="00163CA8" w:rsidRDefault="008E658E" w:rsidP="008E658E">
            <w:pPr>
              <w:pStyle w:val="acctcolumnheading"/>
              <w:spacing w:after="0" w:line="240" w:lineRule="auto"/>
              <w:ind w:left="-70" w:right="-80"/>
              <w:rPr>
                <w:b/>
                <w:bCs/>
                <w:sz w:val="21"/>
                <w:szCs w:val="21"/>
                <w:lang w:bidi="th-TH"/>
              </w:rPr>
            </w:pPr>
            <w:r w:rsidRPr="00163CA8">
              <w:rPr>
                <w:b/>
                <w:bCs/>
                <w:sz w:val="21"/>
                <w:szCs w:val="21"/>
                <w:lang w:bidi="th-TH"/>
              </w:rPr>
              <w:t>Separate financial statement</w:t>
            </w:r>
          </w:p>
        </w:tc>
      </w:tr>
      <w:tr w:rsidR="008E4DC5" w:rsidRPr="00163CA8" w14:paraId="5188C154" w14:textId="77777777" w:rsidTr="008E4DC5">
        <w:trPr>
          <w:cantSplit/>
          <w:trHeight w:val="60"/>
          <w:tblHeader/>
        </w:trPr>
        <w:tc>
          <w:tcPr>
            <w:tcW w:w="2602" w:type="dxa"/>
            <w:shd w:val="clear" w:color="auto" w:fill="auto"/>
            <w:vAlign w:val="bottom"/>
          </w:tcPr>
          <w:p w14:paraId="40D588FE" w14:textId="77777777" w:rsidR="008E4DC5" w:rsidRPr="00163CA8" w:rsidRDefault="008E4DC5" w:rsidP="00AE62B1">
            <w:pPr>
              <w:tabs>
                <w:tab w:val="left" w:pos="100"/>
              </w:tabs>
              <w:ind w:left="100" w:hanging="100"/>
              <w:rPr>
                <w:b/>
                <w:bCs/>
                <w:i/>
                <w:iCs/>
                <w:sz w:val="21"/>
                <w:szCs w:val="21"/>
              </w:rPr>
            </w:pPr>
          </w:p>
        </w:tc>
        <w:tc>
          <w:tcPr>
            <w:tcW w:w="3428" w:type="dxa"/>
            <w:gridSpan w:val="5"/>
            <w:tcBorders>
              <w:bottom w:val="single" w:sz="4" w:space="0" w:color="auto"/>
            </w:tcBorders>
            <w:vAlign w:val="bottom"/>
          </w:tcPr>
          <w:p w14:paraId="5AF53E68" w14:textId="77777777" w:rsidR="008E4DC5" w:rsidRPr="00163CA8" w:rsidRDefault="008E4DC5" w:rsidP="00AE62B1">
            <w:pPr>
              <w:pStyle w:val="acctcolumnheading"/>
              <w:spacing w:after="0" w:line="240" w:lineRule="auto"/>
              <w:ind w:left="-70" w:right="-80"/>
              <w:rPr>
                <w:b/>
                <w:bCs/>
                <w:sz w:val="21"/>
                <w:szCs w:val="21"/>
                <w:lang w:bidi="th-TH"/>
              </w:rPr>
            </w:pPr>
            <w:r w:rsidRPr="00163CA8">
              <w:rPr>
                <w:b/>
                <w:bCs/>
                <w:sz w:val="21"/>
                <w:szCs w:val="21"/>
                <w:lang w:bidi="th-TH"/>
              </w:rPr>
              <w:t>Carrying amount</w:t>
            </w:r>
          </w:p>
        </w:tc>
        <w:tc>
          <w:tcPr>
            <w:tcW w:w="183" w:type="dxa"/>
            <w:vAlign w:val="bottom"/>
          </w:tcPr>
          <w:p w14:paraId="0D67F639" w14:textId="77777777" w:rsidR="008E4DC5" w:rsidRPr="00163CA8" w:rsidRDefault="008E4DC5" w:rsidP="00AE62B1">
            <w:pPr>
              <w:pStyle w:val="acctcolumnheading"/>
              <w:spacing w:after="0" w:line="240" w:lineRule="auto"/>
              <w:rPr>
                <w:sz w:val="21"/>
                <w:szCs w:val="21"/>
              </w:rPr>
            </w:pPr>
          </w:p>
        </w:tc>
        <w:tc>
          <w:tcPr>
            <w:tcW w:w="2967" w:type="dxa"/>
            <w:gridSpan w:val="6"/>
            <w:tcBorders>
              <w:bottom w:val="single" w:sz="4" w:space="0" w:color="auto"/>
            </w:tcBorders>
            <w:vAlign w:val="bottom"/>
          </w:tcPr>
          <w:p w14:paraId="6B9F18D6" w14:textId="77777777" w:rsidR="008E4DC5" w:rsidRPr="00163CA8" w:rsidRDefault="008E4DC5" w:rsidP="00AE62B1">
            <w:pPr>
              <w:pStyle w:val="acctcolumnheading"/>
              <w:spacing w:after="0" w:line="240" w:lineRule="auto"/>
              <w:ind w:left="-79" w:right="-79"/>
              <w:rPr>
                <w:b/>
                <w:bCs/>
                <w:sz w:val="21"/>
                <w:szCs w:val="21"/>
              </w:rPr>
            </w:pPr>
            <w:r w:rsidRPr="00163CA8">
              <w:rPr>
                <w:b/>
                <w:bCs/>
                <w:sz w:val="21"/>
                <w:szCs w:val="21"/>
              </w:rPr>
              <w:t>Fair value</w:t>
            </w:r>
          </w:p>
        </w:tc>
      </w:tr>
      <w:tr w:rsidR="008E4DC5" w:rsidRPr="00163CA8" w14:paraId="2CBC0ACB" w14:textId="77777777" w:rsidTr="008E4DC5">
        <w:trPr>
          <w:cantSplit/>
          <w:trHeight w:val="60"/>
          <w:tblHeader/>
        </w:trPr>
        <w:tc>
          <w:tcPr>
            <w:tcW w:w="2602" w:type="dxa"/>
            <w:shd w:val="clear" w:color="auto" w:fill="auto"/>
            <w:vAlign w:val="bottom"/>
          </w:tcPr>
          <w:p w14:paraId="066D8976" w14:textId="5F04C2BA" w:rsidR="008E4DC5" w:rsidRPr="00163CA8" w:rsidRDefault="008E4DC5" w:rsidP="00AE62B1">
            <w:pPr>
              <w:tabs>
                <w:tab w:val="left" w:pos="100"/>
              </w:tabs>
              <w:ind w:left="100" w:hanging="100"/>
              <w:rPr>
                <w:b/>
                <w:bCs/>
                <w:i/>
                <w:iCs/>
                <w:sz w:val="21"/>
                <w:szCs w:val="21"/>
                <w:lang w:val="en-US" w:bidi="th-TH"/>
              </w:rPr>
            </w:pPr>
          </w:p>
        </w:tc>
        <w:tc>
          <w:tcPr>
            <w:tcW w:w="1088" w:type="dxa"/>
            <w:tcBorders>
              <w:top w:val="single" w:sz="4" w:space="0" w:color="auto"/>
            </w:tcBorders>
            <w:vAlign w:val="bottom"/>
          </w:tcPr>
          <w:p w14:paraId="333F3475" w14:textId="0B13673D" w:rsidR="008E4DC5" w:rsidRPr="00163CA8" w:rsidRDefault="008E4DC5" w:rsidP="00AE62B1">
            <w:pPr>
              <w:pStyle w:val="acctcolumnheading"/>
              <w:spacing w:after="0" w:line="240" w:lineRule="auto"/>
              <w:ind w:left="-82" w:right="-85"/>
              <w:rPr>
                <w:sz w:val="21"/>
                <w:szCs w:val="21"/>
                <w:lang w:bidi="th-TH"/>
              </w:rPr>
            </w:pPr>
            <w:r w:rsidRPr="00163CA8">
              <w:rPr>
                <w:sz w:val="21"/>
                <w:szCs w:val="21"/>
                <w:lang w:bidi="th-TH"/>
              </w:rPr>
              <w:t>measured at FVTPL</w:t>
            </w:r>
          </w:p>
        </w:tc>
        <w:tc>
          <w:tcPr>
            <w:tcW w:w="180" w:type="dxa"/>
            <w:tcBorders>
              <w:top w:val="single" w:sz="4" w:space="0" w:color="auto"/>
            </w:tcBorders>
            <w:vAlign w:val="bottom"/>
          </w:tcPr>
          <w:p w14:paraId="1ACC3603" w14:textId="77777777" w:rsidR="008E4DC5" w:rsidRPr="00163CA8" w:rsidRDefault="008E4DC5" w:rsidP="00AE62B1">
            <w:pPr>
              <w:pStyle w:val="acctcolumnheading"/>
              <w:spacing w:after="0" w:line="240" w:lineRule="auto"/>
              <w:rPr>
                <w:sz w:val="21"/>
                <w:szCs w:val="21"/>
              </w:rPr>
            </w:pPr>
          </w:p>
        </w:tc>
        <w:tc>
          <w:tcPr>
            <w:tcW w:w="990" w:type="dxa"/>
            <w:tcBorders>
              <w:top w:val="single" w:sz="4" w:space="0" w:color="auto"/>
            </w:tcBorders>
            <w:vAlign w:val="bottom"/>
          </w:tcPr>
          <w:p w14:paraId="2740CBD6" w14:textId="026C3EF8" w:rsidR="008E4DC5" w:rsidRPr="00163CA8" w:rsidRDefault="008E4DC5" w:rsidP="00AE62B1">
            <w:pPr>
              <w:pStyle w:val="acctcolumnheading"/>
              <w:spacing w:after="0" w:line="240" w:lineRule="auto"/>
              <w:ind w:left="-89" w:right="-79"/>
              <w:rPr>
                <w:sz w:val="21"/>
                <w:szCs w:val="21"/>
                <w:lang w:bidi="th-TH"/>
              </w:rPr>
            </w:pPr>
            <w:r w:rsidRPr="00163CA8">
              <w:rPr>
                <w:sz w:val="21"/>
                <w:szCs w:val="21"/>
                <w:lang w:bidi="th-TH"/>
              </w:rPr>
              <w:t>measured at FVOCI</w:t>
            </w:r>
          </w:p>
        </w:tc>
        <w:tc>
          <w:tcPr>
            <w:tcW w:w="180" w:type="dxa"/>
            <w:tcBorders>
              <w:top w:val="single" w:sz="4" w:space="0" w:color="auto"/>
            </w:tcBorders>
            <w:vAlign w:val="bottom"/>
          </w:tcPr>
          <w:p w14:paraId="7BD893CD" w14:textId="77777777" w:rsidR="008E4DC5" w:rsidRPr="00163CA8" w:rsidRDefault="008E4DC5" w:rsidP="00AE62B1">
            <w:pPr>
              <w:pStyle w:val="acctcolumnheading"/>
              <w:spacing w:after="0" w:line="240" w:lineRule="auto"/>
              <w:rPr>
                <w:sz w:val="21"/>
                <w:szCs w:val="21"/>
              </w:rPr>
            </w:pPr>
          </w:p>
        </w:tc>
        <w:tc>
          <w:tcPr>
            <w:tcW w:w="990" w:type="dxa"/>
            <w:tcBorders>
              <w:top w:val="single" w:sz="4" w:space="0" w:color="auto"/>
            </w:tcBorders>
            <w:vAlign w:val="bottom"/>
          </w:tcPr>
          <w:p w14:paraId="3EAB0F1E" w14:textId="0DB85F3A" w:rsidR="008E4DC5" w:rsidRPr="00163CA8" w:rsidRDefault="008E4DC5" w:rsidP="00AE62B1">
            <w:pPr>
              <w:pStyle w:val="acctcolumnheading"/>
              <w:spacing w:after="0" w:line="240" w:lineRule="auto"/>
              <w:ind w:left="-70" w:right="-80"/>
              <w:rPr>
                <w:sz w:val="21"/>
                <w:szCs w:val="21"/>
                <w:lang w:bidi="th-TH"/>
              </w:rPr>
            </w:pPr>
            <w:r w:rsidRPr="00163CA8">
              <w:rPr>
                <w:sz w:val="21"/>
                <w:szCs w:val="21"/>
                <w:lang w:bidi="th-TH"/>
              </w:rPr>
              <w:t>measured at a</w:t>
            </w:r>
            <w:r w:rsidRPr="00163CA8">
              <w:rPr>
                <w:sz w:val="21"/>
                <w:szCs w:val="21"/>
              </w:rPr>
              <w:t>mortised cost</w:t>
            </w:r>
          </w:p>
        </w:tc>
        <w:tc>
          <w:tcPr>
            <w:tcW w:w="183" w:type="dxa"/>
            <w:vAlign w:val="bottom"/>
          </w:tcPr>
          <w:p w14:paraId="436FBE40" w14:textId="77777777" w:rsidR="008E4DC5" w:rsidRPr="00163CA8" w:rsidRDefault="008E4DC5" w:rsidP="00AE62B1">
            <w:pPr>
              <w:pStyle w:val="acctcolumnheading"/>
              <w:spacing w:after="0" w:line="240" w:lineRule="auto"/>
              <w:rPr>
                <w:sz w:val="21"/>
                <w:szCs w:val="21"/>
              </w:rPr>
            </w:pPr>
          </w:p>
        </w:tc>
        <w:tc>
          <w:tcPr>
            <w:tcW w:w="807" w:type="dxa"/>
            <w:gridSpan w:val="2"/>
            <w:vAlign w:val="bottom"/>
          </w:tcPr>
          <w:p w14:paraId="7B8698F2" w14:textId="77777777" w:rsidR="008E4DC5" w:rsidRPr="00163CA8" w:rsidRDefault="008E4DC5" w:rsidP="00AE62B1">
            <w:pPr>
              <w:pStyle w:val="acctcolumnheading"/>
              <w:spacing w:after="0" w:line="240" w:lineRule="auto"/>
              <w:ind w:left="-79" w:right="-79"/>
              <w:rPr>
                <w:sz w:val="21"/>
                <w:szCs w:val="21"/>
              </w:rPr>
            </w:pPr>
            <w:r w:rsidRPr="00163CA8">
              <w:rPr>
                <w:sz w:val="21"/>
                <w:szCs w:val="21"/>
              </w:rPr>
              <w:t>Level 1</w:t>
            </w:r>
          </w:p>
        </w:tc>
        <w:tc>
          <w:tcPr>
            <w:tcW w:w="180" w:type="dxa"/>
            <w:vAlign w:val="bottom"/>
          </w:tcPr>
          <w:p w14:paraId="75A679CA" w14:textId="77777777" w:rsidR="008E4DC5" w:rsidRPr="00163CA8" w:rsidRDefault="008E4DC5" w:rsidP="00AE62B1">
            <w:pPr>
              <w:pStyle w:val="acctcolumnheading"/>
              <w:spacing w:after="0" w:line="240" w:lineRule="auto"/>
              <w:rPr>
                <w:sz w:val="21"/>
                <w:szCs w:val="21"/>
              </w:rPr>
            </w:pPr>
          </w:p>
        </w:tc>
        <w:tc>
          <w:tcPr>
            <w:tcW w:w="900" w:type="dxa"/>
            <w:vAlign w:val="bottom"/>
          </w:tcPr>
          <w:p w14:paraId="0E9B4095" w14:textId="77777777" w:rsidR="008E4DC5" w:rsidRPr="00163CA8" w:rsidRDefault="008E4DC5" w:rsidP="00AE62B1">
            <w:pPr>
              <w:pStyle w:val="acctcolumnheading"/>
              <w:spacing w:after="0" w:line="240" w:lineRule="auto"/>
              <w:ind w:left="-79" w:right="-79"/>
              <w:rPr>
                <w:sz w:val="21"/>
                <w:szCs w:val="21"/>
              </w:rPr>
            </w:pPr>
            <w:r w:rsidRPr="00163CA8">
              <w:rPr>
                <w:sz w:val="21"/>
                <w:szCs w:val="21"/>
              </w:rPr>
              <w:t>Level 2</w:t>
            </w:r>
          </w:p>
        </w:tc>
        <w:tc>
          <w:tcPr>
            <w:tcW w:w="180" w:type="dxa"/>
            <w:vAlign w:val="bottom"/>
          </w:tcPr>
          <w:p w14:paraId="750953E4" w14:textId="77777777" w:rsidR="008E4DC5" w:rsidRPr="00163CA8" w:rsidRDefault="008E4DC5" w:rsidP="00AE62B1">
            <w:pPr>
              <w:pStyle w:val="acctcolumnheading"/>
              <w:spacing w:after="0" w:line="240" w:lineRule="auto"/>
              <w:rPr>
                <w:sz w:val="21"/>
                <w:szCs w:val="21"/>
              </w:rPr>
            </w:pPr>
          </w:p>
        </w:tc>
        <w:tc>
          <w:tcPr>
            <w:tcW w:w="900" w:type="dxa"/>
            <w:vAlign w:val="bottom"/>
          </w:tcPr>
          <w:p w14:paraId="01E441C6" w14:textId="77777777" w:rsidR="008E4DC5" w:rsidRPr="00163CA8" w:rsidRDefault="008E4DC5" w:rsidP="00AE62B1">
            <w:pPr>
              <w:pStyle w:val="acctcolumnheading"/>
              <w:spacing w:after="0" w:line="240" w:lineRule="auto"/>
              <w:ind w:left="-79" w:right="-79"/>
              <w:rPr>
                <w:sz w:val="21"/>
                <w:szCs w:val="21"/>
              </w:rPr>
            </w:pPr>
            <w:r w:rsidRPr="00163CA8">
              <w:rPr>
                <w:sz w:val="21"/>
                <w:szCs w:val="21"/>
              </w:rPr>
              <w:t>Level 3</w:t>
            </w:r>
          </w:p>
        </w:tc>
      </w:tr>
      <w:tr w:rsidR="008E658E" w:rsidRPr="00163CA8" w14:paraId="797108DB" w14:textId="77777777" w:rsidTr="008E4DC5">
        <w:trPr>
          <w:cantSplit/>
          <w:trHeight w:val="60"/>
          <w:tblHeader/>
        </w:trPr>
        <w:tc>
          <w:tcPr>
            <w:tcW w:w="2602" w:type="dxa"/>
            <w:shd w:val="clear" w:color="auto" w:fill="auto"/>
            <w:vAlign w:val="bottom"/>
          </w:tcPr>
          <w:p w14:paraId="44F6DAA0" w14:textId="77777777" w:rsidR="008E658E" w:rsidRPr="00163CA8" w:rsidRDefault="008E658E" w:rsidP="00AE62B1">
            <w:pPr>
              <w:tabs>
                <w:tab w:val="left" w:pos="100"/>
              </w:tabs>
              <w:ind w:left="100" w:hanging="100"/>
              <w:rPr>
                <w:b/>
                <w:bCs/>
                <w:i/>
                <w:iCs/>
                <w:sz w:val="21"/>
                <w:szCs w:val="21"/>
              </w:rPr>
            </w:pPr>
          </w:p>
        </w:tc>
        <w:tc>
          <w:tcPr>
            <w:tcW w:w="6578" w:type="dxa"/>
            <w:gridSpan w:val="12"/>
            <w:vAlign w:val="bottom"/>
          </w:tcPr>
          <w:p w14:paraId="4D2E048A" w14:textId="77777777" w:rsidR="008E658E" w:rsidRPr="00163CA8" w:rsidRDefault="008E658E" w:rsidP="00AE62B1">
            <w:pPr>
              <w:pStyle w:val="acctcolumnheading"/>
              <w:spacing w:after="0" w:line="240" w:lineRule="auto"/>
              <w:ind w:left="-79" w:right="-79"/>
              <w:rPr>
                <w:i/>
                <w:iCs/>
                <w:sz w:val="21"/>
                <w:szCs w:val="21"/>
              </w:rPr>
            </w:pPr>
            <w:r w:rsidRPr="00163CA8">
              <w:rPr>
                <w:i/>
                <w:iCs/>
                <w:sz w:val="21"/>
                <w:szCs w:val="21"/>
              </w:rPr>
              <w:t>(in million Baht)</w:t>
            </w:r>
          </w:p>
        </w:tc>
      </w:tr>
      <w:tr w:rsidR="008E658E" w:rsidRPr="00163CA8" w14:paraId="0BC35216" w14:textId="77777777" w:rsidTr="008E4DC5">
        <w:trPr>
          <w:cantSplit/>
          <w:trHeight w:val="60"/>
        </w:trPr>
        <w:tc>
          <w:tcPr>
            <w:tcW w:w="2602" w:type="dxa"/>
            <w:shd w:val="clear" w:color="auto" w:fill="auto"/>
            <w:vAlign w:val="bottom"/>
          </w:tcPr>
          <w:p w14:paraId="006DBAE4" w14:textId="08AF80C5" w:rsidR="008E658E" w:rsidRPr="00163CA8" w:rsidRDefault="00900A61" w:rsidP="00AE62B1">
            <w:pPr>
              <w:tabs>
                <w:tab w:val="left" w:pos="100"/>
              </w:tabs>
              <w:ind w:left="100" w:hanging="100"/>
              <w:rPr>
                <w:b/>
                <w:bCs/>
                <w:i/>
                <w:iCs/>
                <w:sz w:val="21"/>
                <w:szCs w:val="21"/>
              </w:rPr>
            </w:pPr>
            <w:r w:rsidRPr="00163CA8">
              <w:rPr>
                <w:b/>
                <w:bCs/>
                <w:i/>
                <w:iCs/>
                <w:sz w:val="21"/>
                <w:szCs w:val="21"/>
              </w:rPr>
              <w:t>At 31 March 202</w:t>
            </w:r>
            <w:r w:rsidRPr="00163CA8">
              <w:rPr>
                <w:b/>
                <w:bCs/>
                <w:i/>
                <w:iCs/>
                <w:sz w:val="21"/>
                <w:szCs w:val="21"/>
                <w:lang w:val="en-US" w:bidi="th-TH"/>
              </w:rPr>
              <w:t>1</w:t>
            </w:r>
          </w:p>
        </w:tc>
        <w:tc>
          <w:tcPr>
            <w:tcW w:w="6578" w:type="dxa"/>
            <w:gridSpan w:val="12"/>
            <w:vAlign w:val="bottom"/>
          </w:tcPr>
          <w:p w14:paraId="0CA75DBA" w14:textId="77777777" w:rsidR="008E658E" w:rsidRPr="00163CA8" w:rsidRDefault="008E658E" w:rsidP="00AE62B1">
            <w:pPr>
              <w:pStyle w:val="acctcolumnheading"/>
              <w:spacing w:after="0" w:line="240" w:lineRule="auto"/>
              <w:ind w:left="-79" w:right="-79"/>
              <w:rPr>
                <w:i/>
                <w:iCs/>
                <w:sz w:val="21"/>
                <w:szCs w:val="21"/>
              </w:rPr>
            </w:pPr>
          </w:p>
        </w:tc>
      </w:tr>
      <w:tr w:rsidR="00900A61" w:rsidRPr="00163CA8" w14:paraId="0858C080" w14:textId="77777777" w:rsidTr="008E4DC5">
        <w:trPr>
          <w:cantSplit/>
          <w:trHeight w:val="60"/>
        </w:trPr>
        <w:tc>
          <w:tcPr>
            <w:tcW w:w="2602" w:type="dxa"/>
            <w:shd w:val="clear" w:color="auto" w:fill="auto"/>
            <w:vAlign w:val="bottom"/>
          </w:tcPr>
          <w:p w14:paraId="24FF7E87" w14:textId="20EEFAAC" w:rsidR="00900A61" w:rsidRPr="00163CA8" w:rsidRDefault="005A7E7E" w:rsidP="00AE62B1">
            <w:pPr>
              <w:tabs>
                <w:tab w:val="left" w:pos="100"/>
              </w:tabs>
              <w:ind w:left="100" w:hanging="100"/>
              <w:rPr>
                <w:b/>
                <w:bCs/>
                <w:i/>
                <w:iCs/>
                <w:sz w:val="21"/>
                <w:szCs w:val="21"/>
              </w:rPr>
            </w:pPr>
            <w:r>
              <w:rPr>
                <w:b/>
                <w:bCs/>
                <w:i/>
                <w:iCs/>
                <w:sz w:val="21"/>
                <w:szCs w:val="21"/>
              </w:rPr>
              <w:t>A</w:t>
            </w:r>
            <w:r w:rsidR="00900A61" w:rsidRPr="00163CA8">
              <w:rPr>
                <w:b/>
                <w:bCs/>
                <w:i/>
                <w:iCs/>
                <w:sz w:val="21"/>
                <w:szCs w:val="21"/>
              </w:rPr>
              <w:t>ssets</w:t>
            </w:r>
          </w:p>
        </w:tc>
        <w:tc>
          <w:tcPr>
            <w:tcW w:w="6578" w:type="dxa"/>
            <w:gridSpan w:val="12"/>
            <w:vAlign w:val="bottom"/>
          </w:tcPr>
          <w:p w14:paraId="78A5B68A" w14:textId="77777777" w:rsidR="00900A61" w:rsidRPr="00163CA8" w:rsidRDefault="00900A61" w:rsidP="00AE62B1">
            <w:pPr>
              <w:pStyle w:val="acctcolumnheading"/>
              <w:spacing w:after="0" w:line="240" w:lineRule="auto"/>
              <w:ind w:left="-79" w:right="-79"/>
              <w:rPr>
                <w:i/>
                <w:iCs/>
                <w:sz w:val="21"/>
                <w:szCs w:val="21"/>
              </w:rPr>
            </w:pPr>
          </w:p>
        </w:tc>
      </w:tr>
      <w:tr w:rsidR="008E4DC5" w:rsidRPr="00163CA8" w14:paraId="70C97851" w14:textId="77777777" w:rsidTr="008E4DC5">
        <w:trPr>
          <w:cantSplit/>
        </w:trPr>
        <w:tc>
          <w:tcPr>
            <w:tcW w:w="2602" w:type="dxa"/>
            <w:vAlign w:val="bottom"/>
          </w:tcPr>
          <w:p w14:paraId="5AF63234" w14:textId="77777777" w:rsidR="008E4DC5" w:rsidRPr="00163CA8" w:rsidRDefault="008E4DC5" w:rsidP="008E658E">
            <w:pPr>
              <w:tabs>
                <w:tab w:val="left" w:pos="100"/>
              </w:tabs>
              <w:ind w:left="100" w:hanging="100"/>
              <w:rPr>
                <w:sz w:val="21"/>
                <w:szCs w:val="21"/>
                <w:cs/>
              </w:rPr>
            </w:pPr>
            <w:r w:rsidRPr="00163CA8">
              <w:rPr>
                <w:sz w:val="21"/>
                <w:szCs w:val="21"/>
              </w:rPr>
              <w:t>Other current financial assets - investments in debt securities</w:t>
            </w:r>
          </w:p>
        </w:tc>
        <w:tc>
          <w:tcPr>
            <w:tcW w:w="1088" w:type="dxa"/>
            <w:vAlign w:val="bottom"/>
          </w:tcPr>
          <w:p w14:paraId="31F0ED00" w14:textId="77777777" w:rsidR="008E4DC5" w:rsidRPr="00163CA8" w:rsidRDefault="008E4DC5" w:rsidP="00D359B2">
            <w:pPr>
              <w:jc w:val="right"/>
              <w:rPr>
                <w:sz w:val="21"/>
                <w:szCs w:val="21"/>
              </w:rPr>
            </w:pPr>
            <w:r w:rsidRPr="00163CA8">
              <w:rPr>
                <w:sz w:val="21"/>
                <w:szCs w:val="21"/>
              </w:rPr>
              <w:t>40</w:t>
            </w:r>
          </w:p>
        </w:tc>
        <w:tc>
          <w:tcPr>
            <w:tcW w:w="180" w:type="dxa"/>
            <w:vAlign w:val="bottom"/>
          </w:tcPr>
          <w:p w14:paraId="02C0F95D" w14:textId="77777777" w:rsidR="008E4DC5" w:rsidRPr="00163CA8" w:rsidRDefault="008E4DC5" w:rsidP="008E658E">
            <w:pPr>
              <w:rPr>
                <w:sz w:val="21"/>
                <w:szCs w:val="21"/>
              </w:rPr>
            </w:pPr>
          </w:p>
        </w:tc>
        <w:tc>
          <w:tcPr>
            <w:tcW w:w="990" w:type="dxa"/>
            <w:vAlign w:val="bottom"/>
          </w:tcPr>
          <w:p w14:paraId="402B0887"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4DF2EF2C" w14:textId="77777777" w:rsidR="008E4DC5" w:rsidRPr="00163CA8" w:rsidRDefault="008E4DC5" w:rsidP="008E658E">
            <w:pPr>
              <w:rPr>
                <w:sz w:val="21"/>
                <w:szCs w:val="21"/>
              </w:rPr>
            </w:pPr>
          </w:p>
        </w:tc>
        <w:tc>
          <w:tcPr>
            <w:tcW w:w="990" w:type="dxa"/>
            <w:vAlign w:val="bottom"/>
          </w:tcPr>
          <w:p w14:paraId="7BCE4A71"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340ABAA0" w14:textId="77777777" w:rsidR="008E4DC5" w:rsidRPr="00163CA8" w:rsidRDefault="008E4DC5" w:rsidP="008E658E">
            <w:pPr>
              <w:pStyle w:val="acctfourfigures"/>
              <w:spacing w:line="240" w:lineRule="auto"/>
              <w:jc w:val="right"/>
              <w:rPr>
                <w:sz w:val="21"/>
                <w:szCs w:val="21"/>
              </w:rPr>
            </w:pPr>
          </w:p>
        </w:tc>
        <w:tc>
          <w:tcPr>
            <w:tcW w:w="713" w:type="dxa"/>
            <w:vAlign w:val="bottom"/>
          </w:tcPr>
          <w:p w14:paraId="7C40CACC"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274" w:type="dxa"/>
            <w:gridSpan w:val="2"/>
            <w:vAlign w:val="bottom"/>
          </w:tcPr>
          <w:p w14:paraId="5CB0E686" w14:textId="77777777" w:rsidR="008E4DC5" w:rsidRPr="00163CA8" w:rsidRDefault="008E4DC5" w:rsidP="008E658E">
            <w:pPr>
              <w:rPr>
                <w:sz w:val="21"/>
                <w:szCs w:val="21"/>
              </w:rPr>
            </w:pPr>
          </w:p>
        </w:tc>
        <w:tc>
          <w:tcPr>
            <w:tcW w:w="900" w:type="dxa"/>
            <w:vAlign w:val="bottom"/>
          </w:tcPr>
          <w:p w14:paraId="09888A9C" w14:textId="77777777" w:rsidR="008E4DC5" w:rsidRPr="00163CA8" w:rsidRDefault="008E4DC5" w:rsidP="00D359B2">
            <w:pPr>
              <w:jc w:val="right"/>
              <w:rPr>
                <w:sz w:val="21"/>
                <w:szCs w:val="21"/>
              </w:rPr>
            </w:pPr>
            <w:r w:rsidRPr="00163CA8">
              <w:rPr>
                <w:sz w:val="21"/>
                <w:szCs w:val="21"/>
              </w:rPr>
              <w:t>40</w:t>
            </w:r>
          </w:p>
        </w:tc>
        <w:tc>
          <w:tcPr>
            <w:tcW w:w="180" w:type="dxa"/>
            <w:vAlign w:val="bottom"/>
          </w:tcPr>
          <w:p w14:paraId="563A33AD" w14:textId="77777777" w:rsidR="008E4DC5" w:rsidRPr="00163CA8" w:rsidRDefault="008E4DC5" w:rsidP="008E658E">
            <w:pPr>
              <w:rPr>
                <w:sz w:val="21"/>
                <w:szCs w:val="21"/>
              </w:rPr>
            </w:pPr>
          </w:p>
        </w:tc>
        <w:tc>
          <w:tcPr>
            <w:tcW w:w="900" w:type="dxa"/>
            <w:vAlign w:val="bottom"/>
          </w:tcPr>
          <w:p w14:paraId="11DD45BF"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r>
      <w:tr w:rsidR="008E4DC5" w:rsidRPr="00163CA8" w14:paraId="44330CEA" w14:textId="77777777" w:rsidTr="008E4DC5">
        <w:trPr>
          <w:cantSplit/>
        </w:trPr>
        <w:tc>
          <w:tcPr>
            <w:tcW w:w="2602" w:type="dxa"/>
            <w:vAlign w:val="bottom"/>
          </w:tcPr>
          <w:p w14:paraId="7C19A3A6" w14:textId="77777777" w:rsidR="008E4DC5" w:rsidRPr="00163CA8" w:rsidRDefault="008E4DC5" w:rsidP="008E658E">
            <w:pPr>
              <w:tabs>
                <w:tab w:val="left" w:pos="100"/>
              </w:tabs>
              <w:ind w:left="100" w:hanging="100"/>
              <w:rPr>
                <w:sz w:val="21"/>
                <w:szCs w:val="21"/>
              </w:rPr>
            </w:pPr>
            <w:r w:rsidRPr="00163CA8">
              <w:rPr>
                <w:sz w:val="21"/>
                <w:szCs w:val="21"/>
              </w:rPr>
              <w:t>Investment properties</w:t>
            </w:r>
          </w:p>
        </w:tc>
        <w:tc>
          <w:tcPr>
            <w:tcW w:w="1088" w:type="dxa"/>
            <w:vAlign w:val="bottom"/>
          </w:tcPr>
          <w:p w14:paraId="7EA80A9E" w14:textId="77777777" w:rsidR="008E4DC5" w:rsidRPr="00163CA8" w:rsidRDefault="008E4DC5" w:rsidP="00D359B2">
            <w:pPr>
              <w:jc w:val="right"/>
              <w:rPr>
                <w:sz w:val="21"/>
                <w:szCs w:val="21"/>
              </w:rPr>
            </w:pPr>
            <w:r w:rsidRPr="00163CA8">
              <w:rPr>
                <w:sz w:val="21"/>
                <w:szCs w:val="21"/>
              </w:rPr>
              <w:t>10,409</w:t>
            </w:r>
          </w:p>
        </w:tc>
        <w:tc>
          <w:tcPr>
            <w:tcW w:w="180" w:type="dxa"/>
            <w:vAlign w:val="bottom"/>
          </w:tcPr>
          <w:p w14:paraId="0FAC3E38" w14:textId="77777777" w:rsidR="008E4DC5" w:rsidRPr="00163CA8" w:rsidRDefault="008E4DC5" w:rsidP="008E658E">
            <w:pPr>
              <w:rPr>
                <w:sz w:val="21"/>
                <w:szCs w:val="21"/>
              </w:rPr>
            </w:pPr>
          </w:p>
        </w:tc>
        <w:tc>
          <w:tcPr>
            <w:tcW w:w="990" w:type="dxa"/>
            <w:vAlign w:val="bottom"/>
          </w:tcPr>
          <w:p w14:paraId="5DDBB6B2"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50FCA806" w14:textId="77777777" w:rsidR="008E4DC5" w:rsidRPr="00163CA8" w:rsidRDefault="008E4DC5" w:rsidP="008E658E">
            <w:pPr>
              <w:rPr>
                <w:sz w:val="21"/>
                <w:szCs w:val="21"/>
              </w:rPr>
            </w:pPr>
          </w:p>
        </w:tc>
        <w:tc>
          <w:tcPr>
            <w:tcW w:w="990" w:type="dxa"/>
            <w:vAlign w:val="bottom"/>
          </w:tcPr>
          <w:p w14:paraId="07C6D476"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71D16404" w14:textId="77777777" w:rsidR="008E4DC5" w:rsidRPr="00163CA8" w:rsidRDefault="008E4DC5" w:rsidP="008E658E">
            <w:pPr>
              <w:pStyle w:val="acctfourfigures"/>
              <w:spacing w:line="240" w:lineRule="auto"/>
              <w:jc w:val="right"/>
              <w:rPr>
                <w:sz w:val="21"/>
                <w:szCs w:val="21"/>
              </w:rPr>
            </w:pPr>
          </w:p>
        </w:tc>
        <w:tc>
          <w:tcPr>
            <w:tcW w:w="713" w:type="dxa"/>
            <w:vAlign w:val="bottom"/>
          </w:tcPr>
          <w:p w14:paraId="04EE0D70"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274" w:type="dxa"/>
            <w:gridSpan w:val="2"/>
            <w:vAlign w:val="bottom"/>
          </w:tcPr>
          <w:p w14:paraId="3B8624E8" w14:textId="77777777" w:rsidR="008E4DC5" w:rsidRPr="00163CA8" w:rsidRDefault="008E4DC5" w:rsidP="008E658E">
            <w:pPr>
              <w:rPr>
                <w:sz w:val="21"/>
                <w:szCs w:val="21"/>
              </w:rPr>
            </w:pPr>
          </w:p>
        </w:tc>
        <w:tc>
          <w:tcPr>
            <w:tcW w:w="900" w:type="dxa"/>
            <w:vAlign w:val="bottom"/>
          </w:tcPr>
          <w:p w14:paraId="244299FF"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2A1A8A94" w14:textId="77777777" w:rsidR="008E4DC5" w:rsidRPr="00163CA8" w:rsidRDefault="008E4DC5" w:rsidP="008E658E">
            <w:pPr>
              <w:rPr>
                <w:sz w:val="21"/>
                <w:szCs w:val="21"/>
              </w:rPr>
            </w:pPr>
          </w:p>
        </w:tc>
        <w:tc>
          <w:tcPr>
            <w:tcW w:w="900" w:type="dxa"/>
            <w:vAlign w:val="bottom"/>
          </w:tcPr>
          <w:p w14:paraId="5743196B" w14:textId="77777777" w:rsidR="008E4DC5" w:rsidRPr="00163CA8" w:rsidRDefault="008E4DC5" w:rsidP="00D359B2">
            <w:pPr>
              <w:jc w:val="right"/>
              <w:rPr>
                <w:sz w:val="21"/>
                <w:szCs w:val="21"/>
              </w:rPr>
            </w:pPr>
            <w:r w:rsidRPr="00163CA8">
              <w:rPr>
                <w:sz w:val="21"/>
                <w:szCs w:val="21"/>
              </w:rPr>
              <w:t>10,409</w:t>
            </w:r>
          </w:p>
        </w:tc>
      </w:tr>
      <w:tr w:rsidR="008E4DC5" w:rsidRPr="00163CA8" w14:paraId="55FFD7E1" w14:textId="77777777" w:rsidTr="008E4DC5">
        <w:trPr>
          <w:cantSplit/>
        </w:trPr>
        <w:tc>
          <w:tcPr>
            <w:tcW w:w="2602" w:type="dxa"/>
            <w:vAlign w:val="bottom"/>
          </w:tcPr>
          <w:p w14:paraId="75834E30" w14:textId="77777777" w:rsidR="008E4DC5" w:rsidRPr="00163CA8" w:rsidRDefault="008E4DC5" w:rsidP="008E658E">
            <w:pPr>
              <w:tabs>
                <w:tab w:val="left" w:pos="100"/>
              </w:tabs>
              <w:ind w:left="100" w:hanging="100"/>
              <w:rPr>
                <w:b/>
                <w:bCs/>
                <w:i/>
                <w:iCs/>
                <w:sz w:val="21"/>
                <w:szCs w:val="21"/>
              </w:rPr>
            </w:pPr>
          </w:p>
        </w:tc>
        <w:tc>
          <w:tcPr>
            <w:tcW w:w="1088" w:type="dxa"/>
            <w:vAlign w:val="bottom"/>
          </w:tcPr>
          <w:p w14:paraId="495B77D4" w14:textId="77777777" w:rsidR="008E4DC5" w:rsidRPr="00163CA8" w:rsidRDefault="008E4DC5" w:rsidP="008E658E">
            <w:pPr>
              <w:rPr>
                <w:sz w:val="21"/>
                <w:szCs w:val="21"/>
              </w:rPr>
            </w:pPr>
          </w:p>
        </w:tc>
        <w:tc>
          <w:tcPr>
            <w:tcW w:w="180" w:type="dxa"/>
            <w:vAlign w:val="bottom"/>
          </w:tcPr>
          <w:p w14:paraId="5510EB89" w14:textId="77777777" w:rsidR="008E4DC5" w:rsidRPr="00163CA8" w:rsidRDefault="008E4DC5" w:rsidP="008E658E">
            <w:pPr>
              <w:rPr>
                <w:sz w:val="21"/>
                <w:szCs w:val="21"/>
              </w:rPr>
            </w:pPr>
          </w:p>
        </w:tc>
        <w:tc>
          <w:tcPr>
            <w:tcW w:w="990" w:type="dxa"/>
            <w:vAlign w:val="bottom"/>
          </w:tcPr>
          <w:p w14:paraId="0528D9B7" w14:textId="77777777" w:rsidR="008E4DC5" w:rsidRPr="00163CA8" w:rsidRDefault="008E4DC5" w:rsidP="008E658E">
            <w:pPr>
              <w:rPr>
                <w:sz w:val="21"/>
                <w:szCs w:val="21"/>
              </w:rPr>
            </w:pPr>
          </w:p>
        </w:tc>
        <w:tc>
          <w:tcPr>
            <w:tcW w:w="180" w:type="dxa"/>
            <w:vAlign w:val="bottom"/>
          </w:tcPr>
          <w:p w14:paraId="0B34E706" w14:textId="77777777" w:rsidR="008E4DC5" w:rsidRPr="00163CA8" w:rsidRDefault="008E4DC5" w:rsidP="008E658E">
            <w:pPr>
              <w:rPr>
                <w:sz w:val="21"/>
                <w:szCs w:val="21"/>
              </w:rPr>
            </w:pPr>
          </w:p>
        </w:tc>
        <w:tc>
          <w:tcPr>
            <w:tcW w:w="990" w:type="dxa"/>
            <w:vAlign w:val="bottom"/>
          </w:tcPr>
          <w:p w14:paraId="078F84BC" w14:textId="77777777" w:rsidR="008E4DC5" w:rsidRPr="00163CA8" w:rsidRDefault="008E4DC5" w:rsidP="008E658E">
            <w:pPr>
              <w:rPr>
                <w:sz w:val="21"/>
                <w:szCs w:val="21"/>
              </w:rPr>
            </w:pPr>
          </w:p>
        </w:tc>
        <w:tc>
          <w:tcPr>
            <w:tcW w:w="183" w:type="dxa"/>
            <w:vAlign w:val="bottom"/>
          </w:tcPr>
          <w:p w14:paraId="27E3D293" w14:textId="77777777" w:rsidR="008E4DC5" w:rsidRPr="00163CA8" w:rsidRDefault="008E4DC5" w:rsidP="008E658E">
            <w:pPr>
              <w:pStyle w:val="acctfourfigures"/>
              <w:spacing w:line="240" w:lineRule="auto"/>
              <w:jc w:val="right"/>
              <w:rPr>
                <w:sz w:val="21"/>
                <w:szCs w:val="21"/>
              </w:rPr>
            </w:pPr>
          </w:p>
        </w:tc>
        <w:tc>
          <w:tcPr>
            <w:tcW w:w="713" w:type="dxa"/>
            <w:vAlign w:val="bottom"/>
          </w:tcPr>
          <w:p w14:paraId="55626315" w14:textId="77777777" w:rsidR="008E4DC5" w:rsidRPr="00163CA8" w:rsidRDefault="008E4DC5" w:rsidP="008E658E">
            <w:pPr>
              <w:rPr>
                <w:sz w:val="21"/>
                <w:szCs w:val="21"/>
              </w:rPr>
            </w:pPr>
          </w:p>
        </w:tc>
        <w:tc>
          <w:tcPr>
            <w:tcW w:w="274" w:type="dxa"/>
            <w:gridSpan w:val="2"/>
            <w:vAlign w:val="bottom"/>
          </w:tcPr>
          <w:p w14:paraId="3A800B39" w14:textId="77777777" w:rsidR="008E4DC5" w:rsidRPr="00163CA8" w:rsidRDefault="008E4DC5" w:rsidP="008E658E">
            <w:pPr>
              <w:rPr>
                <w:sz w:val="21"/>
                <w:szCs w:val="21"/>
              </w:rPr>
            </w:pPr>
          </w:p>
        </w:tc>
        <w:tc>
          <w:tcPr>
            <w:tcW w:w="900" w:type="dxa"/>
            <w:vAlign w:val="bottom"/>
          </w:tcPr>
          <w:p w14:paraId="5D3B6771" w14:textId="77777777" w:rsidR="008E4DC5" w:rsidRPr="00163CA8" w:rsidRDefault="008E4DC5" w:rsidP="008E658E">
            <w:pPr>
              <w:rPr>
                <w:sz w:val="21"/>
                <w:szCs w:val="21"/>
              </w:rPr>
            </w:pPr>
          </w:p>
        </w:tc>
        <w:tc>
          <w:tcPr>
            <w:tcW w:w="180" w:type="dxa"/>
            <w:vAlign w:val="bottom"/>
          </w:tcPr>
          <w:p w14:paraId="4AFC3CCE" w14:textId="77777777" w:rsidR="008E4DC5" w:rsidRPr="00163CA8" w:rsidRDefault="008E4DC5" w:rsidP="008E658E">
            <w:pPr>
              <w:rPr>
                <w:sz w:val="21"/>
                <w:szCs w:val="21"/>
              </w:rPr>
            </w:pPr>
          </w:p>
        </w:tc>
        <w:tc>
          <w:tcPr>
            <w:tcW w:w="900" w:type="dxa"/>
            <w:vAlign w:val="bottom"/>
          </w:tcPr>
          <w:p w14:paraId="49B5941C" w14:textId="77777777" w:rsidR="008E4DC5" w:rsidRPr="00163CA8" w:rsidRDefault="008E4DC5" w:rsidP="008E658E">
            <w:pPr>
              <w:rPr>
                <w:sz w:val="21"/>
                <w:szCs w:val="21"/>
              </w:rPr>
            </w:pPr>
          </w:p>
        </w:tc>
      </w:tr>
      <w:tr w:rsidR="008E4DC5" w:rsidRPr="00163CA8" w14:paraId="1F265233" w14:textId="77777777" w:rsidTr="008E4DC5">
        <w:trPr>
          <w:cantSplit/>
        </w:trPr>
        <w:tc>
          <w:tcPr>
            <w:tcW w:w="2602" w:type="dxa"/>
            <w:vAlign w:val="bottom"/>
          </w:tcPr>
          <w:p w14:paraId="5309A72E" w14:textId="77777777" w:rsidR="008E4DC5" w:rsidRPr="00163CA8" w:rsidRDefault="008E4DC5" w:rsidP="008E658E">
            <w:pPr>
              <w:tabs>
                <w:tab w:val="left" w:pos="100"/>
              </w:tabs>
              <w:ind w:left="100" w:hanging="100"/>
              <w:rPr>
                <w:b/>
                <w:bCs/>
                <w:i/>
                <w:iCs/>
                <w:sz w:val="21"/>
                <w:szCs w:val="21"/>
              </w:rPr>
            </w:pPr>
            <w:r w:rsidRPr="00163CA8">
              <w:rPr>
                <w:b/>
                <w:bCs/>
                <w:i/>
                <w:iCs/>
                <w:sz w:val="21"/>
                <w:szCs w:val="21"/>
              </w:rPr>
              <w:t>Financial liabilities</w:t>
            </w:r>
          </w:p>
        </w:tc>
        <w:tc>
          <w:tcPr>
            <w:tcW w:w="1088" w:type="dxa"/>
            <w:vAlign w:val="bottom"/>
          </w:tcPr>
          <w:p w14:paraId="345F84C0" w14:textId="77777777" w:rsidR="008E4DC5" w:rsidRPr="00163CA8" w:rsidRDefault="008E4DC5" w:rsidP="008E658E">
            <w:pPr>
              <w:rPr>
                <w:sz w:val="21"/>
                <w:szCs w:val="21"/>
              </w:rPr>
            </w:pPr>
          </w:p>
        </w:tc>
        <w:tc>
          <w:tcPr>
            <w:tcW w:w="180" w:type="dxa"/>
            <w:vAlign w:val="bottom"/>
          </w:tcPr>
          <w:p w14:paraId="4F7488F3" w14:textId="77777777" w:rsidR="008E4DC5" w:rsidRPr="00163CA8" w:rsidRDefault="008E4DC5" w:rsidP="008E658E">
            <w:pPr>
              <w:rPr>
                <w:sz w:val="21"/>
                <w:szCs w:val="21"/>
              </w:rPr>
            </w:pPr>
          </w:p>
        </w:tc>
        <w:tc>
          <w:tcPr>
            <w:tcW w:w="990" w:type="dxa"/>
            <w:vAlign w:val="bottom"/>
          </w:tcPr>
          <w:p w14:paraId="44B6ABE4" w14:textId="77777777" w:rsidR="008E4DC5" w:rsidRPr="00163CA8" w:rsidRDefault="008E4DC5" w:rsidP="008E658E">
            <w:pPr>
              <w:rPr>
                <w:sz w:val="21"/>
                <w:szCs w:val="21"/>
              </w:rPr>
            </w:pPr>
          </w:p>
        </w:tc>
        <w:tc>
          <w:tcPr>
            <w:tcW w:w="180" w:type="dxa"/>
            <w:vAlign w:val="bottom"/>
          </w:tcPr>
          <w:p w14:paraId="2EED2CF6" w14:textId="77777777" w:rsidR="008E4DC5" w:rsidRPr="00163CA8" w:rsidRDefault="008E4DC5" w:rsidP="008E658E">
            <w:pPr>
              <w:rPr>
                <w:sz w:val="21"/>
                <w:szCs w:val="21"/>
              </w:rPr>
            </w:pPr>
          </w:p>
        </w:tc>
        <w:tc>
          <w:tcPr>
            <w:tcW w:w="990" w:type="dxa"/>
            <w:vAlign w:val="bottom"/>
          </w:tcPr>
          <w:p w14:paraId="5BE298C1" w14:textId="77777777" w:rsidR="008E4DC5" w:rsidRPr="00163CA8" w:rsidRDefault="008E4DC5" w:rsidP="008E658E">
            <w:pPr>
              <w:rPr>
                <w:sz w:val="21"/>
                <w:szCs w:val="21"/>
              </w:rPr>
            </w:pPr>
          </w:p>
        </w:tc>
        <w:tc>
          <w:tcPr>
            <w:tcW w:w="183" w:type="dxa"/>
            <w:vAlign w:val="bottom"/>
          </w:tcPr>
          <w:p w14:paraId="1F0B1795" w14:textId="77777777" w:rsidR="008E4DC5" w:rsidRPr="00163CA8" w:rsidRDefault="008E4DC5" w:rsidP="008E658E">
            <w:pPr>
              <w:pStyle w:val="acctfourfigures"/>
              <w:spacing w:line="240" w:lineRule="auto"/>
              <w:jc w:val="center"/>
              <w:rPr>
                <w:sz w:val="21"/>
                <w:szCs w:val="21"/>
              </w:rPr>
            </w:pPr>
          </w:p>
        </w:tc>
        <w:tc>
          <w:tcPr>
            <w:tcW w:w="713" w:type="dxa"/>
            <w:vAlign w:val="bottom"/>
          </w:tcPr>
          <w:p w14:paraId="62108C0F" w14:textId="77777777" w:rsidR="008E4DC5" w:rsidRPr="00163CA8" w:rsidRDefault="008E4DC5" w:rsidP="008E658E">
            <w:pPr>
              <w:rPr>
                <w:sz w:val="21"/>
                <w:szCs w:val="21"/>
              </w:rPr>
            </w:pPr>
          </w:p>
        </w:tc>
        <w:tc>
          <w:tcPr>
            <w:tcW w:w="274" w:type="dxa"/>
            <w:gridSpan w:val="2"/>
            <w:vAlign w:val="bottom"/>
          </w:tcPr>
          <w:p w14:paraId="2FD9F6B7" w14:textId="77777777" w:rsidR="008E4DC5" w:rsidRPr="00163CA8" w:rsidRDefault="008E4DC5" w:rsidP="008E658E">
            <w:pPr>
              <w:rPr>
                <w:sz w:val="21"/>
                <w:szCs w:val="21"/>
              </w:rPr>
            </w:pPr>
          </w:p>
        </w:tc>
        <w:tc>
          <w:tcPr>
            <w:tcW w:w="900" w:type="dxa"/>
            <w:vAlign w:val="bottom"/>
          </w:tcPr>
          <w:p w14:paraId="57DA8719" w14:textId="77777777" w:rsidR="008E4DC5" w:rsidRPr="00163CA8" w:rsidRDefault="008E4DC5" w:rsidP="008E658E">
            <w:pPr>
              <w:rPr>
                <w:sz w:val="21"/>
                <w:szCs w:val="21"/>
              </w:rPr>
            </w:pPr>
          </w:p>
        </w:tc>
        <w:tc>
          <w:tcPr>
            <w:tcW w:w="180" w:type="dxa"/>
            <w:vAlign w:val="bottom"/>
          </w:tcPr>
          <w:p w14:paraId="757DA1E5" w14:textId="77777777" w:rsidR="008E4DC5" w:rsidRPr="00163CA8" w:rsidRDefault="008E4DC5" w:rsidP="008E658E">
            <w:pPr>
              <w:rPr>
                <w:sz w:val="21"/>
                <w:szCs w:val="21"/>
              </w:rPr>
            </w:pPr>
          </w:p>
        </w:tc>
        <w:tc>
          <w:tcPr>
            <w:tcW w:w="900" w:type="dxa"/>
            <w:vAlign w:val="bottom"/>
          </w:tcPr>
          <w:p w14:paraId="6FB8C9E5" w14:textId="77777777" w:rsidR="008E4DC5" w:rsidRPr="00163CA8" w:rsidRDefault="008E4DC5" w:rsidP="008E658E">
            <w:pPr>
              <w:rPr>
                <w:sz w:val="21"/>
                <w:szCs w:val="21"/>
              </w:rPr>
            </w:pPr>
          </w:p>
        </w:tc>
      </w:tr>
      <w:tr w:rsidR="008E4DC5" w:rsidRPr="00163CA8" w14:paraId="1A466BD7" w14:textId="77777777" w:rsidTr="008E4DC5">
        <w:trPr>
          <w:cantSplit/>
        </w:trPr>
        <w:tc>
          <w:tcPr>
            <w:tcW w:w="2602" w:type="dxa"/>
            <w:vAlign w:val="bottom"/>
          </w:tcPr>
          <w:p w14:paraId="7642BC93" w14:textId="77777777" w:rsidR="008E4DC5" w:rsidRPr="00163CA8" w:rsidRDefault="008E4DC5" w:rsidP="008E658E">
            <w:pPr>
              <w:tabs>
                <w:tab w:val="left" w:pos="100"/>
              </w:tabs>
              <w:ind w:left="100" w:hanging="100"/>
              <w:rPr>
                <w:b/>
                <w:bCs/>
                <w:i/>
                <w:iCs/>
                <w:sz w:val="21"/>
                <w:szCs w:val="21"/>
              </w:rPr>
            </w:pPr>
            <w:r w:rsidRPr="00163CA8">
              <w:rPr>
                <w:sz w:val="21"/>
                <w:szCs w:val="21"/>
              </w:rPr>
              <w:t>Short-term loans from financial institutions</w:t>
            </w:r>
          </w:p>
        </w:tc>
        <w:tc>
          <w:tcPr>
            <w:tcW w:w="1088" w:type="dxa"/>
            <w:vAlign w:val="bottom"/>
          </w:tcPr>
          <w:p w14:paraId="79493CE6"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09B23A2B" w14:textId="77777777" w:rsidR="008E4DC5" w:rsidRPr="00163CA8" w:rsidRDefault="008E4DC5" w:rsidP="008E658E">
            <w:pPr>
              <w:rPr>
                <w:sz w:val="21"/>
                <w:szCs w:val="21"/>
              </w:rPr>
            </w:pPr>
          </w:p>
        </w:tc>
        <w:tc>
          <w:tcPr>
            <w:tcW w:w="990" w:type="dxa"/>
            <w:vAlign w:val="bottom"/>
          </w:tcPr>
          <w:p w14:paraId="156E4BC8"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435DE80F" w14:textId="77777777" w:rsidR="008E4DC5" w:rsidRPr="00163CA8" w:rsidRDefault="008E4DC5" w:rsidP="008E658E">
            <w:pPr>
              <w:rPr>
                <w:sz w:val="21"/>
                <w:szCs w:val="21"/>
              </w:rPr>
            </w:pPr>
          </w:p>
        </w:tc>
        <w:tc>
          <w:tcPr>
            <w:tcW w:w="990" w:type="dxa"/>
            <w:vAlign w:val="bottom"/>
          </w:tcPr>
          <w:p w14:paraId="049C6E54" w14:textId="77777777" w:rsidR="008E4DC5" w:rsidRPr="00163CA8" w:rsidRDefault="008E4DC5" w:rsidP="00D359B2">
            <w:pPr>
              <w:jc w:val="right"/>
              <w:rPr>
                <w:sz w:val="21"/>
                <w:szCs w:val="21"/>
              </w:rPr>
            </w:pPr>
            <w:r w:rsidRPr="00163CA8">
              <w:rPr>
                <w:sz w:val="21"/>
                <w:szCs w:val="21"/>
              </w:rPr>
              <w:t>(550)</w:t>
            </w:r>
          </w:p>
        </w:tc>
        <w:tc>
          <w:tcPr>
            <w:tcW w:w="183" w:type="dxa"/>
            <w:vAlign w:val="bottom"/>
          </w:tcPr>
          <w:p w14:paraId="00414F0E" w14:textId="77777777" w:rsidR="008E4DC5" w:rsidRPr="00163CA8" w:rsidRDefault="008E4DC5" w:rsidP="008E658E">
            <w:pPr>
              <w:pStyle w:val="acctfourfigures"/>
              <w:spacing w:line="240" w:lineRule="auto"/>
              <w:jc w:val="right"/>
              <w:rPr>
                <w:sz w:val="21"/>
                <w:szCs w:val="21"/>
              </w:rPr>
            </w:pPr>
          </w:p>
        </w:tc>
        <w:tc>
          <w:tcPr>
            <w:tcW w:w="713" w:type="dxa"/>
            <w:vAlign w:val="bottom"/>
          </w:tcPr>
          <w:p w14:paraId="7F197553"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274" w:type="dxa"/>
            <w:gridSpan w:val="2"/>
            <w:vAlign w:val="bottom"/>
          </w:tcPr>
          <w:p w14:paraId="0EB6F2B5" w14:textId="77777777" w:rsidR="008E4DC5" w:rsidRPr="00163CA8" w:rsidRDefault="008E4DC5" w:rsidP="008E658E">
            <w:pPr>
              <w:rPr>
                <w:sz w:val="21"/>
                <w:szCs w:val="21"/>
              </w:rPr>
            </w:pPr>
          </w:p>
        </w:tc>
        <w:tc>
          <w:tcPr>
            <w:tcW w:w="900" w:type="dxa"/>
            <w:vAlign w:val="bottom"/>
          </w:tcPr>
          <w:p w14:paraId="1B89BF7B"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0E838E3B" w14:textId="77777777" w:rsidR="008E4DC5" w:rsidRPr="00163CA8" w:rsidRDefault="008E4DC5" w:rsidP="008E658E">
            <w:pPr>
              <w:rPr>
                <w:sz w:val="21"/>
                <w:szCs w:val="21"/>
              </w:rPr>
            </w:pPr>
          </w:p>
        </w:tc>
        <w:tc>
          <w:tcPr>
            <w:tcW w:w="900" w:type="dxa"/>
            <w:vAlign w:val="bottom"/>
          </w:tcPr>
          <w:p w14:paraId="67F417EA" w14:textId="77777777" w:rsidR="008E4DC5" w:rsidRPr="00163CA8" w:rsidRDefault="008E4DC5" w:rsidP="00D359B2">
            <w:pPr>
              <w:jc w:val="right"/>
              <w:rPr>
                <w:sz w:val="21"/>
                <w:szCs w:val="21"/>
              </w:rPr>
            </w:pPr>
            <w:r w:rsidRPr="00163CA8">
              <w:rPr>
                <w:sz w:val="21"/>
                <w:szCs w:val="21"/>
              </w:rPr>
              <w:t>(548)</w:t>
            </w:r>
          </w:p>
        </w:tc>
      </w:tr>
      <w:tr w:rsidR="008E4DC5" w:rsidRPr="00163CA8" w14:paraId="49A9ABC0" w14:textId="77777777" w:rsidTr="008E4DC5">
        <w:trPr>
          <w:cantSplit/>
        </w:trPr>
        <w:tc>
          <w:tcPr>
            <w:tcW w:w="2602" w:type="dxa"/>
            <w:vAlign w:val="bottom"/>
          </w:tcPr>
          <w:p w14:paraId="1AA3C5F0" w14:textId="77777777" w:rsidR="008E4DC5" w:rsidRPr="00163CA8" w:rsidRDefault="008E4DC5" w:rsidP="008E658E">
            <w:pPr>
              <w:tabs>
                <w:tab w:val="left" w:pos="100"/>
              </w:tabs>
              <w:ind w:left="100" w:hanging="100"/>
              <w:rPr>
                <w:b/>
                <w:bCs/>
                <w:i/>
                <w:iCs/>
                <w:sz w:val="21"/>
                <w:szCs w:val="21"/>
              </w:rPr>
            </w:pPr>
            <w:r w:rsidRPr="00163CA8">
              <w:rPr>
                <w:sz w:val="21"/>
                <w:szCs w:val="21"/>
              </w:rPr>
              <w:t>Debentures</w:t>
            </w:r>
          </w:p>
        </w:tc>
        <w:tc>
          <w:tcPr>
            <w:tcW w:w="1088" w:type="dxa"/>
            <w:vAlign w:val="bottom"/>
          </w:tcPr>
          <w:p w14:paraId="17ED4FD2"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061BF7A5" w14:textId="77777777" w:rsidR="008E4DC5" w:rsidRPr="00163CA8" w:rsidRDefault="008E4DC5" w:rsidP="008E658E">
            <w:pPr>
              <w:rPr>
                <w:sz w:val="21"/>
                <w:szCs w:val="21"/>
              </w:rPr>
            </w:pPr>
          </w:p>
        </w:tc>
        <w:tc>
          <w:tcPr>
            <w:tcW w:w="990" w:type="dxa"/>
            <w:vAlign w:val="bottom"/>
          </w:tcPr>
          <w:p w14:paraId="79F82BF0"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40BA7C77" w14:textId="77777777" w:rsidR="008E4DC5" w:rsidRPr="00163CA8" w:rsidRDefault="008E4DC5" w:rsidP="008E658E">
            <w:pPr>
              <w:rPr>
                <w:sz w:val="21"/>
                <w:szCs w:val="21"/>
              </w:rPr>
            </w:pPr>
          </w:p>
        </w:tc>
        <w:tc>
          <w:tcPr>
            <w:tcW w:w="990" w:type="dxa"/>
            <w:vAlign w:val="bottom"/>
          </w:tcPr>
          <w:p w14:paraId="4D45B8D2" w14:textId="68F3D6DD" w:rsidR="008E4DC5" w:rsidRPr="00163CA8" w:rsidRDefault="008E4DC5" w:rsidP="00D359B2">
            <w:pPr>
              <w:jc w:val="right"/>
              <w:rPr>
                <w:sz w:val="21"/>
                <w:szCs w:val="21"/>
              </w:rPr>
            </w:pPr>
            <w:r w:rsidRPr="00163CA8">
              <w:rPr>
                <w:sz w:val="21"/>
                <w:szCs w:val="21"/>
              </w:rPr>
              <w:t>(2,189)</w:t>
            </w:r>
          </w:p>
        </w:tc>
        <w:tc>
          <w:tcPr>
            <w:tcW w:w="183" w:type="dxa"/>
            <w:vAlign w:val="bottom"/>
          </w:tcPr>
          <w:p w14:paraId="06D03718" w14:textId="77777777" w:rsidR="008E4DC5" w:rsidRPr="00163CA8" w:rsidRDefault="008E4DC5" w:rsidP="008E658E">
            <w:pPr>
              <w:pStyle w:val="acctfourfigures"/>
              <w:spacing w:line="240" w:lineRule="auto"/>
              <w:jc w:val="right"/>
              <w:rPr>
                <w:sz w:val="21"/>
                <w:szCs w:val="21"/>
              </w:rPr>
            </w:pPr>
          </w:p>
        </w:tc>
        <w:tc>
          <w:tcPr>
            <w:tcW w:w="713" w:type="dxa"/>
            <w:vAlign w:val="bottom"/>
          </w:tcPr>
          <w:p w14:paraId="77948CDE"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274" w:type="dxa"/>
            <w:gridSpan w:val="2"/>
            <w:vAlign w:val="bottom"/>
          </w:tcPr>
          <w:p w14:paraId="18ED097A" w14:textId="77777777" w:rsidR="008E4DC5" w:rsidRPr="00163CA8" w:rsidRDefault="008E4DC5" w:rsidP="008E658E">
            <w:pPr>
              <w:rPr>
                <w:sz w:val="21"/>
                <w:szCs w:val="21"/>
              </w:rPr>
            </w:pPr>
          </w:p>
        </w:tc>
        <w:tc>
          <w:tcPr>
            <w:tcW w:w="900" w:type="dxa"/>
            <w:vAlign w:val="bottom"/>
          </w:tcPr>
          <w:p w14:paraId="5891454A" w14:textId="77777777" w:rsidR="008E4DC5" w:rsidRPr="00163CA8" w:rsidRDefault="008E4DC5" w:rsidP="00D359B2">
            <w:pPr>
              <w:jc w:val="right"/>
              <w:rPr>
                <w:sz w:val="21"/>
                <w:szCs w:val="21"/>
              </w:rPr>
            </w:pPr>
            <w:r w:rsidRPr="00163CA8">
              <w:rPr>
                <w:sz w:val="21"/>
                <w:szCs w:val="21"/>
              </w:rPr>
              <w:t>(2,207)</w:t>
            </w:r>
          </w:p>
        </w:tc>
        <w:tc>
          <w:tcPr>
            <w:tcW w:w="180" w:type="dxa"/>
            <w:vAlign w:val="bottom"/>
          </w:tcPr>
          <w:p w14:paraId="581C1C05" w14:textId="77777777" w:rsidR="008E4DC5" w:rsidRPr="00163CA8" w:rsidRDefault="008E4DC5" w:rsidP="008E658E">
            <w:pPr>
              <w:rPr>
                <w:sz w:val="21"/>
                <w:szCs w:val="21"/>
              </w:rPr>
            </w:pPr>
          </w:p>
        </w:tc>
        <w:tc>
          <w:tcPr>
            <w:tcW w:w="900" w:type="dxa"/>
            <w:vAlign w:val="bottom"/>
          </w:tcPr>
          <w:p w14:paraId="496BDA7C"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r w:rsidRPr="00163CA8">
              <w:rPr>
                <w:sz w:val="21"/>
                <w:szCs w:val="21"/>
              </w:rPr>
              <w:t>-</w:t>
            </w:r>
          </w:p>
        </w:tc>
      </w:tr>
      <w:tr w:rsidR="008E4DC5" w:rsidRPr="00163CA8" w14:paraId="04DF3A5E" w14:textId="77777777" w:rsidTr="008E4DC5">
        <w:trPr>
          <w:cantSplit/>
        </w:trPr>
        <w:tc>
          <w:tcPr>
            <w:tcW w:w="2602" w:type="dxa"/>
            <w:vAlign w:val="bottom"/>
          </w:tcPr>
          <w:p w14:paraId="518B69EF" w14:textId="77777777" w:rsidR="008E4DC5" w:rsidRPr="00163CA8" w:rsidRDefault="008E4DC5" w:rsidP="008E658E">
            <w:pPr>
              <w:tabs>
                <w:tab w:val="left" w:pos="100"/>
              </w:tabs>
              <w:ind w:left="100" w:hanging="100"/>
              <w:rPr>
                <w:sz w:val="21"/>
                <w:szCs w:val="21"/>
              </w:rPr>
            </w:pPr>
          </w:p>
        </w:tc>
        <w:tc>
          <w:tcPr>
            <w:tcW w:w="1088" w:type="dxa"/>
            <w:vAlign w:val="bottom"/>
          </w:tcPr>
          <w:p w14:paraId="6C6BD056"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7F245D43" w14:textId="77777777" w:rsidR="008E4DC5" w:rsidRPr="00163CA8" w:rsidRDefault="008E4DC5" w:rsidP="008E658E">
            <w:pPr>
              <w:rPr>
                <w:sz w:val="21"/>
                <w:szCs w:val="21"/>
              </w:rPr>
            </w:pPr>
          </w:p>
        </w:tc>
        <w:tc>
          <w:tcPr>
            <w:tcW w:w="990" w:type="dxa"/>
            <w:vAlign w:val="bottom"/>
          </w:tcPr>
          <w:p w14:paraId="311AD471"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6D54CBB0" w14:textId="77777777" w:rsidR="008E4DC5" w:rsidRPr="00163CA8" w:rsidRDefault="008E4DC5" w:rsidP="008E658E">
            <w:pPr>
              <w:rPr>
                <w:sz w:val="21"/>
                <w:szCs w:val="21"/>
              </w:rPr>
            </w:pPr>
          </w:p>
        </w:tc>
        <w:tc>
          <w:tcPr>
            <w:tcW w:w="990" w:type="dxa"/>
            <w:vAlign w:val="bottom"/>
          </w:tcPr>
          <w:p w14:paraId="69171A91" w14:textId="77777777" w:rsidR="008E4DC5" w:rsidRPr="00163CA8" w:rsidRDefault="008E4DC5" w:rsidP="00D359B2">
            <w:pPr>
              <w:jc w:val="right"/>
              <w:rPr>
                <w:sz w:val="21"/>
                <w:szCs w:val="21"/>
              </w:rPr>
            </w:pPr>
          </w:p>
        </w:tc>
        <w:tc>
          <w:tcPr>
            <w:tcW w:w="183" w:type="dxa"/>
            <w:vAlign w:val="bottom"/>
          </w:tcPr>
          <w:p w14:paraId="366321CA" w14:textId="77777777" w:rsidR="008E4DC5" w:rsidRPr="00163CA8" w:rsidRDefault="008E4DC5" w:rsidP="008E658E">
            <w:pPr>
              <w:pStyle w:val="acctfourfigures"/>
              <w:spacing w:line="240" w:lineRule="auto"/>
              <w:jc w:val="right"/>
              <w:rPr>
                <w:sz w:val="21"/>
                <w:szCs w:val="21"/>
              </w:rPr>
            </w:pPr>
          </w:p>
        </w:tc>
        <w:tc>
          <w:tcPr>
            <w:tcW w:w="713" w:type="dxa"/>
            <w:vAlign w:val="bottom"/>
          </w:tcPr>
          <w:p w14:paraId="1414188E"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p>
        </w:tc>
        <w:tc>
          <w:tcPr>
            <w:tcW w:w="274" w:type="dxa"/>
            <w:gridSpan w:val="2"/>
            <w:vAlign w:val="bottom"/>
          </w:tcPr>
          <w:p w14:paraId="61FEAEB7" w14:textId="77777777" w:rsidR="008E4DC5" w:rsidRPr="00163CA8" w:rsidRDefault="008E4DC5" w:rsidP="008E658E">
            <w:pPr>
              <w:rPr>
                <w:sz w:val="21"/>
                <w:szCs w:val="21"/>
              </w:rPr>
            </w:pPr>
          </w:p>
        </w:tc>
        <w:tc>
          <w:tcPr>
            <w:tcW w:w="900" w:type="dxa"/>
            <w:vAlign w:val="bottom"/>
          </w:tcPr>
          <w:p w14:paraId="028185FD" w14:textId="77777777" w:rsidR="008E4DC5" w:rsidRPr="00163CA8" w:rsidRDefault="008E4DC5" w:rsidP="00D359B2">
            <w:pPr>
              <w:jc w:val="right"/>
              <w:rPr>
                <w:sz w:val="21"/>
                <w:szCs w:val="21"/>
              </w:rPr>
            </w:pPr>
          </w:p>
        </w:tc>
        <w:tc>
          <w:tcPr>
            <w:tcW w:w="180" w:type="dxa"/>
            <w:vAlign w:val="bottom"/>
          </w:tcPr>
          <w:p w14:paraId="3DFDF6C7" w14:textId="77777777" w:rsidR="008E4DC5" w:rsidRPr="00163CA8" w:rsidRDefault="008E4DC5" w:rsidP="008E658E">
            <w:pPr>
              <w:rPr>
                <w:sz w:val="21"/>
                <w:szCs w:val="21"/>
              </w:rPr>
            </w:pPr>
          </w:p>
        </w:tc>
        <w:tc>
          <w:tcPr>
            <w:tcW w:w="900" w:type="dxa"/>
            <w:vAlign w:val="bottom"/>
          </w:tcPr>
          <w:p w14:paraId="52F10F27" w14:textId="77777777" w:rsidR="008E4DC5" w:rsidRPr="00163CA8" w:rsidRDefault="008E4DC5" w:rsidP="00D359B2">
            <w:pPr>
              <w:pStyle w:val="acctfourfigures"/>
              <w:tabs>
                <w:tab w:val="clear" w:pos="765"/>
                <w:tab w:val="decimal" w:pos="1642"/>
              </w:tabs>
              <w:spacing w:line="240" w:lineRule="atLeast"/>
              <w:ind w:right="282"/>
              <w:jc w:val="right"/>
              <w:rPr>
                <w:sz w:val="21"/>
                <w:szCs w:val="21"/>
              </w:rPr>
            </w:pPr>
          </w:p>
        </w:tc>
      </w:tr>
      <w:tr w:rsidR="005A7E7E" w:rsidRPr="00163CA8" w14:paraId="2F02A4CC" w14:textId="77777777" w:rsidTr="008E4DC5">
        <w:trPr>
          <w:cantSplit/>
        </w:trPr>
        <w:tc>
          <w:tcPr>
            <w:tcW w:w="2602" w:type="dxa"/>
            <w:vAlign w:val="bottom"/>
          </w:tcPr>
          <w:p w14:paraId="1A3F47F7" w14:textId="77777777" w:rsidR="005A7E7E" w:rsidRPr="00163CA8" w:rsidRDefault="005A7E7E" w:rsidP="008E658E">
            <w:pPr>
              <w:tabs>
                <w:tab w:val="left" w:pos="100"/>
              </w:tabs>
              <w:ind w:left="100" w:hanging="100"/>
              <w:rPr>
                <w:sz w:val="21"/>
                <w:szCs w:val="21"/>
              </w:rPr>
            </w:pPr>
          </w:p>
        </w:tc>
        <w:tc>
          <w:tcPr>
            <w:tcW w:w="1088" w:type="dxa"/>
            <w:vAlign w:val="bottom"/>
          </w:tcPr>
          <w:p w14:paraId="08B89398"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2C02DEEC" w14:textId="77777777" w:rsidR="005A7E7E" w:rsidRPr="00163CA8" w:rsidRDefault="005A7E7E" w:rsidP="008E658E">
            <w:pPr>
              <w:rPr>
                <w:sz w:val="21"/>
                <w:szCs w:val="21"/>
              </w:rPr>
            </w:pPr>
          </w:p>
        </w:tc>
        <w:tc>
          <w:tcPr>
            <w:tcW w:w="990" w:type="dxa"/>
            <w:vAlign w:val="bottom"/>
          </w:tcPr>
          <w:p w14:paraId="052EE020"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7258DDAD" w14:textId="77777777" w:rsidR="005A7E7E" w:rsidRPr="00163CA8" w:rsidRDefault="005A7E7E" w:rsidP="008E658E">
            <w:pPr>
              <w:rPr>
                <w:sz w:val="21"/>
                <w:szCs w:val="21"/>
              </w:rPr>
            </w:pPr>
          </w:p>
        </w:tc>
        <w:tc>
          <w:tcPr>
            <w:tcW w:w="990" w:type="dxa"/>
            <w:vAlign w:val="bottom"/>
          </w:tcPr>
          <w:p w14:paraId="563D1C93" w14:textId="77777777" w:rsidR="005A7E7E" w:rsidRPr="00163CA8" w:rsidRDefault="005A7E7E" w:rsidP="00D359B2">
            <w:pPr>
              <w:jc w:val="right"/>
              <w:rPr>
                <w:sz w:val="21"/>
                <w:szCs w:val="21"/>
              </w:rPr>
            </w:pPr>
          </w:p>
        </w:tc>
        <w:tc>
          <w:tcPr>
            <w:tcW w:w="183" w:type="dxa"/>
            <w:vAlign w:val="bottom"/>
          </w:tcPr>
          <w:p w14:paraId="017E0E72" w14:textId="77777777" w:rsidR="005A7E7E" w:rsidRPr="00163CA8" w:rsidRDefault="005A7E7E" w:rsidP="008E658E">
            <w:pPr>
              <w:pStyle w:val="acctfourfigures"/>
              <w:spacing w:line="240" w:lineRule="auto"/>
              <w:jc w:val="right"/>
              <w:rPr>
                <w:sz w:val="21"/>
                <w:szCs w:val="21"/>
              </w:rPr>
            </w:pPr>
          </w:p>
        </w:tc>
        <w:tc>
          <w:tcPr>
            <w:tcW w:w="713" w:type="dxa"/>
            <w:vAlign w:val="bottom"/>
          </w:tcPr>
          <w:p w14:paraId="5BFCD320"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c>
          <w:tcPr>
            <w:tcW w:w="274" w:type="dxa"/>
            <w:gridSpan w:val="2"/>
            <w:vAlign w:val="bottom"/>
          </w:tcPr>
          <w:p w14:paraId="0D3C56CF" w14:textId="77777777" w:rsidR="005A7E7E" w:rsidRPr="00163CA8" w:rsidRDefault="005A7E7E" w:rsidP="008E658E">
            <w:pPr>
              <w:rPr>
                <w:sz w:val="21"/>
                <w:szCs w:val="21"/>
              </w:rPr>
            </w:pPr>
          </w:p>
        </w:tc>
        <w:tc>
          <w:tcPr>
            <w:tcW w:w="900" w:type="dxa"/>
            <w:vAlign w:val="bottom"/>
          </w:tcPr>
          <w:p w14:paraId="5EDAFC85" w14:textId="77777777" w:rsidR="005A7E7E" w:rsidRPr="00163CA8" w:rsidRDefault="005A7E7E" w:rsidP="00D359B2">
            <w:pPr>
              <w:jc w:val="right"/>
              <w:rPr>
                <w:sz w:val="21"/>
                <w:szCs w:val="21"/>
              </w:rPr>
            </w:pPr>
          </w:p>
        </w:tc>
        <w:tc>
          <w:tcPr>
            <w:tcW w:w="180" w:type="dxa"/>
            <w:vAlign w:val="bottom"/>
          </w:tcPr>
          <w:p w14:paraId="1216526F" w14:textId="77777777" w:rsidR="005A7E7E" w:rsidRPr="00163CA8" w:rsidRDefault="005A7E7E" w:rsidP="008E658E">
            <w:pPr>
              <w:rPr>
                <w:sz w:val="21"/>
                <w:szCs w:val="21"/>
              </w:rPr>
            </w:pPr>
          </w:p>
        </w:tc>
        <w:tc>
          <w:tcPr>
            <w:tcW w:w="900" w:type="dxa"/>
            <w:vAlign w:val="bottom"/>
          </w:tcPr>
          <w:p w14:paraId="7D65372D"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r>
      <w:tr w:rsidR="005A7E7E" w:rsidRPr="00163CA8" w14:paraId="5A85F142" w14:textId="77777777" w:rsidTr="008E4DC5">
        <w:trPr>
          <w:cantSplit/>
        </w:trPr>
        <w:tc>
          <w:tcPr>
            <w:tcW w:w="2602" w:type="dxa"/>
            <w:vAlign w:val="bottom"/>
          </w:tcPr>
          <w:p w14:paraId="32DE59A1" w14:textId="77777777" w:rsidR="005A7E7E" w:rsidRPr="00163CA8" w:rsidRDefault="005A7E7E" w:rsidP="008E658E">
            <w:pPr>
              <w:tabs>
                <w:tab w:val="left" w:pos="100"/>
              </w:tabs>
              <w:ind w:left="100" w:hanging="100"/>
              <w:rPr>
                <w:sz w:val="21"/>
                <w:szCs w:val="21"/>
              </w:rPr>
            </w:pPr>
          </w:p>
        </w:tc>
        <w:tc>
          <w:tcPr>
            <w:tcW w:w="1088" w:type="dxa"/>
            <w:vAlign w:val="bottom"/>
          </w:tcPr>
          <w:p w14:paraId="172131A9"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6F7ACE66" w14:textId="77777777" w:rsidR="005A7E7E" w:rsidRPr="00163CA8" w:rsidRDefault="005A7E7E" w:rsidP="008E658E">
            <w:pPr>
              <w:rPr>
                <w:sz w:val="21"/>
                <w:szCs w:val="21"/>
              </w:rPr>
            </w:pPr>
          </w:p>
        </w:tc>
        <w:tc>
          <w:tcPr>
            <w:tcW w:w="990" w:type="dxa"/>
            <w:vAlign w:val="bottom"/>
          </w:tcPr>
          <w:p w14:paraId="554D0D20"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07FD5806" w14:textId="77777777" w:rsidR="005A7E7E" w:rsidRPr="00163CA8" w:rsidRDefault="005A7E7E" w:rsidP="008E658E">
            <w:pPr>
              <w:rPr>
                <w:sz w:val="21"/>
                <w:szCs w:val="21"/>
              </w:rPr>
            </w:pPr>
          </w:p>
        </w:tc>
        <w:tc>
          <w:tcPr>
            <w:tcW w:w="990" w:type="dxa"/>
            <w:vAlign w:val="bottom"/>
          </w:tcPr>
          <w:p w14:paraId="1D269807" w14:textId="77777777" w:rsidR="005A7E7E" w:rsidRPr="00163CA8" w:rsidRDefault="005A7E7E" w:rsidP="00D359B2">
            <w:pPr>
              <w:jc w:val="right"/>
              <w:rPr>
                <w:sz w:val="21"/>
                <w:szCs w:val="21"/>
              </w:rPr>
            </w:pPr>
          </w:p>
        </w:tc>
        <w:tc>
          <w:tcPr>
            <w:tcW w:w="183" w:type="dxa"/>
            <w:vAlign w:val="bottom"/>
          </w:tcPr>
          <w:p w14:paraId="6CA300B5" w14:textId="77777777" w:rsidR="005A7E7E" w:rsidRPr="00163CA8" w:rsidRDefault="005A7E7E" w:rsidP="008E658E">
            <w:pPr>
              <w:pStyle w:val="acctfourfigures"/>
              <w:spacing w:line="240" w:lineRule="auto"/>
              <w:jc w:val="right"/>
              <w:rPr>
                <w:sz w:val="21"/>
                <w:szCs w:val="21"/>
              </w:rPr>
            </w:pPr>
          </w:p>
        </w:tc>
        <w:tc>
          <w:tcPr>
            <w:tcW w:w="713" w:type="dxa"/>
            <w:vAlign w:val="bottom"/>
          </w:tcPr>
          <w:p w14:paraId="445F1A7D"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c>
          <w:tcPr>
            <w:tcW w:w="274" w:type="dxa"/>
            <w:gridSpan w:val="2"/>
            <w:vAlign w:val="bottom"/>
          </w:tcPr>
          <w:p w14:paraId="0F87F545" w14:textId="77777777" w:rsidR="005A7E7E" w:rsidRPr="00163CA8" w:rsidRDefault="005A7E7E" w:rsidP="008E658E">
            <w:pPr>
              <w:rPr>
                <w:sz w:val="21"/>
                <w:szCs w:val="21"/>
              </w:rPr>
            </w:pPr>
          </w:p>
        </w:tc>
        <w:tc>
          <w:tcPr>
            <w:tcW w:w="900" w:type="dxa"/>
            <w:vAlign w:val="bottom"/>
          </w:tcPr>
          <w:p w14:paraId="6DD912F5" w14:textId="77777777" w:rsidR="005A7E7E" w:rsidRPr="00163CA8" w:rsidRDefault="005A7E7E" w:rsidP="00D359B2">
            <w:pPr>
              <w:jc w:val="right"/>
              <w:rPr>
                <w:sz w:val="21"/>
                <w:szCs w:val="21"/>
              </w:rPr>
            </w:pPr>
          </w:p>
        </w:tc>
        <w:tc>
          <w:tcPr>
            <w:tcW w:w="180" w:type="dxa"/>
            <w:vAlign w:val="bottom"/>
          </w:tcPr>
          <w:p w14:paraId="3BB9385E" w14:textId="77777777" w:rsidR="005A7E7E" w:rsidRPr="00163CA8" w:rsidRDefault="005A7E7E" w:rsidP="008E658E">
            <w:pPr>
              <w:rPr>
                <w:sz w:val="21"/>
                <w:szCs w:val="21"/>
              </w:rPr>
            </w:pPr>
          </w:p>
        </w:tc>
        <w:tc>
          <w:tcPr>
            <w:tcW w:w="900" w:type="dxa"/>
            <w:vAlign w:val="bottom"/>
          </w:tcPr>
          <w:p w14:paraId="4BB42F43"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r>
      <w:tr w:rsidR="005A7E7E" w:rsidRPr="00163CA8" w14:paraId="5BB35AF9" w14:textId="77777777" w:rsidTr="008E4DC5">
        <w:trPr>
          <w:cantSplit/>
        </w:trPr>
        <w:tc>
          <w:tcPr>
            <w:tcW w:w="2602" w:type="dxa"/>
            <w:vAlign w:val="bottom"/>
          </w:tcPr>
          <w:p w14:paraId="0327461E" w14:textId="77777777" w:rsidR="005A7E7E" w:rsidRPr="00163CA8" w:rsidRDefault="005A7E7E" w:rsidP="008E658E">
            <w:pPr>
              <w:tabs>
                <w:tab w:val="left" w:pos="100"/>
              </w:tabs>
              <w:ind w:left="100" w:hanging="100"/>
              <w:rPr>
                <w:sz w:val="21"/>
                <w:szCs w:val="21"/>
              </w:rPr>
            </w:pPr>
          </w:p>
        </w:tc>
        <w:tc>
          <w:tcPr>
            <w:tcW w:w="1088" w:type="dxa"/>
            <w:vAlign w:val="bottom"/>
          </w:tcPr>
          <w:p w14:paraId="14B9B150"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32D3F753" w14:textId="77777777" w:rsidR="005A7E7E" w:rsidRPr="00163CA8" w:rsidRDefault="005A7E7E" w:rsidP="008E658E">
            <w:pPr>
              <w:rPr>
                <w:sz w:val="21"/>
                <w:szCs w:val="21"/>
              </w:rPr>
            </w:pPr>
          </w:p>
        </w:tc>
        <w:tc>
          <w:tcPr>
            <w:tcW w:w="990" w:type="dxa"/>
            <w:vAlign w:val="bottom"/>
          </w:tcPr>
          <w:p w14:paraId="08C3EA8C"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5F09A399" w14:textId="77777777" w:rsidR="005A7E7E" w:rsidRPr="00163CA8" w:rsidRDefault="005A7E7E" w:rsidP="008E658E">
            <w:pPr>
              <w:rPr>
                <w:sz w:val="21"/>
                <w:szCs w:val="21"/>
              </w:rPr>
            </w:pPr>
          </w:p>
        </w:tc>
        <w:tc>
          <w:tcPr>
            <w:tcW w:w="990" w:type="dxa"/>
            <w:vAlign w:val="bottom"/>
          </w:tcPr>
          <w:p w14:paraId="0FD5FAE7" w14:textId="77777777" w:rsidR="005A7E7E" w:rsidRPr="00163CA8" w:rsidRDefault="005A7E7E" w:rsidP="00D359B2">
            <w:pPr>
              <w:jc w:val="right"/>
              <w:rPr>
                <w:sz w:val="21"/>
                <w:szCs w:val="21"/>
              </w:rPr>
            </w:pPr>
          </w:p>
        </w:tc>
        <w:tc>
          <w:tcPr>
            <w:tcW w:w="183" w:type="dxa"/>
            <w:vAlign w:val="bottom"/>
          </w:tcPr>
          <w:p w14:paraId="1F072CFD" w14:textId="77777777" w:rsidR="005A7E7E" w:rsidRPr="00163CA8" w:rsidRDefault="005A7E7E" w:rsidP="008E658E">
            <w:pPr>
              <w:pStyle w:val="acctfourfigures"/>
              <w:spacing w:line="240" w:lineRule="auto"/>
              <w:jc w:val="right"/>
              <w:rPr>
                <w:sz w:val="21"/>
                <w:szCs w:val="21"/>
              </w:rPr>
            </w:pPr>
          </w:p>
        </w:tc>
        <w:tc>
          <w:tcPr>
            <w:tcW w:w="713" w:type="dxa"/>
            <w:vAlign w:val="bottom"/>
          </w:tcPr>
          <w:p w14:paraId="71559ACF"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c>
          <w:tcPr>
            <w:tcW w:w="274" w:type="dxa"/>
            <w:gridSpan w:val="2"/>
            <w:vAlign w:val="bottom"/>
          </w:tcPr>
          <w:p w14:paraId="7C20DA2D" w14:textId="77777777" w:rsidR="005A7E7E" w:rsidRPr="00163CA8" w:rsidRDefault="005A7E7E" w:rsidP="008E658E">
            <w:pPr>
              <w:rPr>
                <w:sz w:val="21"/>
                <w:szCs w:val="21"/>
              </w:rPr>
            </w:pPr>
          </w:p>
        </w:tc>
        <w:tc>
          <w:tcPr>
            <w:tcW w:w="900" w:type="dxa"/>
            <w:vAlign w:val="bottom"/>
          </w:tcPr>
          <w:p w14:paraId="135EEE9B" w14:textId="77777777" w:rsidR="005A7E7E" w:rsidRPr="00163CA8" w:rsidRDefault="005A7E7E" w:rsidP="00D359B2">
            <w:pPr>
              <w:jc w:val="right"/>
              <w:rPr>
                <w:sz w:val="21"/>
                <w:szCs w:val="21"/>
              </w:rPr>
            </w:pPr>
          </w:p>
        </w:tc>
        <w:tc>
          <w:tcPr>
            <w:tcW w:w="180" w:type="dxa"/>
            <w:vAlign w:val="bottom"/>
          </w:tcPr>
          <w:p w14:paraId="3BF46655" w14:textId="77777777" w:rsidR="005A7E7E" w:rsidRPr="00163CA8" w:rsidRDefault="005A7E7E" w:rsidP="008E658E">
            <w:pPr>
              <w:rPr>
                <w:sz w:val="21"/>
                <w:szCs w:val="21"/>
              </w:rPr>
            </w:pPr>
          </w:p>
        </w:tc>
        <w:tc>
          <w:tcPr>
            <w:tcW w:w="900" w:type="dxa"/>
            <w:vAlign w:val="bottom"/>
          </w:tcPr>
          <w:p w14:paraId="2A06A34C" w14:textId="77777777" w:rsidR="005A7E7E" w:rsidRPr="00163CA8" w:rsidRDefault="005A7E7E" w:rsidP="00D359B2">
            <w:pPr>
              <w:pStyle w:val="acctfourfigures"/>
              <w:tabs>
                <w:tab w:val="clear" w:pos="765"/>
                <w:tab w:val="decimal" w:pos="1642"/>
              </w:tabs>
              <w:spacing w:line="240" w:lineRule="atLeast"/>
              <w:ind w:right="282"/>
              <w:jc w:val="right"/>
              <w:rPr>
                <w:sz w:val="21"/>
                <w:szCs w:val="21"/>
              </w:rPr>
            </w:pPr>
          </w:p>
        </w:tc>
      </w:tr>
      <w:tr w:rsidR="000D654A" w:rsidRPr="00163CA8" w14:paraId="733F6E29" w14:textId="77777777" w:rsidTr="008E4DC5">
        <w:trPr>
          <w:cantSplit/>
        </w:trPr>
        <w:tc>
          <w:tcPr>
            <w:tcW w:w="2602" w:type="dxa"/>
            <w:vAlign w:val="bottom"/>
          </w:tcPr>
          <w:p w14:paraId="0796C128" w14:textId="02DE6AEA" w:rsidR="000D654A" w:rsidRPr="00163CA8" w:rsidRDefault="000D654A" w:rsidP="008E658E">
            <w:pPr>
              <w:tabs>
                <w:tab w:val="left" w:pos="100"/>
              </w:tabs>
              <w:ind w:left="100" w:hanging="100"/>
              <w:rPr>
                <w:b/>
                <w:bCs/>
                <w:i/>
                <w:iCs/>
                <w:sz w:val="21"/>
                <w:szCs w:val="21"/>
              </w:rPr>
            </w:pPr>
            <w:r w:rsidRPr="00163CA8">
              <w:rPr>
                <w:b/>
                <w:bCs/>
                <w:i/>
                <w:iCs/>
                <w:sz w:val="21"/>
                <w:szCs w:val="21"/>
              </w:rPr>
              <w:lastRenderedPageBreak/>
              <w:t>At 31 December 2020</w:t>
            </w:r>
          </w:p>
        </w:tc>
        <w:tc>
          <w:tcPr>
            <w:tcW w:w="1088" w:type="dxa"/>
            <w:vAlign w:val="bottom"/>
          </w:tcPr>
          <w:p w14:paraId="3D7CD680" w14:textId="77777777" w:rsidR="000D654A" w:rsidRPr="00163CA8" w:rsidRDefault="000D654A"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793DC476" w14:textId="77777777" w:rsidR="000D654A" w:rsidRPr="00163CA8" w:rsidRDefault="000D654A" w:rsidP="008E658E">
            <w:pPr>
              <w:rPr>
                <w:sz w:val="21"/>
                <w:szCs w:val="21"/>
              </w:rPr>
            </w:pPr>
          </w:p>
        </w:tc>
        <w:tc>
          <w:tcPr>
            <w:tcW w:w="990" w:type="dxa"/>
            <w:vAlign w:val="bottom"/>
          </w:tcPr>
          <w:p w14:paraId="51A6EC82" w14:textId="77777777" w:rsidR="000D654A" w:rsidRPr="00163CA8" w:rsidRDefault="000D654A" w:rsidP="00D359B2">
            <w:pPr>
              <w:pStyle w:val="acctfourfigures"/>
              <w:tabs>
                <w:tab w:val="clear" w:pos="765"/>
                <w:tab w:val="decimal" w:pos="1642"/>
              </w:tabs>
              <w:spacing w:line="240" w:lineRule="atLeast"/>
              <w:ind w:right="282"/>
              <w:jc w:val="right"/>
              <w:rPr>
                <w:sz w:val="21"/>
                <w:szCs w:val="21"/>
              </w:rPr>
            </w:pPr>
          </w:p>
        </w:tc>
        <w:tc>
          <w:tcPr>
            <w:tcW w:w="180" w:type="dxa"/>
            <w:vAlign w:val="bottom"/>
          </w:tcPr>
          <w:p w14:paraId="0BCC2AFF" w14:textId="77777777" w:rsidR="000D654A" w:rsidRPr="00163CA8" w:rsidRDefault="000D654A" w:rsidP="008E658E">
            <w:pPr>
              <w:rPr>
                <w:sz w:val="21"/>
                <w:szCs w:val="21"/>
              </w:rPr>
            </w:pPr>
          </w:p>
        </w:tc>
        <w:tc>
          <w:tcPr>
            <w:tcW w:w="990" w:type="dxa"/>
            <w:vAlign w:val="bottom"/>
          </w:tcPr>
          <w:p w14:paraId="329A1E1A" w14:textId="77777777" w:rsidR="000D654A" w:rsidRPr="00163CA8" w:rsidRDefault="000D654A" w:rsidP="00D359B2">
            <w:pPr>
              <w:jc w:val="right"/>
              <w:rPr>
                <w:sz w:val="21"/>
                <w:szCs w:val="21"/>
              </w:rPr>
            </w:pPr>
          </w:p>
        </w:tc>
        <w:tc>
          <w:tcPr>
            <w:tcW w:w="183" w:type="dxa"/>
            <w:vAlign w:val="bottom"/>
          </w:tcPr>
          <w:p w14:paraId="5D819E64" w14:textId="77777777" w:rsidR="000D654A" w:rsidRPr="00163CA8" w:rsidRDefault="000D654A" w:rsidP="008E658E">
            <w:pPr>
              <w:pStyle w:val="acctfourfigures"/>
              <w:spacing w:line="240" w:lineRule="auto"/>
              <w:jc w:val="right"/>
              <w:rPr>
                <w:sz w:val="21"/>
                <w:szCs w:val="21"/>
              </w:rPr>
            </w:pPr>
          </w:p>
        </w:tc>
        <w:tc>
          <w:tcPr>
            <w:tcW w:w="713" w:type="dxa"/>
            <w:vAlign w:val="bottom"/>
          </w:tcPr>
          <w:p w14:paraId="50A63F17" w14:textId="77777777" w:rsidR="000D654A" w:rsidRPr="00163CA8" w:rsidRDefault="000D654A" w:rsidP="00D359B2">
            <w:pPr>
              <w:pStyle w:val="acctfourfigures"/>
              <w:tabs>
                <w:tab w:val="clear" w:pos="765"/>
                <w:tab w:val="decimal" w:pos="1642"/>
              </w:tabs>
              <w:spacing w:line="240" w:lineRule="atLeast"/>
              <w:ind w:right="282"/>
              <w:jc w:val="right"/>
              <w:rPr>
                <w:sz w:val="21"/>
                <w:szCs w:val="21"/>
              </w:rPr>
            </w:pPr>
          </w:p>
        </w:tc>
        <w:tc>
          <w:tcPr>
            <w:tcW w:w="274" w:type="dxa"/>
            <w:gridSpan w:val="2"/>
            <w:vAlign w:val="bottom"/>
          </w:tcPr>
          <w:p w14:paraId="14CF2A41" w14:textId="77777777" w:rsidR="000D654A" w:rsidRPr="00163CA8" w:rsidRDefault="000D654A" w:rsidP="008E658E">
            <w:pPr>
              <w:rPr>
                <w:sz w:val="21"/>
                <w:szCs w:val="21"/>
              </w:rPr>
            </w:pPr>
          </w:p>
        </w:tc>
        <w:tc>
          <w:tcPr>
            <w:tcW w:w="900" w:type="dxa"/>
            <w:vAlign w:val="bottom"/>
          </w:tcPr>
          <w:p w14:paraId="6A94AB5E" w14:textId="77777777" w:rsidR="000D654A" w:rsidRPr="00163CA8" w:rsidRDefault="000D654A" w:rsidP="00D359B2">
            <w:pPr>
              <w:jc w:val="right"/>
              <w:rPr>
                <w:sz w:val="21"/>
                <w:szCs w:val="21"/>
              </w:rPr>
            </w:pPr>
          </w:p>
        </w:tc>
        <w:tc>
          <w:tcPr>
            <w:tcW w:w="180" w:type="dxa"/>
            <w:vAlign w:val="bottom"/>
          </w:tcPr>
          <w:p w14:paraId="647F3859" w14:textId="77777777" w:rsidR="000D654A" w:rsidRPr="00163CA8" w:rsidRDefault="000D654A" w:rsidP="008E658E">
            <w:pPr>
              <w:rPr>
                <w:sz w:val="21"/>
                <w:szCs w:val="21"/>
              </w:rPr>
            </w:pPr>
          </w:p>
        </w:tc>
        <w:tc>
          <w:tcPr>
            <w:tcW w:w="900" w:type="dxa"/>
            <w:vAlign w:val="bottom"/>
          </w:tcPr>
          <w:p w14:paraId="7FA18A31" w14:textId="77777777" w:rsidR="000D654A" w:rsidRPr="00163CA8" w:rsidRDefault="000D654A" w:rsidP="00D359B2">
            <w:pPr>
              <w:pStyle w:val="acctfourfigures"/>
              <w:tabs>
                <w:tab w:val="clear" w:pos="765"/>
                <w:tab w:val="decimal" w:pos="1642"/>
              </w:tabs>
              <w:spacing w:line="240" w:lineRule="atLeast"/>
              <w:ind w:right="282"/>
              <w:jc w:val="right"/>
              <w:rPr>
                <w:sz w:val="21"/>
                <w:szCs w:val="21"/>
              </w:rPr>
            </w:pPr>
          </w:p>
        </w:tc>
      </w:tr>
      <w:tr w:rsidR="000D654A" w:rsidRPr="00163CA8" w14:paraId="64B09685" w14:textId="77777777" w:rsidTr="004E3AE7">
        <w:trPr>
          <w:cantSplit/>
        </w:trPr>
        <w:tc>
          <w:tcPr>
            <w:tcW w:w="2602" w:type="dxa"/>
          </w:tcPr>
          <w:p w14:paraId="39B9CB8B" w14:textId="20FD819C" w:rsidR="000D654A" w:rsidRPr="00163CA8" w:rsidRDefault="005A7E7E" w:rsidP="000D654A">
            <w:pPr>
              <w:tabs>
                <w:tab w:val="left" w:pos="100"/>
              </w:tabs>
              <w:ind w:left="100" w:hanging="100"/>
              <w:rPr>
                <w:sz w:val="21"/>
                <w:szCs w:val="21"/>
              </w:rPr>
            </w:pPr>
            <w:r>
              <w:rPr>
                <w:b/>
                <w:bCs/>
                <w:i/>
                <w:iCs/>
                <w:sz w:val="21"/>
                <w:szCs w:val="21"/>
              </w:rPr>
              <w:t>A</w:t>
            </w:r>
            <w:r w:rsidR="000D654A" w:rsidRPr="00163CA8">
              <w:rPr>
                <w:b/>
                <w:bCs/>
                <w:i/>
                <w:iCs/>
                <w:sz w:val="21"/>
                <w:szCs w:val="21"/>
              </w:rPr>
              <w:t>ssets</w:t>
            </w:r>
          </w:p>
        </w:tc>
        <w:tc>
          <w:tcPr>
            <w:tcW w:w="1088" w:type="dxa"/>
            <w:vAlign w:val="bottom"/>
          </w:tcPr>
          <w:p w14:paraId="27C26A44"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c>
          <w:tcPr>
            <w:tcW w:w="180" w:type="dxa"/>
            <w:vAlign w:val="bottom"/>
          </w:tcPr>
          <w:p w14:paraId="68737337" w14:textId="77777777" w:rsidR="000D654A" w:rsidRPr="00163CA8" w:rsidRDefault="000D654A" w:rsidP="000D654A">
            <w:pPr>
              <w:rPr>
                <w:sz w:val="21"/>
                <w:szCs w:val="21"/>
              </w:rPr>
            </w:pPr>
          </w:p>
        </w:tc>
        <w:tc>
          <w:tcPr>
            <w:tcW w:w="990" w:type="dxa"/>
            <w:vAlign w:val="bottom"/>
          </w:tcPr>
          <w:p w14:paraId="3017EDE2"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c>
          <w:tcPr>
            <w:tcW w:w="180" w:type="dxa"/>
            <w:vAlign w:val="bottom"/>
          </w:tcPr>
          <w:p w14:paraId="210DB5F8" w14:textId="77777777" w:rsidR="000D654A" w:rsidRPr="00163CA8" w:rsidRDefault="000D654A" w:rsidP="000D654A">
            <w:pPr>
              <w:rPr>
                <w:sz w:val="21"/>
                <w:szCs w:val="21"/>
              </w:rPr>
            </w:pPr>
          </w:p>
        </w:tc>
        <w:tc>
          <w:tcPr>
            <w:tcW w:w="990" w:type="dxa"/>
            <w:vAlign w:val="bottom"/>
          </w:tcPr>
          <w:p w14:paraId="260AADC8" w14:textId="77777777" w:rsidR="000D654A" w:rsidRPr="00163CA8" w:rsidRDefault="000D654A" w:rsidP="000D654A">
            <w:pPr>
              <w:jc w:val="right"/>
              <w:rPr>
                <w:sz w:val="21"/>
                <w:szCs w:val="21"/>
              </w:rPr>
            </w:pPr>
          </w:p>
        </w:tc>
        <w:tc>
          <w:tcPr>
            <w:tcW w:w="183" w:type="dxa"/>
            <w:vAlign w:val="bottom"/>
          </w:tcPr>
          <w:p w14:paraId="02B99E76" w14:textId="77777777" w:rsidR="000D654A" w:rsidRPr="00163CA8" w:rsidRDefault="000D654A" w:rsidP="000D654A">
            <w:pPr>
              <w:pStyle w:val="acctfourfigures"/>
              <w:spacing w:line="240" w:lineRule="auto"/>
              <w:jc w:val="right"/>
              <w:rPr>
                <w:sz w:val="21"/>
                <w:szCs w:val="21"/>
              </w:rPr>
            </w:pPr>
          </w:p>
        </w:tc>
        <w:tc>
          <w:tcPr>
            <w:tcW w:w="713" w:type="dxa"/>
            <w:vAlign w:val="bottom"/>
          </w:tcPr>
          <w:p w14:paraId="2600CF50"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c>
          <w:tcPr>
            <w:tcW w:w="274" w:type="dxa"/>
            <w:gridSpan w:val="2"/>
            <w:vAlign w:val="bottom"/>
          </w:tcPr>
          <w:p w14:paraId="081DFD9F" w14:textId="77777777" w:rsidR="000D654A" w:rsidRPr="00163CA8" w:rsidRDefault="000D654A" w:rsidP="000D654A">
            <w:pPr>
              <w:rPr>
                <w:sz w:val="21"/>
                <w:szCs w:val="21"/>
              </w:rPr>
            </w:pPr>
          </w:p>
        </w:tc>
        <w:tc>
          <w:tcPr>
            <w:tcW w:w="900" w:type="dxa"/>
            <w:vAlign w:val="bottom"/>
          </w:tcPr>
          <w:p w14:paraId="019760CE" w14:textId="77777777" w:rsidR="000D654A" w:rsidRPr="00163CA8" w:rsidRDefault="000D654A" w:rsidP="000D654A">
            <w:pPr>
              <w:jc w:val="right"/>
              <w:rPr>
                <w:sz w:val="21"/>
                <w:szCs w:val="21"/>
              </w:rPr>
            </w:pPr>
          </w:p>
        </w:tc>
        <w:tc>
          <w:tcPr>
            <w:tcW w:w="180" w:type="dxa"/>
            <w:vAlign w:val="bottom"/>
          </w:tcPr>
          <w:p w14:paraId="2769807A" w14:textId="77777777" w:rsidR="000D654A" w:rsidRPr="00163CA8" w:rsidRDefault="000D654A" w:rsidP="000D654A">
            <w:pPr>
              <w:rPr>
                <w:sz w:val="21"/>
                <w:szCs w:val="21"/>
              </w:rPr>
            </w:pPr>
          </w:p>
        </w:tc>
        <w:tc>
          <w:tcPr>
            <w:tcW w:w="900" w:type="dxa"/>
            <w:vAlign w:val="bottom"/>
          </w:tcPr>
          <w:p w14:paraId="1572804C"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r>
      <w:tr w:rsidR="000D654A" w:rsidRPr="00163CA8" w14:paraId="6EFDBFC0" w14:textId="77777777" w:rsidTr="004E3AE7">
        <w:trPr>
          <w:cantSplit/>
        </w:trPr>
        <w:tc>
          <w:tcPr>
            <w:tcW w:w="2602" w:type="dxa"/>
          </w:tcPr>
          <w:p w14:paraId="1C1C3F95" w14:textId="4FF73149" w:rsidR="000D654A" w:rsidRPr="00163CA8" w:rsidRDefault="000D654A" w:rsidP="000D654A">
            <w:pPr>
              <w:tabs>
                <w:tab w:val="left" w:pos="100"/>
              </w:tabs>
              <w:ind w:left="100" w:hanging="100"/>
              <w:rPr>
                <w:sz w:val="21"/>
                <w:szCs w:val="21"/>
              </w:rPr>
            </w:pPr>
            <w:r w:rsidRPr="00163CA8">
              <w:rPr>
                <w:sz w:val="21"/>
                <w:szCs w:val="21"/>
              </w:rPr>
              <w:t>Other current financial assets - investments in debt securities</w:t>
            </w:r>
          </w:p>
        </w:tc>
        <w:tc>
          <w:tcPr>
            <w:tcW w:w="1088" w:type="dxa"/>
            <w:vAlign w:val="bottom"/>
          </w:tcPr>
          <w:p w14:paraId="02BFF5B3" w14:textId="592A9004" w:rsidR="000D654A" w:rsidRPr="00163CA8" w:rsidRDefault="000D654A" w:rsidP="00163CA8">
            <w:pPr>
              <w:jc w:val="right"/>
              <w:rPr>
                <w:sz w:val="21"/>
                <w:szCs w:val="21"/>
              </w:rPr>
            </w:pPr>
            <w:r w:rsidRPr="00163CA8">
              <w:rPr>
                <w:sz w:val="21"/>
                <w:szCs w:val="21"/>
              </w:rPr>
              <w:t>40</w:t>
            </w:r>
          </w:p>
        </w:tc>
        <w:tc>
          <w:tcPr>
            <w:tcW w:w="180" w:type="dxa"/>
            <w:vAlign w:val="bottom"/>
          </w:tcPr>
          <w:p w14:paraId="19417AD8" w14:textId="77777777" w:rsidR="000D654A" w:rsidRPr="00163CA8" w:rsidRDefault="000D654A" w:rsidP="000D654A">
            <w:pPr>
              <w:rPr>
                <w:sz w:val="21"/>
                <w:szCs w:val="21"/>
              </w:rPr>
            </w:pPr>
          </w:p>
        </w:tc>
        <w:tc>
          <w:tcPr>
            <w:tcW w:w="990" w:type="dxa"/>
            <w:vAlign w:val="bottom"/>
          </w:tcPr>
          <w:p w14:paraId="00126766" w14:textId="50E3C2C4"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5D155DA3" w14:textId="77777777" w:rsidR="000D654A" w:rsidRPr="00163CA8" w:rsidRDefault="000D654A" w:rsidP="000D654A">
            <w:pPr>
              <w:rPr>
                <w:sz w:val="21"/>
                <w:szCs w:val="21"/>
              </w:rPr>
            </w:pPr>
          </w:p>
        </w:tc>
        <w:tc>
          <w:tcPr>
            <w:tcW w:w="990" w:type="dxa"/>
            <w:vAlign w:val="bottom"/>
          </w:tcPr>
          <w:p w14:paraId="17B62F27" w14:textId="2560EE0B" w:rsidR="000D654A" w:rsidRPr="00163CA8" w:rsidRDefault="000D654A" w:rsidP="00B62221">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433BB2BA" w14:textId="77777777" w:rsidR="000D654A" w:rsidRPr="00163CA8" w:rsidRDefault="000D654A" w:rsidP="000D654A">
            <w:pPr>
              <w:pStyle w:val="acctfourfigures"/>
              <w:spacing w:line="240" w:lineRule="auto"/>
              <w:jc w:val="right"/>
              <w:rPr>
                <w:sz w:val="21"/>
                <w:szCs w:val="21"/>
              </w:rPr>
            </w:pPr>
          </w:p>
        </w:tc>
        <w:tc>
          <w:tcPr>
            <w:tcW w:w="713" w:type="dxa"/>
            <w:vAlign w:val="bottom"/>
          </w:tcPr>
          <w:p w14:paraId="64444EF4" w14:textId="27DF5C87"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274" w:type="dxa"/>
            <w:gridSpan w:val="2"/>
            <w:vAlign w:val="bottom"/>
          </w:tcPr>
          <w:p w14:paraId="2B95C820" w14:textId="77777777" w:rsidR="000D654A" w:rsidRPr="00163CA8" w:rsidRDefault="000D654A" w:rsidP="000D654A">
            <w:pPr>
              <w:rPr>
                <w:sz w:val="21"/>
                <w:szCs w:val="21"/>
              </w:rPr>
            </w:pPr>
          </w:p>
        </w:tc>
        <w:tc>
          <w:tcPr>
            <w:tcW w:w="900" w:type="dxa"/>
            <w:vAlign w:val="bottom"/>
          </w:tcPr>
          <w:p w14:paraId="2C2B332A" w14:textId="4FC50C47" w:rsidR="000D654A" w:rsidRPr="00163CA8" w:rsidRDefault="000D654A" w:rsidP="000D654A">
            <w:pPr>
              <w:jc w:val="right"/>
              <w:rPr>
                <w:sz w:val="21"/>
                <w:szCs w:val="21"/>
              </w:rPr>
            </w:pPr>
            <w:r w:rsidRPr="00163CA8">
              <w:rPr>
                <w:sz w:val="21"/>
                <w:szCs w:val="21"/>
              </w:rPr>
              <w:t>40</w:t>
            </w:r>
          </w:p>
        </w:tc>
        <w:tc>
          <w:tcPr>
            <w:tcW w:w="180" w:type="dxa"/>
            <w:vAlign w:val="bottom"/>
          </w:tcPr>
          <w:p w14:paraId="1056AD4D" w14:textId="77777777" w:rsidR="000D654A" w:rsidRPr="00163CA8" w:rsidRDefault="000D654A" w:rsidP="000D654A">
            <w:pPr>
              <w:rPr>
                <w:sz w:val="21"/>
                <w:szCs w:val="21"/>
              </w:rPr>
            </w:pPr>
          </w:p>
        </w:tc>
        <w:tc>
          <w:tcPr>
            <w:tcW w:w="900" w:type="dxa"/>
            <w:vAlign w:val="bottom"/>
          </w:tcPr>
          <w:p w14:paraId="68430AAF" w14:textId="5574E997"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r>
      <w:tr w:rsidR="000D654A" w:rsidRPr="00163CA8" w14:paraId="6AA3F53B" w14:textId="77777777" w:rsidTr="004E3AE7">
        <w:trPr>
          <w:cantSplit/>
        </w:trPr>
        <w:tc>
          <w:tcPr>
            <w:tcW w:w="2602" w:type="dxa"/>
          </w:tcPr>
          <w:p w14:paraId="5631820E" w14:textId="3EED72A5" w:rsidR="000D654A" w:rsidRPr="00163CA8" w:rsidRDefault="000D654A" w:rsidP="000D654A">
            <w:pPr>
              <w:tabs>
                <w:tab w:val="left" w:pos="100"/>
              </w:tabs>
              <w:ind w:left="100" w:hanging="100"/>
              <w:rPr>
                <w:sz w:val="21"/>
                <w:szCs w:val="21"/>
              </w:rPr>
            </w:pPr>
            <w:r w:rsidRPr="00163CA8">
              <w:rPr>
                <w:sz w:val="21"/>
                <w:szCs w:val="21"/>
              </w:rPr>
              <w:t>Investment properties</w:t>
            </w:r>
          </w:p>
        </w:tc>
        <w:tc>
          <w:tcPr>
            <w:tcW w:w="1088" w:type="dxa"/>
            <w:vAlign w:val="bottom"/>
          </w:tcPr>
          <w:p w14:paraId="44572A01" w14:textId="36540859" w:rsidR="000D654A" w:rsidRPr="00163CA8" w:rsidRDefault="000D654A" w:rsidP="00163CA8">
            <w:pPr>
              <w:jc w:val="right"/>
              <w:rPr>
                <w:sz w:val="21"/>
                <w:szCs w:val="21"/>
              </w:rPr>
            </w:pPr>
            <w:r w:rsidRPr="00163CA8">
              <w:rPr>
                <w:sz w:val="21"/>
                <w:szCs w:val="21"/>
              </w:rPr>
              <w:t>10,364</w:t>
            </w:r>
          </w:p>
        </w:tc>
        <w:tc>
          <w:tcPr>
            <w:tcW w:w="180" w:type="dxa"/>
            <w:vAlign w:val="bottom"/>
          </w:tcPr>
          <w:p w14:paraId="5EF336D0" w14:textId="77777777" w:rsidR="000D654A" w:rsidRPr="00163CA8" w:rsidRDefault="000D654A" w:rsidP="000D654A">
            <w:pPr>
              <w:rPr>
                <w:sz w:val="21"/>
                <w:szCs w:val="21"/>
              </w:rPr>
            </w:pPr>
          </w:p>
        </w:tc>
        <w:tc>
          <w:tcPr>
            <w:tcW w:w="990" w:type="dxa"/>
            <w:vAlign w:val="bottom"/>
          </w:tcPr>
          <w:p w14:paraId="338AAA39" w14:textId="50D10118"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69B10C52" w14:textId="77777777" w:rsidR="000D654A" w:rsidRPr="00163CA8" w:rsidRDefault="000D654A" w:rsidP="000D654A">
            <w:pPr>
              <w:rPr>
                <w:sz w:val="21"/>
                <w:szCs w:val="21"/>
              </w:rPr>
            </w:pPr>
          </w:p>
        </w:tc>
        <w:tc>
          <w:tcPr>
            <w:tcW w:w="990" w:type="dxa"/>
            <w:vAlign w:val="bottom"/>
          </w:tcPr>
          <w:p w14:paraId="483287CC" w14:textId="7D23C97C" w:rsidR="000D654A" w:rsidRPr="00163CA8" w:rsidRDefault="000D654A" w:rsidP="00B62221">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3" w:type="dxa"/>
            <w:vAlign w:val="bottom"/>
          </w:tcPr>
          <w:p w14:paraId="55906710" w14:textId="77777777" w:rsidR="000D654A" w:rsidRPr="00163CA8" w:rsidRDefault="000D654A" w:rsidP="000D654A">
            <w:pPr>
              <w:pStyle w:val="acctfourfigures"/>
              <w:spacing w:line="240" w:lineRule="auto"/>
              <w:jc w:val="right"/>
              <w:rPr>
                <w:sz w:val="21"/>
                <w:szCs w:val="21"/>
              </w:rPr>
            </w:pPr>
          </w:p>
        </w:tc>
        <w:tc>
          <w:tcPr>
            <w:tcW w:w="713" w:type="dxa"/>
            <w:vAlign w:val="bottom"/>
          </w:tcPr>
          <w:p w14:paraId="1FCEB55E" w14:textId="0F2A9ACA"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274" w:type="dxa"/>
            <w:gridSpan w:val="2"/>
            <w:vAlign w:val="bottom"/>
          </w:tcPr>
          <w:p w14:paraId="5810A7D8" w14:textId="77777777" w:rsidR="000D654A" w:rsidRPr="00163CA8" w:rsidRDefault="000D654A" w:rsidP="000D654A">
            <w:pPr>
              <w:rPr>
                <w:sz w:val="21"/>
                <w:szCs w:val="21"/>
              </w:rPr>
            </w:pPr>
          </w:p>
        </w:tc>
        <w:tc>
          <w:tcPr>
            <w:tcW w:w="900" w:type="dxa"/>
            <w:vAlign w:val="bottom"/>
          </w:tcPr>
          <w:p w14:paraId="1203FB5D" w14:textId="013231FB" w:rsidR="000D654A" w:rsidRPr="00163CA8" w:rsidRDefault="000D654A" w:rsidP="00B62221">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3DCED5DC" w14:textId="77777777" w:rsidR="000D654A" w:rsidRPr="00163CA8" w:rsidRDefault="000D654A" w:rsidP="000D654A">
            <w:pPr>
              <w:rPr>
                <w:sz w:val="21"/>
                <w:szCs w:val="21"/>
              </w:rPr>
            </w:pPr>
          </w:p>
        </w:tc>
        <w:tc>
          <w:tcPr>
            <w:tcW w:w="900" w:type="dxa"/>
            <w:vAlign w:val="bottom"/>
          </w:tcPr>
          <w:p w14:paraId="42EF1FCE" w14:textId="7DB421C7" w:rsidR="000D654A" w:rsidRPr="00163CA8" w:rsidRDefault="000D654A" w:rsidP="000D654A">
            <w:pPr>
              <w:pStyle w:val="acctfourfigures"/>
              <w:tabs>
                <w:tab w:val="clear" w:pos="765"/>
                <w:tab w:val="decimal" w:pos="1642"/>
              </w:tabs>
              <w:spacing w:line="240" w:lineRule="atLeast"/>
              <w:ind w:right="99"/>
              <w:jc w:val="right"/>
              <w:rPr>
                <w:sz w:val="21"/>
                <w:szCs w:val="21"/>
              </w:rPr>
            </w:pPr>
            <w:r w:rsidRPr="00163CA8">
              <w:rPr>
                <w:sz w:val="21"/>
                <w:szCs w:val="21"/>
              </w:rPr>
              <w:t>10,364</w:t>
            </w:r>
          </w:p>
        </w:tc>
      </w:tr>
      <w:tr w:rsidR="000D654A" w:rsidRPr="00163CA8" w14:paraId="11377D46" w14:textId="77777777" w:rsidTr="004E3AE7">
        <w:trPr>
          <w:cantSplit/>
        </w:trPr>
        <w:tc>
          <w:tcPr>
            <w:tcW w:w="2602" w:type="dxa"/>
          </w:tcPr>
          <w:p w14:paraId="10F4BDA3" w14:textId="77777777" w:rsidR="000D654A" w:rsidRPr="00163CA8" w:rsidRDefault="000D654A" w:rsidP="000D654A">
            <w:pPr>
              <w:tabs>
                <w:tab w:val="left" w:pos="100"/>
              </w:tabs>
              <w:ind w:left="100" w:hanging="100"/>
              <w:rPr>
                <w:sz w:val="21"/>
                <w:szCs w:val="21"/>
              </w:rPr>
            </w:pPr>
          </w:p>
        </w:tc>
        <w:tc>
          <w:tcPr>
            <w:tcW w:w="1088" w:type="dxa"/>
            <w:vAlign w:val="bottom"/>
          </w:tcPr>
          <w:p w14:paraId="181BCA4B"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c>
          <w:tcPr>
            <w:tcW w:w="180" w:type="dxa"/>
            <w:vAlign w:val="bottom"/>
          </w:tcPr>
          <w:p w14:paraId="7D2C5BEF" w14:textId="77777777" w:rsidR="000D654A" w:rsidRPr="00163CA8" w:rsidRDefault="000D654A" w:rsidP="000D654A">
            <w:pPr>
              <w:rPr>
                <w:sz w:val="21"/>
                <w:szCs w:val="21"/>
              </w:rPr>
            </w:pPr>
          </w:p>
        </w:tc>
        <w:tc>
          <w:tcPr>
            <w:tcW w:w="990" w:type="dxa"/>
            <w:vAlign w:val="bottom"/>
          </w:tcPr>
          <w:p w14:paraId="29CFE4F9"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c>
          <w:tcPr>
            <w:tcW w:w="180" w:type="dxa"/>
            <w:vAlign w:val="bottom"/>
          </w:tcPr>
          <w:p w14:paraId="278FF5C2" w14:textId="77777777" w:rsidR="000D654A" w:rsidRPr="00163CA8" w:rsidRDefault="000D654A" w:rsidP="000D654A">
            <w:pPr>
              <w:rPr>
                <w:sz w:val="21"/>
                <w:szCs w:val="21"/>
              </w:rPr>
            </w:pPr>
          </w:p>
        </w:tc>
        <w:tc>
          <w:tcPr>
            <w:tcW w:w="990" w:type="dxa"/>
            <w:vAlign w:val="bottom"/>
          </w:tcPr>
          <w:p w14:paraId="58D3CA06" w14:textId="77777777" w:rsidR="000D654A" w:rsidRPr="00163CA8" w:rsidRDefault="000D654A" w:rsidP="000D654A">
            <w:pPr>
              <w:jc w:val="right"/>
              <w:rPr>
                <w:sz w:val="21"/>
                <w:szCs w:val="21"/>
              </w:rPr>
            </w:pPr>
          </w:p>
        </w:tc>
        <w:tc>
          <w:tcPr>
            <w:tcW w:w="183" w:type="dxa"/>
            <w:vAlign w:val="bottom"/>
          </w:tcPr>
          <w:p w14:paraId="4FFA2B02" w14:textId="77777777" w:rsidR="000D654A" w:rsidRPr="00163CA8" w:rsidRDefault="000D654A" w:rsidP="000D654A">
            <w:pPr>
              <w:pStyle w:val="acctfourfigures"/>
              <w:spacing w:line="240" w:lineRule="auto"/>
              <w:jc w:val="right"/>
              <w:rPr>
                <w:sz w:val="21"/>
                <w:szCs w:val="21"/>
              </w:rPr>
            </w:pPr>
          </w:p>
        </w:tc>
        <w:tc>
          <w:tcPr>
            <w:tcW w:w="713" w:type="dxa"/>
            <w:vAlign w:val="bottom"/>
          </w:tcPr>
          <w:p w14:paraId="4B50DBF8"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c>
          <w:tcPr>
            <w:tcW w:w="274" w:type="dxa"/>
            <w:gridSpan w:val="2"/>
            <w:vAlign w:val="bottom"/>
          </w:tcPr>
          <w:p w14:paraId="781396AD" w14:textId="77777777" w:rsidR="000D654A" w:rsidRPr="00163CA8" w:rsidRDefault="000D654A" w:rsidP="000D654A">
            <w:pPr>
              <w:rPr>
                <w:sz w:val="21"/>
                <w:szCs w:val="21"/>
              </w:rPr>
            </w:pPr>
          </w:p>
        </w:tc>
        <w:tc>
          <w:tcPr>
            <w:tcW w:w="900" w:type="dxa"/>
            <w:vAlign w:val="bottom"/>
          </w:tcPr>
          <w:p w14:paraId="22886608" w14:textId="77777777" w:rsidR="000D654A" w:rsidRPr="00163CA8" w:rsidRDefault="000D654A" w:rsidP="000D654A">
            <w:pPr>
              <w:jc w:val="right"/>
              <w:rPr>
                <w:sz w:val="21"/>
                <w:szCs w:val="21"/>
              </w:rPr>
            </w:pPr>
          </w:p>
        </w:tc>
        <w:tc>
          <w:tcPr>
            <w:tcW w:w="180" w:type="dxa"/>
            <w:vAlign w:val="bottom"/>
          </w:tcPr>
          <w:p w14:paraId="65BF0C0F" w14:textId="77777777" w:rsidR="000D654A" w:rsidRPr="00163CA8" w:rsidRDefault="000D654A" w:rsidP="000D654A">
            <w:pPr>
              <w:rPr>
                <w:sz w:val="21"/>
                <w:szCs w:val="21"/>
              </w:rPr>
            </w:pPr>
          </w:p>
        </w:tc>
        <w:tc>
          <w:tcPr>
            <w:tcW w:w="900" w:type="dxa"/>
            <w:vAlign w:val="bottom"/>
          </w:tcPr>
          <w:p w14:paraId="6D3E7C67"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r>
      <w:tr w:rsidR="000D654A" w:rsidRPr="00163CA8" w14:paraId="01BE37CB" w14:textId="77777777" w:rsidTr="004E3AE7">
        <w:trPr>
          <w:cantSplit/>
        </w:trPr>
        <w:tc>
          <w:tcPr>
            <w:tcW w:w="2602" w:type="dxa"/>
          </w:tcPr>
          <w:p w14:paraId="7E196F0F" w14:textId="49989615" w:rsidR="000D654A" w:rsidRPr="00163CA8" w:rsidRDefault="000D654A" w:rsidP="000D654A">
            <w:pPr>
              <w:tabs>
                <w:tab w:val="left" w:pos="100"/>
              </w:tabs>
              <w:ind w:left="100" w:hanging="100"/>
              <w:rPr>
                <w:sz w:val="21"/>
                <w:szCs w:val="21"/>
              </w:rPr>
            </w:pPr>
            <w:r w:rsidRPr="00163CA8">
              <w:rPr>
                <w:b/>
                <w:bCs/>
                <w:i/>
                <w:iCs/>
                <w:sz w:val="21"/>
                <w:szCs w:val="21"/>
              </w:rPr>
              <w:t>Financial liabilities</w:t>
            </w:r>
          </w:p>
        </w:tc>
        <w:tc>
          <w:tcPr>
            <w:tcW w:w="1088" w:type="dxa"/>
            <w:vAlign w:val="bottom"/>
          </w:tcPr>
          <w:p w14:paraId="30C69CB1"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c>
          <w:tcPr>
            <w:tcW w:w="180" w:type="dxa"/>
            <w:vAlign w:val="bottom"/>
          </w:tcPr>
          <w:p w14:paraId="4E761116" w14:textId="77777777" w:rsidR="000D654A" w:rsidRPr="00163CA8" w:rsidRDefault="000D654A" w:rsidP="000D654A">
            <w:pPr>
              <w:rPr>
                <w:sz w:val="21"/>
                <w:szCs w:val="21"/>
              </w:rPr>
            </w:pPr>
          </w:p>
        </w:tc>
        <w:tc>
          <w:tcPr>
            <w:tcW w:w="990" w:type="dxa"/>
            <w:vAlign w:val="bottom"/>
          </w:tcPr>
          <w:p w14:paraId="227A4A37"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c>
          <w:tcPr>
            <w:tcW w:w="180" w:type="dxa"/>
            <w:vAlign w:val="bottom"/>
          </w:tcPr>
          <w:p w14:paraId="487DF5EC" w14:textId="77777777" w:rsidR="000D654A" w:rsidRPr="00163CA8" w:rsidRDefault="000D654A" w:rsidP="000D654A">
            <w:pPr>
              <w:rPr>
                <w:sz w:val="21"/>
                <w:szCs w:val="21"/>
              </w:rPr>
            </w:pPr>
          </w:p>
        </w:tc>
        <w:tc>
          <w:tcPr>
            <w:tcW w:w="990" w:type="dxa"/>
            <w:vAlign w:val="bottom"/>
          </w:tcPr>
          <w:p w14:paraId="235045B0" w14:textId="77777777" w:rsidR="000D654A" w:rsidRPr="00163CA8" w:rsidRDefault="000D654A" w:rsidP="000D654A">
            <w:pPr>
              <w:jc w:val="right"/>
              <w:rPr>
                <w:sz w:val="21"/>
                <w:szCs w:val="21"/>
              </w:rPr>
            </w:pPr>
          </w:p>
        </w:tc>
        <w:tc>
          <w:tcPr>
            <w:tcW w:w="183" w:type="dxa"/>
            <w:vAlign w:val="bottom"/>
          </w:tcPr>
          <w:p w14:paraId="598E3A71" w14:textId="77777777" w:rsidR="000D654A" w:rsidRPr="00163CA8" w:rsidRDefault="000D654A" w:rsidP="000D654A">
            <w:pPr>
              <w:pStyle w:val="acctfourfigures"/>
              <w:spacing w:line="240" w:lineRule="auto"/>
              <w:jc w:val="right"/>
              <w:rPr>
                <w:sz w:val="21"/>
                <w:szCs w:val="21"/>
              </w:rPr>
            </w:pPr>
          </w:p>
        </w:tc>
        <w:tc>
          <w:tcPr>
            <w:tcW w:w="713" w:type="dxa"/>
            <w:vAlign w:val="bottom"/>
          </w:tcPr>
          <w:p w14:paraId="4064E228"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c>
          <w:tcPr>
            <w:tcW w:w="274" w:type="dxa"/>
            <w:gridSpan w:val="2"/>
            <w:vAlign w:val="bottom"/>
          </w:tcPr>
          <w:p w14:paraId="794501F4" w14:textId="77777777" w:rsidR="000D654A" w:rsidRPr="00163CA8" w:rsidRDefault="000D654A" w:rsidP="000D654A">
            <w:pPr>
              <w:rPr>
                <w:sz w:val="21"/>
                <w:szCs w:val="21"/>
              </w:rPr>
            </w:pPr>
          </w:p>
        </w:tc>
        <w:tc>
          <w:tcPr>
            <w:tcW w:w="900" w:type="dxa"/>
            <w:vAlign w:val="bottom"/>
          </w:tcPr>
          <w:p w14:paraId="6768DD48" w14:textId="77777777" w:rsidR="000D654A" w:rsidRPr="00163CA8" w:rsidRDefault="000D654A" w:rsidP="000D654A">
            <w:pPr>
              <w:jc w:val="right"/>
              <w:rPr>
                <w:sz w:val="21"/>
                <w:szCs w:val="21"/>
              </w:rPr>
            </w:pPr>
          </w:p>
        </w:tc>
        <w:tc>
          <w:tcPr>
            <w:tcW w:w="180" w:type="dxa"/>
            <w:vAlign w:val="bottom"/>
          </w:tcPr>
          <w:p w14:paraId="3CFE05DF" w14:textId="77777777" w:rsidR="000D654A" w:rsidRPr="00163CA8" w:rsidRDefault="000D654A" w:rsidP="000D654A">
            <w:pPr>
              <w:rPr>
                <w:sz w:val="21"/>
                <w:szCs w:val="21"/>
              </w:rPr>
            </w:pPr>
          </w:p>
        </w:tc>
        <w:tc>
          <w:tcPr>
            <w:tcW w:w="900" w:type="dxa"/>
            <w:vAlign w:val="bottom"/>
          </w:tcPr>
          <w:p w14:paraId="7834195F" w14:textId="77777777" w:rsidR="000D654A" w:rsidRPr="00163CA8" w:rsidRDefault="000D654A" w:rsidP="000D654A">
            <w:pPr>
              <w:pStyle w:val="acctfourfigures"/>
              <w:tabs>
                <w:tab w:val="clear" w:pos="765"/>
                <w:tab w:val="decimal" w:pos="1642"/>
              </w:tabs>
              <w:spacing w:line="240" w:lineRule="atLeast"/>
              <w:ind w:right="282"/>
              <w:jc w:val="right"/>
              <w:rPr>
                <w:sz w:val="21"/>
                <w:szCs w:val="21"/>
              </w:rPr>
            </w:pPr>
          </w:p>
        </w:tc>
      </w:tr>
      <w:tr w:rsidR="000D654A" w:rsidRPr="00163CA8" w14:paraId="3C1EC5C6" w14:textId="77777777" w:rsidTr="004E3AE7">
        <w:trPr>
          <w:cantSplit/>
        </w:trPr>
        <w:tc>
          <w:tcPr>
            <w:tcW w:w="2602" w:type="dxa"/>
          </w:tcPr>
          <w:p w14:paraId="6E3F03D3" w14:textId="7DC280D6" w:rsidR="000D654A" w:rsidRPr="00163CA8" w:rsidRDefault="000D654A" w:rsidP="000D654A">
            <w:pPr>
              <w:tabs>
                <w:tab w:val="left" w:pos="100"/>
              </w:tabs>
              <w:ind w:left="100" w:hanging="100"/>
              <w:rPr>
                <w:sz w:val="21"/>
                <w:szCs w:val="21"/>
              </w:rPr>
            </w:pPr>
            <w:r w:rsidRPr="00163CA8">
              <w:rPr>
                <w:sz w:val="21"/>
                <w:szCs w:val="21"/>
              </w:rPr>
              <w:t>Short-term loans from financial institutions</w:t>
            </w:r>
          </w:p>
        </w:tc>
        <w:tc>
          <w:tcPr>
            <w:tcW w:w="1088" w:type="dxa"/>
            <w:vAlign w:val="bottom"/>
          </w:tcPr>
          <w:p w14:paraId="0282A05B" w14:textId="7EF55F62"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684E6958" w14:textId="77777777" w:rsidR="000D654A" w:rsidRPr="00163CA8" w:rsidRDefault="000D654A" w:rsidP="000D654A">
            <w:pPr>
              <w:rPr>
                <w:sz w:val="21"/>
                <w:szCs w:val="21"/>
              </w:rPr>
            </w:pPr>
          </w:p>
        </w:tc>
        <w:tc>
          <w:tcPr>
            <w:tcW w:w="990" w:type="dxa"/>
            <w:vAlign w:val="bottom"/>
          </w:tcPr>
          <w:p w14:paraId="232C4E35" w14:textId="01134540"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75C10DAF" w14:textId="77777777" w:rsidR="000D654A" w:rsidRPr="00163CA8" w:rsidRDefault="000D654A" w:rsidP="000D654A">
            <w:pPr>
              <w:rPr>
                <w:sz w:val="21"/>
                <w:szCs w:val="21"/>
              </w:rPr>
            </w:pPr>
          </w:p>
        </w:tc>
        <w:tc>
          <w:tcPr>
            <w:tcW w:w="990" w:type="dxa"/>
            <w:vAlign w:val="bottom"/>
          </w:tcPr>
          <w:p w14:paraId="0A36E8E4" w14:textId="70B289EB" w:rsidR="000D654A" w:rsidRPr="00163CA8" w:rsidRDefault="000D654A" w:rsidP="000D654A">
            <w:pPr>
              <w:jc w:val="right"/>
              <w:rPr>
                <w:sz w:val="21"/>
                <w:szCs w:val="21"/>
              </w:rPr>
            </w:pPr>
            <w:r w:rsidRPr="00163CA8">
              <w:rPr>
                <w:sz w:val="21"/>
                <w:szCs w:val="21"/>
              </w:rPr>
              <w:t>(550)</w:t>
            </w:r>
          </w:p>
        </w:tc>
        <w:tc>
          <w:tcPr>
            <w:tcW w:w="183" w:type="dxa"/>
            <w:vAlign w:val="bottom"/>
          </w:tcPr>
          <w:p w14:paraId="77911F1C" w14:textId="77777777" w:rsidR="000D654A" w:rsidRPr="00163CA8" w:rsidRDefault="000D654A" w:rsidP="000D654A">
            <w:pPr>
              <w:pStyle w:val="acctfourfigures"/>
              <w:spacing w:line="240" w:lineRule="auto"/>
              <w:jc w:val="right"/>
              <w:rPr>
                <w:sz w:val="21"/>
                <w:szCs w:val="21"/>
              </w:rPr>
            </w:pPr>
          </w:p>
        </w:tc>
        <w:tc>
          <w:tcPr>
            <w:tcW w:w="713" w:type="dxa"/>
            <w:vAlign w:val="bottom"/>
          </w:tcPr>
          <w:p w14:paraId="15635C6D" w14:textId="23718430"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274" w:type="dxa"/>
            <w:gridSpan w:val="2"/>
            <w:vAlign w:val="bottom"/>
          </w:tcPr>
          <w:p w14:paraId="1FDD80C4" w14:textId="77777777" w:rsidR="000D654A" w:rsidRPr="00163CA8" w:rsidRDefault="000D654A" w:rsidP="000D654A">
            <w:pPr>
              <w:rPr>
                <w:sz w:val="21"/>
                <w:szCs w:val="21"/>
              </w:rPr>
            </w:pPr>
          </w:p>
        </w:tc>
        <w:tc>
          <w:tcPr>
            <w:tcW w:w="900" w:type="dxa"/>
            <w:vAlign w:val="bottom"/>
          </w:tcPr>
          <w:p w14:paraId="0FA19767" w14:textId="54E8FD67" w:rsidR="000D654A" w:rsidRPr="00163CA8" w:rsidRDefault="000D654A" w:rsidP="00B62221">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453A06BC" w14:textId="77777777" w:rsidR="000D654A" w:rsidRPr="00163CA8" w:rsidRDefault="000D654A" w:rsidP="000D654A">
            <w:pPr>
              <w:rPr>
                <w:sz w:val="21"/>
                <w:szCs w:val="21"/>
              </w:rPr>
            </w:pPr>
          </w:p>
        </w:tc>
        <w:tc>
          <w:tcPr>
            <w:tcW w:w="900" w:type="dxa"/>
            <w:vAlign w:val="bottom"/>
          </w:tcPr>
          <w:p w14:paraId="5E213C9A" w14:textId="094E3BB4" w:rsidR="000D654A" w:rsidRPr="00163CA8" w:rsidRDefault="000D654A" w:rsidP="000D654A">
            <w:pPr>
              <w:pStyle w:val="acctfourfigures"/>
              <w:tabs>
                <w:tab w:val="clear" w:pos="765"/>
                <w:tab w:val="decimal" w:pos="1642"/>
              </w:tabs>
              <w:spacing w:line="240" w:lineRule="atLeast"/>
              <w:ind w:right="99"/>
              <w:jc w:val="right"/>
              <w:rPr>
                <w:sz w:val="21"/>
                <w:szCs w:val="21"/>
              </w:rPr>
            </w:pPr>
            <w:r w:rsidRPr="00163CA8">
              <w:rPr>
                <w:sz w:val="21"/>
                <w:szCs w:val="21"/>
              </w:rPr>
              <w:t>(548)</w:t>
            </w:r>
          </w:p>
        </w:tc>
      </w:tr>
      <w:tr w:rsidR="000D654A" w:rsidRPr="00163CA8" w14:paraId="568773AA" w14:textId="77777777" w:rsidTr="008E4DC5">
        <w:trPr>
          <w:cantSplit/>
        </w:trPr>
        <w:tc>
          <w:tcPr>
            <w:tcW w:w="2602" w:type="dxa"/>
            <w:vAlign w:val="bottom"/>
          </w:tcPr>
          <w:p w14:paraId="1DB834BD" w14:textId="1B645B8F" w:rsidR="000D654A" w:rsidRPr="00163CA8" w:rsidRDefault="000D654A" w:rsidP="000D654A">
            <w:pPr>
              <w:tabs>
                <w:tab w:val="left" w:pos="100"/>
              </w:tabs>
              <w:ind w:left="100" w:hanging="100"/>
              <w:rPr>
                <w:sz w:val="21"/>
                <w:szCs w:val="21"/>
              </w:rPr>
            </w:pPr>
            <w:r w:rsidRPr="00163CA8">
              <w:rPr>
                <w:sz w:val="21"/>
                <w:szCs w:val="21"/>
              </w:rPr>
              <w:t>Debentures</w:t>
            </w:r>
          </w:p>
        </w:tc>
        <w:tc>
          <w:tcPr>
            <w:tcW w:w="1088" w:type="dxa"/>
            <w:vAlign w:val="bottom"/>
          </w:tcPr>
          <w:p w14:paraId="3ECC01D0" w14:textId="472CD883"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336E6985" w14:textId="77777777" w:rsidR="000D654A" w:rsidRPr="00163CA8" w:rsidRDefault="000D654A" w:rsidP="000D654A">
            <w:pPr>
              <w:rPr>
                <w:sz w:val="21"/>
                <w:szCs w:val="21"/>
              </w:rPr>
            </w:pPr>
          </w:p>
        </w:tc>
        <w:tc>
          <w:tcPr>
            <w:tcW w:w="990" w:type="dxa"/>
            <w:vAlign w:val="bottom"/>
          </w:tcPr>
          <w:p w14:paraId="2DD2EECE" w14:textId="05D971F9"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180" w:type="dxa"/>
            <w:vAlign w:val="bottom"/>
          </w:tcPr>
          <w:p w14:paraId="1020265C" w14:textId="77777777" w:rsidR="000D654A" w:rsidRPr="00163CA8" w:rsidRDefault="000D654A" w:rsidP="000D654A">
            <w:pPr>
              <w:rPr>
                <w:sz w:val="21"/>
                <w:szCs w:val="21"/>
              </w:rPr>
            </w:pPr>
          </w:p>
        </w:tc>
        <w:tc>
          <w:tcPr>
            <w:tcW w:w="990" w:type="dxa"/>
            <w:vAlign w:val="bottom"/>
          </w:tcPr>
          <w:p w14:paraId="3C6C62E0" w14:textId="6F3ADAEA" w:rsidR="000D654A" w:rsidRPr="00163CA8" w:rsidRDefault="000D654A" w:rsidP="000D654A">
            <w:pPr>
              <w:jc w:val="right"/>
              <w:rPr>
                <w:sz w:val="21"/>
                <w:szCs w:val="21"/>
              </w:rPr>
            </w:pPr>
            <w:r w:rsidRPr="00163CA8">
              <w:rPr>
                <w:sz w:val="21"/>
                <w:szCs w:val="21"/>
              </w:rPr>
              <w:t>(2,189)</w:t>
            </w:r>
          </w:p>
        </w:tc>
        <w:tc>
          <w:tcPr>
            <w:tcW w:w="183" w:type="dxa"/>
            <w:vAlign w:val="bottom"/>
          </w:tcPr>
          <w:p w14:paraId="251A01D8" w14:textId="77777777" w:rsidR="000D654A" w:rsidRPr="00163CA8" w:rsidRDefault="000D654A" w:rsidP="000D654A">
            <w:pPr>
              <w:pStyle w:val="acctfourfigures"/>
              <w:spacing w:line="240" w:lineRule="auto"/>
              <w:jc w:val="right"/>
              <w:rPr>
                <w:sz w:val="21"/>
                <w:szCs w:val="21"/>
              </w:rPr>
            </w:pPr>
          </w:p>
        </w:tc>
        <w:tc>
          <w:tcPr>
            <w:tcW w:w="713" w:type="dxa"/>
            <w:vAlign w:val="bottom"/>
          </w:tcPr>
          <w:p w14:paraId="71C58678" w14:textId="0BCDE53A"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c>
          <w:tcPr>
            <w:tcW w:w="274" w:type="dxa"/>
            <w:gridSpan w:val="2"/>
            <w:vAlign w:val="bottom"/>
          </w:tcPr>
          <w:p w14:paraId="41C4A2FA" w14:textId="77777777" w:rsidR="000D654A" w:rsidRPr="00163CA8" w:rsidRDefault="000D654A" w:rsidP="000D654A">
            <w:pPr>
              <w:rPr>
                <w:sz w:val="21"/>
                <w:szCs w:val="21"/>
              </w:rPr>
            </w:pPr>
          </w:p>
        </w:tc>
        <w:tc>
          <w:tcPr>
            <w:tcW w:w="900" w:type="dxa"/>
            <w:vAlign w:val="bottom"/>
          </w:tcPr>
          <w:p w14:paraId="2FAD348D" w14:textId="74DFA20E" w:rsidR="000D654A" w:rsidRPr="00163CA8" w:rsidRDefault="000D654A" w:rsidP="000D654A">
            <w:pPr>
              <w:jc w:val="right"/>
              <w:rPr>
                <w:sz w:val="21"/>
                <w:szCs w:val="21"/>
              </w:rPr>
            </w:pPr>
            <w:r w:rsidRPr="00163CA8">
              <w:rPr>
                <w:sz w:val="21"/>
                <w:szCs w:val="21"/>
              </w:rPr>
              <w:t>(2,215)</w:t>
            </w:r>
          </w:p>
        </w:tc>
        <w:tc>
          <w:tcPr>
            <w:tcW w:w="180" w:type="dxa"/>
            <w:vAlign w:val="bottom"/>
          </w:tcPr>
          <w:p w14:paraId="22C5D5FF" w14:textId="77777777" w:rsidR="000D654A" w:rsidRPr="00163CA8" w:rsidRDefault="000D654A" w:rsidP="000D654A">
            <w:pPr>
              <w:rPr>
                <w:sz w:val="21"/>
                <w:szCs w:val="21"/>
              </w:rPr>
            </w:pPr>
          </w:p>
        </w:tc>
        <w:tc>
          <w:tcPr>
            <w:tcW w:w="900" w:type="dxa"/>
            <w:vAlign w:val="bottom"/>
          </w:tcPr>
          <w:p w14:paraId="1AAF6A23" w14:textId="4258F7EF" w:rsidR="000D654A" w:rsidRPr="00163CA8" w:rsidRDefault="000D654A" w:rsidP="000D654A">
            <w:pPr>
              <w:pStyle w:val="acctfourfigures"/>
              <w:tabs>
                <w:tab w:val="clear" w:pos="765"/>
                <w:tab w:val="decimal" w:pos="1642"/>
              </w:tabs>
              <w:spacing w:line="240" w:lineRule="atLeast"/>
              <w:ind w:right="282"/>
              <w:jc w:val="right"/>
              <w:rPr>
                <w:sz w:val="21"/>
                <w:szCs w:val="21"/>
              </w:rPr>
            </w:pPr>
            <w:r w:rsidRPr="00163CA8">
              <w:rPr>
                <w:sz w:val="21"/>
                <w:szCs w:val="21"/>
              </w:rPr>
              <w:t>-</w:t>
            </w:r>
          </w:p>
        </w:tc>
      </w:tr>
    </w:tbl>
    <w:p w14:paraId="11B4B94C" w14:textId="62D7F7D8" w:rsidR="00D359B2" w:rsidRDefault="00D359B2"/>
    <w:p w14:paraId="5A643E0E" w14:textId="77777777" w:rsidR="00815555" w:rsidRPr="00472F61" w:rsidRDefault="00815555" w:rsidP="00815555">
      <w:pPr>
        <w:autoSpaceDE w:val="0"/>
        <w:autoSpaceDN w:val="0"/>
        <w:adjustRightInd w:val="0"/>
        <w:spacing w:line="240" w:lineRule="auto"/>
        <w:ind w:left="540"/>
        <w:jc w:val="both"/>
      </w:pPr>
      <w:r w:rsidRPr="00472F61">
        <w:t>The methods and assumptions used by the Company and its subsidiaries in estimating the fair value of financial instruments are as follows:</w:t>
      </w:r>
    </w:p>
    <w:p w14:paraId="52AD7EEB" w14:textId="77777777" w:rsidR="00815555" w:rsidRPr="00472F61" w:rsidRDefault="00815555" w:rsidP="00815555">
      <w:pPr>
        <w:ind w:left="562"/>
        <w:jc w:val="both"/>
      </w:pPr>
    </w:p>
    <w:p w14:paraId="64EAE36C" w14:textId="70E0D7D3" w:rsidR="00815555" w:rsidRPr="00472F61" w:rsidRDefault="00815555" w:rsidP="00815555">
      <w:pPr>
        <w:pStyle w:val="ListParagraph"/>
        <w:numPr>
          <w:ilvl w:val="0"/>
          <w:numId w:val="12"/>
        </w:numPr>
        <w:ind w:left="990"/>
        <w:jc w:val="both"/>
      </w:pPr>
      <w:r w:rsidRPr="00472F61">
        <w:t xml:space="preserve">For financial assets and liabilities which have short-term maturity, including cash and cash equivalents, accounts receivable and short-term loans </w:t>
      </w:r>
      <w:r w:rsidR="00316E04" w:rsidRPr="00316E04">
        <w:t>receivable</w:t>
      </w:r>
      <w:r w:rsidRPr="00472F61">
        <w:t xml:space="preserve">, accounts payable and short-term loans </w:t>
      </w:r>
      <w:r w:rsidR="00316E04" w:rsidRPr="00316E04">
        <w:t>payable</w:t>
      </w:r>
      <w:r w:rsidRPr="00472F61">
        <w:t>, their carrying amounts in the statements of financial position approximate their fair value.</w:t>
      </w:r>
    </w:p>
    <w:p w14:paraId="22238F36" w14:textId="77777777" w:rsidR="00815555" w:rsidRPr="00472F61" w:rsidRDefault="00815555" w:rsidP="00815555">
      <w:pPr>
        <w:pStyle w:val="ListParagraph"/>
        <w:ind w:left="900"/>
        <w:jc w:val="both"/>
      </w:pPr>
    </w:p>
    <w:p w14:paraId="4939D073" w14:textId="77777777" w:rsidR="00815555" w:rsidRPr="00472F61" w:rsidRDefault="00815555" w:rsidP="00815555">
      <w:pPr>
        <w:pStyle w:val="ListParagraph"/>
        <w:numPr>
          <w:ilvl w:val="0"/>
          <w:numId w:val="12"/>
        </w:numPr>
        <w:ind w:left="990"/>
        <w:jc w:val="both"/>
      </w:pPr>
      <w:r w:rsidRPr="00472F61">
        <w:t>For fixed rate debentures, their fair value is determined by using the price as announced by the Thai Bond Market Association.</w:t>
      </w:r>
    </w:p>
    <w:p w14:paraId="49FEB0B5" w14:textId="77777777" w:rsidR="00815555" w:rsidRPr="00472F61" w:rsidRDefault="00815555" w:rsidP="00815555">
      <w:pPr>
        <w:jc w:val="both"/>
        <w:rPr>
          <w:sz w:val="20"/>
          <w:szCs w:val="18"/>
        </w:rPr>
      </w:pPr>
    </w:p>
    <w:p w14:paraId="4ACDDCEE" w14:textId="77777777" w:rsidR="00815555" w:rsidRPr="00472F61" w:rsidRDefault="00815555" w:rsidP="00815555">
      <w:pPr>
        <w:pStyle w:val="ListParagraph"/>
        <w:numPr>
          <w:ilvl w:val="0"/>
          <w:numId w:val="12"/>
        </w:numPr>
        <w:ind w:left="990"/>
        <w:jc w:val="both"/>
      </w:pPr>
      <w:r w:rsidRPr="00472F61">
        <w:t>For long-term loans carrying interest approximate to the market rate, their carrying amounts in the statements of financial position approximates their fair value.</w:t>
      </w:r>
    </w:p>
    <w:p w14:paraId="56A173BF" w14:textId="4FEBAF60" w:rsidR="00C87857" w:rsidRDefault="00C87857" w:rsidP="00815555">
      <w:pPr>
        <w:jc w:val="both"/>
      </w:pPr>
    </w:p>
    <w:p w14:paraId="7E73A0FC" w14:textId="0AD839A6" w:rsidR="00163CA8" w:rsidRPr="00163CA8" w:rsidRDefault="00163CA8" w:rsidP="00163CA8">
      <w:pPr>
        <w:pStyle w:val="block"/>
        <w:spacing w:after="0" w:line="240" w:lineRule="atLeast"/>
        <w:ind w:left="540" w:right="-7"/>
        <w:jc w:val="both"/>
        <w:rPr>
          <w:b/>
          <w:bCs/>
          <w:i/>
          <w:iCs/>
          <w:lang w:bidi="th-TH"/>
        </w:rPr>
      </w:pPr>
      <w:r w:rsidRPr="00163CA8">
        <w:rPr>
          <w:b/>
          <w:bCs/>
          <w:i/>
          <w:iCs/>
          <w:lang w:bidi="th-TH"/>
        </w:rPr>
        <w:t>Movement of marketable debt securities</w:t>
      </w:r>
    </w:p>
    <w:p w14:paraId="4D81ACA6" w14:textId="24948D6C" w:rsidR="00163CA8" w:rsidRDefault="00163CA8" w:rsidP="00815555">
      <w:pPr>
        <w:jc w:val="both"/>
      </w:pPr>
    </w:p>
    <w:tbl>
      <w:tblPr>
        <w:tblStyle w:val="TableGrid"/>
        <w:tblW w:w="9139"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999"/>
        <w:gridCol w:w="249"/>
        <w:gridCol w:w="1011"/>
        <w:gridCol w:w="241"/>
        <w:gridCol w:w="986"/>
        <w:gridCol w:w="232"/>
        <w:gridCol w:w="1099"/>
        <w:gridCol w:w="232"/>
        <w:gridCol w:w="1120"/>
      </w:tblGrid>
      <w:tr w:rsidR="00163CA8" w:rsidRPr="00BC738F" w14:paraId="438DB59F" w14:textId="77777777" w:rsidTr="004E3AE7">
        <w:trPr>
          <w:tblHeader/>
        </w:trPr>
        <w:tc>
          <w:tcPr>
            <w:tcW w:w="2970" w:type="dxa"/>
          </w:tcPr>
          <w:p w14:paraId="675DEA94" w14:textId="77777777" w:rsidR="00163CA8" w:rsidRPr="00BC738F" w:rsidRDefault="00163CA8" w:rsidP="004E3AE7">
            <w:pPr>
              <w:jc w:val="both"/>
              <w:rPr>
                <w:szCs w:val="22"/>
              </w:rPr>
            </w:pPr>
          </w:p>
        </w:tc>
        <w:tc>
          <w:tcPr>
            <w:tcW w:w="6169" w:type="dxa"/>
            <w:gridSpan w:val="9"/>
          </w:tcPr>
          <w:p w14:paraId="18FD2C00" w14:textId="2C53326F" w:rsidR="00163CA8" w:rsidRPr="00BC738F" w:rsidRDefault="00163CA8" w:rsidP="004E3AE7">
            <w:pPr>
              <w:jc w:val="center"/>
              <w:rPr>
                <w:b/>
                <w:bCs/>
                <w:szCs w:val="22"/>
              </w:rPr>
            </w:pPr>
            <w:r w:rsidRPr="00BC738F">
              <w:rPr>
                <w:b/>
                <w:bCs/>
                <w:szCs w:val="22"/>
              </w:rPr>
              <w:t>Consolidated</w:t>
            </w:r>
            <w:r w:rsidR="005A7E7E">
              <w:rPr>
                <w:b/>
                <w:bCs/>
                <w:szCs w:val="22"/>
              </w:rPr>
              <w:t xml:space="preserve"> / </w:t>
            </w:r>
            <w:r w:rsidR="00900A61">
              <w:rPr>
                <w:b/>
                <w:bCs/>
                <w:szCs w:val="22"/>
              </w:rPr>
              <w:t>separate</w:t>
            </w:r>
            <w:r w:rsidRPr="00BC738F">
              <w:rPr>
                <w:b/>
                <w:bCs/>
                <w:szCs w:val="22"/>
              </w:rPr>
              <w:t xml:space="preserve"> financial statements</w:t>
            </w:r>
          </w:p>
        </w:tc>
      </w:tr>
      <w:tr w:rsidR="00163CA8" w:rsidRPr="00BC738F" w14:paraId="381693E4" w14:textId="77777777" w:rsidTr="004E3AE7">
        <w:trPr>
          <w:tblHeader/>
        </w:trPr>
        <w:tc>
          <w:tcPr>
            <w:tcW w:w="2970" w:type="dxa"/>
            <w:vAlign w:val="bottom"/>
          </w:tcPr>
          <w:p w14:paraId="2E7D6264" w14:textId="77777777" w:rsidR="00163CA8" w:rsidRPr="00BC738F" w:rsidRDefault="00163CA8" w:rsidP="004E3AE7">
            <w:pPr>
              <w:ind w:left="159" w:hanging="159"/>
              <w:rPr>
                <w:b/>
                <w:bCs/>
                <w:i/>
                <w:iCs/>
                <w:szCs w:val="22"/>
              </w:rPr>
            </w:pPr>
            <w:r w:rsidRPr="00BC738F">
              <w:rPr>
                <w:b/>
                <w:bCs/>
                <w:i/>
                <w:iCs/>
                <w:szCs w:val="22"/>
              </w:rPr>
              <w:t>Marketable debt securities</w:t>
            </w:r>
          </w:p>
        </w:tc>
        <w:tc>
          <w:tcPr>
            <w:tcW w:w="999" w:type="dxa"/>
            <w:vAlign w:val="bottom"/>
          </w:tcPr>
          <w:p w14:paraId="1B3450B3" w14:textId="0A5D9066" w:rsidR="00163CA8" w:rsidRPr="00BC738F" w:rsidRDefault="00163CA8" w:rsidP="004E3AE7">
            <w:pPr>
              <w:ind w:left="-107" w:right="-36"/>
              <w:jc w:val="center"/>
              <w:rPr>
                <w:szCs w:val="22"/>
              </w:rPr>
            </w:pPr>
            <w:r w:rsidRPr="00BC738F">
              <w:rPr>
                <w:szCs w:val="22"/>
              </w:rPr>
              <w:t>At 1 January</w:t>
            </w:r>
            <w:r w:rsidR="00367D29">
              <w:rPr>
                <w:szCs w:val="22"/>
              </w:rPr>
              <w:t xml:space="preserve"> 2021</w:t>
            </w:r>
          </w:p>
        </w:tc>
        <w:tc>
          <w:tcPr>
            <w:tcW w:w="249" w:type="dxa"/>
            <w:vAlign w:val="bottom"/>
          </w:tcPr>
          <w:p w14:paraId="4108A99C" w14:textId="77777777" w:rsidR="00163CA8" w:rsidRPr="00BC738F" w:rsidRDefault="00163CA8" w:rsidP="004E3AE7">
            <w:pPr>
              <w:jc w:val="center"/>
              <w:rPr>
                <w:szCs w:val="22"/>
              </w:rPr>
            </w:pPr>
          </w:p>
        </w:tc>
        <w:tc>
          <w:tcPr>
            <w:tcW w:w="1011" w:type="dxa"/>
            <w:vAlign w:val="bottom"/>
          </w:tcPr>
          <w:p w14:paraId="045FA390" w14:textId="77777777" w:rsidR="00163CA8" w:rsidRPr="00BC738F" w:rsidRDefault="00163CA8" w:rsidP="004E3AE7">
            <w:pPr>
              <w:jc w:val="center"/>
              <w:rPr>
                <w:szCs w:val="22"/>
              </w:rPr>
            </w:pPr>
            <w:r w:rsidRPr="00BC738F">
              <w:rPr>
                <w:szCs w:val="22"/>
              </w:rPr>
              <w:t>Purchase</w:t>
            </w:r>
          </w:p>
        </w:tc>
        <w:tc>
          <w:tcPr>
            <w:tcW w:w="241" w:type="dxa"/>
            <w:vAlign w:val="bottom"/>
          </w:tcPr>
          <w:p w14:paraId="64126F47" w14:textId="77777777" w:rsidR="00163CA8" w:rsidRPr="00BC738F" w:rsidRDefault="00163CA8" w:rsidP="004E3AE7">
            <w:pPr>
              <w:jc w:val="center"/>
              <w:rPr>
                <w:szCs w:val="22"/>
              </w:rPr>
            </w:pPr>
          </w:p>
        </w:tc>
        <w:tc>
          <w:tcPr>
            <w:tcW w:w="986" w:type="dxa"/>
            <w:vAlign w:val="bottom"/>
          </w:tcPr>
          <w:p w14:paraId="3243D7D4" w14:textId="77777777" w:rsidR="00163CA8" w:rsidRPr="00BC738F" w:rsidRDefault="00163CA8" w:rsidP="004E3AE7">
            <w:pPr>
              <w:jc w:val="center"/>
              <w:rPr>
                <w:szCs w:val="22"/>
              </w:rPr>
            </w:pPr>
            <w:r w:rsidRPr="00BC738F">
              <w:rPr>
                <w:szCs w:val="22"/>
              </w:rPr>
              <w:t>Disposal</w:t>
            </w:r>
          </w:p>
        </w:tc>
        <w:tc>
          <w:tcPr>
            <w:tcW w:w="232" w:type="dxa"/>
            <w:vAlign w:val="bottom"/>
          </w:tcPr>
          <w:p w14:paraId="6FBB9C1B" w14:textId="77777777" w:rsidR="00163CA8" w:rsidRPr="00BC738F" w:rsidRDefault="00163CA8" w:rsidP="004E3AE7">
            <w:pPr>
              <w:jc w:val="center"/>
              <w:rPr>
                <w:szCs w:val="22"/>
              </w:rPr>
            </w:pPr>
          </w:p>
        </w:tc>
        <w:tc>
          <w:tcPr>
            <w:tcW w:w="1099" w:type="dxa"/>
            <w:vAlign w:val="bottom"/>
          </w:tcPr>
          <w:p w14:paraId="0B60AB94" w14:textId="77777777" w:rsidR="00163CA8" w:rsidRPr="00BC738F" w:rsidRDefault="00163CA8" w:rsidP="004E3AE7">
            <w:pPr>
              <w:ind w:left="-83" w:right="-127"/>
              <w:jc w:val="center"/>
              <w:rPr>
                <w:szCs w:val="22"/>
              </w:rPr>
            </w:pPr>
            <w:r w:rsidRPr="00BC738F">
              <w:rPr>
                <w:szCs w:val="22"/>
              </w:rPr>
              <w:t>Fair value adjustment</w:t>
            </w:r>
          </w:p>
        </w:tc>
        <w:tc>
          <w:tcPr>
            <w:tcW w:w="232" w:type="dxa"/>
            <w:vAlign w:val="bottom"/>
          </w:tcPr>
          <w:p w14:paraId="16A2F24F" w14:textId="77777777" w:rsidR="00163CA8" w:rsidRPr="00BC738F" w:rsidRDefault="00163CA8" w:rsidP="004E3AE7">
            <w:pPr>
              <w:jc w:val="center"/>
              <w:rPr>
                <w:szCs w:val="22"/>
              </w:rPr>
            </w:pPr>
          </w:p>
        </w:tc>
        <w:tc>
          <w:tcPr>
            <w:tcW w:w="1120" w:type="dxa"/>
            <w:vAlign w:val="bottom"/>
          </w:tcPr>
          <w:p w14:paraId="04367441" w14:textId="6FC6D645" w:rsidR="00163CA8" w:rsidRPr="00BC738F" w:rsidRDefault="00163CA8" w:rsidP="004E3AE7">
            <w:pPr>
              <w:jc w:val="center"/>
              <w:rPr>
                <w:szCs w:val="22"/>
              </w:rPr>
            </w:pPr>
            <w:r w:rsidRPr="00BC738F">
              <w:rPr>
                <w:szCs w:val="22"/>
              </w:rPr>
              <w:t xml:space="preserve">At 31 </w:t>
            </w:r>
            <w:r w:rsidR="00367D29">
              <w:rPr>
                <w:szCs w:val="22"/>
              </w:rPr>
              <w:t>March 2021</w:t>
            </w:r>
          </w:p>
        </w:tc>
      </w:tr>
      <w:tr w:rsidR="00163CA8" w:rsidRPr="00BC738F" w14:paraId="544819CE" w14:textId="77777777" w:rsidTr="004E3AE7">
        <w:trPr>
          <w:tblHeader/>
        </w:trPr>
        <w:tc>
          <w:tcPr>
            <w:tcW w:w="2970" w:type="dxa"/>
          </w:tcPr>
          <w:p w14:paraId="55346718" w14:textId="77777777" w:rsidR="00163CA8" w:rsidRPr="00BC738F" w:rsidRDefault="00163CA8" w:rsidP="004E3AE7">
            <w:pPr>
              <w:jc w:val="both"/>
              <w:rPr>
                <w:szCs w:val="22"/>
              </w:rPr>
            </w:pPr>
          </w:p>
        </w:tc>
        <w:tc>
          <w:tcPr>
            <w:tcW w:w="6169" w:type="dxa"/>
            <w:gridSpan w:val="9"/>
            <w:vAlign w:val="bottom"/>
          </w:tcPr>
          <w:p w14:paraId="5663F8AE" w14:textId="77777777" w:rsidR="00163CA8" w:rsidRPr="00BC738F" w:rsidRDefault="00163CA8" w:rsidP="004E3AE7">
            <w:pPr>
              <w:jc w:val="center"/>
              <w:rPr>
                <w:i/>
                <w:iCs/>
                <w:szCs w:val="22"/>
              </w:rPr>
            </w:pPr>
            <w:r w:rsidRPr="00BC738F">
              <w:rPr>
                <w:i/>
                <w:iCs/>
                <w:szCs w:val="22"/>
              </w:rPr>
              <w:t>(in million Baht)</w:t>
            </w:r>
          </w:p>
        </w:tc>
      </w:tr>
      <w:tr w:rsidR="00163CA8" w:rsidRPr="00BC738F" w14:paraId="26F5E09D" w14:textId="77777777" w:rsidTr="00163CA8">
        <w:tc>
          <w:tcPr>
            <w:tcW w:w="2970" w:type="dxa"/>
          </w:tcPr>
          <w:p w14:paraId="255D2202" w14:textId="24FE4F66" w:rsidR="00163CA8" w:rsidRPr="00BC738F" w:rsidRDefault="00A34714" w:rsidP="00163CA8">
            <w:pPr>
              <w:jc w:val="both"/>
              <w:rPr>
                <w:b/>
                <w:bCs/>
                <w:i/>
                <w:iCs/>
                <w:szCs w:val="22"/>
              </w:rPr>
            </w:pPr>
            <w:r>
              <w:rPr>
                <w:b/>
                <w:bCs/>
                <w:i/>
                <w:iCs/>
                <w:szCs w:val="22"/>
                <w:lang w:val="en-US"/>
              </w:rPr>
              <w:t>Other c</w:t>
            </w:r>
            <w:proofErr w:type="spellStart"/>
            <w:r w:rsidR="00163CA8" w:rsidRPr="00BC738F">
              <w:rPr>
                <w:b/>
                <w:bCs/>
                <w:i/>
                <w:iCs/>
                <w:szCs w:val="22"/>
              </w:rPr>
              <w:t>urrent</w:t>
            </w:r>
            <w:proofErr w:type="spellEnd"/>
            <w:r w:rsidR="00163CA8" w:rsidRPr="00BC738F">
              <w:rPr>
                <w:b/>
                <w:bCs/>
                <w:i/>
                <w:iCs/>
                <w:szCs w:val="22"/>
              </w:rPr>
              <w:t xml:space="preserve"> financial assets</w:t>
            </w:r>
          </w:p>
        </w:tc>
        <w:tc>
          <w:tcPr>
            <w:tcW w:w="999" w:type="dxa"/>
          </w:tcPr>
          <w:p w14:paraId="00EE5D94" w14:textId="77777777" w:rsidR="00163CA8" w:rsidRPr="00BC738F" w:rsidRDefault="00163CA8" w:rsidP="00163CA8">
            <w:pPr>
              <w:jc w:val="right"/>
              <w:rPr>
                <w:szCs w:val="22"/>
              </w:rPr>
            </w:pPr>
          </w:p>
        </w:tc>
        <w:tc>
          <w:tcPr>
            <w:tcW w:w="249" w:type="dxa"/>
          </w:tcPr>
          <w:p w14:paraId="5388A8BE" w14:textId="77777777" w:rsidR="00163CA8" w:rsidRPr="00BC738F" w:rsidRDefault="00163CA8" w:rsidP="00163CA8">
            <w:pPr>
              <w:jc w:val="both"/>
              <w:rPr>
                <w:szCs w:val="22"/>
              </w:rPr>
            </w:pPr>
          </w:p>
        </w:tc>
        <w:tc>
          <w:tcPr>
            <w:tcW w:w="1011" w:type="dxa"/>
          </w:tcPr>
          <w:p w14:paraId="3CBE60C9" w14:textId="77777777" w:rsidR="00163CA8" w:rsidRPr="00BC738F" w:rsidRDefault="00163CA8" w:rsidP="00163CA8">
            <w:pPr>
              <w:jc w:val="right"/>
              <w:rPr>
                <w:szCs w:val="22"/>
              </w:rPr>
            </w:pPr>
          </w:p>
        </w:tc>
        <w:tc>
          <w:tcPr>
            <w:tcW w:w="241" w:type="dxa"/>
          </w:tcPr>
          <w:p w14:paraId="6E93C334" w14:textId="77777777" w:rsidR="00163CA8" w:rsidRPr="00BC738F" w:rsidRDefault="00163CA8" w:rsidP="00163CA8">
            <w:pPr>
              <w:jc w:val="both"/>
              <w:rPr>
                <w:szCs w:val="22"/>
              </w:rPr>
            </w:pPr>
          </w:p>
        </w:tc>
        <w:tc>
          <w:tcPr>
            <w:tcW w:w="986" w:type="dxa"/>
          </w:tcPr>
          <w:p w14:paraId="35B486F8" w14:textId="77777777" w:rsidR="00163CA8" w:rsidRPr="00BC738F" w:rsidRDefault="00163CA8" w:rsidP="00163CA8">
            <w:pPr>
              <w:jc w:val="right"/>
              <w:rPr>
                <w:szCs w:val="22"/>
              </w:rPr>
            </w:pPr>
          </w:p>
        </w:tc>
        <w:tc>
          <w:tcPr>
            <w:tcW w:w="232" w:type="dxa"/>
          </w:tcPr>
          <w:p w14:paraId="69AAB347" w14:textId="77777777" w:rsidR="00163CA8" w:rsidRPr="00BC738F" w:rsidRDefault="00163CA8" w:rsidP="00163CA8">
            <w:pPr>
              <w:jc w:val="both"/>
              <w:rPr>
                <w:szCs w:val="22"/>
              </w:rPr>
            </w:pPr>
          </w:p>
        </w:tc>
        <w:tc>
          <w:tcPr>
            <w:tcW w:w="1099" w:type="dxa"/>
          </w:tcPr>
          <w:p w14:paraId="54ACAD2B" w14:textId="77777777" w:rsidR="00163CA8" w:rsidRPr="00BC738F" w:rsidRDefault="00163CA8" w:rsidP="00163CA8">
            <w:pPr>
              <w:jc w:val="right"/>
              <w:rPr>
                <w:szCs w:val="22"/>
              </w:rPr>
            </w:pPr>
          </w:p>
        </w:tc>
        <w:tc>
          <w:tcPr>
            <w:tcW w:w="232" w:type="dxa"/>
          </w:tcPr>
          <w:p w14:paraId="7F7C268E" w14:textId="77777777" w:rsidR="00163CA8" w:rsidRPr="00BC738F" w:rsidRDefault="00163CA8" w:rsidP="00163CA8">
            <w:pPr>
              <w:jc w:val="both"/>
              <w:rPr>
                <w:szCs w:val="22"/>
              </w:rPr>
            </w:pPr>
          </w:p>
        </w:tc>
        <w:tc>
          <w:tcPr>
            <w:tcW w:w="1120" w:type="dxa"/>
          </w:tcPr>
          <w:p w14:paraId="58E010EB" w14:textId="77777777" w:rsidR="00163CA8" w:rsidRPr="00BC738F" w:rsidRDefault="00163CA8" w:rsidP="00163CA8">
            <w:pPr>
              <w:jc w:val="right"/>
              <w:rPr>
                <w:szCs w:val="22"/>
              </w:rPr>
            </w:pPr>
          </w:p>
        </w:tc>
      </w:tr>
      <w:tr w:rsidR="00163CA8" w:rsidRPr="00BC738F" w14:paraId="4EAC9DD6" w14:textId="77777777" w:rsidTr="00163CA8">
        <w:tc>
          <w:tcPr>
            <w:tcW w:w="2970" w:type="dxa"/>
          </w:tcPr>
          <w:p w14:paraId="248B938C" w14:textId="77777777" w:rsidR="00163CA8" w:rsidRPr="00BC738F" w:rsidRDefault="00163CA8" w:rsidP="00163CA8">
            <w:pPr>
              <w:jc w:val="both"/>
              <w:rPr>
                <w:szCs w:val="22"/>
              </w:rPr>
            </w:pPr>
            <w:r w:rsidRPr="00BC738F">
              <w:rPr>
                <w:szCs w:val="22"/>
              </w:rPr>
              <w:t>Debt securities measured at</w:t>
            </w:r>
          </w:p>
          <w:p w14:paraId="41B6A753" w14:textId="19A825D2" w:rsidR="00163CA8" w:rsidRPr="00BC738F" w:rsidRDefault="00163CA8" w:rsidP="00C87857">
            <w:pPr>
              <w:overflowPunct w:val="0"/>
              <w:autoSpaceDE w:val="0"/>
              <w:autoSpaceDN w:val="0"/>
              <w:adjustRightInd w:val="0"/>
              <w:spacing w:line="240" w:lineRule="auto"/>
              <w:ind w:left="250"/>
              <w:jc w:val="both"/>
              <w:textAlignment w:val="baseline"/>
              <w:rPr>
                <w:b/>
                <w:bCs/>
                <w:i/>
                <w:iCs/>
                <w:szCs w:val="22"/>
              </w:rPr>
            </w:pPr>
            <w:r w:rsidRPr="00BC738F">
              <w:rPr>
                <w:szCs w:val="22"/>
              </w:rPr>
              <w:t>FVTPL</w:t>
            </w:r>
          </w:p>
        </w:tc>
        <w:tc>
          <w:tcPr>
            <w:tcW w:w="999" w:type="dxa"/>
            <w:tcBorders>
              <w:bottom w:val="double" w:sz="4" w:space="0" w:color="auto"/>
            </w:tcBorders>
            <w:vAlign w:val="bottom"/>
          </w:tcPr>
          <w:p w14:paraId="173DEF26" w14:textId="73ECA261" w:rsidR="00163CA8" w:rsidRPr="00BC738F" w:rsidRDefault="00163CA8" w:rsidP="00163CA8">
            <w:pPr>
              <w:jc w:val="right"/>
              <w:rPr>
                <w:szCs w:val="22"/>
              </w:rPr>
            </w:pPr>
            <w:r>
              <w:rPr>
                <w:szCs w:val="22"/>
              </w:rPr>
              <w:t>40</w:t>
            </w:r>
          </w:p>
        </w:tc>
        <w:tc>
          <w:tcPr>
            <w:tcW w:w="249" w:type="dxa"/>
            <w:vAlign w:val="bottom"/>
          </w:tcPr>
          <w:p w14:paraId="3E0C5008" w14:textId="77777777" w:rsidR="00163CA8" w:rsidRPr="00BC738F" w:rsidRDefault="00163CA8" w:rsidP="00163CA8">
            <w:pPr>
              <w:jc w:val="both"/>
              <w:rPr>
                <w:szCs w:val="22"/>
              </w:rPr>
            </w:pPr>
          </w:p>
        </w:tc>
        <w:tc>
          <w:tcPr>
            <w:tcW w:w="1011" w:type="dxa"/>
            <w:tcBorders>
              <w:bottom w:val="double" w:sz="4" w:space="0" w:color="auto"/>
            </w:tcBorders>
            <w:vAlign w:val="bottom"/>
          </w:tcPr>
          <w:p w14:paraId="79672AD4" w14:textId="75CD58DA" w:rsidR="00163CA8" w:rsidRPr="00BC738F" w:rsidRDefault="00163CA8" w:rsidP="00163CA8">
            <w:pPr>
              <w:jc w:val="right"/>
              <w:rPr>
                <w:szCs w:val="22"/>
              </w:rPr>
            </w:pPr>
            <w:r>
              <w:rPr>
                <w:szCs w:val="22"/>
              </w:rPr>
              <w:t>10</w:t>
            </w:r>
          </w:p>
        </w:tc>
        <w:tc>
          <w:tcPr>
            <w:tcW w:w="241" w:type="dxa"/>
            <w:vAlign w:val="bottom"/>
          </w:tcPr>
          <w:p w14:paraId="05E304C0" w14:textId="77777777" w:rsidR="00163CA8" w:rsidRPr="00BC738F" w:rsidRDefault="00163CA8" w:rsidP="00163CA8">
            <w:pPr>
              <w:jc w:val="both"/>
              <w:rPr>
                <w:szCs w:val="22"/>
              </w:rPr>
            </w:pPr>
          </w:p>
        </w:tc>
        <w:tc>
          <w:tcPr>
            <w:tcW w:w="986" w:type="dxa"/>
            <w:tcBorders>
              <w:bottom w:val="double" w:sz="4" w:space="0" w:color="auto"/>
            </w:tcBorders>
            <w:vAlign w:val="bottom"/>
          </w:tcPr>
          <w:p w14:paraId="7139E56E" w14:textId="4AE36C37" w:rsidR="00163CA8" w:rsidRPr="00163CA8" w:rsidRDefault="00163CA8" w:rsidP="00163CA8">
            <w:pPr>
              <w:jc w:val="right"/>
              <w:rPr>
                <w:szCs w:val="22"/>
                <w:lang w:eastAsia="ja-JP"/>
              </w:rPr>
            </w:pPr>
            <w:r>
              <w:rPr>
                <w:szCs w:val="22"/>
              </w:rPr>
              <w:t>(10)</w:t>
            </w:r>
          </w:p>
        </w:tc>
        <w:tc>
          <w:tcPr>
            <w:tcW w:w="232" w:type="dxa"/>
            <w:vAlign w:val="bottom"/>
          </w:tcPr>
          <w:p w14:paraId="5523A931" w14:textId="77777777" w:rsidR="00163CA8" w:rsidRPr="00BC738F" w:rsidRDefault="00163CA8" w:rsidP="00163CA8">
            <w:pPr>
              <w:jc w:val="both"/>
              <w:rPr>
                <w:szCs w:val="22"/>
              </w:rPr>
            </w:pPr>
          </w:p>
        </w:tc>
        <w:tc>
          <w:tcPr>
            <w:tcW w:w="1099" w:type="dxa"/>
            <w:tcBorders>
              <w:bottom w:val="double" w:sz="4" w:space="0" w:color="auto"/>
            </w:tcBorders>
            <w:vAlign w:val="bottom"/>
          </w:tcPr>
          <w:p w14:paraId="541E9CEF" w14:textId="4B1C6916" w:rsidR="00163CA8" w:rsidRPr="00BC738F" w:rsidRDefault="00163CA8" w:rsidP="00163CA8">
            <w:pPr>
              <w:pStyle w:val="acctfourfigures"/>
              <w:tabs>
                <w:tab w:val="clear" w:pos="765"/>
                <w:tab w:val="decimal" w:pos="373"/>
              </w:tabs>
              <w:spacing w:line="240" w:lineRule="auto"/>
              <w:jc w:val="center"/>
              <w:rPr>
                <w:szCs w:val="22"/>
              </w:rPr>
            </w:pPr>
            <w:r w:rsidRPr="00BC738F">
              <w:rPr>
                <w:szCs w:val="22"/>
              </w:rPr>
              <w:t>-</w:t>
            </w:r>
          </w:p>
        </w:tc>
        <w:tc>
          <w:tcPr>
            <w:tcW w:w="232" w:type="dxa"/>
            <w:vAlign w:val="bottom"/>
          </w:tcPr>
          <w:p w14:paraId="35775863" w14:textId="77777777" w:rsidR="00163CA8" w:rsidRPr="00BC738F" w:rsidRDefault="00163CA8" w:rsidP="00163CA8">
            <w:pPr>
              <w:jc w:val="both"/>
              <w:rPr>
                <w:szCs w:val="22"/>
              </w:rPr>
            </w:pPr>
          </w:p>
        </w:tc>
        <w:tc>
          <w:tcPr>
            <w:tcW w:w="1120" w:type="dxa"/>
            <w:tcBorders>
              <w:bottom w:val="double" w:sz="4" w:space="0" w:color="auto"/>
            </w:tcBorders>
            <w:vAlign w:val="bottom"/>
          </w:tcPr>
          <w:p w14:paraId="3E86A675" w14:textId="1BF85D0B" w:rsidR="00163CA8" w:rsidRPr="00BC738F" w:rsidRDefault="00163CA8" w:rsidP="00163CA8">
            <w:pPr>
              <w:jc w:val="right"/>
              <w:rPr>
                <w:szCs w:val="22"/>
              </w:rPr>
            </w:pPr>
            <w:r w:rsidRPr="00BC738F">
              <w:rPr>
                <w:szCs w:val="22"/>
              </w:rPr>
              <w:t>40</w:t>
            </w:r>
          </w:p>
        </w:tc>
      </w:tr>
      <w:tr w:rsidR="00163CA8" w:rsidRPr="00BC738F" w14:paraId="40E6CEE6" w14:textId="77777777" w:rsidTr="006C746E">
        <w:tc>
          <w:tcPr>
            <w:tcW w:w="2970" w:type="dxa"/>
          </w:tcPr>
          <w:p w14:paraId="64626310" w14:textId="77777777" w:rsidR="00163CA8" w:rsidRPr="00BC738F" w:rsidRDefault="00163CA8" w:rsidP="00163CA8">
            <w:pPr>
              <w:jc w:val="both"/>
              <w:rPr>
                <w:b/>
                <w:bCs/>
                <w:i/>
                <w:iCs/>
                <w:szCs w:val="22"/>
              </w:rPr>
            </w:pPr>
          </w:p>
        </w:tc>
        <w:tc>
          <w:tcPr>
            <w:tcW w:w="999" w:type="dxa"/>
            <w:tcBorders>
              <w:top w:val="double" w:sz="4" w:space="0" w:color="auto"/>
            </w:tcBorders>
          </w:tcPr>
          <w:p w14:paraId="2D7F58D2" w14:textId="77777777" w:rsidR="00163CA8" w:rsidRPr="00BC738F" w:rsidRDefault="00163CA8" w:rsidP="00163CA8">
            <w:pPr>
              <w:jc w:val="right"/>
              <w:rPr>
                <w:szCs w:val="22"/>
              </w:rPr>
            </w:pPr>
          </w:p>
        </w:tc>
        <w:tc>
          <w:tcPr>
            <w:tcW w:w="249" w:type="dxa"/>
          </w:tcPr>
          <w:p w14:paraId="097F3B5F" w14:textId="77777777" w:rsidR="00163CA8" w:rsidRPr="00BC738F" w:rsidRDefault="00163CA8" w:rsidP="00163CA8">
            <w:pPr>
              <w:jc w:val="both"/>
              <w:rPr>
                <w:szCs w:val="22"/>
              </w:rPr>
            </w:pPr>
          </w:p>
        </w:tc>
        <w:tc>
          <w:tcPr>
            <w:tcW w:w="1011" w:type="dxa"/>
            <w:tcBorders>
              <w:top w:val="double" w:sz="4" w:space="0" w:color="auto"/>
            </w:tcBorders>
          </w:tcPr>
          <w:p w14:paraId="71155F22" w14:textId="77777777" w:rsidR="00163CA8" w:rsidRPr="00BC738F" w:rsidRDefault="00163CA8" w:rsidP="00163CA8">
            <w:pPr>
              <w:jc w:val="right"/>
              <w:rPr>
                <w:szCs w:val="22"/>
              </w:rPr>
            </w:pPr>
          </w:p>
        </w:tc>
        <w:tc>
          <w:tcPr>
            <w:tcW w:w="241" w:type="dxa"/>
          </w:tcPr>
          <w:p w14:paraId="5BEFA152" w14:textId="77777777" w:rsidR="00163CA8" w:rsidRPr="00BC738F" w:rsidRDefault="00163CA8" w:rsidP="00163CA8">
            <w:pPr>
              <w:jc w:val="both"/>
              <w:rPr>
                <w:szCs w:val="22"/>
              </w:rPr>
            </w:pPr>
          </w:p>
        </w:tc>
        <w:tc>
          <w:tcPr>
            <w:tcW w:w="986" w:type="dxa"/>
            <w:tcBorders>
              <w:top w:val="double" w:sz="4" w:space="0" w:color="auto"/>
            </w:tcBorders>
          </w:tcPr>
          <w:p w14:paraId="130CBE4E" w14:textId="77777777" w:rsidR="00163CA8" w:rsidRPr="00BC738F" w:rsidRDefault="00163CA8" w:rsidP="00163CA8">
            <w:pPr>
              <w:jc w:val="right"/>
              <w:rPr>
                <w:szCs w:val="22"/>
              </w:rPr>
            </w:pPr>
          </w:p>
        </w:tc>
        <w:tc>
          <w:tcPr>
            <w:tcW w:w="232" w:type="dxa"/>
          </w:tcPr>
          <w:p w14:paraId="6AED5EF2" w14:textId="77777777" w:rsidR="00163CA8" w:rsidRPr="00BC738F" w:rsidRDefault="00163CA8" w:rsidP="00163CA8">
            <w:pPr>
              <w:jc w:val="both"/>
              <w:rPr>
                <w:szCs w:val="22"/>
              </w:rPr>
            </w:pPr>
          </w:p>
        </w:tc>
        <w:tc>
          <w:tcPr>
            <w:tcW w:w="1099" w:type="dxa"/>
            <w:tcBorders>
              <w:top w:val="double" w:sz="4" w:space="0" w:color="auto"/>
            </w:tcBorders>
          </w:tcPr>
          <w:p w14:paraId="2F6054FD" w14:textId="77777777" w:rsidR="00163CA8" w:rsidRPr="00BC738F" w:rsidRDefault="00163CA8" w:rsidP="00163CA8">
            <w:pPr>
              <w:jc w:val="right"/>
              <w:rPr>
                <w:szCs w:val="22"/>
              </w:rPr>
            </w:pPr>
          </w:p>
        </w:tc>
        <w:tc>
          <w:tcPr>
            <w:tcW w:w="232" w:type="dxa"/>
          </w:tcPr>
          <w:p w14:paraId="1DA9371E" w14:textId="77777777" w:rsidR="00163CA8" w:rsidRPr="00BC738F" w:rsidRDefault="00163CA8" w:rsidP="00163CA8">
            <w:pPr>
              <w:jc w:val="both"/>
              <w:rPr>
                <w:szCs w:val="22"/>
              </w:rPr>
            </w:pPr>
          </w:p>
        </w:tc>
        <w:tc>
          <w:tcPr>
            <w:tcW w:w="1120" w:type="dxa"/>
            <w:tcBorders>
              <w:top w:val="double" w:sz="4" w:space="0" w:color="auto"/>
            </w:tcBorders>
          </w:tcPr>
          <w:p w14:paraId="7FB43F21" w14:textId="77777777" w:rsidR="00163CA8" w:rsidRPr="00BC738F" w:rsidRDefault="00163CA8" w:rsidP="00163CA8">
            <w:pPr>
              <w:jc w:val="right"/>
              <w:rPr>
                <w:szCs w:val="22"/>
              </w:rPr>
            </w:pPr>
          </w:p>
        </w:tc>
      </w:tr>
      <w:tr w:rsidR="006C746E" w:rsidRPr="00BC738F" w14:paraId="31ABB16A" w14:textId="77777777" w:rsidTr="006C746E">
        <w:trPr>
          <w:tblHeader/>
        </w:trPr>
        <w:tc>
          <w:tcPr>
            <w:tcW w:w="2970" w:type="dxa"/>
            <w:vAlign w:val="bottom"/>
          </w:tcPr>
          <w:p w14:paraId="603ADFE9" w14:textId="77777777" w:rsidR="006C746E" w:rsidRPr="00BC738F" w:rsidRDefault="006C746E" w:rsidP="006C746E">
            <w:pPr>
              <w:ind w:left="159" w:hanging="159"/>
              <w:rPr>
                <w:b/>
                <w:bCs/>
                <w:i/>
                <w:iCs/>
                <w:szCs w:val="22"/>
              </w:rPr>
            </w:pPr>
            <w:r w:rsidRPr="00BC738F">
              <w:rPr>
                <w:b/>
                <w:bCs/>
                <w:i/>
                <w:iCs/>
                <w:szCs w:val="22"/>
              </w:rPr>
              <w:t>Marketable debt securities</w:t>
            </w:r>
          </w:p>
        </w:tc>
        <w:tc>
          <w:tcPr>
            <w:tcW w:w="999" w:type="dxa"/>
            <w:vAlign w:val="bottom"/>
          </w:tcPr>
          <w:p w14:paraId="4DACE036" w14:textId="694AB6A6" w:rsidR="006C746E" w:rsidRPr="00BC738F" w:rsidRDefault="006C746E" w:rsidP="006C746E">
            <w:pPr>
              <w:ind w:left="-107" w:right="-36"/>
              <w:jc w:val="center"/>
              <w:rPr>
                <w:szCs w:val="22"/>
              </w:rPr>
            </w:pPr>
            <w:r w:rsidRPr="00BC738F">
              <w:rPr>
                <w:szCs w:val="22"/>
              </w:rPr>
              <w:t>At 1 January</w:t>
            </w:r>
            <w:r w:rsidR="00367D29">
              <w:rPr>
                <w:szCs w:val="22"/>
              </w:rPr>
              <w:t xml:space="preserve"> 2020</w:t>
            </w:r>
          </w:p>
        </w:tc>
        <w:tc>
          <w:tcPr>
            <w:tcW w:w="249" w:type="dxa"/>
            <w:vAlign w:val="bottom"/>
          </w:tcPr>
          <w:p w14:paraId="7C22470A" w14:textId="77777777" w:rsidR="006C746E" w:rsidRPr="00BC738F" w:rsidRDefault="006C746E" w:rsidP="006C746E">
            <w:pPr>
              <w:jc w:val="center"/>
              <w:rPr>
                <w:szCs w:val="22"/>
              </w:rPr>
            </w:pPr>
          </w:p>
        </w:tc>
        <w:tc>
          <w:tcPr>
            <w:tcW w:w="1011" w:type="dxa"/>
            <w:vAlign w:val="bottom"/>
          </w:tcPr>
          <w:p w14:paraId="4A0C3927" w14:textId="77777777" w:rsidR="006C746E" w:rsidRPr="00BC738F" w:rsidRDefault="006C746E" w:rsidP="006C746E">
            <w:pPr>
              <w:jc w:val="center"/>
              <w:rPr>
                <w:szCs w:val="22"/>
              </w:rPr>
            </w:pPr>
            <w:r w:rsidRPr="00BC738F">
              <w:rPr>
                <w:szCs w:val="22"/>
              </w:rPr>
              <w:t>Purchase</w:t>
            </w:r>
          </w:p>
        </w:tc>
        <w:tc>
          <w:tcPr>
            <w:tcW w:w="241" w:type="dxa"/>
            <w:vAlign w:val="bottom"/>
          </w:tcPr>
          <w:p w14:paraId="51F96402" w14:textId="77777777" w:rsidR="006C746E" w:rsidRPr="00BC738F" w:rsidRDefault="006C746E" w:rsidP="006C746E">
            <w:pPr>
              <w:jc w:val="center"/>
              <w:rPr>
                <w:szCs w:val="22"/>
              </w:rPr>
            </w:pPr>
          </w:p>
        </w:tc>
        <w:tc>
          <w:tcPr>
            <w:tcW w:w="986" w:type="dxa"/>
            <w:vAlign w:val="bottom"/>
          </w:tcPr>
          <w:p w14:paraId="677E8E92" w14:textId="77777777" w:rsidR="006C746E" w:rsidRPr="00BC738F" w:rsidRDefault="006C746E" w:rsidP="006C746E">
            <w:pPr>
              <w:jc w:val="center"/>
              <w:rPr>
                <w:szCs w:val="22"/>
              </w:rPr>
            </w:pPr>
            <w:r w:rsidRPr="00BC738F">
              <w:rPr>
                <w:szCs w:val="22"/>
              </w:rPr>
              <w:t>Disposal</w:t>
            </w:r>
          </w:p>
        </w:tc>
        <w:tc>
          <w:tcPr>
            <w:tcW w:w="232" w:type="dxa"/>
            <w:vAlign w:val="bottom"/>
          </w:tcPr>
          <w:p w14:paraId="7D305BD0" w14:textId="77777777" w:rsidR="006C746E" w:rsidRPr="00BC738F" w:rsidRDefault="006C746E" w:rsidP="006C746E">
            <w:pPr>
              <w:jc w:val="center"/>
              <w:rPr>
                <w:szCs w:val="22"/>
              </w:rPr>
            </w:pPr>
          </w:p>
        </w:tc>
        <w:tc>
          <w:tcPr>
            <w:tcW w:w="1099" w:type="dxa"/>
            <w:vAlign w:val="bottom"/>
          </w:tcPr>
          <w:p w14:paraId="433F4687" w14:textId="77777777" w:rsidR="006C746E" w:rsidRPr="00BC738F" w:rsidRDefault="006C746E" w:rsidP="006C746E">
            <w:pPr>
              <w:ind w:left="-83" w:right="-127"/>
              <w:jc w:val="center"/>
              <w:rPr>
                <w:szCs w:val="22"/>
              </w:rPr>
            </w:pPr>
            <w:r w:rsidRPr="00BC738F">
              <w:rPr>
                <w:szCs w:val="22"/>
              </w:rPr>
              <w:t>Fair value adjustment</w:t>
            </w:r>
          </w:p>
        </w:tc>
        <w:tc>
          <w:tcPr>
            <w:tcW w:w="232" w:type="dxa"/>
            <w:vAlign w:val="bottom"/>
          </w:tcPr>
          <w:p w14:paraId="6D818E91" w14:textId="77777777" w:rsidR="006C746E" w:rsidRPr="00BC738F" w:rsidRDefault="006C746E" w:rsidP="006C746E">
            <w:pPr>
              <w:jc w:val="center"/>
              <w:rPr>
                <w:szCs w:val="22"/>
              </w:rPr>
            </w:pPr>
          </w:p>
        </w:tc>
        <w:tc>
          <w:tcPr>
            <w:tcW w:w="1120" w:type="dxa"/>
            <w:vAlign w:val="bottom"/>
          </w:tcPr>
          <w:p w14:paraId="1E47559A" w14:textId="22F38BBD" w:rsidR="006C746E" w:rsidRPr="00BC738F" w:rsidRDefault="006C746E" w:rsidP="006C746E">
            <w:pPr>
              <w:jc w:val="center"/>
              <w:rPr>
                <w:szCs w:val="22"/>
              </w:rPr>
            </w:pPr>
            <w:r w:rsidRPr="00BC738F">
              <w:rPr>
                <w:szCs w:val="22"/>
              </w:rPr>
              <w:t>At 31 December</w:t>
            </w:r>
            <w:r w:rsidR="00367D29">
              <w:rPr>
                <w:szCs w:val="22"/>
              </w:rPr>
              <w:t xml:space="preserve"> 2020</w:t>
            </w:r>
          </w:p>
        </w:tc>
      </w:tr>
      <w:tr w:rsidR="00A07F61" w:rsidRPr="00BC738F" w14:paraId="3E42CA55" w14:textId="77777777" w:rsidTr="00EB2CE0">
        <w:trPr>
          <w:tblHeader/>
        </w:trPr>
        <w:tc>
          <w:tcPr>
            <w:tcW w:w="2970" w:type="dxa"/>
          </w:tcPr>
          <w:p w14:paraId="4D1652A6" w14:textId="77777777" w:rsidR="00A07F61" w:rsidRPr="00BC738F" w:rsidRDefault="00A07F61" w:rsidP="00EB2CE0">
            <w:pPr>
              <w:jc w:val="both"/>
              <w:rPr>
                <w:szCs w:val="22"/>
              </w:rPr>
            </w:pPr>
          </w:p>
        </w:tc>
        <w:tc>
          <w:tcPr>
            <w:tcW w:w="6169" w:type="dxa"/>
            <w:gridSpan w:val="9"/>
            <w:vAlign w:val="bottom"/>
          </w:tcPr>
          <w:p w14:paraId="6C6D7588" w14:textId="77777777" w:rsidR="00A07F61" w:rsidRPr="00BC738F" w:rsidRDefault="00A07F61" w:rsidP="00EB2CE0">
            <w:pPr>
              <w:jc w:val="center"/>
              <w:rPr>
                <w:i/>
                <w:iCs/>
                <w:szCs w:val="22"/>
              </w:rPr>
            </w:pPr>
            <w:r w:rsidRPr="00BC738F">
              <w:rPr>
                <w:i/>
                <w:iCs/>
                <w:szCs w:val="22"/>
              </w:rPr>
              <w:t>(in million Baht)</w:t>
            </w:r>
          </w:p>
        </w:tc>
      </w:tr>
      <w:tr w:rsidR="00163CA8" w:rsidRPr="00BC738F" w14:paraId="47F5991C" w14:textId="77777777" w:rsidTr="004E3AE7">
        <w:tc>
          <w:tcPr>
            <w:tcW w:w="2970" w:type="dxa"/>
          </w:tcPr>
          <w:p w14:paraId="0BB371F6" w14:textId="2EFF73FC" w:rsidR="00163CA8" w:rsidRPr="00BC738F" w:rsidRDefault="00CF2152" w:rsidP="00163CA8">
            <w:pPr>
              <w:jc w:val="both"/>
              <w:rPr>
                <w:b/>
                <w:bCs/>
                <w:i/>
                <w:iCs/>
                <w:szCs w:val="22"/>
              </w:rPr>
            </w:pPr>
            <w:r>
              <w:rPr>
                <w:b/>
                <w:bCs/>
                <w:i/>
                <w:iCs/>
                <w:szCs w:val="22"/>
              </w:rPr>
              <w:t>Other c</w:t>
            </w:r>
            <w:r w:rsidR="00163CA8" w:rsidRPr="00BC738F">
              <w:rPr>
                <w:b/>
                <w:bCs/>
                <w:i/>
                <w:iCs/>
                <w:szCs w:val="22"/>
              </w:rPr>
              <w:t>urrent financial assets</w:t>
            </w:r>
          </w:p>
        </w:tc>
        <w:tc>
          <w:tcPr>
            <w:tcW w:w="999" w:type="dxa"/>
          </w:tcPr>
          <w:p w14:paraId="7E27A58F" w14:textId="77777777" w:rsidR="00163CA8" w:rsidRPr="00BC738F" w:rsidRDefault="00163CA8" w:rsidP="00163CA8">
            <w:pPr>
              <w:jc w:val="right"/>
              <w:rPr>
                <w:szCs w:val="22"/>
              </w:rPr>
            </w:pPr>
          </w:p>
        </w:tc>
        <w:tc>
          <w:tcPr>
            <w:tcW w:w="249" w:type="dxa"/>
          </w:tcPr>
          <w:p w14:paraId="52074BD2" w14:textId="77777777" w:rsidR="00163CA8" w:rsidRPr="00BC738F" w:rsidRDefault="00163CA8" w:rsidP="00163CA8">
            <w:pPr>
              <w:jc w:val="both"/>
              <w:rPr>
                <w:szCs w:val="22"/>
              </w:rPr>
            </w:pPr>
          </w:p>
        </w:tc>
        <w:tc>
          <w:tcPr>
            <w:tcW w:w="1011" w:type="dxa"/>
          </w:tcPr>
          <w:p w14:paraId="7CF48E47" w14:textId="77777777" w:rsidR="00163CA8" w:rsidRPr="00BC738F" w:rsidRDefault="00163CA8" w:rsidP="00163CA8">
            <w:pPr>
              <w:jc w:val="right"/>
              <w:rPr>
                <w:szCs w:val="22"/>
              </w:rPr>
            </w:pPr>
          </w:p>
        </w:tc>
        <w:tc>
          <w:tcPr>
            <w:tcW w:w="241" w:type="dxa"/>
          </w:tcPr>
          <w:p w14:paraId="4D033593" w14:textId="77777777" w:rsidR="00163CA8" w:rsidRPr="00BC738F" w:rsidRDefault="00163CA8" w:rsidP="00163CA8">
            <w:pPr>
              <w:jc w:val="both"/>
              <w:rPr>
                <w:szCs w:val="22"/>
              </w:rPr>
            </w:pPr>
          </w:p>
        </w:tc>
        <w:tc>
          <w:tcPr>
            <w:tcW w:w="986" w:type="dxa"/>
          </w:tcPr>
          <w:p w14:paraId="0F2B24F1" w14:textId="77777777" w:rsidR="00163CA8" w:rsidRPr="00BC738F" w:rsidRDefault="00163CA8" w:rsidP="00163CA8">
            <w:pPr>
              <w:jc w:val="right"/>
              <w:rPr>
                <w:szCs w:val="22"/>
              </w:rPr>
            </w:pPr>
          </w:p>
        </w:tc>
        <w:tc>
          <w:tcPr>
            <w:tcW w:w="232" w:type="dxa"/>
          </w:tcPr>
          <w:p w14:paraId="0534F18B" w14:textId="77777777" w:rsidR="00163CA8" w:rsidRPr="00BC738F" w:rsidRDefault="00163CA8" w:rsidP="00163CA8">
            <w:pPr>
              <w:jc w:val="both"/>
              <w:rPr>
                <w:szCs w:val="22"/>
              </w:rPr>
            </w:pPr>
          </w:p>
        </w:tc>
        <w:tc>
          <w:tcPr>
            <w:tcW w:w="1099" w:type="dxa"/>
          </w:tcPr>
          <w:p w14:paraId="5B23199E" w14:textId="77777777" w:rsidR="00163CA8" w:rsidRPr="00BC738F" w:rsidRDefault="00163CA8" w:rsidP="00163CA8">
            <w:pPr>
              <w:jc w:val="right"/>
              <w:rPr>
                <w:szCs w:val="22"/>
              </w:rPr>
            </w:pPr>
          </w:p>
        </w:tc>
        <w:tc>
          <w:tcPr>
            <w:tcW w:w="232" w:type="dxa"/>
          </w:tcPr>
          <w:p w14:paraId="6C9A9E1C" w14:textId="77777777" w:rsidR="00163CA8" w:rsidRPr="00BC738F" w:rsidRDefault="00163CA8" w:rsidP="00163CA8">
            <w:pPr>
              <w:jc w:val="both"/>
              <w:rPr>
                <w:szCs w:val="22"/>
              </w:rPr>
            </w:pPr>
          </w:p>
        </w:tc>
        <w:tc>
          <w:tcPr>
            <w:tcW w:w="1120" w:type="dxa"/>
          </w:tcPr>
          <w:p w14:paraId="02B07E9A" w14:textId="77777777" w:rsidR="00163CA8" w:rsidRPr="00BC738F" w:rsidRDefault="00163CA8" w:rsidP="00163CA8">
            <w:pPr>
              <w:jc w:val="right"/>
              <w:rPr>
                <w:szCs w:val="22"/>
              </w:rPr>
            </w:pPr>
          </w:p>
        </w:tc>
      </w:tr>
      <w:tr w:rsidR="00163CA8" w:rsidRPr="00BC738F" w14:paraId="4AB3B490" w14:textId="77777777" w:rsidTr="004E3AE7">
        <w:tc>
          <w:tcPr>
            <w:tcW w:w="2970" w:type="dxa"/>
          </w:tcPr>
          <w:p w14:paraId="33FFA5BC" w14:textId="77777777" w:rsidR="00163CA8" w:rsidRPr="00BC738F" w:rsidRDefault="00163CA8" w:rsidP="00163CA8">
            <w:pPr>
              <w:jc w:val="both"/>
              <w:rPr>
                <w:szCs w:val="22"/>
              </w:rPr>
            </w:pPr>
            <w:r w:rsidRPr="00BC738F">
              <w:rPr>
                <w:szCs w:val="22"/>
              </w:rPr>
              <w:t>Debt securities measured at</w:t>
            </w:r>
          </w:p>
          <w:p w14:paraId="7185F09D" w14:textId="77777777" w:rsidR="00163CA8" w:rsidRPr="00C87857" w:rsidRDefault="00163CA8" w:rsidP="00C87857">
            <w:pPr>
              <w:overflowPunct w:val="0"/>
              <w:autoSpaceDE w:val="0"/>
              <w:autoSpaceDN w:val="0"/>
              <w:adjustRightInd w:val="0"/>
              <w:spacing w:line="240" w:lineRule="auto"/>
              <w:ind w:left="250"/>
              <w:jc w:val="both"/>
              <w:textAlignment w:val="baseline"/>
              <w:rPr>
                <w:b/>
                <w:bCs/>
                <w:szCs w:val="22"/>
              </w:rPr>
            </w:pPr>
            <w:r w:rsidRPr="00C87857">
              <w:rPr>
                <w:szCs w:val="22"/>
              </w:rPr>
              <w:t>FVTPL</w:t>
            </w:r>
          </w:p>
        </w:tc>
        <w:tc>
          <w:tcPr>
            <w:tcW w:w="999" w:type="dxa"/>
            <w:tcBorders>
              <w:bottom w:val="double" w:sz="4" w:space="0" w:color="auto"/>
            </w:tcBorders>
            <w:vAlign w:val="bottom"/>
          </w:tcPr>
          <w:p w14:paraId="3A6CB6A4" w14:textId="77777777" w:rsidR="00163CA8" w:rsidRPr="00BC738F" w:rsidRDefault="00163CA8" w:rsidP="00163CA8">
            <w:pPr>
              <w:pStyle w:val="acctfourfigures"/>
              <w:tabs>
                <w:tab w:val="clear" w:pos="765"/>
                <w:tab w:val="decimal" w:pos="373"/>
              </w:tabs>
              <w:spacing w:line="240" w:lineRule="auto"/>
              <w:jc w:val="center"/>
              <w:rPr>
                <w:szCs w:val="22"/>
              </w:rPr>
            </w:pPr>
            <w:r w:rsidRPr="00BC738F">
              <w:rPr>
                <w:szCs w:val="22"/>
              </w:rPr>
              <w:t>-</w:t>
            </w:r>
          </w:p>
        </w:tc>
        <w:tc>
          <w:tcPr>
            <w:tcW w:w="249" w:type="dxa"/>
            <w:vAlign w:val="bottom"/>
          </w:tcPr>
          <w:p w14:paraId="77A771F0" w14:textId="77777777" w:rsidR="00163CA8" w:rsidRPr="00BC738F" w:rsidRDefault="00163CA8" w:rsidP="00163CA8">
            <w:pPr>
              <w:jc w:val="both"/>
              <w:rPr>
                <w:szCs w:val="22"/>
              </w:rPr>
            </w:pPr>
          </w:p>
        </w:tc>
        <w:tc>
          <w:tcPr>
            <w:tcW w:w="1011" w:type="dxa"/>
            <w:tcBorders>
              <w:bottom w:val="double" w:sz="4" w:space="0" w:color="auto"/>
            </w:tcBorders>
            <w:vAlign w:val="bottom"/>
          </w:tcPr>
          <w:p w14:paraId="6DCB0583" w14:textId="77777777" w:rsidR="00163CA8" w:rsidRPr="00BC738F" w:rsidRDefault="00163CA8" w:rsidP="00163CA8">
            <w:pPr>
              <w:jc w:val="right"/>
              <w:rPr>
                <w:szCs w:val="22"/>
              </w:rPr>
            </w:pPr>
            <w:r w:rsidRPr="00BC738F">
              <w:rPr>
                <w:szCs w:val="22"/>
              </w:rPr>
              <w:t>346</w:t>
            </w:r>
          </w:p>
        </w:tc>
        <w:tc>
          <w:tcPr>
            <w:tcW w:w="241" w:type="dxa"/>
            <w:vAlign w:val="bottom"/>
          </w:tcPr>
          <w:p w14:paraId="209F6036" w14:textId="77777777" w:rsidR="00163CA8" w:rsidRPr="00BC738F" w:rsidRDefault="00163CA8" w:rsidP="00163CA8">
            <w:pPr>
              <w:jc w:val="both"/>
              <w:rPr>
                <w:szCs w:val="22"/>
              </w:rPr>
            </w:pPr>
          </w:p>
        </w:tc>
        <w:tc>
          <w:tcPr>
            <w:tcW w:w="986" w:type="dxa"/>
            <w:tcBorders>
              <w:bottom w:val="double" w:sz="4" w:space="0" w:color="auto"/>
            </w:tcBorders>
            <w:vAlign w:val="bottom"/>
          </w:tcPr>
          <w:p w14:paraId="1D3AC791" w14:textId="77777777" w:rsidR="00163CA8" w:rsidRPr="00BC738F" w:rsidRDefault="00163CA8" w:rsidP="00163CA8">
            <w:pPr>
              <w:jc w:val="right"/>
              <w:rPr>
                <w:szCs w:val="22"/>
              </w:rPr>
            </w:pPr>
            <w:r w:rsidRPr="00BC738F">
              <w:rPr>
                <w:szCs w:val="22"/>
              </w:rPr>
              <w:t>(306)</w:t>
            </w:r>
          </w:p>
        </w:tc>
        <w:tc>
          <w:tcPr>
            <w:tcW w:w="232" w:type="dxa"/>
            <w:vAlign w:val="bottom"/>
          </w:tcPr>
          <w:p w14:paraId="7306D83E" w14:textId="77777777" w:rsidR="00163CA8" w:rsidRPr="00BC738F" w:rsidRDefault="00163CA8" w:rsidP="00163CA8">
            <w:pPr>
              <w:jc w:val="both"/>
              <w:rPr>
                <w:szCs w:val="22"/>
              </w:rPr>
            </w:pPr>
          </w:p>
        </w:tc>
        <w:tc>
          <w:tcPr>
            <w:tcW w:w="1099" w:type="dxa"/>
            <w:tcBorders>
              <w:bottom w:val="double" w:sz="4" w:space="0" w:color="auto"/>
            </w:tcBorders>
            <w:vAlign w:val="bottom"/>
          </w:tcPr>
          <w:p w14:paraId="68A2C92B" w14:textId="77777777" w:rsidR="00163CA8" w:rsidRPr="00BC738F" w:rsidRDefault="00163CA8" w:rsidP="00163CA8">
            <w:pPr>
              <w:pStyle w:val="acctfourfigures"/>
              <w:tabs>
                <w:tab w:val="clear" w:pos="765"/>
                <w:tab w:val="decimal" w:pos="373"/>
              </w:tabs>
              <w:spacing w:line="240" w:lineRule="auto"/>
              <w:jc w:val="center"/>
              <w:rPr>
                <w:szCs w:val="22"/>
              </w:rPr>
            </w:pPr>
            <w:r w:rsidRPr="00BC738F">
              <w:rPr>
                <w:szCs w:val="22"/>
              </w:rPr>
              <w:t>-</w:t>
            </w:r>
          </w:p>
        </w:tc>
        <w:tc>
          <w:tcPr>
            <w:tcW w:w="232" w:type="dxa"/>
            <w:vAlign w:val="bottom"/>
          </w:tcPr>
          <w:p w14:paraId="480C6032" w14:textId="77777777" w:rsidR="00163CA8" w:rsidRPr="00BC738F" w:rsidRDefault="00163CA8" w:rsidP="00163CA8">
            <w:pPr>
              <w:jc w:val="both"/>
              <w:rPr>
                <w:szCs w:val="22"/>
              </w:rPr>
            </w:pPr>
          </w:p>
        </w:tc>
        <w:tc>
          <w:tcPr>
            <w:tcW w:w="1120" w:type="dxa"/>
            <w:tcBorders>
              <w:bottom w:val="double" w:sz="4" w:space="0" w:color="auto"/>
            </w:tcBorders>
            <w:vAlign w:val="bottom"/>
          </w:tcPr>
          <w:p w14:paraId="1DD33562" w14:textId="77777777" w:rsidR="00163CA8" w:rsidRPr="00BC738F" w:rsidRDefault="00163CA8" w:rsidP="00163CA8">
            <w:pPr>
              <w:jc w:val="right"/>
              <w:rPr>
                <w:szCs w:val="22"/>
              </w:rPr>
            </w:pPr>
            <w:r w:rsidRPr="00BC738F">
              <w:rPr>
                <w:szCs w:val="22"/>
              </w:rPr>
              <w:t>40</w:t>
            </w:r>
          </w:p>
        </w:tc>
      </w:tr>
    </w:tbl>
    <w:p w14:paraId="4E9ED716" w14:textId="4BF98972" w:rsidR="005A7E7E" w:rsidRDefault="005A7E7E" w:rsidP="00815555">
      <w:pPr>
        <w:jc w:val="both"/>
      </w:pPr>
    </w:p>
    <w:p w14:paraId="3F1AA5DE" w14:textId="77777777" w:rsidR="005A7E7E" w:rsidRDefault="005A7E7E">
      <w:pPr>
        <w:spacing w:line="240" w:lineRule="auto"/>
      </w:pPr>
      <w:r>
        <w:br w:type="page"/>
      </w:r>
    </w:p>
    <w:p w14:paraId="0AE245B3" w14:textId="77777777" w:rsidR="005F0FF4" w:rsidRPr="00472F61" w:rsidRDefault="00EA2207" w:rsidP="005F0FF4">
      <w:pPr>
        <w:pStyle w:val="Heading1"/>
        <w:rPr>
          <w:bCs/>
        </w:rPr>
      </w:pPr>
      <w:r w:rsidRPr="00472F61">
        <w:lastRenderedPageBreak/>
        <w:t>1</w:t>
      </w:r>
      <w:r w:rsidR="000024E7" w:rsidRPr="00472F61">
        <w:t>7</w:t>
      </w:r>
      <w:r w:rsidRPr="00472F61">
        <w:tab/>
      </w:r>
      <w:r w:rsidRPr="00472F61">
        <w:rPr>
          <w:bCs/>
        </w:rPr>
        <w:t>Commitments with non-related parties</w:t>
      </w:r>
    </w:p>
    <w:p w14:paraId="2598994E" w14:textId="77777777" w:rsidR="005F0FF4" w:rsidRPr="00472F61" w:rsidRDefault="005F0FF4" w:rsidP="00AE41B5">
      <w:pPr>
        <w:pStyle w:val="BodyText"/>
        <w:spacing w:after="0"/>
        <w:rPr>
          <w:szCs w:val="22"/>
          <w:lang w:val="en-US"/>
        </w:rPr>
      </w:pPr>
    </w:p>
    <w:tbl>
      <w:tblPr>
        <w:tblW w:w="912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7"/>
        <w:gridCol w:w="1480"/>
        <w:gridCol w:w="253"/>
        <w:gridCol w:w="1416"/>
      </w:tblGrid>
      <w:tr w:rsidR="005F0FF4" w:rsidRPr="00472F61" w14:paraId="3F273930" w14:textId="77777777" w:rsidTr="005F0FF4">
        <w:trPr>
          <w:trHeight w:val="20"/>
          <w:tblHeader/>
        </w:trPr>
        <w:tc>
          <w:tcPr>
            <w:tcW w:w="5977" w:type="dxa"/>
            <w:tcBorders>
              <w:top w:val="nil"/>
              <w:left w:val="nil"/>
              <w:bottom w:val="nil"/>
              <w:right w:val="nil"/>
            </w:tcBorders>
            <w:vAlign w:val="bottom"/>
          </w:tcPr>
          <w:p w14:paraId="6A3DFE6E" w14:textId="77777777" w:rsidR="005F0FF4" w:rsidRPr="00472F61" w:rsidRDefault="0076014E" w:rsidP="00B016DD">
            <w:pPr>
              <w:tabs>
                <w:tab w:val="left" w:pos="540"/>
              </w:tabs>
              <w:spacing w:line="240" w:lineRule="auto"/>
              <w:rPr>
                <w:b/>
                <w:bCs/>
                <w:i/>
                <w:iCs/>
                <w:szCs w:val="28"/>
                <w:lang w:val="en-US" w:bidi="th-TH"/>
              </w:rPr>
            </w:pPr>
            <w:r w:rsidRPr="00472F61">
              <w:rPr>
                <w:b/>
                <w:bCs/>
                <w:i/>
                <w:iCs/>
                <w:szCs w:val="28"/>
                <w:lang w:val="en-US" w:bidi="th-TH"/>
              </w:rPr>
              <w:t>As at 31 March 202</w:t>
            </w:r>
            <w:r w:rsidR="00CE78A9" w:rsidRPr="00472F61">
              <w:rPr>
                <w:b/>
                <w:bCs/>
                <w:i/>
                <w:iCs/>
                <w:szCs w:val="28"/>
                <w:lang w:val="en-US" w:bidi="th-TH"/>
              </w:rPr>
              <w:t>1</w:t>
            </w:r>
          </w:p>
        </w:tc>
        <w:tc>
          <w:tcPr>
            <w:tcW w:w="1480" w:type="dxa"/>
            <w:tcBorders>
              <w:top w:val="nil"/>
              <w:left w:val="nil"/>
              <w:bottom w:val="nil"/>
              <w:right w:val="nil"/>
            </w:tcBorders>
            <w:vAlign w:val="bottom"/>
          </w:tcPr>
          <w:p w14:paraId="6756AB88" w14:textId="77777777" w:rsidR="005F0FF4" w:rsidRPr="00472F61" w:rsidRDefault="005F0FF4" w:rsidP="00B016DD">
            <w:pPr>
              <w:tabs>
                <w:tab w:val="left" w:pos="540"/>
              </w:tabs>
              <w:spacing w:line="240" w:lineRule="auto"/>
              <w:ind w:left="-104" w:right="-109"/>
              <w:jc w:val="center"/>
              <w:rPr>
                <w:szCs w:val="22"/>
              </w:rPr>
            </w:pPr>
            <w:r w:rsidRPr="00472F61">
              <w:rPr>
                <w:b/>
                <w:bCs/>
                <w:szCs w:val="22"/>
              </w:rPr>
              <w:t>Consolidated financial statements</w:t>
            </w:r>
          </w:p>
        </w:tc>
        <w:tc>
          <w:tcPr>
            <w:tcW w:w="253" w:type="dxa"/>
            <w:tcBorders>
              <w:top w:val="nil"/>
              <w:left w:val="nil"/>
              <w:bottom w:val="nil"/>
              <w:right w:val="nil"/>
            </w:tcBorders>
          </w:tcPr>
          <w:p w14:paraId="02FF7DFD" w14:textId="77777777" w:rsidR="005F0FF4" w:rsidRPr="00472F61" w:rsidRDefault="005F0FF4" w:rsidP="00B016DD">
            <w:pPr>
              <w:tabs>
                <w:tab w:val="left" w:pos="540"/>
              </w:tabs>
              <w:spacing w:line="240" w:lineRule="auto"/>
              <w:jc w:val="center"/>
              <w:rPr>
                <w:szCs w:val="22"/>
              </w:rPr>
            </w:pPr>
          </w:p>
        </w:tc>
        <w:tc>
          <w:tcPr>
            <w:tcW w:w="1416" w:type="dxa"/>
            <w:tcBorders>
              <w:top w:val="nil"/>
              <w:left w:val="nil"/>
              <w:bottom w:val="nil"/>
              <w:right w:val="nil"/>
            </w:tcBorders>
          </w:tcPr>
          <w:p w14:paraId="1E9116DF" w14:textId="77777777" w:rsidR="005F0FF4" w:rsidRPr="00472F61" w:rsidRDefault="005F0FF4" w:rsidP="00B016DD">
            <w:pPr>
              <w:tabs>
                <w:tab w:val="left" w:pos="540"/>
              </w:tabs>
              <w:spacing w:line="240" w:lineRule="auto"/>
              <w:ind w:left="-85" w:right="-48"/>
              <w:jc w:val="center"/>
              <w:rPr>
                <w:szCs w:val="22"/>
              </w:rPr>
            </w:pPr>
            <w:r w:rsidRPr="00472F61">
              <w:rPr>
                <w:b/>
                <w:bCs/>
                <w:szCs w:val="22"/>
              </w:rPr>
              <w:t>Separate financial statements</w:t>
            </w:r>
          </w:p>
        </w:tc>
      </w:tr>
      <w:tr w:rsidR="005F0FF4" w:rsidRPr="00472F61" w14:paraId="24D66C23" w14:textId="77777777" w:rsidTr="005F0FF4">
        <w:trPr>
          <w:trHeight w:val="20"/>
          <w:tblHeader/>
        </w:trPr>
        <w:tc>
          <w:tcPr>
            <w:tcW w:w="5977" w:type="dxa"/>
            <w:tcBorders>
              <w:top w:val="nil"/>
              <w:left w:val="nil"/>
              <w:bottom w:val="nil"/>
              <w:right w:val="nil"/>
            </w:tcBorders>
          </w:tcPr>
          <w:p w14:paraId="5EC9BE8D" w14:textId="77777777" w:rsidR="005F0FF4" w:rsidRPr="00472F61" w:rsidRDefault="005F0FF4" w:rsidP="00B016DD">
            <w:pPr>
              <w:tabs>
                <w:tab w:val="left" w:pos="540"/>
              </w:tabs>
              <w:spacing w:line="240" w:lineRule="auto"/>
              <w:rPr>
                <w:i/>
                <w:iCs/>
                <w:color w:val="0000FF"/>
                <w:szCs w:val="22"/>
              </w:rPr>
            </w:pPr>
          </w:p>
        </w:tc>
        <w:tc>
          <w:tcPr>
            <w:tcW w:w="3149" w:type="dxa"/>
            <w:gridSpan w:val="3"/>
            <w:tcBorders>
              <w:top w:val="nil"/>
              <w:left w:val="nil"/>
              <w:bottom w:val="nil"/>
              <w:right w:val="nil"/>
            </w:tcBorders>
          </w:tcPr>
          <w:p w14:paraId="7CA01870" w14:textId="253BAB16" w:rsidR="005F0FF4" w:rsidRPr="00472F61" w:rsidRDefault="005F0FF4" w:rsidP="00B016DD">
            <w:pPr>
              <w:tabs>
                <w:tab w:val="left" w:pos="540"/>
              </w:tabs>
              <w:spacing w:line="240" w:lineRule="auto"/>
              <w:jc w:val="center"/>
              <w:rPr>
                <w:i/>
                <w:iCs/>
                <w:szCs w:val="22"/>
              </w:rPr>
            </w:pPr>
            <w:r w:rsidRPr="00472F61">
              <w:rPr>
                <w:i/>
                <w:iCs/>
                <w:szCs w:val="22"/>
              </w:rPr>
              <w:t xml:space="preserve">(in </w:t>
            </w:r>
            <w:r w:rsidR="00D874EA">
              <w:rPr>
                <w:i/>
                <w:iCs/>
                <w:szCs w:val="22"/>
              </w:rPr>
              <w:t>million</w:t>
            </w:r>
            <w:r w:rsidRPr="00472F61">
              <w:rPr>
                <w:i/>
                <w:iCs/>
                <w:szCs w:val="22"/>
              </w:rPr>
              <w:t xml:space="preserve"> Baht)</w:t>
            </w:r>
          </w:p>
        </w:tc>
      </w:tr>
      <w:tr w:rsidR="005F0FF4" w:rsidRPr="00472F61" w14:paraId="342EE19C" w14:textId="77777777" w:rsidTr="005F0FF4">
        <w:trPr>
          <w:trHeight w:val="20"/>
        </w:trPr>
        <w:tc>
          <w:tcPr>
            <w:tcW w:w="5977" w:type="dxa"/>
            <w:tcBorders>
              <w:top w:val="nil"/>
              <w:left w:val="nil"/>
              <w:bottom w:val="nil"/>
              <w:right w:val="nil"/>
            </w:tcBorders>
            <w:shd w:val="clear" w:color="auto" w:fill="auto"/>
          </w:tcPr>
          <w:p w14:paraId="50FF4079" w14:textId="77777777" w:rsidR="005F0FF4" w:rsidRPr="00472F61" w:rsidRDefault="005F0FF4" w:rsidP="005F0FF4">
            <w:pPr>
              <w:spacing w:line="240" w:lineRule="auto"/>
              <w:ind w:left="-18"/>
              <w:rPr>
                <w:rFonts w:eastAsia="Angsana New"/>
                <w:b/>
                <w:bCs/>
                <w:i/>
                <w:iCs/>
                <w:szCs w:val="22"/>
                <w:cs/>
                <w:lang w:bidi="th-TH"/>
              </w:rPr>
            </w:pPr>
            <w:r w:rsidRPr="00472F61">
              <w:rPr>
                <w:rFonts w:eastAsia="Angsana New"/>
                <w:b/>
                <w:bCs/>
                <w:i/>
                <w:iCs/>
                <w:szCs w:val="22"/>
              </w:rPr>
              <w:t>Capital commitments</w:t>
            </w:r>
          </w:p>
        </w:tc>
        <w:tc>
          <w:tcPr>
            <w:tcW w:w="1480" w:type="dxa"/>
            <w:tcBorders>
              <w:top w:val="nil"/>
              <w:left w:val="nil"/>
              <w:bottom w:val="nil"/>
              <w:right w:val="nil"/>
            </w:tcBorders>
          </w:tcPr>
          <w:p w14:paraId="6B593FEA" w14:textId="77777777" w:rsidR="005F0FF4" w:rsidRPr="00472F61" w:rsidRDefault="005F0FF4" w:rsidP="005F0FF4">
            <w:pPr>
              <w:tabs>
                <w:tab w:val="decimal" w:pos="1155"/>
              </w:tabs>
              <w:spacing w:line="240" w:lineRule="auto"/>
              <w:rPr>
                <w:b/>
                <w:bCs/>
                <w:szCs w:val="22"/>
              </w:rPr>
            </w:pPr>
          </w:p>
        </w:tc>
        <w:tc>
          <w:tcPr>
            <w:tcW w:w="253" w:type="dxa"/>
            <w:tcBorders>
              <w:top w:val="nil"/>
              <w:left w:val="nil"/>
              <w:bottom w:val="nil"/>
              <w:right w:val="nil"/>
            </w:tcBorders>
          </w:tcPr>
          <w:p w14:paraId="59F5EBAB" w14:textId="77777777" w:rsidR="005F0FF4" w:rsidRPr="00472F61" w:rsidRDefault="005F0FF4" w:rsidP="005F0FF4">
            <w:pPr>
              <w:tabs>
                <w:tab w:val="left" w:pos="540"/>
              </w:tabs>
              <w:spacing w:line="240" w:lineRule="auto"/>
              <w:jc w:val="center"/>
              <w:rPr>
                <w:b/>
                <w:bCs/>
                <w:szCs w:val="22"/>
              </w:rPr>
            </w:pPr>
          </w:p>
        </w:tc>
        <w:tc>
          <w:tcPr>
            <w:tcW w:w="1416" w:type="dxa"/>
            <w:tcBorders>
              <w:top w:val="nil"/>
              <w:left w:val="nil"/>
              <w:bottom w:val="nil"/>
              <w:right w:val="nil"/>
            </w:tcBorders>
          </w:tcPr>
          <w:p w14:paraId="4A5EDC1B" w14:textId="77777777" w:rsidR="005F0FF4" w:rsidRPr="00472F61" w:rsidRDefault="005F0FF4" w:rsidP="005F0FF4">
            <w:pPr>
              <w:tabs>
                <w:tab w:val="decimal" w:pos="1085"/>
              </w:tabs>
              <w:spacing w:line="240" w:lineRule="auto"/>
              <w:ind w:left="-85" w:right="-48"/>
              <w:jc w:val="both"/>
              <w:rPr>
                <w:b/>
                <w:bCs/>
                <w:szCs w:val="22"/>
              </w:rPr>
            </w:pPr>
          </w:p>
        </w:tc>
      </w:tr>
      <w:tr w:rsidR="005F0FF4" w:rsidRPr="00472F61" w14:paraId="70939EC1" w14:textId="77777777" w:rsidTr="005F0FF4">
        <w:trPr>
          <w:trHeight w:val="20"/>
        </w:trPr>
        <w:tc>
          <w:tcPr>
            <w:tcW w:w="5977" w:type="dxa"/>
            <w:tcBorders>
              <w:top w:val="nil"/>
              <w:left w:val="nil"/>
              <w:bottom w:val="nil"/>
              <w:right w:val="nil"/>
            </w:tcBorders>
            <w:shd w:val="clear" w:color="auto" w:fill="auto"/>
          </w:tcPr>
          <w:p w14:paraId="0591E36F" w14:textId="77777777" w:rsidR="005F0FF4" w:rsidRPr="00472F61" w:rsidRDefault="005F0FF4" w:rsidP="005F0FF4">
            <w:pPr>
              <w:spacing w:line="240" w:lineRule="auto"/>
              <w:jc w:val="thaiDistribute"/>
              <w:rPr>
                <w:rFonts w:eastAsia="Angsana New"/>
                <w:szCs w:val="22"/>
                <w:cs/>
              </w:rPr>
            </w:pPr>
            <w:r w:rsidRPr="00472F61">
              <w:rPr>
                <w:szCs w:val="22"/>
              </w:rPr>
              <w:t>Contracted but not provided for:</w:t>
            </w:r>
          </w:p>
        </w:tc>
        <w:tc>
          <w:tcPr>
            <w:tcW w:w="1480" w:type="dxa"/>
            <w:tcBorders>
              <w:top w:val="nil"/>
              <w:left w:val="nil"/>
              <w:bottom w:val="nil"/>
              <w:right w:val="nil"/>
            </w:tcBorders>
          </w:tcPr>
          <w:p w14:paraId="48CED0EC" w14:textId="77777777" w:rsidR="005F0FF4" w:rsidRPr="00472F61" w:rsidRDefault="005F0FF4" w:rsidP="005F0FF4">
            <w:pPr>
              <w:tabs>
                <w:tab w:val="decimal" w:pos="1155"/>
              </w:tabs>
              <w:spacing w:line="240" w:lineRule="auto"/>
              <w:rPr>
                <w:b/>
                <w:bCs/>
                <w:szCs w:val="22"/>
              </w:rPr>
            </w:pPr>
          </w:p>
        </w:tc>
        <w:tc>
          <w:tcPr>
            <w:tcW w:w="253" w:type="dxa"/>
            <w:tcBorders>
              <w:top w:val="nil"/>
              <w:left w:val="nil"/>
              <w:bottom w:val="nil"/>
              <w:right w:val="nil"/>
            </w:tcBorders>
          </w:tcPr>
          <w:p w14:paraId="4131BF08" w14:textId="77777777" w:rsidR="005F0FF4" w:rsidRPr="00472F61" w:rsidRDefault="005F0FF4" w:rsidP="005F0FF4">
            <w:pPr>
              <w:tabs>
                <w:tab w:val="left" w:pos="540"/>
              </w:tabs>
              <w:spacing w:line="240" w:lineRule="auto"/>
              <w:jc w:val="center"/>
              <w:rPr>
                <w:b/>
                <w:bCs/>
                <w:szCs w:val="22"/>
              </w:rPr>
            </w:pPr>
          </w:p>
        </w:tc>
        <w:tc>
          <w:tcPr>
            <w:tcW w:w="1416" w:type="dxa"/>
            <w:tcBorders>
              <w:top w:val="nil"/>
              <w:left w:val="nil"/>
              <w:bottom w:val="nil"/>
              <w:right w:val="nil"/>
            </w:tcBorders>
          </w:tcPr>
          <w:p w14:paraId="2C7A72D2" w14:textId="77777777" w:rsidR="005F0FF4" w:rsidRPr="00472F61" w:rsidRDefault="005F0FF4" w:rsidP="005F0FF4">
            <w:pPr>
              <w:tabs>
                <w:tab w:val="decimal" w:pos="1085"/>
              </w:tabs>
              <w:spacing w:line="240" w:lineRule="auto"/>
              <w:ind w:left="-85" w:right="-48"/>
              <w:jc w:val="both"/>
              <w:rPr>
                <w:szCs w:val="22"/>
              </w:rPr>
            </w:pPr>
          </w:p>
        </w:tc>
      </w:tr>
      <w:tr w:rsidR="008E658E" w:rsidRPr="00472F61" w14:paraId="7DBF4860" w14:textId="77777777" w:rsidTr="00AE62B1">
        <w:trPr>
          <w:trHeight w:val="20"/>
        </w:trPr>
        <w:tc>
          <w:tcPr>
            <w:tcW w:w="5977" w:type="dxa"/>
            <w:tcBorders>
              <w:top w:val="nil"/>
              <w:left w:val="nil"/>
              <w:bottom w:val="nil"/>
              <w:right w:val="nil"/>
            </w:tcBorders>
            <w:shd w:val="clear" w:color="auto" w:fill="auto"/>
          </w:tcPr>
          <w:p w14:paraId="6A3E425B" w14:textId="77777777" w:rsidR="008E658E" w:rsidRPr="00472F61" w:rsidRDefault="008E658E" w:rsidP="008E658E">
            <w:pPr>
              <w:spacing w:line="240" w:lineRule="auto"/>
              <w:jc w:val="thaiDistribute"/>
              <w:rPr>
                <w:rFonts w:eastAsia="Angsana New"/>
                <w:szCs w:val="22"/>
              </w:rPr>
            </w:pPr>
            <w:r w:rsidRPr="00472F61">
              <w:rPr>
                <w:szCs w:val="22"/>
              </w:rPr>
              <w:t xml:space="preserve">   Buildings and other constructions</w:t>
            </w:r>
          </w:p>
        </w:tc>
        <w:tc>
          <w:tcPr>
            <w:tcW w:w="1480" w:type="dxa"/>
            <w:tcBorders>
              <w:top w:val="nil"/>
              <w:left w:val="nil"/>
              <w:bottom w:val="double" w:sz="4" w:space="0" w:color="auto"/>
              <w:right w:val="nil"/>
            </w:tcBorders>
          </w:tcPr>
          <w:p w14:paraId="71847ACB" w14:textId="77777777" w:rsidR="008E658E" w:rsidRPr="003E3C57" w:rsidRDefault="008E658E" w:rsidP="008E658E">
            <w:pPr>
              <w:jc w:val="right"/>
              <w:rPr>
                <w:b/>
                <w:bCs/>
              </w:rPr>
            </w:pPr>
            <w:r w:rsidRPr="003E3C57">
              <w:rPr>
                <w:b/>
                <w:bCs/>
              </w:rPr>
              <w:t>45</w:t>
            </w:r>
          </w:p>
        </w:tc>
        <w:tc>
          <w:tcPr>
            <w:tcW w:w="253" w:type="dxa"/>
            <w:tcBorders>
              <w:top w:val="nil"/>
              <w:left w:val="nil"/>
              <w:bottom w:val="nil"/>
              <w:right w:val="nil"/>
            </w:tcBorders>
          </w:tcPr>
          <w:p w14:paraId="0267A081" w14:textId="77777777" w:rsidR="008E658E" w:rsidRPr="003E3C57" w:rsidRDefault="008E658E" w:rsidP="008E658E">
            <w:pPr>
              <w:jc w:val="right"/>
              <w:rPr>
                <w:b/>
                <w:bCs/>
              </w:rPr>
            </w:pPr>
          </w:p>
        </w:tc>
        <w:tc>
          <w:tcPr>
            <w:tcW w:w="1416" w:type="dxa"/>
            <w:tcBorders>
              <w:top w:val="nil"/>
              <w:left w:val="nil"/>
              <w:bottom w:val="double" w:sz="4" w:space="0" w:color="auto"/>
              <w:right w:val="nil"/>
            </w:tcBorders>
          </w:tcPr>
          <w:p w14:paraId="5C8537EC" w14:textId="77777777" w:rsidR="008E658E" w:rsidRPr="003E3C57" w:rsidRDefault="008E658E" w:rsidP="008E658E">
            <w:pPr>
              <w:jc w:val="right"/>
              <w:rPr>
                <w:b/>
                <w:bCs/>
              </w:rPr>
            </w:pPr>
            <w:r w:rsidRPr="003E3C57">
              <w:rPr>
                <w:b/>
                <w:bCs/>
              </w:rPr>
              <w:t>28</w:t>
            </w:r>
          </w:p>
        </w:tc>
      </w:tr>
      <w:tr w:rsidR="00D83B8E" w:rsidRPr="00472F61" w14:paraId="228C0F27" w14:textId="77777777" w:rsidTr="00D83B8E">
        <w:trPr>
          <w:trHeight w:val="20"/>
        </w:trPr>
        <w:tc>
          <w:tcPr>
            <w:tcW w:w="5977" w:type="dxa"/>
            <w:tcBorders>
              <w:top w:val="nil"/>
              <w:left w:val="nil"/>
              <w:bottom w:val="nil"/>
              <w:right w:val="nil"/>
            </w:tcBorders>
            <w:shd w:val="clear" w:color="auto" w:fill="auto"/>
          </w:tcPr>
          <w:p w14:paraId="2E489472" w14:textId="77777777" w:rsidR="00D83B8E" w:rsidRPr="00472F61" w:rsidRDefault="00D83B8E" w:rsidP="005F0FF4">
            <w:pPr>
              <w:spacing w:line="240" w:lineRule="auto"/>
              <w:ind w:left="-18"/>
              <w:rPr>
                <w:rFonts w:eastAsia="Angsana New"/>
                <w:b/>
                <w:bCs/>
                <w:i/>
                <w:iCs/>
                <w:szCs w:val="22"/>
                <w:cs/>
                <w:lang w:bidi="th-TH"/>
              </w:rPr>
            </w:pPr>
          </w:p>
        </w:tc>
        <w:tc>
          <w:tcPr>
            <w:tcW w:w="1480" w:type="dxa"/>
            <w:tcBorders>
              <w:top w:val="nil"/>
              <w:left w:val="nil"/>
              <w:bottom w:val="nil"/>
              <w:right w:val="nil"/>
            </w:tcBorders>
          </w:tcPr>
          <w:p w14:paraId="31739FC6" w14:textId="77777777" w:rsidR="00D83B8E" w:rsidRPr="003E3C57" w:rsidRDefault="00D83B8E" w:rsidP="008E658E">
            <w:pPr>
              <w:tabs>
                <w:tab w:val="decimal" w:pos="1155"/>
              </w:tabs>
              <w:spacing w:line="240" w:lineRule="auto"/>
              <w:jc w:val="right"/>
              <w:rPr>
                <w:b/>
                <w:bCs/>
                <w:szCs w:val="22"/>
              </w:rPr>
            </w:pPr>
          </w:p>
        </w:tc>
        <w:tc>
          <w:tcPr>
            <w:tcW w:w="253" w:type="dxa"/>
            <w:tcBorders>
              <w:top w:val="nil"/>
              <w:left w:val="nil"/>
              <w:bottom w:val="nil"/>
              <w:right w:val="nil"/>
            </w:tcBorders>
          </w:tcPr>
          <w:p w14:paraId="3BC537E9" w14:textId="77777777" w:rsidR="00D83B8E" w:rsidRPr="003E3C57" w:rsidRDefault="00D83B8E" w:rsidP="008E658E">
            <w:pPr>
              <w:tabs>
                <w:tab w:val="left" w:pos="540"/>
              </w:tabs>
              <w:spacing w:line="240" w:lineRule="auto"/>
              <w:jc w:val="right"/>
              <w:rPr>
                <w:b/>
                <w:bCs/>
                <w:szCs w:val="22"/>
              </w:rPr>
            </w:pPr>
          </w:p>
        </w:tc>
        <w:tc>
          <w:tcPr>
            <w:tcW w:w="1416" w:type="dxa"/>
            <w:tcBorders>
              <w:top w:val="nil"/>
              <w:left w:val="nil"/>
              <w:bottom w:val="nil"/>
              <w:right w:val="nil"/>
            </w:tcBorders>
          </w:tcPr>
          <w:p w14:paraId="17FEBC57" w14:textId="77777777" w:rsidR="00D83B8E" w:rsidRPr="003E3C57" w:rsidRDefault="00D83B8E" w:rsidP="008E658E">
            <w:pPr>
              <w:tabs>
                <w:tab w:val="decimal" w:pos="1085"/>
              </w:tabs>
              <w:spacing w:line="240" w:lineRule="auto"/>
              <w:ind w:left="-85" w:right="-48"/>
              <w:jc w:val="right"/>
              <w:rPr>
                <w:b/>
                <w:bCs/>
                <w:szCs w:val="22"/>
              </w:rPr>
            </w:pPr>
          </w:p>
        </w:tc>
      </w:tr>
      <w:tr w:rsidR="005F0FF4" w:rsidRPr="00472F61" w14:paraId="75DCA897" w14:textId="77777777" w:rsidTr="005F0FF4">
        <w:trPr>
          <w:trHeight w:val="20"/>
        </w:trPr>
        <w:tc>
          <w:tcPr>
            <w:tcW w:w="5977" w:type="dxa"/>
            <w:tcBorders>
              <w:top w:val="nil"/>
              <w:left w:val="nil"/>
              <w:bottom w:val="nil"/>
              <w:right w:val="nil"/>
            </w:tcBorders>
            <w:shd w:val="clear" w:color="auto" w:fill="auto"/>
          </w:tcPr>
          <w:p w14:paraId="722E11D3" w14:textId="77777777" w:rsidR="005F0FF4" w:rsidRPr="00472F61" w:rsidRDefault="005F0FF4" w:rsidP="005F0FF4">
            <w:pPr>
              <w:spacing w:line="240" w:lineRule="auto"/>
              <w:jc w:val="thaiDistribute"/>
              <w:rPr>
                <w:b/>
                <w:bCs/>
                <w:i/>
                <w:iCs/>
                <w:szCs w:val="22"/>
                <w:cs/>
              </w:rPr>
            </w:pPr>
            <w:r w:rsidRPr="00472F61">
              <w:rPr>
                <w:b/>
                <w:bCs/>
                <w:i/>
                <w:iCs/>
                <w:szCs w:val="22"/>
              </w:rPr>
              <w:t>Other commitments</w:t>
            </w:r>
          </w:p>
        </w:tc>
        <w:tc>
          <w:tcPr>
            <w:tcW w:w="1480" w:type="dxa"/>
            <w:tcBorders>
              <w:top w:val="nil"/>
              <w:left w:val="nil"/>
              <w:bottom w:val="nil"/>
              <w:right w:val="nil"/>
            </w:tcBorders>
          </w:tcPr>
          <w:p w14:paraId="6C6EB081" w14:textId="77777777" w:rsidR="005F0FF4" w:rsidRPr="00472F61" w:rsidRDefault="005F0FF4" w:rsidP="008E658E">
            <w:pPr>
              <w:pStyle w:val="BodyText"/>
              <w:tabs>
                <w:tab w:val="decimal" w:pos="1200"/>
              </w:tabs>
              <w:spacing w:after="0" w:line="240" w:lineRule="auto"/>
              <w:ind w:left="-115" w:right="-72"/>
              <w:jc w:val="right"/>
              <w:rPr>
                <w:b/>
                <w:bCs/>
                <w:szCs w:val="22"/>
              </w:rPr>
            </w:pPr>
          </w:p>
        </w:tc>
        <w:tc>
          <w:tcPr>
            <w:tcW w:w="253" w:type="dxa"/>
            <w:tcBorders>
              <w:top w:val="nil"/>
              <w:left w:val="nil"/>
              <w:bottom w:val="nil"/>
              <w:right w:val="nil"/>
            </w:tcBorders>
          </w:tcPr>
          <w:p w14:paraId="6D763195" w14:textId="77777777" w:rsidR="005F0FF4" w:rsidRPr="00472F61" w:rsidRDefault="005F0FF4" w:rsidP="008E658E">
            <w:pPr>
              <w:pStyle w:val="BodyText"/>
              <w:tabs>
                <w:tab w:val="decimal" w:pos="1200"/>
              </w:tabs>
              <w:spacing w:after="0" w:line="240" w:lineRule="auto"/>
              <w:ind w:left="-115" w:right="-72"/>
              <w:jc w:val="right"/>
              <w:rPr>
                <w:b/>
                <w:bCs/>
                <w:szCs w:val="22"/>
              </w:rPr>
            </w:pPr>
          </w:p>
        </w:tc>
        <w:tc>
          <w:tcPr>
            <w:tcW w:w="1416" w:type="dxa"/>
            <w:tcBorders>
              <w:top w:val="nil"/>
              <w:left w:val="nil"/>
              <w:bottom w:val="nil"/>
              <w:right w:val="nil"/>
            </w:tcBorders>
          </w:tcPr>
          <w:p w14:paraId="6A59108C" w14:textId="77777777" w:rsidR="005F0FF4" w:rsidRPr="00472F61" w:rsidRDefault="005F0FF4" w:rsidP="008E658E">
            <w:pPr>
              <w:pStyle w:val="BodyText"/>
              <w:tabs>
                <w:tab w:val="decimal" w:pos="1200"/>
              </w:tabs>
              <w:spacing w:after="0" w:line="240" w:lineRule="auto"/>
              <w:ind w:left="-115" w:right="-72"/>
              <w:jc w:val="right"/>
              <w:rPr>
                <w:szCs w:val="22"/>
              </w:rPr>
            </w:pPr>
          </w:p>
        </w:tc>
      </w:tr>
      <w:tr w:rsidR="008E658E" w:rsidRPr="00472F61" w14:paraId="239C1A43" w14:textId="77777777" w:rsidTr="00AE62B1">
        <w:trPr>
          <w:trHeight w:val="20"/>
        </w:trPr>
        <w:tc>
          <w:tcPr>
            <w:tcW w:w="5977" w:type="dxa"/>
            <w:tcBorders>
              <w:top w:val="nil"/>
              <w:left w:val="nil"/>
              <w:bottom w:val="nil"/>
              <w:right w:val="nil"/>
            </w:tcBorders>
            <w:shd w:val="clear" w:color="auto" w:fill="auto"/>
          </w:tcPr>
          <w:p w14:paraId="2D3CB1FA" w14:textId="470BBA11" w:rsidR="008E658E" w:rsidRPr="00472F61" w:rsidRDefault="003E3C57" w:rsidP="008E658E">
            <w:pPr>
              <w:rPr>
                <w:szCs w:val="22"/>
              </w:rPr>
            </w:pPr>
            <w:r w:rsidRPr="003E3C57">
              <w:rPr>
                <w:szCs w:val="22"/>
              </w:rPr>
              <w:t>Real estate projects under development contract</w:t>
            </w:r>
          </w:p>
        </w:tc>
        <w:tc>
          <w:tcPr>
            <w:tcW w:w="1480" w:type="dxa"/>
            <w:tcBorders>
              <w:top w:val="nil"/>
              <w:left w:val="nil"/>
              <w:bottom w:val="nil"/>
              <w:right w:val="nil"/>
            </w:tcBorders>
          </w:tcPr>
          <w:p w14:paraId="0C8486E2" w14:textId="77777777" w:rsidR="008E658E" w:rsidRPr="00472F61" w:rsidRDefault="008E658E" w:rsidP="008E658E">
            <w:pPr>
              <w:jc w:val="right"/>
            </w:pPr>
            <w:r w:rsidRPr="00472F61">
              <w:t>66</w:t>
            </w:r>
          </w:p>
        </w:tc>
        <w:tc>
          <w:tcPr>
            <w:tcW w:w="253" w:type="dxa"/>
            <w:tcBorders>
              <w:top w:val="nil"/>
              <w:left w:val="nil"/>
              <w:bottom w:val="nil"/>
              <w:right w:val="nil"/>
            </w:tcBorders>
          </w:tcPr>
          <w:p w14:paraId="53375561" w14:textId="77777777" w:rsidR="008E658E" w:rsidRPr="00472F61" w:rsidRDefault="008E658E" w:rsidP="008E658E">
            <w:pPr>
              <w:jc w:val="right"/>
            </w:pPr>
          </w:p>
        </w:tc>
        <w:tc>
          <w:tcPr>
            <w:tcW w:w="1416" w:type="dxa"/>
            <w:tcBorders>
              <w:top w:val="nil"/>
              <w:left w:val="nil"/>
              <w:bottom w:val="nil"/>
              <w:right w:val="nil"/>
            </w:tcBorders>
          </w:tcPr>
          <w:p w14:paraId="0CD35CCF" w14:textId="77777777" w:rsidR="008E658E" w:rsidRPr="00472F61" w:rsidRDefault="008E658E" w:rsidP="003E3C57">
            <w:pPr>
              <w:ind w:right="200"/>
              <w:jc w:val="right"/>
            </w:pPr>
            <w:r w:rsidRPr="00472F61">
              <w:t>-</w:t>
            </w:r>
          </w:p>
        </w:tc>
      </w:tr>
      <w:tr w:rsidR="008E658E" w:rsidRPr="00472F61" w14:paraId="0AEB810B" w14:textId="77777777" w:rsidTr="00AE62B1">
        <w:trPr>
          <w:trHeight w:val="20"/>
        </w:trPr>
        <w:tc>
          <w:tcPr>
            <w:tcW w:w="5977" w:type="dxa"/>
            <w:tcBorders>
              <w:top w:val="nil"/>
              <w:left w:val="nil"/>
              <w:bottom w:val="nil"/>
              <w:right w:val="nil"/>
            </w:tcBorders>
            <w:shd w:val="clear" w:color="auto" w:fill="auto"/>
          </w:tcPr>
          <w:p w14:paraId="36A8447F" w14:textId="77777777" w:rsidR="008E658E" w:rsidRPr="00472F61" w:rsidRDefault="008E658E" w:rsidP="008E658E">
            <w:pPr>
              <w:rPr>
                <w:szCs w:val="22"/>
              </w:rPr>
            </w:pPr>
            <w:r w:rsidRPr="00472F61">
              <w:rPr>
                <w:szCs w:val="22"/>
              </w:rPr>
              <w:t>Service agreements</w:t>
            </w:r>
          </w:p>
        </w:tc>
        <w:tc>
          <w:tcPr>
            <w:tcW w:w="1480" w:type="dxa"/>
            <w:tcBorders>
              <w:top w:val="nil"/>
              <w:left w:val="nil"/>
              <w:bottom w:val="nil"/>
              <w:right w:val="nil"/>
            </w:tcBorders>
          </w:tcPr>
          <w:p w14:paraId="705892E7" w14:textId="77777777" w:rsidR="008E658E" w:rsidRPr="00472F61" w:rsidRDefault="008E658E" w:rsidP="008E658E">
            <w:pPr>
              <w:jc w:val="right"/>
            </w:pPr>
            <w:r w:rsidRPr="00472F61">
              <w:t>56</w:t>
            </w:r>
          </w:p>
        </w:tc>
        <w:tc>
          <w:tcPr>
            <w:tcW w:w="253" w:type="dxa"/>
            <w:tcBorders>
              <w:top w:val="nil"/>
              <w:left w:val="nil"/>
              <w:bottom w:val="nil"/>
              <w:right w:val="nil"/>
            </w:tcBorders>
          </w:tcPr>
          <w:p w14:paraId="11088ECC" w14:textId="77777777" w:rsidR="008E658E" w:rsidRPr="00472F61" w:rsidRDefault="008E658E" w:rsidP="008E658E">
            <w:pPr>
              <w:jc w:val="right"/>
            </w:pPr>
          </w:p>
        </w:tc>
        <w:tc>
          <w:tcPr>
            <w:tcW w:w="1416" w:type="dxa"/>
            <w:tcBorders>
              <w:top w:val="nil"/>
              <w:left w:val="nil"/>
              <w:bottom w:val="nil"/>
              <w:right w:val="nil"/>
            </w:tcBorders>
          </w:tcPr>
          <w:p w14:paraId="105AEAB9" w14:textId="77777777" w:rsidR="008E658E" w:rsidRPr="00472F61" w:rsidRDefault="008E658E" w:rsidP="008E658E">
            <w:pPr>
              <w:jc w:val="right"/>
            </w:pPr>
            <w:r w:rsidRPr="00472F61">
              <w:t>1</w:t>
            </w:r>
          </w:p>
        </w:tc>
      </w:tr>
      <w:tr w:rsidR="008E658E" w:rsidRPr="00472F61" w14:paraId="5269F918" w14:textId="77777777" w:rsidTr="00AE62B1">
        <w:trPr>
          <w:trHeight w:val="20"/>
        </w:trPr>
        <w:tc>
          <w:tcPr>
            <w:tcW w:w="5977" w:type="dxa"/>
            <w:tcBorders>
              <w:top w:val="nil"/>
              <w:left w:val="nil"/>
              <w:bottom w:val="nil"/>
              <w:right w:val="nil"/>
            </w:tcBorders>
            <w:shd w:val="clear" w:color="auto" w:fill="auto"/>
          </w:tcPr>
          <w:p w14:paraId="07C24191" w14:textId="77777777" w:rsidR="008E658E" w:rsidRPr="00512A50" w:rsidRDefault="008E658E" w:rsidP="008E658E">
            <w:pPr>
              <w:rPr>
                <w:rFonts w:cstheme="minorBidi"/>
                <w:szCs w:val="28"/>
                <w:cs/>
                <w:lang w:bidi="th-TH"/>
              </w:rPr>
            </w:pPr>
            <w:r w:rsidRPr="00472F61">
              <w:rPr>
                <w:szCs w:val="22"/>
              </w:rPr>
              <w:t>Bank guarantees</w:t>
            </w:r>
          </w:p>
        </w:tc>
        <w:tc>
          <w:tcPr>
            <w:tcW w:w="1480" w:type="dxa"/>
            <w:tcBorders>
              <w:top w:val="nil"/>
              <w:left w:val="nil"/>
              <w:bottom w:val="single" w:sz="4" w:space="0" w:color="auto"/>
              <w:right w:val="nil"/>
            </w:tcBorders>
          </w:tcPr>
          <w:p w14:paraId="4259FE7D" w14:textId="77777777" w:rsidR="008E658E" w:rsidRPr="00472F61" w:rsidRDefault="008E658E" w:rsidP="008E658E">
            <w:pPr>
              <w:jc w:val="right"/>
            </w:pPr>
            <w:r w:rsidRPr="00472F61">
              <w:t>19</w:t>
            </w:r>
          </w:p>
        </w:tc>
        <w:tc>
          <w:tcPr>
            <w:tcW w:w="253" w:type="dxa"/>
            <w:tcBorders>
              <w:top w:val="nil"/>
              <w:left w:val="nil"/>
              <w:bottom w:val="nil"/>
              <w:right w:val="nil"/>
            </w:tcBorders>
          </w:tcPr>
          <w:p w14:paraId="1184DEB3" w14:textId="77777777" w:rsidR="008E658E" w:rsidRPr="00472F61" w:rsidRDefault="008E658E" w:rsidP="008E658E">
            <w:pPr>
              <w:jc w:val="right"/>
            </w:pPr>
          </w:p>
        </w:tc>
        <w:tc>
          <w:tcPr>
            <w:tcW w:w="1416" w:type="dxa"/>
            <w:tcBorders>
              <w:top w:val="nil"/>
              <w:left w:val="nil"/>
              <w:bottom w:val="single" w:sz="4" w:space="0" w:color="auto"/>
              <w:right w:val="nil"/>
            </w:tcBorders>
          </w:tcPr>
          <w:p w14:paraId="316031F9" w14:textId="77777777" w:rsidR="008E658E" w:rsidRPr="00472F61" w:rsidRDefault="008E658E" w:rsidP="008E658E">
            <w:pPr>
              <w:jc w:val="right"/>
            </w:pPr>
            <w:r w:rsidRPr="00472F61">
              <w:t>7</w:t>
            </w:r>
          </w:p>
        </w:tc>
      </w:tr>
      <w:tr w:rsidR="008E658E" w:rsidRPr="00472F61" w14:paraId="264FFC32" w14:textId="77777777" w:rsidTr="00AE62B1">
        <w:trPr>
          <w:trHeight w:val="20"/>
        </w:trPr>
        <w:tc>
          <w:tcPr>
            <w:tcW w:w="5977" w:type="dxa"/>
            <w:tcBorders>
              <w:top w:val="nil"/>
              <w:left w:val="nil"/>
              <w:bottom w:val="nil"/>
              <w:right w:val="nil"/>
            </w:tcBorders>
            <w:shd w:val="clear" w:color="auto" w:fill="auto"/>
          </w:tcPr>
          <w:p w14:paraId="4685ED2D" w14:textId="77777777" w:rsidR="008E658E" w:rsidRPr="00472F61" w:rsidRDefault="008E658E" w:rsidP="008E658E">
            <w:pPr>
              <w:spacing w:line="240" w:lineRule="auto"/>
              <w:jc w:val="thaiDistribute"/>
              <w:rPr>
                <w:b/>
                <w:bCs/>
                <w:szCs w:val="22"/>
                <w:cs/>
              </w:rPr>
            </w:pPr>
            <w:r w:rsidRPr="00472F61">
              <w:rPr>
                <w:b/>
                <w:bCs/>
                <w:szCs w:val="22"/>
              </w:rPr>
              <w:t>Total</w:t>
            </w:r>
          </w:p>
        </w:tc>
        <w:tc>
          <w:tcPr>
            <w:tcW w:w="1480" w:type="dxa"/>
            <w:tcBorders>
              <w:top w:val="single" w:sz="4" w:space="0" w:color="auto"/>
              <w:left w:val="nil"/>
              <w:bottom w:val="double" w:sz="4" w:space="0" w:color="auto"/>
              <w:right w:val="nil"/>
            </w:tcBorders>
          </w:tcPr>
          <w:p w14:paraId="1AE8C0ED" w14:textId="77777777" w:rsidR="008E658E" w:rsidRPr="00472F61" w:rsidRDefault="008E658E" w:rsidP="008E658E">
            <w:pPr>
              <w:jc w:val="right"/>
              <w:rPr>
                <w:b/>
                <w:bCs/>
              </w:rPr>
            </w:pPr>
            <w:r w:rsidRPr="00472F61">
              <w:rPr>
                <w:b/>
                <w:bCs/>
              </w:rPr>
              <w:t>141</w:t>
            </w:r>
          </w:p>
        </w:tc>
        <w:tc>
          <w:tcPr>
            <w:tcW w:w="253" w:type="dxa"/>
            <w:tcBorders>
              <w:top w:val="nil"/>
              <w:left w:val="nil"/>
              <w:bottom w:val="nil"/>
              <w:right w:val="nil"/>
            </w:tcBorders>
          </w:tcPr>
          <w:p w14:paraId="6E3DF4F3" w14:textId="77777777" w:rsidR="008E658E" w:rsidRPr="00472F61" w:rsidRDefault="008E658E" w:rsidP="008E658E">
            <w:pPr>
              <w:jc w:val="right"/>
              <w:rPr>
                <w:b/>
                <w:bCs/>
              </w:rPr>
            </w:pPr>
          </w:p>
        </w:tc>
        <w:tc>
          <w:tcPr>
            <w:tcW w:w="1416" w:type="dxa"/>
            <w:tcBorders>
              <w:top w:val="single" w:sz="4" w:space="0" w:color="auto"/>
              <w:left w:val="nil"/>
              <w:bottom w:val="double" w:sz="4" w:space="0" w:color="auto"/>
              <w:right w:val="nil"/>
            </w:tcBorders>
          </w:tcPr>
          <w:p w14:paraId="59EAF899" w14:textId="77777777" w:rsidR="008E658E" w:rsidRPr="00472F61" w:rsidRDefault="008E658E" w:rsidP="008E658E">
            <w:pPr>
              <w:jc w:val="right"/>
              <w:rPr>
                <w:b/>
                <w:bCs/>
              </w:rPr>
            </w:pPr>
            <w:r w:rsidRPr="00472F61">
              <w:rPr>
                <w:b/>
                <w:bCs/>
              </w:rPr>
              <w:t>8</w:t>
            </w:r>
          </w:p>
        </w:tc>
      </w:tr>
    </w:tbl>
    <w:p w14:paraId="39C7C59A" w14:textId="77777777" w:rsidR="00163CA8" w:rsidRDefault="00163CA8" w:rsidP="00EA2207">
      <w:pPr>
        <w:pStyle w:val="Heading1"/>
      </w:pPr>
    </w:p>
    <w:p w14:paraId="19B08AB0" w14:textId="235CCA40" w:rsidR="00EA2207" w:rsidRPr="00472F61" w:rsidRDefault="005F0FF4" w:rsidP="00EA2207">
      <w:pPr>
        <w:pStyle w:val="Heading1"/>
        <w:rPr>
          <w:bCs/>
        </w:rPr>
      </w:pPr>
      <w:r w:rsidRPr="00472F61">
        <w:t>1</w:t>
      </w:r>
      <w:r w:rsidR="000024E7" w:rsidRPr="00472F61">
        <w:t>8</w:t>
      </w:r>
      <w:r w:rsidR="00EA2207" w:rsidRPr="00472F61">
        <w:tab/>
      </w:r>
      <w:bookmarkStart w:id="1" w:name="_Hlk40387086"/>
      <w:r w:rsidR="00EA2207" w:rsidRPr="00472F61">
        <w:rPr>
          <w:bCs/>
        </w:rPr>
        <w:t>Litigation</w:t>
      </w:r>
      <w:r w:rsidR="00ED6D01" w:rsidRPr="00472F61">
        <w:rPr>
          <w:bCs/>
        </w:rPr>
        <w:t>s</w:t>
      </w:r>
    </w:p>
    <w:bookmarkEnd w:id="1"/>
    <w:p w14:paraId="78512C02" w14:textId="77777777" w:rsidR="00163CA8" w:rsidRDefault="00163CA8" w:rsidP="00163CA8">
      <w:pPr>
        <w:spacing w:line="240" w:lineRule="auto"/>
        <w:ind w:left="540"/>
        <w:jc w:val="both"/>
        <w:rPr>
          <w:szCs w:val="36"/>
        </w:rPr>
      </w:pPr>
    </w:p>
    <w:p w14:paraId="36AE19B7" w14:textId="7CC4BA4D" w:rsidR="00A009FB" w:rsidRPr="00163CA8" w:rsidRDefault="00163CA8" w:rsidP="00163CA8">
      <w:pPr>
        <w:spacing w:line="240" w:lineRule="auto"/>
        <w:ind w:left="540"/>
        <w:jc w:val="both"/>
        <w:rPr>
          <w:szCs w:val="36"/>
        </w:rPr>
      </w:pPr>
      <w:r w:rsidRPr="00163CA8">
        <w:rPr>
          <w:szCs w:val="36"/>
        </w:rPr>
        <w:t>During 2020, a subsidiary was being sued in a civil by a juristic person (“Complainant”) requesting the payment from breach of management and construction contract</w:t>
      </w:r>
      <w:r w:rsidR="008178CF">
        <w:rPr>
          <w:szCs w:val="36"/>
        </w:rPr>
        <w:t xml:space="preserve"> amounting to Baht </w:t>
      </w:r>
      <w:r w:rsidR="008178CF">
        <w:rPr>
          <w:rFonts w:cstheme="minorBidi"/>
          <w:szCs w:val="36"/>
          <w:lang w:val="en-US" w:bidi="th-TH"/>
        </w:rPr>
        <w:t>5.8 million</w:t>
      </w:r>
      <w:r w:rsidRPr="00163CA8">
        <w:rPr>
          <w:szCs w:val="36"/>
        </w:rPr>
        <w:t>. The court made an appointment to determine the guidelines for the trial and mediation in January 2021, but according to the situation of COVID-19, the court demanded to postpone the trial and mediation</w:t>
      </w:r>
      <w:r>
        <w:rPr>
          <w:szCs w:val="36"/>
        </w:rPr>
        <w:t xml:space="preserve"> on 20 May 2021</w:t>
      </w:r>
      <w:r w:rsidRPr="00163CA8">
        <w:rPr>
          <w:szCs w:val="36"/>
        </w:rPr>
        <w:t>.</w:t>
      </w:r>
    </w:p>
    <w:sectPr w:rsidR="00A009FB" w:rsidRPr="00163CA8" w:rsidSect="002E299F">
      <w:pgSz w:w="11907" w:h="16840"/>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19669" w14:textId="77777777" w:rsidR="00C85834" w:rsidRDefault="00C85834">
      <w:r>
        <w:separator/>
      </w:r>
    </w:p>
  </w:endnote>
  <w:endnote w:type="continuationSeparator" w:id="0">
    <w:p w14:paraId="7EC2E4C4" w14:textId="77777777" w:rsidR="00C85834" w:rsidRDefault="00C85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ordia New">
    <w:panose1 w:val="020B03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0E36B" w14:textId="77777777" w:rsidR="006C746E" w:rsidRDefault="006C746E"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86A40" w14:textId="77777777" w:rsidR="006C746E" w:rsidRDefault="006C746E"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D4CFD" w14:textId="77777777" w:rsidR="00C85834" w:rsidRDefault="00C85834">
      <w:r>
        <w:separator/>
      </w:r>
    </w:p>
  </w:footnote>
  <w:footnote w:type="continuationSeparator" w:id="0">
    <w:p w14:paraId="2E49AD82" w14:textId="77777777" w:rsidR="00C85834" w:rsidRDefault="00C85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359BE" w14:textId="77777777" w:rsidR="006C746E" w:rsidRDefault="006C746E" w:rsidP="00503E8A">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4FA68E63" w14:textId="77777777" w:rsidR="006C746E" w:rsidRPr="003F36E9" w:rsidRDefault="006C746E" w:rsidP="00503E8A">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43B146EE" w14:textId="77777777" w:rsidR="006C746E" w:rsidRPr="003F36E9" w:rsidRDefault="006C746E" w:rsidP="00503E8A">
    <w:pPr>
      <w:pStyle w:val="acctmainheading"/>
      <w:spacing w:after="0" w:line="240" w:lineRule="atLeast"/>
      <w:rPr>
        <w:sz w:val="24"/>
        <w:szCs w:val="24"/>
      </w:rPr>
    </w:pPr>
    <w:r w:rsidRPr="003F36E9">
      <w:rPr>
        <w:sz w:val="24"/>
        <w:szCs w:val="24"/>
      </w:rPr>
      <w:t>For the three-</w:t>
    </w:r>
    <w:r>
      <w:rPr>
        <w:sz w:val="24"/>
        <w:szCs w:val="24"/>
      </w:rPr>
      <w:t>month period ended 31 March 2021</w:t>
    </w:r>
    <w:r w:rsidRPr="003F36E9">
      <w:rPr>
        <w:sz w:val="24"/>
        <w:szCs w:val="24"/>
      </w:rPr>
      <w:t xml:space="preserve"> (Unaudited)</w:t>
    </w:r>
  </w:p>
  <w:p w14:paraId="02FADF92" w14:textId="77777777" w:rsidR="006C746E" w:rsidRPr="00CA5D6A" w:rsidRDefault="006C746E" w:rsidP="00F32F65">
    <w:pPr>
      <w:pStyle w:val="acctmainheading"/>
      <w:spacing w:after="0" w:line="240" w:lineRule="atLeast"/>
      <w:rPr>
        <w:sz w:val="20"/>
      </w:rPr>
    </w:pPr>
  </w:p>
  <w:p w14:paraId="6D5FA5F9" w14:textId="77777777" w:rsidR="006C746E" w:rsidRPr="00CA5D6A" w:rsidRDefault="006C746E" w:rsidP="00F32F65">
    <w:pPr>
      <w:pStyle w:val="acctmainheading"/>
      <w:spacing w:after="0" w:line="240" w:lineRule="atLeas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8781D" w14:textId="77777777" w:rsidR="006C746E" w:rsidRDefault="006C746E"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5B74C966" w14:textId="77777777" w:rsidR="006C746E" w:rsidRPr="003F36E9" w:rsidRDefault="006C746E"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2A5F383B" w14:textId="77777777" w:rsidR="006C746E" w:rsidRPr="003F36E9" w:rsidRDefault="006C746E" w:rsidP="00DB55CF">
    <w:pPr>
      <w:pStyle w:val="acctmainheading"/>
      <w:spacing w:after="0" w:line="240" w:lineRule="atLeast"/>
      <w:rPr>
        <w:sz w:val="24"/>
        <w:szCs w:val="24"/>
      </w:rPr>
    </w:pPr>
    <w:r w:rsidRPr="003F36E9">
      <w:rPr>
        <w:sz w:val="24"/>
        <w:szCs w:val="24"/>
      </w:rPr>
      <w:t>For the three-</w:t>
    </w:r>
    <w:r>
      <w:rPr>
        <w:sz w:val="24"/>
        <w:szCs w:val="24"/>
      </w:rPr>
      <w:t>month period ended 31 March 2021</w:t>
    </w:r>
    <w:r w:rsidRPr="003F36E9">
      <w:rPr>
        <w:sz w:val="24"/>
        <w:szCs w:val="24"/>
      </w:rPr>
      <w:t xml:space="preserve"> (Unaudited)</w:t>
    </w:r>
  </w:p>
  <w:p w14:paraId="21FCF1AC" w14:textId="77777777" w:rsidR="006C746E" w:rsidRDefault="006C746E" w:rsidP="000E5F32">
    <w:pPr>
      <w:pStyle w:val="acctmainheading"/>
      <w:spacing w:after="0" w:line="240" w:lineRule="atLeast"/>
      <w:rPr>
        <w:rFonts w:cs="Cordia New"/>
        <w:sz w:val="20"/>
        <w:lang w:bidi="th-TH"/>
      </w:rPr>
    </w:pPr>
  </w:p>
  <w:p w14:paraId="7FD01CD6" w14:textId="77777777" w:rsidR="006C746E" w:rsidRPr="00CA5D6A" w:rsidRDefault="006C746E"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57606"/>
    <w:multiLevelType w:val="hybridMultilevel"/>
    <w:tmpl w:val="2DEC2914"/>
    <w:lvl w:ilvl="0" w:tplc="451A8552">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5D14BB6"/>
    <w:multiLevelType w:val="hybridMultilevel"/>
    <w:tmpl w:val="5296CCCC"/>
    <w:lvl w:ilvl="0" w:tplc="D68AE3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0FC17FB3"/>
    <w:multiLevelType w:val="hybridMultilevel"/>
    <w:tmpl w:val="B3488422"/>
    <w:lvl w:ilvl="0" w:tplc="E290643C">
      <w:start w:val="9"/>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2E26B7D"/>
    <w:multiLevelType w:val="hybridMultilevel"/>
    <w:tmpl w:val="0144CBAE"/>
    <w:lvl w:ilvl="0" w:tplc="19867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0C2"/>
    <w:multiLevelType w:val="hybridMultilevel"/>
    <w:tmpl w:val="527CE018"/>
    <w:lvl w:ilvl="0" w:tplc="C3368B58">
      <w:start w:val="9"/>
      <w:numFmt w:val="bullet"/>
      <w:lvlText w:val="-"/>
      <w:lvlJc w:val="left"/>
      <w:pPr>
        <w:ind w:left="410" w:hanging="360"/>
      </w:pPr>
      <w:rPr>
        <w:rFonts w:ascii="Times New Roman" w:eastAsia="Times New Roman"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5"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B2375"/>
    <w:multiLevelType w:val="hybridMultilevel"/>
    <w:tmpl w:val="119E3808"/>
    <w:lvl w:ilvl="0" w:tplc="55C0204E">
      <w:start w:val="1"/>
      <w:numFmt w:val="thaiLetters"/>
      <w:lvlText w:val="%1)"/>
      <w:lvlJc w:val="left"/>
      <w:pPr>
        <w:tabs>
          <w:tab w:val="num" w:pos="2070"/>
        </w:tabs>
        <w:ind w:left="2070" w:hanging="1440"/>
      </w:pPr>
    </w:lvl>
    <w:lvl w:ilvl="1" w:tplc="04090005">
      <w:start w:val="1"/>
      <w:numFmt w:val="bullet"/>
      <w:lvlText w:val=""/>
      <w:lvlJc w:val="left"/>
      <w:pPr>
        <w:tabs>
          <w:tab w:val="num" w:pos="-5850"/>
        </w:tabs>
        <w:ind w:left="-5850" w:hanging="360"/>
      </w:pPr>
      <w:rPr>
        <w:rFonts w:ascii="Wingdings" w:hAnsi="Wingdings" w:hint="default"/>
      </w:rPr>
    </w:lvl>
    <w:lvl w:ilvl="2" w:tplc="0409001B">
      <w:start w:val="1"/>
      <w:numFmt w:val="lowerRoman"/>
      <w:lvlText w:val="%3."/>
      <w:lvlJc w:val="right"/>
      <w:pPr>
        <w:tabs>
          <w:tab w:val="num" w:pos="-5130"/>
        </w:tabs>
        <w:ind w:left="-5130" w:hanging="180"/>
      </w:pPr>
    </w:lvl>
    <w:lvl w:ilvl="3" w:tplc="0409000F">
      <w:start w:val="1"/>
      <w:numFmt w:val="decimal"/>
      <w:lvlText w:val="%4."/>
      <w:lvlJc w:val="left"/>
      <w:pPr>
        <w:tabs>
          <w:tab w:val="num" w:pos="-4410"/>
        </w:tabs>
        <w:ind w:left="-441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2970"/>
        </w:tabs>
        <w:ind w:left="-2970" w:hanging="180"/>
      </w:pPr>
    </w:lvl>
    <w:lvl w:ilvl="6" w:tplc="0409000F">
      <w:start w:val="1"/>
      <w:numFmt w:val="decimal"/>
      <w:lvlText w:val="%7."/>
      <w:lvlJc w:val="left"/>
      <w:pPr>
        <w:tabs>
          <w:tab w:val="num" w:pos="-2250"/>
        </w:tabs>
        <w:ind w:left="-2250" w:hanging="360"/>
      </w:pPr>
    </w:lvl>
    <w:lvl w:ilvl="7" w:tplc="04090019">
      <w:start w:val="1"/>
      <w:numFmt w:val="lowerLetter"/>
      <w:lvlText w:val="%8."/>
      <w:lvlJc w:val="left"/>
      <w:pPr>
        <w:tabs>
          <w:tab w:val="num" w:pos="-1530"/>
        </w:tabs>
        <w:ind w:left="-1530" w:hanging="360"/>
      </w:pPr>
    </w:lvl>
    <w:lvl w:ilvl="8" w:tplc="0409001B">
      <w:start w:val="1"/>
      <w:numFmt w:val="lowerRoman"/>
      <w:lvlText w:val="%9."/>
      <w:lvlJc w:val="right"/>
      <w:pPr>
        <w:tabs>
          <w:tab w:val="num" w:pos="-810"/>
        </w:tabs>
        <w:ind w:left="-810" w:hanging="180"/>
      </w:pPr>
    </w:lvl>
  </w:abstractNum>
  <w:abstractNum w:abstractNumId="20"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7414877"/>
    <w:multiLevelType w:val="hybridMultilevel"/>
    <w:tmpl w:val="24C03AEC"/>
    <w:lvl w:ilvl="0" w:tplc="465CCB3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4" w15:restartNumberingAfterBreak="0">
    <w:nsid w:val="56733819"/>
    <w:multiLevelType w:val="hybridMultilevel"/>
    <w:tmpl w:val="42D43946"/>
    <w:lvl w:ilvl="0" w:tplc="88362044">
      <w:start w:val="9"/>
      <w:numFmt w:val="bullet"/>
      <w:lvlText w:val="-"/>
      <w:lvlJc w:val="left"/>
      <w:pPr>
        <w:ind w:left="508" w:hanging="360"/>
      </w:pPr>
      <w:rPr>
        <w:rFonts w:ascii="Times New Roman" w:eastAsia="Times New Roman" w:hAnsi="Times New Roman" w:cs="Times New Roman" w:hint="default"/>
      </w:rPr>
    </w:lvl>
    <w:lvl w:ilvl="1" w:tplc="04090003" w:tentative="1">
      <w:start w:val="1"/>
      <w:numFmt w:val="bullet"/>
      <w:lvlText w:val="o"/>
      <w:lvlJc w:val="left"/>
      <w:pPr>
        <w:ind w:left="1228" w:hanging="360"/>
      </w:pPr>
      <w:rPr>
        <w:rFonts w:ascii="Courier New" w:hAnsi="Courier New" w:cs="Courier New" w:hint="default"/>
      </w:rPr>
    </w:lvl>
    <w:lvl w:ilvl="2" w:tplc="04090005" w:tentative="1">
      <w:start w:val="1"/>
      <w:numFmt w:val="bullet"/>
      <w:lvlText w:val=""/>
      <w:lvlJc w:val="left"/>
      <w:pPr>
        <w:ind w:left="1948" w:hanging="360"/>
      </w:pPr>
      <w:rPr>
        <w:rFonts w:ascii="Wingdings" w:hAnsi="Wingdings" w:hint="default"/>
      </w:rPr>
    </w:lvl>
    <w:lvl w:ilvl="3" w:tplc="04090001" w:tentative="1">
      <w:start w:val="1"/>
      <w:numFmt w:val="bullet"/>
      <w:lvlText w:val=""/>
      <w:lvlJc w:val="left"/>
      <w:pPr>
        <w:ind w:left="2668" w:hanging="360"/>
      </w:pPr>
      <w:rPr>
        <w:rFonts w:ascii="Symbol" w:hAnsi="Symbol" w:hint="default"/>
      </w:rPr>
    </w:lvl>
    <w:lvl w:ilvl="4" w:tplc="04090003" w:tentative="1">
      <w:start w:val="1"/>
      <w:numFmt w:val="bullet"/>
      <w:lvlText w:val="o"/>
      <w:lvlJc w:val="left"/>
      <w:pPr>
        <w:ind w:left="3388" w:hanging="360"/>
      </w:pPr>
      <w:rPr>
        <w:rFonts w:ascii="Courier New" w:hAnsi="Courier New" w:cs="Courier New" w:hint="default"/>
      </w:rPr>
    </w:lvl>
    <w:lvl w:ilvl="5" w:tplc="04090005" w:tentative="1">
      <w:start w:val="1"/>
      <w:numFmt w:val="bullet"/>
      <w:lvlText w:val=""/>
      <w:lvlJc w:val="left"/>
      <w:pPr>
        <w:ind w:left="4108" w:hanging="360"/>
      </w:pPr>
      <w:rPr>
        <w:rFonts w:ascii="Wingdings" w:hAnsi="Wingdings" w:hint="default"/>
      </w:rPr>
    </w:lvl>
    <w:lvl w:ilvl="6" w:tplc="04090001" w:tentative="1">
      <w:start w:val="1"/>
      <w:numFmt w:val="bullet"/>
      <w:lvlText w:val=""/>
      <w:lvlJc w:val="left"/>
      <w:pPr>
        <w:ind w:left="4828" w:hanging="360"/>
      </w:pPr>
      <w:rPr>
        <w:rFonts w:ascii="Symbol" w:hAnsi="Symbol" w:hint="default"/>
      </w:rPr>
    </w:lvl>
    <w:lvl w:ilvl="7" w:tplc="04090003" w:tentative="1">
      <w:start w:val="1"/>
      <w:numFmt w:val="bullet"/>
      <w:lvlText w:val="o"/>
      <w:lvlJc w:val="left"/>
      <w:pPr>
        <w:ind w:left="5548" w:hanging="360"/>
      </w:pPr>
      <w:rPr>
        <w:rFonts w:ascii="Courier New" w:hAnsi="Courier New" w:cs="Courier New" w:hint="default"/>
      </w:rPr>
    </w:lvl>
    <w:lvl w:ilvl="8" w:tplc="04090005" w:tentative="1">
      <w:start w:val="1"/>
      <w:numFmt w:val="bullet"/>
      <w:lvlText w:val=""/>
      <w:lvlJc w:val="left"/>
      <w:pPr>
        <w:ind w:left="6268" w:hanging="360"/>
      </w:pPr>
      <w:rPr>
        <w:rFonts w:ascii="Wingdings" w:hAnsi="Wingdings" w:hint="default"/>
      </w:rPr>
    </w:lvl>
  </w:abstractNum>
  <w:abstractNum w:abstractNumId="25" w15:restartNumberingAfterBreak="0">
    <w:nsid w:val="5C8C32C7"/>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7"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C7004E"/>
    <w:multiLevelType w:val="hybridMultilevel"/>
    <w:tmpl w:val="CFD231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77D026E7"/>
    <w:multiLevelType w:val="singleLevel"/>
    <w:tmpl w:val="A4C6CBA0"/>
    <w:lvl w:ilvl="0">
      <w:start w:val="1"/>
      <w:numFmt w:val="bullet"/>
      <w:lvlText w:val="-"/>
      <w:lvlJc w:val="left"/>
      <w:pPr>
        <w:ind w:left="720" w:hanging="360"/>
      </w:pPr>
      <w:rPr>
        <w:rFonts w:ascii="Angsana New" w:hAnsi="Angsana New" w:cs="Times New Roman" w:hint="default"/>
        <w:color w:val="auto"/>
        <w:sz w:val="22"/>
      </w:rPr>
    </w:lvl>
  </w:abstractNum>
  <w:abstractNum w:abstractNumId="35"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31"/>
  </w:num>
  <w:num w:numId="5">
    <w:abstractNumId w:val="10"/>
  </w:num>
  <w:num w:numId="6">
    <w:abstractNumId w:val="32"/>
  </w:num>
  <w:num w:numId="7">
    <w:abstractNumId w:val="30"/>
  </w:num>
  <w:num w:numId="8">
    <w:abstractNumId w:val="6"/>
  </w:num>
  <w:num w:numId="9">
    <w:abstractNumId w:val="17"/>
  </w:num>
  <w:num w:numId="10">
    <w:abstractNumId w:val="8"/>
  </w:num>
  <w:num w:numId="11">
    <w:abstractNumId w:val="20"/>
  </w:num>
  <w:num w:numId="12">
    <w:abstractNumId w:val="26"/>
  </w:num>
  <w:num w:numId="13">
    <w:abstractNumId w:val="16"/>
  </w:num>
  <w:num w:numId="14">
    <w:abstractNumId w:val="2"/>
  </w:num>
  <w:num w:numId="15">
    <w:abstractNumId w:val="33"/>
  </w:num>
  <w:num w:numId="16">
    <w:abstractNumId w:val="14"/>
  </w:num>
  <w:num w:numId="17">
    <w:abstractNumId w:val="6"/>
  </w:num>
  <w:num w:numId="18">
    <w:abstractNumId w:val="15"/>
  </w:num>
  <w:num w:numId="19">
    <w:abstractNumId w:val="18"/>
  </w:num>
  <w:num w:numId="20">
    <w:abstractNumId w:val="9"/>
  </w:num>
  <w:num w:numId="21">
    <w:abstractNumId w:val="29"/>
  </w:num>
  <w:num w:numId="22">
    <w:abstractNumId w:val="27"/>
  </w:num>
  <w:num w:numId="23">
    <w:abstractNumId w:val="6"/>
  </w:num>
  <w:num w:numId="24">
    <w:abstractNumId w:val="35"/>
  </w:num>
  <w:num w:numId="25">
    <w:abstractNumId w:val="25"/>
  </w:num>
  <w:num w:numId="26">
    <w:abstractNumId w:val="22"/>
  </w:num>
  <w:num w:numId="27">
    <w:abstractNumId w:val="4"/>
  </w:num>
  <w:num w:numId="2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3"/>
  </w:num>
  <w:num w:numId="31">
    <w:abstractNumId w:val="7"/>
  </w:num>
  <w:num w:numId="3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2"/>
  </w:num>
  <w:num w:numId="35">
    <w:abstractNumId w:val="28"/>
  </w:num>
  <w:num w:numId="36">
    <w:abstractNumId w:val="2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5"/>
  </w:num>
  <w:num w:numId="40">
    <w:abstractNumId w:val="34"/>
  </w:num>
  <w:num w:numId="41">
    <w:abstractNumId w:val="6"/>
  </w:num>
  <w:num w:numId="42">
    <w:abstractNumId w:val="23"/>
  </w:num>
  <w:num w:numId="43">
    <w:abstractNumId w:val="34"/>
  </w:num>
  <w:num w:numId="44">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24E7"/>
    <w:rsid w:val="000027B2"/>
    <w:rsid w:val="00002E1D"/>
    <w:rsid w:val="00003068"/>
    <w:rsid w:val="00003217"/>
    <w:rsid w:val="000032A9"/>
    <w:rsid w:val="0000354A"/>
    <w:rsid w:val="00003A9B"/>
    <w:rsid w:val="00003AEA"/>
    <w:rsid w:val="00003BE9"/>
    <w:rsid w:val="00003E24"/>
    <w:rsid w:val="00003E95"/>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DF6"/>
    <w:rsid w:val="00011E48"/>
    <w:rsid w:val="000122EC"/>
    <w:rsid w:val="0001260E"/>
    <w:rsid w:val="000127BD"/>
    <w:rsid w:val="000129E2"/>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A96"/>
    <w:rsid w:val="00016197"/>
    <w:rsid w:val="0001682F"/>
    <w:rsid w:val="000168E4"/>
    <w:rsid w:val="00016A4C"/>
    <w:rsid w:val="00016E23"/>
    <w:rsid w:val="000174BD"/>
    <w:rsid w:val="00017DF1"/>
    <w:rsid w:val="00017FEA"/>
    <w:rsid w:val="0002039F"/>
    <w:rsid w:val="00020703"/>
    <w:rsid w:val="0002095D"/>
    <w:rsid w:val="000209D4"/>
    <w:rsid w:val="00020A44"/>
    <w:rsid w:val="00020EB4"/>
    <w:rsid w:val="0002113A"/>
    <w:rsid w:val="0002117E"/>
    <w:rsid w:val="00021904"/>
    <w:rsid w:val="00021A66"/>
    <w:rsid w:val="000222FF"/>
    <w:rsid w:val="0002264F"/>
    <w:rsid w:val="000229B1"/>
    <w:rsid w:val="000229EC"/>
    <w:rsid w:val="00022F6C"/>
    <w:rsid w:val="00023088"/>
    <w:rsid w:val="0002310B"/>
    <w:rsid w:val="000234F3"/>
    <w:rsid w:val="000239D7"/>
    <w:rsid w:val="00023C4A"/>
    <w:rsid w:val="00023F60"/>
    <w:rsid w:val="000243F0"/>
    <w:rsid w:val="00024563"/>
    <w:rsid w:val="0002466F"/>
    <w:rsid w:val="00024815"/>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7C3"/>
    <w:rsid w:val="0003386F"/>
    <w:rsid w:val="0003469A"/>
    <w:rsid w:val="000347DE"/>
    <w:rsid w:val="000348E3"/>
    <w:rsid w:val="00034D55"/>
    <w:rsid w:val="00035D50"/>
    <w:rsid w:val="00035FB0"/>
    <w:rsid w:val="000372C6"/>
    <w:rsid w:val="00037DA8"/>
    <w:rsid w:val="0004018B"/>
    <w:rsid w:val="000404A7"/>
    <w:rsid w:val="000407B3"/>
    <w:rsid w:val="000409EE"/>
    <w:rsid w:val="00040FC4"/>
    <w:rsid w:val="00041166"/>
    <w:rsid w:val="000417CC"/>
    <w:rsid w:val="000418B0"/>
    <w:rsid w:val="00042A41"/>
    <w:rsid w:val="00042CC7"/>
    <w:rsid w:val="000437AD"/>
    <w:rsid w:val="00043F79"/>
    <w:rsid w:val="000444B2"/>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719"/>
    <w:rsid w:val="00063C70"/>
    <w:rsid w:val="00063F39"/>
    <w:rsid w:val="000643A9"/>
    <w:rsid w:val="000646D9"/>
    <w:rsid w:val="00064FD7"/>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0F1"/>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49A"/>
    <w:rsid w:val="00074B31"/>
    <w:rsid w:val="00074BCA"/>
    <w:rsid w:val="000752DE"/>
    <w:rsid w:val="00075CF9"/>
    <w:rsid w:val="000761D6"/>
    <w:rsid w:val="000764E8"/>
    <w:rsid w:val="00076ECB"/>
    <w:rsid w:val="000772ED"/>
    <w:rsid w:val="00077942"/>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5A9F"/>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354F"/>
    <w:rsid w:val="000935F4"/>
    <w:rsid w:val="00093A86"/>
    <w:rsid w:val="00093D2F"/>
    <w:rsid w:val="00093E1D"/>
    <w:rsid w:val="0009420A"/>
    <w:rsid w:val="000945F7"/>
    <w:rsid w:val="00094694"/>
    <w:rsid w:val="00094B84"/>
    <w:rsid w:val="00094BB3"/>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AE1"/>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220E"/>
    <w:rsid w:val="000B2245"/>
    <w:rsid w:val="000B2DBA"/>
    <w:rsid w:val="000B2E6D"/>
    <w:rsid w:val="000B32BA"/>
    <w:rsid w:val="000B33D7"/>
    <w:rsid w:val="000B36D8"/>
    <w:rsid w:val="000B3AAA"/>
    <w:rsid w:val="000B3B03"/>
    <w:rsid w:val="000B4394"/>
    <w:rsid w:val="000B43E6"/>
    <w:rsid w:val="000B49FC"/>
    <w:rsid w:val="000B55C2"/>
    <w:rsid w:val="000B5B87"/>
    <w:rsid w:val="000B651F"/>
    <w:rsid w:val="000B6D0E"/>
    <w:rsid w:val="000B752C"/>
    <w:rsid w:val="000B77EE"/>
    <w:rsid w:val="000C01D1"/>
    <w:rsid w:val="000C0271"/>
    <w:rsid w:val="000C0384"/>
    <w:rsid w:val="000C07FC"/>
    <w:rsid w:val="000C0965"/>
    <w:rsid w:val="000C0C9A"/>
    <w:rsid w:val="000C16B2"/>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42A"/>
    <w:rsid w:val="000D5483"/>
    <w:rsid w:val="000D5713"/>
    <w:rsid w:val="000D57B3"/>
    <w:rsid w:val="000D59CA"/>
    <w:rsid w:val="000D5AC8"/>
    <w:rsid w:val="000D6195"/>
    <w:rsid w:val="000D6496"/>
    <w:rsid w:val="000D654A"/>
    <w:rsid w:val="000D66CD"/>
    <w:rsid w:val="000D67A8"/>
    <w:rsid w:val="000D67AD"/>
    <w:rsid w:val="000D689E"/>
    <w:rsid w:val="000D7290"/>
    <w:rsid w:val="000D7380"/>
    <w:rsid w:val="000D7699"/>
    <w:rsid w:val="000D77A3"/>
    <w:rsid w:val="000E0295"/>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32C1"/>
    <w:rsid w:val="000F34FD"/>
    <w:rsid w:val="000F51F2"/>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860"/>
    <w:rsid w:val="00101EAC"/>
    <w:rsid w:val="0010273A"/>
    <w:rsid w:val="00102AEE"/>
    <w:rsid w:val="00102B64"/>
    <w:rsid w:val="001031A7"/>
    <w:rsid w:val="00103474"/>
    <w:rsid w:val="001034A9"/>
    <w:rsid w:val="0010369D"/>
    <w:rsid w:val="00103908"/>
    <w:rsid w:val="00103929"/>
    <w:rsid w:val="00103ABE"/>
    <w:rsid w:val="00104298"/>
    <w:rsid w:val="00104C61"/>
    <w:rsid w:val="00105028"/>
    <w:rsid w:val="001056C8"/>
    <w:rsid w:val="0010584A"/>
    <w:rsid w:val="00105C94"/>
    <w:rsid w:val="00105F42"/>
    <w:rsid w:val="001060AB"/>
    <w:rsid w:val="001065E6"/>
    <w:rsid w:val="00106774"/>
    <w:rsid w:val="001069AD"/>
    <w:rsid w:val="00106BAA"/>
    <w:rsid w:val="0010703C"/>
    <w:rsid w:val="00107940"/>
    <w:rsid w:val="00107FD4"/>
    <w:rsid w:val="00110136"/>
    <w:rsid w:val="00110782"/>
    <w:rsid w:val="001119F5"/>
    <w:rsid w:val="001120C7"/>
    <w:rsid w:val="001123F7"/>
    <w:rsid w:val="00112496"/>
    <w:rsid w:val="00112B05"/>
    <w:rsid w:val="00112B06"/>
    <w:rsid w:val="00112B39"/>
    <w:rsid w:val="00112E5C"/>
    <w:rsid w:val="00113341"/>
    <w:rsid w:val="00113465"/>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30A"/>
    <w:rsid w:val="0011736A"/>
    <w:rsid w:val="001179CA"/>
    <w:rsid w:val="00120514"/>
    <w:rsid w:val="0012054C"/>
    <w:rsid w:val="001209F5"/>
    <w:rsid w:val="00120A52"/>
    <w:rsid w:val="001214F1"/>
    <w:rsid w:val="00121CFD"/>
    <w:rsid w:val="00121E46"/>
    <w:rsid w:val="00122F4A"/>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1E06"/>
    <w:rsid w:val="0014240A"/>
    <w:rsid w:val="0014243F"/>
    <w:rsid w:val="00142BA0"/>
    <w:rsid w:val="00142C35"/>
    <w:rsid w:val="00142D95"/>
    <w:rsid w:val="00143009"/>
    <w:rsid w:val="001431BA"/>
    <w:rsid w:val="00143C24"/>
    <w:rsid w:val="00143F7E"/>
    <w:rsid w:val="0014442A"/>
    <w:rsid w:val="0014479B"/>
    <w:rsid w:val="00144FBB"/>
    <w:rsid w:val="001452D8"/>
    <w:rsid w:val="00145787"/>
    <w:rsid w:val="00145FD7"/>
    <w:rsid w:val="001461EB"/>
    <w:rsid w:val="001462CE"/>
    <w:rsid w:val="00146564"/>
    <w:rsid w:val="00146888"/>
    <w:rsid w:val="00147101"/>
    <w:rsid w:val="001471EB"/>
    <w:rsid w:val="001474E0"/>
    <w:rsid w:val="00147B6F"/>
    <w:rsid w:val="001509E1"/>
    <w:rsid w:val="00150BE0"/>
    <w:rsid w:val="00151ADB"/>
    <w:rsid w:val="00151B7D"/>
    <w:rsid w:val="00151B9F"/>
    <w:rsid w:val="00151E3B"/>
    <w:rsid w:val="00152461"/>
    <w:rsid w:val="00152C49"/>
    <w:rsid w:val="00152D32"/>
    <w:rsid w:val="00152D72"/>
    <w:rsid w:val="00152F69"/>
    <w:rsid w:val="001534B8"/>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A27"/>
    <w:rsid w:val="001621A5"/>
    <w:rsid w:val="00162257"/>
    <w:rsid w:val="00162724"/>
    <w:rsid w:val="0016336B"/>
    <w:rsid w:val="00163CA8"/>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E16"/>
    <w:rsid w:val="00171F20"/>
    <w:rsid w:val="0017244B"/>
    <w:rsid w:val="00172919"/>
    <w:rsid w:val="00172DCD"/>
    <w:rsid w:val="00172FB2"/>
    <w:rsid w:val="001734B4"/>
    <w:rsid w:val="0017354F"/>
    <w:rsid w:val="00173591"/>
    <w:rsid w:val="00173A1A"/>
    <w:rsid w:val="00173D24"/>
    <w:rsid w:val="00173D80"/>
    <w:rsid w:val="00174000"/>
    <w:rsid w:val="00174232"/>
    <w:rsid w:val="001745DD"/>
    <w:rsid w:val="00174B55"/>
    <w:rsid w:val="00174D27"/>
    <w:rsid w:val="0017565E"/>
    <w:rsid w:val="00175B2F"/>
    <w:rsid w:val="00175BDC"/>
    <w:rsid w:val="00175ECB"/>
    <w:rsid w:val="00175F57"/>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414F"/>
    <w:rsid w:val="001942D9"/>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1735"/>
    <w:rsid w:val="001A1D4B"/>
    <w:rsid w:val="001A1E04"/>
    <w:rsid w:val="001A20D7"/>
    <w:rsid w:val="001A279C"/>
    <w:rsid w:val="001A3C73"/>
    <w:rsid w:val="001A3CFC"/>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52D"/>
    <w:rsid w:val="001B15E2"/>
    <w:rsid w:val="001B17A2"/>
    <w:rsid w:val="001B21C6"/>
    <w:rsid w:val="001B2F40"/>
    <w:rsid w:val="001B309F"/>
    <w:rsid w:val="001B31C1"/>
    <w:rsid w:val="001B31C3"/>
    <w:rsid w:val="001B324F"/>
    <w:rsid w:val="001B33F5"/>
    <w:rsid w:val="001B3729"/>
    <w:rsid w:val="001B410B"/>
    <w:rsid w:val="001B458E"/>
    <w:rsid w:val="001B5115"/>
    <w:rsid w:val="001B5245"/>
    <w:rsid w:val="001B59AD"/>
    <w:rsid w:val="001B6241"/>
    <w:rsid w:val="001B63EC"/>
    <w:rsid w:val="001B6724"/>
    <w:rsid w:val="001B68C0"/>
    <w:rsid w:val="001B7298"/>
    <w:rsid w:val="001B745F"/>
    <w:rsid w:val="001B7B59"/>
    <w:rsid w:val="001B7F7F"/>
    <w:rsid w:val="001C07B0"/>
    <w:rsid w:val="001C1080"/>
    <w:rsid w:val="001C108C"/>
    <w:rsid w:val="001C1694"/>
    <w:rsid w:val="001C19C2"/>
    <w:rsid w:val="001C1BFC"/>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6DE"/>
    <w:rsid w:val="001D18A0"/>
    <w:rsid w:val="001D1A0A"/>
    <w:rsid w:val="001D1D6A"/>
    <w:rsid w:val="001D1FE7"/>
    <w:rsid w:val="001D2564"/>
    <w:rsid w:val="001D2668"/>
    <w:rsid w:val="001D26EE"/>
    <w:rsid w:val="001D3362"/>
    <w:rsid w:val="001D377C"/>
    <w:rsid w:val="001D3943"/>
    <w:rsid w:val="001D48A0"/>
    <w:rsid w:val="001D4A8E"/>
    <w:rsid w:val="001D4C1E"/>
    <w:rsid w:val="001D4D81"/>
    <w:rsid w:val="001D50EE"/>
    <w:rsid w:val="001D51E7"/>
    <w:rsid w:val="001D52A6"/>
    <w:rsid w:val="001D5753"/>
    <w:rsid w:val="001D5F5C"/>
    <w:rsid w:val="001D60BD"/>
    <w:rsid w:val="001D6199"/>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A9"/>
    <w:rsid w:val="001E300A"/>
    <w:rsid w:val="001E3105"/>
    <w:rsid w:val="001E3539"/>
    <w:rsid w:val="001E3DA2"/>
    <w:rsid w:val="001E3E12"/>
    <w:rsid w:val="001E3F68"/>
    <w:rsid w:val="001E40B7"/>
    <w:rsid w:val="001E40E6"/>
    <w:rsid w:val="001E454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5639"/>
    <w:rsid w:val="001F5BC9"/>
    <w:rsid w:val="001F615D"/>
    <w:rsid w:val="001F6298"/>
    <w:rsid w:val="001F63FE"/>
    <w:rsid w:val="001F65AB"/>
    <w:rsid w:val="001F6A22"/>
    <w:rsid w:val="001F77D9"/>
    <w:rsid w:val="001F7B1A"/>
    <w:rsid w:val="001F7D57"/>
    <w:rsid w:val="00200352"/>
    <w:rsid w:val="002006A4"/>
    <w:rsid w:val="00200C43"/>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34D3"/>
    <w:rsid w:val="00213DF0"/>
    <w:rsid w:val="0021410B"/>
    <w:rsid w:val="00214914"/>
    <w:rsid w:val="00214A2A"/>
    <w:rsid w:val="00214BFE"/>
    <w:rsid w:val="00215253"/>
    <w:rsid w:val="0021532D"/>
    <w:rsid w:val="002156E1"/>
    <w:rsid w:val="00215790"/>
    <w:rsid w:val="00215953"/>
    <w:rsid w:val="00215B46"/>
    <w:rsid w:val="002164BD"/>
    <w:rsid w:val="002169E1"/>
    <w:rsid w:val="00217409"/>
    <w:rsid w:val="0021753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42E9"/>
    <w:rsid w:val="0023499B"/>
    <w:rsid w:val="00234EEC"/>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989"/>
    <w:rsid w:val="00251224"/>
    <w:rsid w:val="002513DA"/>
    <w:rsid w:val="00251657"/>
    <w:rsid w:val="00251B47"/>
    <w:rsid w:val="00252114"/>
    <w:rsid w:val="0025241C"/>
    <w:rsid w:val="00252511"/>
    <w:rsid w:val="0025292B"/>
    <w:rsid w:val="00252B7B"/>
    <w:rsid w:val="00252BB0"/>
    <w:rsid w:val="002534BD"/>
    <w:rsid w:val="00254B0B"/>
    <w:rsid w:val="00254C75"/>
    <w:rsid w:val="00254EE6"/>
    <w:rsid w:val="00255210"/>
    <w:rsid w:val="00255433"/>
    <w:rsid w:val="00255529"/>
    <w:rsid w:val="00255984"/>
    <w:rsid w:val="002559E3"/>
    <w:rsid w:val="00255A7B"/>
    <w:rsid w:val="00255AC8"/>
    <w:rsid w:val="00255B00"/>
    <w:rsid w:val="00256644"/>
    <w:rsid w:val="00256BC1"/>
    <w:rsid w:val="00257221"/>
    <w:rsid w:val="00257305"/>
    <w:rsid w:val="0025734D"/>
    <w:rsid w:val="00257657"/>
    <w:rsid w:val="00257722"/>
    <w:rsid w:val="00257973"/>
    <w:rsid w:val="002601F8"/>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D2"/>
    <w:rsid w:val="0027068F"/>
    <w:rsid w:val="00270867"/>
    <w:rsid w:val="00270868"/>
    <w:rsid w:val="00270A69"/>
    <w:rsid w:val="002715FA"/>
    <w:rsid w:val="00271A39"/>
    <w:rsid w:val="00271BAE"/>
    <w:rsid w:val="00271C4E"/>
    <w:rsid w:val="00271EB5"/>
    <w:rsid w:val="00271F4D"/>
    <w:rsid w:val="00272DA7"/>
    <w:rsid w:val="00272E77"/>
    <w:rsid w:val="0027332D"/>
    <w:rsid w:val="00273518"/>
    <w:rsid w:val="002736A1"/>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31"/>
    <w:rsid w:val="00277FCB"/>
    <w:rsid w:val="0028075B"/>
    <w:rsid w:val="00280BFC"/>
    <w:rsid w:val="00280D6F"/>
    <w:rsid w:val="00281149"/>
    <w:rsid w:val="00281460"/>
    <w:rsid w:val="00281510"/>
    <w:rsid w:val="00281847"/>
    <w:rsid w:val="00281ACC"/>
    <w:rsid w:val="00282140"/>
    <w:rsid w:val="00282698"/>
    <w:rsid w:val="002826D6"/>
    <w:rsid w:val="00282B12"/>
    <w:rsid w:val="00282C8B"/>
    <w:rsid w:val="00282D4A"/>
    <w:rsid w:val="00282D7B"/>
    <w:rsid w:val="0028313A"/>
    <w:rsid w:val="00283160"/>
    <w:rsid w:val="002831EC"/>
    <w:rsid w:val="00283375"/>
    <w:rsid w:val="00283743"/>
    <w:rsid w:val="00283D54"/>
    <w:rsid w:val="00283FDA"/>
    <w:rsid w:val="00284412"/>
    <w:rsid w:val="00284794"/>
    <w:rsid w:val="00284964"/>
    <w:rsid w:val="00285218"/>
    <w:rsid w:val="00285440"/>
    <w:rsid w:val="0028544B"/>
    <w:rsid w:val="002854D6"/>
    <w:rsid w:val="00285601"/>
    <w:rsid w:val="002860DC"/>
    <w:rsid w:val="00286189"/>
    <w:rsid w:val="00286264"/>
    <w:rsid w:val="00286795"/>
    <w:rsid w:val="002867BE"/>
    <w:rsid w:val="00286A32"/>
    <w:rsid w:val="00286AE5"/>
    <w:rsid w:val="002877C1"/>
    <w:rsid w:val="002878F2"/>
    <w:rsid w:val="0028793E"/>
    <w:rsid w:val="002879FD"/>
    <w:rsid w:val="00287B1D"/>
    <w:rsid w:val="00287E01"/>
    <w:rsid w:val="0029034E"/>
    <w:rsid w:val="00290435"/>
    <w:rsid w:val="00290963"/>
    <w:rsid w:val="00291531"/>
    <w:rsid w:val="0029177D"/>
    <w:rsid w:val="00291A57"/>
    <w:rsid w:val="00291AC8"/>
    <w:rsid w:val="00291DD2"/>
    <w:rsid w:val="002927B7"/>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E52"/>
    <w:rsid w:val="00296EC8"/>
    <w:rsid w:val="00297011"/>
    <w:rsid w:val="00297033"/>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A27"/>
    <w:rsid w:val="002A35CD"/>
    <w:rsid w:val="002A4058"/>
    <w:rsid w:val="002A40FF"/>
    <w:rsid w:val="002A4747"/>
    <w:rsid w:val="002A4766"/>
    <w:rsid w:val="002A4B4A"/>
    <w:rsid w:val="002A4B7B"/>
    <w:rsid w:val="002A51FE"/>
    <w:rsid w:val="002A5B0E"/>
    <w:rsid w:val="002A5B22"/>
    <w:rsid w:val="002A5E20"/>
    <w:rsid w:val="002A5E6F"/>
    <w:rsid w:val="002A69A5"/>
    <w:rsid w:val="002A6EC0"/>
    <w:rsid w:val="002A70B1"/>
    <w:rsid w:val="002A7123"/>
    <w:rsid w:val="002A7734"/>
    <w:rsid w:val="002A7BED"/>
    <w:rsid w:val="002A7DC7"/>
    <w:rsid w:val="002A7F48"/>
    <w:rsid w:val="002B03F1"/>
    <w:rsid w:val="002B1003"/>
    <w:rsid w:val="002B12A5"/>
    <w:rsid w:val="002B142D"/>
    <w:rsid w:val="002B166A"/>
    <w:rsid w:val="002B21CF"/>
    <w:rsid w:val="002B2958"/>
    <w:rsid w:val="002B318E"/>
    <w:rsid w:val="002B3E4C"/>
    <w:rsid w:val="002B4060"/>
    <w:rsid w:val="002B406B"/>
    <w:rsid w:val="002B45AB"/>
    <w:rsid w:val="002B45B6"/>
    <w:rsid w:val="002B497E"/>
    <w:rsid w:val="002B4DDB"/>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E48"/>
    <w:rsid w:val="002D30BE"/>
    <w:rsid w:val="002D31F3"/>
    <w:rsid w:val="002D35C3"/>
    <w:rsid w:val="002D35FE"/>
    <w:rsid w:val="002D3844"/>
    <w:rsid w:val="002D3A2D"/>
    <w:rsid w:val="002D4382"/>
    <w:rsid w:val="002D455D"/>
    <w:rsid w:val="002D4615"/>
    <w:rsid w:val="002D475A"/>
    <w:rsid w:val="002D48D8"/>
    <w:rsid w:val="002D4F9C"/>
    <w:rsid w:val="002D4FAC"/>
    <w:rsid w:val="002D5119"/>
    <w:rsid w:val="002D5D80"/>
    <w:rsid w:val="002D6B18"/>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BD3"/>
    <w:rsid w:val="002F004D"/>
    <w:rsid w:val="002F0F67"/>
    <w:rsid w:val="002F101B"/>
    <w:rsid w:val="002F1621"/>
    <w:rsid w:val="002F168F"/>
    <w:rsid w:val="002F1D48"/>
    <w:rsid w:val="002F2049"/>
    <w:rsid w:val="002F298A"/>
    <w:rsid w:val="002F3433"/>
    <w:rsid w:val="002F361F"/>
    <w:rsid w:val="002F387D"/>
    <w:rsid w:val="002F3896"/>
    <w:rsid w:val="002F3B0A"/>
    <w:rsid w:val="002F439E"/>
    <w:rsid w:val="002F56A6"/>
    <w:rsid w:val="002F59B3"/>
    <w:rsid w:val="002F5EBD"/>
    <w:rsid w:val="002F60CB"/>
    <w:rsid w:val="002F710E"/>
    <w:rsid w:val="002F7B20"/>
    <w:rsid w:val="002F7E3D"/>
    <w:rsid w:val="002F7F86"/>
    <w:rsid w:val="0030004B"/>
    <w:rsid w:val="0030057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E04"/>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125"/>
    <w:rsid w:val="003246DC"/>
    <w:rsid w:val="00324AAB"/>
    <w:rsid w:val="00324B02"/>
    <w:rsid w:val="00324F04"/>
    <w:rsid w:val="00325399"/>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8A2"/>
    <w:rsid w:val="00340052"/>
    <w:rsid w:val="0034006D"/>
    <w:rsid w:val="0034036D"/>
    <w:rsid w:val="00340A43"/>
    <w:rsid w:val="00341377"/>
    <w:rsid w:val="00341884"/>
    <w:rsid w:val="00341D45"/>
    <w:rsid w:val="00342550"/>
    <w:rsid w:val="003426BF"/>
    <w:rsid w:val="0034286E"/>
    <w:rsid w:val="0034301C"/>
    <w:rsid w:val="00343A48"/>
    <w:rsid w:val="00343FF8"/>
    <w:rsid w:val="003443F4"/>
    <w:rsid w:val="00344474"/>
    <w:rsid w:val="003445F2"/>
    <w:rsid w:val="00344B48"/>
    <w:rsid w:val="0034514B"/>
    <w:rsid w:val="00345644"/>
    <w:rsid w:val="00345ADA"/>
    <w:rsid w:val="00345D0D"/>
    <w:rsid w:val="00345FAC"/>
    <w:rsid w:val="00346221"/>
    <w:rsid w:val="00346DCD"/>
    <w:rsid w:val="0034745B"/>
    <w:rsid w:val="0035031F"/>
    <w:rsid w:val="0035059A"/>
    <w:rsid w:val="00350602"/>
    <w:rsid w:val="003511BB"/>
    <w:rsid w:val="003515A0"/>
    <w:rsid w:val="00351703"/>
    <w:rsid w:val="00352028"/>
    <w:rsid w:val="003524A0"/>
    <w:rsid w:val="00352599"/>
    <w:rsid w:val="003530F1"/>
    <w:rsid w:val="00353428"/>
    <w:rsid w:val="00353663"/>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670"/>
    <w:rsid w:val="00357890"/>
    <w:rsid w:val="00357BF7"/>
    <w:rsid w:val="00357DC6"/>
    <w:rsid w:val="00360336"/>
    <w:rsid w:val="003607DB"/>
    <w:rsid w:val="003609E2"/>
    <w:rsid w:val="00360DCB"/>
    <w:rsid w:val="003614B2"/>
    <w:rsid w:val="0036293C"/>
    <w:rsid w:val="00362D64"/>
    <w:rsid w:val="00362E02"/>
    <w:rsid w:val="00363285"/>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DAB"/>
    <w:rsid w:val="00365E4F"/>
    <w:rsid w:val="003662B3"/>
    <w:rsid w:val="0036670F"/>
    <w:rsid w:val="0036683B"/>
    <w:rsid w:val="00366997"/>
    <w:rsid w:val="00366E79"/>
    <w:rsid w:val="003674FE"/>
    <w:rsid w:val="0036795D"/>
    <w:rsid w:val="00367A61"/>
    <w:rsid w:val="00367C74"/>
    <w:rsid w:val="00367D29"/>
    <w:rsid w:val="00367D76"/>
    <w:rsid w:val="003705CE"/>
    <w:rsid w:val="0037093D"/>
    <w:rsid w:val="00370B43"/>
    <w:rsid w:val="00370F09"/>
    <w:rsid w:val="003720D7"/>
    <w:rsid w:val="0037229C"/>
    <w:rsid w:val="00372727"/>
    <w:rsid w:val="00372D2C"/>
    <w:rsid w:val="00372E3E"/>
    <w:rsid w:val="00372E55"/>
    <w:rsid w:val="003731B1"/>
    <w:rsid w:val="003731D8"/>
    <w:rsid w:val="00373342"/>
    <w:rsid w:val="00373B0C"/>
    <w:rsid w:val="00373DF7"/>
    <w:rsid w:val="00374184"/>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A6E"/>
    <w:rsid w:val="00377D2A"/>
    <w:rsid w:val="00380518"/>
    <w:rsid w:val="00380A0E"/>
    <w:rsid w:val="00380AD8"/>
    <w:rsid w:val="003810C4"/>
    <w:rsid w:val="0038153E"/>
    <w:rsid w:val="00381802"/>
    <w:rsid w:val="00381B7C"/>
    <w:rsid w:val="00381BEB"/>
    <w:rsid w:val="00381EF0"/>
    <w:rsid w:val="00381F3F"/>
    <w:rsid w:val="00381F99"/>
    <w:rsid w:val="0038206E"/>
    <w:rsid w:val="0038236F"/>
    <w:rsid w:val="00382449"/>
    <w:rsid w:val="00382509"/>
    <w:rsid w:val="00382B94"/>
    <w:rsid w:val="00382DAE"/>
    <w:rsid w:val="00383212"/>
    <w:rsid w:val="0038338F"/>
    <w:rsid w:val="003834E5"/>
    <w:rsid w:val="0038378D"/>
    <w:rsid w:val="00383878"/>
    <w:rsid w:val="003849D6"/>
    <w:rsid w:val="00384B90"/>
    <w:rsid w:val="00384DA5"/>
    <w:rsid w:val="00385BA4"/>
    <w:rsid w:val="003870AC"/>
    <w:rsid w:val="00387302"/>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4C9F"/>
    <w:rsid w:val="00395044"/>
    <w:rsid w:val="003950A8"/>
    <w:rsid w:val="00395225"/>
    <w:rsid w:val="00395558"/>
    <w:rsid w:val="003955F8"/>
    <w:rsid w:val="003960C2"/>
    <w:rsid w:val="003A0CD2"/>
    <w:rsid w:val="003A1153"/>
    <w:rsid w:val="003A11A0"/>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83C"/>
    <w:rsid w:val="003A78CC"/>
    <w:rsid w:val="003A7C3C"/>
    <w:rsid w:val="003B0D0D"/>
    <w:rsid w:val="003B0DCB"/>
    <w:rsid w:val="003B0E16"/>
    <w:rsid w:val="003B10ED"/>
    <w:rsid w:val="003B1526"/>
    <w:rsid w:val="003B2005"/>
    <w:rsid w:val="003B2074"/>
    <w:rsid w:val="003B20FA"/>
    <w:rsid w:val="003B2787"/>
    <w:rsid w:val="003B28B8"/>
    <w:rsid w:val="003B2CB2"/>
    <w:rsid w:val="003B3427"/>
    <w:rsid w:val="003B352F"/>
    <w:rsid w:val="003B3B24"/>
    <w:rsid w:val="003B42A3"/>
    <w:rsid w:val="003B46B0"/>
    <w:rsid w:val="003B470A"/>
    <w:rsid w:val="003B4912"/>
    <w:rsid w:val="003B4C34"/>
    <w:rsid w:val="003B566C"/>
    <w:rsid w:val="003B6614"/>
    <w:rsid w:val="003B69E9"/>
    <w:rsid w:val="003B6B05"/>
    <w:rsid w:val="003B6CD5"/>
    <w:rsid w:val="003B6D93"/>
    <w:rsid w:val="003B70E5"/>
    <w:rsid w:val="003B7205"/>
    <w:rsid w:val="003B79BA"/>
    <w:rsid w:val="003B7A3B"/>
    <w:rsid w:val="003B7B79"/>
    <w:rsid w:val="003B7E1B"/>
    <w:rsid w:val="003C0033"/>
    <w:rsid w:val="003C0341"/>
    <w:rsid w:val="003C0391"/>
    <w:rsid w:val="003C059B"/>
    <w:rsid w:val="003C068F"/>
    <w:rsid w:val="003C0A5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539C"/>
    <w:rsid w:val="003C54A8"/>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22"/>
    <w:rsid w:val="003D225F"/>
    <w:rsid w:val="003D2561"/>
    <w:rsid w:val="003D271F"/>
    <w:rsid w:val="003D2827"/>
    <w:rsid w:val="003D29DE"/>
    <w:rsid w:val="003D2B85"/>
    <w:rsid w:val="003D2EB3"/>
    <w:rsid w:val="003D331D"/>
    <w:rsid w:val="003D34EE"/>
    <w:rsid w:val="003D3F92"/>
    <w:rsid w:val="003D43E0"/>
    <w:rsid w:val="003D4C0C"/>
    <w:rsid w:val="003D4CD2"/>
    <w:rsid w:val="003D4D23"/>
    <w:rsid w:val="003D54A9"/>
    <w:rsid w:val="003D5750"/>
    <w:rsid w:val="003D5B7A"/>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ECE"/>
    <w:rsid w:val="003E24A8"/>
    <w:rsid w:val="003E283B"/>
    <w:rsid w:val="003E2B13"/>
    <w:rsid w:val="003E2DB2"/>
    <w:rsid w:val="003E3195"/>
    <w:rsid w:val="003E3423"/>
    <w:rsid w:val="003E35A4"/>
    <w:rsid w:val="003E3C57"/>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8E"/>
    <w:rsid w:val="003F74E0"/>
    <w:rsid w:val="003F7800"/>
    <w:rsid w:val="003F7F64"/>
    <w:rsid w:val="00400122"/>
    <w:rsid w:val="0040026B"/>
    <w:rsid w:val="00401119"/>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2024"/>
    <w:rsid w:val="00412840"/>
    <w:rsid w:val="00412EFC"/>
    <w:rsid w:val="00413224"/>
    <w:rsid w:val="00413EB3"/>
    <w:rsid w:val="00413F43"/>
    <w:rsid w:val="0041427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4013"/>
    <w:rsid w:val="00424AEE"/>
    <w:rsid w:val="00424BC0"/>
    <w:rsid w:val="00424C33"/>
    <w:rsid w:val="0042519E"/>
    <w:rsid w:val="00425241"/>
    <w:rsid w:val="0042550E"/>
    <w:rsid w:val="00425EE1"/>
    <w:rsid w:val="00425F46"/>
    <w:rsid w:val="004264A7"/>
    <w:rsid w:val="004267C5"/>
    <w:rsid w:val="00426B61"/>
    <w:rsid w:val="00427864"/>
    <w:rsid w:val="00427875"/>
    <w:rsid w:val="0043056F"/>
    <w:rsid w:val="0043085C"/>
    <w:rsid w:val="00430C7C"/>
    <w:rsid w:val="00431148"/>
    <w:rsid w:val="004312D6"/>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270"/>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A30"/>
    <w:rsid w:val="00440BB7"/>
    <w:rsid w:val="00440F6B"/>
    <w:rsid w:val="00440F7B"/>
    <w:rsid w:val="004412F4"/>
    <w:rsid w:val="004413BC"/>
    <w:rsid w:val="00441E48"/>
    <w:rsid w:val="0044227B"/>
    <w:rsid w:val="00442303"/>
    <w:rsid w:val="004423DF"/>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3E"/>
    <w:rsid w:val="00445CF8"/>
    <w:rsid w:val="00445D1E"/>
    <w:rsid w:val="00445DD1"/>
    <w:rsid w:val="00445EE0"/>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87C"/>
    <w:rsid w:val="00455C59"/>
    <w:rsid w:val="0045602D"/>
    <w:rsid w:val="004566DF"/>
    <w:rsid w:val="0045679E"/>
    <w:rsid w:val="00456855"/>
    <w:rsid w:val="00457091"/>
    <w:rsid w:val="00457D06"/>
    <w:rsid w:val="004603E4"/>
    <w:rsid w:val="00460482"/>
    <w:rsid w:val="004606DE"/>
    <w:rsid w:val="00460CB5"/>
    <w:rsid w:val="004612AA"/>
    <w:rsid w:val="0046135D"/>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4D36"/>
    <w:rsid w:val="0046521E"/>
    <w:rsid w:val="00465269"/>
    <w:rsid w:val="004652C2"/>
    <w:rsid w:val="004659DB"/>
    <w:rsid w:val="00465A96"/>
    <w:rsid w:val="00465B90"/>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2F61"/>
    <w:rsid w:val="00473507"/>
    <w:rsid w:val="004739C8"/>
    <w:rsid w:val="00473B48"/>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587"/>
    <w:rsid w:val="0049095A"/>
    <w:rsid w:val="00490A51"/>
    <w:rsid w:val="004917D0"/>
    <w:rsid w:val="00491802"/>
    <w:rsid w:val="00491ADD"/>
    <w:rsid w:val="00491E19"/>
    <w:rsid w:val="00492253"/>
    <w:rsid w:val="004924C1"/>
    <w:rsid w:val="004924CE"/>
    <w:rsid w:val="004927A5"/>
    <w:rsid w:val="004930D7"/>
    <w:rsid w:val="0049335A"/>
    <w:rsid w:val="004942B7"/>
    <w:rsid w:val="004945FE"/>
    <w:rsid w:val="00494FE3"/>
    <w:rsid w:val="00495477"/>
    <w:rsid w:val="0049576C"/>
    <w:rsid w:val="004957D8"/>
    <w:rsid w:val="00495BD2"/>
    <w:rsid w:val="00496076"/>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AD3"/>
    <w:rsid w:val="004A52D6"/>
    <w:rsid w:val="004A631D"/>
    <w:rsid w:val="004A67A2"/>
    <w:rsid w:val="004A693E"/>
    <w:rsid w:val="004A6F03"/>
    <w:rsid w:val="004A7248"/>
    <w:rsid w:val="004A73C4"/>
    <w:rsid w:val="004A757B"/>
    <w:rsid w:val="004A79B2"/>
    <w:rsid w:val="004A7AF4"/>
    <w:rsid w:val="004A7B40"/>
    <w:rsid w:val="004A7C04"/>
    <w:rsid w:val="004B0600"/>
    <w:rsid w:val="004B0685"/>
    <w:rsid w:val="004B1219"/>
    <w:rsid w:val="004B1986"/>
    <w:rsid w:val="004B1C30"/>
    <w:rsid w:val="004B1E78"/>
    <w:rsid w:val="004B2662"/>
    <w:rsid w:val="004B2686"/>
    <w:rsid w:val="004B2948"/>
    <w:rsid w:val="004B2F39"/>
    <w:rsid w:val="004B3062"/>
    <w:rsid w:val="004B307F"/>
    <w:rsid w:val="004B3A31"/>
    <w:rsid w:val="004B3B99"/>
    <w:rsid w:val="004B3E80"/>
    <w:rsid w:val="004B400E"/>
    <w:rsid w:val="004B40E9"/>
    <w:rsid w:val="004B46E9"/>
    <w:rsid w:val="004B564A"/>
    <w:rsid w:val="004B58B7"/>
    <w:rsid w:val="004B5B1D"/>
    <w:rsid w:val="004B5B99"/>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FAC"/>
    <w:rsid w:val="004C5065"/>
    <w:rsid w:val="004C550C"/>
    <w:rsid w:val="004C55ED"/>
    <w:rsid w:val="004C5673"/>
    <w:rsid w:val="004C5696"/>
    <w:rsid w:val="004C5AD8"/>
    <w:rsid w:val="004C5B0C"/>
    <w:rsid w:val="004C5EE7"/>
    <w:rsid w:val="004C6CED"/>
    <w:rsid w:val="004C6D63"/>
    <w:rsid w:val="004C6E81"/>
    <w:rsid w:val="004C7A45"/>
    <w:rsid w:val="004C7CDB"/>
    <w:rsid w:val="004D04F1"/>
    <w:rsid w:val="004D0822"/>
    <w:rsid w:val="004D0AF9"/>
    <w:rsid w:val="004D0F83"/>
    <w:rsid w:val="004D153A"/>
    <w:rsid w:val="004D1609"/>
    <w:rsid w:val="004D1CA1"/>
    <w:rsid w:val="004D24F9"/>
    <w:rsid w:val="004D29A4"/>
    <w:rsid w:val="004D2B20"/>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3AE7"/>
    <w:rsid w:val="004E41DE"/>
    <w:rsid w:val="004E4578"/>
    <w:rsid w:val="004E4740"/>
    <w:rsid w:val="004E4D56"/>
    <w:rsid w:val="004E504E"/>
    <w:rsid w:val="004E563B"/>
    <w:rsid w:val="004E591A"/>
    <w:rsid w:val="004E5961"/>
    <w:rsid w:val="004E5C2B"/>
    <w:rsid w:val="004E5D8B"/>
    <w:rsid w:val="004E5F93"/>
    <w:rsid w:val="004E60A6"/>
    <w:rsid w:val="004E632E"/>
    <w:rsid w:val="004E658D"/>
    <w:rsid w:val="004E687B"/>
    <w:rsid w:val="004E6CE5"/>
    <w:rsid w:val="004E7074"/>
    <w:rsid w:val="004E75F2"/>
    <w:rsid w:val="004E7BD7"/>
    <w:rsid w:val="004E7D0C"/>
    <w:rsid w:val="004F00F2"/>
    <w:rsid w:val="004F0F11"/>
    <w:rsid w:val="004F113B"/>
    <w:rsid w:val="004F1413"/>
    <w:rsid w:val="004F167B"/>
    <w:rsid w:val="004F1AFC"/>
    <w:rsid w:val="004F1B6E"/>
    <w:rsid w:val="004F1DC4"/>
    <w:rsid w:val="004F1FAA"/>
    <w:rsid w:val="004F2A51"/>
    <w:rsid w:val="004F3198"/>
    <w:rsid w:val="004F35C1"/>
    <w:rsid w:val="004F3881"/>
    <w:rsid w:val="004F3B43"/>
    <w:rsid w:val="004F4014"/>
    <w:rsid w:val="004F4857"/>
    <w:rsid w:val="004F493E"/>
    <w:rsid w:val="004F510A"/>
    <w:rsid w:val="004F54C1"/>
    <w:rsid w:val="004F5572"/>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6AA"/>
    <w:rsid w:val="005057BC"/>
    <w:rsid w:val="0050580E"/>
    <w:rsid w:val="005060FD"/>
    <w:rsid w:val="00507100"/>
    <w:rsid w:val="0050721B"/>
    <w:rsid w:val="005074AD"/>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A50"/>
    <w:rsid w:val="00512D18"/>
    <w:rsid w:val="00512D3B"/>
    <w:rsid w:val="00512E1C"/>
    <w:rsid w:val="005131C7"/>
    <w:rsid w:val="005135B1"/>
    <w:rsid w:val="005136B3"/>
    <w:rsid w:val="00513C5D"/>
    <w:rsid w:val="00513C85"/>
    <w:rsid w:val="00513D6F"/>
    <w:rsid w:val="00514039"/>
    <w:rsid w:val="00514C50"/>
    <w:rsid w:val="00515329"/>
    <w:rsid w:val="005157B5"/>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63D"/>
    <w:rsid w:val="0052096B"/>
    <w:rsid w:val="005209F4"/>
    <w:rsid w:val="00520CB7"/>
    <w:rsid w:val="00520D3D"/>
    <w:rsid w:val="005214E2"/>
    <w:rsid w:val="00521A33"/>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E61"/>
    <w:rsid w:val="00552E70"/>
    <w:rsid w:val="00553385"/>
    <w:rsid w:val="00553565"/>
    <w:rsid w:val="00554A96"/>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A4E"/>
    <w:rsid w:val="00564D26"/>
    <w:rsid w:val="00565959"/>
    <w:rsid w:val="00565C0A"/>
    <w:rsid w:val="005662DC"/>
    <w:rsid w:val="0056670B"/>
    <w:rsid w:val="00566A4F"/>
    <w:rsid w:val="00566CC4"/>
    <w:rsid w:val="00566E25"/>
    <w:rsid w:val="00566FF2"/>
    <w:rsid w:val="0056704C"/>
    <w:rsid w:val="005670AD"/>
    <w:rsid w:val="00567306"/>
    <w:rsid w:val="0056794A"/>
    <w:rsid w:val="00567DA3"/>
    <w:rsid w:val="005701C0"/>
    <w:rsid w:val="005701EF"/>
    <w:rsid w:val="00570579"/>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631A"/>
    <w:rsid w:val="005763DB"/>
    <w:rsid w:val="00576436"/>
    <w:rsid w:val="00576AD5"/>
    <w:rsid w:val="00577256"/>
    <w:rsid w:val="005775C5"/>
    <w:rsid w:val="00577AD4"/>
    <w:rsid w:val="00577C50"/>
    <w:rsid w:val="00577C62"/>
    <w:rsid w:val="00577DA4"/>
    <w:rsid w:val="005804BA"/>
    <w:rsid w:val="00580519"/>
    <w:rsid w:val="00580A82"/>
    <w:rsid w:val="0058118B"/>
    <w:rsid w:val="00581293"/>
    <w:rsid w:val="005816EA"/>
    <w:rsid w:val="00581EE8"/>
    <w:rsid w:val="00582591"/>
    <w:rsid w:val="0058264A"/>
    <w:rsid w:val="00582B9E"/>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115"/>
    <w:rsid w:val="00587236"/>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6D"/>
    <w:rsid w:val="00593C19"/>
    <w:rsid w:val="0059400F"/>
    <w:rsid w:val="005943F3"/>
    <w:rsid w:val="00594427"/>
    <w:rsid w:val="00594645"/>
    <w:rsid w:val="00594A54"/>
    <w:rsid w:val="005954FF"/>
    <w:rsid w:val="005958F8"/>
    <w:rsid w:val="00595BFD"/>
    <w:rsid w:val="0059671E"/>
    <w:rsid w:val="005971CB"/>
    <w:rsid w:val="00597A45"/>
    <w:rsid w:val="00597AE9"/>
    <w:rsid w:val="00597DF1"/>
    <w:rsid w:val="005A00F0"/>
    <w:rsid w:val="005A0486"/>
    <w:rsid w:val="005A052F"/>
    <w:rsid w:val="005A0835"/>
    <w:rsid w:val="005A0AB5"/>
    <w:rsid w:val="005A0D97"/>
    <w:rsid w:val="005A11F0"/>
    <w:rsid w:val="005A13F8"/>
    <w:rsid w:val="005A15EC"/>
    <w:rsid w:val="005A1739"/>
    <w:rsid w:val="005A1A7E"/>
    <w:rsid w:val="005A1D69"/>
    <w:rsid w:val="005A231D"/>
    <w:rsid w:val="005A23DE"/>
    <w:rsid w:val="005A26DE"/>
    <w:rsid w:val="005A28CB"/>
    <w:rsid w:val="005A29AC"/>
    <w:rsid w:val="005A2BAB"/>
    <w:rsid w:val="005A2FF5"/>
    <w:rsid w:val="005A306E"/>
    <w:rsid w:val="005A3078"/>
    <w:rsid w:val="005A310D"/>
    <w:rsid w:val="005A37B7"/>
    <w:rsid w:val="005A3F26"/>
    <w:rsid w:val="005A45E4"/>
    <w:rsid w:val="005A4884"/>
    <w:rsid w:val="005A4CDA"/>
    <w:rsid w:val="005A4D75"/>
    <w:rsid w:val="005A4DBB"/>
    <w:rsid w:val="005A4EA6"/>
    <w:rsid w:val="005A5929"/>
    <w:rsid w:val="005A5EC6"/>
    <w:rsid w:val="005A608A"/>
    <w:rsid w:val="005A6120"/>
    <w:rsid w:val="005A62FC"/>
    <w:rsid w:val="005A6700"/>
    <w:rsid w:val="005A6B55"/>
    <w:rsid w:val="005A70F7"/>
    <w:rsid w:val="005A7431"/>
    <w:rsid w:val="005A7B50"/>
    <w:rsid w:val="005A7C0C"/>
    <w:rsid w:val="005A7E48"/>
    <w:rsid w:val="005A7E75"/>
    <w:rsid w:val="005A7E7E"/>
    <w:rsid w:val="005B0844"/>
    <w:rsid w:val="005B0A00"/>
    <w:rsid w:val="005B14F6"/>
    <w:rsid w:val="005B19DE"/>
    <w:rsid w:val="005B243E"/>
    <w:rsid w:val="005B2614"/>
    <w:rsid w:val="005B28DE"/>
    <w:rsid w:val="005B29F0"/>
    <w:rsid w:val="005B2DA0"/>
    <w:rsid w:val="005B2FC9"/>
    <w:rsid w:val="005B3416"/>
    <w:rsid w:val="005B3D3F"/>
    <w:rsid w:val="005B3D5F"/>
    <w:rsid w:val="005B4189"/>
    <w:rsid w:val="005B43A8"/>
    <w:rsid w:val="005B4740"/>
    <w:rsid w:val="005B4796"/>
    <w:rsid w:val="005B4A6C"/>
    <w:rsid w:val="005B4CC2"/>
    <w:rsid w:val="005B4DEA"/>
    <w:rsid w:val="005B50E4"/>
    <w:rsid w:val="005B5209"/>
    <w:rsid w:val="005B5360"/>
    <w:rsid w:val="005B538C"/>
    <w:rsid w:val="005B53EF"/>
    <w:rsid w:val="005B5F28"/>
    <w:rsid w:val="005B5F2C"/>
    <w:rsid w:val="005B6018"/>
    <w:rsid w:val="005B6103"/>
    <w:rsid w:val="005B612D"/>
    <w:rsid w:val="005B6136"/>
    <w:rsid w:val="005B6386"/>
    <w:rsid w:val="005B6C35"/>
    <w:rsid w:val="005B6C3E"/>
    <w:rsid w:val="005B732D"/>
    <w:rsid w:val="005B7355"/>
    <w:rsid w:val="005B759D"/>
    <w:rsid w:val="005B75AC"/>
    <w:rsid w:val="005B7687"/>
    <w:rsid w:val="005B7AB2"/>
    <w:rsid w:val="005C0801"/>
    <w:rsid w:val="005C09D0"/>
    <w:rsid w:val="005C0A51"/>
    <w:rsid w:val="005C0F67"/>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27E1"/>
    <w:rsid w:val="005D2FF5"/>
    <w:rsid w:val="005D3110"/>
    <w:rsid w:val="005D39DF"/>
    <w:rsid w:val="005D4403"/>
    <w:rsid w:val="005D44A6"/>
    <w:rsid w:val="005D44A7"/>
    <w:rsid w:val="005D44E5"/>
    <w:rsid w:val="005D4A89"/>
    <w:rsid w:val="005D556C"/>
    <w:rsid w:val="005D5680"/>
    <w:rsid w:val="005D5A77"/>
    <w:rsid w:val="005D5E3F"/>
    <w:rsid w:val="005D5F0A"/>
    <w:rsid w:val="005D63B8"/>
    <w:rsid w:val="005D7445"/>
    <w:rsid w:val="005D7975"/>
    <w:rsid w:val="005D79D0"/>
    <w:rsid w:val="005E07BF"/>
    <w:rsid w:val="005E0862"/>
    <w:rsid w:val="005E114F"/>
    <w:rsid w:val="005E188F"/>
    <w:rsid w:val="005E1A6C"/>
    <w:rsid w:val="005E1B1E"/>
    <w:rsid w:val="005E1E1B"/>
    <w:rsid w:val="005E20E3"/>
    <w:rsid w:val="005E271B"/>
    <w:rsid w:val="005E2AF8"/>
    <w:rsid w:val="005E3CED"/>
    <w:rsid w:val="005E405E"/>
    <w:rsid w:val="005E40D7"/>
    <w:rsid w:val="005E40E5"/>
    <w:rsid w:val="005E503B"/>
    <w:rsid w:val="005E6441"/>
    <w:rsid w:val="005E68D9"/>
    <w:rsid w:val="005E7C9B"/>
    <w:rsid w:val="005E7DC8"/>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B03"/>
    <w:rsid w:val="005F602F"/>
    <w:rsid w:val="005F6220"/>
    <w:rsid w:val="005F6CC3"/>
    <w:rsid w:val="005F6EFA"/>
    <w:rsid w:val="005F73A9"/>
    <w:rsid w:val="005F75A1"/>
    <w:rsid w:val="005F7891"/>
    <w:rsid w:val="005F7C67"/>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D75"/>
    <w:rsid w:val="00610EEC"/>
    <w:rsid w:val="006111F5"/>
    <w:rsid w:val="00611726"/>
    <w:rsid w:val="00611808"/>
    <w:rsid w:val="00611953"/>
    <w:rsid w:val="00611B46"/>
    <w:rsid w:val="00611C64"/>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4DE4"/>
    <w:rsid w:val="006153DA"/>
    <w:rsid w:val="00615683"/>
    <w:rsid w:val="0061665E"/>
    <w:rsid w:val="00616E92"/>
    <w:rsid w:val="00617238"/>
    <w:rsid w:val="0061733A"/>
    <w:rsid w:val="00617A12"/>
    <w:rsid w:val="00617C10"/>
    <w:rsid w:val="0062027C"/>
    <w:rsid w:val="00620749"/>
    <w:rsid w:val="006207EC"/>
    <w:rsid w:val="00620A0A"/>
    <w:rsid w:val="00620B33"/>
    <w:rsid w:val="00620D0D"/>
    <w:rsid w:val="00620EF4"/>
    <w:rsid w:val="006212D1"/>
    <w:rsid w:val="0062137D"/>
    <w:rsid w:val="00622722"/>
    <w:rsid w:val="00622BD4"/>
    <w:rsid w:val="00622BE8"/>
    <w:rsid w:val="00622F06"/>
    <w:rsid w:val="006233FB"/>
    <w:rsid w:val="0062341B"/>
    <w:rsid w:val="00623CCD"/>
    <w:rsid w:val="006243D8"/>
    <w:rsid w:val="006249F5"/>
    <w:rsid w:val="00624D5B"/>
    <w:rsid w:val="00624F59"/>
    <w:rsid w:val="006253EB"/>
    <w:rsid w:val="006258E4"/>
    <w:rsid w:val="00625999"/>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A4E"/>
    <w:rsid w:val="00633B52"/>
    <w:rsid w:val="006340A7"/>
    <w:rsid w:val="006340B7"/>
    <w:rsid w:val="00634290"/>
    <w:rsid w:val="00634638"/>
    <w:rsid w:val="00635247"/>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3C07"/>
    <w:rsid w:val="00654186"/>
    <w:rsid w:val="006542EC"/>
    <w:rsid w:val="006544A0"/>
    <w:rsid w:val="00654791"/>
    <w:rsid w:val="00654987"/>
    <w:rsid w:val="0065540C"/>
    <w:rsid w:val="00655452"/>
    <w:rsid w:val="006555C0"/>
    <w:rsid w:val="00655A89"/>
    <w:rsid w:val="00655B36"/>
    <w:rsid w:val="00655D57"/>
    <w:rsid w:val="00655FF3"/>
    <w:rsid w:val="006562CC"/>
    <w:rsid w:val="00656450"/>
    <w:rsid w:val="00656810"/>
    <w:rsid w:val="00656898"/>
    <w:rsid w:val="00656998"/>
    <w:rsid w:val="00656A91"/>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375"/>
    <w:rsid w:val="00670572"/>
    <w:rsid w:val="00670CCF"/>
    <w:rsid w:val="0067142D"/>
    <w:rsid w:val="006714A9"/>
    <w:rsid w:val="0067170D"/>
    <w:rsid w:val="0067187C"/>
    <w:rsid w:val="00672677"/>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047"/>
    <w:rsid w:val="00680493"/>
    <w:rsid w:val="006807F8"/>
    <w:rsid w:val="006809ED"/>
    <w:rsid w:val="00680C3E"/>
    <w:rsid w:val="00680C4C"/>
    <w:rsid w:val="0068119E"/>
    <w:rsid w:val="006819DD"/>
    <w:rsid w:val="00682837"/>
    <w:rsid w:val="00682961"/>
    <w:rsid w:val="00682E28"/>
    <w:rsid w:val="006831D6"/>
    <w:rsid w:val="006834E1"/>
    <w:rsid w:val="0068396A"/>
    <w:rsid w:val="00683D8E"/>
    <w:rsid w:val="00684144"/>
    <w:rsid w:val="0068428A"/>
    <w:rsid w:val="006844BA"/>
    <w:rsid w:val="0068467D"/>
    <w:rsid w:val="00684EA4"/>
    <w:rsid w:val="0068519B"/>
    <w:rsid w:val="006853A5"/>
    <w:rsid w:val="00685B0D"/>
    <w:rsid w:val="00685E47"/>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239"/>
    <w:rsid w:val="006952AD"/>
    <w:rsid w:val="00695406"/>
    <w:rsid w:val="00695AD1"/>
    <w:rsid w:val="00695CA3"/>
    <w:rsid w:val="006960F2"/>
    <w:rsid w:val="006966B4"/>
    <w:rsid w:val="00696828"/>
    <w:rsid w:val="00696841"/>
    <w:rsid w:val="00696D15"/>
    <w:rsid w:val="0069712A"/>
    <w:rsid w:val="00697738"/>
    <w:rsid w:val="006977F4"/>
    <w:rsid w:val="00697915"/>
    <w:rsid w:val="006A05A3"/>
    <w:rsid w:val="006A0845"/>
    <w:rsid w:val="006A090E"/>
    <w:rsid w:val="006A0A5F"/>
    <w:rsid w:val="006A181F"/>
    <w:rsid w:val="006A1D57"/>
    <w:rsid w:val="006A2182"/>
    <w:rsid w:val="006A249F"/>
    <w:rsid w:val="006A24D4"/>
    <w:rsid w:val="006A299F"/>
    <w:rsid w:val="006A3124"/>
    <w:rsid w:val="006A3338"/>
    <w:rsid w:val="006A3C7A"/>
    <w:rsid w:val="006A42E8"/>
    <w:rsid w:val="006A441C"/>
    <w:rsid w:val="006A4626"/>
    <w:rsid w:val="006A4DB5"/>
    <w:rsid w:val="006A5004"/>
    <w:rsid w:val="006A5481"/>
    <w:rsid w:val="006A54C7"/>
    <w:rsid w:val="006A5679"/>
    <w:rsid w:val="006A6061"/>
    <w:rsid w:val="006A63B0"/>
    <w:rsid w:val="006A6408"/>
    <w:rsid w:val="006A67EF"/>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904"/>
    <w:rsid w:val="006B637F"/>
    <w:rsid w:val="006B6656"/>
    <w:rsid w:val="006B66A4"/>
    <w:rsid w:val="006B691A"/>
    <w:rsid w:val="006B6B8C"/>
    <w:rsid w:val="006B6DFC"/>
    <w:rsid w:val="006B7807"/>
    <w:rsid w:val="006B782C"/>
    <w:rsid w:val="006B7A82"/>
    <w:rsid w:val="006B7E04"/>
    <w:rsid w:val="006B7F15"/>
    <w:rsid w:val="006C0095"/>
    <w:rsid w:val="006C050C"/>
    <w:rsid w:val="006C15F4"/>
    <w:rsid w:val="006C1C91"/>
    <w:rsid w:val="006C2012"/>
    <w:rsid w:val="006C211D"/>
    <w:rsid w:val="006C2AFF"/>
    <w:rsid w:val="006C2E80"/>
    <w:rsid w:val="006C2F59"/>
    <w:rsid w:val="006C3030"/>
    <w:rsid w:val="006C3070"/>
    <w:rsid w:val="006C3128"/>
    <w:rsid w:val="006C314E"/>
    <w:rsid w:val="006C3FAC"/>
    <w:rsid w:val="006C4262"/>
    <w:rsid w:val="006C45E0"/>
    <w:rsid w:val="006C4CAB"/>
    <w:rsid w:val="006C4F59"/>
    <w:rsid w:val="006C536D"/>
    <w:rsid w:val="006C5A67"/>
    <w:rsid w:val="006C5B44"/>
    <w:rsid w:val="006C60C8"/>
    <w:rsid w:val="006C6539"/>
    <w:rsid w:val="006C66B4"/>
    <w:rsid w:val="006C672D"/>
    <w:rsid w:val="006C6E5D"/>
    <w:rsid w:val="006C6EE6"/>
    <w:rsid w:val="006C746E"/>
    <w:rsid w:val="006C7544"/>
    <w:rsid w:val="006C7D05"/>
    <w:rsid w:val="006C7DE6"/>
    <w:rsid w:val="006C7E35"/>
    <w:rsid w:val="006D012B"/>
    <w:rsid w:val="006D0371"/>
    <w:rsid w:val="006D07C9"/>
    <w:rsid w:val="006D07EF"/>
    <w:rsid w:val="006D0DE2"/>
    <w:rsid w:val="006D0F00"/>
    <w:rsid w:val="006D15A8"/>
    <w:rsid w:val="006D17DB"/>
    <w:rsid w:val="006D1B7A"/>
    <w:rsid w:val="006D2192"/>
    <w:rsid w:val="006D29EE"/>
    <w:rsid w:val="006D2A37"/>
    <w:rsid w:val="006D30D7"/>
    <w:rsid w:val="006D3116"/>
    <w:rsid w:val="006D31A3"/>
    <w:rsid w:val="006D4459"/>
    <w:rsid w:val="006D45DB"/>
    <w:rsid w:val="006D4B82"/>
    <w:rsid w:val="006D4D51"/>
    <w:rsid w:val="006D58E5"/>
    <w:rsid w:val="006D5947"/>
    <w:rsid w:val="006D5D8A"/>
    <w:rsid w:val="006D6B11"/>
    <w:rsid w:val="006D6B6D"/>
    <w:rsid w:val="006D73B8"/>
    <w:rsid w:val="006D77CF"/>
    <w:rsid w:val="006D7AB2"/>
    <w:rsid w:val="006D7AB3"/>
    <w:rsid w:val="006D7C4F"/>
    <w:rsid w:val="006D7C86"/>
    <w:rsid w:val="006E0045"/>
    <w:rsid w:val="006E046F"/>
    <w:rsid w:val="006E09C5"/>
    <w:rsid w:val="006E10F1"/>
    <w:rsid w:val="006E13F7"/>
    <w:rsid w:val="006E16E2"/>
    <w:rsid w:val="006E1937"/>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615B"/>
    <w:rsid w:val="006E7140"/>
    <w:rsid w:val="006E781B"/>
    <w:rsid w:val="006E782F"/>
    <w:rsid w:val="006E799A"/>
    <w:rsid w:val="006E7CB2"/>
    <w:rsid w:val="006F03B5"/>
    <w:rsid w:val="006F0497"/>
    <w:rsid w:val="006F0689"/>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606"/>
    <w:rsid w:val="0070170E"/>
    <w:rsid w:val="00702863"/>
    <w:rsid w:val="0070286E"/>
    <w:rsid w:val="00702891"/>
    <w:rsid w:val="00702C36"/>
    <w:rsid w:val="00702EB1"/>
    <w:rsid w:val="007038B2"/>
    <w:rsid w:val="00703957"/>
    <w:rsid w:val="00703C30"/>
    <w:rsid w:val="0070405C"/>
    <w:rsid w:val="00704150"/>
    <w:rsid w:val="007045BE"/>
    <w:rsid w:val="007048B4"/>
    <w:rsid w:val="00704931"/>
    <w:rsid w:val="00704A27"/>
    <w:rsid w:val="007057EA"/>
    <w:rsid w:val="00705FD5"/>
    <w:rsid w:val="00706039"/>
    <w:rsid w:val="007067E5"/>
    <w:rsid w:val="0070707D"/>
    <w:rsid w:val="00707681"/>
    <w:rsid w:val="007103C9"/>
    <w:rsid w:val="00710E96"/>
    <w:rsid w:val="00711235"/>
    <w:rsid w:val="00711325"/>
    <w:rsid w:val="007115BA"/>
    <w:rsid w:val="0071198B"/>
    <w:rsid w:val="00711A63"/>
    <w:rsid w:val="00711D9E"/>
    <w:rsid w:val="00712313"/>
    <w:rsid w:val="0071300E"/>
    <w:rsid w:val="007132D5"/>
    <w:rsid w:val="007134F1"/>
    <w:rsid w:val="00713FFD"/>
    <w:rsid w:val="00714C66"/>
    <w:rsid w:val="00714E5B"/>
    <w:rsid w:val="00714F93"/>
    <w:rsid w:val="00715987"/>
    <w:rsid w:val="00715A4A"/>
    <w:rsid w:val="00715C9F"/>
    <w:rsid w:val="00715DBC"/>
    <w:rsid w:val="007162D6"/>
    <w:rsid w:val="00716B32"/>
    <w:rsid w:val="00716BC4"/>
    <w:rsid w:val="007170A7"/>
    <w:rsid w:val="00717299"/>
    <w:rsid w:val="00717890"/>
    <w:rsid w:val="00717BC5"/>
    <w:rsid w:val="00717EB7"/>
    <w:rsid w:val="00717F3E"/>
    <w:rsid w:val="00720DAB"/>
    <w:rsid w:val="0072151A"/>
    <w:rsid w:val="00721840"/>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439"/>
    <w:rsid w:val="00725AFA"/>
    <w:rsid w:val="00725E1D"/>
    <w:rsid w:val="007262F3"/>
    <w:rsid w:val="00726606"/>
    <w:rsid w:val="00726666"/>
    <w:rsid w:val="00726ADE"/>
    <w:rsid w:val="00726C2E"/>
    <w:rsid w:val="00726E6F"/>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10"/>
    <w:rsid w:val="0073309D"/>
    <w:rsid w:val="00734377"/>
    <w:rsid w:val="007343E8"/>
    <w:rsid w:val="00734C06"/>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49DC"/>
    <w:rsid w:val="00744FC4"/>
    <w:rsid w:val="00745264"/>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80B"/>
    <w:rsid w:val="007708C5"/>
    <w:rsid w:val="00770DDA"/>
    <w:rsid w:val="007711A0"/>
    <w:rsid w:val="0077154F"/>
    <w:rsid w:val="00771C93"/>
    <w:rsid w:val="00771D0C"/>
    <w:rsid w:val="0077294A"/>
    <w:rsid w:val="00772AA8"/>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8088C"/>
    <w:rsid w:val="00780AC8"/>
    <w:rsid w:val="00780C47"/>
    <w:rsid w:val="00780C77"/>
    <w:rsid w:val="00780E89"/>
    <w:rsid w:val="00780FB3"/>
    <w:rsid w:val="007814F2"/>
    <w:rsid w:val="00781A2E"/>
    <w:rsid w:val="00781BC0"/>
    <w:rsid w:val="00782BD2"/>
    <w:rsid w:val="00782BE2"/>
    <w:rsid w:val="00782C3F"/>
    <w:rsid w:val="00782DEB"/>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65E"/>
    <w:rsid w:val="00794866"/>
    <w:rsid w:val="00794EDA"/>
    <w:rsid w:val="00794FB8"/>
    <w:rsid w:val="007954C3"/>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B73"/>
    <w:rsid w:val="007A0EDF"/>
    <w:rsid w:val="007A19A7"/>
    <w:rsid w:val="007A1B44"/>
    <w:rsid w:val="007A21C7"/>
    <w:rsid w:val="007A2467"/>
    <w:rsid w:val="007A255D"/>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F60"/>
    <w:rsid w:val="007B10D3"/>
    <w:rsid w:val="007B1122"/>
    <w:rsid w:val="007B1ABB"/>
    <w:rsid w:val="007B1E4A"/>
    <w:rsid w:val="007B1F04"/>
    <w:rsid w:val="007B1FA1"/>
    <w:rsid w:val="007B2261"/>
    <w:rsid w:val="007B234B"/>
    <w:rsid w:val="007B2A5A"/>
    <w:rsid w:val="007B30CE"/>
    <w:rsid w:val="007B3782"/>
    <w:rsid w:val="007B396F"/>
    <w:rsid w:val="007B3B52"/>
    <w:rsid w:val="007B3B5B"/>
    <w:rsid w:val="007B4675"/>
    <w:rsid w:val="007B46ED"/>
    <w:rsid w:val="007B53E6"/>
    <w:rsid w:val="007B567C"/>
    <w:rsid w:val="007B5798"/>
    <w:rsid w:val="007B57B9"/>
    <w:rsid w:val="007B5B81"/>
    <w:rsid w:val="007B6103"/>
    <w:rsid w:val="007B64BE"/>
    <w:rsid w:val="007B66CC"/>
    <w:rsid w:val="007B67F9"/>
    <w:rsid w:val="007B6A7A"/>
    <w:rsid w:val="007B7A7A"/>
    <w:rsid w:val="007B7E19"/>
    <w:rsid w:val="007B7EBE"/>
    <w:rsid w:val="007B7F6A"/>
    <w:rsid w:val="007C00F8"/>
    <w:rsid w:val="007C01BC"/>
    <w:rsid w:val="007C0262"/>
    <w:rsid w:val="007C0528"/>
    <w:rsid w:val="007C085B"/>
    <w:rsid w:val="007C089F"/>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7C6"/>
    <w:rsid w:val="007C4A49"/>
    <w:rsid w:val="007C4AA4"/>
    <w:rsid w:val="007C4B2B"/>
    <w:rsid w:val="007C5541"/>
    <w:rsid w:val="007C5572"/>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47"/>
    <w:rsid w:val="007D32E2"/>
    <w:rsid w:val="007D353E"/>
    <w:rsid w:val="007D35BF"/>
    <w:rsid w:val="007D4084"/>
    <w:rsid w:val="007D43B2"/>
    <w:rsid w:val="007D4400"/>
    <w:rsid w:val="007D4779"/>
    <w:rsid w:val="007D4D31"/>
    <w:rsid w:val="007D4DEC"/>
    <w:rsid w:val="007D4E29"/>
    <w:rsid w:val="007D4E74"/>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F7E"/>
    <w:rsid w:val="007E1848"/>
    <w:rsid w:val="007E190A"/>
    <w:rsid w:val="007E2028"/>
    <w:rsid w:val="007E2889"/>
    <w:rsid w:val="007E29B3"/>
    <w:rsid w:val="007E2B12"/>
    <w:rsid w:val="007E2CCE"/>
    <w:rsid w:val="007E36A9"/>
    <w:rsid w:val="007E4AF2"/>
    <w:rsid w:val="007E4D3C"/>
    <w:rsid w:val="007E4D84"/>
    <w:rsid w:val="007E5339"/>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BBF"/>
    <w:rsid w:val="00800F0B"/>
    <w:rsid w:val="00800F81"/>
    <w:rsid w:val="00801211"/>
    <w:rsid w:val="00801430"/>
    <w:rsid w:val="008018BF"/>
    <w:rsid w:val="00801ACA"/>
    <w:rsid w:val="0080230B"/>
    <w:rsid w:val="008025BF"/>
    <w:rsid w:val="0080273D"/>
    <w:rsid w:val="008028FF"/>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8CF"/>
    <w:rsid w:val="00817968"/>
    <w:rsid w:val="008179F6"/>
    <w:rsid w:val="00817AEF"/>
    <w:rsid w:val="00817D4F"/>
    <w:rsid w:val="00817E3C"/>
    <w:rsid w:val="00817F04"/>
    <w:rsid w:val="008203EF"/>
    <w:rsid w:val="00820489"/>
    <w:rsid w:val="008207D9"/>
    <w:rsid w:val="00820DBD"/>
    <w:rsid w:val="008210AC"/>
    <w:rsid w:val="008210EA"/>
    <w:rsid w:val="008213A8"/>
    <w:rsid w:val="00821547"/>
    <w:rsid w:val="00821630"/>
    <w:rsid w:val="008216D5"/>
    <w:rsid w:val="00821951"/>
    <w:rsid w:val="00821F0A"/>
    <w:rsid w:val="008227D1"/>
    <w:rsid w:val="00822904"/>
    <w:rsid w:val="00822D5D"/>
    <w:rsid w:val="00823358"/>
    <w:rsid w:val="00823697"/>
    <w:rsid w:val="008236F9"/>
    <w:rsid w:val="008245E6"/>
    <w:rsid w:val="008246D0"/>
    <w:rsid w:val="00824D49"/>
    <w:rsid w:val="00825309"/>
    <w:rsid w:val="008258AE"/>
    <w:rsid w:val="00825C23"/>
    <w:rsid w:val="00825F92"/>
    <w:rsid w:val="00825FB5"/>
    <w:rsid w:val="0082663A"/>
    <w:rsid w:val="00826740"/>
    <w:rsid w:val="00826830"/>
    <w:rsid w:val="008268C0"/>
    <w:rsid w:val="00827FFE"/>
    <w:rsid w:val="0083094A"/>
    <w:rsid w:val="00830B0E"/>
    <w:rsid w:val="00830B61"/>
    <w:rsid w:val="00831869"/>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40425"/>
    <w:rsid w:val="00840453"/>
    <w:rsid w:val="00840460"/>
    <w:rsid w:val="00841C56"/>
    <w:rsid w:val="00842141"/>
    <w:rsid w:val="00842499"/>
    <w:rsid w:val="008424D2"/>
    <w:rsid w:val="00842582"/>
    <w:rsid w:val="0084279E"/>
    <w:rsid w:val="008431AA"/>
    <w:rsid w:val="008432E2"/>
    <w:rsid w:val="00843341"/>
    <w:rsid w:val="00843A87"/>
    <w:rsid w:val="00843C75"/>
    <w:rsid w:val="00843E4D"/>
    <w:rsid w:val="00843FBC"/>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23F"/>
    <w:rsid w:val="0085447C"/>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45E4"/>
    <w:rsid w:val="00864684"/>
    <w:rsid w:val="00864760"/>
    <w:rsid w:val="0086477A"/>
    <w:rsid w:val="00864A27"/>
    <w:rsid w:val="00864AAF"/>
    <w:rsid w:val="00864AFB"/>
    <w:rsid w:val="00864B7A"/>
    <w:rsid w:val="00864F9F"/>
    <w:rsid w:val="00865706"/>
    <w:rsid w:val="00865EED"/>
    <w:rsid w:val="00866281"/>
    <w:rsid w:val="008664D2"/>
    <w:rsid w:val="00866509"/>
    <w:rsid w:val="00867354"/>
    <w:rsid w:val="0086746A"/>
    <w:rsid w:val="008675C3"/>
    <w:rsid w:val="0086773F"/>
    <w:rsid w:val="00867D33"/>
    <w:rsid w:val="00867DA6"/>
    <w:rsid w:val="00867E3F"/>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800"/>
    <w:rsid w:val="00882CB5"/>
    <w:rsid w:val="00882F15"/>
    <w:rsid w:val="008833B2"/>
    <w:rsid w:val="0088348F"/>
    <w:rsid w:val="00883D6A"/>
    <w:rsid w:val="00883DB6"/>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1167"/>
    <w:rsid w:val="00891191"/>
    <w:rsid w:val="008913D6"/>
    <w:rsid w:val="00891685"/>
    <w:rsid w:val="00891739"/>
    <w:rsid w:val="00891CA6"/>
    <w:rsid w:val="00892317"/>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48"/>
    <w:rsid w:val="008A42C8"/>
    <w:rsid w:val="008A4781"/>
    <w:rsid w:val="008A4E3A"/>
    <w:rsid w:val="008A578E"/>
    <w:rsid w:val="008A5E17"/>
    <w:rsid w:val="008A5F86"/>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267E"/>
    <w:rsid w:val="008B2843"/>
    <w:rsid w:val="008B29C9"/>
    <w:rsid w:val="008B2D35"/>
    <w:rsid w:val="008B2FB3"/>
    <w:rsid w:val="008B3452"/>
    <w:rsid w:val="008B3516"/>
    <w:rsid w:val="008B3597"/>
    <w:rsid w:val="008B3E8C"/>
    <w:rsid w:val="008B46DE"/>
    <w:rsid w:val="008B48B4"/>
    <w:rsid w:val="008B4AF2"/>
    <w:rsid w:val="008B4C8F"/>
    <w:rsid w:val="008B4D95"/>
    <w:rsid w:val="008B4DB1"/>
    <w:rsid w:val="008B51CE"/>
    <w:rsid w:val="008B563D"/>
    <w:rsid w:val="008B56C9"/>
    <w:rsid w:val="008B5D79"/>
    <w:rsid w:val="008B6A8F"/>
    <w:rsid w:val="008B6DD2"/>
    <w:rsid w:val="008B7414"/>
    <w:rsid w:val="008B793A"/>
    <w:rsid w:val="008C019A"/>
    <w:rsid w:val="008C025D"/>
    <w:rsid w:val="008C116D"/>
    <w:rsid w:val="008C1DD8"/>
    <w:rsid w:val="008C1E8C"/>
    <w:rsid w:val="008C1F70"/>
    <w:rsid w:val="008C243C"/>
    <w:rsid w:val="008C245B"/>
    <w:rsid w:val="008C2D72"/>
    <w:rsid w:val="008C2E05"/>
    <w:rsid w:val="008C3586"/>
    <w:rsid w:val="008C3CB3"/>
    <w:rsid w:val="008C402C"/>
    <w:rsid w:val="008C44C5"/>
    <w:rsid w:val="008C45FE"/>
    <w:rsid w:val="008C4D7D"/>
    <w:rsid w:val="008C5A37"/>
    <w:rsid w:val="008C5B76"/>
    <w:rsid w:val="008C65C0"/>
    <w:rsid w:val="008C6880"/>
    <w:rsid w:val="008C6BC2"/>
    <w:rsid w:val="008C6F73"/>
    <w:rsid w:val="008C7CB5"/>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5AC"/>
    <w:rsid w:val="008D5AF9"/>
    <w:rsid w:val="008D5DFF"/>
    <w:rsid w:val="008D5E09"/>
    <w:rsid w:val="008D5E32"/>
    <w:rsid w:val="008D5F36"/>
    <w:rsid w:val="008D6022"/>
    <w:rsid w:val="008D6313"/>
    <w:rsid w:val="008D6815"/>
    <w:rsid w:val="008D708E"/>
    <w:rsid w:val="008D749D"/>
    <w:rsid w:val="008D767A"/>
    <w:rsid w:val="008D77F2"/>
    <w:rsid w:val="008D7DF4"/>
    <w:rsid w:val="008D7F7C"/>
    <w:rsid w:val="008E02B6"/>
    <w:rsid w:val="008E04D7"/>
    <w:rsid w:val="008E0A0A"/>
    <w:rsid w:val="008E0C54"/>
    <w:rsid w:val="008E15FE"/>
    <w:rsid w:val="008E22E7"/>
    <w:rsid w:val="008E261E"/>
    <w:rsid w:val="008E29E7"/>
    <w:rsid w:val="008E2A94"/>
    <w:rsid w:val="008E2AC5"/>
    <w:rsid w:val="008E2BD3"/>
    <w:rsid w:val="008E3015"/>
    <w:rsid w:val="008E34D2"/>
    <w:rsid w:val="008E3808"/>
    <w:rsid w:val="008E3809"/>
    <w:rsid w:val="008E381B"/>
    <w:rsid w:val="008E4167"/>
    <w:rsid w:val="008E42AB"/>
    <w:rsid w:val="008E42C0"/>
    <w:rsid w:val="008E43F3"/>
    <w:rsid w:val="008E4DC5"/>
    <w:rsid w:val="008E54C2"/>
    <w:rsid w:val="008E58C6"/>
    <w:rsid w:val="008E5B54"/>
    <w:rsid w:val="008E640E"/>
    <w:rsid w:val="008E658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A61"/>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415F"/>
    <w:rsid w:val="00904271"/>
    <w:rsid w:val="00904633"/>
    <w:rsid w:val="009049ED"/>
    <w:rsid w:val="00905AA4"/>
    <w:rsid w:val="00905D27"/>
    <w:rsid w:val="00905F67"/>
    <w:rsid w:val="009060DC"/>
    <w:rsid w:val="00906888"/>
    <w:rsid w:val="009068F5"/>
    <w:rsid w:val="00906A21"/>
    <w:rsid w:val="00906A7F"/>
    <w:rsid w:val="00906D97"/>
    <w:rsid w:val="009070DE"/>
    <w:rsid w:val="00907417"/>
    <w:rsid w:val="00907EFB"/>
    <w:rsid w:val="00907FA1"/>
    <w:rsid w:val="00910177"/>
    <w:rsid w:val="0091040E"/>
    <w:rsid w:val="009108DA"/>
    <w:rsid w:val="00910BB9"/>
    <w:rsid w:val="00910F37"/>
    <w:rsid w:val="009113D3"/>
    <w:rsid w:val="0091141C"/>
    <w:rsid w:val="0091175F"/>
    <w:rsid w:val="0091177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AE"/>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27F9E"/>
    <w:rsid w:val="0093006F"/>
    <w:rsid w:val="0093037E"/>
    <w:rsid w:val="009308C2"/>
    <w:rsid w:val="00930992"/>
    <w:rsid w:val="00930B31"/>
    <w:rsid w:val="00930B76"/>
    <w:rsid w:val="00930DF3"/>
    <w:rsid w:val="0093118E"/>
    <w:rsid w:val="009313D4"/>
    <w:rsid w:val="00931E36"/>
    <w:rsid w:val="00931E64"/>
    <w:rsid w:val="00932255"/>
    <w:rsid w:val="009323FC"/>
    <w:rsid w:val="009325C4"/>
    <w:rsid w:val="00932670"/>
    <w:rsid w:val="00932A40"/>
    <w:rsid w:val="00932AFF"/>
    <w:rsid w:val="00932B48"/>
    <w:rsid w:val="00932B80"/>
    <w:rsid w:val="00932E7C"/>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63C"/>
    <w:rsid w:val="00955BA6"/>
    <w:rsid w:val="00955E15"/>
    <w:rsid w:val="009562CB"/>
    <w:rsid w:val="00956AC2"/>
    <w:rsid w:val="00956EEC"/>
    <w:rsid w:val="009570E9"/>
    <w:rsid w:val="009572F4"/>
    <w:rsid w:val="00957592"/>
    <w:rsid w:val="00957596"/>
    <w:rsid w:val="00957CA1"/>
    <w:rsid w:val="00960AD1"/>
    <w:rsid w:val="00962268"/>
    <w:rsid w:val="0096284C"/>
    <w:rsid w:val="00962CAE"/>
    <w:rsid w:val="00962D96"/>
    <w:rsid w:val="00962E18"/>
    <w:rsid w:val="009632A3"/>
    <w:rsid w:val="00963E59"/>
    <w:rsid w:val="009642AF"/>
    <w:rsid w:val="00964B17"/>
    <w:rsid w:val="00964C91"/>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713"/>
    <w:rsid w:val="009737B0"/>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27"/>
    <w:rsid w:val="00983B3B"/>
    <w:rsid w:val="00983EEB"/>
    <w:rsid w:val="009842A7"/>
    <w:rsid w:val="0098441B"/>
    <w:rsid w:val="009844F9"/>
    <w:rsid w:val="009848D2"/>
    <w:rsid w:val="009858F2"/>
    <w:rsid w:val="00985A80"/>
    <w:rsid w:val="00985CAB"/>
    <w:rsid w:val="00985DF9"/>
    <w:rsid w:val="00986580"/>
    <w:rsid w:val="0098662C"/>
    <w:rsid w:val="0098696F"/>
    <w:rsid w:val="00987898"/>
    <w:rsid w:val="009879BF"/>
    <w:rsid w:val="0099029C"/>
    <w:rsid w:val="009907E8"/>
    <w:rsid w:val="00990A57"/>
    <w:rsid w:val="00990B55"/>
    <w:rsid w:val="00991032"/>
    <w:rsid w:val="009912B3"/>
    <w:rsid w:val="009914A9"/>
    <w:rsid w:val="009916C3"/>
    <w:rsid w:val="0099224F"/>
    <w:rsid w:val="0099244D"/>
    <w:rsid w:val="009925C7"/>
    <w:rsid w:val="0099284D"/>
    <w:rsid w:val="00992C09"/>
    <w:rsid w:val="0099303B"/>
    <w:rsid w:val="0099447E"/>
    <w:rsid w:val="0099448E"/>
    <w:rsid w:val="00994725"/>
    <w:rsid w:val="00994881"/>
    <w:rsid w:val="00994B1A"/>
    <w:rsid w:val="00994B76"/>
    <w:rsid w:val="00994E65"/>
    <w:rsid w:val="00995206"/>
    <w:rsid w:val="0099596B"/>
    <w:rsid w:val="00995B11"/>
    <w:rsid w:val="009961D5"/>
    <w:rsid w:val="00996952"/>
    <w:rsid w:val="00996D7A"/>
    <w:rsid w:val="00997CE8"/>
    <w:rsid w:val="009A046F"/>
    <w:rsid w:val="009A091D"/>
    <w:rsid w:val="009A187E"/>
    <w:rsid w:val="009A1A97"/>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29C"/>
    <w:rsid w:val="009B2738"/>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351"/>
    <w:rsid w:val="009E35A0"/>
    <w:rsid w:val="009E385A"/>
    <w:rsid w:val="009E38F8"/>
    <w:rsid w:val="009E3A3B"/>
    <w:rsid w:val="009E3B91"/>
    <w:rsid w:val="009E3CC3"/>
    <w:rsid w:val="009E3EE6"/>
    <w:rsid w:val="009E3F1C"/>
    <w:rsid w:val="009E4297"/>
    <w:rsid w:val="009E43F2"/>
    <w:rsid w:val="009E4447"/>
    <w:rsid w:val="009E4881"/>
    <w:rsid w:val="009E4B21"/>
    <w:rsid w:val="009E4D25"/>
    <w:rsid w:val="009E4F14"/>
    <w:rsid w:val="009E4FD1"/>
    <w:rsid w:val="009E5C07"/>
    <w:rsid w:val="009E5D99"/>
    <w:rsid w:val="009E61B4"/>
    <w:rsid w:val="009E69B8"/>
    <w:rsid w:val="009E6F5A"/>
    <w:rsid w:val="009E72EF"/>
    <w:rsid w:val="009E756D"/>
    <w:rsid w:val="009E78E3"/>
    <w:rsid w:val="009E7ACB"/>
    <w:rsid w:val="009F0398"/>
    <w:rsid w:val="009F1639"/>
    <w:rsid w:val="009F1947"/>
    <w:rsid w:val="009F20E7"/>
    <w:rsid w:val="009F23D6"/>
    <w:rsid w:val="009F24BC"/>
    <w:rsid w:val="009F287E"/>
    <w:rsid w:val="009F2A9F"/>
    <w:rsid w:val="009F2AB3"/>
    <w:rsid w:val="009F2B4B"/>
    <w:rsid w:val="009F2F43"/>
    <w:rsid w:val="009F3183"/>
    <w:rsid w:val="009F3D97"/>
    <w:rsid w:val="009F3E94"/>
    <w:rsid w:val="009F4014"/>
    <w:rsid w:val="009F4320"/>
    <w:rsid w:val="009F4505"/>
    <w:rsid w:val="009F4925"/>
    <w:rsid w:val="009F492C"/>
    <w:rsid w:val="009F495A"/>
    <w:rsid w:val="009F4D4F"/>
    <w:rsid w:val="009F4E6C"/>
    <w:rsid w:val="009F553C"/>
    <w:rsid w:val="009F5668"/>
    <w:rsid w:val="009F5795"/>
    <w:rsid w:val="009F5ACF"/>
    <w:rsid w:val="009F5AFE"/>
    <w:rsid w:val="009F5D15"/>
    <w:rsid w:val="009F62E8"/>
    <w:rsid w:val="009F67CD"/>
    <w:rsid w:val="009F6AD4"/>
    <w:rsid w:val="009F6BE2"/>
    <w:rsid w:val="009F6C30"/>
    <w:rsid w:val="009F6D0C"/>
    <w:rsid w:val="009F70F7"/>
    <w:rsid w:val="009F71E3"/>
    <w:rsid w:val="009F73AC"/>
    <w:rsid w:val="009F73BA"/>
    <w:rsid w:val="009F7768"/>
    <w:rsid w:val="009F77E7"/>
    <w:rsid w:val="009F7DF5"/>
    <w:rsid w:val="00A0046B"/>
    <w:rsid w:val="00A0083B"/>
    <w:rsid w:val="00A009FB"/>
    <w:rsid w:val="00A00BF9"/>
    <w:rsid w:val="00A0105E"/>
    <w:rsid w:val="00A01077"/>
    <w:rsid w:val="00A015BD"/>
    <w:rsid w:val="00A016FD"/>
    <w:rsid w:val="00A01F5B"/>
    <w:rsid w:val="00A02472"/>
    <w:rsid w:val="00A027F7"/>
    <w:rsid w:val="00A034C0"/>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C85"/>
    <w:rsid w:val="00A06D88"/>
    <w:rsid w:val="00A070AD"/>
    <w:rsid w:val="00A072DF"/>
    <w:rsid w:val="00A07570"/>
    <w:rsid w:val="00A078D9"/>
    <w:rsid w:val="00A0791E"/>
    <w:rsid w:val="00A07B83"/>
    <w:rsid w:val="00A07F61"/>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F5"/>
    <w:rsid w:val="00A26F2A"/>
    <w:rsid w:val="00A2710E"/>
    <w:rsid w:val="00A2771F"/>
    <w:rsid w:val="00A278FF"/>
    <w:rsid w:val="00A27B2C"/>
    <w:rsid w:val="00A27FC7"/>
    <w:rsid w:val="00A30201"/>
    <w:rsid w:val="00A30A7C"/>
    <w:rsid w:val="00A30EBE"/>
    <w:rsid w:val="00A312F3"/>
    <w:rsid w:val="00A3145C"/>
    <w:rsid w:val="00A317DB"/>
    <w:rsid w:val="00A32FB4"/>
    <w:rsid w:val="00A33DCF"/>
    <w:rsid w:val="00A344F3"/>
    <w:rsid w:val="00A34714"/>
    <w:rsid w:val="00A3493A"/>
    <w:rsid w:val="00A34B97"/>
    <w:rsid w:val="00A3534A"/>
    <w:rsid w:val="00A35CE3"/>
    <w:rsid w:val="00A35D88"/>
    <w:rsid w:val="00A36826"/>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E31"/>
    <w:rsid w:val="00A55E4F"/>
    <w:rsid w:val="00A55EE3"/>
    <w:rsid w:val="00A567E7"/>
    <w:rsid w:val="00A5709A"/>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442"/>
    <w:rsid w:val="00A64865"/>
    <w:rsid w:val="00A65342"/>
    <w:rsid w:val="00A65BB7"/>
    <w:rsid w:val="00A65C44"/>
    <w:rsid w:val="00A65C9B"/>
    <w:rsid w:val="00A65D20"/>
    <w:rsid w:val="00A65F13"/>
    <w:rsid w:val="00A6630D"/>
    <w:rsid w:val="00A666C8"/>
    <w:rsid w:val="00A66C30"/>
    <w:rsid w:val="00A67575"/>
    <w:rsid w:val="00A67A53"/>
    <w:rsid w:val="00A67AB4"/>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31FA"/>
    <w:rsid w:val="00A733C1"/>
    <w:rsid w:val="00A7358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350"/>
    <w:rsid w:val="00A80571"/>
    <w:rsid w:val="00A8071E"/>
    <w:rsid w:val="00A8092F"/>
    <w:rsid w:val="00A80E9B"/>
    <w:rsid w:val="00A80EFA"/>
    <w:rsid w:val="00A81BEB"/>
    <w:rsid w:val="00A81C10"/>
    <w:rsid w:val="00A81CA9"/>
    <w:rsid w:val="00A81F33"/>
    <w:rsid w:val="00A824AE"/>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53"/>
    <w:rsid w:val="00A84C94"/>
    <w:rsid w:val="00A85105"/>
    <w:rsid w:val="00A85575"/>
    <w:rsid w:val="00A85586"/>
    <w:rsid w:val="00A85968"/>
    <w:rsid w:val="00A85A83"/>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59C"/>
    <w:rsid w:val="00A908BC"/>
    <w:rsid w:val="00A90AAF"/>
    <w:rsid w:val="00A90C5D"/>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BB4"/>
    <w:rsid w:val="00AA25E0"/>
    <w:rsid w:val="00AA25E4"/>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E03"/>
    <w:rsid w:val="00AA7EF6"/>
    <w:rsid w:val="00AB01A4"/>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710"/>
    <w:rsid w:val="00AC695B"/>
    <w:rsid w:val="00AC6D61"/>
    <w:rsid w:val="00AC7215"/>
    <w:rsid w:val="00AC7243"/>
    <w:rsid w:val="00AC797A"/>
    <w:rsid w:val="00AC7EB4"/>
    <w:rsid w:val="00AD00BE"/>
    <w:rsid w:val="00AD0760"/>
    <w:rsid w:val="00AD0C1F"/>
    <w:rsid w:val="00AD111B"/>
    <w:rsid w:val="00AD176E"/>
    <w:rsid w:val="00AD1AAB"/>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BC6"/>
    <w:rsid w:val="00AE00E4"/>
    <w:rsid w:val="00AE01C5"/>
    <w:rsid w:val="00AE07E4"/>
    <w:rsid w:val="00AE0E29"/>
    <w:rsid w:val="00AE111B"/>
    <w:rsid w:val="00AE1260"/>
    <w:rsid w:val="00AE1364"/>
    <w:rsid w:val="00AE22FD"/>
    <w:rsid w:val="00AE2A56"/>
    <w:rsid w:val="00AE2ABA"/>
    <w:rsid w:val="00AE41B5"/>
    <w:rsid w:val="00AE4AAA"/>
    <w:rsid w:val="00AE51F0"/>
    <w:rsid w:val="00AE559A"/>
    <w:rsid w:val="00AE5889"/>
    <w:rsid w:val="00AE62B1"/>
    <w:rsid w:val="00AE6412"/>
    <w:rsid w:val="00AE66AC"/>
    <w:rsid w:val="00AE6708"/>
    <w:rsid w:val="00AE6868"/>
    <w:rsid w:val="00AE6922"/>
    <w:rsid w:val="00AE6A0F"/>
    <w:rsid w:val="00AE6E3B"/>
    <w:rsid w:val="00AE70C3"/>
    <w:rsid w:val="00AE71CD"/>
    <w:rsid w:val="00AE7205"/>
    <w:rsid w:val="00AE7D21"/>
    <w:rsid w:val="00AF0617"/>
    <w:rsid w:val="00AF093B"/>
    <w:rsid w:val="00AF1080"/>
    <w:rsid w:val="00AF10B6"/>
    <w:rsid w:val="00AF1148"/>
    <w:rsid w:val="00AF1251"/>
    <w:rsid w:val="00AF1338"/>
    <w:rsid w:val="00AF151F"/>
    <w:rsid w:val="00AF176B"/>
    <w:rsid w:val="00AF17B5"/>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71A"/>
    <w:rsid w:val="00AF6EC8"/>
    <w:rsid w:val="00AF6F66"/>
    <w:rsid w:val="00AF717F"/>
    <w:rsid w:val="00AF7187"/>
    <w:rsid w:val="00AF722C"/>
    <w:rsid w:val="00AF758C"/>
    <w:rsid w:val="00AF77F8"/>
    <w:rsid w:val="00AF78DB"/>
    <w:rsid w:val="00AF7B4A"/>
    <w:rsid w:val="00AF7CAC"/>
    <w:rsid w:val="00AF7E9C"/>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439"/>
    <w:rsid w:val="00B055D0"/>
    <w:rsid w:val="00B05634"/>
    <w:rsid w:val="00B0580B"/>
    <w:rsid w:val="00B05A88"/>
    <w:rsid w:val="00B05E30"/>
    <w:rsid w:val="00B06644"/>
    <w:rsid w:val="00B070BC"/>
    <w:rsid w:val="00B074B9"/>
    <w:rsid w:val="00B07537"/>
    <w:rsid w:val="00B07D1D"/>
    <w:rsid w:val="00B07D4D"/>
    <w:rsid w:val="00B07DE5"/>
    <w:rsid w:val="00B07E92"/>
    <w:rsid w:val="00B07F2A"/>
    <w:rsid w:val="00B07FB3"/>
    <w:rsid w:val="00B105E8"/>
    <w:rsid w:val="00B10646"/>
    <w:rsid w:val="00B109C9"/>
    <w:rsid w:val="00B10EC0"/>
    <w:rsid w:val="00B11817"/>
    <w:rsid w:val="00B11887"/>
    <w:rsid w:val="00B11DF4"/>
    <w:rsid w:val="00B11F98"/>
    <w:rsid w:val="00B1230E"/>
    <w:rsid w:val="00B12668"/>
    <w:rsid w:val="00B12886"/>
    <w:rsid w:val="00B13376"/>
    <w:rsid w:val="00B133A3"/>
    <w:rsid w:val="00B133E0"/>
    <w:rsid w:val="00B134FD"/>
    <w:rsid w:val="00B13BDA"/>
    <w:rsid w:val="00B13D10"/>
    <w:rsid w:val="00B13E25"/>
    <w:rsid w:val="00B1403A"/>
    <w:rsid w:val="00B1445F"/>
    <w:rsid w:val="00B14651"/>
    <w:rsid w:val="00B14AE4"/>
    <w:rsid w:val="00B153F0"/>
    <w:rsid w:val="00B154CD"/>
    <w:rsid w:val="00B16042"/>
    <w:rsid w:val="00B16739"/>
    <w:rsid w:val="00B1687C"/>
    <w:rsid w:val="00B16D51"/>
    <w:rsid w:val="00B17010"/>
    <w:rsid w:val="00B171BA"/>
    <w:rsid w:val="00B172A7"/>
    <w:rsid w:val="00B17CDD"/>
    <w:rsid w:val="00B20BBB"/>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3BAF"/>
    <w:rsid w:val="00B240B0"/>
    <w:rsid w:val="00B242B6"/>
    <w:rsid w:val="00B24881"/>
    <w:rsid w:val="00B24954"/>
    <w:rsid w:val="00B24AAE"/>
    <w:rsid w:val="00B24F33"/>
    <w:rsid w:val="00B25366"/>
    <w:rsid w:val="00B25809"/>
    <w:rsid w:val="00B25BB6"/>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59C"/>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34"/>
    <w:rsid w:val="00B47257"/>
    <w:rsid w:val="00B4736E"/>
    <w:rsid w:val="00B4739F"/>
    <w:rsid w:val="00B473E4"/>
    <w:rsid w:val="00B477D1"/>
    <w:rsid w:val="00B47931"/>
    <w:rsid w:val="00B50C19"/>
    <w:rsid w:val="00B5103A"/>
    <w:rsid w:val="00B5116C"/>
    <w:rsid w:val="00B51EA0"/>
    <w:rsid w:val="00B520DE"/>
    <w:rsid w:val="00B52955"/>
    <w:rsid w:val="00B536F9"/>
    <w:rsid w:val="00B5376A"/>
    <w:rsid w:val="00B53C2F"/>
    <w:rsid w:val="00B5406D"/>
    <w:rsid w:val="00B549A7"/>
    <w:rsid w:val="00B552D8"/>
    <w:rsid w:val="00B553AB"/>
    <w:rsid w:val="00B556E6"/>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EB"/>
    <w:rsid w:val="00B61C4C"/>
    <w:rsid w:val="00B62221"/>
    <w:rsid w:val="00B6288E"/>
    <w:rsid w:val="00B63E0F"/>
    <w:rsid w:val="00B649FC"/>
    <w:rsid w:val="00B64E84"/>
    <w:rsid w:val="00B64F0B"/>
    <w:rsid w:val="00B6517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B5E"/>
    <w:rsid w:val="00B70BAA"/>
    <w:rsid w:val="00B70E47"/>
    <w:rsid w:val="00B70FC1"/>
    <w:rsid w:val="00B7148B"/>
    <w:rsid w:val="00B714DE"/>
    <w:rsid w:val="00B717BA"/>
    <w:rsid w:val="00B71C23"/>
    <w:rsid w:val="00B72AFC"/>
    <w:rsid w:val="00B72B2C"/>
    <w:rsid w:val="00B7309E"/>
    <w:rsid w:val="00B73DE0"/>
    <w:rsid w:val="00B742FE"/>
    <w:rsid w:val="00B74473"/>
    <w:rsid w:val="00B74570"/>
    <w:rsid w:val="00B745FC"/>
    <w:rsid w:val="00B7490A"/>
    <w:rsid w:val="00B74934"/>
    <w:rsid w:val="00B74BDE"/>
    <w:rsid w:val="00B74DF1"/>
    <w:rsid w:val="00B74E9E"/>
    <w:rsid w:val="00B7555C"/>
    <w:rsid w:val="00B75575"/>
    <w:rsid w:val="00B75683"/>
    <w:rsid w:val="00B756D1"/>
    <w:rsid w:val="00B7570C"/>
    <w:rsid w:val="00B75C37"/>
    <w:rsid w:val="00B7698A"/>
    <w:rsid w:val="00B769F5"/>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F25"/>
    <w:rsid w:val="00B83919"/>
    <w:rsid w:val="00B83EA9"/>
    <w:rsid w:val="00B8416D"/>
    <w:rsid w:val="00B84238"/>
    <w:rsid w:val="00B8439D"/>
    <w:rsid w:val="00B8450B"/>
    <w:rsid w:val="00B847DC"/>
    <w:rsid w:val="00B84D57"/>
    <w:rsid w:val="00B85111"/>
    <w:rsid w:val="00B85BD1"/>
    <w:rsid w:val="00B85E32"/>
    <w:rsid w:val="00B8605C"/>
    <w:rsid w:val="00B860B1"/>
    <w:rsid w:val="00B86231"/>
    <w:rsid w:val="00B86311"/>
    <w:rsid w:val="00B86535"/>
    <w:rsid w:val="00B869E1"/>
    <w:rsid w:val="00B86BB8"/>
    <w:rsid w:val="00B86D15"/>
    <w:rsid w:val="00B86DFE"/>
    <w:rsid w:val="00B87301"/>
    <w:rsid w:val="00B87766"/>
    <w:rsid w:val="00B9100F"/>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4CE1"/>
    <w:rsid w:val="00B9580F"/>
    <w:rsid w:val="00B95B4F"/>
    <w:rsid w:val="00B95C1A"/>
    <w:rsid w:val="00B95DB7"/>
    <w:rsid w:val="00B96007"/>
    <w:rsid w:val="00B96331"/>
    <w:rsid w:val="00B96365"/>
    <w:rsid w:val="00B9641B"/>
    <w:rsid w:val="00B9644D"/>
    <w:rsid w:val="00B96F04"/>
    <w:rsid w:val="00B96F79"/>
    <w:rsid w:val="00B970DA"/>
    <w:rsid w:val="00B97728"/>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02D"/>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348"/>
    <w:rsid w:val="00BE190D"/>
    <w:rsid w:val="00BE1972"/>
    <w:rsid w:val="00BE1AEC"/>
    <w:rsid w:val="00BE1F1B"/>
    <w:rsid w:val="00BE32BE"/>
    <w:rsid w:val="00BE3770"/>
    <w:rsid w:val="00BE388F"/>
    <w:rsid w:val="00BE4033"/>
    <w:rsid w:val="00BE4202"/>
    <w:rsid w:val="00BE452B"/>
    <w:rsid w:val="00BE4831"/>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12B"/>
    <w:rsid w:val="00BF423F"/>
    <w:rsid w:val="00BF4827"/>
    <w:rsid w:val="00BF49D9"/>
    <w:rsid w:val="00BF547A"/>
    <w:rsid w:val="00BF55AD"/>
    <w:rsid w:val="00BF5A24"/>
    <w:rsid w:val="00BF5EF5"/>
    <w:rsid w:val="00BF61DD"/>
    <w:rsid w:val="00BF7528"/>
    <w:rsid w:val="00BF7B7D"/>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816"/>
    <w:rsid w:val="00C13110"/>
    <w:rsid w:val="00C1352A"/>
    <w:rsid w:val="00C13B9E"/>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20D"/>
    <w:rsid w:val="00C204A6"/>
    <w:rsid w:val="00C20717"/>
    <w:rsid w:val="00C2095F"/>
    <w:rsid w:val="00C2097B"/>
    <w:rsid w:val="00C20A49"/>
    <w:rsid w:val="00C20AF5"/>
    <w:rsid w:val="00C20EA9"/>
    <w:rsid w:val="00C212A7"/>
    <w:rsid w:val="00C21825"/>
    <w:rsid w:val="00C2189B"/>
    <w:rsid w:val="00C2198D"/>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500"/>
    <w:rsid w:val="00C248D6"/>
    <w:rsid w:val="00C24E3E"/>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55"/>
    <w:rsid w:val="00C313FE"/>
    <w:rsid w:val="00C3185F"/>
    <w:rsid w:val="00C31B69"/>
    <w:rsid w:val="00C31E8B"/>
    <w:rsid w:val="00C321B6"/>
    <w:rsid w:val="00C324A3"/>
    <w:rsid w:val="00C32782"/>
    <w:rsid w:val="00C32F17"/>
    <w:rsid w:val="00C334D2"/>
    <w:rsid w:val="00C33AB8"/>
    <w:rsid w:val="00C33AD1"/>
    <w:rsid w:val="00C33B89"/>
    <w:rsid w:val="00C347D0"/>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919"/>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72C"/>
    <w:rsid w:val="00C5507B"/>
    <w:rsid w:val="00C552A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5036"/>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574"/>
    <w:rsid w:val="00C84C7B"/>
    <w:rsid w:val="00C84CC9"/>
    <w:rsid w:val="00C84FC0"/>
    <w:rsid w:val="00C851C2"/>
    <w:rsid w:val="00C851F0"/>
    <w:rsid w:val="00C85834"/>
    <w:rsid w:val="00C85AF3"/>
    <w:rsid w:val="00C85E79"/>
    <w:rsid w:val="00C85FCE"/>
    <w:rsid w:val="00C864F7"/>
    <w:rsid w:val="00C86F66"/>
    <w:rsid w:val="00C87190"/>
    <w:rsid w:val="00C874C7"/>
    <w:rsid w:val="00C876AC"/>
    <w:rsid w:val="00C8770E"/>
    <w:rsid w:val="00C87857"/>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CE"/>
    <w:rsid w:val="00CA2451"/>
    <w:rsid w:val="00CA2623"/>
    <w:rsid w:val="00CA2A19"/>
    <w:rsid w:val="00CA2A6C"/>
    <w:rsid w:val="00CA2ABA"/>
    <w:rsid w:val="00CA2B5C"/>
    <w:rsid w:val="00CA33AD"/>
    <w:rsid w:val="00CA35C9"/>
    <w:rsid w:val="00CA3A3A"/>
    <w:rsid w:val="00CA3F57"/>
    <w:rsid w:val="00CA42BA"/>
    <w:rsid w:val="00CA47D5"/>
    <w:rsid w:val="00CA4878"/>
    <w:rsid w:val="00CA5643"/>
    <w:rsid w:val="00CA56DF"/>
    <w:rsid w:val="00CA570C"/>
    <w:rsid w:val="00CA5942"/>
    <w:rsid w:val="00CA5D6A"/>
    <w:rsid w:val="00CA796C"/>
    <w:rsid w:val="00CB014F"/>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40A"/>
    <w:rsid w:val="00CB6460"/>
    <w:rsid w:val="00CB6BD8"/>
    <w:rsid w:val="00CB6C65"/>
    <w:rsid w:val="00CB72D9"/>
    <w:rsid w:val="00CB777B"/>
    <w:rsid w:val="00CB79CB"/>
    <w:rsid w:val="00CB7ADA"/>
    <w:rsid w:val="00CB7E5C"/>
    <w:rsid w:val="00CB7F83"/>
    <w:rsid w:val="00CC05D3"/>
    <w:rsid w:val="00CC07DA"/>
    <w:rsid w:val="00CC0A16"/>
    <w:rsid w:val="00CC172F"/>
    <w:rsid w:val="00CC1816"/>
    <w:rsid w:val="00CC1A09"/>
    <w:rsid w:val="00CC1E5A"/>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6DCF"/>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4021"/>
    <w:rsid w:val="00CD432E"/>
    <w:rsid w:val="00CD4669"/>
    <w:rsid w:val="00CD47BE"/>
    <w:rsid w:val="00CD4A2D"/>
    <w:rsid w:val="00CD5DAE"/>
    <w:rsid w:val="00CD5E26"/>
    <w:rsid w:val="00CD64C4"/>
    <w:rsid w:val="00CD6A9B"/>
    <w:rsid w:val="00CD7BA6"/>
    <w:rsid w:val="00CD7C22"/>
    <w:rsid w:val="00CD7CEF"/>
    <w:rsid w:val="00CE0315"/>
    <w:rsid w:val="00CE047A"/>
    <w:rsid w:val="00CE0C8E"/>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3AB3"/>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13C"/>
    <w:rsid w:val="00CE755B"/>
    <w:rsid w:val="00CE78A9"/>
    <w:rsid w:val="00CE79C1"/>
    <w:rsid w:val="00CE7EEA"/>
    <w:rsid w:val="00CF044F"/>
    <w:rsid w:val="00CF0470"/>
    <w:rsid w:val="00CF08DE"/>
    <w:rsid w:val="00CF0AD0"/>
    <w:rsid w:val="00CF0CA5"/>
    <w:rsid w:val="00CF0D08"/>
    <w:rsid w:val="00CF0E53"/>
    <w:rsid w:val="00CF1F3D"/>
    <w:rsid w:val="00CF210E"/>
    <w:rsid w:val="00CF2114"/>
    <w:rsid w:val="00CF2152"/>
    <w:rsid w:val="00CF252F"/>
    <w:rsid w:val="00CF25DC"/>
    <w:rsid w:val="00CF29BC"/>
    <w:rsid w:val="00CF2AAF"/>
    <w:rsid w:val="00CF30BF"/>
    <w:rsid w:val="00CF45CF"/>
    <w:rsid w:val="00CF4BB4"/>
    <w:rsid w:val="00CF4DD9"/>
    <w:rsid w:val="00CF569C"/>
    <w:rsid w:val="00CF5817"/>
    <w:rsid w:val="00CF588F"/>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408A"/>
    <w:rsid w:val="00D14285"/>
    <w:rsid w:val="00D142CF"/>
    <w:rsid w:val="00D14E02"/>
    <w:rsid w:val="00D14F2E"/>
    <w:rsid w:val="00D15196"/>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427C"/>
    <w:rsid w:val="00D246E7"/>
    <w:rsid w:val="00D24833"/>
    <w:rsid w:val="00D24BE3"/>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59B2"/>
    <w:rsid w:val="00D36094"/>
    <w:rsid w:val="00D3658F"/>
    <w:rsid w:val="00D36DB4"/>
    <w:rsid w:val="00D37023"/>
    <w:rsid w:val="00D376C8"/>
    <w:rsid w:val="00D37791"/>
    <w:rsid w:val="00D404A0"/>
    <w:rsid w:val="00D4121F"/>
    <w:rsid w:val="00D413F1"/>
    <w:rsid w:val="00D415E4"/>
    <w:rsid w:val="00D41600"/>
    <w:rsid w:val="00D41715"/>
    <w:rsid w:val="00D41A9D"/>
    <w:rsid w:val="00D41C28"/>
    <w:rsid w:val="00D41D24"/>
    <w:rsid w:val="00D41DC6"/>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2297"/>
    <w:rsid w:val="00D623E5"/>
    <w:rsid w:val="00D624C8"/>
    <w:rsid w:val="00D6278E"/>
    <w:rsid w:val="00D62B24"/>
    <w:rsid w:val="00D62DD4"/>
    <w:rsid w:val="00D63123"/>
    <w:rsid w:val="00D63A92"/>
    <w:rsid w:val="00D63AC5"/>
    <w:rsid w:val="00D640DB"/>
    <w:rsid w:val="00D6501B"/>
    <w:rsid w:val="00D65151"/>
    <w:rsid w:val="00D653F5"/>
    <w:rsid w:val="00D65743"/>
    <w:rsid w:val="00D65A22"/>
    <w:rsid w:val="00D664B6"/>
    <w:rsid w:val="00D6686B"/>
    <w:rsid w:val="00D66DE7"/>
    <w:rsid w:val="00D67108"/>
    <w:rsid w:val="00D671F5"/>
    <w:rsid w:val="00D6753A"/>
    <w:rsid w:val="00D67637"/>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395B"/>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862"/>
    <w:rsid w:val="00D85C90"/>
    <w:rsid w:val="00D86861"/>
    <w:rsid w:val="00D86994"/>
    <w:rsid w:val="00D86E45"/>
    <w:rsid w:val="00D86F62"/>
    <w:rsid w:val="00D8719E"/>
    <w:rsid w:val="00D874EA"/>
    <w:rsid w:val="00D879B4"/>
    <w:rsid w:val="00D87CA7"/>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9E8"/>
    <w:rsid w:val="00D95ABC"/>
    <w:rsid w:val="00D9615D"/>
    <w:rsid w:val="00D96334"/>
    <w:rsid w:val="00D965BF"/>
    <w:rsid w:val="00D96608"/>
    <w:rsid w:val="00D96D73"/>
    <w:rsid w:val="00D97282"/>
    <w:rsid w:val="00D9732C"/>
    <w:rsid w:val="00D97817"/>
    <w:rsid w:val="00D97F21"/>
    <w:rsid w:val="00DA0800"/>
    <w:rsid w:val="00DA12EC"/>
    <w:rsid w:val="00DA13B8"/>
    <w:rsid w:val="00DA1822"/>
    <w:rsid w:val="00DA1D52"/>
    <w:rsid w:val="00DA249B"/>
    <w:rsid w:val="00DA2508"/>
    <w:rsid w:val="00DA2669"/>
    <w:rsid w:val="00DA3823"/>
    <w:rsid w:val="00DA3D63"/>
    <w:rsid w:val="00DA3E24"/>
    <w:rsid w:val="00DA4256"/>
    <w:rsid w:val="00DA42BB"/>
    <w:rsid w:val="00DA5470"/>
    <w:rsid w:val="00DA6EF4"/>
    <w:rsid w:val="00DA70C1"/>
    <w:rsid w:val="00DA74CA"/>
    <w:rsid w:val="00DA773B"/>
    <w:rsid w:val="00DA773C"/>
    <w:rsid w:val="00DA787B"/>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438F"/>
    <w:rsid w:val="00DB4BBE"/>
    <w:rsid w:val="00DB4D86"/>
    <w:rsid w:val="00DB4FF4"/>
    <w:rsid w:val="00DB55CF"/>
    <w:rsid w:val="00DB5660"/>
    <w:rsid w:val="00DB65C9"/>
    <w:rsid w:val="00DB678F"/>
    <w:rsid w:val="00DB68FC"/>
    <w:rsid w:val="00DB6CAD"/>
    <w:rsid w:val="00DB6F1F"/>
    <w:rsid w:val="00DB7803"/>
    <w:rsid w:val="00DB79BB"/>
    <w:rsid w:val="00DB7AEB"/>
    <w:rsid w:val="00DB7E14"/>
    <w:rsid w:val="00DC0B7E"/>
    <w:rsid w:val="00DC0B90"/>
    <w:rsid w:val="00DC0EF0"/>
    <w:rsid w:val="00DC111A"/>
    <w:rsid w:val="00DC140A"/>
    <w:rsid w:val="00DC145A"/>
    <w:rsid w:val="00DC1962"/>
    <w:rsid w:val="00DC1CFA"/>
    <w:rsid w:val="00DC2A84"/>
    <w:rsid w:val="00DC38A2"/>
    <w:rsid w:val="00DC401F"/>
    <w:rsid w:val="00DC4133"/>
    <w:rsid w:val="00DC43BD"/>
    <w:rsid w:val="00DC4439"/>
    <w:rsid w:val="00DC461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DD2"/>
    <w:rsid w:val="00DD1F10"/>
    <w:rsid w:val="00DD2E84"/>
    <w:rsid w:val="00DD31E2"/>
    <w:rsid w:val="00DD390C"/>
    <w:rsid w:val="00DD3A53"/>
    <w:rsid w:val="00DD3DB8"/>
    <w:rsid w:val="00DD472C"/>
    <w:rsid w:val="00DD48E8"/>
    <w:rsid w:val="00DD4EC8"/>
    <w:rsid w:val="00DD4F32"/>
    <w:rsid w:val="00DD4F76"/>
    <w:rsid w:val="00DD5165"/>
    <w:rsid w:val="00DD5DFF"/>
    <w:rsid w:val="00DD5E1B"/>
    <w:rsid w:val="00DD5FD6"/>
    <w:rsid w:val="00DD618F"/>
    <w:rsid w:val="00DD61A2"/>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BBB"/>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936"/>
    <w:rsid w:val="00DE795B"/>
    <w:rsid w:val="00DE7C70"/>
    <w:rsid w:val="00DF0961"/>
    <w:rsid w:val="00DF0ACB"/>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691"/>
    <w:rsid w:val="00E01ACD"/>
    <w:rsid w:val="00E01BBA"/>
    <w:rsid w:val="00E01EC3"/>
    <w:rsid w:val="00E01EFF"/>
    <w:rsid w:val="00E02549"/>
    <w:rsid w:val="00E02A08"/>
    <w:rsid w:val="00E02B20"/>
    <w:rsid w:val="00E02B43"/>
    <w:rsid w:val="00E02E8A"/>
    <w:rsid w:val="00E03258"/>
    <w:rsid w:val="00E03468"/>
    <w:rsid w:val="00E03AF8"/>
    <w:rsid w:val="00E04181"/>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4E1A"/>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F61"/>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1B4"/>
    <w:rsid w:val="00E53A55"/>
    <w:rsid w:val="00E53C42"/>
    <w:rsid w:val="00E541F9"/>
    <w:rsid w:val="00E54725"/>
    <w:rsid w:val="00E5477A"/>
    <w:rsid w:val="00E54831"/>
    <w:rsid w:val="00E54E99"/>
    <w:rsid w:val="00E557F5"/>
    <w:rsid w:val="00E558AD"/>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C4"/>
    <w:rsid w:val="00E901A3"/>
    <w:rsid w:val="00E901AD"/>
    <w:rsid w:val="00E9029E"/>
    <w:rsid w:val="00E90347"/>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80B"/>
    <w:rsid w:val="00EC1CE4"/>
    <w:rsid w:val="00EC24EC"/>
    <w:rsid w:val="00EC2A48"/>
    <w:rsid w:val="00EC2E89"/>
    <w:rsid w:val="00EC36C4"/>
    <w:rsid w:val="00EC3779"/>
    <w:rsid w:val="00EC3B4B"/>
    <w:rsid w:val="00EC3CE9"/>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AFB"/>
    <w:rsid w:val="00EE4F0C"/>
    <w:rsid w:val="00EE4FFF"/>
    <w:rsid w:val="00EE5538"/>
    <w:rsid w:val="00EE5683"/>
    <w:rsid w:val="00EE5BDB"/>
    <w:rsid w:val="00EE604A"/>
    <w:rsid w:val="00EE6419"/>
    <w:rsid w:val="00EE647C"/>
    <w:rsid w:val="00EE64E6"/>
    <w:rsid w:val="00EE66C6"/>
    <w:rsid w:val="00EE7BFA"/>
    <w:rsid w:val="00EF04C8"/>
    <w:rsid w:val="00EF05BB"/>
    <w:rsid w:val="00EF0739"/>
    <w:rsid w:val="00EF07B7"/>
    <w:rsid w:val="00EF07E7"/>
    <w:rsid w:val="00EF094E"/>
    <w:rsid w:val="00EF0A52"/>
    <w:rsid w:val="00EF0D61"/>
    <w:rsid w:val="00EF0FBE"/>
    <w:rsid w:val="00EF10B7"/>
    <w:rsid w:val="00EF1212"/>
    <w:rsid w:val="00EF1339"/>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749"/>
    <w:rsid w:val="00F0181D"/>
    <w:rsid w:val="00F01914"/>
    <w:rsid w:val="00F01FA9"/>
    <w:rsid w:val="00F024DC"/>
    <w:rsid w:val="00F028C5"/>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20CB"/>
    <w:rsid w:val="00F32292"/>
    <w:rsid w:val="00F324D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D8B"/>
    <w:rsid w:val="00F4008A"/>
    <w:rsid w:val="00F402D9"/>
    <w:rsid w:val="00F40401"/>
    <w:rsid w:val="00F40448"/>
    <w:rsid w:val="00F4053F"/>
    <w:rsid w:val="00F409FB"/>
    <w:rsid w:val="00F41125"/>
    <w:rsid w:val="00F413A3"/>
    <w:rsid w:val="00F415AB"/>
    <w:rsid w:val="00F4289B"/>
    <w:rsid w:val="00F429AC"/>
    <w:rsid w:val="00F42BB5"/>
    <w:rsid w:val="00F42EB6"/>
    <w:rsid w:val="00F42EE0"/>
    <w:rsid w:val="00F433C6"/>
    <w:rsid w:val="00F4357A"/>
    <w:rsid w:val="00F43EE7"/>
    <w:rsid w:val="00F44051"/>
    <w:rsid w:val="00F4495F"/>
    <w:rsid w:val="00F44B4C"/>
    <w:rsid w:val="00F45006"/>
    <w:rsid w:val="00F45629"/>
    <w:rsid w:val="00F469DF"/>
    <w:rsid w:val="00F46EA7"/>
    <w:rsid w:val="00F46FAD"/>
    <w:rsid w:val="00F46FAE"/>
    <w:rsid w:val="00F46FF6"/>
    <w:rsid w:val="00F4751D"/>
    <w:rsid w:val="00F47A70"/>
    <w:rsid w:val="00F50009"/>
    <w:rsid w:val="00F5020E"/>
    <w:rsid w:val="00F502D8"/>
    <w:rsid w:val="00F50AF0"/>
    <w:rsid w:val="00F50C01"/>
    <w:rsid w:val="00F50E3D"/>
    <w:rsid w:val="00F50F50"/>
    <w:rsid w:val="00F51612"/>
    <w:rsid w:val="00F51835"/>
    <w:rsid w:val="00F51C36"/>
    <w:rsid w:val="00F51D8F"/>
    <w:rsid w:val="00F52074"/>
    <w:rsid w:val="00F52EBF"/>
    <w:rsid w:val="00F52FC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60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523"/>
    <w:rsid w:val="00F7255F"/>
    <w:rsid w:val="00F72743"/>
    <w:rsid w:val="00F728AE"/>
    <w:rsid w:val="00F73760"/>
    <w:rsid w:val="00F73DD0"/>
    <w:rsid w:val="00F73FD5"/>
    <w:rsid w:val="00F7401E"/>
    <w:rsid w:val="00F7422B"/>
    <w:rsid w:val="00F742E6"/>
    <w:rsid w:val="00F754CC"/>
    <w:rsid w:val="00F754D5"/>
    <w:rsid w:val="00F7558F"/>
    <w:rsid w:val="00F762F4"/>
    <w:rsid w:val="00F76D1E"/>
    <w:rsid w:val="00F7702C"/>
    <w:rsid w:val="00F770B3"/>
    <w:rsid w:val="00F777B2"/>
    <w:rsid w:val="00F77994"/>
    <w:rsid w:val="00F779E9"/>
    <w:rsid w:val="00F77ED2"/>
    <w:rsid w:val="00F77F3D"/>
    <w:rsid w:val="00F77F5D"/>
    <w:rsid w:val="00F80849"/>
    <w:rsid w:val="00F80B37"/>
    <w:rsid w:val="00F80DE4"/>
    <w:rsid w:val="00F8170F"/>
    <w:rsid w:val="00F820DE"/>
    <w:rsid w:val="00F820E3"/>
    <w:rsid w:val="00F82118"/>
    <w:rsid w:val="00F828DD"/>
    <w:rsid w:val="00F82A55"/>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370"/>
    <w:rsid w:val="00F9537D"/>
    <w:rsid w:val="00F95CFC"/>
    <w:rsid w:val="00F95D39"/>
    <w:rsid w:val="00F95E78"/>
    <w:rsid w:val="00F95FED"/>
    <w:rsid w:val="00F95FF6"/>
    <w:rsid w:val="00F96272"/>
    <w:rsid w:val="00F962EB"/>
    <w:rsid w:val="00F96376"/>
    <w:rsid w:val="00F96714"/>
    <w:rsid w:val="00F96AA9"/>
    <w:rsid w:val="00F9796F"/>
    <w:rsid w:val="00F97C04"/>
    <w:rsid w:val="00F97F25"/>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611D"/>
    <w:rsid w:val="00FA6839"/>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E1B"/>
    <w:rsid w:val="00FB20C6"/>
    <w:rsid w:val="00FB24EA"/>
    <w:rsid w:val="00FB35BB"/>
    <w:rsid w:val="00FB3A54"/>
    <w:rsid w:val="00FB3E5F"/>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8B0"/>
    <w:rsid w:val="00FC4E54"/>
    <w:rsid w:val="00FC505B"/>
    <w:rsid w:val="00FC5310"/>
    <w:rsid w:val="00FC5733"/>
    <w:rsid w:val="00FC5774"/>
    <w:rsid w:val="00FC5B39"/>
    <w:rsid w:val="00FC5C32"/>
    <w:rsid w:val="00FC6037"/>
    <w:rsid w:val="00FC6782"/>
    <w:rsid w:val="00FC6FF0"/>
    <w:rsid w:val="00FC728F"/>
    <w:rsid w:val="00FC72D2"/>
    <w:rsid w:val="00FC77BA"/>
    <w:rsid w:val="00FC7AC2"/>
    <w:rsid w:val="00FC7D7E"/>
    <w:rsid w:val="00FD0000"/>
    <w:rsid w:val="00FD002B"/>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7C"/>
    <w:rsid w:val="00FE3381"/>
    <w:rsid w:val="00FE3A81"/>
    <w:rsid w:val="00FE3CB3"/>
    <w:rsid w:val="00FE3FC6"/>
    <w:rsid w:val="00FE4186"/>
    <w:rsid w:val="00FE435B"/>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4D02"/>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2C250"/>
  <w15:docId w15:val="{FB2376D6-80B1-4B8B-99D8-3634488D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658E"/>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360"/>
        <w:tab w:val="num" w:pos="680"/>
      </w:tabs>
      <w:ind w:left="340"/>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 w:val="num" w:pos="680"/>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0752DE"/>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07823027">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54295881">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79020892">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61685660">
      <w:bodyDiv w:val="1"/>
      <w:marLeft w:val="0"/>
      <w:marRight w:val="0"/>
      <w:marTop w:val="0"/>
      <w:marBottom w:val="0"/>
      <w:divBdr>
        <w:top w:val="none" w:sz="0" w:space="0" w:color="auto"/>
        <w:left w:val="none" w:sz="0" w:space="0" w:color="auto"/>
        <w:bottom w:val="none" w:sz="0" w:space="0" w:color="auto"/>
        <w:right w:val="none" w:sz="0" w:space="0" w:color="auto"/>
      </w:divBdr>
    </w:div>
    <w:div w:id="767508447">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855846479">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49635684">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3321677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2C284-9485-46F5-A13B-68EE180B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980</TotalTime>
  <Pages>18</Pages>
  <Words>4190</Words>
  <Characters>23887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Nopparat, Suriyaworapant</cp:lastModifiedBy>
  <cp:revision>118</cp:revision>
  <cp:lastPrinted>2020-05-14T15:41:00Z</cp:lastPrinted>
  <dcterms:created xsi:type="dcterms:W3CDTF">2021-04-30T08:48:00Z</dcterms:created>
  <dcterms:modified xsi:type="dcterms:W3CDTF">2021-05-09T09:35:00Z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