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2B2683" w14:textId="77777777" w:rsidR="00D06C82" w:rsidRPr="005D3E43" w:rsidRDefault="00D06C82" w:rsidP="00D06C82">
      <w:pPr>
        <w:pStyle w:val="IndexHeading1"/>
        <w:spacing w:after="0" w:line="230" w:lineRule="exact"/>
        <w:outlineLvl w:val="0"/>
      </w:pPr>
      <w:r w:rsidRPr="005D3E43">
        <w:t>Note</w:t>
      </w:r>
      <w:r w:rsidRPr="005D3E43">
        <w:tab/>
      </w:r>
      <w:r w:rsidRPr="005D3E43">
        <w:rPr>
          <w:shd w:val="clear" w:color="auto" w:fill="FFFFFF"/>
        </w:rPr>
        <w:t xml:space="preserve">Contents </w:t>
      </w:r>
    </w:p>
    <w:p w14:paraId="5871703E" w14:textId="77777777" w:rsidR="00D06C82" w:rsidRPr="005D3E43" w:rsidRDefault="00D06C82" w:rsidP="00D06C82">
      <w:pPr>
        <w:pStyle w:val="IndexHeading1"/>
        <w:spacing w:after="0" w:line="230" w:lineRule="exact"/>
        <w:outlineLvl w:val="0"/>
      </w:pPr>
    </w:p>
    <w:p w14:paraId="12EBCFB8" w14:textId="77777777" w:rsidR="00D06C82" w:rsidRPr="005D3E43" w:rsidRDefault="00D06C82" w:rsidP="00D06C82">
      <w:pPr>
        <w:pStyle w:val="index"/>
        <w:tabs>
          <w:tab w:val="num" w:pos="1170"/>
        </w:tabs>
        <w:spacing w:after="0" w:line="230" w:lineRule="exact"/>
        <w:ind w:left="1170" w:hanging="1170"/>
        <w:outlineLvl w:val="0"/>
      </w:pPr>
      <w:r w:rsidRPr="005D3E43">
        <w:t>General information</w:t>
      </w:r>
    </w:p>
    <w:p w14:paraId="7B8C8D79" w14:textId="77777777" w:rsidR="00D06C82" w:rsidRPr="005D3E43" w:rsidRDefault="00D06C82" w:rsidP="00D06C82">
      <w:pPr>
        <w:pStyle w:val="index"/>
        <w:tabs>
          <w:tab w:val="num" w:pos="1170"/>
        </w:tabs>
        <w:spacing w:after="0" w:line="230" w:lineRule="exact"/>
        <w:ind w:left="1170" w:hanging="1170"/>
        <w:outlineLvl w:val="0"/>
      </w:pPr>
      <w:r w:rsidRPr="005D3E43">
        <w:t>Basis of preparation of the interim financial statements</w:t>
      </w:r>
    </w:p>
    <w:p w14:paraId="5A1C4DAC" w14:textId="36251397" w:rsidR="00FD091F" w:rsidRPr="005D3E43" w:rsidRDefault="00FD091F" w:rsidP="00D06C82">
      <w:pPr>
        <w:pStyle w:val="index"/>
        <w:tabs>
          <w:tab w:val="num" w:pos="1170"/>
        </w:tabs>
        <w:spacing w:after="0" w:line="230" w:lineRule="exact"/>
        <w:ind w:left="1170" w:hanging="1170"/>
        <w:outlineLvl w:val="0"/>
      </w:pPr>
      <w:r w:rsidRPr="005D3E43">
        <w:t>Change</w:t>
      </w:r>
      <w:r w:rsidR="005B2580" w:rsidRPr="005D3E43">
        <w:rPr>
          <w:lang w:val="en-US" w:bidi="th-TH"/>
        </w:rPr>
        <w:t>s</w:t>
      </w:r>
      <w:r w:rsidRPr="005D3E43">
        <w:t xml:space="preserve"> in accounting polic</w:t>
      </w:r>
      <w:r w:rsidR="005B2580" w:rsidRPr="005D3E43">
        <w:t>ies</w:t>
      </w:r>
    </w:p>
    <w:p w14:paraId="0ADC9CEC" w14:textId="77777777" w:rsidR="00D06C82" w:rsidRPr="005D3E43" w:rsidRDefault="00D06C82" w:rsidP="00D06C82">
      <w:pPr>
        <w:pStyle w:val="index"/>
        <w:shd w:val="clear" w:color="auto" w:fill="FFFFFF"/>
        <w:tabs>
          <w:tab w:val="num" w:pos="1170"/>
        </w:tabs>
        <w:spacing w:after="0" w:line="230" w:lineRule="exact"/>
        <w:ind w:left="1170" w:hanging="1170"/>
        <w:outlineLvl w:val="0"/>
      </w:pPr>
      <w:r w:rsidRPr="005D3E43">
        <w:t xml:space="preserve">Related parties </w:t>
      </w:r>
    </w:p>
    <w:p w14:paraId="4C7CD09E" w14:textId="77777777" w:rsidR="000B1014" w:rsidRPr="005D3E43" w:rsidRDefault="000B1014" w:rsidP="000B1014">
      <w:pPr>
        <w:pStyle w:val="index"/>
        <w:shd w:val="clear" w:color="auto" w:fill="FFFFFF"/>
        <w:tabs>
          <w:tab w:val="num" w:pos="1170"/>
        </w:tabs>
        <w:spacing w:after="0" w:line="230" w:lineRule="exact"/>
        <w:ind w:left="1170" w:hanging="1170"/>
        <w:outlineLvl w:val="0"/>
      </w:pPr>
      <w:r w:rsidRPr="005D3E43">
        <w:t>Impact of COVID-19 Outbreak</w:t>
      </w:r>
    </w:p>
    <w:p w14:paraId="6B5C10CB" w14:textId="1A9CE3FC" w:rsidR="00585A5F" w:rsidRPr="005D3E43" w:rsidRDefault="00503E8A" w:rsidP="00D06C82">
      <w:pPr>
        <w:pStyle w:val="index"/>
        <w:tabs>
          <w:tab w:val="num" w:pos="1170"/>
        </w:tabs>
        <w:spacing w:after="0" w:line="230" w:lineRule="exact"/>
        <w:ind w:left="1732" w:hanging="1732"/>
        <w:outlineLvl w:val="0"/>
      </w:pPr>
      <w:r w:rsidRPr="005D3E43">
        <w:t>Othe</w:t>
      </w:r>
      <w:r w:rsidR="00E6787F">
        <w:t>r non-current financial asset</w:t>
      </w:r>
      <w:r w:rsidR="00171D47">
        <w:t xml:space="preserve"> </w:t>
      </w:r>
      <w:r w:rsidR="009738FF">
        <w:t>-</w:t>
      </w:r>
      <w:r w:rsidR="00171D47">
        <w:t xml:space="preserve"> </w:t>
      </w:r>
      <w:r w:rsidR="009738FF">
        <w:t>long term investm</w:t>
      </w:r>
      <w:bookmarkStart w:id="0" w:name="_GoBack"/>
      <w:bookmarkEnd w:id="0"/>
      <w:r w:rsidR="009738FF">
        <w:t xml:space="preserve">ent </w:t>
      </w:r>
    </w:p>
    <w:p w14:paraId="45FD1BF4" w14:textId="77777777" w:rsidR="00503E8A" w:rsidRPr="005D3E43" w:rsidRDefault="00115307" w:rsidP="00D06C82">
      <w:pPr>
        <w:pStyle w:val="index"/>
        <w:tabs>
          <w:tab w:val="num" w:pos="1170"/>
        </w:tabs>
        <w:spacing w:after="0" w:line="230" w:lineRule="exact"/>
        <w:ind w:left="1732" w:hanging="1732"/>
        <w:outlineLvl w:val="0"/>
      </w:pPr>
      <w:r w:rsidRPr="005D3E43">
        <w:t>Real estate p</w:t>
      </w:r>
      <w:r w:rsidR="00503E8A" w:rsidRPr="005D3E43">
        <w:t>roject</w:t>
      </w:r>
      <w:r w:rsidRPr="005D3E43">
        <w:t>s under</w:t>
      </w:r>
      <w:r w:rsidR="00503E8A" w:rsidRPr="005D3E43">
        <w:t xml:space="preserve"> development</w:t>
      </w:r>
    </w:p>
    <w:p w14:paraId="1A26422D" w14:textId="29C27DE0" w:rsidR="00D06C82" w:rsidRPr="005D3E43" w:rsidRDefault="00503E8A" w:rsidP="00D06C82">
      <w:pPr>
        <w:pStyle w:val="index"/>
        <w:tabs>
          <w:tab w:val="num" w:pos="1170"/>
        </w:tabs>
        <w:spacing w:after="0" w:line="230" w:lineRule="exact"/>
        <w:ind w:left="1170" w:hanging="1170"/>
        <w:outlineLvl w:val="0"/>
      </w:pPr>
      <w:r w:rsidRPr="005D3E43">
        <w:t>Investments in associate</w:t>
      </w:r>
      <w:r w:rsidR="002C0BEB" w:rsidRPr="005D3E43">
        <w:t>s</w:t>
      </w:r>
      <w:r w:rsidR="00576AD5" w:rsidRPr="005D3E43">
        <w:t xml:space="preserve"> and joint venture</w:t>
      </w:r>
    </w:p>
    <w:p w14:paraId="48C5665A" w14:textId="77777777" w:rsidR="00503E8A" w:rsidRPr="005D3E43" w:rsidRDefault="00503E8A" w:rsidP="00D06C82">
      <w:pPr>
        <w:pStyle w:val="index"/>
        <w:tabs>
          <w:tab w:val="num" w:pos="1170"/>
        </w:tabs>
        <w:spacing w:after="0" w:line="230" w:lineRule="exact"/>
        <w:ind w:left="1170" w:hanging="1170"/>
        <w:outlineLvl w:val="0"/>
      </w:pPr>
      <w:r w:rsidRPr="005D3E43">
        <w:t>Investments in subsidiaries</w:t>
      </w:r>
    </w:p>
    <w:p w14:paraId="57F478C4" w14:textId="77777777" w:rsidR="00503E8A" w:rsidRPr="005D3E43" w:rsidRDefault="00503E8A" w:rsidP="00D06C82">
      <w:pPr>
        <w:pStyle w:val="index"/>
        <w:tabs>
          <w:tab w:val="num" w:pos="1170"/>
        </w:tabs>
        <w:spacing w:after="0" w:line="230" w:lineRule="exact"/>
        <w:ind w:left="1170" w:hanging="1170"/>
        <w:outlineLvl w:val="0"/>
      </w:pPr>
      <w:r w:rsidRPr="005D3E43">
        <w:t>Investment properties</w:t>
      </w:r>
    </w:p>
    <w:p w14:paraId="58C9CA86" w14:textId="77777777" w:rsidR="00503E8A" w:rsidRPr="005D3E43" w:rsidRDefault="00503E8A" w:rsidP="00D06C82">
      <w:pPr>
        <w:pStyle w:val="index"/>
        <w:tabs>
          <w:tab w:val="num" w:pos="1170"/>
        </w:tabs>
        <w:spacing w:after="0" w:line="230" w:lineRule="exact"/>
        <w:ind w:left="1170" w:hanging="1170"/>
        <w:outlineLvl w:val="0"/>
      </w:pPr>
      <w:r w:rsidRPr="005D3E43">
        <w:t>Interest-bearing liabilities</w:t>
      </w:r>
    </w:p>
    <w:p w14:paraId="506B4FEB" w14:textId="77777777" w:rsidR="00704931" w:rsidRPr="005D3E43" w:rsidRDefault="00704931" w:rsidP="00704931">
      <w:pPr>
        <w:pStyle w:val="index"/>
        <w:shd w:val="clear" w:color="auto" w:fill="FFFFFF"/>
        <w:tabs>
          <w:tab w:val="num" w:pos="1170"/>
        </w:tabs>
        <w:spacing w:after="0" w:line="230" w:lineRule="exact"/>
        <w:ind w:left="1170" w:hanging="1170"/>
        <w:outlineLvl w:val="0"/>
      </w:pPr>
      <w:r w:rsidRPr="005D3E43">
        <w:t>Segment information</w:t>
      </w:r>
      <w:r w:rsidR="00576AD5" w:rsidRPr="005D3E43">
        <w:t xml:space="preserve"> and</w:t>
      </w:r>
      <w:r w:rsidR="00E739BC" w:rsidRPr="005D3E43">
        <w:t xml:space="preserve"> disaggregation of</w:t>
      </w:r>
      <w:r w:rsidR="00576AD5" w:rsidRPr="005D3E43">
        <w:t xml:space="preserve"> revenue</w:t>
      </w:r>
    </w:p>
    <w:p w14:paraId="3FE5D106" w14:textId="77777777" w:rsidR="006F14B0" w:rsidRPr="005D3E43" w:rsidRDefault="006F14B0" w:rsidP="00704931">
      <w:pPr>
        <w:pStyle w:val="index"/>
        <w:shd w:val="clear" w:color="auto" w:fill="FFFFFF"/>
        <w:tabs>
          <w:tab w:val="num" w:pos="1170"/>
        </w:tabs>
        <w:spacing w:after="0" w:line="230" w:lineRule="exact"/>
        <w:ind w:left="1170" w:hanging="1170"/>
        <w:outlineLvl w:val="0"/>
      </w:pPr>
      <w:r w:rsidRPr="005D3E43">
        <w:t>Lease</w:t>
      </w:r>
      <w:r w:rsidR="002C2242" w:rsidRPr="005D3E43">
        <w:t>s</w:t>
      </w:r>
    </w:p>
    <w:p w14:paraId="6E90A72C" w14:textId="77777777" w:rsidR="00503E8A" w:rsidRPr="005D3E43" w:rsidRDefault="00503E8A" w:rsidP="00503E8A">
      <w:pPr>
        <w:pStyle w:val="index"/>
        <w:tabs>
          <w:tab w:val="num" w:pos="1170"/>
        </w:tabs>
        <w:spacing w:after="0" w:line="230" w:lineRule="exact"/>
        <w:ind w:left="1170" w:hanging="1170"/>
        <w:outlineLvl w:val="0"/>
      </w:pPr>
      <w:r w:rsidRPr="005D3E43">
        <w:t>Income tax expense</w:t>
      </w:r>
    </w:p>
    <w:p w14:paraId="3E6A3493" w14:textId="1AD25091" w:rsidR="00D06C82" w:rsidRPr="005D3E43" w:rsidRDefault="00777F05" w:rsidP="00D06C82">
      <w:pPr>
        <w:pStyle w:val="index"/>
        <w:shd w:val="clear" w:color="auto" w:fill="FFFFFF"/>
        <w:tabs>
          <w:tab w:val="num" w:pos="1170"/>
        </w:tabs>
        <w:spacing w:after="0" w:line="230" w:lineRule="exact"/>
        <w:ind w:left="1170" w:hanging="1170"/>
        <w:outlineLvl w:val="0"/>
      </w:pPr>
      <w:r>
        <w:t>Basic e</w:t>
      </w:r>
      <w:r w:rsidR="00D06C82" w:rsidRPr="005D3E43">
        <w:t>arnings per share</w:t>
      </w:r>
    </w:p>
    <w:p w14:paraId="0B6FD355" w14:textId="77777777" w:rsidR="000066C3" w:rsidRPr="005D3E43" w:rsidRDefault="000066C3" w:rsidP="00D06C82">
      <w:pPr>
        <w:pStyle w:val="index"/>
        <w:shd w:val="clear" w:color="auto" w:fill="FFFFFF"/>
        <w:tabs>
          <w:tab w:val="num" w:pos="1170"/>
        </w:tabs>
        <w:spacing w:after="0" w:line="230" w:lineRule="exact"/>
        <w:ind w:left="1170" w:hanging="1170"/>
        <w:outlineLvl w:val="0"/>
      </w:pPr>
      <w:r w:rsidRPr="005D3E43">
        <w:t>Financial instruments</w:t>
      </w:r>
    </w:p>
    <w:p w14:paraId="5C0B14E1" w14:textId="77777777" w:rsidR="00D06C82" w:rsidRPr="005D3E43" w:rsidRDefault="00D06C82" w:rsidP="00D06C82">
      <w:pPr>
        <w:pStyle w:val="index"/>
        <w:shd w:val="clear" w:color="auto" w:fill="FFFFFF"/>
        <w:tabs>
          <w:tab w:val="num" w:pos="1170"/>
        </w:tabs>
        <w:spacing w:after="0" w:line="230" w:lineRule="exact"/>
        <w:ind w:left="1170" w:hanging="1170"/>
        <w:outlineLvl w:val="0"/>
      </w:pPr>
      <w:r w:rsidRPr="005D3E43">
        <w:t>Commitments with non-related parties</w:t>
      </w:r>
    </w:p>
    <w:p w14:paraId="302CF400" w14:textId="77777777" w:rsidR="00503E8A" w:rsidRPr="005D3E43" w:rsidRDefault="00CC5BF5" w:rsidP="00D06C82">
      <w:pPr>
        <w:pStyle w:val="index"/>
        <w:shd w:val="clear" w:color="auto" w:fill="FFFFFF"/>
        <w:tabs>
          <w:tab w:val="num" w:pos="1170"/>
        </w:tabs>
        <w:spacing w:after="0" w:line="230" w:lineRule="exact"/>
        <w:ind w:left="1170" w:hanging="1170"/>
        <w:outlineLvl w:val="0"/>
      </w:pPr>
      <w:r w:rsidRPr="005D3E43">
        <w:t>Litigations</w:t>
      </w:r>
    </w:p>
    <w:p w14:paraId="63CE71AF" w14:textId="77777777" w:rsidR="00CC5BF5" w:rsidRPr="005D3E43" w:rsidRDefault="00CC5BF5" w:rsidP="00CC5BF5">
      <w:pPr>
        <w:pStyle w:val="index"/>
        <w:shd w:val="clear" w:color="auto" w:fill="FFFFFF"/>
        <w:tabs>
          <w:tab w:val="num" w:pos="1170"/>
        </w:tabs>
        <w:spacing w:after="0" w:line="230" w:lineRule="exact"/>
        <w:ind w:left="1170" w:hanging="1170"/>
        <w:outlineLvl w:val="0"/>
      </w:pPr>
      <w:r w:rsidRPr="005D3E43">
        <w:t>Reclassification of accounts</w:t>
      </w:r>
    </w:p>
    <w:p w14:paraId="01EC39D1" w14:textId="77777777" w:rsidR="00503E8A" w:rsidRPr="005D3E43" w:rsidRDefault="00503E8A" w:rsidP="00503E8A">
      <w:pPr>
        <w:pStyle w:val="index"/>
        <w:numPr>
          <w:ilvl w:val="0"/>
          <w:numId w:val="0"/>
        </w:numPr>
        <w:shd w:val="clear" w:color="auto" w:fill="FFFFFF"/>
        <w:spacing w:after="0" w:line="230" w:lineRule="exact"/>
        <w:ind w:left="3267" w:hanging="567"/>
        <w:outlineLvl w:val="0"/>
      </w:pPr>
    </w:p>
    <w:p w14:paraId="5E72C856" w14:textId="77777777" w:rsidR="00D06C82" w:rsidRPr="005D3E43" w:rsidRDefault="00D06C82" w:rsidP="009C7989">
      <w:pPr>
        <w:pStyle w:val="index"/>
        <w:numPr>
          <w:ilvl w:val="0"/>
          <w:numId w:val="0"/>
        </w:numPr>
        <w:shd w:val="clear" w:color="auto" w:fill="FFFFFF"/>
        <w:spacing w:after="0" w:line="230" w:lineRule="exact"/>
        <w:ind w:left="2700"/>
        <w:outlineLvl w:val="0"/>
      </w:pPr>
    </w:p>
    <w:p w14:paraId="747C7B09" w14:textId="77777777" w:rsidR="00343FF8" w:rsidRPr="005D3E43" w:rsidRDefault="00D06C82" w:rsidP="00D06C82">
      <w:pPr>
        <w:pStyle w:val="index"/>
        <w:numPr>
          <w:ilvl w:val="0"/>
          <w:numId w:val="0"/>
        </w:numPr>
        <w:shd w:val="clear" w:color="auto" w:fill="FFFFFF"/>
        <w:tabs>
          <w:tab w:val="num" w:pos="1170"/>
        </w:tabs>
        <w:spacing w:after="0" w:line="240" w:lineRule="atLeast"/>
        <w:outlineLvl w:val="0"/>
      </w:pPr>
      <w:r w:rsidRPr="005D3E43">
        <w:tab/>
      </w:r>
    </w:p>
    <w:p w14:paraId="6688F969" w14:textId="77777777" w:rsidR="00343FF8" w:rsidRPr="005D3E43" w:rsidRDefault="00343FF8" w:rsidP="00343FF8"/>
    <w:p w14:paraId="2FD515C6" w14:textId="77777777" w:rsidR="00343FF8" w:rsidRPr="005D3E43" w:rsidRDefault="00343FF8" w:rsidP="00343FF8"/>
    <w:p w14:paraId="1CB12499" w14:textId="77777777" w:rsidR="00343FF8" w:rsidRPr="005D3E43" w:rsidRDefault="00343FF8" w:rsidP="00343FF8"/>
    <w:p w14:paraId="52D5C8FD" w14:textId="77777777" w:rsidR="00343FF8" w:rsidRPr="005D3E43" w:rsidRDefault="00343FF8" w:rsidP="00343FF8"/>
    <w:p w14:paraId="6E8C6FB8" w14:textId="77777777" w:rsidR="00343FF8" w:rsidRPr="005D3E43" w:rsidRDefault="00343FF8" w:rsidP="00343FF8"/>
    <w:p w14:paraId="1CA6CF92" w14:textId="77777777" w:rsidR="00343FF8" w:rsidRPr="005D3E43" w:rsidRDefault="00343FF8" w:rsidP="00343FF8"/>
    <w:p w14:paraId="4675D2E7" w14:textId="77777777" w:rsidR="00343FF8" w:rsidRPr="005D3E43" w:rsidRDefault="00343FF8" w:rsidP="00343FF8"/>
    <w:p w14:paraId="3128D0F8" w14:textId="77777777" w:rsidR="00343FF8" w:rsidRPr="005D3E43" w:rsidRDefault="00343FF8" w:rsidP="00343FF8"/>
    <w:p w14:paraId="05E586E6" w14:textId="77777777" w:rsidR="00343FF8" w:rsidRPr="005D3E43" w:rsidRDefault="00343FF8" w:rsidP="00343FF8"/>
    <w:p w14:paraId="5174DFFF" w14:textId="77777777" w:rsidR="00343FF8" w:rsidRPr="005D3E43" w:rsidRDefault="00343FF8" w:rsidP="00343FF8"/>
    <w:p w14:paraId="0BC22D8E" w14:textId="77777777" w:rsidR="00343FF8" w:rsidRPr="005D3E43" w:rsidRDefault="00343FF8" w:rsidP="00343FF8"/>
    <w:p w14:paraId="335A53FD" w14:textId="77777777" w:rsidR="00343FF8" w:rsidRPr="005D3E43" w:rsidRDefault="00343FF8" w:rsidP="00343FF8"/>
    <w:p w14:paraId="2B54DB9E" w14:textId="77777777" w:rsidR="00343FF8" w:rsidRPr="005D3E43" w:rsidRDefault="00343FF8" w:rsidP="00343FF8"/>
    <w:p w14:paraId="7179F38B" w14:textId="77777777" w:rsidR="00343FF8" w:rsidRPr="005D3E43" w:rsidRDefault="00343FF8" w:rsidP="00343FF8"/>
    <w:p w14:paraId="6E810FB5" w14:textId="77777777" w:rsidR="00343FF8" w:rsidRPr="005D3E43" w:rsidRDefault="00343FF8" w:rsidP="00343FF8"/>
    <w:p w14:paraId="68448877" w14:textId="77777777" w:rsidR="00D06C82" w:rsidRPr="005D3E43" w:rsidRDefault="00D06C82" w:rsidP="00343FF8">
      <w:pPr>
        <w:tabs>
          <w:tab w:val="center" w:pos="4801"/>
        </w:tabs>
        <w:sectPr w:rsidR="00D06C82" w:rsidRPr="005D3E43" w:rsidSect="000E6421">
          <w:headerReference w:type="default" r:id="rId8"/>
          <w:footerReference w:type="default" r:id="rId9"/>
          <w:pgSz w:w="11907" w:h="16840"/>
          <w:pgMar w:top="691" w:right="1152" w:bottom="576" w:left="1152" w:header="720" w:footer="720" w:gutter="0"/>
          <w:pgNumType w:start="16"/>
          <w:cols w:space="720"/>
        </w:sectPr>
      </w:pPr>
    </w:p>
    <w:p w14:paraId="283424DC" w14:textId="77777777" w:rsidR="00D06C82" w:rsidRPr="005D3E43" w:rsidRDefault="00D06C82" w:rsidP="005D3E43">
      <w:pPr>
        <w:spacing w:line="240" w:lineRule="atLeast"/>
        <w:ind w:left="540"/>
      </w:pPr>
      <w:r w:rsidRPr="005D3E43">
        <w:lastRenderedPageBreak/>
        <w:t>These notes form an integral part of the interim financial statements.</w:t>
      </w:r>
    </w:p>
    <w:p w14:paraId="7376C76A" w14:textId="77777777" w:rsidR="00D06C82" w:rsidRPr="005D3E43" w:rsidRDefault="00D06C82" w:rsidP="005D3E43">
      <w:pPr>
        <w:spacing w:line="240" w:lineRule="atLeast"/>
        <w:ind w:left="540"/>
        <w:rPr>
          <w:sz w:val="18"/>
          <w:szCs w:val="16"/>
        </w:rPr>
      </w:pPr>
    </w:p>
    <w:p w14:paraId="2ECD0FE4" w14:textId="27BAE9C7" w:rsidR="00D06C82" w:rsidRPr="005D3E43" w:rsidRDefault="00D06C82" w:rsidP="005D3E43">
      <w:pPr>
        <w:tabs>
          <w:tab w:val="left" w:pos="540"/>
          <w:tab w:val="left" w:pos="630"/>
        </w:tabs>
        <w:spacing w:line="240" w:lineRule="atLeast"/>
        <w:ind w:left="540"/>
        <w:jc w:val="both"/>
      </w:pPr>
      <w:r w:rsidRPr="005D3E43">
        <w:t xml:space="preserve">The interim financial statements issued for Thai regulatory reporting purposes are prepared in the Thai language. These English language financial statements have been prepared from the Thai language </w:t>
      </w:r>
      <w:r w:rsidRPr="005D3E43">
        <w:rPr>
          <w:spacing w:val="-4"/>
        </w:rPr>
        <w:t>financial statements and were approved and authorised for issue by the Board of</w:t>
      </w:r>
      <w:r w:rsidR="00695130" w:rsidRPr="005D3E43">
        <w:rPr>
          <w:spacing w:val="-4"/>
        </w:rPr>
        <w:t xml:space="preserve"> </w:t>
      </w:r>
      <w:r w:rsidRPr="005D3E43">
        <w:rPr>
          <w:spacing w:val="-4"/>
        </w:rPr>
        <w:t>Directors on</w:t>
      </w:r>
      <w:r w:rsidR="006F14B0" w:rsidRPr="005D3E43">
        <w:rPr>
          <w:spacing w:val="-4"/>
          <w:cs/>
          <w:lang w:bidi="th-TH"/>
        </w:rPr>
        <w:t xml:space="preserve"> </w:t>
      </w:r>
      <w:r w:rsidR="009840C5">
        <w:rPr>
          <w:szCs w:val="22"/>
          <w:lang w:val="en-US"/>
        </w:rPr>
        <w:t>6</w:t>
      </w:r>
      <w:r w:rsidR="0035144B">
        <w:rPr>
          <w:szCs w:val="22"/>
          <w:lang w:val="en-US"/>
        </w:rPr>
        <w:t xml:space="preserve"> November 2020</w:t>
      </w:r>
      <w:r w:rsidR="00015DB5">
        <w:rPr>
          <w:szCs w:val="22"/>
          <w:lang w:val="en-US"/>
        </w:rPr>
        <w:t>.</w:t>
      </w:r>
    </w:p>
    <w:p w14:paraId="0BE76457" w14:textId="77777777" w:rsidR="00D06C82" w:rsidRPr="005D3E43" w:rsidRDefault="00D06C82" w:rsidP="005D3E43">
      <w:pPr>
        <w:tabs>
          <w:tab w:val="left" w:pos="6315"/>
        </w:tabs>
        <w:spacing w:line="240" w:lineRule="atLeast"/>
        <w:ind w:left="540"/>
      </w:pPr>
      <w:r w:rsidRPr="005D3E43">
        <w:tab/>
      </w:r>
    </w:p>
    <w:p w14:paraId="47010E29" w14:textId="77777777" w:rsidR="00D06C82" w:rsidRPr="005D3E43" w:rsidRDefault="00DF2BF3" w:rsidP="005D3E43">
      <w:pPr>
        <w:pStyle w:val="index"/>
        <w:numPr>
          <w:ilvl w:val="0"/>
          <w:numId w:val="0"/>
        </w:numPr>
        <w:spacing w:after="0" w:line="240" w:lineRule="atLeast"/>
        <w:ind w:left="540" w:hanging="540"/>
        <w:rPr>
          <w:b/>
          <w:bCs/>
          <w:sz w:val="24"/>
          <w:szCs w:val="22"/>
          <w:cs/>
          <w:lang w:bidi="th-TH"/>
        </w:rPr>
      </w:pPr>
      <w:r w:rsidRPr="005D3E43">
        <w:rPr>
          <w:b/>
          <w:bCs/>
          <w:sz w:val="24"/>
          <w:szCs w:val="22"/>
        </w:rPr>
        <w:t>1</w:t>
      </w:r>
      <w:r w:rsidRPr="005D3E43">
        <w:rPr>
          <w:b/>
          <w:bCs/>
          <w:sz w:val="24"/>
          <w:szCs w:val="22"/>
        </w:rPr>
        <w:tab/>
      </w:r>
      <w:r w:rsidR="00D06C82" w:rsidRPr="005D3E43">
        <w:rPr>
          <w:b/>
          <w:bCs/>
          <w:sz w:val="24"/>
          <w:szCs w:val="22"/>
        </w:rPr>
        <w:t xml:space="preserve">General information  </w:t>
      </w:r>
    </w:p>
    <w:p w14:paraId="0E890959" w14:textId="77777777" w:rsidR="00D06C82" w:rsidRPr="005D3E43" w:rsidRDefault="00D06C82" w:rsidP="005D3E43">
      <w:pPr>
        <w:pStyle w:val="block"/>
        <w:spacing w:after="0" w:line="240" w:lineRule="atLeast"/>
        <w:ind w:left="450" w:hanging="450"/>
        <w:jc w:val="both"/>
        <w:rPr>
          <w:szCs w:val="22"/>
          <w:shd w:val="clear" w:color="auto" w:fill="CCCCCC"/>
        </w:rPr>
      </w:pPr>
    </w:p>
    <w:p w14:paraId="3A3855A0" w14:textId="77777777" w:rsidR="008A115F" w:rsidRPr="005D3E43" w:rsidRDefault="008A115F" w:rsidP="005D3E43">
      <w:pPr>
        <w:pStyle w:val="block"/>
        <w:spacing w:after="0" w:line="240" w:lineRule="atLeast"/>
        <w:ind w:left="540"/>
        <w:jc w:val="both"/>
        <w:rPr>
          <w:shd w:val="clear" w:color="auto" w:fill="FFFFFF"/>
          <w:lang w:val="en-US"/>
        </w:rPr>
      </w:pPr>
      <w:r w:rsidRPr="005D3E43">
        <w:rPr>
          <w:shd w:val="clear" w:color="auto" w:fill="FFFFFF"/>
          <w:lang w:val="en-US"/>
        </w:rPr>
        <w:t xml:space="preserve">The principal </w:t>
      </w:r>
      <w:r w:rsidR="00551D0F" w:rsidRPr="005D3E43">
        <w:rPr>
          <w:shd w:val="clear" w:color="auto" w:fill="FFFFFF"/>
          <w:lang w:val="en-US"/>
        </w:rPr>
        <w:t>activity</w:t>
      </w:r>
      <w:r w:rsidRPr="005D3E43">
        <w:rPr>
          <w:shd w:val="clear" w:color="auto" w:fill="FFFFFF"/>
          <w:lang w:val="en-US"/>
        </w:rPr>
        <w:t xml:space="preserve"> of the </w:t>
      </w:r>
      <w:r w:rsidR="007C7DB0" w:rsidRPr="005D3E43">
        <w:rPr>
          <w:shd w:val="clear" w:color="auto" w:fill="FFFFFF"/>
          <w:lang w:val="en-US" w:bidi="th-TH"/>
        </w:rPr>
        <w:t>Group</w:t>
      </w:r>
      <w:r w:rsidR="00B32B62" w:rsidRPr="005D3E43">
        <w:rPr>
          <w:shd w:val="clear" w:color="auto" w:fill="FFFFFF"/>
          <w:lang w:val="en-US"/>
        </w:rPr>
        <w:t xml:space="preserve"> </w:t>
      </w:r>
      <w:r w:rsidR="00551D0F" w:rsidRPr="005D3E43">
        <w:rPr>
          <w:shd w:val="clear" w:color="auto" w:fill="FFFFFF"/>
          <w:lang w:val="en-US"/>
        </w:rPr>
        <w:t>is</w:t>
      </w:r>
      <w:r w:rsidR="000E5F32" w:rsidRPr="005D3E43">
        <w:rPr>
          <w:shd w:val="clear" w:color="auto" w:fill="FFFFFF"/>
          <w:lang w:val="en-US"/>
        </w:rPr>
        <w:t xml:space="preserve"> </w:t>
      </w:r>
      <w:r w:rsidR="00451AAD" w:rsidRPr="005D3E43">
        <w:rPr>
          <w:shd w:val="clear" w:color="auto" w:fill="FFFFFF"/>
          <w:lang w:val="en-US"/>
        </w:rPr>
        <w:t>real estate</w:t>
      </w:r>
      <w:r w:rsidR="000E5F32" w:rsidRPr="005D3E43">
        <w:rPr>
          <w:shd w:val="clear" w:color="auto" w:fill="FFFFFF"/>
          <w:lang w:val="en-US"/>
        </w:rPr>
        <w:t xml:space="preserve"> development</w:t>
      </w:r>
      <w:r w:rsidR="00551D0F" w:rsidRPr="005D3E43">
        <w:rPr>
          <w:shd w:val="clear" w:color="auto" w:fill="FFFFFF"/>
          <w:lang w:val="en-US"/>
        </w:rPr>
        <w:t xml:space="preserve"> in Thailand</w:t>
      </w:r>
      <w:r w:rsidR="000E5F32" w:rsidRPr="005D3E43">
        <w:rPr>
          <w:shd w:val="clear" w:color="auto" w:fill="FFFFFF"/>
          <w:lang w:val="en-US"/>
        </w:rPr>
        <w:t>.</w:t>
      </w:r>
      <w:r w:rsidR="00551D0F" w:rsidRPr="005D3E43">
        <w:rPr>
          <w:shd w:val="clear" w:color="auto" w:fill="FFFFFF"/>
          <w:lang w:val="en-US"/>
        </w:rPr>
        <w:t xml:space="preserve"> </w:t>
      </w:r>
    </w:p>
    <w:p w14:paraId="1E39C11B" w14:textId="77777777" w:rsidR="000E5F32" w:rsidRPr="005D3E43" w:rsidRDefault="000E5F32" w:rsidP="005D3E43">
      <w:pPr>
        <w:pStyle w:val="block"/>
        <w:spacing w:after="0" w:line="240" w:lineRule="atLeast"/>
        <w:ind w:left="450"/>
        <w:jc w:val="both"/>
        <w:rPr>
          <w:lang w:val="en-US"/>
        </w:rPr>
      </w:pPr>
    </w:p>
    <w:p w14:paraId="28B1E474" w14:textId="77777777" w:rsidR="00D06C82" w:rsidRPr="005D3E43" w:rsidRDefault="00DF2BF3" w:rsidP="005D3E43">
      <w:pPr>
        <w:pStyle w:val="index"/>
        <w:numPr>
          <w:ilvl w:val="0"/>
          <w:numId w:val="0"/>
        </w:numPr>
        <w:spacing w:after="0" w:line="240" w:lineRule="atLeast"/>
        <w:ind w:left="540" w:hanging="540"/>
        <w:rPr>
          <w:b/>
          <w:bCs/>
          <w:sz w:val="24"/>
          <w:szCs w:val="24"/>
        </w:rPr>
      </w:pPr>
      <w:r w:rsidRPr="005D3E43">
        <w:rPr>
          <w:b/>
          <w:bCs/>
          <w:sz w:val="24"/>
          <w:szCs w:val="24"/>
          <w:lang w:val="en-US"/>
        </w:rPr>
        <w:t>2</w:t>
      </w:r>
      <w:r w:rsidRPr="005D3E43">
        <w:rPr>
          <w:sz w:val="24"/>
          <w:szCs w:val="24"/>
          <w:lang w:val="en-US"/>
        </w:rPr>
        <w:tab/>
      </w:r>
      <w:r w:rsidR="00D06C82" w:rsidRPr="005D3E43">
        <w:rPr>
          <w:b/>
          <w:bCs/>
          <w:sz w:val="24"/>
          <w:szCs w:val="24"/>
        </w:rPr>
        <w:t>Basis of preparation of the interim financial statements</w:t>
      </w:r>
    </w:p>
    <w:p w14:paraId="4B960018" w14:textId="77777777" w:rsidR="00D06C82" w:rsidRPr="005D3E43" w:rsidRDefault="00D06C82" w:rsidP="005D3E43">
      <w:pPr>
        <w:spacing w:line="240" w:lineRule="atLeast"/>
      </w:pPr>
    </w:p>
    <w:p w14:paraId="548E7D46" w14:textId="77777777" w:rsidR="00D06C82" w:rsidRPr="005D3E43" w:rsidRDefault="005F29FF" w:rsidP="005D3E43">
      <w:pPr>
        <w:pStyle w:val="index"/>
        <w:numPr>
          <w:ilvl w:val="0"/>
          <w:numId w:val="0"/>
        </w:numPr>
        <w:spacing w:after="0" w:line="240" w:lineRule="atLeast"/>
        <w:ind w:left="540" w:hanging="540"/>
        <w:jc w:val="both"/>
        <w:rPr>
          <w:i/>
          <w:iCs/>
          <w:szCs w:val="22"/>
          <w:lang w:val="en-US"/>
        </w:rPr>
      </w:pPr>
      <w:r w:rsidRPr="005D3E43">
        <w:rPr>
          <w:i/>
          <w:iCs/>
          <w:szCs w:val="22"/>
          <w:lang w:val="en-US"/>
        </w:rPr>
        <w:t>(a)</w:t>
      </w:r>
      <w:r w:rsidRPr="005D3E43">
        <w:rPr>
          <w:i/>
          <w:iCs/>
          <w:szCs w:val="22"/>
          <w:lang w:val="en-US"/>
        </w:rPr>
        <w:tab/>
      </w:r>
      <w:r w:rsidR="00D06C82" w:rsidRPr="005D3E43">
        <w:rPr>
          <w:i/>
          <w:iCs/>
          <w:szCs w:val="22"/>
          <w:lang w:val="en-US"/>
        </w:rPr>
        <w:t>Statement of compliance</w:t>
      </w:r>
    </w:p>
    <w:p w14:paraId="7968B720" w14:textId="77777777" w:rsidR="00D06C82" w:rsidRPr="005D3E43" w:rsidRDefault="00D06C82" w:rsidP="005D3E43">
      <w:pPr>
        <w:pStyle w:val="BodyText"/>
        <w:spacing w:after="0" w:line="240" w:lineRule="atLeast"/>
        <w:jc w:val="both"/>
      </w:pPr>
    </w:p>
    <w:p w14:paraId="41463884" w14:textId="77777777" w:rsidR="0086226A" w:rsidRPr="005D3E43" w:rsidRDefault="0086226A" w:rsidP="005D3E43">
      <w:pPr>
        <w:pStyle w:val="BodyText"/>
        <w:spacing w:after="0" w:line="240" w:lineRule="atLeast"/>
        <w:ind w:left="540" w:right="-27"/>
        <w:jc w:val="both"/>
      </w:pPr>
      <w:r w:rsidRPr="005D3E43">
        <w:t xml:space="preserve">The </w:t>
      </w:r>
      <w:r w:rsidR="00E739BC" w:rsidRPr="005D3E43">
        <w:t xml:space="preserve">condensed </w:t>
      </w:r>
      <w:r w:rsidRPr="005D3E43">
        <w:t>interim financial statements are presented in the same format as the annual financial statements</w:t>
      </w:r>
      <w:r w:rsidR="00657517" w:rsidRPr="005D3E43">
        <w:t xml:space="preserve"> and prepare</w:t>
      </w:r>
      <w:r w:rsidR="00FE1202" w:rsidRPr="005D3E43">
        <w:t>d</w:t>
      </w:r>
      <w:r w:rsidR="00657517" w:rsidRPr="005D3E43">
        <w:t xml:space="preserve"> its</w:t>
      </w:r>
      <w:r w:rsidRPr="005D3E43">
        <w:t xml:space="preserve"> notes to the interim financial statements on a condensed basis</w:t>
      </w:r>
      <w:r w:rsidR="00657517" w:rsidRPr="005D3E43">
        <w:t xml:space="preserve"> (“interim financial statements”)</w:t>
      </w:r>
      <w:r w:rsidRPr="005D3E43">
        <w:t xml:space="preserve"> in accordance with Thai Accounting Standard (TAS) No. 34 </w:t>
      </w:r>
      <w:r w:rsidRPr="005D3E43">
        <w:rPr>
          <w:i/>
          <w:iCs/>
        </w:rPr>
        <w:t>Interim Financial Reporting,</w:t>
      </w:r>
      <w:r w:rsidR="007C7DB0" w:rsidRPr="005D3E43">
        <w:t xml:space="preserve"> </w:t>
      </w:r>
      <w:r w:rsidRPr="005D3E43">
        <w:t xml:space="preserve">guidelines promulgated by the Federation of Accounting Professions and applicable rules and regulations of the Thai Securities and Exchange Commission. </w:t>
      </w:r>
    </w:p>
    <w:p w14:paraId="3DF2FD64" w14:textId="77777777" w:rsidR="00D717C3" w:rsidRPr="005D3E43" w:rsidRDefault="00D717C3" w:rsidP="002860DC">
      <w:pPr>
        <w:pStyle w:val="BodyText"/>
        <w:spacing w:after="0" w:line="240" w:lineRule="atLeast"/>
        <w:ind w:left="540"/>
        <w:jc w:val="both"/>
      </w:pPr>
    </w:p>
    <w:p w14:paraId="2DEFAC36" w14:textId="77777777" w:rsidR="00D06C82" w:rsidRPr="005D3E43" w:rsidRDefault="00D717C3" w:rsidP="002860DC">
      <w:pPr>
        <w:pStyle w:val="BodyText"/>
        <w:spacing w:after="0" w:line="240" w:lineRule="atLeast"/>
        <w:ind w:left="540"/>
        <w:jc w:val="thaiDistribute"/>
      </w:pPr>
      <w:r w:rsidRPr="005D3E43">
        <w:t xml:space="preserve">The interim financial statements do not include </w:t>
      </w:r>
      <w:proofErr w:type="gramStart"/>
      <w:r w:rsidRPr="005D3E43">
        <w:t>all of</w:t>
      </w:r>
      <w:proofErr w:type="gramEnd"/>
      <w:r w:rsidRPr="005D3E43">
        <w:t xml:space="preserve">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w:t>
      </w:r>
      <w:r w:rsidR="000618C3" w:rsidRPr="005D3E43">
        <w:t>Company</w:t>
      </w:r>
      <w:r w:rsidRPr="005D3E43">
        <w:t xml:space="preserve"> and its subsidiaries for the year ended </w:t>
      </w:r>
      <w:r w:rsidR="00451AAD" w:rsidRPr="005D3E43">
        <w:br/>
      </w:r>
      <w:r w:rsidRPr="005D3E43">
        <w:t>31 December 201</w:t>
      </w:r>
      <w:r w:rsidR="000E567A" w:rsidRPr="005D3E43">
        <w:t>9</w:t>
      </w:r>
      <w:r w:rsidRPr="005D3E43">
        <w:t>.</w:t>
      </w:r>
    </w:p>
    <w:p w14:paraId="5EAE6703" w14:textId="77777777" w:rsidR="002C2242" w:rsidRPr="005D3E43" w:rsidRDefault="002C2242" w:rsidP="002860DC">
      <w:pPr>
        <w:pStyle w:val="BodyText"/>
        <w:spacing w:after="0" w:line="240" w:lineRule="atLeast"/>
        <w:ind w:left="540"/>
        <w:jc w:val="thaiDistribute"/>
      </w:pPr>
    </w:p>
    <w:p w14:paraId="63B2BE4C" w14:textId="77777777" w:rsidR="002C2242" w:rsidRPr="005D3E43" w:rsidRDefault="002C2242" w:rsidP="002C2242">
      <w:pPr>
        <w:pStyle w:val="BodyText"/>
        <w:spacing w:after="0" w:line="240" w:lineRule="auto"/>
        <w:ind w:left="540"/>
        <w:jc w:val="thaiDistribute"/>
      </w:pPr>
      <w:r w:rsidRPr="005D3E43">
        <w:t xml:space="preserve">The Group has initially applied TFRS - Financial instruments standards and TFRS 16 </w:t>
      </w:r>
      <w:r w:rsidRPr="006D2784">
        <w:rPr>
          <w:i/>
          <w:iCs/>
        </w:rPr>
        <w:t>Leases</w:t>
      </w:r>
      <w:r w:rsidRPr="005D3E43">
        <w:rPr>
          <w:cs/>
          <w:lang w:bidi="th-TH"/>
        </w:rPr>
        <w:t xml:space="preserve"> </w:t>
      </w:r>
      <w:r w:rsidRPr="005D3E43">
        <w:t>and disclosed impact from changes to significant accounting policies in note 3</w:t>
      </w:r>
      <w:r w:rsidR="00695130" w:rsidRPr="005D3E43">
        <w:t>.</w:t>
      </w:r>
    </w:p>
    <w:p w14:paraId="5B3B4C24" w14:textId="77777777" w:rsidR="00715DBC" w:rsidRPr="005D3E43" w:rsidRDefault="00715DBC" w:rsidP="002C2242">
      <w:pPr>
        <w:pStyle w:val="BodyText"/>
        <w:spacing w:after="0" w:line="240" w:lineRule="auto"/>
        <w:ind w:left="540"/>
        <w:jc w:val="thaiDistribute"/>
      </w:pPr>
    </w:p>
    <w:p w14:paraId="0CE4D573" w14:textId="77777777" w:rsidR="00715DBC" w:rsidRPr="005D3E43" w:rsidRDefault="00715DBC" w:rsidP="00715DBC">
      <w:pPr>
        <w:pStyle w:val="BodyText"/>
        <w:spacing w:after="0" w:line="240" w:lineRule="auto"/>
        <w:ind w:left="540"/>
        <w:jc w:val="both"/>
      </w:pPr>
      <w:r w:rsidRPr="005D3E43">
        <w:t xml:space="preserve">In addition, the Group has not early adopted </w:t>
      </w:r>
      <w:proofErr w:type="gramStart"/>
      <w:r w:rsidRPr="005D3E43">
        <w:t>a number of</w:t>
      </w:r>
      <w:proofErr w:type="gramEnd"/>
      <w:r w:rsidRPr="005D3E43">
        <w:t xml:space="preserve"> new and revised TFRS, which are not yet effective for the current period in preparing these</w:t>
      </w:r>
      <w:r w:rsidRPr="005D3E43">
        <w:rPr>
          <w:rtl/>
        </w:rPr>
        <w:t xml:space="preserve"> </w:t>
      </w:r>
      <w:r w:rsidRPr="005D3E43">
        <w:t xml:space="preserve">financial statements. The Group has assessed the potential initial impact on the financial statements of these new and revised TFRS and expects that there will be no material impact on the financial statements in the period of initial application.  </w:t>
      </w:r>
    </w:p>
    <w:p w14:paraId="41DD647C" w14:textId="77777777" w:rsidR="00D06C82" w:rsidRPr="005D3E43" w:rsidRDefault="00D06C82" w:rsidP="009552B4">
      <w:pPr>
        <w:rPr>
          <w:i/>
          <w:iCs/>
          <w:szCs w:val="22"/>
        </w:rPr>
      </w:pPr>
    </w:p>
    <w:p w14:paraId="6564BC5D" w14:textId="77777777" w:rsidR="00D06C82" w:rsidRPr="005D3E43" w:rsidRDefault="00FE5817" w:rsidP="002860DC">
      <w:pPr>
        <w:pStyle w:val="index"/>
        <w:numPr>
          <w:ilvl w:val="0"/>
          <w:numId w:val="0"/>
        </w:numPr>
        <w:ind w:left="540" w:hanging="540"/>
        <w:jc w:val="both"/>
        <w:rPr>
          <w:color w:val="0000FF"/>
        </w:rPr>
      </w:pPr>
      <w:r w:rsidRPr="005D3E43">
        <w:rPr>
          <w:i/>
          <w:iCs/>
          <w:szCs w:val="22"/>
          <w:lang w:val="en-US"/>
        </w:rPr>
        <w:t>(</w:t>
      </w:r>
      <w:r w:rsidR="009552B4" w:rsidRPr="005D3E43">
        <w:rPr>
          <w:i/>
          <w:iCs/>
          <w:szCs w:val="22"/>
          <w:lang w:val="en-US"/>
        </w:rPr>
        <w:t>b</w:t>
      </w:r>
      <w:r w:rsidRPr="005D3E43">
        <w:rPr>
          <w:i/>
          <w:iCs/>
          <w:szCs w:val="22"/>
          <w:lang w:val="en-US"/>
        </w:rPr>
        <w:t>)</w:t>
      </w:r>
      <w:r w:rsidR="00F23A56" w:rsidRPr="005D3E43">
        <w:rPr>
          <w:i/>
          <w:iCs/>
          <w:szCs w:val="22"/>
          <w:lang w:val="en-US"/>
        </w:rPr>
        <w:tab/>
      </w:r>
      <w:r w:rsidR="0086226A" w:rsidRPr="005D3E43">
        <w:rPr>
          <w:i/>
          <w:iCs/>
        </w:rPr>
        <w:t xml:space="preserve">Use of judgements, estimates and accounting policies </w:t>
      </w:r>
      <w:r w:rsidR="0086226A" w:rsidRPr="005D3E43">
        <w:rPr>
          <w:color w:val="0000FF"/>
        </w:rPr>
        <w:t xml:space="preserve">  </w:t>
      </w:r>
    </w:p>
    <w:p w14:paraId="649B3B63" w14:textId="77777777" w:rsidR="0086226A" w:rsidRPr="005D3E43" w:rsidRDefault="0086226A" w:rsidP="0086226A">
      <w:pPr>
        <w:pStyle w:val="index"/>
        <w:numPr>
          <w:ilvl w:val="0"/>
          <w:numId w:val="0"/>
        </w:numPr>
        <w:ind w:left="450" w:hanging="450"/>
        <w:jc w:val="both"/>
        <w:rPr>
          <w:i/>
          <w:iCs/>
          <w:color w:val="0000FF"/>
          <w:szCs w:val="22"/>
          <w:lang w:val="en-US"/>
        </w:rPr>
      </w:pPr>
    </w:p>
    <w:p w14:paraId="79B954D7" w14:textId="50B24C57" w:rsidR="00365AA2" w:rsidRDefault="00200CCB" w:rsidP="00F65EF1">
      <w:pPr>
        <w:spacing w:line="240" w:lineRule="auto"/>
        <w:ind w:left="540"/>
        <w:jc w:val="both"/>
      </w:pPr>
      <w:r w:rsidRPr="00200CCB">
        <w:t>In preparing these interim financial statements, judgements and estimates are made by management in applying the Group’s accounting policies. Actual results may differ from these estimates. The accounting policies, methods of computation and the key sources of estimation uncertainty were the same as those that described in the financial statements for the year ended 31 December 2019, except for the new significant judgements and key sources of estimation uncertainty related to the application of new TFRS and the impact of COVID-19 outbreak as described in note</w:t>
      </w:r>
      <w:r w:rsidR="009736C8">
        <w:rPr>
          <w:rFonts w:cs="Angsana New"/>
          <w:lang w:val="en-US" w:bidi="th-TH"/>
        </w:rPr>
        <w:t>s</w:t>
      </w:r>
      <w:r w:rsidRPr="00200CCB">
        <w:t xml:space="preserve"> 3 and </w:t>
      </w:r>
      <w:r w:rsidR="006D2784">
        <w:t>5</w:t>
      </w:r>
      <w:r w:rsidRPr="00200CCB">
        <w:t xml:space="preserve"> respectively.</w:t>
      </w:r>
    </w:p>
    <w:p w14:paraId="401B2E84" w14:textId="77777777" w:rsidR="00365AA2" w:rsidRDefault="00365AA2" w:rsidP="009736C8">
      <w:pPr>
        <w:spacing w:line="240" w:lineRule="auto"/>
        <w:ind w:left="540"/>
        <w:jc w:val="both"/>
      </w:pPr>
    </w:p>
    <w:p w14:paraId="47378DEB" w14:textId="68F67DB3" w:rsidR="006F14B0" w:rsidRPr="005D3E43" w:rsidRDefault="006F14B0" w:rsidP="006F14B0">
      <w:pPr>
        <w:pStyle w:val="index"/>
        <w:numPr>
          <w:ilvl w:val="0"/>
          <w:numId w:val="0"/>
        </w:numPr>
        <w:tabs>
          <w:tab w:val="left" w:pos="540"/>
        </w:tabs>
        <w:spacing w:after="0" w:line="240" w:lineRule="atLeast"/>
      </w:pPr>
      <w:r w:rsidRPr="005D3E43">
        <w:rPr>
          <w:b/>
          <w:bCs/>
          <w:sz w:val="24"/>
          <w:szCs w:val="22"/>
        </w:rPr>
        <w:t>3</w:t>
      </w:r>
      <w:r w:rsidRPr="005D3E43">
        <w:rPr>
          <w:b/>
          <w:bCs/>
          <w:sz w:val="24"/>
          <w:szCs w:val="22"/>
        </w:rPr>
        <w:tab/>
        <w:t>Change</w:t>
      </w:r>
      <w:r w:rsidR="00554C4E" w:rsidRPr="005D3E43">
        <w:rPr>
          <w:b/>
          <w:bCs/>
          <w:sz w:val="24"/>
          <w:szCs w:val="22"/>
        </w:rPr>
        <w:t>s</w:t>
      </w:r>
      <w:r w:rsidRPr="005D3E43">
        <w:rPr>
          <w:b/>
          <w:bCs/>
          <w:sz w:val="24"/>
          <w:szCs w:val="22"/>
        </w:rPr>
        <w:t xml:space="preserve"> in accounting polic</w:t>
      </w:r>
      <w:r w:rsidR="00554C4E" w:rsidRPr="005D3E43">
        <w:rPr>
          <w:b/>
          <w:bCs/>
          <w:sz w:val="24"/>
          <w:szCs w:val="22"/>
        </w:rPr>
        <w:t>ies</w:t>
      </w:r>
    </w:p>
    <w:p w14:paraId="394C584C" w14:textId="77777777" w:rsidR="006F14B0" w:rsidRPr="005D3E43" w:rsidRDefault="006F14B0" w:rsidP="006F14B0">
      <w:pPr>
        <w:pStyle w:val="index"/>
        <w:numPr>
          <w:ilvl w:val="0"/>
          <w:numId w:val="0"/>
        </w:numPr>
        <w:tabs>
          <w:tab w:val="left" w:pos="540"/>
        </w:tabs>
        <w:spacing w:after="0" w:line="240" w:lineRule="atLeast"/>
      </w:pPr>
    </w:p>
    <w:p w14:paraId="40E432FA" w14:textId="77777777" w:rsidR="00DF74A8" w:rsidRPr="005D3E43" w:rsidRDefault="00DF74A8" w:rsidP="00DF74A8">
      <w:pPr>
        <w:ind w:left="540"/>
        <w:jc w:val="thaiDistribute"/>
      </w:pPr>
      <w:r w:rsidRPr="005D3E43">
        <w:t xml:space="preserve">From 1 January 2020, the Group has initially applied TFRS - Financial instruments standards and TFRS 16 as follows: </w:t>
      </w:r>
    </w:p>
    <w:p w14:paraId="303A5376" w14:textId="63278FDA" w:rsidR="00365AA2" w:rsidRDefault="00365AA2" w:rsidP="00365AA2">
      <w:pPr>
        <w:spacing w:line="240" w:lineRule="auto"/>
        <w:jc w:val="thaiDistribute"/>
        <w:rPr>
          <w:szCs w:val="22"/>
        </w:rPr>
      </w:pPr>
    </w:p>
    <w:p w14:paraId="7FC68DC3" w14:textId="7F395D6F" w:rsidR="00F65EF1" w:rsidRDefault="00F65EF1" w:rsidP="00365AA2">
      <w:pPr>
        <w:spacing w:line="240" w:lineRule="auto"/>
        <w:jc w:val="thaiDistribute"/>
        <w:rPr>
          <w:szCs w:val="22"/>
        </w:rPr>
      </w:pPr>
    </w:p>
    <w:p w14:paraId="56C2653B" w14:textId="7AB276A6" w:rsidR="00F65EF1" w:rsidRDefault="00F65EF1" w:rsidP="00365AA2">
      <w:pPr>
        <w:spacing w:line="240" w:lineRule="auto"/>
        <w:jc w:val="thaiDistribute"/>
        <w:rPr>
          <w:szCs w:val="22"/>
        </w:rPr>
      </w:pPr>
    </w:p>
    <w:p w14:paraId="2B7EC5ED" w14:textId="397BE63F" w:rsidR="00F65EF1" w:rsidRDefault="00F65EF1" w:rsidP="00365AA2">
      <w:pPr>
        <w:spacing w:line="240" w:lineRule="auto"/>
        <w:jc w:val="thaiDistribute"/>
        <w:rPr>
          <w:szCs w:val="22"/>
        </w:rPr>
      </w:pPr>
    </w:p>
    <w:p w14:paraId="613CCDDC" w14:textId="77777777" w:rsidR="00F65EF1" w:rsidRPr="005D3E43" w:rsidRDefault="00F65EF1" w:rsidP="00365AA2">
      <w:pPr>
        <w:spacing w:line="240" w:lineRule="auto"/>
        <w:jc w:val="thaiDistribute"/>
        <w:rPr>
          <w:szCs w:val="22"/>
        </w:rPr>
      </w:pPr>
    </w:p>
    <w:p w14:paraId="6956C827" w14:textId="77777777" w:rsidR="00DF74A8" w:rsidRPr="005D3E43" w:rsidRDefault="00DF74A8" w:rsidP="005D3E43">
      <w:pPr>
        <w:spacing w:line="240" w:lineRule="auto"/>
        <w:ind w:left="900" w:hanging="360"/>
        <w:rPr>
          <w:b/>
          <w:bCs/>
          <w:i/>
          <w:iCs/>
          <w:szCs w:val="22"/>
          <w:lang w:val="en-US" w:bidi="th-TH"/>
        </w:rPr>
      </w:pPr>
      <w:r w:rsidRPr="005D3E43">
        <w:rPr>
          <w:b/>
          <w:bCs/>
          <w:i/>
          <w:iCs/>
          <w:szCs w:val="22"/>
        </w:rPr>
        <w:lastRenderedPageBreak/>
        <w:t>A.   TFRS - Financial instruments standards</w:t>
      </w:r>
    </w:p>
    <w:p w14:paraId="41497368" w14:textId="77777777" w:rsidR="00DF74A8" w:rsidRPr="005D3E43" w:rsidRDefault="00DF74A8" w:rsidP="00DF74A8">
      <w:pPr>
        <w:autoSpaceDE w:val="0"/>
        <w:autoSpaceDN w:val="0"/>
        <w:spacing w:line="240" w:lineRule="auto"/>
        <w:ind w:left="900"/>
        <w:jc w:val="thaiDistribute"/>
        <w:rPr>
          <w:szCs w:val="22"/>
        </w:rPr>
      </w:pPr>
    </w:p>
    <w:p w14:paraId="39DD448F" w14:textId="77777777" w:rsidR="00DF74A8" w:rsidRPr="005D3E43" w:rsidRDefault="00DF74A8" w:rsidP="00DF74A8">
      <w:pPr>
        <w:autoSpaceDE w:val="0"/>
        <w:autoSpaceDN w:val="0"/>
        <w:spacing w:line="240" w:lineRule="auto"/>
        <w:ind w:left="900"/>
        <w:jc w:val="thaiDistribute"/>
        <w:rPr>
          <w:i/>
          <w:iCs/>
          <w:color w:val="0000FF"/>
          <w:szCs w:val="22"/>
        </w:rPr>
      </w:pPr>
      <w:r w:rsidRPr="005D3E43">
        <w:rPr>
          <w:szCs w:val="22"/>
        </w:rPr>
        <w:t xml:space="preserve">The Group has adopted TFRS - Financial instruments standards by adjusting the cumulative effects to retained earnings on 1 January 2020. Therefore, the Group did not adjust the information presented for 2019. </w:t>
      </w:r>
    </w:p>
    <w:p w14:paraId="789BEB60" w14:textId="77777777" w:rsidR="00DF74A8" w:rsidRPr="005D3E43" w:rsidRDefault="00DF74A8" w:rsidP="00DF74A8">
      <w:pPr>
        <w:spacing w:line="240" w:lineRule="auto"/>
        <w:ind w:left="900"/>
        <w:jc w:val="thaiDistribute"/>
        <w:rPr>
          <w:szCs w:val="22"/>
        </w:rPr>
      </w:pPr>
    </w:p>
    <w:p w14:paraId="10A1C261" w14:textId="77777777" w:rsidR="00DF74A8" w:rsidRPr="005D3E43" w:rsidRDefault="00DF74A8" w:rsidP="00DF74A8">
      <w:pPr>
        <w:pStyle w:val="ListParagraph"/>
        <w:spacing w:line="240" w:lineRule="auto"/>
        <w:ind w:left="900"/>
        <w:jc w:val="thaiDistribute"/>
        <w:rPr>
          <w:szCs w:val="22"/>
        </w:rPr>
      </w:pPr>
      <w:r w:rsidRPr="005D3E43">
        <w:rPr>
          <w:szCs w:val="22"/>
        </w:rPr>
        <w:t xml:space="preserve">These TFRS - Financial instruments standards establish requirements related to definition, recognition, measurement, impairment and derecognition of financial assets and financial liabilities, including accounting for derivatives and hedge accounting. The impact from adoption of TFRS </w:t>
      </w:r>
      <w:r w:rsidR="00695130" w:rsidRPr="005D3E43">
        <w:rPr>
          <w:szCs w:val="22"/>
        </w:rPr>
        <w:t>-</w:t>
      </w:r>
      <w:r w:rsidRPr="005D3E43">
        <w:rPr>
          <w:szCs w:val="22"/>
        </w:rPr>
        <w:t xml:space="preserve"> Financial instruments standards are as follows: </w:t>
      </w:r>
    </w:p>
    <w:p w14:paraId="28AACA7F" w14:textId="77777777" w:rsidR="00DF74A8" w:rsidRPr="005D3E43" w:rsidRDefault="00DF74A8" w:rsidP="00DF74A8">
      <w:pPr>
        <w:pStyle w:val="ListParagraph"/>
        <w:spacing w:line="240" w:lineRule="auto"/>
        <w:ind w:left="900"/>
        <w:jc w:val="thaiDistribute"/>
        <w:rPr>
          <w:szCs w:val="22"/>
        </w:rPr>
      </w:pPr>
    </w:p>
    <w:p w14:paraId="3B273A03" w14:textId="77777777" w:rsidR="00DF74A8" w:rsidRPr="005D3E43" w:rsidRDefault="00DF74A8" w:rsidP="00DF74A8">
      <w:pPr>
        <w:pStyle w:val="ListParagraph"/>
        <w:numPr>
          <w:ilvl w:val="0"/>
          <w:numId w:val="37"/>
        </w:numPr>
        <w:spacing w:line="240" w:lineRule="auto"/>
        <w:ind w:left="1260"/>
        <w:jc w:val="thaiDistribute"/>
        <w:rPr>
          <w:szCs w:val="22"/>
        </w:rPr>
      </w:pPr>
      <w:r w:rsidRPr="005D3E43">
        <w:rPr>
          <w:szCs w:val="22"/>
        </w:rPr>
        <w:t>Classification and measurement of financial assets and financial liabilities</w:t>
      </w:r>
    </w:p>
    <w:p w14:paraId="6AE950B1" w14:textId="77777777" w:rsidR="00DF74A8" w:rsidRPr="005D3E43" w:rsidRDefault="00DF74A8" w:rsidP="00DF74A8">
      <w:pPr>
        <w:pStyle w:val="ListParagraph"/>
        <w:spacing w:line="240" w:lineRule="auto"/>
        <w:ind w:left="1260"/>
        <w:jc w:val="thaiDistribute"/>
        <w:rPr>
          <w:color w:val="000000"/>
          <w:szCs w:val="22"/>
        </w:rPr>
      </w:pPr>
    </w:p>
    <w:p w14:paraId="13C97AB5" w14:textId="7AD23DB0" w:rsidR="00DF74A8" w:rsidRPr="005D3E43" w:rsidRDefault="00DF74A8" w:rsidP="00DF74A8">
      <w:pPr>
        <w:pStyle w:val="ListParagraph"/>
        <w:spacing w:line="240" w:lineRule="auto"/>
        <w:ind w:left="1260"/>
        <w:jc w:val="thaiDistribute"/>
        <w:rPr>
          <w:color w:val="000000"/>
          <w:szCs w:val="22"/>
          <w:lang w:val="en-US"/>
        </w:rPr>
      </w:pPr>
      <w:r w:rsidRPr="005D3E43">
        <w:rPr>
          <w:color w:val="000000"/>
          <w:szCs w:val="22"/>
        </w:rPr>
        <w:t xml:space="preserve">TFRS 9 </w:t>
      </w:r>
      <w:r w:rsidR="00E375CE" w:rsidRPr="005D3E43">
        <w:rPr>
          <w:color w:val="000000"/>
          <w:szCs w:val="22"/>
        </w:rPr>
        <w:t xml:space="preserve">classified the Group’s financial assets into categories including </w:t>
      </w:r>
      <w:r w:rsidRPr="005D3E43">
        <w:rPr>
          <w:color w:val="000000"/>
          <w:szCs w:val="22"/>
        </w:rPr>
        <w:t>financial assets measured at amortised cost</w:t>
      </w:r>
      <w:r w:rsidR="00235DB0" w:rsidRPr="005D3E43">
        <w:rPr>
          <w:color w:val="000000"/>
          <w:szCs w:val="22"/>
        </w:rPr>
        <w:t xml:space="preserve"> and</w:t>
      </w:r>
      <w:r w:rsidRPr="005D3E43">
        <w:rPr>
          <w:color w:val="000000"/>
          <w:szCs w:val="22"/>
        </w:rPr>
        <w:t xml:space="preserve"> fair value to </w:t>
      </w:r>
      <w:r w:rsidR="00E375CE" w:rsidRPr="005D3E43">
        <w:rPr>
          <w:color w:val="000000"/>
          <w:szCs w:val="22"/>
        </w:rPr>
        <w:t>profit or loss</w:t>
      </w:r>
      <w:r w:rsidRPr="005D3E43">
        <w:rPr>
          <w:color w:val="000000"/>
          <w:szCs w:val="22"/>
        </w:rPr>
        <w:t xml:space="preserve"> (FV</w:t>
      </w:r>
      <w:r w:rsidR="00B052B5" w:rsidRPr="005D3E43">
        <w:rPr>
          <w:color w:val="000000"/>
          <w:szCs w:val="22"/>
        </w:rPr>
        <w:t>TPL</w:t>
      </w:r>
      <w:r w:rsidRPr="005D3E43">
        <w:rPr>
          <w:color w:val="000000"/>
          <w:szCs w:val="22"/>
        </w:rPr>
        <w:t xml:space="preserve">). The classification under TFRS 9 is based on the cash flow characteristics of the financial asset and the business model in which they are managed. TFRS 9 eliminates the previous classification of held-to-maturity debt securities, available-for-sale securities, trading securities and general investment as specified by TAS 105. </w:t>
      </w:r>
    </w:p>
    <w:p w14:paraId="33753484" w14:textId="77777777" w:rsidR="00DF74A8" w:rsidRPr="005D3E43" w:rsidRDefault="00DF74A8" w:rsidP="00DF74A8">
      <w:pPr>
        <w:pStyle w:val="ListParagraph"/>
        <w:spacing w:line="240" w:lineRule="auto"/>
        <w:ind w:left="1260"/>
        <w:jc w:val="thaiDistribute"/>
        <w:rPr>
          <w:color w:val="000000"/>
          <w:szCs w:val="22"/>
        </w:rPr>
      </w:pPr>
    </w:p>
    <w:p w14:paraId="326C7FB9" w14:textId="289F6AD3" w:rsidR="00DF74A8" w:rsidRDefault="00DF74A8" w:rsidP="00DF74A8">
      <w:pPr>
        <w:pStyle w:val="ListParagraph"/>
        <w:spacing w:line="240" w:lineRule="auto"/>
        <w:ind w:left="1260"/>
        <w:jc w:val="both"/>
        <w:rPr>
          <w:szCs w:val="22"/>
        </w:rPr>
      </w:pPr>
      <w:r w:rsidRPr="005D3E43">
        <w:rPr>
          <w:szCs w:val="22"/>
        </w:rPr>
        <w:t xml:space="preserve">Under TFRS 9, interest income and interest expenses recognised from all financial assets and financial liabilities measured at amortised cost shall be calculated using effective interest rate method. Previously, the Group recognised interest income and interest expenses at the rate specified in the contract. </w:t>
      </w:r>
    </w:p>
    <w:p w14:paraId="06D1DFE5" w14:textId="3C87135B" w:rsidR="00CA7485" w:rsidRDefault="00CA7485" w:rsidP="00DF74A8">
      <w:pPr>
        <w:pStyle w:val="ListParagraph"/>
        <w:spacing w:line="240" w:lineRule="auto"/>
        <w:ind w:left="1260"/>
        <w:jc w:val="both"/>
        <w:rPr>
          <w:szCs w:val="22"/>
        </w:rPr>
      </w:pPr>
    </w:p>
    <w:p w14:paraId="24FE689F" w14:textId="2B562285" w:rsidR="00CA7485" w:rsidRDefault="00CA7485" w:rsidP="00DF74A8">
      <w:pPr>
        <w:pStyle w:val="ListParagraph"/>
        <w:spacing w:line="240" w:lineRule="auto"/>
        <w:ind w:left="1260"/>
        <w:jc w:val="both"/>
        <w:rPr>
          <w:szCs w:val="22"/>
        </w:rPr>
      </w:pPr>
      <w:r w:rsidRPr="00CA7485">
        <w:rPr>
          <w:szCs w:val="22"/>
        </w:rPr>
        <w:t xml:space="preserve">The Group intends to hold non-marketable equity securities amounted of Baht </w:t>
      </w:r>
      <w:r>
        <w:rPr>
          <w:rFonts w:cs="Angsana New"/>
          <w:szCs w:val="28"/>
          <w:lang w:val="en-US" w:bidi="th-TH"/>
        </w:rPr>
        <w:t>105</w:t>
      </w:r>
      <w:r w:rsidRPr="00CA7485">
        <w:rPr>
          <w:szCs w:val="22"/>
        </w:rPr>
        <w:t xml:space="preserve"> million, for the long-term strategic purposes. The Group has designated them as measured at FVOCI. The accumulated gain on measurement of these investments will not be reclassified to profit or loss.</w:t>
      </w:r>
    </w:p>
    <w:p w14:paraId="22771AAA" w14:textId="4E46B723" w:rsidR="00C25ECB" w:rsidRDefault="00C25ECB" w:rsidP="00DF74A8">
      <w:pPr>
        <w:pStyle w:val="ListParagraph"/>
        <w:spacing w:line="240" w:lineRule="auto"/>
        <w:ind w:left="1260"/>
        <w:jc w:val="both"/>
        <w:rPr>
          <w:szCs w:val="22"/>
        </w:rPr>
      </w:pPr>
    </w:p>
    <w:tbl>
      <w:tblPr>
        <w:tblW w:w="8640" w:type="dxa"/>
        <w:tblInd w:w="900" w:type="dxa"/>
        <w:tblLook w:val="04A0" w:firstRow="1" w:lastRow="0" w:firstColumn="1" w:lastColumn="0" w:noHBand="0" w:noVBand="1"/>
      </w:tblPr>
      <w:tblGrid>
        <w:gridCol w:w="4320"/>
        <w:gridCol w:w="1980"/>
        <w:gridCol w:w="251"/>
        <w:gridCol w:w="2089"/>
      </w:tblGrid>
      <w:tr w:rsidR="007A0AC6" w:rsidRPr="005B3A85" w14:paraId="5FE2CEB4" w14:textId="37A88948" w:rsidTr="00365AA2">
        <w:trPr>
          <w:tblHeader/>
        </w:trPr>
        <w:tc>
          <w:tcPr>
            <w:tcW w:w="4320" w:type="dxa"/>
            <w:vAlign w:val="bottom"/>
          </w:tcPr>
          <w:p w14:paraId="59F9D164" w14:textId="65D98B56" w:rsidR="007A0AC6" w:rsidRPr="00CD3D51" w:rsidRDefault="007A0AC6" w:rsidP="00C25E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heme="minorBidi"/>
                <w:b/>
                <w:bCs/>
                <w:color w:val="000000"/>
                <w:sz w:val="22"/>
                <w:cs/>
              </w:rPr>
            </w:pPr>
          </w:p>
        </w:tc>
        <w:tc>
          <w:tcPr>
            <w:tcW w:w="4320" w:type="dxa"/>
            <w:gridSpan w:val="3"/>
            <w:vAlign w:val="bottom"/>
          </w:tcPr>
          <w:p w14:paraId="57A75643" w14:textId="65C35255" w:rsidR="007A0AC6" w:rsidRPr="00CD3D51" w:rsidRDefault="007A0AC6" w:rsidP="00C25E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heme="minorBidi"/>
                <w:b/>
                <w:bCs/>
                <w:color w:val="000000"/>
                <w:sz w:val="22"/>
                <w:cs/>
              </w:rPr>
            </w:pPr>
            <w:r w:rsidRPr="00CD3D51">
              <w:rPr>
                <w:rFonts w:ascii="Times New Roman" w:hAnsi="Times New Roman" w:cs="Times New Roman"/>
                <w:b/>
                <w:bCs/>
                <w:color w:val="000000"/>
                <w:sz w:val="22"/>
              </w:rPr>
              <w:t>Consolidated financial statements</w:t>
            </w:r>
          </w:p>
        </w:tc>
      </w:tr>
      <w:tr w:rsidR="007A0AC6" w:rsidRPr="005B3A85" w14:paraId="495C7768" w14:textId="77777777" w:rsidTr="00365AA2">
        <w:trPr>
          <w:tblHeader/>
        </w:trPr>
        <w:tc>
          <w:tcPr>
            <w:tcW w:w="4320" w:type="dxa"/>
            <w:vAlign w:val="bottom"/>
          </w:tcPr>
          <w:p w14:paraId="53673BCC" w14:textId="2EC5DC3C" w:rsidR="007A0AC6" w:rsidRPr="00CD3D51" w:rsidRDefault="007A0AC6" w:rsidP="00C25ECB">
            <w:pPr>
              <w:pStyle w:val="NoSpacing"/>
              <w:tabs>
                <w:tab w:val="clear" w:pos="2807"/>
              </w:tabs>
              <w:ind w:left="-107" w:right="-105"/>
              <w:jc w:val="center"/>
              <w:rPr>
                <w:rFonts w:ascii="Times New Roman" w:hAnsi="Times New Roman" w:cs="Times New Roman"/>
                <w:color w:val="000000"/>
                <w:sz w:val="22"/>
              </w:rPr>
            </w:pPr>
          </w:p>
        </w:tc>
        <w:tc>
          <w:tcPr>
            <w:tcW w:w="1980" w:type="dxa"/>
            <w:tcBorders>
              <w:left w:val="nil"/>
            </w:tcBorders>
            <w:vAlign w:val="bottom"/>
          </w:tcPr>
          <w:p w14:paraId="4EB2D288" w14:textId="779EAB6E" w:rsidR="007A0AC6" w:rsidRPr="00CD3D51" w:rsidRDefault="007A0AC6" w:rsidP="00C25ECB">
            <w:pPr>
              <w:pStyle w:val="NoSpacing"/>
              <w:tabs>
                <w:tab w:val="clear" w:pos="2807"/>
              </w:tabs>
              <w:ind w:left="-107" w:right="-105"/>
              <w:jc w:val="center"/>
              <w:rPr>
                <w:rFonts w:ascii="Times New Roman" w:hAnsi="Times New Roman" w:cs="Times New Roman"/>
                <w:color w:val="000000"/>
                <w:sz w:val="22"/>
              </w:rPr>
            </w:pPr>
            <w:r w:rsidRPr="00CD3D51">
              <w:rPr>
                <w:rFonts w:ascii="Times New Roman" w:hAnsi="Times New Roman" w:cs="Times New Roman"/>
                <w:color w:val="000000"/>
                <w:sz w:val="22"/>
              </w:rPr>
              <w:t>Classification under previous standards at 31 December 2019</w:t>
            </w:r>
          </w:p>
        </w:tc>
        <w:tc>
          <w:tcPr>
            <w:tcW w:w="251" w:type="dxa"/>
          </w:tcPr>
          <w:p w14:paraId="3A6DE2AB" w14:textId="5CE81678" w:rsidR="007A0AC6" w:rsidRPr="00CD3D51" w:rsidRDefault="007A0AC6" w:rsidP="00C25E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2"/>
              </w:rPr>
            </w:pPr>
          </w:p>
        </w:tc>
        <w:tc>
          <w:tcPr>
            <w:tcW w:w="2089" w:type="dxa"/>
            <w:tcBorders>
              <w:bottom w:val="single" w:sz="4" w:space="0" w:color="auto"/>
            </w:tcBorders>
            <w:vAlign w:val="bottom"/>
          </w:tcPr>
          <w:p w14:paraId="249D80A1" w14:textId="7F32C6E8" w:rsidR="007A0AC6" w:rsidRPr="00CD3D51" w:rsidRDefault="007A0AC6" w:rsidP="00C25E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2"/>
              </w:rPr>
            </w:pPr>
            <w:r w:rsidRPr="00CD3D51">
              <w:rPr>
                <w:rFonts w:ascii="Times New Roman" w:hAnsi="Times New Roman" w:cs="Times New Roman"/>
                <w:color w:val="000000"/>
                <w:sz w:val="22"/>
              </w:rPr>
              <w:t>Classification under</w:t>
            </w:r>
            <w:r w:rsidRPr="00CD3D51">
              <w:rPr>
                <w:rFonts w:ascii="Times New Roman" w:hAnsi="Times New Roman" w:cs="Times New Roman"/>
                <w:color w:val="000000"/>
                <w:sz w:val="22"/>
                <w:cs/>
              </w:rPr>
              <w:t xml:space="preserve"> </w:t>
            </w:r>
            <w:r w:rsidRPr="00CD3D51">
              <w:rPr>
                <w:rFonts w:ascii="Times New Roman" w:hAnsi="Times New Roman" w:cs="Times New Roman"/>
                <w:color w:val="000000"/>
                <w:sz w:val="22"/>
              </w:rPr>
              <w:t xml:space="preserve">TFRS 9 </w:t>
            </w:r>
            <w:r w:rsidRPr="00CD3D51">
              <w:rPr>
                <w:rFonts w:ascii="Times New Roman" w:hAnsi="Times New Roman" w:cs="Times New Roman"/>
                <w:color w:val="000000"/>
                <w:sz w:val="22"/>
              </w:rPr>
              <w:br/>
              <w:t>at 1 January 2020</w:t>
            </w:r>
          </w:p>
        </w:tc>
      </w:tr>
      <w:tr w:rsidR="00C25ECB" w:rsidRPr="005B3A85" w14:paraId="40A825B7" w14:textId="77777777" w:rsidTr="00365AA2">
        <w:trPr>
          <w:tblHeader/>
        </w:trPr>
        <w:tc>
          <w:tcPr>
            <w:tcW w:w="4320" w:type="dxa"/>
            <w:vAlign w:val="bottom"/>
          </w:tcPr>
          <w:p w14:paraId="7B5D9F3A" w14:textId="0CA4DF3B" w:rsidR="00C25ECB" w:rsidRPr="00CD3D51" w:rsidRDefault="00C25ECB" w:rsidP="00C25E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i/>
                <w:iCs/>
                <w:color w:val="000000"/>
                <w:sz w:val="22"/>
                <w:lang w:val="en-GB"/>
              </w:rPr>
            </w:pPr>
          </w:p>
        </w:tc>
        <w:tc>
          <w:tcPr>
            <w:tcW w:w="1980" w:type="dxa"/>
            <w:tcBorders>
              <w:top w:val="single" w:sz="4" w:space="0" w:color="auto"/>
              <w:left w:val="nil"/>
            </w:tcBorders>
            <w:vAlign w:val="bottom"/>
          </w:tcPr>
          <w:p w14:paraId="51B27B17" w14:textId="77777777" w:rsidR="00C25ECB" w:rsidRPr="00CD3D51" w:rsidRDefault="00C25ECB" w:rsidP="00C25E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0" w:right="-115"/>
              <w:jc w:val="center"/>
              <w:rPr>
                <w:rFonts w:ascii="Times New Roman" w:hAnsi="Times New Roman" w:cs="Times New Roman"/>
                <w:color w:val="000000"/>
                <w:sz w:val="22"/>
              </w:rPr>
            </w:pPr>
            <w:r w:rsidRPr="00CD3D51">
              <w:rPr>
                <w:rFonts w:ascii="Times New Roman" w:hAnsi="Times New Roman" w:cs="Times New Roman"/>
                <w:color w:val="000000"/>
                <w:sz w:val="22"/>
              </w:rPr>
              <w:t>Carrying amounts</w:t>
            </w:r>
          </w:p>
        </w:tc>
        <w:tc>
          <w:tcPr>
            <w:tcW w:w="251" w:type="dxa"/>
          </w:tcPr>
          <w:p w14:paraId="4729077C" w14:textId="77777777" w:rsidR="00C25ECB" w:rsidRPr="00CD3D51" w:rsidRDefault="00C25ECB" w:rsidP="00C25ECB">
            <w:pPr>
              <w:pStyle w:val="NoSpacing"/>
              <w:ind w:right="-115"/>
              <w:rPr>
                <w:rFonts w:ascii="Times New Roman" w:hAnsi="Times New Roman" w:cs="Times New Roman"/>
                <w:color w:val="000000"/>
                <w:sz w:val="22"/>
              </w:rPr>
            </w:pPr>
          </w:p>
        </w:tc>
        <w:tc>
          <w:tcPr>
            <w:tcW w:w="2089" w:type="dxa"/>
            <w:vAlign w:val="bottom"/>
          </w:tcPr>
          <w:p w14:paraId="264416F4" w14:textId="77777777" w:rsidR="00C25ECB" w:rsidRPr="00CD3D51" w:rsidRDefault="00C25ECB" w:rsidP="00C25E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6" w:right="-115"/>
              <w:jc w:val="center"/>
              <w:rPr>
                <w:rFonts w:ascii="Times New Roman" w:hAnsi="Times New Roman" w:cs="Times New Roman"/>
                <w:color w:val="000000"/>
                <w:sz w:val="22"/>
              </w:rPr>
            </w:pPr>
            <w:r w:rsidRPr="00CD3D51">
              <w:rPr>
                <w:rFonts w:ascii="Times New Roman" w:hAnsi="Times New Roman" w:cs="Times New Roman"/>
                <w:color w:val="000000"/>
                <w:sz w:val="22"/>
              </w:rPr>
              <w:t>Fair value through other comprehensive income</w:t>
            </w:r>
          </w:p>
        </w:tc>
      </w:tr>
      <w:tr w:rsidR="00C25ECB" w:rsidRPr="005B3A85" w14:paraId="560DCF9C" w14:textId="77777777" w:rsidTr="00365AA2">
        <w:trPr>
          <w:tblHeader/>
        </w:trPr>
        <w:tc>
          <w:tcPr>
            <w:tcW w:w="4320" w:type="dxa"/>
          </w:tcPr>
          <w:p w14:paraId="0DBBAA10" w14:textId="77777777" w:rsidR="00C25ECB" w:rsidRPr="00CD3D51" w:rsidRDefault="00C25ECB" w:rsidP="00C25E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2"/>
              </w:rPr>
            </w:pPr>
          </w:p>
        </w:tc>
        <w:tc>
          <w:tcPr>
            <w:tcW w:w="4320" w:type="dxa"/>
            <w:gridSpan w:val="3"/>
          </w:tcPr>
          <w:p w14:paraId="7377CD59" w14:textId="77777777" w:rsidR="00C25ECB" w:rsidRPr="00CD3D51" w:rsidRDefault="00C25ECB" w:rsidP="00C25E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i/>
                <w:iCs/>
                <w:color w:val="000000"/>
                <w:sz w:val="22"/>
                <w:cs/>
              </w:rPr>
            </w:pPr>
            <w:r w:rsidRPr="00CD3D51">
              <w:rPr>
                <w:rFonts w:ascii="Times New Roman" w:hAnsi="Times New Roman" w:cs="Times New Roman"/>
                <w:i/>
                <w:iCs/>
                <w:color w:val="000000"/>
                <w:sz w:val="22"/>
                <w:cs/>
              </w:rPr>
              <w:t>(</w:t>
            </w:r>
            <w:r w:rsidRPr="00CD3D51">
              <w:rPr>
                <w:rFonts w:ascii="Times New Roman" w:hAnsi="Times New Roman" w:cs="Times New Roman"/>
                <w:i/>
                <w:iCs/>
                <w:color w:val="000000"/>
                <w:sz w:val="22"/>
              </w:rPr>
              <w:t>in million Baht</w:t>
            </w:r>
            <w:r w:rsidRPr="00CD3D51">
              <w:rPr>
                <w:rFonts w:ascii="Times New Roman" w:hAnsi="Times New Roman" w:cs="Times New Roman"/>
                <w:i/>
                <w:iCs/>
                <w:color w:val="000000"/>
                <w:sz w:val="22"/>
                <w:cs/>
              </w:rPr>
              <w:t>)</w:t>
            </w:r>
          </w:p>
        </w:tc>
      </w:tr>
      <w:tr w:rsidR="00C25ECB" w:rsidRPr="005B3A85" w14:paraId="09C1CA11" w14:textId="77777777" w:rsidTr="00F65EF1">
        <w:tc>
          <w:tcPr>
            <w:tcW w:w="4320" w:type="dxa"/>
          </w:tcPr>
          <w:p w14:paraId="6AE26C4F" w14:textId="11E42343" w:rsidR="00C25ECB" w:rsidRPr="00CD3D51" w:rsidRDefault="00C25ECB" w:rsidP="00C25E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2"/>
              </w:rPr>
            </w:pPr>
            <w:r w:rsidRPr="00CD3D51">
              <w:rPr>
                <w:rFonts w:ascii="Times New Roman" w:hAnsi="Times New Roman"/>
                <w:color w:val="000000"/>
                <w:sz w:val="22"/>
              </w:rPr>
              <w:t>O</w:t>
            </w:r>
            <w:r w:rsidRPr="00CD3D51">
              <w:rPr>
                <w:rFonts w:ascii="Times New Roman" w:hAnsi="Times New Roman" w:cs="Times New Roman"/>
                <w:color w:val="000000"/>
                <w:sz w:val="22"/>
              </w:rPr>
              <w:t>ther financial assets</w:t>
            </w:r>
          </w:p>
        </w:tc>
        <w:tc>
          <w:tcPr>
            <w:tcW w:w="1980" w:type="dxa"/>
            <w:vAlign w:val="bottom"/>
          </w:tcPr>
          <w:p w14:paraId="0B620E56" w14:textId="69424A2D" w:rsidR="00C25ECB" w:rsidRPr="00CD3D51" w:rsidRDefault="00C25ECB" w:rsidP="00C25E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ind w:left="-110" w:right="-115"/>
              <w:rPr>
                <w:rFonts w:ascii="Times New Roman" w:hAnsi="Times New Roman" w:cs="Times New Roman"/>
                <w:color w:val="000000"/>
                <w:sz w:val="22"/>
              </w:rPr>
            </w:pPr>
          </w:p>
        </w:tc>
        <w:tc>
          <w:tcPr>
            <w:tcW w:w="251" w:type="dxa"/>
          </w:tcPr>
          <w:p w14:paraId="4BCCA1A1" w14:textId="77777777" w:rsidR="00C25ECB" w:rsidRPr="00CD3D51" w:rsidRDefault="00C25ECB" w:rsidP="00C25E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2"/>
              </w:rPr>
            </w:pPr>
          </w:p>
        </w:tc>
        <w:tc>
          <w:tcPr>
            <w:tcW w:w="2089" w:type="dxa"/>
            <w:vAlign w:val="bottom"/>
          </w:tcPr>
          <w:p w14:paraId="1AA04D33" w14:textId="10D16373" w:rsidR="00C25ECB" w:rsidRPr="00CD3D51" w:rsidRDefault="00C25ECB" w:rsidP="00C25E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26" w:right="-115"/>
              <w:rPr>
                <w:rFonts w:ascii="Times New Roman" w:hAnsi="Times New Roman" w:cs="Times New Roman"/>
                <w:color w:val="000000"/>
                <w:sz w:val="22"/>
                <w:cs/>
              </w:rPr>
            </w:pPr>
          </w:p>
        </w:tc>
      </w:tr>
      <w:tr w:rsidR="00C25ECB" w:rsidRPr="005B3A85" w14:paraId="42BB8539" w14:textId="77777777" w:rsidTr="00F65EF1">
        <w:tc>
          <w:tcPr>
            <w:tcW w:w="4320" w:type="dxa"/>
          </w:tcPr>
          <w:p w14:paraId="62887052" w14:textId="77777777" w:rsidR="00C25ECB" w:rsidRPr="00CD3D51" w:rsidRDefault="00C25ECB" w:rsidP="00C25E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2"/>
                <w:cs/>
              </w:rPr>
            </w:pPr>
            <w:r w:rsidRPr="00CD3D51">
              <w:rPr>
                <w:rFonts w:ascii="Times New Roman" w:hAnsi="Times New Roman" w:cs="Times New Roman"/>
                <w:color w:val="000000"/>
                <w:sz w:val="22"/>
                <w:cs/>
              </w:rPr>
              <w:t>-</w:t>
            </w:r>
            <w:r w:rsidRPr="00CD3D51">
              <w:rPr>
                <w:rFonts w:ascii="Times New Roman" w:hAnsi="Times New Roman" w:cs="Times New Roman"/>
                <w:color w:val="000000"/>
                <w:sz w:val="22"/>
                <w:cs/>
              </w:rPr>
              <w:tab/>
            </w:r>
            <w:r w:rsidRPr="00CD3D51">
              <w:rPr>
                <w:rFonts w:ascii="Times New Roman" w:hAnsi="Times New Roman" w:cs="Times New Roman"/>
                <w:color w:val="000000"/>
                <w:sz w:val="22"/>
              </w:rPr>
              <w:t>Other non-marketable equity instruments</w:t>
            </w:r>
          </w:p>
        </w:tc>
        <w:tc>
          <w:tcPr>
            <w:tcW w:w="1980" w:type="dxa"/>
            <w:vAlign w:val="bottom"/>
          </w:tcPr>
          <w:p w14:paraId="2749E7A3" w14:textId="1DF54BF1" w:rsidR="00C25ECB" w:rsidRPr="00CD3D51" w:rsidRDefault="00C25ECB" w:rsidP="00365AA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0" w:right="-115"/>
              <w:jc w:val="center"/>
              <w:rPr>
                <w:rFonts w:ascii="Times New Roman" w:hAnsi="Times New Roman" w:cs="Times New Roman"/>
                <w:b/>
                <w:bCs/>
                <w:color w:val="000000"/>
                <w:sz w:val="22"/>
                <w:cs/>
              </w:rPr>
            </w:pPr>
            <w:r w:rsidRPr="00CD3D51">
              <w:rPr>
                <w:rFonts w:ascii="Times New Roman" w:hAnsi="Times New Roman" w:cs="Times New Roman"/>
                <w:b/>
                <w:bCs/>
                <w:color w:val="000000"/>
                <w:sz w:val="22"/>
              </w:rPr>
              <w:t>105</w:t>
            </w:r>
          </w:p>
        </w:tc>
        <w:tc>
          <w:tcPr>
            <w:tcW w:w="251" w:type="dxa"/>
          </w:tcPr>
          <w:p w14:paraId="594816A1" w14:textId="77777777" w:rsidR="00C25ECB" w:rsidRPr="00CD3D51" w:rsidRDefault="00C25ECB" w:rsidP="00C25E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2"/>
              </w:rPr>
            </w:pPr>
          </w:p>
        </w:tc>
        <w:tc>
          <w:tcPr>
            <w:tcW w:w="2089" w:type="dxa"/>
            <w:vAlign w:val="bottom"/>
          </w:tcPr>
          <w:p w14:paraId="1B44EC36" w14:textId="4B5D0E04" w:rsidR="00C25ECB" w:rsidRPr="00CD3D51" w:rsidRDefault="00C25ECB" w:rsidP="00365AA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6" w:right="-115"/>
              <w:jc w:val="center"/>
              <w:rPr>
                <w:rFonts w:ascii="Times New Roman" w:hAnsi="Times New Roman" w:cs="Times New Roman"/>
                <w:b/>
                <w:bCs/>
                <w:color w:val="000000"/>
                <w:sz w:val="22"/>
                <w:cs/>
              </w:rPr>
            </w:pPr>
            <w:r w:rsidRPr="00CD3D51">
              <w:rPr>
                <w:rFonts w:ascii="Times New Roman" w:hAnsi="Times New Roman" w:cs="Times New Roman"/>
                <w:b/>
                <w:bCs/>
                <w:color w:val="000000"/>
                <w:sz w:val="22"/>
              </w:rPr>
              <w:t>572</w:t>
            </w:r>
          </w:p>
        </w:tc>
      </w:tr>
    </w:tbl>
    <w:p w14:paraId="0BB9D00B" w14:textId="4C235F1B" w:rsidR="00CA7485" w:rsidRDefault="00CA7485" w:rsidP="00DF74A8">
      <w:pPr>
        <w:pStyle w:val="ListParagraph"/>
        <w:spacing w:line="240" w:lineRule="auto"/>
        <w:ind w:left="1260"/>
        <w:jc w:val="both"/>
        <w:rPr>
          <w:szCs w:val="22"/>
        </w:rPr>
      </w:pPr>
    </w:p>
    <w:p w14:paraId="53A172C6" w14:textId="5C70D8D6" w:rsidR="00CA7485" w:rsidRPr="00CA7485" w:rsidRDefault="00CA7485" w:rsidP="00CA7485">
      <w:pPr>
        <w:pStyle w:val="ListParagraph"/>
        <w:numPr>
          <w:ilvl w:val="0"/>
          <w:numId w:val="37"/>
        </w:numPr>
        <w:spacing w:line="240" w:lineRule="auto"/>
        <w:ind w:left="1260"/>
        <w:jc w:val="thaiDistribute"/>
        <w:rPr>
          <w:szCs w:val="22"/>
        </w:rPr>
      </w:pPr>
      <w:r w:rsidRPr="00CA7485">
        <w:rPr>
          <w:szCs w:val="22"/>
        </w:rPr>
        <w:t>Impairment – Financial assets</w:t>
      </w:r>
    </w:p>
    <w:p w14:paraId="73BD02DF" w14:textId="77777777" w:rsidR="00CA7485" w:rsidRPr="00CA7485" w:rsidRDefault="00CA7485" w:rsidP="00CA7485">
      <w:pPr>
        <w:pStyle w:val="ListParagraph"/>
        <w:spacing w:line="240" w:lineRule="auto"/>
        <w:ind w:left="1260"/>
        <w:jc w:val="both"/>
        <w:rPr>
          <w:szCs w:val="22"/>
        </w:rPr>
      </w:pPr>
    </w:p>
    <w:p w14:paraId="2FBE4A2E" w14:textId="4276BFC8" w:rsidR="00CD3D51" w:rsidRPr="009736C8" w:rsidRDefault="00CA7485" w:rsidP="009736C8">
      <w:pPr>
        <w:pStyle w:val="ListParagraph"/>
        <w:spacing w:line="240" w:lineRule="auto"/>
        <w:ind w:left="1260"/>
        <w:jc w:val="both"/>
        <w:rPr>
          <w:szCs w:val="22"/>
        </w:rPr>
      </w:pPr>
      <w:r w:rsidRPr="00CA7485">
        <w:rPr>
          <w:szCs w:val="22"/>
        </w:rPr>
        <w:t>TFRS 9 introduces forward-looking ‘expected credit loss’ (ECL) model whereas previously the Group estimates allowance for doubtful account by analysing payment histories and future expectation of customer payment. TFRS 9 requires considerable judgement about how changes in economic factors affect ECLs, which will be determined on a probability-weighted basis. The new impairment model applies to financial assets measured at amortised cost, contract assets and debt investments measured at FVOCI, lease receivables, except for investments in equity instruments.</w:t>
      </w:r>
      <w:r w:rsidR="00B74AB4" w:rsidRPr="00B74AB4">
        <w:t xml:space="preserve"> </w:t>
      </w:r>
      <w:r w:rsidR="00B74AB4">
        <w:t>The change of accounting policies</w:t>
      </w:r>
      <w:r w:rsidR="00B74AB4">
        <w:rPr>
          <w:szCs w:val="22"/>
        </w:rPr>
        <w:t xml:space="preserve"> has</w:t>
      </w:r>
      <w:r w:rsidR="00B74AB4" w:rsidRPr="00B74AB4">
        <w:rPr>
          <w:szCs w:val="22"/>
        </w:rPr>
        <w:t xml:space="preserve"> no material impact on the</w:t>
      </w:r>
      <w:r w:rsidR="00B74AB4">
        <w:rPr>
          <w:szCs w:val="22"/>
        </w:rPr>
        <w:t xml:space="preserve"> consolidated and separate</w:t>
      </w:r>
      <w:r w:rsidR="00B74AB4" w:rsidRPr="00B74AB4">
        <w:rPr>
          <w:szCs w:val="22"/>
        </w:rPr>
        <w:t xml:space="preserve"> financial statements.</w:t>
      </w:r>
    </w:p>
    <w:p w14:paraId="61F8AE72" w14:textId="74B25BFE" w:rsidR="00365AA2" w:rsidRDefault="00365AA2" w:rsidP="007402FA">
      <w:pPr>
        <w:spacing w:line="240" w:lineRule="auto"/>
        <w:rPr>
          <w:i/>
          <w:iCs/>
          <w:color w:val="0000FF"/>
          <w:szCs w:val="22"/>
          <w:shd w:val="clear" w:color="auto" w:fill="D9D9D9" w:themeFill="background1" w:themeFillShade="D9"/>
        </w:rPr>
      </w:pPr>
    </w:p>
    <w:p w14:paraId="79800EC3" w14:textId="40C359D5" w:rsidR="00F65EF1" w:rsidRDefault="00F65EF1" w:rsidP="007402FA">
      <w:pPr>
        <w:spacing w:line="240" w:lineRule="auto"/>
        <w:rPr>
          <w:i/>
          <w:iCs/>
          <w:color w:val="0000FF"/>
          <w:szCs w:val="22"/>
          <w:shd w:val="clear" w:color="auto" w:fill="D9D9D9" w:themeFill="background1" w:themeFillShade="D9"/>
        </w:rPr>
      </w:pPr>
    </w:p>
    <w:p w14:paraId="215A181F" w14:textId="185C2BA4" w:rsidR="00F65EF1" w:rsidRDefault="00F65EF1" w:rsidP="007402FA">
      <w:pPr>
        <w:spacing w:line="240" w:lineRule="auto"/>
        <w:rPr>
          <w:i/>
          <w:iCs/>
          <w:color w:val="0000FF"/>
          <w:szCs w:val="22"/>
          <w:shd w:val="clear" w:color="auto" w:fill="D9D9D9" w:themeFill="background1" w:themeFillShade="D9"/>
        </w:rPr>
      </w:pPr>
    </w:p>
    <w:p w14:paraId="2302E5E8" w14:textId="77777777" w:rsidR="00F65EF1" w:rsidRPr="005D3E43" w:rsidRDefault="00F65EF1" w:rsidP="007402FA">
      <w:pPr>
        <w:spacing w:line="240" w:lineRule="auto"/>
        <w:rPr>
          <w:i/>
          <w:iCs/>
          <w:color w:val="0000FF"/>
          <w:szCs w:val="22"/>
          <w:shd w:val="clear" w:color="auto" w:fill="D9D9D9" w:themeFill="background1" w:themeFillShade="D9"/>
        </w:rPr>
      </w:pPr>
    </w:p>
    <w:p w14:paraId="70FDF71D" w14:textId="77777777" w:rsidR="00DF74A8" w:rsidRPr="005D3E43" w:rsidRDefault="00DF74A8" w:rsidP="00DF74A8">
      <w:pPr>
        <w:pStyle w:val="BodyText"/>
        <w:spacing w:after="0" w:line="240" w:lineRule="auto"/>
        <w:ind w:left="900" w:hanging="360"/>
        <w:jc w:val="both"/>
        <w:rPr>
          <w:b/>
          <w:bCs/>
          <w:i/>
          <w:iCs/>
          <w:szCs w:val="22"/>
          <w:lang w:val="en-US" w:bidi="th-TH"/>
        </w:rPr>
      </w:pPr>
      <w:r w:rsidRPr="005D3E43">
        <w:rPr>
          <w:b/>
          <w:bCs/>
          <w:i/>
          <w:iCs/>
          <w:szCs w:val="22"/>
        </w:rPr>
        <w:lastRenderedPageBreak/>
        <w:t>B.   TFRS 16 Leases</w:t>
      </w:r>
    </w:p>
    <w:p w14:paraId="59FE1024" w14:textId="77777777" w:rsidR="00DF74A8" w:rsidRPr="005D3E43" w:rsidRDefault="00DF74A8" w:rsidP="00DF74A8">
      <w:pPr>
        <w:pStyle w:val="BodyText"/>
        <w:spacing w:after="0" w:line="240" w:lineRule="auto"/>
        <w:ind w:left="900"/>
        <w:jc w:val="both"/>
        <w:rPr>
          <w:szCs w:val="22"/>
        </w:rPr>
      </w:pPr>
    </w:p>
    <w:p w14:paraId="02BE119E" w14:textId="77777777" w:rsidR="00DF74A8" w:rsidRPr="00CA7485" w:rsidRDefault="00DF74A8" w:rsidP="00DF74A8">
      <w:pPr>
        <w:pStyle w:val="BodyText"/>
        <w:spacing w:after="0" w:line="240" w:lineRule="auto"/>
        <w:ind w:left="900"/>
        <w:jc w:val="both"/>
        <w:rPr>
          <w:rFonts w:cstheme="minorBidi"/>
          <w:b/>
          <w:bCs/>
          <w:color w:val="0000FF"/>
          <w:szCs w:val="28"/>
          <w:cs/>
          <w:lang w:val="en-US" w:bidi="th-TH"/>
        </w:rPr>
      </w:pPr>
      <w:r w:rsidRPr="005D3E43">
        <w:rPr>
          <w:szCs w:val="22"/>
        </w:rPr>
        <w:t>From 1 January 2020, the Group has initially adopted TFRS 16</w:t>
      </w:r>
      <w:r w:rsidRPr="005D3E43">
        <w:rPr>
          <w:color w:val="000000"/>
          <w:szCs w:val="22"/>
        </w:rPr>
        <w:t xml:space="preserve"> on contracts previously identified as leases according to TAS 17 </w:t>
      </w:r>
      <w:r w:rsidRPr="005D3E43">
        <w:rPr>
          <w:i/>
          <w:iCs/>
          <w:color w:val="000000"/>
          <w:szCs w:val="22"/>
        </w:rPr>
        <w:t>Leases</w:t>
      </w:r>
      <w:r w:rsidRPr="005D3E43">
        <w:rPr>
          <w:color w:val="000000"/>
          <w:szCs w:val="22"/>
        </w:rPr>
        <w:t xml:space="preserve"> and TFRIC 4 </w:t>
      </w:r>
      <w:r w:rsidRPr="005D3E43">
        <w:rPr>
          <w:i/>
          <w:iCs/>
          <w:color w:val="000000"/>
          <w:szCs w:val="22"/>
        </w:rPr>
        <w:t>Determining whether an arrangement contains a lease</w:t>
      </w:r>
      <w:r w:rsidRPr="005D3E43">
        <w:rPr>
          <w:color w:val="000000"/>
          <w:szCs w:val="22"/>
        </w:rPr>
        <w:t xml:space="preserve"> using the modified retrospective approach. </w:t>
      </w:r>
    </w:p>
    <w:p w14:paraId="50B69A63" w14:textId="77777777" w:rsidR="00DF74A8" w:rsidRPr="005D3E43" w:rsidRDefault="00DF74A8" w:rsidP="00DF74A8">
      <w:pPr>
        <w:pStyle w:val="BodyText"/>
        <w:spacing w:after="0" w:line="240" w:lineRule="auto"/>
        <w:jc w:val="both"/>
        <w:rPr>
          <w:szCs w:val="22"/>
        </w:rPr>
      </w:pPr>
    </w:p>
    <w:p w14:paraId="084DA675" w14:textId="55240296" w:rsidR="00DF74A8" w:rsidRPr="005D3E43" w:rsidRDefault="00DF74A8" w:rsidP="00DF74A8">
      <w:pPr>
        <w:spacing w:line="240" w:lineRule="auto"/>
        <w:ind w:left="900"/>
        <w:jc w:val="both"/>
        <w:rPr>
          <w:szCs w:val="22"/>
        </w:rPr>
      </w:pPr>
      <w:r w:rsidRPr="005D3E43">
        <w:rPr>
          <w:szCs w:val="22"/>
        </w:rPr>
        <w:t xml:space="preserve">Previously, the </w:t>
      </w:r>
      <w:r w:rsidRPr="005D3E43">
        <w:rPr>
          <w:color w:val="000000"/>
          <w:szCs w:val="22"/>
        </w:rPr>
        <w:t>Group</w:t>
      </w:r>
      <w:r w:rsidRPr="005D3E43">
        <w:rPr>
          <w:szCs w:val="22"/>
        </w:rPr>
        <w:t>, as a lessee, recognised payments made under operating leases in profit or loss on a straight-line basis over the term of the lease. Under TFRS 16,</w:t>
      </w:r>
      <w:r w:rsidR="000135F8" w:rsidRPr="005D3E43">
        <w:rPr>
          <w:szCs w:val="22"/>
        </w:rPr>
        <w:t xml:space="preserve"> the Group</w:t>
      </w:r>
      <w:r w:rsidRPr="005D3E43">
        <w:rPr>
          <w:szCs w:val="22"/>
        </w:rPr>
        <w:t xml:space="preserve"> assesses whether a contract is, or contains, a lease. If a contract contains lease and non-lease components, the Group allocates the consideration in the contract based on stand-alone selling price (transaction price). As at 1 January 2020, the Group recognised right-of-use assets and lease liabilities, as a result, the nature of expenses related to those leases was changed because the Group recognised </w:t>
      </w:r>
      <w:r w:rsidR="00AF671A" w:rsidRPr="005D3E43">
        <w:rPr>
          <w:szCs w:val="28"/>
          <w:lang w:val="en-US" w:bidi="th-TH"/>
        </w:rPr>
        <w:t xml:space="preserve">gain (loss) from change in fair value </w:t>
      </w:r>
      <w:r w:rsidRPr="005D3E43">
        <w:rPr>
          <w:szCs w:val="22"/>
        </w:rPr>
        <w:t xml:space="preserve">of right-of-use assets and interest expense on lease liabilities. </w:t>
      </w:r>
    </w:p>
    <w:p w14:paraId="25F77C7F" w14:textId="77777777" w:rsidR="00DF74A8" w:rsidRPr="005D3E43" w:rsidRDefault="00DF74A8" w:rsidP="00DF74A8">
      <w:pPr>
        <w:spacing w:line="240" w:lineRule="auto"/>
        <w:ind w:left="900"/>
        <w:jc w:val="both"/>
        <w:rPr>
          <w:szCs w:val="22"/>
        </w:rPr>
      </w:pPr>
    </w:p>
    <w:p w14:paraId="226FCB23" w14:textId="77777777" w:rsidR="00DF74A8" w:rsidRPr="005D3E43" w:rsidRDefault="00DF74A8" w:rsidP="00DF74A8">
      <w:pPr>
        <w:pStyle w:val="BodyText"/>
        <w:spacing w:after="0" w:line="240" w:lineRule="auto"/>
        <w:ind w:left="900"/>
        <w:jc w:val="both"/>
        <w:rPr>
          <w:szCs w:val="22"/>
        </w:rPr>
      </w:pPr>
      <w:r w:rsidRPr="005D3E43">
        <w:rPr>
          <w:szCs w:val="22"/>
        </w:rPr>
        <w:t xml:space="preserve">On transition, the Group also elected to use the following practical expedients: </w:t>
      </w:r>
    </w:p>
    <w:p w14:paraId="35D0BDA1" w14:textId="77777777" w:rsidR="00DF74A8" w:rsidRPr="005D3E43" w:rsidRDefault="00DF74A8" w:rsidP="00DF74A8">
      <w:pPr>
        <w:pStyle w:val="BodyText"/>
        <w:numPr>
          <w:ilvl w:val="0"/>
          <w:numId w:val="38"/>
        </w:numPr>
        <w:spacing w:after="0" w:line="240" w:lineRule="auto"/>
        <w:ind w:left="1080" w:hanging="180"/>
        <w:jc w:val="both"/>
        <w:rPr>
          <w:szCs w:val="22"/>
        </w:rPr>
      </w:pPr>
      <w:r w:rsidRPr="005D3E43">
        <w:rPr>
          <w:szCs w:val="22"/>
        </w:rPr>
        <w:t xml:space="preserve">do not recognise right-of-use assets and lease liabilities for leases with less than 12 months of lease term; </w:t>
      </w:r>
    </w:p>
    <w:p w14:paraId="2407A102" w14:textId="77777777" w:rsidR="00DF74A8" w:rsidRPr="005D3E43" w:rsidRDefault="00DF74A8" w:rsidP="00DF74A8">
      <w:pPr>
        <w:pStyle w:val="BodyText"/>
        <w:numPr>
          <w:ilvl w:val="0"/>
          <w:numId w:val="38"/>
        </w:numPr>
        <w:spacing w:after="0" w:line="240" w:lineRule="auto"/>
        <w:ind w:left="1080" w:hanging="180"/>
        <w:jc w:val="both"/>
        <w:rPr>
          <w:szCs w:val="22"/>
        </w:rPr>
      </w:pPr>
      <w:r w:rsidRPr="005D3E43">
        <w:rPr>
          <w:szCs w:val="22"/>
        </w:rPr>
        <w:t xml:space="preserve">use hindsight when determining the lease term; </w:t>
      </w:r>
    </w:p>
    <w:p w14:paraId="53B88332" w14:textId="77777777" w:rsidR="00DF74A8" w:rsidRPr="005D3E43" w:rsidRDefault="00DF74A8" w:rsidP="00DF74A8">
      <w:pPr>
        <w:pStyle w:val="BodyText"/>
        <w:numPr>
          <w:ilvl w:val="0"/>
          <w:numId w:val="38"/>
        </w:numPr>
        <w:spacing w:after="0" w:line="240" w:lineRule="auto"/>
        <w:ind w:left="1080" w:hanging="180"/>
        <w:jc w:val="both"/>
        <w:rPr>
          <w:szCs w:val="22"/>
        </w:rPr>
      </w:pPr>
      <w:r w:rsidRPr="005D3E43">
        <w:rPr>
          <w:szCs w:val="22"/>
        </w:rPr>
        <w:t xml:space="preserve">apply a single discount rate to a portfolio of leases with similar characteristics; </w:t>
      </w:r>
    </w:p>
    <w:p w14:paraId="688DFB37" w14:textId="77777777" w:rsidR="00DF74A8" w:rsidRPr="005D3E43" w:rsidRDefault="00DF74A8" w:rsidP="00DF74A8">
      <w:pPr>
        <w:pStyle w:val="BodyText"/>
        <w:numPr>
          <w:ilvl w:val="0"/>
          <w:numId w:val="38"/>
        </w:numPr>
        <w:spacing w:after="0" w:line="240" w:lineRule="auto"/>
        <w:ind w:left="1080" w:hanging="180"/>
        <w:jc w:val="both"/>
        <w:rPr>
          <w:szCs w:val="22"/>
        </w:rPr>
      </w:pPr>
      <w:r w:rsidRPr="005D3E43">
        <w:rPr>
          <w:szCs w:val="22"/>
        </w:rPr>
        <w:t xml:space="preserve">rely on previous assessments whether leases are onerous as an alternative to performing an impairment review; and </w:t>
      </w:r>
    </w:p>
    <w:p w14:paraId="29EB55F5" w14:textId="77777777" w:rsidR="00DF74A8" w:rsidRPr="005D3E43" w:rsidRDefault="00DF74A8" w:rsidP="00DF74A8">
      <w:pPr>
        <w:pStyle w:val="BodyText"/>
        <w:numPr>
          <w:ilvl w:val="0"/>
          <w:numId w:val="38"/>
        </w:numPr>
        <w:spacing w:after="0" w:line="240" w:lineRule="auto"/>
        <w:ind w:left="1080" w:hanging="180"/>
        <w:jc w:val="both"/>
        <w:rPr>
          <w:szCs w:val="22"/>
        </w:rPr>
      </w:pPr>
      <w:r w:rsidRPr="005D3E43">
        <w:rPr>
          <w:szCs w:val="22"/>
        </w:rPr>
        <w:t>exclude initial direct costs from measuring the right-of-use asset.</w:t>
      </w:r>
    </w:p>
    <w:p w14:paraId="6715BFAB" w14:textId="72EE73B6" w:rsidR="00266E6D" w:rsidRPr="005D3E43" w:rsidRDefault="00266E6D">
      <w:pPr>
        <w:spacing w:line="240" w:lineRule="auto"/>
        <w:rPr>
          <w:szCs w:val="22"/>
          <w:lang w:val="en-US" w:bidi="th-TH"/>
        </w:rPr>
      </w:pPr>
    </w:p>
    <w:tbl>
      <w:tblPr>
        <w:tblW w:w="9090" w:type="dxa"/>
        <w:tblInd w:w="450" w:type="dxa"/>
        <w:tblLayout w:type="fixed"/>
        <w:tblCellMar>
          <w:left w:w="79" w:type="dxa"/>
          <w:right w:w="79" w:type="dxa"/>
        </w:tblCellMar>
        <w:tblLook w:val="0000" w:firstRow="0" w:lastRow="0" w:firstColumn="0" w:lastColumn="0" w:noHBand="0" w:noVBand="0"/>
      </w:tblPr>
      <w:tblGrid>
        <w:gridCol w:w="6210"/>
        <w:gridCol w:w="1350"/>
        <w:gridCol w:w="180"/>
        <w:gridCol w:w="1350"/>
      </w:tblGrid>
      <w:tr w:rsidR="00377096" w:rsidRPr="005D3E43" w14:paraId="2A763D1A" w14:textId="77777777" w:rsidTr="00871A59">
        <w:trPr>
          <w:cantSplit/>
          <w:trHeight w:val="20"/>
          <w:tblHeader/>
        </w:trPr>
        <w:tc>
          <w:tcPr>
            <w:tcW w:w="6210" w:type="dxa"/>
            <w:shd w:val="clear" w:color="auto" w:fill="auto"/>
            <w:vAlign w:val="bottom"/>
          </w:tcPr>
          <w:p w14:paraId="4866F6A9" w14:textId="2ED1AFFB" w:rsidR="00377096" w:rsidRPr="005D3E43" w:rsidRDefault="00377096" w:rsidP="00F942BA">
            <w:pPr>
              <w:pStyle w:val="acctfourfigures"/>
              <w:tabs>
                <w:tab w:val="clear" w:pos="765"/>
                <w:tab w:val="decimal" w:pos="87"/>
              </w:tabs>
              <w:spacing w:line="240" w:lineRule="auto"/>
              <w:rPr>
                <w:b/>
                <w:bCs/>
                <w:i/>
                <w:iCs/>
                <w:color w:val="0000FF"/>
                <w:szCs w:val="22"/>
                <w:cs/>
                <w:lang w:val="en-US" w:bidi="th-TH"/>
              </w:rPr>
            </w:pPr>
          </w:p>
        </w:tc>
        <w:tc>
          <w:tcPr>
            <w:tcW w:w="1350" w:type="dxa"/>
            <w:vAlign w:val="bottom"/>
          </w:tcPr>
          <w:p w14:paraId="31118EAE" w14:textId="77777777" w:rsidR="00377096" w:rsidRPr="005D3E43" w:rsidRDefault="00377096" w:rsidP="00377096">
            <w:pPr>
              <w:pStyle w:val="acctmergecolhdg"/>
              <w:spacing w:line="240" w:lineRule="auto"/>
              <w:ind w:left="-75" w:right="-79"/>
              <w:rPr>
                <w:szCs w:val="22"/>
              </w:rPr>
            </w:pPr>
            <w:r w:rsidRPr="005D3E43">
              <w:rPr>
                <w:szCs w:val="22"/>
                <w:lang w:bidi="th-TH"/>
              </w:rPr>
              <w:t>Consolidated financial statements</w:t>
            </w:r>
          </w:p>
        </w:tc>
        <w:tc>
          <w:tcPr>
            <w:tcW w:w="180" w:type="dxa"/>
            <w:vAlign w:val="bottom"/>
          </w:tcPr>
          <w:p w14:paraId="099B8886" w14:textId="77777777" w:rsidR="00377096" w:rsidRPr="005D3E43" w:rsidRDefault="00377096" w:rsidP="00377096">
            <w:pPr>
              <w:pStyle w:val="acctmergecolhdg"/>
              <w:spacing w:line="240" w:lineRule="auto"/>
              <w:rPr>
                <w:szCs w:val="22"/>
              </w:rPr>
            </w:pPr>
          </w:p>
        </w:tc>
        <w:tc>
          <w:tcPr>
            <w:tcW w:w="1350" w:type="dxa"/>
            <w:vAlign w:val="bottom"/>
          </w:tcPr>
          <w:p w14:paraId="2ED131F5" w14:textId="77777777" w:rsidR="00377096" w:rsidRPr="005D3E43" w:rsidRDefault="00377096" w:rsidP="00377096">
            <w:pPr>
              <w:pStyle w:val="acctmergecolhdg"/>
              <w:spacing w:line="240" w:lineRule="auto"/>
              <w:ind w:left="-85" w:right="-79"/>
              <w:rPr>
                <w:szCs w:val="22"/>
              </w:rPr>
            </w:pPr>
            <w:r w:rsidRPr="005D3E43">
              <w:rPr>
                <w:szCs w:val="22"/>
              </w:rPr>
              <w:t>Separate financial statements</w:t>
            </w:r>
          </w:p>
        </w:tc>
      </w:tr>
      <w:tr w:rsidR="003B35F9" w:rsidRPr="005D3E43" w14:paraId="7B90E835" w14:textId="77777777" w:rsidTr="00E6787F">
        <w:trPr>
          <w:cantSplit/>
          <w:trHeight w:val="20"/>
          <w:tblHeader/>
        </w:trPr>
        <w:tc>
          <w:tcPr>
            <w:tcW w:w="6210" w:type="dxa"/>
            <w:vAlign w:val="bottom"/>
          </w:tcPr>
          <w:p w14:paraId="1512D1A9" w14:textId="695E806D" w:rsidR="003B35F9" w:rsidRPr="005D3E43" w:rsidRDefault="003B35F9" w:rsidP="003B35F9">
            <w:pPr>
              <w:autoSpaceDE w:val="0"/>
              <w:autoSpaceDN w:val="0"/>
              <w:adjustRightInd w:val="0"/>
              <w:spacing w:line="240" w:lineRule="auto"/>
              <w:ind w:left="8"/>
              <w:rPr>
                <w:b/>
                <w:bCs/>
                <w:i/>
                <w:iCs/>
                <w:szCs w:val="22"/>
              </w:rPr>
            </w:pPr>
          </w:p>
        </w:tc>
        <w:tc>
          <w:tcPr>
            <w:tcW w:w="2880" w:type="dxa"/>
            <w:gridSpan w:val="3"/>
            <w:vAlign w:val="center"/>
          </w:tcPr>
          <w:p w14:paraId="0E01F140" w14:textId="77777777" w:rsidR="003B35F9" w:rsidRPr="005D3E43" w:rsidRDefault="003B35F9" w:rsidP="003B35F9">
            <w:pPr>
              <w:pStyle w:val="acctfourfigures"/>
              <w:spacing w:line="240" w:lineRule="auto"/>
              <w:jc w:val="center"/>
              <w:rPr>
                <w:i/>
                <w:iCs/>
                <w:szCs w:val="22"/>
              </w:rPr>
            </w:pPr>
            <w:r w:rsidRPr="005D3E43">
              <w:rPr>
                <w:i/>
                <w:iCs/>
                <w:szCs w:val="22"/>
              </w:rPr>
              <w:t>(in thousand Baht)</w:t>
            </w:r>
          </w:p>
        </w:tc>
      </w:tr>
      <w:tr w:rsidR="003B35F9" w:rsidRPr="005D3E43" w14:paraId="652F9C9E" w14:textId="77777777" w:rsidTr="00E6787F">
        <w:trPr>
          <w:cantSplit/>
          <w:trHeight w:val="20"/>
          <w:tblHeader/>
        </w:trPr>
        <w:tc>
          <w:tcPr>
            <w:tcW w:w="6210" w:type="dxa"/>
            <w:vAlign w:val="bottom"/>
          </w:tcPr>
          <w:p w14:paraId="358A2783" w14:textId="4576CBF7" w:rsidR="003B35F9" w:rsidRPr="005D3E43" w:rsidRDefault="003B35F9" w:rsidP="003B35F9">
            <w:pPr>
              <w:autoSpaceDE w:val="0"/>
              <w:autoSpaceDN w:val="0"/>
              <w:adjustRightInd w:val="0"/>
              <w:spacing w:line="240" w:lineRule="auto"/>
              <w:ind w:left="8"/>
              <w:rPr>
                <w:b/>
                <w:bCs/>
                <w:i/>
                <w:iCs/>
                <w:szCs w:val="22"/>
              </w:rPr>
            </w:pPr>
            <w:r w:rsidRPr="005D3E43">
              <w:rPr>
                <w:sz w:val="20"/>
                <w:highlight w:val="cyan"/>
                <w:lang w:val="en-US"/>
              </w:rPr>
              <w:br w:type="page"/>
            </w:r>
            <w:r w:rsidRPr="005D3E43">
              <w:rPr>
                <w:b/>
                <w:i/>
                <w:iCs/>
                <w:szCs w:val="22"/>
                <w:lang w:bidi="th-TH"/>
              </w:rPr>
              <w:t>Impact from the adoption of</w:t>
            </w:r>
            <w:r w:rsidRPr="005D3E43">
              <w:rPr>
                <w:b/>
                <w:i/>
                <w:iCs/>
                <w:szCs w:val="22"/>
                <w:cs/>
                <w:lang w:bidi="th-TH"/>
              </w:rPr>
              <w:t xml:space="preserve"> </w:t>
            </w:r>
            <w:r w:rsidRPr="005D3E43">
              <w:rPr>
                <w:b/>
                <w:i/>
                <w:iCs/>
                <w:szCs w:val="22"/>
              </w:rPr>
              <w:t>TFRS 16</w:t>
            </w:r>
            <w:r w:rsidRPr="005D3E43">
              <w:rPr>
                <w:b/>
                <w:szCs w:val="22"/>
              </w:rPr>
              <w:t xml:space="preserve"> </w:t>
            </w:r>
          </w:p>
        </w:tc>
        <w:tc>
          <w:tcPr>
            <w:tcW w:w="2880" w:type="dxa"/>
            <w:gridSpan w:val="3"/>
            <w:vAlign w:val="center"/>
          </w:tcPr>
          <w:p w14:paraId="101A8A12" w14:textId="77777777" w:rsidR="003B35F9" w:rsidRPr="005D3E43" w:rsidRDefault="003B35F9" w:rsidP="003B35F9">
            <w:pPr>
              <w:pStyle w:val="acctfourfigures"/>
              <w:spacing w:line="240" w:lineRule="auto"/>
              <w:jc w:val="center"/>
              <w:rPr>
                <w:i/>
                <w:iCs/>
                <w:szCs w:val="22"/>
              </w:rPr>
            </w:pPr>
          </w:p>
        </w:tc>
      </w:tr>
      <w:tr w:rsidR="003B35F9" w:rsidRPr="005D3E43" w14:paraId="44736E96" w14:textId="77777777" w:rsidTr="00871A59">
        <w:trPr>
          <w:cantSplit/>
          <w:trHeight w:val="20"/>
        </w:trPr>
        <w:tc>
          <w:tcPr>
            <w:tcW w:w="6210" w:type="dxa"/>
          </w:tcPr>
          <w:p w14:paraId="01292FCB" w14:textId="77777777" w:rsidR="003B35F9" w:rsidRPr="005D3E43" w:rsidRDefault="003B35F9" w:rsidP="003B35F9">
            <w:pPr>
              <w:autoSpaceDE w:val="0"/>
              <w:autoSpaceDN w:val="0"/>
              <w:adjustRightInd w:val="0"/>
              <w:spacing w:line="240" w:lineRule="auto"/>
              <w:ind w:left="8"/>
              <w:rPr>
                <w:b/>
                <w:bCs/>
                <w:color w:val="0000FF"/>
                <w:szCs w:val="22"/>
              </w:rPr>
            </w:pPr>
            <w:r w:rsidRPr="005D3E43">
              <w:rPr>
                <w:b/>
                <w:bCs/>
                <w:i/>
                <w:iCs/>
                <w:szCs w:val="22"/>
              </w:rPr>
              <w:t>At 1 January 2020</w:t>
            </w:r>
          </w:p>
        </w:tc>
        <w:tc>
          <w:tcPr>
            <w:tcW w:w="2880" w:type="dxa"/>
            <w:gridSpan w:val="3"/>
          </w:tcPr>
          <w:p w14:paraId="241B4003" w14:textId="77777777" w:rsidR="003B35F9" w:rsidRPr="005D3E43" w:rsidRDefault="003B35F9" w:rsidP="003B35F9">
            <w:pPr>
              <w:pStyle w:val="acctfourfigures"/>
              <w:spacing w:line="240" w:lineRule="auto"/>
              <w:jc w:val="center"/>
              <w:rPr>
                <w:i/>
                <w:iCs/>
                <w:szCs w:val="22"/>
              </w:rPr>
            </w:pPr>
          </w:p>
        </w:tc>
      </w:tr>
      <w:tr w:rsidR="003B35F9" w:rsidRPr="005D3E43" w14:paraId="00E7A77A" w14:textId="77777777" w:rsidTr="00871A59">
        <w:trPr>
          <w:cantSplit/>
          <w:trHeight w:val="20"/>
        </w:trPr>
        <w:tc>
          <w:tcPr>
            <w:tcW w:w="6210" w:type="dxa"/>
            <w:vAlign w:val="center"/>
          </w:tcPr>
          <w:p w14:paraId="1B663804" w14:textId="77777777" w:rsidR="003B35F9" w:rsidRPr="005D3E43" w:rsidRDefault="003B35F9" w:rsidP="003B35F9">
            <w:pPr>
              <w:spacing w:line="240" w:lineRule="auto"/>
              <w:ind w:left="175" w:hanging="162"/>
              <w:rPr>
                <w:szCs w:val="22"/>
              </w:rPr>
            </w:pPr>
            <w:r w:rsidRPr="005D3E43">
              <w:rPr>
                <w:szCs w:val="22"/>
              </w:rPr>
              <w:t>Decrease in land leasehold right from related parties</w:t>
            </w:r>
          </w:p>
        </w:tc>
        <w:tc>
          <w:tcPr>
            <w:tcW w:w="1350" w:type="dxa"/>
            <w:vAlign w:val="bottom"/>
          </w:tcPr>
          <w:p w14:paraId="3B7FA036" w14:textId="77777777" w:rsidR="003B35F9" w:rsidRPr="005D3E43" w:rsidRDefault="003B35F9" w:rsidP="003B35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6"/>
              </w:tabs>
              <w:spacing w:line="260" w:lineRule="atLeast"/>
              <w:ind w:left="-110" w:right="-115"/>
              <w:rPr>
                <w:rFonts w:ascii="Times New Roman" w:hAnsi="Times New Roman" w:cs="Times New Roman"/>
                <w:color w:val="000000"/>
                <w:sz w:val="22"/>
              </w:rPr>
            </w:pPr>
            <w:r w:rsidRPr="005D3E43">
              <w:rPr>
                <w:rFonts w:ascii="Times New Roman" w:hAnsi="Times New Roman" w:cs="Times New Roman"/>
                <w:color w:val="000000"/>
                <w:sz w:val="22"/>
              </w:rPr>
              <w:t>(97,527)</w:t>
            </w:r>
          </w:p>
        </w:tc>
        <w:tc>
          <w:tcPr>
            <w:tcW w:w="180" w:type="dxa"/>
            <w:vAlign w:val="bottom"/>
          </w:tcPr>
          <w:p w14:paraId="2A31F848" w14:textId="77777777" w:rsidR="003B35F9" w:rsidRPr="005D3E43" w:rsidRDefault="003B35F9" w:rsidP="003B35F9">
            <w:pPr>
              <w:pStyle w:val="acctfourfigures"/>
              <w:spacing w:line="240" w:lineRule="auto"/>
              <w:jc w:val="right"/>
              <w:rPr>
                <w:szCs w:val="22"/>
              </w:rPr>
            </w:pPr>
          </w:p>
        </w:tc>
        <w:tc>
          <w:tcPr>
            <w:tcW w:w="1350" w:type="dxa"/>
            <w:vAlign w:val="bottom"/>
          </w:tcPr>
          <w:p w14:paraId="5A0EB2A1" w14:textId="77777777" w:rsidR="003B35F9" w:rsidRPr="005D3E43" w:rsidRDefault="003B35F9" w:rsidP="003B35F9">
            <w:pPr>
              <w:pStyle w:val="acctfourfigures"/>
              <w:tabs>
                <w:tab w:val="clear" w:pos="765"/>
                <w:tab w:val="decimal" w:pos="725"/>
              </w:tabs>
              <w:spacing w:line="240" w:lineRule="auto"/>
              <w:ind w:right="364"/>
              <w:jc w:val="right"/>
              <w:rPr>
                <w:szCs w:val="22"/>
              </w:rPr>
            </w:pPr>
            <w:r w:rsidRPr="005D3E43">
              <w:rPr>
                <w:szCs w:val="22"/>
              </w:rPr>
              <w:t>-</w:t>
            </w:r>
          </w:p>
        </w:tc>
      </w:tr>
      <w:tr w:rsidR="003B35F9" w:rsidRPr="005D3E43" w14:paraId="1E710A1D" w14:textId="77777777" w:rsidTr="00FD091F">
        <w:trPr>
          <w:cantSplit/>
          <w:trHeight w:val="20"/>
        </w:trPr>
        <w:tc>
          <w:tcPr>
            <w:tcW w:w="6210" w:type="dxa"/>
            <w:vAlign w:val="center"/>
          </w:tcPr>
          <w:p w14:paraId="5210B6C1" w14:textId="77777777" w:rsidR="003B35F9" w:rsidRPr="005D3E43" w:rsidRDefault="003B35F9" w:rsidP="003B35F9">
            <w:pPr>
              <w:spacing w:line="240" w:lineRule="auto"/>
              <w:ind w:left="175" w:hanging="162"/>
              <w:rPr>
                <w:szCs w:val="22"/>
              </w:rPr>
            </w:pPr>
            <w:r w:rsidRPr="005D3E43">
              <w:rPr>
                <w:szCs w:val="22"/>
              </w:rPr>
              <w:t>Increase in investment properties</w:t>
            </w:r>
          </w:p>
        </w:tc>
        <w:tc>
          <w:tcPr>
            <w:tcW w:w="1350" w:type="dxa"/>
            <w:vAlign w:val="bottom"/>
          </w:tcPr>
          <w:p w14:paraId="663FF63C" w14:textId="77777777" w:rsidR="003B35F9" w:rsidRPr="005D3E43" w:rsidRDefault="003B35F9" w:rsidP="003B35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6"/>
              </w:tabs>
              <w:spacing w:line="260" w:lineRule="atLeast"/>
              <w:ind w:left="-110" w:right="-115"/>
              <w:rPr>
                <w:rFonts w:ascii="Times New Roman" w:hAnsi="Times New Roman" w:cs="Times New Roman"/>
                <w:color w:val="000000"/>
                <w:sz w:val="22"/>
              </w:rPr>
            </w:pPr>
            <w:r w:rsidRPr="005D3E43">
              <w:rPr>
                <w:rFonts w:ascii="Times New Roman" w:hAnsi="Times New Roman" w:cs="Times New Roman"/>
                <w:color w:val="000000"/>
                <w:sz w:val="22"/>
              </w:rPr>
              <w:t>230,200</w:t>
            </w:r>
          </w:p>
        </w:tc>
        <w:tc>
          <w:tcPr>
            <w:tcW w:w="180" w:type="dxa"/>
          </w:tcPr>
          <w:p w14:paraId="3ED64539" w14:textId="77777777" w:rsidR="003B35F9" w:rsidRPr="005D3E43" w:rsidRDefault="003B35F9" w:rsidP="003B35F9">
            <w:pPr>
              <w:pStyle w:val="acctfourfigures"/>
              <w:spacing w:line="240" w:lineRule="auto"/>
              <w:rPr>
                <w:szCs w:val="22"/>
              </w:rPr>
            </w:pPr>
          </w:p>
        </w:tc>
        <w:tc>
          <w:tcPr>
            <w:tcW w:w="1350" w:type="dxa"/>
            <w:vAlign w:val="bottom"/>
          </w:tcPr>
          <w:p w14:paraId="3D2A64FD" w14:textId="77777777" w:rsidR="003B35F9" w:rsidRPr="005D3E43" w:rsidRDefault="003B35F9" w:rsidP="003B35F9">
            <w:pPr>
              <w:pStyle w:val="acctfourfigures"/>
              <w:tabs>
                <w:tab w:val="clear" w:pos="765"/>
                <w:tab w:val="decimal" w:pos="725"/>
              </w:tabs>
              <w:spacing w:line="240" w:lineRule="auto"/>
              <w:ind w:right="364"/>
              <w:jc w:val="right"/>
              <w:rPr>
                <w:szCs w:val="22"/>
              </w:rPr>
            </w:pPr>
            <w:r w:rsidRPr="005D3E43">
              <w:rPr>
                <w:szCs w:val="22"/>
              </w:rPr>
              <w:t>-</w:t>
            </w:r>
          </w:p>
        </w:tc>
      </w:tr>
      <w:tr w:rsidR="003B35F9" w:rsidRPr="005D3E43" w14:paraId="7392CAAC" w14:textId="77777777" w:rsidTr="00871A59">
        <w:trPr>
          <w:cantSplit/>
          <w:trHeight w:val="20"/>
        </w:trPr>
        <w:tc>
          <w:tcPr>
            <w:tcW w:w="6210" w:type="dxa"/>
          </w:tcPr>
          <w:p w14:paraId="719DC9F5" w14:textId="77777777" w:rsidR="003B35F9" w:rsidRPr="005D3E43" w:rsidRDefault="003B35F9" w:rsidP="003B35F9">
            <w:pPr>
              <w:spacing w:line="240" w:lineRule="auto"/>
              <w:ind w:left="175" w:hanging="162"/>
              <w:rPr>
                <w:i/>
                <w:iCs/>
                <w:color w:val="0000FF"/>
                <w:szCs w:val="22"/>
                <w:shd w:val="clear" w:color="auto" w:fill="D9D9D9"/>
              </w:rPr>
            </w:pPr>
            <w:r w:rsidRPr="005D3E43">
              <w:rPr>
                <w:szCs w:val="22"/>
              </w:rPr>
              <w:t>Increase in lease liabilities</w:t>
            </w:r>
          </w:p>
        </w:tc>
        <w:tc>
          <w:tcPr>
            <w:tcW w:w="1350" w:type="dxa"/>
            <w:vAlign w:val="bottom"/>
          </w:tcPr>
          <w:p w14:paraId="4D59AA86" w14:textId="77777777" w:rsidR="003B35F9" w:rsidRPr="005D3E43" w:rsidRDefault="003B35F9" w:rsidP="003B35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6"/>
              </w:tabs>
              <w:spacing w:line="260" w:lineRule="atLeast"/>
              <w:ind w:left="-110" w:right="-115"/>
              <w:rPr>
                <w:rFonts w:ascii="Times New Roman" w:hAnsi="Times New Roman" w:cs="Times New Roman"/>
                <w:color w:val="000000"/>
                <w:sz w:val="22"/>
              </w:rPr>
            </w:pPr>
            <w:r w:rsidRPr="005D3E43">
              <w:rPr>
                <w:rFonts w:ascii="Times New Roman" w:hAnsi="Times New Roman" w:cs="Times New Roman"/>
                <w:color w:val="000000"/>
                <w:sz w:val="22"/>
              </w:rPr>
              <w:t xml:space="preserve"> (132,673)</w:t>
            </w:r>
          </w:p>
        </w:tc>
        <w:tc>
          <w:tcPr>
            <w:tcW w:w="180" w:type="dxa"/>
          </w:tcPr>
          <w:p w14:paraId="03EFAD87" w14:textId="77777777" w:rsidR="003B35F9" w:rsidRPr="005D3E43" w:rsidRDefault="003B35F9" w:rsidP="003B35F9">
            <w:pPr>
              <w:pStyle w:val="acctfourfigures"/>
              <w:spacing w:line="240" w:lineRule="auto"/>
              <w:rPr>
                <w:szCs w:val="22"/>
              </w:rPr>
            </w:pPr>
          </w:p>
        </w:tc>
        <w:tc>
          <w:tcPr>
            <w:tcW w:w="1350" w:type="dxa"/>
            <w:vAlign w:val="bottom"/>
          </w:tcPr>
          <w:p w14:paraId="1CE0B52A" w14:textId="77777777" w:rsidR="003B35F9" w:rsidRPr="005D3E43" w:rsidRDefault="003B35F9" w:rsidP="003B35F9">
            <w:pPr>
              <w:pStyle w:val="acctfourfigures"/>
              <w:tabs>
                <w:tab w:val="clear" w:pos="765"/>
                <w:tab w:val="decimal" w:pos="725"/>
              </w:tabs>
              <w:spacing w:line="240" w:lineRule="auto"/>
              <w:ind w:right="364"/>
              <w:jc w:val="right"/>
              <w:rPr>
                <w:szCs w:val="22"/>
              </w:rPr>
            </w:pPr>
            <w:r w:rsidRPr="005D3E43">
              <w:rPr>
                <w:szCs w:val="22"/>
              </w:rPr>
              <w:t>-</w:t>
            </w:r>
          </w:p>
        </w:tc>
      </w:tr>
    </w:tbl>
    <w:p w14:paraId="61760E16" w14:textId="77777777" w:rsidR="0006042C" w:rsidRPr="005D3E43" w:rsidRDefault="0006042C" w:rsidP="0006042C">
      <w:pPr>
        <w:pStyle w:val="ListParagraph"/>
        <w:spacing w:line="240" w:lineRule="auto"/>
        <w:ind w:left="1267"/>
        <w:jc w:val="both"/>
        <w:rPr>
          <w:color w:val="000000"/>
          <w:sz w:val="20"/>
        </w:rPr>
      </w:pPr>
    </w:p>
    <w:tbl>
      <w:tblPr>
        <w:tblW w:w="9090" w:type="dxa"/>
        <w:tblInd w:w="450" w:type="dxa"/>
        <w:tblLayout w:type="fixed"/>
        <w:tblCellMar>
          <w:left w:w="79" w:type="dxa"/>
          <w:right w:w="79" w:type="dxa"/>
        </w:tblCellMar>
        <w:tblLook w:val="0000" w:firstRow="0" w:lastRow="0" w:firstColumn="0" w:lastColumn="0" w:noHBand="0" w:noVBand="0"/>
      </w:tblPr>
      <w:tblGrid>
        <w:gridCol w:w="6210"/>
        <w:gridCol w:w="1350"/>
        <w:gridCol w:w="181"/>
        <w:gridCol w:w="1349"/>
      </w:tblGrid>
      <w:tr w:rsidR="00164795" w:rsidRPr="005D3E43" w14:paraId="4F74F807" w14:textId="77777777" w:rsidTr="00871A59">
        <w:trPr>
          <w:cantSplit/>
          <w:trHeight w:val="20"/>
          <w:tblHeader/>
        </w:trPr>
        <w:tc>
          <w:tcPr>
            <w:tcW w:w="6210" w:type="dxa"/>
            <w:shd w:val="clear" w:color="auto" w:fill="auto"/>
            <w:vAlign w:val="bottom"/>
          </w:tcPr>
          <w:p w14:paraId="09074786" w14:textId="77777777" w:rsidR="00164795" w:rsidRPr="005D3E43" w:rsidRDefault="00164795" w:rsidP="00164795">
            <w:pPr>
              <w:pStyle w:val="acctfourfigures"/>
              <w:tabs>
                <w:tab w:val="clear" w:pos="765"/>
                <w:tab w:val="decimal" w:pos="87"/>
              </w:tabs>
              <w:spacing w:line="240" w:lineRule="auto"/>
              <w:rPr>
                <w:b/>
                <w:bCs/>
                <w:i/>
                <w:iCs/>
                <w:color w:val="0000FF"/>
                <w:szCs w:val="22"/>
                <w:cs/>
                <w:lang w:bidi="th-TH"/>
              </w:rPr>
            </w:pPr>
            <w:r w:rsidRPr="005D3E43">
              <w:rPr>
                <w:b/>
                <w:i/>
                <w:iCs/>
                <w:szCs w:val="22"/>
              </w:rPr>
              <w:t>Measurement of lease liability</w:t>
            </w:r>
          </w:p>
        </w:tc>
        <w:tc>
          <w:tcPr>
            <w:tcW w:w="1350" w:type="dxa"/>
            <w:vAlign w:val="bottom"/>
          </w:tcPr>
          <w:p w14:paraId="774F97DF" w14:textId="16747BBD" w:rsidR="00164795" w:rsidRPr="005D3E43" w:rsidRDefault="00164795" w:rsidP="00164795">
            <w:pPr>
              <w:pStyle w:val="acctmergecolhdg"/>
              <w:spacing w:line="240" w:lineRule="auto"/>
              <w:ind w:left="-75" w:right="-79"/>
              <w:rPr>
                <w:szCs w:val="22"/>
              </w:rPr>
            </w:pPr>
          </w:p>
        </w:tc>
        <w:tc>
          <w:tcPr>
            <w:tcW w:w="181" w:type="dxa"/>
            <w:vAlign w:val="bottom"/>
          </w:tcPr>
          <w:p w14:paraId="43824F0E" w14:textId="77777777" w:rsidR="00164795" w:rsidRPr="005D3E43" w:rsidRDefault="00164795" w:rsidP="00164795">
            <w:pPr>
              <w:pStyle w:val="acctmergecolhdg"/>
              <w:spacing w:line="240" w:lineRule="auto"/>
              <w:rPr>
                <w:szCs w:val="22"/>
              </w:rPr>
            </w:pPr>
          </w:p>
        </w:tc>
        <w:tc>
          <w:tcPr>
            <w:tcW w:w="1349" w:type="dxa"/>
            <w:vAlign w:val="bottom"/>
          </w:tcPr>
          <w:p w14:paraId="791FAE77" w14:textId="797B9E4A" w:rsidR="00164795" w:rsidRPr="005D3E43" w:rsidRDefault="00164795" w:rsidP="00164795">
            <w:pPr>
              <w:pStyle w:val="acctmergecolhdg"/>
              <w:spacing w:line="240" w:lineRule="auto"/>
              <w:ind w:left="-85" w:right="-79"/>
              <w:rPr>
                <w:szCs w:val="22"/>
              </w:rPr>
            </w:pPr>
          </w:p>
        </w:tc>
      </w:tr>
      <w:tr w:rsidR="00164795" w:rsidRPr="005D3E43" w14:paraId="5B2D897C" w14:textId="77777777" w:rsidTr="00871A59">
        <w:trPr>
          <w:cantSplit/>
          <w:trHeight w:val="20"/>
        </w:trPr>
        <w:tc>
          <w:tcPr>
            <w:tcW w:w="6210" w:type="dxa"/>
            <w:vAlign w:val="bottom"/>
          </w:tcPr>
          <w:p w14:paraId="6F2268BF" w14:textId="77777777" w:rsidR="00164795" w:rsidRPr="005D3E43" w:rsidRDefault="00164795" w:rsidP="00871A59">
            <w:pPr>
              <w:spacing w:line="240" w:lineRule="auto"/>
              <w:ind w:left="175" w:hanging="162"/>
              <w:rPr>
                <w:szCs w:val="22"/>
              </w:rPr>
            </w:pPr>
            <w:r w:rsidRPr="005D3E43">
              <w:rPr>
                <w:szCs w:val="22"/>
                <w:lang w:val="en-US"/>
              </w:rPr>
              <w:t>Operating lease commitment at 31 December 2019</w:t>
            </w:r>
          </w:p>
        </w:tc>
        <w:tc>
          <w:tcPr>
            <w:tcW w:w="1350" w:type="dxa"/>
            <w:vAlign w:val="bottom"/>
          </w:tcPr>
          <w:p w14:paraId="16195E00" w14:textId="313AF8F6" w:rsidR="00164795" w:rsidRPr="005D3E43" w:rsidRDefault="00CF6F20" w:rsidP="00871A59">
            <w:pPr>
              <w:pStyle w:val="acctfourfigures"/>
              <w:tabs>
                <w:tab w:val="clear" w:pos="765"/>
                <w:tab w:val="decimal" w:pos="731"/>
                <w:tab w:val="decimal" w:pos="1642"/>
              </w:tabs>
              <w:spacing w:line="240" w:lineRule="auto"/>
              <w:ind w:right="96"/>
              <w:jc w:val="right"/>
              <w:rPr>
                <w:szCs w:val="28"/>
                <w:lang w:bidi="th-TH"/>
              </w:rPr>
            </w:pPr>
            <w:r w:rsidRPr="005D3E43">
              <w:rPr>
                <w:szCs w:val="28"/>
                <w:lang w:val="en-US" w:bidi="th-TH"/>
              </w:rPr>
              <w:t>285,</w:t>
            </w:r>
            <w:r w:rsidR="00907519">
              <w:rPr>
                <w:szCs w:val="28"/>
                <w:lang w:val="en-US" w:bidi="th-TH"/>
              </w:rPr>
              <w:t>884</w:t>
            </w:r>
          </w:p>
        </w:tc>
        <w:tc>
          <w:tcPr>
            <w:tcW w:w="181" w:type="dxa"/>
            <w:vAlign w:val="bottom"/>
          </w:tcPr>
          <w:p w14:paraId="6637EE27" w14:textId="77777777" w:rsidR="00164795" w:rsidRPr="005D3E43" w:rsidRDefault="00164795" w:rsidP="00871A59">
            <w:pPr>
              <w:pStyle w:val="acctfourfigures"/>
              <w:spacing w:line="240" w:lineRule="auto"/>
              <w:jc w:val="right"/>
              <w:rPr>
                <w:szCs w:val="22"/>
              </w:rPr>
            </w:pPr>
          </w:p>
        </w:tc>
        <w:tc>
          <w:tcPr>
            <w:tcW w:w="1349" w:type="dxa"/>
            <w:vAlign w:val="bottom"/>
          </w:tcPr>
          <w:p w14:paraId="0AB84B4D" w14:textId="77777777" w:rsidR="00164795" w:rsidRPr="005D3E43" w:rsidRDefault="00164795" w:rsidP="00871A59">
            <w:pPr>
              <w:pStyle w:val="acctfourfigures"/>
              <w:tabs>
                <w:tab w:val="clear" w:pos="765"/>
                <w:tab w:val="decimal" w:pos="826"/>
              </w:tabs>
              <w:spacing w:line="240" w:lineRule="auto"/>
              <w:ind w:right="377"/>
              <w:jc w:val="right"/>
              <w:rPr>
                <w:szCs w:val="22"/>
              </w:rPr>
            </w:pPr>
            <w:r w:rsidRPr="005D3E43">
              <w:rPr>
                <w:szCs w:val="22"/>
              </w:rPr>
              <w:t>-</w:t>
            </w:r>
          </w:p>
        </w:tc>
      </w:tr>
      <w:tr w:rsidR="00CF6F20" w:rsidRPr="005D3E43" w14:paraId="1ACE8315" w14:textId="77777777" w:rsidTr="00871A59">
        <w:trPr>
          <w:cantSplit/>
          <w:trHeight w:val="20"/>
        </w:trPr>
        <w:tc>
          <w:tcPr>
            <w:tcW w:w="6210" w:type="dxa"/>
            <w:vAlign w:val="bottom"/>
          </w:tcPr>
          <w:p w14:paraId="7D0042F1" w14:textId="77777777" w:rsidR="00CF6F20" w:rsidRPr="005D3E43" w:rsidRDefault="00CF6F20" w:rsidP="00871A59">
            <w:pPr>
              <w:spacing w:line="240" w:lineRule="auto"/>
              <w:ind w:left="175" w:hanging="162"/>
              <w:rPr>
                <w:szCs w:val="28"/>
                <w:lang w:val="en-US" w:bidi="th-TH"/>
              </w:rPr>
            </w:pPr>
            <w:r w:rsidRPr="005D3E43">
              <w:rPr>
                <w:i/>
                <w:iCs/>
                <w:szCs w:val="28"/>
                <w:lang w:val="en-US" w:bidi="th-TH"/>
              </w:rPr>
              <w:t>Less</w:t>
            </w:r>
            <w:r w:rsidRPr="005D3E43">
              <w:rPr>
                <w:szCs w:val="28"/>
                <w:lang w:val="en-US" w:bidi="th-TH"/>
              </w:rPr>
              <w:t xml:space="preserve"> recognition exemption for short-term lease</w:t>
            </w:r>
          </w:p>
        </w:tc>
        <w:tc>
          <w:tcPr>
            <w:tcW w:w="1350" w:type="dxa"/>
            <w:vAlign w:val="bottom"/>
          </w:tcPr>
          <w:p w14:paraId="0E152325" w14:textId="1A02AA0D" w:rsidR="00CF6F20" w:rsidRPr="005D3E43" w:rsidRDefault="00CF6F20" w:rsidP="00CF6F20">
            <w:pPr>
              <w:pStyle w:val="acctfourfigures"/>
              <w:tabs>
                <w:tab w:val="clear" w:pos="765"/>
                <w:tab w:val="decimal" w:pos="731"/>
                <w:tab w:val="decimal" w:pos="1642"/>
              </w:tabs>
              <w:spacing w:line="240" w:lineRule="auto"/>
              <w:jc w:val="right"/>
              <w:rPr>
                <w:szCs w:val="22"/>
                <w:lang w:val="en-US"/>
              </w:rPr>
            </w:pPr>
            <w:r w:rsidRPr="005D3E43">
              <w:rPr>
                <w:szCs w:val="22"/>
                <w:lang w:val="en-US"/>
              </w:rPr>
              <w:t>(</w:t>
            </w:r>
            <w:r w:rsidR="002848A0">
              <w:rPr>
                <w:szCs w:val="22"/>
                <w:lang w:val="en-US"/>
              </w:rPr>
              <w:t>3</w:t>
            </w:r>
            <w:r w:rsidRPr="005D3E43">
              <w:rPr>
                <w:szCs w:val="22"/>
                <w:lang w:val="en-US"/>
              </w:rPr>
              <w:t>,</w:t>
            </w:r>
            <w:r w:rsidR="002848A0">
              <w:rPr>
                <w:szCs w:val="22"/>
                <w:lang w:val="en-US"/>
              </w:rPr>
              <w:t>659</w:t>
            </w:r>
            <w:r w:rsidRPr="005D3E43">
              <w:rPr>
                <w:szCs w:val="22"/>
                <w:lang w:val="en-US"/>
              </w:rPr>
              <w:t>)</w:t>
            </w:r>
          </w:p>
        </w:tc>
        <w:tc>
          <w:tcPr>
            <w:tcW w:w="181" w:type="dxa"/>
            <w:vAlign w:val="bottom"/>
          </w:tcPr>
          <w:p w14:paraId="5BF20533" w14:textId="77777777" w:rsidR="00CF6F20" w:rsidRPr="005D3E43" w:rsidRDefault="00CF6F20" w:rsidP="00871A59">
            <w:pPr>
              <w:pStyle w:val="acctfourfigures"/>
              <w:spacing w:line="240" w:lineRule="auto"/>
              <w:jc w:val="right"/>
              <w:rPr>
                <w:szCs w:val="22"/>
              </w:rPr>
            </w:pPr>
          </w:p>
        </w:tc>
        <w:tc>
          <w:tcPr>
            <w:tcW w:w="1349" w:type="dxa"/>
            <w:vAlign w:val="bottom"/>
          </w:tcPr>
          <w:p w14:paraId="6EBE6FA8" w14:textId="77777777" w:rsidR="00CF6F20" w:rsidRPr="005D3E43" w:rsidRDefault="00235DB0" w:rsidP="00871A59">
            <w:pPr>
              <w:pStyle w:val="acctfourfigures"/>
              <w:tabs>
                <w:tab w:val="clear" w:pos="765"/>
                <w:tab w:val="decimal" w:pos="826"/>
              </w:tabs>
              <w:spacing w:line="240" w:lineRule="auto"/>
              <w:ind w:right="377"/>
              <w:jc w:val="right"/>
              <w:rPr>
                <w:szCs w:val="22"/>
              </w:rPr>
            </w:pPr>
            <w:r w:rsidRPr="005D3E43">
              <w:rPr>
                <w:szCs w:val="22"/>
              </w:rPr>
              <w:t>-</w:t>
            </w:r>
          </w:p>
        </w:tc>
      </w:tr>
      <w:tr w:rsidR="00164795" w:rsidRPr="005D3E43" w14:paraId="7F4B825D" w14:textId="77777777" w:rsidTr="00871A59">
        <w:trPr>
          <w:cantSplit/>
          <w:trHeight w:val="20"/>
        </w:trPr>
        <w:tc>
          <w:tcPr>
            <w:tcW w:w="6210" w:type="dxa"/>
          </w:tcPr>
          <w:p w14:paraId="7F878AA0" w14:textId="77777777" w:rsidR="00164795" w:rsidRPr="005D3E43" w:rsidRDefault="00164795" w:rsidP="00871A59">
            <w:pPr>
              <w:tabs>
                <w:tab w:val="left" w:pos="5504"/>
              </w:tabs>
              <w:spacing w:line="240" w:lineRule="auto"/>
              <w:ind w:left="175" w:hanging="162"/>
              <w:rPr>
                <w:b/>
                <w:bCs/>
                <w:szCs w:val="22"/>
                <w:cs/>
              </w:rPr>
            </w:pPr>
          </w:p>
        </w:tc>
        <w:tc>
          <w:tcPr>
            <w:tcW w:w="1350" w:type="dxa"/>
            <w:tcBorders>
              <w:top w:val="single" w:sz="4" w:space="0" w:color="auto"/>
            </w:tcBorders>
            <w:vAlign w:val="bottom"/>
          </w:tcPr>
          <w:p w14:paraId="0DDE1FB4" w14:textId="5936580D" w:rsidR="00164795" w:rsidRPr="005D3E43" w:rsidRDefault="00164795" w:rsidP="00871A59">
            <w:pPr>
              <w:pStyle w:val="acctfourfigures"/>
              <w:tabs>
                <w:tab w:val="clear" w:pos="765"/>
                <w:tab w:val="decimal" w:pos="731"/>
                <w:tab w:val="decimal" w:pos="1642"/>
              </w:tabs>
              <w:spacing w:line="240" w:lineRule="auto"/>
              <w:ind w:right="96"/>
              <w:jc w:val="right"/>
              <w:rPr>
                <w:b/>
                <w:bCs/>
                <w:szCs w:val="22"/>
              </w:rPr>
            </w:pPr>
            <w:r w:rsidRPr="005D3E43">
              <w:rPr>
                <w:b/>
                <w:bCs/>
                <w:szCs w:val="22"/>
              </w:rPr>
              <w:t>28</w:t>
            </w:r>
            <w:r w:rsidR="00907519">
              <w:rPr>
                <w:b/>
                <w:bCs/>
                <w:szCs w:val="22"/>
              </w:rPr>
              <w:t>2</w:t>
            </w:r>
            <w:r w:rsidRPr="005D3E43">
              <w:rPr>
                <w:b/>
                <w:bCs/>
                <w:szCs w:val="22"/>
              </w:rPr>
              <w:t>,</w:t>
            </w:r>
            <w:r w:rsidR="00907519">
              <w:rPr>
                <w:b/>
                <w:bCs/>
                <w:szCs w:val="22"/>
              </w:rPr>
              <w:t>225</w:t>
            </w:r>
          </w:p>
        </w:tc>
        <w:tc>
          <w:tcPr>
            <w:tcW w:w="181" w:type="dxa"/>
            <w:vAlign w:val="bottom"/>
          </w:tcPr>
          <w:p w14:paraId="1D72EE5F" w14:textId="77777777" w:rsidR="00164795" w:rsidRPr="005D3E43" w:rsidRDefault="00164795" w:rsidP="00871A59">
            <w:pPr>
              <w:pStyle w:val="acctfourfigures"/>
              <w:spacing w:line="240" w:lineRule="auto"/>
              <w:jc w:val="right"/>
              <w:rPr>
                <w:b/>
                <w:bCs/>
                <w:szCs w:val="22"/>
              </w:rPr>
            </w:pPr>
          </w:p>
        </w:tc>
        <w:tc>
          <w:tcPr>
            <w:tcW w:w="1349" w:type="dxa"/>
            <w:tcBorders>
              <w:top w:val="single" w:sz="4" w:space="0" w:color="auto"/>
            </w:tcBorders>
            <w:vAlign w:val="bottom"/>
          </w:tcPr>
          <w:p w14:paraId="5D2F6BE8" w14:textId="77777777" w:rsidR="00164795" w:rsidRPr="005D3E43" w:rsidRDefault="00164795" w:rsidP="00871A59">
            <w:pPr>
              <w:pStyle w:val="acctfourfigures"/>
              <w:tabs>
                <w:tab w:val="clear" w:pos="765"/>
                <w:tab w:val="decimal" w:pos="826"/>
              </w:tabs>
              <w:spacing w:line="240" w:lineRule="auto"/>
              <w:ind w:right="377"/>
              <w:jc w:val="right"/>
              <w:rPr>
                <w:b/>
                <w:bCs/>
                <w:szCs w:val="22"/>
              </w:rPr>
            </w:pPr>
            <w:r w:rsidRPr="005D3E43">
              <w:rPr>
                <w:b/>
                <w:bCs/>
                <w:szCs w:val="22"/>
              </w:rPr>
              <w:t>-</w:t>
            </w:r>
          </w:p>
        </w:tc>
      </w:tr>
      <w:tr w:rsidR="00164795" w:rsidRPr="005D3E43" w14:paraId="3510DC14" w14:textId="77777777" w:rsidTr="00871A59">
        <w:trPr>
          <w:cantSplit/>
          <w:trHeight w:val="20"/>
        </w:trPr>
        <w:tc>
          <w:tcPr>
            <w:tcW w:w="6210" w:type="dxa"/>
          </w:tcPr>
          <w:p w14:paraId="05FF020B" w14:textId="77777777" w:rsidR="00164795" w:rsidRPr="005D3E43" w:rsidRDefault="00164795" w:rsidP="00871A59">
            <w:pPr>
              <w:tabs>
                <w:tab w:val="left" w:pos="193"/>
                <w:tab w:val="left" w:pos="5504"/>
              </w:tabs>
              <w:spacing w:line="240" w:lineRule="auto"/>
              <w:ind w:left="175" w:hanging="162"/>
              <w:rPr>
                <w:szCs w:val="22"/>
              </w:rPr>
            </w:pPr>
            <w:r w:rsidRPr="005D3E43">
              <w:rPr>
                <w:szCs w:val="22"/>
                <w:lang w:val="en-US"/>
              </w:rPr>
              <w:t xml:space="preserve">Present value of remaining lease payments, discounted using the incremental borrowing rate at 1 January 2020 </w:t>
            </w:r>
          </w:p>
        </w:tc>
        <w:tc>
          <w:tcPr>
            <w:tcW w:w="1350" w:type="dxa"/>
            <w:tcBorders>
              <w:top w:val="single" w:sz="4" w:space="0" w:color="auto"/>
            </w:tcBorders>
            <w:vAlign w:val="bottom"/>
          </w:tcPr>
          <w:p w14:paraId="22FE1C04" w14:textId="77777777" w:rsidR="00164795" w:rsidRPr="005D3E43" w:rsidRDefault="00164795" w:rsidP="00871A59">
            <w:pPr>
              <w:pStyle w:val="acctfourfigures"/>
              <w:tabs>
                <w:tab w:val="clear" w:pos="765"/>
                <w:tab w:val="decimal" w:pos="731"/>
                <w:tab w:val="decimal" w:pos="1642"/>
              </w:tabs>
              <w:spacing w:line="240" w:lineRule="auto"/>
              <w:ind w:right="96"/>
              <w:jc w:val="right"/>
              <w:rPr>
                <w:szCs w:val="22"/>
                <w:lang w:bidi="th-TH"/>
              </w:rPr>
            </w:pPr>
            <w:r w:rsidRPr="005D3E43">
              <w:rPr>
                <w:szCs w:val="22"/>
                <w:lang w:bidi="th-TH"/>
              </w:rPr>
              <w:t>13</w:t>
            </w:r>
            <w:r w:rsidR="008D749D" w:rsidRPr="005D3E43">
              <w:rPr>
                <w:szCs w:val="22"/>
                <w:lang w:bidi="th-TH"/>
              </w:rPr>
              <w:t>2</w:t>
            </w:r>
            <w:r w:rsidRPr="005D3E43">
              <w:rPr>
                <w:szCs w:val="22"/>
                <w:lang w:bidi="th-TH"/>
              </w:rPr>
              <w:t>,6</w:t>
            </w:r>
            <w:r w:rsidR="008D749D" w:rsidRPr="005D3E43">
              <w:rPr>
                <w:szCs w:val="22"/>
                <w:lang w:bidi="th-TH"/>
              </w:rPr>
              <w:t>73</w:t>
            </w:r>
          </w:p>
        </w:tc>
        <w:tc>
          <w:tcPr>
            <w:tcW w:w="181" w:type="dxa"/>
            <w:vAlign w:val="bottom"/>
          </w:tcPr>
          <w:p w14:paraId="09858BE4" w14:textId="77777777" w:rsidR="00164795" w:rsidRPr="005D3E43" w:rsidRDefault="00164795" w:rsidP="00871A59">
            <w:pPr>
              <w:pStyle w:val="acctfourfigures"/>
              <w:spacing w:line="240" w:lineRule="auto"/>
              <w:jc w:val="right"/>
              <w:rPr>
                <w:szCs w:val="22"/>
              </w:rPr>
            </w:pPr>
          </w:p>
        </w:tc>
        <w:tc>
          <w:tcPr>
            <w:tcW w:w="1349" w:type="dxa"/>
            <w:tcBorders>
              <w:top w:val="single" w:sz="4" w:space="0" w:color="auto"/>
            </w:tcBorders>
            <w:vAlign w:val="bottom"/>
          </w:tcPr>
          <w:p w14:paraId="63545369" w14:textId="77777777" w:rsidR="00164795" w:rsidRPr="005D3E43" w:rsidRDefault="00164795" w:rsidP="00871A59">
            <w:pPr>
              <w:pStyle w:val="acctfourfigures"/>
              <w:tabs>
                <w:tab w:val="clear" w:pos="765"/>
                <w:tab w:val="decimal" w:pos="826"/>
              </w:tabs>
              <w:spacing w:line="240" w:lineRule="auto"/>
              <w:ind w:right="377"/>
              <w:jc w:val="right"/>
              <w:rPr>
                <w:szCs w:val="22"/>
              </w:rPr>
            </w:pPr>
            <w:r w:rsidRPr="005D3E43">
              <w:rPr>
                <w:szCs w:val="22"/>
              </w:rPr>
              <w:t>-</w:t>
            </w:r>
          </w:p>
        </w:tc>
      </w:tr>
      <w:tr w:rsidR="005A1D69" w:rsidRPr="005D3E43" w14:paraId="15B2707A" w14:textId="77777777" w:rsidTr="005A1D69">
        <w:trPr>
          <w:cantSplit/>
          <w:trHeight w:val="20"/>
        </w:trPr>
        <w:tc>
          <w:tcPr>
            <w:tcW w:w="6210" w:type="dxa"/>
          </w:tcPr>
          <w:p w14:paraId="62D7CB8C" w14:textId="77777777" w:rsidR="005A1D69" w:rsidRPr="005D3E43" w:rsidRDefault="005A1D69" w:rsidP="00871A59">
            <w:pPr>
              <w:tabs>
                <w:tab w:val="left" w:pos="193"/>
                <w:tab w:val="left" w:pos="5504"/>
              </w:tabs>
              <w:spacing w:line="240" w:lineRule="auto"/>
              <w:ind w:left="175" w:hanging="162"/>
              <w:rPr>
                <w:szCs w:val="22"/>
                <w:lang w:val="en-US"/>
              </w:rPr>
            </w:pPr>
            <w:r w:rsidRPr="005D3E43">
              <w:rPr>
                <w:szCs w:val="22"/>
                <w:lang w:val="en-US"/>
              </w:rPr>
              <w:t xml:space="preserve">Finance lease liability </w:t>
            </w:r>
            <w:proofErr w:type="spellStart"/>
            <w:r w:rsidRPr="005D3E43">
              <w:rPr>
                <w:szCs w:val="22"/>
                <w:lang w:val="en-US"/>
              </w:rPr>
              <w:t>recognised</w:t>
            </w:r>
            <w:proofErr w:type="spellEnd"/>
            <w:r w:rsidRPr="005D3E43">
              <w:rPr>
                <w:szCs w:val="22"/>
                <w:lang w:val="en-US"/>
              </w:rPr>
              <w:t xml:space="preserve"> as at 31 December 2019</w:t>
            </w:r>
          </w:p>
        </w:tc>
        <w:tc>
          <w:tcPr>
            <w:tcW w:w="1350" w:type="dxa"/>
            <w:vAlign w:val="bottom"/>
          </w:tcPr>
          <w:p w14:paraId="0BA8A35D" w14:textId="77777777" w:rsidR="005A1D69" w:rsidRPr="005D3E43" w:rsidRDefault="005A1D69" w:rsidP="005A1D69">
            <w:pPr>
              <w:pStyle w:val="acctfourfigures"/>
              <w:tabs>
                <w:tab w:val="clear" w:pos="765"/>
                <w:tab w:val="decimal" w:pos="731"/>
                <w:tab w:val="decimal" w:pos="1642"/>
              </w:tabs>
              <w:spacing w:line="240" w:lineRule="auto"/>
              <w:ind w:right="371"/>
              <w:jc w:val="right"/>
              <w:rPr>
                <w:szCs w:val="22"/>
                <w:lang w:bidi="th-TH"/>
              </w:rPr>
            </w:pPr>
            <w:r w:rsidRPr="005D3E43">
              <w:rPr>
                <w:szCs w:val="22"/>
                <w:lang w:bidi="th-TH"/>
              </w:rPr>
              <w:t>-</w:t>
            </w:r>
          </w:p>
        </w:tc>
        <w:tc>
          <w:tcPr>
            <w:tcW w:w="181" w:type="dxa"/>
            <w:vAlign w:val="bottom"/>
          </w:tcPr>
          <w:p w14:paraId="5F8FD0AB" w14:textId="77777777" w:rsidR="005A1D69" w:rsidRPr="005D3E43" w:rsidRDefault="005A1D69" w:rsidP="00871A59">
            <w:pPr>
              <w:pStyle w:val="acctfourfigures"/>
              <w:spacing w:line="240" w:lineRule="auto"/>
              <w:jc w:val="right"/>
              <w:rPr>
                <w:szCs w:val="22"/>
              </w:rPr>
            </w:pPr>
          </w:p>
        </w:tc>
        <w:tc>
          <w:tcPr>
            <w:tcW w:w="1349" w:type="dxa"/>
            <w:vAlign w:val="bottom"/>
          </w:tcPr>
          <w:p w14:paraId="2B451E91" w14:textId="77777777" w:rsidR="005A1D69" w:rsidRPr="005D3E43" w:rsidRDefault="005A1D69" w:rsidP="00871A59">
            <w:pPr>
              <w:pStyle w:val="acctfourfigures"/>
              <w:tabs>
                <w:tab w:val="clear" w:pos="765"/>
                <w:tab w:val="decimal" w:pos="826"/>
              </w:tabs>
              <w:spacing w:line="240" w:lineRule="auto"/>
              <w:ind w:right="377"/>
              <w:jc w:val="right"/>
              <w:rPr>
                <w:szCs w:val="22"/>
              </w:rPr>
            </w:pPr>
            <w:r w:rsidRPr="005D3E43">
              <w:rPr>
                <w:szCs w:val="22"/>
              </w:rPr>
              <w:t>-</w:t>
            </w:r>
          </w:p>
        </w:tc>
      </w:tr>
      <w:tr w:rsidR="00164795" w:rsidRPr="005D3E43" w14:paraId="5807B5A2" w14:textId="77777777" w:rsidTr="00871A59">
        <w:trPr>
          <w:cantSplit/>
          <w:trHeight w:val="20"/>
        </w:trPr>
        <w:tc>
          <w:tcPr>
            <w:tcW w:w="6210" w:type="dxa"/>
            <w:vAlign w:val="bottom"/>
          </w:tcPr>
          <w:p w14:paraId="7991BCF4" w14:textId="77777777" w:rsidR="00164795" w:rsidRPr="005D3E43" w:rsidRDefault="00164795" w:rsidP="00164795">
            <w:pPr>
              <w:spacing w:line="240" w:lineRule="auto"/>
              <w:ind w:left="175" w:hanging="175"/>
              <w:rPr>
                <w:b/>
                <w:bCs/>
                <w:szCs w:val="22"/>
                <w:lang w:val="en-US"/>
              </w:rPr>
            </w:pPr>
            <w:r w:rsidRPr="005D3E43">
              <w:rPr>
                <w:b/>
                <w:bCs/>
                <w:szCs w:val="22"/>
                <w:lang w:val="en-US"/>
              </w:rPr>
              <w:t xml:space="preserve">Lease liabilities </w:t>
            </w:r>
            <w:proofErr w:type="spellStart"/>
            <w:r w:rsidRPr="005D3E43">
              <w:rPr>
                <w:b/>
                <w:bCs/>
                <w:szCs w:val="22"/>
                <w:lang w:val="en-US"/>
              </w:rPr>
              <w:t>recognised</w:t>
            </w:r>
            <w:proofErr w:type="spellEnd"/>
            <w:r w:rsidRPr="005D3E43">
              <w:rPr>
                <w:b/>
                <w:bCs/>
                <w:szCs w:val="22"/>
                <w:lang w:val="en-US"/>
              </w:rPr>
              <w:t xml:space="preserve"> at 1 January 2020</w:t>
            </w:r>
          </w:p>
        </w:tc>
        <w:tc>
          <w:tcPr>
            <w:tcW w:w="1350" w:type="dxa"/>
            <w:tcBorders>
              <w:top w:val="single" w:sz="4" w:space="0" w:color="auto"/>
              <w:bottom w:val="double" w:sz="4" w:space="0" w:color="auto"/>
            </w:tcBorders>
            <w:vAlign w:val="bottom"/>
          </w:tcPr>
          <w:p w14:paraId="670AC52A" w14:textId="77777777" w:rsidR="00164795" w:rsidRPr="005D3E43" w:rsidRDefault="00164795" w:rsidP="00164795">
            <w:pPr>
              <w:pStyle w:val="acctfourfigures"/>
              <w:tabs>
                <w:tab w:val="clear" w:pos="765"/>
                <w:tab w:val="decimal" w:pos="731"/>
                <w:tab w:val="decimal" w:pos="1642"/>
              </w:tabs>
              <w:spacing w:line="240" w:lineRule="auto"/>
              <w:ind w:right="96"/>
              <w:jc w:val="right"/>
              <w:rPr>
                <w:b/>
                <w:bCs/>
                <w:szCs w:val="22"/>
              </w:rPr>
            </w:pPr>
            <w:r w:rsidRPr="005D3E43">
              <w:rPr>
                <w:b/>
                <w:bCs/>
                <w:szCs w:val="22"/>
              </w:rPr>
              <w:t>13</w:t>
            </w:r>
            <w:r w:rsidR="008D749D" w:rsidRPr="005D3E43">
              <w:rPr>
                <w:b/>
                <w:bCs/>
                <w:szCs w:val="22"/>
              </w:rPr>
              <w:t>2,673</w:t>
            </w:r>
          </w:p>
        </w:tc>
        <w:tc>
          <w:tcPr>
            <w:tcW w:w="181" w:type="dxa"/>
          </w:tcPr>
          <w:p w14:paraId="233AC516" w14:textId="77777777" w:rsidR="00164795" w:rsidRPr="005D3E43" w:rsidRDefault="00164795" w:rsidP="00164795">
            <w:pPr>
              <w:pStyle w:val="acctfourfigures"/>
              <w:spacing w:line="240" w:lineRule="auto"/>
              <w:rPr>
                <w:szCs w:val="22"/>
              </w:rPr>
            </w:pPr>
          </w:p>
        </w:tc>
        <w:tc>
          <w:tcPr>
            <w:tcW w:w="1349" w:type="dxa"/>
            <w:tcBorders>
              <w:top w:val="single" w:sz="4" w:space="0" w:color="auto"/>
              <w:bottom w:val="double" w:sz="4" w:space="0" w:color="auto"/>
            </w:tcBorders>
            <w:vAlign w:val="bottom"/>
          </w:tcPr>
          <w:p w14:paraId="20A794E4" w14:textId="77777777" w:rsidR="00164795" w:rsidRPr="005D3E43" w:rsidRDefault="00164795" w:rsidP="00164795">
            <w:pPr>
              <w:pStyle w:val="acctfourfigures"/>
              <w:tabs>
                <w:tab w:val="clear" w:pos="765"/>
                <w:tab w:val="decimal" w:pos="826"/>
              </w:tabs>
              <w:spacing w:line="240" w:lineRule="auto"/>
              <w:ind w:right="377"/>
              <w:jc w:val="right"/>
              <w:rPr>
                <w:b/>
                <w:bCs/>
                <w:szCs w:val="22"/>
              </w:rPr>
            </w:pPr>
            <w:r w:rsidRPr="005D3E43">
              <w:rPr>
                <w:b/>
                <w:bCs/>
                <w:szCs w:val="22"/>
              </w:rPr>
              <w:t>-</w:t>
            </w:r>
          </w:p>
        </w:tc>
      </w:tr>
      <w:tr w:rsidR="00164795" w:rsidRPr="005D3E43" w14:paraId="0DB1ED15" w14:textId="77777777" w:rsidTr="00871A59">
        <w:trPr>
          <w:cantSplit/>
          <w:trHeight w:val="20"/>
        </w:trPr>
        <w:tc>
          <w:tcPr>
            <w:tcW w:w="6210" w:type="dxa"/>
            <w:vAlign w:val="bottom"/>
          </w:tcPr>
          <w:p w14:paraId="3ACFFAA4" w14:textId="77777777" w:rsidR="00164795" w:rsidRPr="005D3E43" w:rsidRDefault="00164795" w:rsidP="00871A59">
            <w:pPr>
              <w:spacing w:line="240" w:lineRule="auto"/>
              <w:rPr>
                <w:b/>
                <w:bCs/>
                <w:szCs w:val="22"/>
                <w:cs/>
              </w:rPr>
            </w:pPr>
            <w:r w:rsidRPr="005D3E43">
              <w:rPr>
                <w:szCs w:val="22"/>
                <w:lang w:val="en-US"/>
              </w:rPr>
              <w:t>Weighted-average incremental borrowing rate</w:t>
            </w:r>
            <w:r w:rsidRPr="005D3E43">
              <w:rPr>
                <w:b/>
                <w:bCs/>
                <w:szCs w:val="22"/>
                <w:lang w:val="en-US"/>
              </w:rPr>
              <w:t xml:space="preserve"> </w:t>
            </w:r>
            <w:r w:rsidRPr="005D3E43">
              <w:rPr>
                <w:i/>
                <w:iCs/>
                <w:szCs w:val="22"/>
                <w:lang w:val="en-US"/>
              </w:rPr>
              <w:t xml:space="preserve">(% per annum) </w:t>
            </w:r>
          </w:p>
        </w:tc>
        <w:tc>
          <w:tcPr>
            <w:tcW w:w="1350" w:type="dxa"/>
            <w:tcBorders>
              <w:top w:val="double" w:sz="4" w:space="0" w:color="auto"/>
              <w:bottom w:val="double" w:sz="4" w:space="0" w:color="auto"/>
            </w:tcBorders>
            <w:vAlign w:val="bottom"/>
          </w:tcPr>
          <w:p w14:paraId="57CF49E8" w14:textId="77777777" w:rsidR="00164795" w:rsidRPr="005D3E43" w:rsidRDefault="00164795" w:rsidP="00871A59">
            <w:pPr>
              <w:pStyle w:val="acctfourfigures"/>
              <w:tabs>
                <w:tab w:val="clear" w:pos="765"/>
                <w:tab w:val="decimal" w:pos="731"/>
                <w:tab w:val="decimal" w:pos="1642"/>
              </w:tabs>
              <w:spacing w:line="240" w:lineRule="auto"/>
              <w:ind w:right="96"/>
              <w:jc w:val="right"/>
              <w:rPr>
                <w:b/>
                <w:bCs/>
                <w:szCs w:val="22"/>
                <w:lang w:val="en-US" w:bidi="th-TH"/>
              </w:rPr>
            </w:pPr>
            <w:r w:rsidRPr="005D3E43">
              <w:rPr>
                <w:b/>
                <w:bCs/>
                <w:szCs w:val="22"/>
                <w:lang w:val="en-US" w:bidi="th-TH"/>
              </w:rPr>
              <w:t>4.</w:t>
            </w:r>
            <w:r w:rsidR="008D749D" w:rsidRPr="005D3E43">
              <w:rPr>
                <w:b/>
                <w:bCs/>
                <w:szCs w:val="22"/>
                <w:lang w:val="en-US" w:bidi="th-TH"/>
              </w:rPr>
              <w:t>36</w:t>
            </w:r>
          </w:p>
        </w:tc>
        <w:tc>
          <w:tcPr>
            <w:tcW w:w="181" w:type="dxa"/>
          </w:tcPr>
          <w:p w14:paraId="46532B70" w14:textId="77777777" w:rsidR="00164795" w:rsidRPr="005D3E43" w:rsidRDefault="00164795" w:rsidP="00871A59">
            <w:pPr>
              <w:pStyle w:val="acctfourfigures"/>
              <w:spacing w:line="240" w:lineRule="auto"/>
              <w:rPr>
                <w:szCs w:val="22"/>
              </w:rPr>
            </w:pPr>
          </w:p>
        </w:tc>
        <w:tc>
          <w:tcPr>
            <w:tcW w:w="1349" w:type="dxa"/>
            <w:tcBorders>
              <w:top w:val="double" w:sz="4" w:space="0" w:color="auto"/>
              <w:bottom w:val="double" w:sz="4" w:space="0" w:color="auto"/>
            </w:tcBorders>
            <w:vAlign w:val="bottom"/>
          </w:tcPr>
          <w:p w14:paraId="7FB63F93" w14:textId="77777777" w:rsidR="00164795" w:rsidRPr="005D3E43" w:rsidRDefault="00164795" w:rsidP="00871A59">
            <w:pPr>
              <w:pStyle w:val="acctfourfigures"/>
              <w:tabs>
                <w:tab w:val="clear" w:pos="765"/>
                <w:tab w:val="decimal" w:pos="826"/>
              </w:tabs>
              <w:spacing w:line="240" w:lineRule="auto"/>
              <w:ind w:right="377"/>
              <w:jc w:val="right"/>
              <w:rPr>
                <w:b/>
                <w:bCs/>
                <w:szCs w:val="22"/>
              </w:rPr>
            </w:pPr>
            <w:r w:rsidRPr="005D3E43">
              <w:rPr>
                <w:b/>
                <w:bCs/>
                <w:szCs w:val="22"/>
              </w:rPr>
              <w:t>-</w:t>
            </w:r>
          </w:p>
        </w:tc>
      </w:tr>
    </w:tbl>
    <w:p w14:paraId="7DE0E9B6" w14:textId="77777777" w:rsidR="0006042C" w:rsidRPr="005D3E43" w:rsidRDefault="0006042C" w:rsidP="003C54A8">
      <w:pPr>
        <w:pStyle w:val="ListParagraph"/>
        <w:spacing w:line="240" w:lineRule="auto"/>
        <w:ind w:left="540"/>
        <w:jc w:val="both"/>
        <w:rPr>
          <w:szCs w:val="22"/>
          <w:highlight w:val="cyan"/>
          <w:lang w:val="en-US" w:bidi="th-TH"/>
        </w:rPr>
      </w:pPr>
    </w:p>
    <w:p w14:paraId="3872D5F7" w14:textId="29E70FCD" w:rsidR="003C54A8" w:rsidRPr="005D3E43" w:rsidRDefault="003C54A8" w:rsidP="00AF671A">
      <w:pPr>
        <w:spacing w:line="240" w:lineRule="auto"/>
        <w:ind w:left="540"/>
        <w:jc w:val="thaiDistribute"/>
        <w:rPr>
          <w:szCs w:val="22"/>
          <w:lang w:val="en-US" w:bidi="th-TH"/>
        </w:rPr>
      </w:pPr>
      <w:r w:rsidRPr="005D3E43">
        <w:rPr>
          <w:szCs w:val="22"/>
          <w:lang w:val="en-US" w:bidi="th-TH"/>
        </w:rPr>
        <w:t xml:space="preserve">Right-of-use assets and lease liabilities shown above were presented as part of </w:t>
      </w:r>
      <w:r w:rsidR="00E34BE0" w:rsidRPr="005D3E43">
        <w:rPr>
          <w:szCs w:val="22"/>
          <w:lang w:val="en-US" w:bidi="th-TH"/>
        </w:rPr>
        <w:t>real estate for rental and service business</w:t>
      </w:r>
      <w:r w:rsidRPr="005D3E43">
        <w:rPr>
          <w:szCs w:val="22"/>
          <w:lang w:val="en-US" w:bidi="th-TH"/>
        </w:rPr>
        <w:t xml:space="preserve"> segment. </w:t>
      </w:r>
    </w:p>
    <w:p w14:paraId="28873F78" w14:textId="77777777" w:rsidR="00A24F9A" w:rsidRPr="005D3E43" w:rsidRDefault="00A24F9A" w:rsidP="00A24F9A">
      <w:pPr>
        <w:pStyle w:val="ListParagraph"/>
        <w:spacing w:line="240" w:lineRule="auto"/>
        <w:ind w:left="1260"/>
        <w:jc w:val="thaiDistribute"/>
        <w:rPr>
          <w:szCs w:val="22"/>
          <w:lang w:val="en-US" w:bidi="th-TH"/>
        </w:rPr>
      </w:pPr>
    </w:p>
    <w:p w14:paraId="679AB728" w14:textId="77777777" w:rsidR="00A24F9A" w:rsidRPr="005D3E43" w:rsidRDefault="00A24F9A" w:rsidP="00AF671A">
      <w:pPr>
        <w:pStyle w:val="ListParagraph"/>
        <w:spacing w:line="240" w:lineRule="auto"/>
        <w:ind w:left="540"/>
        <w:jc w:val="thaiDistribute"/>
        <w:rPr>
          <w:i/>
          <w:iCs/>
          <w:szCs w:val="22"/>
          <w:lang w:val="en-US" w:bidi="th-TH"/>
        </w:rPr>
      </w:pPr>
      <w:r w:rsidRPr="005D3E43">
        <w:rPr>
          <w:i/>
          <w:iCs/>
          <w:szCs w:val="22"/>
          <w:lang w:val="en-US" w:bidi="th-TH"/>
        </w:rPr>
        <w:t xml:space="preserve">As a lessor </w:t>
      </w:r>
    </w:p>
    <w:p w14:paraId="35716E32" w14:textId="77777777" w:rsidR="00A24F9A" w:rsidRPr="005D3E43" w:rsidRDefault="00A24F9A" w:rsidP="00A24F9A">
      <w:pPr>
        <w:pStyle w:val="ListParagraph"/>
        <w:spacing w:line="240" w:lineRule="auto"/>
        <w:ind w:left="1260"/>
        <w:jc w:val="thaiDistribute"/>
        <w:rPr>
          <w:szCs w:val="22"/>
          <w:lang w:val="en-US" w:bidi="th-TH"/>
        </w:rPr>
      </w:pPr>
    </w:p>
    <w:p w14:paraId="5B9D46E2" w14:textId="187D39EE" w:rsidR="00A24F9A" w:rsidRDefault="00A24F9A" w:rsidP="00AF671A">
      <w:pPr>
        <w:pStyle w:val="ListParagraph"/>
        <w:spacing w:line="240" w:lineRule="auto"/>
        <w:ind w:left="540"/>
        <w:jc w:val="thaiDistribute"/>
        <w:rPr>
          <w:rFonts w:cstheme="minorBidi"/>
          <w:szCs w:val="22"/>
          <w:lang w:val="en-US" w:bidi="th-TH"/>
        </w:rPr>
      </w:pPr>
      <w:r w:rsidRPr="005D3E43">
        <w:rPr>
          <w:szCs w:val="22"/>
          <w:lang w:val="en-US" w:bidi="th-TH"/>
        </w:rPr>
        <w:t>The accounting policy under TFRS16 that the Group applied as a lessor are not different from those under TAS 17.</w:t>
      </w:r>
    </w:p>
    <w:p w14:paraId="17241F9A" w14:textId="5FDD1D00" w:rsidR="0092545F" w:rsidRDefault="0092545F" w:rsidP="00AF671A">
      <w:pPr>
        <w:pStyle w:val="ListParagraph"/>
        <w:spacing w:line="240" w:lineRule="auto"/>
        <w:ind w:left="540"/>
        <w:jc w:val="thaiDistribute"/>
        <w:rPr>
          <w:rFonts w:cstheme="minorBidi"/>
          <w:szCs w:val="22"/>
          <w:lang w:val="en-US" w:bidi="th-TH"/>
        </w:rPr>
      </w:pPr>
    </w:p>
    <w:p w14:paraId="40AE82D5" w14:textId="01DE0C8F" w:rsidR="0092545F" w:rsidRDefault="0092545F" w:rsidP="00AF671A">
      <w:pPr>
        <w:pStyle w:val="ListParagraph"/>
        <w:spacing w:line="240" w:lineRule="auto"/>
        <w:ind w:left="540"/>
        <w:jc w:val="thaiDistribute"/>
        <w:rPr>
          <w:rFonts w:cstheme="minorBidi"/>
          <w:szCs w:val="22"/>
          <w:lang w:val="en-US" w:bidi="th-TH"/>
        </w:rPr>
      </w:pPr>
    </w:p>
    <w:p w14:paraId="3E9481FF" w14:textId="77777777" w:rsidR="0092545F" w:rsidRPr="0092545F" w:rsidRDefault="0092545F" w:rsidP="00AF671A">
      <w:pPr>
        <w:pStyle w:val="ListParagraph"/>
        <w:spacing w:line="240" w:lineRule="auto"/>
        <w:ind w:left="540"/>
        <w:jc w:val="thaiDistribute"/>
        <w:rPr>
          <w:rFonts w:cstheme="minorBidi"/>
          <w:szCs w:val="22"/>
          <w:lang w:val="en-US" w:bidi="th-TH"/>
        </w:rPr>
      </w:pPr>
    </w:p>
    <w:p w14:paraId="3BB53A52" w14:textId="77777777" w:rsidR="008D749D" w:rsidRPr="005D3E43" w:rsidRDefault="008D749D" w:rsidP="002A748E">
      <w:pPr>
        <w:spacing w:line="240" w:lineRule="auto"/>
        <w:jc w:val="thaiDistribute"/>
        <w:rPr>
          <w:szCs w:val="22"/>
          <w:highlight w:val="cyan"/>
          <w:lang w:val="en-US" w:bidi="th-TH"/>
        </w:rPr>
      </w:pPr>
    </w:p>
    <w:p w14:paraId="328B3D0C" w14:textId="77777777" w:rsidR="00D0389E" w:rsidRPr="005D3E43" w:rsidRDefault="006F14B0" w:rsidP="002860DC">
      <w:pPr>
        <w:pStyle w:val="index"/>
        <w:numPr>
          <w:ilvl w:val="0"/>
          <w:numId w:val="0"/>
        </w:numPr>
        <w:tabs>
          <w:tab w:val="left" w:pos="540"/>
        </w:tabs>
        <w:spacing w:after="0" w:line="240" w:lineRule="atLeast"/>
        <w:rPr>
          <w:b/>
          <w:bCs/>
          <w:sz w:val="24"/>
          <w:szCs w:val="22"/>
        </w:rPr>
      </w:pPr>
      <w:r w:rsidRPr="005D3E43">
        <w:rPr>
          <w:b/>
          <w:bCs/>
          <w:sz w:val="24"/>
          <w:szCs w:val="22"/>
        </w:rPr>
        <w:lastRenderedPageBreak/>
        <w:t>4</w:t>
      </w:r>
      <w:r w:rsidR="00380AD8" w:rsidRPr="005D3E43">
        <w:rPr>
          <w:b/>
          <w:bCs/>
          <w:sz w:val="24"/>
          <w:szCs w:val="22"/>
        </w:rPr>
        <w:tab/>
      </w:r>
      <w:r w:rsidR="00D0389E" w:rsidRPr="005D3E43">
        <w:rPr>
          <w:b/>
          <w:bCs/>
          <w:sz w:val="24"/>
          <w:szCs w:val="22"/>
        </w:rPr>
        <w:t xml:space="preserve">Related parties </w:t>
      </w:r>
    </w:p>
    <w:p w14:paraId="22B1C65C" w14:textId="77777777" w:rsidR="005E1B1E" w:rsidRPr="009736C8" w:rsidRDefault="005E1B1E" w:rsidP="008D749D">
      <w:pPr>
        <w:spacing w:line="240" w:lineRule="auto"/>
        <w:rPr>
          <w:sz w:val="16"/>
          <w:szCs w:val="14"/>
        </w:rPr>
      </w:pPr>
    </w:p>
    <w:p w14:paraId="19137876" w14:textId="2563B32C" w:rsidR="007D76E5" w:rsidRPr="005D3E43" w:rsidRDefault="005E1B1E" w:rsidP="00426B61">
      <w:pPr>
        <w:pStyle w:val="BodyText"/>
        <w:spacing w:after="0" w:line="240" w:lineRule="atLeast"/>
        <w:ind w:left="540"/>
        <w:jc w:val="thaiDistribute"/>
      </w:pPr>
      <w:r w:rsidRPr="005D3E43">
        <w:rPr>
          <w:szCs w:val="22"/>
        </w:rPr>
        <w:t>Relationships</w:t>
      </w:r>
      <w:r w:rsidRPr="005D3E43">
        <w:t xml:space="preserve"> with subsidiaries, associate</w:t>
      </w:r>
      <w:r w:rsidR="002C0BEB" w:rsidRPr="005D3E43">
        <w:t>s</w:t>
      </w:r>
      <w:r w:rsidRPr="005D3E43">
        <w:t xml:space="preserve"> and joint venture are described in notes </w:t>
      </w:r>
      <w:r w:rsidR="009552B4" w:rsidRPr="005D3E43">
        <w:rPr>
          <w:lang w:val="en-US" w:bidi="th-TH"/>
        </w:rPr>
        <w:t>8</w:t>
      </w:r>
      <w:r w:rsidRPr="005D3E43">
        <w:t xml:space="preserve"> and </w:t>
      </w:r>
      <w:r w:rsidR="009552B4" w:rsidRPr="005D3E43">
        <w:t>9</w:t>
      </w:r>
      <w:r w:rsidRPr="005D3E43">
        <w:t xml:space="preserve">. </w:t>
      </w:r>
    </w:p>
    <w:p w14:paraId="17AB63A0" w14:textId="77777777" w:rsidR="005D3E43" w:rsidRPr="009736C8" w:rsidRDefault="005D3E43" w:rsidP="009736C8">
      <w:pPr>
        <w:spacing w:line="240" w:lineRule="auto"/>
        <w:rPr>
          <w:sz w:val="16"/>
          <w:szCs w:val="14"/>
        </w:rPr>
      </w:pPr>
    </w:p>
    <w:p w14:paraId="3798B6CB" w14:textId="049D0A93" w:rsidR="0049109F" w:rsidRDefault="0049109F" w:rsidP="00A91221">
      <w:pPr>
        <w:spacing w:line="240" w:lineRule="auto"/>
        <w:ind w:left="522"/>
        <w:jc w:val="thaiDistribute"/>
        <w:rPr>
          <w:spacing w:val="-2"/>
        </w:rPr>
      </w:pPr>
      <w:r w:rsidRPr="005D3E43">
        <w:rPr>
          <w:spacing w:val="-2"/>
        </w:rPr>
        <w:t xml:space="preserve">Significant transactions for the three-month and </w:t>
      </w:r>
      <w:r w:rsidR="005D3E43">
        <w:rPr>
          <w:spacing w:val="-2"/>
        </w:rPr>
        <w:t>nine</w:t>
      </w:r>
      <w:r w:rsidRPr="005D3E43">
        <w:rPr>
          <w:spacing w:val="-2"/>
        </w:rPr>
        <w:t xml:space="preserve">-month periods ended 30 </w:t>
      </w:r>
      <w:r w:rsidR="005D3E43">
        <w:rPr>
          <w:spacing w:val="-2"/>
        </w:rPr>
        <w:t xml:space="preserve">September </w:t>
      </w:r>
      <w:r w:rsidRPr="005D3E43">
        <w:rPr>
          <w:spacing w:val="-2"/>
        </w:rPr>
        <w:t>with related parties were as follows:</w:t>
      </w:r>
    </w:p>
    <w:p w14:paraId="4EF3BBB8" w14:textId="2519A9C6" w:rsidR="005D3E43" w:rsidRPr="009736C8" w:rsidRDefault="005D3E43" w:rsidP="009736C8">
      <w:pPr>
        <w:spacing w:line="240" w:lineRule="auto"/>
        <w:rPr>
          <w:sz w:val="16"/>
          <w:szCs w:val="14"/>
        </w:rPr>
      </w:pPr>
    </w:p>
    <w:tbl>
      <w:tblPr>
        <w:tblW w:w="9567" w:type="dxa"/>
        <w:tblInd w:w="423" w:type="dxa"/>
        <w:tblLayout w:type="fixed"/>
        <w:tblCellMar>
          <w:left w:w="79" w:type="dxa"/>
          <w:right w:w="79" w:type="dxa"/>
        </w:tblCellMar>
        <w:tblLook w:val="0000" w:firstRow="0" w:lastRow="0" w:firstColumn="0" w:lastColumn="0" w:noHBand="0" w:noVBand="0"/>
      </w:tblPr>
      <w:tblGrid>
        <w:gridCol w:w="3807"/>
        <w:gridCol w:w="1350"/>
        <w:gridCol w:w="180"/>
        <w:gridCol w:w="1260"/>
        <w:gridCol w:w="180"/>
        <w:gridCol w:w="1350"/>
        <w:gridCol w:w="180"/>
        <w:gridCol w:w="1260"/>
      </w:tblGrid>
      <w:tr w:rsidR="005D3E43" w:rsidRPr="008167D4" w14:paraId="48087895" w14:textId="77777777" w:rsidTr="00907519">
        <w:trPr>
          <w:cantSplit/>
          <w:tblHeader/>
        </w:trPr>
        <w:tc>
          <w:tcPr>
            <w:tcW w:w="3807" w:type="dxa"/>
          </w:tcPr>
          <w:p w14:paraId="254E8D5D" w14:textId="77777777" w:rsidR="005D3E43" w:rsidRPr="008167D4" w:rsidRDefault="005D3E43" w:rsidP="005D3E43">
            <w:pPr>
              <w:spacing w:line="240" w:lineRule="atLeast"/>
              <w:ind w:left="96"/>
              <w:rPr>
                <w:i/>
                <w:iCs/>
              </w:rPr>
            </w:pPr>
          </w:p>
        </w:tc>
        <w:tc>
          <w:tcPr>
            <w:tcW w:w="2790" w:type="dxa"/>
            <w:gridSpan w:val="3"/>
          </w:tcPr>
          <w:p w14:paraId="5191E3D4" w14:textId="77777777" w:rsidR="005D3E43" w:rsidRPr="008167D4" w:rsidRDefault="005D3E43" w:rsidP="005D3E43">
            <w:pPr>
              <w:pStyle w:val="acctmergecolhdg"/>
              <w:spacing w:line="240" w:lineRule="atLeast"/>
            </w:pPr>
            <w:r w:rsidRPr="008167D4">
              <w:t xml:space="preserve">Consolidated </w:t>
            </w:r>
          </w:p>
          <w:p w14:paraId="64DE1AF3" w14:textId="77777777" w:rsidR="005D3E43" w:rsidRPr="008167D4" w:rsidRDefault="005D3E43" w:rsidP="005D3E43">
            <w:pPr>
              <w:pStyle w:val="acctmergecolhdg"/>
              <w:spacing w:line="240" w:lineRule="atLeast"/>
            </w:pPr>
            <w:r w:rsidRPr="008167D4">
              <w:t>financial statements</w:t>
            </w:r>
          </w:p>
        </w:tc>
        <w:tc>
          <w:tcPr>
            <w:tcW w:w="180" w:type="dxa"/>
          </w:tcPr>
          <w:p w14:paraId="37BCBB70" w14:textId="77777777" w:rsidR="005D3E43" w:rsidRPr="008167D4" w:rsidRDefault="005D3E43" w:rsidP="005D3E43">
            <w:pPr>
              <w:pStyle w:val="acctmergecolhdg"/>
              <w:spacing w:line="240" w:lineRule="atLeast"/>
            </w:pPr>
          </w:p>
        </w:tc>
        <w:tc>
          <w:tcPr>
            <w:tcW w:w="2790" w:type="dxa"/>
            <w:gridSpan w:val="3"/>
          </w:tcPr>
          <w:p w14:paraId="5E6F8563" w14:textId="77777777" w:rsidR="005D3E43" w:rsidRPr="008167D4" w:rsidRDefault="005D3E43" w:rsidP="005D3E43">
            <w:pPr>
              <w:pStyle w:val="acctmergecolhdg"/>
              <w:spacing w:line="240" w:lineRule="atLeast"/>
            </w:pPr>
            <w:r w:rsidRPr="008167D4">
              <w:t xml:space="preserve">Separate </w:t>
            </w:r>
          </w:p>
          <w:p w14:paraId="775D0EAA" w14:textId="77777777" w:rsidR="005D3E43" w:rsidRPr="008167D4" w:rsidRDefault="005D3E43" w:rsidP="005D3E43">
            <w:pPr>
              <w:pStyle w:val="acctmergecolhdg"/>
              <w:spacing w:line="240" w:lineRule="atLeast"/>
            </w:pPr>
            <w:r w:rsidRPr="008167D4">
              <w:t>financial statements</w:t>
            </w:r>
          </w:p>
        </w:tc>
      </w:tr>
      <w:tr w:rsidR="005D3E43" w:rsidRPr="008167D4" w14:paraId="1EE1350C" w14:textId="77777777" w:rsidTr="00907519">
        <w:trPr>
          <w:cantSplit/>
          <w:tblHeader/>
        </w:trPr>
        <w:tc>
          <w:tcPr>
            <w:tcW w:w="3807" w:type="dxa"/>
          </w:tcPr>
          <w:p w14:paraId="0806CA78" w14:textId="77777777" w:rsidR="005D3E43" w:rsidRPr="008167D4" w:rsidRDefault="005D3E43" w:rsidP="005D3E43">
            <w:pPr>
              <w:pStyle w:val="acctfourfigures"/>
              <w:spacing w:line="240" w:lineRule="atLeast"/>
              <w:ind w:right="-620"/>
              <w:rPr>
                <w:b/>
                <w:bCs/>
                <w:i/>
                <w:iCs/>
              </w:rPr>
            </w:pPr>
            <w:r w:rsidRPr="008167D4">
              <w:rPr>
                <w:b/>
                <w:bCs/>
                <w:i/>
                <w:iCs/>
              </w:rPr>
              <w:t>Three-month period ended</w:t>
            </w:r>
            <w:r>
              <w:rPr>
                <w:b/>
                <w:bCs/>
                <w:i/>
                <w:iCs/>
              </w:rPr>
              <w:t xml:space="preserve"> </w:t>
            </w:r>
            <w:r>
              <w:rPr>
                <w:rFonts w:cstheme="minorBidi"/>
                <w:b/>
                <w:bCs/>
                <w:i/>
                <w:iCs/>
                <w:lang w:val="en-US" w:bidi="th-TH"/>
              </w:rPr>
              <w:t xml:space="preserve">30 </w:t>
            </w:r>
            <w:r w:rsidRPr="008167D4">
              <w:rPr>
                <w:b/>
                <w:bCs/>
                <w:i/>
                <w:iCs/>
              </w:rPr>
              <w:t>September</w:t>
            </w:r>
          </w:p>
        </w:tc>
        <w:tc>
          <w:tcPr>
            <w:tcW w:w="1350" w:type="dxa"/>
          </w:tcPr>
          <w:p w14:paraId="07920503" w14:textId="28842A7B" w:rsidR="005D3E43" w:rsidRPr="008167D4" w:rsidRDefault="005D3E43" w:rsidP="005D3E43">
            <w:pPr>
              <w:pStyle w:val="acctmergecolhdg"/>
              <w:spacing w:line="240" w:lineRule="atLeast"/>
              <w:rPr>
                <w:b w:val="0"/>
                <w:bCs/>
              </w:rPr>
            </w:pPr>
            <w:r w:rsidRPr="008167D4">
              <w:rPr>
                <w:b w:val="0"/>
                <w:bCs/>
              </w:rPr>
              <w:t>20</w:t>
            </w:r>
            <w:r>
              <w:rPr>
                <w:b w:val="0"/>
                <w:bCs/>
              </w:rPr>
              <w:t>20</w:t>
            </w:r>
          </w:p>
        </w:tc>
        <w:tc>
          <w:tcPr>
            <w:tcW w:w="180" w:type="dxa"/>
          </w:tcPr>
          <w:p w14:paraId="07D6E609" w14:textId="77777777" w:rsidR="005D3E43" w:rsidRPr="008167D4" w:rsidRDefault="005D3E43" w:rsidP="005D3E43">
            <w:pPr>
              <w:pStyle w:val="acctmergecolhdg"/>
              <w:spacing w:line="240" w:lineRule="atLeast"/>
              <w:rPr>
                <w:b w:val="0"/>
                <w:bCs/>
              </w:rPr>
            </w:pPr>
          </w:p>
        </w:tc>
        <w:tc>
          <w:tcPr>
            <w:tcW w:w="1260" w:type="dxa"/>
          </w:tcPr>
          <w:p w14:paraId="5A43A59C" w14:textId="52626EF2" w:rsidR="005D3E43" w:rsidRPr="008167D4" w:rsidRDefault="005D3E43" w:rsidP="005D3E43">
            <w:pPr>
              <w:pStyle w:val="acctmergecolhdg"/>
              <w:spacing w:line="240" w:lineRule="atLeast"/>
              <w:rPr>
                <w:b w:val="0"/>
                <w:bCs/>
              </w:rPr>
            </w:pPr>
            <w:r w:rsidRPr="008167D4">
              <w:rPr>
                <w:b w:val="0"/>
                <w:bCs/>
              </w:rPr>
              <w:t>201</w:t>
            </w:r>
            <w:r>
              <w:rPr>
                <w:b w:val="0"/>
                <w:bCs/>
              </w:rPr>
              <w:t>9</w:t>
            </w:r>
          </w:p>
        </w:tc>
        <w:tc>
          <w:tcPr>
            <w:tcW w:w="180" w:type="dxa"/>
          </w:tcPr>
          <w:p w14:paraId="7035304E" w14:textId="77777777" w:rsidR="005D3E43" w:rsidRPr="008167D4" w:rsidRDefault="005D3E43" w:rsidP="005D3E43">
            <w:pPr>
              <w:pStyle w:val="acctmergecolhdg"/>
              <w:spacing w:line="240" w:lineRule="atLeast"/>
              <w:rPr>
                <w:b w:val="0"/>
                <w:bCs/>
              </w:rPr>
            </w:pPr>
          </w:p>
        </w:tc>
        <w:tc>
          <w:tcPr>
            <w:tcW w:w="1350" w:type="dxa"/>
          </w:tcPr>
          <w:p w14:paraId="438B09FC" w14:textId="039D970A" w:rsidR="005D3E43" w:rsidRPr="008167D4" w:rsidRDefault="005D3E43" w:rsidP="005D3E43">
            <w:pPr>
              <w:pStyle w:val="acctmergecolhdg"/>
              <w:spacing w:line="240" w:lineRule="atLeast"/>
              <w:rPr>
                <w:b w:val="0"/>
                <w:bCs/>
              </w:rPr>
            </w:pPr>
            <w:r w:rsidRPr="008167D4">
              <w:rPr>
                <w:b w:val="0"/>
                <w:bCs/>
              </w:rPr>
              <w:t>20</w:t>
            </w:r>
            <w:r>
              <w:rPr>
                <w:b w:val="0"/>
                <w:bCs/>
              </w:rPr>
              <w:t>20</w:t>
            </w:r>
          </w:p>
        </w:tc>
        <w:tc>
          <w:tcPr>
            <w:tcW w:w="180" w:type="dxa"/>
          </w:tcPr>
          <w:p w14:paraId="480AE6E2" w14:textId="77777777" w:rsidR="005D3E43" w:rsidRPr="008167D4" w:rsidRDefault="005D3E43" w:rsidP="005D3E43">
            <w:pPr>
              <w:pStyle w:val="acctmergecolhdg"/>
              <w:spacing w:line="240" w:lineRule="atLeast"/>
              <w:rPr>
                <w:b w:val="0"/>
                <w:bCs/>
              </w:rPr>
            </w:pPr>
          </w:p>
        </w:tc>
        <w:tc>
          <w:tcPr>
            <w:tcW w:w="1260" w:type="dxa"/>
          </w:tcPr>
          <w:p w14:paraId="654839E0" w14:textId="60B7B439" w:rsidR="005D3E43" w:rsidRPr="008167D4" w:rsidRDefault="005D3E43" w:rsidP="005D3E43">
            <w:pPr>
              <w:pStyle w:val="acctmergecolhdg"/>
              <w:spacing w:line="240" w:lineRule="atLeast"/>
              <w:rPr>
                <w:b w:val="0"/>
                <w:bCs/>
              </w:rPr>
            </w:pPr>
            <w:r w:rsidRPr="008167D4">
              <w:rPr>
                <w:b w:val="0"/>
                <w:bCs/>
              </w:rPr>
              <w:t>201</w:t>
            </w:r>
            <w:r>
              <w:rPr>
                <w:b w:val="0"/>
                <w:bCs/>
              </w:rPr>
              <w:t>9</w:t>
            </w:r>
          </w:p>
        </w:tc>
      </w:tr>
      <w:tr w:rsidR="005D3E43" w:rsidRPr="008167D4" w14:paraId="0350834A" w14:textId="77777777" w:rsidTr="00907519">
        <w:trPr>
          <w:cantSplit/>
          <w:tblHeader/>
        </w:trPr>
        <w:tc>
          <w:tcPr>
            <w:tcW w:w="3807" w:type="dxa"/>
          </w:tcPr>
          <w:p w14:paraId="3BF85E1A" w14:textId="77777777" w:rsidR="005D3E43" w:rsidRPr="008167D4" w:rsidRDefault="005D3E43" w:rsidP="005D3E43">
            <w:pPr>
              <w:spacing w:line="240" w:lineRule="atLeast"/>
              <w:rPr>
                <w:b/>
                <w:bCs/>
                <w:i/>
                <w:iCs/>
              </w:rPr>
            </w:pPr>
          </w:p>
        </w:tc>
        <w:tc>
          <w:tcPr>
            <w:tcW w:w="5760" w:type="dxa"/>
            <w:gridSpan w:val="7"/>
          </w:tcPr>
          <w:p w14:paraId="423EEE80" w14:textId="77777777" w:rsidR="005D3E43" w:rsidRPr="008167D4" w:rsidRDefault="005D3E43" w:rsidP="005D3E43">
            <w:pPr>
              <w:pStyle w:val="acctfourfigures"/>
              <w:spacing w:line="240" w:lineRule="atLeast"/>
              <w:jc w:val="center"/>
              <w:rPr>
                <w:i/>
                <w:iCs/>
              </w:rPr>
            </w:pPr>
            <w:r w:rsidRPr="008167D4">
              <w:rPr>
                <w:i/>
                <w:iCs/>
              </w:rPr>
              <w:t>(in thousand Baht)</w:t>
            </w:r>
          </w:p>
        </w:tc>
      </w:tr>
      <w:tr w:rsidR="005D3E43" w:rsidRPr="008167D4" w14:paraId="7DF9D3F3" w14:textId="77777777" w:rsidTr="00907519">
        <w:trPr>
          <w:cantSplit/>
        </w:trPr>
        <w:tc>
          <w:tcPr>
            <w:tcW w:w="3807" w:type="dxa"/>
          </w:tcPr>
          <w:p w14:paraId="42C958BE" w14:textId="1FE374C6" w:rsidR="005D3E43" w:rsidRPr="008167D4" w:rsidRDefault="00286AE8" w:rsidP="005D3E43">
            <w:pPr>
              <w:spacing w:line="240" w:lineRule="atLeast"/>
              <w:rPr>
                <w:b/>
                <w:bCs/>
              </w:rPr>
            </w:pPr>
            <w:r>
              <w:rPr>
                <w:b/>
                <w:bCs/>
              </w:rPr>
              <w:t>Ultimate p</w:t>
            </w:r>
            <w:r w:rsidR="005D3E43">
              <w:rPr>
                <w:b/>
                <w:bCs/>
              </w:rPr>
              <w:t>arent company</w:t>
            </w:r>
          </w:p>
        </w:tc>
        <w:tc>
          <w:tcPr>
            <w:tcW w:w="1350" w:type="dxa"/>
          </w:tcPr>
          <w:p w14:paraId="415E46F8" w14:textId="77777777" w:rsidR="005D3E43" w:rsidRPr="008167D4" w:rsidRDefault="005D3E43" w:rsidP="009856A7">
            <w:pPr>
              <w:pStyle w:val="acctfourfigures"/>
              <w:tabs>
                <w:tab w:val="clear" w:pos="765"/>
                <w:tab w:val="decimal" w:pos="1000"/>
              </w:tabs>
              <w:spacing w:line="240" w:lineRule="atLeast"/>
            </w:pPr>
          </w:p>
        </w:tc>
        <w:tc>
          <w:tcPr>
            <w:tcW w:w="180" w:type="dxa"/>
          </w:tcPr>
          <w:p w14:paraId="58D56FAF" w14:textId="77777777" w:rsidR="005D3E43" w:rsidRPr="008167D4" w:rsidRDefault="005D3E43" w:rsidP="009856A7">
            <w:pPr>
              <w:pStyle w:val="acctfourfigures"/>
              <w:tabs>
                <w:tab w:val="clear" w:pos="765"/>
                <w:tab w:val="decimal" w:pos="1000"/>
              </w:tabs>
              <w:spacing w:line="240" w:lineRule="atLeast"/>
            </w:pPr>
          </w:p>
        </w:tc>
        <w:tc>
          <w:tcPr>
            <w:tcW w:w="1260" w:type="dxa"/>
          </w:tcPr>
          <w:p w14:paraId="0F2A7361" w14:textId="77777777" w:rsidR="005D3E43" w:rsidRPr="008167D4" w:rsidRDefault="005D3E43" w:rsidP="009856A7">
            <w:pPr>
              <w:pStyle w:val="acctfourfigures"/>
              <w:tabs>
                <w:tab w:val="clear" w:pos="765"/>
                <w:tab w:val="decimal" w:pos="1000"/>
              </w:tabs>
              <w:spacing w:line="240" w:lineRule="atLeast"/>
            </w:pPr>
          </w:p>
        </w:tc>
        <w:tc>
          <w:tcPr>
            <w:tcW w:w="180" w:type="dxa"/>
          </w:tcPr>
          <w:p w14:paraId="6A990BCE" w14:textId="77777777" w:rsidR="005D3E43" w:rsidRPr="008167D4" w:rsidRDefault="005D3E43" w:rsidP="009856A7">
            <w:pPr>
              <w:pStyle w:val="acctfourfigures"/>
              <w:tabs>
                <w:tab w:val="clear" w:pos="765"/>
                <w:tab w:val="decimal" w:pos="1000"/>
              </w:tabs>
              <w:spacing w:line="240" w:lineRule="atLeast"/>
            </w:pPr>
          </w:p>
        </w:tc>
        <w:tc>
          <w:tcPr>
            <w:tcW w:w="1350" w:type="dxa"/>
          </w:tcPr>
          <w:p w14:paraId="0C66C730" w14:textId="77777777" w:rsidR="005D3E43" w:rsidRPr="008167D4" w:rsidRDefault="005D3E43" w:rsidP="009856A7">
            <w:pPr>
              <w:pStyle w:val="acctfourfigures"/>
              <w:tabs>
                <w:tab w:val="clear" w:pos="765"/>
                <w:tab w:val="decimal" w:pos="1000"/>
              </w:tabs>
              <w:spacing w:line="240" w:lineRule="atLeast"/>
            </w:pPr>
          </w:p>
        </w:tc>
        <w:tc>
          <w:tcPr>
            <w:tcW w:w="180" w:type="dxa"/>
          </w:tcPr>
          <w:p w14:paraId="5DF43EBF" w14:textId="77777777" w:rsidR="005D3E43" w:rsidRPr="008167D4" w:rsidRDefault="005D3E43" w:rsidP="009856A7">
            <w:pPr>
              <w:pStyle w:val="acctfourfigures"/>
              <w:tabs>
                <w:tab w:val="clear" w:pos="765"/>
                <w:tab w:val="decimal" w:pos="1000"/>
              </w:tabs>
              <w:spacing w:line="240" w:lineRule="atLeast"/>
            </w:pPr>
          </w:p>
        </w:tc>
        <w:tc>
          <w:tcPr>
            <w:tcW w:w="1260" w:type="dxa"/>
          </w:tcPr>
          <w:p w14:paraId="7E181C12" w14:textId="77777777" w:rsidR="005D3E43" w:rsidRPr="008167D4" w:rsidRDefault="005D3E43" w:rsidP="009856A7">
            <w:pPr>
              <w:pStyle w:val="acctfourfigures"/>
              <w:tabs>
                <w:tab w:val="clear" w:pos="765"/>
                <w:tab w:val="decimal" w:pos="1000"/>
              </w:tabs>
              <w:spacing w:line="240" w:lineRule="atLeast"/>
            </w:pPr>
          </w:p>
        </w:tc>
      </w:tr>
      <w:tr w:rsidR="009856A7" w:rsidRPr="008167D4" w14:paraId="2EE935DE" w14:textId="77777777" w:rsidTr="00907519">
        <w:trPr>
          <w:cantSplit/>
        </w:trPr>
        <w:tc>
          <w:tcPr>
            <w:tcW w:w="3807" w:type="dxa"/>
          </w:tcPr>
          <w:p w14:paraId="74450364" w14:textId="28098FEA" w:rsidR="009856A7" w:rsidRPr="00C03DE2" w:rsidRDefault="00286AE8" w:rsidP="009856A7">
            <w:pPr>
              <w:spacing w:line="240" w:lineRule="atLeast"/>
            </w:pPr>
            <w:r>
              <w:t>Management fee</w:t>
            </w:r>
          </w:p>
        </w:tc>
        <w:tc>
          <w:tcPr>
            <w:tcW w:w="1350" w:type="dxa"/>
          </w:tcPr>
          <w:p w14:paraId="16A005BF" w14:textId="1BCFA5E5" w:rsidR="009856A7" w:rsidRPr="008167D4" w:rsidRDefault="00CD5F8D" w:rsidP="009856A7">
            <w:pPr>
              <w:tabs>
                <w:tab w:val="decimal" w:pos="1000"/>
              </w:tabs>
            </w:pPr>
            <w:r>
              <w:t>15,012</w:t>
            </w:r>
          </w:p>
        </w:tc>
        <w:tc>
          <w:tcPr>
            <w:tcW w:w="180" w:type="dxa"/>
          </w:tcPr>
          <w:p w14:paraId="140931F4" w14:textId="77777777" w:rsidR="009856A7" w:rsidRPr="008167D4" w:rsidRDefault="009856A7" w:rsidP="009856A7">
            <w:pPr>
              <w:pStyle w:val="acctfourfigures"/>
              <w:tabs>
                <w:tab w:val="clear" w:pos="765"/>
                <w:tab w:val="decimal" w:pos="1000"/>
              </w:tabs>
              <w:spacing w:line="240" w:lineRule="atLeast"/>
            </w:pPr>
          </w:p>
        </w:tc>
        <w:tc>
          <w:tcPr>
            <w:tcW w:w="1260" w:type="dxa"/>
          </w:tcPr>
          <w:p w14:paraId="3FCE0EA5" w14:textId="47D33625" w:rsidR="009856A7" w:rsidRPr="008167D4" w:rsidRDefault="009856A7" w:rsidP="009856A7">
            <w:pPr>
              <w:tabs>
                <w:tab w:val="decimal" w:pos="1000"/>
              </w:tabs>
            </w:pPr>
            <w:r>
              <w:t>41,911</w:t>
            </w:r>
          </w:p>
        </w:tc>
        <w:tc>
          <w:tcPr>
            <w:tcW w:w="180" w:type="dxa"/>
          </w:tcPr>
          <w:p w14:paraId="5F14A1D6" w14:textId="77777777" w:rsidR="009856A7" w:rsidRPr="008167D4" w:rsidRDefault="009856A7" w:rsidP="009856A7">
            <w:pPr>
              <w:pStyle w:val="acctfourfigures"/>
              <w:tabs>
                <w:tab w:val="clear" w:pos="765"/>
                <w:tab w:val="decimal" w:pos="1000"/>
              </w:tabs>
              <w:spacing w:line="240" w:lineRule="atLeast"/>
            </w:pPr>
          </w:p>
        </w:tc>
        <w:tc>
          <w:tcPr>
            <w:tcW w:w="1350" w:type="dxa"/>
          </w:tcPr>
          <w:p w14:paraId="35917D0A" w14:textId="469FBE87" w:rsidR="009856A7" w:rsidRPr="008167D4" w:rsidRDefault="00286AE8" w:rsidP="009856A7">
            <w:pPr>
              <w:tabs>
                <w:tab w:val="decimal" w:pos="1000"/>
              </w:tabs>
            </w:pPr>
            <w:r>
              <w:t>1</w:t>
            </w:r>
            <w:r w:rsidR="00015DB5">
              <w:t>4</w:t>
            </w:r>
            <w:r>
              <w:t>,</w:t>
            </w:r>
            <w:r w:rsidR="00015DB5">
              <w:t>702</w:t>
            </w:r>
          </w:p>
        </w:tc>
        <w:tc>
          <w:tcPr>
            <w:tcW w:w="180" w:type="dxa"/>
          </w:tcPr>
          <w:p w14:paraId="2976AA7F" w14:textId="77777777" w:rsidR="009856A7" w:rsidRPr="008167D4" w:rsidRDefault="009856A7" w:rsidP="009856A7">
            <w:pPr>
              <w:pStyle w:val="acctfourfigures"/>
              <w:tabs>
                <w:tab w:val="clear" w:pos="765"/>
                <w:tab w:val="decimal" w:pos="1000"/>
              </w:tabs>
              <w:spacing w:line="240" w:lineRule="atLeast"/>
            </w:pPr>
          </w:p>
        </w:tc>
        <w:tc>
          <w:tcPr>
            <w:tcW w:w="1260" w:type="dxa"/>
          </w:tcPr>
          <w:p w14:paraId="48779703" w14:textId="393E829C" w:rsidR="009856A7" w:rsidRPr="008167D4" w:rsidRDefault="009856A7" w:rsidP="009856A7">
            <w:pPr>
              <w:tabs>
                <w:tab w:val="decimal" w:pos="1000"/>
              </w:tabs>
            </w:pPr>
            <w:r>
              <w:t>40,836</w:t>
            </w:r>
          </w:p>
        </w:tc>
      </w:tr>
      <w:tr w:rsidR="00286AE8" w:rsidRPr="008167D4" w14:paraId="14B8F8E6" w14:textId="77777777" w:rsidTr="00907519">
        <w:trPr>
          <w:cantSplit/>
        </w:trPr>
        <w:tc>
          <w:tcPr>
            <w:tcW w:w="3807" w:type="dxa"/>
          </w:tcPr>
          <w:p w14:paraId="2AF815BD" w14:textId="365BCC94" w:rsidR="00286AE8" w:rsidRDefault="00286AE8" w:rsidP="009856A7">
            <w:pPr>
              <w:spacing w:line="240" w:lineRule="atLeast"/>
            </w:pPr>
            <w:r>
              <w:t xml:space="preserve">Construction management fee </w:t>
            </w:r>
          </w:p>
        </w:tc>
        <w:tc>
          <w:tcPr>
            <w:tcW w:w="1350" w:type="dxa"/>
          </w:tcPr>
          <w:p w14:paraId="0A66AC62" w14:textId="0F632A7C" w:rsidR="00286AE8" w:rsidRPr="008167D4" w:rsidRDefault="00CD5F8D" w:rsidP="009856A7">
            <w:pPr>
              <w:tabs>
                <w:tab w:val="decimal" w:pos="1000"/>
              </w:tabs>
            </w:pPr>
            <w:r>
              <w:t>782</w:t>
            </w:r>
          </w:p>
        </w:tc>
        <w:tc>
          <w:tcPr>
            <w:tcW w:w="180" w:type="dxa"/>
          </w:tcPr>
          <w:p w14:paraId="1FEFF256" w14:textId="77777777" w:rsidR="00286AE8" w:rsidRPr="008167D4" w:rsidRDefault="00286AE8" w:rsidP="009856A7">
            <w:pPr>
              <w:pStyle w:val="acctfourfigures"/>
              <w:tabs>
                <w:tab w:val="clear" w:pos="765"/>
                <w:tab w:val="decimal" w:pos="1000"/>
              </w:tabs>
              <w:spacing w:line="240" w:lineRule="atLeast"/>
            </w:pPr>
          </w:p>
        </w:tc>
        <w:tc>
          <w:tcPr>
            <w:tcW w:w="1260" w:type="dxa"/>
          </w:tcPr>
          <w:p w14:paraId="533092B3" w14:textId="6A618128" w:rsidR="00286AE8" w:rsidRDefault="00CD5F8D" w:rsidP="00CD5F8D">
            <w:pPr>
              <w:tabs>
                <w:tab w:val="decimal" w:pos="745"/>
              </w:tabs>
            </w:pPr>
            <w:r>
              <w:t>-</w:t>
            </w:r>
          </w:p>
        </w:tc>
        <w:tc>
          <w:tcPr>
            <w:tcW w:w="180" w:type="dxa"/>
          </w:tcPr>
          <w:p w14:paraId="0978C57B" w14:textId="77777777" w:rsidR="00286AE8" w:rsidRPr="008167D4" w:rsidRDefault="00286AE8" w:rsidP="009856A7">
            <w:pPr>
              <w:pStyle w:val="acctfourfigures"/>
              <w:tabs>
                <w:tab w:val="clear" w:pos="765"/>
                <w:tab w:val="decimal" w:pos="1000"/>
              </w:tabs>
              <w:spacing w:line="240" w:lineRule="atLeast"/>
            </w:pPr>
          </w:p>
        </w:tc>
        <w:tc>
          <w:tcPr>
            <w:tcW w:w="1350" w:type="dxa"/>
          </w:tcPr>
          <w:p w14:paraId="793CBB19" w14:textId="73E6CD26" w:rsidR="00286AE8" w:rsidRDefault="00CD5F8D" w:rsidP="009856A7">
            <w:pPr>
              <w:tabs>
                <w:tab w:val="decimal" w:pos="1000"/>
              </w:tabs>
            </w:pPr>
            <w:r>
              <w:t>782</w:t>
            </w:r>
          </w:p>
        </w:tc>
        <w:tc>
          <w:tcPr>
            <w:tcW w:w="180" w:type="dxa"/>
          </w:tcPr>
          <w:p w14:paraId="29E2AFDC" w14:textId="77777777" w:rsidR="00286AE8" w:rsidRPr="008167D4" w:rsidRDefault="00286AE8" w:rsidP="009856A7">
            <w:pPr>
              <w:pStyle w:val="acctfourfigures"/>
              <w:tabs>
                <w:tab w:val="clear" w:pos="765"/>
                <w:tab w:val="decimal" w:pos="1000"/>
              </w:tabs>
              <w:spacing w:line="240" w:lineRule="atLeast"/>
            </w:pPr>
          </w:p>
        </w:tc>
        <w:tc>
          <w:tcPr>
            <w:tcW w:w="1260" w:type="dxa"/>
          </w:tcPr>
          <w:p w14:paraId="78815579" w14:textId="78592B27" w:rsidR="00286AE8" w:rsidRDefault="00CD5F8D" w:rsidP="00CD5F8D">
            <w:pPr>
              <w:tabs>
                <w:tab w:val="decimal" w:pos="640"/>
              </w:tabs>
            </w:pPr>
            <w:r>
              <w:t>-</w:t>
            </w:r>
          </w:p>
        </w:tc>
      </w:tr>
      <w:tr w:rsidR="009856A7" w:rsidRPr="008167D4" w14:paraId="3B18B450" w14:textId="77777777" w:rsidTr="00907519">
        <w:trPr>
          <w:cantSplit/>
        </w:trPr>
        <w:tc>
          <w:tcPr>
            <w:tcW w:w="3807" w:type="dxa"/>
          </w:tcPr>
          <w:p w14:paraId="43C44F14" w14:textId="77777777" w:rsidR="009856A7" w:rsidRPr="008167D4" w:rsidRDefault="009856A7" w:rsidP="009856A7">
            <w:pPr>
              <w:spacing w:line="240" w:lineRule="atLeast"/>
              <w:rPr>
                <w:b/>
                <w:bCs/>
              </w:rPr>
            </w:pPr>
          </w:p>
        </w:tc>
        <w:tc>
          <w:tcPr>
            <w:tcW w:w="1350" w:type="dxa"/>
          </w:tcPr>
          <w:p w14:paraId="5D1A8C67" w14:textId="77777777" w:rsidR="009856A7" w:rsidRPr="008167D4" w:rsidRDefault="009856A7" w:rsidP="009856A7">
            <w:pPr>
              <w:pStyle w:val="acctfourfigures"/>
              <w:tabs>
                <w:tab w:val="clear" w:pos="765"/>
                <w:tab w:val="decimal" w:pos="1000"/>
              </w:tabs>
              <w:spacing w:line="240" w:lineRule="atLeast"/>
            </w:pPr>
          </w:p>
        </w:tc>
        <w:tc>
          <w:tcPr>
            <w:tcW w:w="180" w:type="dxa"/>
          </w:tcPr>
          <w:p w14:paraId="5E8938F6" w14:textId="77777777" w:rsidR="009856A7" w:rsidRPr="008167D4" w:rsidRDefault="009856A7" w:rsidP="009856A7">
            <w:pPr>
              <w:pStyle w:val="acctfourfigures"/>
              <w:tabs>
                <w:tab w:val="clear" w:pos="765"/>
                <w:tab w:val="decimal" w:pos="1000"/>
              </w:tabs>
              <w:spacing w:line="240" w:lineRule="atLeast"/>
            </w:pPr>
          </w:p>
        </w:tc>
        <w:tc>
          <w:tcPr>
            <w:tcW w:w="1260" w:type="dxa"/>
          </w:tcPr>
          <w:p w14:paraId="515B24A3" w14:textId="77777777" w:rsidR="009856A7" w:rsidRPr="008167D4" w:rsidRDefault="009856A7" w:rsidP="009856A7">
            <w:pPr>
              <w:pStyle w:val="acctfourfigures"/>
              <w:tabs>
                <w:tab w:val="clear" w:pos="765"/>
                <w:tab w:val="decimal" w:pos="1000"/>
              </w:tabs>
              <w:spacing w:line="240" w:lineRule="atLeast"/>
            </w:pPr>
          </w:p>
        </w:tc>
        <w:tc>
          <w:tcPr>
            <w:tcW w:w="180" w:type="dxa"/>
          </w:tcPr>
          <w:p w14:paraId="309950F1" w14:textId="77777777" w:rsidR="009856A7" w:rsidRPr="008167D4" w:rsidRDefault="009856A7" w:rsidP="009856A7">
            <w:pPr>
              <w:pStyle w:val="acctfourfigures"/>
              <w:tabs>
                <w:tab w:val="clear" w:pos="765"/>
                <w:tab w:val="decimal" w:pos="1000"/>
              </w:tabs>
              <w:spacing w:line="240" w:lineRule="atLeast"/>
            </w:pPr>
          </w:p>
        </w:tc>
        <w:tc>
          <w:tcPr>
            <w:tcW w:w="1350" w:type="dxa"/>
          </w:tcPr>
          <w:p w14:paraId="04C2EB39" w14:textId="77777777" w:rsidR="009856A7" w:rsidRPr="008167D4" w:rsidRDefault="009856A7" w:rsidP="009856A7">
            <w:pPr>
              <w:pStyle w:val="acctfourfigures"/>
              <w:tabs>
                <w:tab w:val="clear" w:pos="765"/>
                <w:tab w:val="decimal" w:pos="1000"/>
              </w:tabs>
              <w:spacing w:line="240" w:lineRule="atLeast"/>
            </w:pPr>
          </w:p>
        </w:tc>
        <w:tc>
          <w:tcPr>
            <w:tcW w:w="180" w:type="dxa"/>
          </w:tcPr>
          <w:p w14:paraId="44C689A0" w14:textId="77777777" w:rsidR="009856A7" w:rsidRPr="008167D4" w:rsidRDefault="009856A7" w:rsidP="009856A7">
            <w:pPr>
              <w:pStyle w:val="acctfourfigures"/>
              <w:tabs>
                <w:tab w:val="clear" w:pos="765"/>
                <w:tab w:val="decimal" w:pos="1000"/>
              </w:tabs>
              <w:spacing w:line="240" w:lineRule="atLeast"/>
            </w:pPr>
          </w:p>
        </w:tc>
        <w:tc>
          <w:tcPr>
            <w:tcW w:w="1260" w:type="dxa"/>
          </w:tcPr>
          <w:p w14:paraId="0F9AA781" w14:textId="77777777" w:rsidR="009856A7" w:rsidRPr="008167D4" w:rsidRDefault="009856A7" w:rsidP="009856A7">
            <w:pPr>
              <w:pStyle w:val="acctfourfigures"/>
              <w:tabs>
                <w:tab w:val="clear" w:pos="765"/>
                <w:tab w:val="decimal" w:pos="1000"/>
              </w:tabs>
              <w:spacing w:line="240" w:lineRule="atLeast"/>
            </w:pPr>
          </w:p>
        </w:tc>
      </w:tr>
      <w:tr w:rsidR="00286AE8" w:rsidRPr="008167D4" w14:paraId="6E7C94C2" w14:textId="77777777" w:rsidTr="00907519">
        <w:trPr>
          <w:cantSplit/>
        </w:trPr>
        <w:tc>
          <w:tcPr>
            <w:tcW w:w="3807" w:type="dxa"/>
          </w:tcPr>
          <w:p w14:paraId="6E0FBFE1" w14:textId="18441616" w:rsidR="00286AE8" w:rsidRPr="008167D4" w:rsidRDefault="00286AE8" w:rsidP="009856A7">
            <w:pPr>
              <w:spacing w:line="240" w:lineRule="atLeast"/>
              <w:rPr>
                <w:b/>
                <w:bCs/>
              </w:rPr>
            </w:pPr>
            <w:r>
              <w:rPr>
                <w:b/>
                <w:bCs/>
              </w:rPr>
              <w:t xml:space="preserve">Parent company </w:t>
            </w:r>
          </w:p>
        </w:tc>
        <w:tc>
          <w:tcPr>
            <w:tcW w:w="1350" w:type="dxa"/>
          </w:tcPr>
          <w:p w14:paraId="6D4119F7" w14:textId="77777777" w:rsidR="00286AE8" w:rsidRPr="008167D4" w:rsidRDefault="00286AE8" w:rsidP="009856A7">
            <w:pPr>
              <w:pStyle w:val="acctfourfigures"/>
              <w:tabs>
                <w:tab w:val="clear" w:pos="765"/>
                <w:tab w:val="decimal" w:pos="1000"/>
              </w:tabs>
              <w:spacing w:line="240" w:lineRule="atLeast"/>
            </w:pPr>
          </w:p>
        </w:tc>
        <w:tc>
          <w:tcPr>
            <w:tcW w:w="180" w:type="dxa"/>
          </w:tcPr>
          <w:p w14:paraId="758E030D" w14:textId="77777777" w:rsidR="00286AE8" w:rsidRPr="008167D4" w:rsidRDefault="00286AE8" w:rsidP="009856A7">
            <w:pPr>
              <w:pStyle w:val="acctfourfigures"/>
              <w:tabs>
                <w:tab w:val="clear" w:pos="765"/>
                <w:tab w:val="decimal" w:pos="1000"/>
              </w:tabs>
              <w:spacing w:line="240" w:lineRule="atLeast"/>
            </w:pPr>
          </w:p>
        </w:tc>
        <w:tc>
          <w:tcPr>
            <w:tcW w:w="1260" w:type="dxa"/>
          </w:tcPr>
          <w:p w14:paraId="64180055" w14:textId="77777777" w:rsidR="00286AE8" w:rsidRPr="008167D4" w:rsidRDefault="00286AE8" w:rsidP="009856A7">
            <w:pPr>
              <w:pStyle w:val="acctfourfigures"/>
              <w:tabs>
                <w:tab w:val="clear" w:pos="765"/>
                <w:tab w:val="decimal" w:pos="1000"/>
              </w:tabs>
              <w:spacing w:line="240" w:lineRule="atLeast"/>
            </w:pPr>
          </w:p>
        </w:tc>
        <w:tc>
          <w:tcPr>
            <w:tcW w:w="180" w:type="dxa"/>
          </w:tcPr>
          <w:p w14:paraId="07D1AB67" w14:textId="77777777" w:rsidR="00286AE8" w:rsidRPr="008167D4" w:rsidRDefault="00286AE8" w:rsidP="009856A7">
            <w:pPr>
              <w:pStyle w:val="acctfourfigures"/>
              <w:tabs>
                <w:tab w:val="clear" w:pos="765"/>
                <w:tab w:val="decimal" w:pos="1000"/>
              </w:tabs>
              <w:spacing w:line="240" w:lineRule="atLeast"/>
            </w:pPr>
          </w:p>
        </w:tc>
        <w:tc>
          <w:tcPr>
            <w:tcW w:w="1350" w:type="dxa"/>
          </w:tcPr>
          <w:p w14:paraId="11A93ED3" w14:textId="77777777" w:rsidR="00286AE8" w:rsidRPr="008167D4" w:rsidRDefault="00286AE8" w:rsidP="009856A7">
            <w:pPr>
              <w:pStyle w:val="acctfourfigures"/>
              <w:tabs>
                <w:tab w:val="clear" w:pos="765"/>
                <w:tab w:val="decimal" w:pos="1000"/>
              </w:tabs>
              <w:spacing w:line="240" w:lineRule="atLeast"/>
            </w:pPr>
          </w:p>
        </w:tc>
        <w:tc>
          <w:tcPr>
            <w:tcW w:w="180" w:type="dxa"/>
          </w:tcPr>
          <w:p w14:paraId="24DBE52B" w14:textId="77777777" w:rsidR="00286AE8" w:rsidRPr="008167D4" w:rsidRDefault="00286AE8" w:rsidP="009856A7">
            <w:pPr>
              <w:pStyle w:val="acctfourfigures"/>
              <w:tabs>
                <w:tab w:val="clear" w:pos="765"/>
                <w:tab w:val="decimal" w:pos="1000"/>
              </w:tabs>
              <w:spacing w:line="240" w:lineRule="atLeast"/>
            </w:pPr>
          </w:p>
        </w:tc>
        <w:tc>
          <w:tcPr>
            <w:tcW w:w="1260" w:type="dxa"/>
          </w:tcPr>
          <w:p w14:paraId="22F36529" w14:textId="77777777" w:rsidR="00286AE8" w:rsidRPr="008167D4" w:rsidRDefault="00286AE8" w:rsidP="009856A7">
            <w:pPr>
              <w:pStyle w:val="acctfourfigures"/>
              <w:tabs>
                <w:tab w:val="clear" w:pos="765"/>
                <w:tab w:val="decimal" w:pos="1000"/>
              </w:tabs>
              <w:spacing w:line="240" w:lineRule="atLeast"/>
            </w:pPr>
          </w:p>
        </w:tc>
      </w:tr>
      <w:tr w:rsidR="001A44D9" w:rsidRPr="008167D4" w14:paraId="62998AB9" w14:textId="77777777" w:rsidTr="00907519">
        <w:trPr>
          <w:cantSplit/>
        </w:trPr>
        <w:tc>
          <w:tcPr>
            <w:tcW w:w="3807" w:type="dxa"/>
          </w:tcPr>
          <w:p w14:paraId="227B8F7F" w14:textId="269229CA" w:rsidR="001A44D9" w:rsidRPr="008167D4" w:rsidRDefault="001A44D9" w:rsidP="001A44D9">
            <w:pPr>
              <w:spacing w:line="240" w:lineRule="atLeast"/>
              <w:rPr>
                <w:b/>
                <w:bCs/>
              </w:rPr>
            </w:pPr>
            <w:r w:rsidRPr="00286AE8">
              <w:t>Interest expense</w:t>
            </w:r>
          </w:p>
        </w:tc>
        <w:tc>
          <w:tcPr>
            <w:tcW w:w="1350" w:type="dxa"/>
          </w:tcPr>
          <w:p w14:paraId="793CD220" w14:textId="7C13469C" w:rsidR="001A44D9" w:rsidRPr="008167D4" w:rsidRDefault="001A44D9" w:rsidP="001A44D9">
            <w:pPr>
              <w:pStyle w:val="acctfourfigures"/>
              <w:tabs>
                <w:tab w:val="clear" w:pos="765"/>
                <w:tab w:val="decimal" w:pos="1000"/>
              </w:tabs>
              <w:spacing w:line="240" w:lineRule="atLeast"/>
            </w:pPr>
            <w:r>
              <w:t>3,508</w:t>
            </w:r>
          </w:p>
        </w:tc>
        <w:tc>
          <w:tcPr>
            <w:tcW w:w="180" w:type="dxa"/>
          </w:tcPr>
          <w:p w14:paraId="2D561168" w14:textId="77777777" w:rsidR="001A44D9" w:rsidRPr="008167D4" w:rsidRDefault="001A44D9" w:rsidP="001A44D9">
            <w:pPr>
              <w:pStyle w:val="acctfourfigures"/>
              <w:tabs>
                <w:tab w:val="clear" w:pos="765"/>
                <w:tab w:val="decimal" w:pos="1000"/>
              </w:tabs>
              <w:spacing w:line="240" w:lineRule="atLeast"/>
            </w:pPr>
          </w:p>
        </w:tc>
        <w:tc>
          <w:tcPr>
            <w:tcW w:w="1260" w:type="dxa"/>
          </w:tcPr>
          <w:p w14:paraId="59E69F51" w14:textId="3C72528A" w:rsidR="001A44D9" w:rsidRPr="008167D4" w:rsidRDefault="001A44D9" w:rsidP="001A44D9">
            <w:pPr>
              <w:pStyle w:val="acctfourfigures"/>
              <w:tabs>
                <w:tab w:val="clear" w:pos="765"/>
                <w:tab w:val="decimal" w:pos="745"/>
              </w:tabs>
              <w:spacing w:line="240" w:lineRule="atLeast"/>
            </w:pPr>
            <w:r>
              <w:t>-</w:t>
            </w:r>
          </w:p>
        </w:tc>
        <w:tc>
          <w:tcPr>
            <w:tcW w:w="180" w:type="dxa"/>
          </w:tcPr>
          <w:p w14:paraId="7F7ACCC6" w14:textId="77777777" w:rsidR="001A44D9" w:rsidRPr="008167D4" w:rsidRDefault="001A44D9" w:rsidP="001A44D9">
            <w:pPr>
              <w:pStyle w:val="acctfourfigures"/>
              <w:tabs>
                <w:tab w:val="clear" w:pos="765"/>
                <w:tab w:val="decimal" w:pos="1000"/>
              </w:tabs>
              <w:spacing w:line="240" w:lineRule="atLeast"/>
            </w:pPr>
          </w:p>
        </w:tc>
        <w:tc>
          <w:tcPr>
            <w:tcW w:w="1350" w:type="dxa"/>
          </w:tcPr>
          <w:p w14:paraId="250ECCC8" w14:textId="243A3D14" w:rsidR="001A44D9" w:rsidRPr="008167D4" w:rsidRDefault="001A44D9" w:rsidP="001A44D9">
            <w:pPr>
              <w:pStyle w:val="acctfourfigures"/>
              <w:tabs>
                <w:tab w:val="clear" w:pos="765"/>
                <w:tab w:val="decimal" w:pos="1000"/>
              </w:tabs>
              <w:spacing w:line="240" w:lineRule="atLeast"/>
            </w:pPr>
            <w:r>
              <w:t>3,508</w:t>
            </w:r>
          </w:p>
        </w:tc>
        <w:tc>
          <w:tcPr>
            <w:tcW w:w="180" w:type="dxa"/>
          </w:tcPr>
          <w:p w14:paraId="43D2CA15" w14:textId="77777777" w:rsidR="001A44D9" w:rsidRPr="008167D4" w:rsidRDefault="001A44D9" w:rsidP="001A44D9">
            <w:pPr>
              <w:pStyle w:val="acctfourfigures"/>
              <w:tabs>
                <w:tab w:val="clear" w:pos="765"/>
                <w:tab w:val="decimal" w:pos="1000"/>
              </w:tabs>
              <w:spacing w:line="240" w:lineRule="atLeast"/>
            </w:pPr>
          </w:p>
        </w:tc>
        <w:tc>
          <w:tcPr>
            <w:tcW w:w="1260" w:type="dxa"/>
          </w:tcPr>
          <w:p w14:paraId="089F4EAA" w14:textId="6945E15C" w:rsidR="001A44D9" w:rsidRPr="008167D4" w:rsidRDefault="001A44D9" w:rsidP="001A44D9">
            <w:pPr>
              <w:pStyle w:val="acctfourfigures"/>
              <w:tabs>
                <w:tab w:val="clear" w:pos="765"/>
                <w:tab w:val="decimal" w:pos="640"/>
              </w:tabs>
              <w:spacing w:line="240" w:lineRule="atLeast"/>
            </w:pPr>
            <w:r>
              <w:t>-</w:t>
            </w:r>
          </w:p>
        </w:tc>
      </w:tr>
      <w:tr w:rsidR="00907519" w:rsidRPr="008167D4" w14:paraId="24068C23" w14:textId="77777777" w:rsidTr="00907519">
        <w:trPr>
          <w:cantSplit/>
        </w:trPr>
        <w:tc>
          <w:tcPr>
            <w:tcW w:w="3807" w:type="dxa"/>
          </w:tcPr>
          <w:p w14:paraId="18BE02D3" w14:textId="77777777" w:rsidR="00907519" w:rsidRPr="00286AE8" w:rsidRDefault="00907519" w:rsidP="001A44D9">
            <w:pPr>
              <w:spacing w:line="240" w:lineRule="atLeast"/>
            </w:pPr>
          </w:p>
        </w:tc>
        <w:tc>
          <w:tcPr>
            <w:tcW w:w="1350" w:type="dxa"/>
          </w:tcPr>
          <w:p w14:paraId="4C7F19EA" w14:textId="77777777" w:rsidR="00907519" w:rsidRDefault="00907519" w:rsidP="001A44D9">
            <w:pPr>
              <w:pStyle w:val="acctfourfigures"/>
              <w:tabs>
                <w:tab w:val="clear" w:pos="765"/>
                <w:tab w:val="decimal" w:pos="1000"/>
              </w:tabs>
              <w:spacing w:line="240" w:lineRule="atLeast"/>
            </w:pPr>
          </w:p>
        </w:tc>
        <w:tc>
          <w:tcPr>
            <w:tcW w:w="180" w:type="dxa"/>
          </w:tcPr>
          <w:p w14:paraId="431207DD" w14:textId="77777777" w:rsidR="00907519" w:rsidRPr="008167D4" w:rsidRDefault="00907519" w:rsidP="001A44D9">
            <w:pPr>
              <w:pStyle w:val="acctfourfigures"/>
              <w:tabs>
                <w:tab w:val="clear" w:pos="765"/>
                <w:tab w:val="decimal" w:pos="1000"/>
              </w:tabs>
              <w:spacing w:line="240" w:lineRule="atLeast"/>
            </w:pPr>
          </w:p>
        </w:tc>
        <w:tc>
          <w:tcPr>
            <w:tcW w:w="1260" w:type="dxa"/>
          </w:tcPr>
          <w:p w14:paraId="25C48BAB" w14:textId="77777777" w:rsidR="00907519" w:rsidRDefault="00907519" w:rsidP="001A44D9">
            <w:pPr>
              <w:pStyle w:val="acctfourfigures"/>
              <w:tabs>
                <w:tab w:val="clear" w:pos="765"/>
                <w:tab w:val="decimal" w:pos="745"/>
              </w:tabs>
              <w:spacing w:line="240" w:lineRule="atLeast"/>
            </w:pPr>
          </w:p>
        </w:tc>
        <w:tc>
          <w:tcPr>
            <w:tcW w:w="180" w:type="dxa"/>
          </w:tcPr>
          <w:p w14:paraId="002EE58F" w14:textId="77777777" w:rsidR="00907519" w:rsidRPr="008167D4" w:rsidRDefault="00907519" w:rsidP="001A44D9">
            <w:pPr>
              <w:pStyle w:val="acctfourfigures"/>
              <w:tabs>
                <w:tab w:val="clear" w:pos="765"/>
                <w:tab w:val="decimal" w:pos="1000"/>
              </w:tabs>
              <w:spacing w:line="240" w:lineRule="atLeast"/>
            </w:pPr>
          </w:p>
        </w:tc>
        <w:tc>
          <w:tcPr>
            <w:tcW w:w="1350" w:type="dxa"/>
          </w:tcPr>
          <w:p w14:paraId="22294889" w14:textId="77777777" w:rsidR="00907519" w:rsidRDefault="00907519" w:rsidP="001A44D9">
            <w:pPr>
              <w:pStyle w:val="acctfourfigures"/>
              <w:tabs>
                <w:tab w:val="clear" w:pos="765"/>
                <w:tab w:val="decimal" w:pos="1000"/>
              </w:tabs>
              <w:spacing w:line="240" w:lineRule="atLeast"/>
            </w:pPr>
          </w:p>
        </w:tc>
        <w:tc>
          <w:tcPr>
            <w:tcW w:w="180" w:type="dxa"/>
          </w:tcPr>
          <w:p w14:paraId="24D08258" w14:textId="77777777" w:rsidR="00907519" w:rsidRPr="008167D4" w:rsidRDefault="00907519" w:rsidP="001A44D9">
            <w:pPr>
              <w:pStyle w:val="acctfourfigures"/>
              <w:tabs>
                <w:tab w:val="clear" w:pos="765"/>
                <w:tab w:val="decimal" w:pos="1000"/>
              </w:tabs>
              <w:spacing w:line="240" w:lineRule="atLeast"/>
            </w:pPr>
          </w:p>
        </w:tc>
        <w:tc>
          <w:tcPr>
            <w:tcW w:w="1260" w:type="dxa"/>
          </w:tcPr>
          <w:p w14:paraId="6E253246" w14:textId="77777777" w:rsidR="00907519" w:rsidRDefault="00907519" w:rsidP="001A44D9">
            <w:pPr>
              <w:pStyle w:val="acctfourfigures"/>
              <w:tabs>
                <w:tab w:val="clear" w:pos="765"/>
                <w:tab w:val="decimal" w:pos="640"/>
              </w:tabs>
              <w:spacing w:line="240" w:lineRule="atLeast"/>
            </w:pPr>
          </w:p>
        </w:tc>
      </w:tr>
      <w:tr w:rsidR="009856A7" w:rsidRPr="008167D4" w14:paraId="1ACFF057" w14:textId="77777777" w:rsidTr="00907519">
        <w:trPr>
          <w:cantSplit/>
        </w:trPr>
        <w:tc>
          <w:tcPr>
            <w:tcW w:w="3807" w:type="dxa"/>
          </w:tcPr>
          <w:p w14:paraId="3DCA4099" w14:textId="77777777" w:rsidR="009856A7" w:rsidRPr="008167D4" w:rsidRDefault="009856A7" w:rsidP="009856A7">
            <w:pPr>
              <w:spacing w:line="240" w:lineRule="atLeast"/>
              <w:rPr>
                <w:b/>
                <w:bCs/>
              </w:rPr>
            </w:pPr>
            <w:r w:rsidRPr="008167D4">
              <w:rPr>
                <w:b/>
                <w:bCs/>
              </w:rPr>
              <w:t>Subsidiaries</w:t>
            </w:r>
          </w:p>
        </w:tc>
        <w:tc>
          <w:tcPr>
            <w:tcW w:w="1350" w:type="dxa"/>
          </w:tcPr>
          <w:p w14:paraId="131CF7C4" w14:textId="77777777" w:rsidR="009856A7" w:rsidRPr="008167D4" w:rsidRDefault="009856A7" w:rsidP="009856A7">
            <w:pPr>
              <w:pStyle w:val="acctfourfigures"/>
              <w:tabs>
                <w:tab w:val="clear" w:pos="765"/>
                <w:tab w:val="decimal" w:pos="1000"/>
              </w:tabs>
              <w:spacing w:line="240" w:lineRule="atLeast"/>
            </w:pPr>
          </w:p>
        </w:tc>
        <w:tc>
          <w:tcPr>
            <w:tcW w:w="180" w:type="dxa"/>
          </w:tcPr>
          <w:p w14:paraId="5959C6EF" w14:textId="77777777" w:rsidR="009856A7" w:rsidRPr="008167D4" w:rsidRDefault="009856A7" w:rsidP="009856A7">
            <w:pPr>
              <w:pStyle w:val="acctfourfigures"/>
              <w:tabs>
                <w:tab w:val="clear" w:pos="765"/>
                <w:tab w:val="decimal" w:pos="1000"/>
              </w:tabs>
              <w:spacing w:line="240" w:lineRule="atLeast"/>
            </w:pPr>
          </w:p>
        </w:tc>
        <w:tc>
          <w:tcPr>
            <w:tcW w:w="1260" w:type="dxa"/>
          </w:tcPr>
          <w:p w14:paraId="6431A985" w14:textId="77777777" w:rsidR="009856A7" w:rsidRPr="008167D4" w:rsidRDefault="009856A7" w:rsidP="009856A7">
            <w:pPr>
              <w:pStyle w:val="acctfourfigures"/>
              <w:tabs>
                <w:tab w:val="clear" w:pos="765"/>
                <w:tab w:val="decimal" w:pos="1000"/>
              </w:tabs>
              <w:spacing w:line="240" w:lineRule="atLeast"/>
            </w:pPr>
          </w:p>
        </w:tc>
        <w:tc>
          <w:tcPr>
            <w:tcW w:w="180" w:type="dxa"/>
          </w:tcPr>
          <w:p w14:paraId="60414654" w14:textId="77777777" w:rsidR="009856A7" w:rsidRPr="008167D4" w:rsidRDefault="009856A7" w:rsidP="009856A7">
            <w:pPr>
              <w:pStyle w:val="acctfourfigures"/>
              <w:tabs>
                <w:tab w:val="clear" w:pos="765"/>
                <w:tab w:val="decimal" w:pos="1000"/>
              </w:tabs>
              <w:spacing w:line="240" w:lineRule="atLeast"/>
            </w:pPr>
          </w:p>
        </w:tc>
        <w:tc>
          <w:tcPr>
            <w:tcW w:w="1350" w:type="dxa"/>
          </w:tcPr>
          <w:p w14:paraId="4333FDC0" w14:textId="77777777" w:rsidR="009856A7" w:rsidRPr="008167D4" w:rsidRDefault="009856A7" w:rsidP="009856A7">
            <w:pPr>
              <w:pStyle w:val="acctfourfigures"/>
              <w:tabs>
                <w:tab w:val="clear" w:pos="765"/>
                <w:tab w:val="decimal" w:pos="1000"/>
              </w:tabs>
              <w:spacing w:line="240" w:lineRule="atLeast"/>
            </w:pPr>
          </w:p>
        </w:tc>
        <w:tc>
          <w:tcPr>
            <w:tcW w:w="180" w:type="dxa"/>
          </w:tcPr>
          <w:p w14:paraId="3C9A848B" w14:textId="77777777" w:rsidR="009856A7" w:rsidRPr="008167D4" w:rsidRDefault="009856A7" w:rsidP="009856A7">
            <w:pPr>
              <w:pStyle w:val="acctfourfigures"/>
              <w:tabs>
                <w:tab w:val="clear" w:pos="765"/>
                <w:tab w:val="decimal" w:pos="1000"/>
              </w:tabs>
              <w:spacing w:line="240" w:lineRule="atLeast"/>
            </w:pPr>
          </w:p>
        </w:tc>
        <w:tc>
          <w:tcPr>
            <w:tcW w:w="1260" w:type="dxa"/>
          </w:tcPr>
          <w:p w14:paraId="0EDBA184" w14:textId="77777777" w:rsidR="009856A7" w:rsidRPr="008167D4" w:rsidRDefault="009856A7" w:rsidP="009856A7">
            <w:pPr>
              <w:pStyle w:val="acctfourfigures"/>
              <w:tabs>
                <w:tab w:val="clear" w:pos="765"/>
                <w:tab w:val="decimal" w:pos="1000"/>
              </w:tabs>
              <w:spacing w:line="240" w:lineRule="atLeast"/>
            </w:pPr>
          </w:p>
        </w:tc>
      </w:tr>
      <w:tr w:rsidR="009856A7" w:rsidRPr="008167D4" w14:paraId="24444F73" w14:textId="77777777" w:rsidTr="00907519">
        <w:trPr>
          <w:cantSplit/>
        </w:trPr>
        <w:tc>
          <w:tcPr>
            <w:tcW w:w="3807" w:type="dxa"/>
          </w:tcPr>
          <w:p w14:paraId="3643F39A" w14:textId="77777777" w:rsidR="009856A7" w:rsidRPr="008167D4" w:rsidRDefault="009856A7" w:rsidP="009856A7">
            <w:pPr>
              <w:spacing w:line="240" w:lineRule="atLeast"/>
              <w:ind w:right="-108"/>
              <w:jc w:val="both"/>
            </w:pPr>
            <w:r w:rsidRPr="008167D4">
              <w:t>Project management income</w:t>
            </w:r>
          </w:p>
        </w:tc>
        <w:tc>
          <w:tcPr>
            <w:tcW w:w="1350" w:type="dxa"/>
          </w:tcPr>
          <w:p w14:paraId="67E5250C" w14:textId="543A82EF" w:rsidR="009856A7" w:rsidRPr="008167D4" w:rsidRDefault="001A44D9" w:rsidP="00C74132">
            <w:pPr>
              <w:tabs>
                <w:tab w:val="decimal" w:pos="733"/>
              </w:tabs>
            </w:pPr>
            <w:r>
              <w:t>-</w:t>
            </w:r>
          </w:p>
        </w:tc>
        <w:tc>
          <w:tcPr>
            <w:tcW w:w="180" w:type="dxa"/>
          </w:tcPr>
          <w:p w14:paraId="5CCB2FD9" w14:textId="77777777" w:rsidR="009856A7" w:rsidRPr="008167D4" w:rsidRDefault="009856A7" w:rsidP="009856A7">
            <w:pPr>
              <w:tabs>
                <w:tab w:val="decimal" w:pos="1000"/>
              </w:tabs>
            </w:pPr>
          </w:p>
        </w:tc>
        <w:tc>
          <w:tcPr>
            <w:tcW w:w="1260" w:type="dxa"/>
          </w:tcPr>
          <w:p w14:paraId="79F786A6" w14:textId="483E77ED" w:rsidR="009856A7" w:rsidRPr="008167D4" w:rsidRDefault="009856A7" w:rsidP="00C74132">
            <w:pPr>
              <w:tabs>
                <w:tab w:val="decimal" w:pos="645"/>
              </w:tabs>
            </w:pPr>
            <w:r w:rsidRPr="008167D4">
              <w:t>-</w:t>
            </w:r>
          </w:p>
        </w:tc>
        <w:tc>
          <w:tcPr>
            <w:tcW w:w="180" w:type="dxa"/>
          </w:tcPr>
          <w:p w14:paraId="27F580F2" w14:textId="77777777" w:rsidR="009856A7" w:rsidRPr="008167D4" w:rsidRDefault="009856A7" w:rsidP="009856A7">
            <w:pPr>
              <w:tabs>
                <w:tab w:val="decimal" w:pos="1000"/>
              </w:tabs>
            </w:pPr>
          </w:p>
        </w:tc>
        <w:tc>
          <w:tcPr>
            <w:tcW w:w="1350" w:type="dxa"/>
          </w:tcPr>
          <w:p w14:paraId="10609A76" w14:textId="0A6AA68C" w:rsidR="009856A7" w:rsidRPr="008167D4" w:rsidRDefault="001A44D9" w:rsidP="009856A7">
            <w:pPr>
              <w:tabs>
                <w:tab w:val="decimal" w:pos="1000"/>
              </w:tabs>
            </w:pPr>
            <w:r>
              <w:t>12,265</w:t>
            </w:r>
          </w:p>
        </w:tc>
        <w:tc>
          <w:tcPr>
            <w:tcW w:w="180" w:type="dxa"/>
          </w:tcPr>
          <w:p w14:paraId="65124C79" w14:textId="77777777" w:rsidR="009856A7" w:rsidRPr="008167D4" w:rsidRDefault="009856A7" w:rsidP="009856A7">
            <w:pPr>
              <w:pStyle w:val="acctfourfigures"/>
              <w:tabs>
                <w:tab w:val="clear" w:pos="765"/>
                <w:tab w:val="decimal" w:pos="1000"/>
              </w:tabs>
              <w:spacing w:line="240" w:lineRule="atLeast"/>
            </w:pPr>
          </w:p>
        </w:tc>
        <w:tc>
          <w:tcPr>
            <w:tcW w:w="1260" w:type="dxa"/>
          </w:tcPr>
          <w:p w14:paraId="0A0CB339" w14:textId="6E60D258" w:rsidR="009856A7" w:rsidRPr="008167D4" w:rsidRDefault="009856A7" w:rsidP="009856A7">
            <w:pPr>
              <w:tabs>
                <w:tab w:val="decimal" w:pos="1000"/>
              </w:tabs>
            </w:pPr>
            <w:r w:rsidRPr="008167D4">
              <w:t>9,266</w:t>
            </w:r>
          </w:p>
        </w:tc>
      </w:tr>
      <w:tr w:rsidR="009856A7" w:rsidRPr="008167D4" w14:paraId="6699D1EF" w14:textId="77777777" w:rsidTr="00907519">
        <w:trPr>
          <w:cantSplit/>
        </w:trPr>
        <w:tc>
          <w:tcPr>
            <w:tcW w:w="3807" w:type="dxa"/>
          </w:tcPr>
          <w:p w14:paraId="6BA8BC07" w14:textId="77777777" w:rsidR="009856A7" w:rsidRPr="008167D4" w:rsidRDefault="009856A7" w:rsidP="009856A7">
            <w:pPr>
              <w:spacing w:line="240" w:lineRule="atLeast"/>
              <w:ind w:right="-108"/>
              <w:jc w:val="both"/>
            </w:pPr>
            <w:r w:rsidRPr="008167D4">
              <w:t>Selling management income</w:t>
            </w:r>
          </w:p>
        </w:tc>
        <w:tc>
          <w:tcPr>
            <w:tcW w:w="1350" w:type="dxa"/>
          </w:tcPr>
          <w:p w14:paraId="43423CCC" w14:textId="1BC94157" w:rsidR="009856A7" w:rsidRPr="008167D4" w:rsidRDefault="001A44D9" w:rsidP="00C74132">
            <w:pPr>
              <w:tabs>
                <w:tab w:val="decimal" w:pos="733"/>
              </w:tabs>
            </w:pPr>
            <w:r>
              <w:t>-</w:t>
            </w:r>
          </w:p>
        </w:tc>
        <w:tc>
          <w:tcPr>
            <w:tcW w:w="180" w:type="dxa"/>
          </w:tcPr>
          <w:p w14:paraId="5F233972" w14:textId="77777777" w:rsidR="009856A7" w:rsidRPr="008167D4" w:rsidRDefault="009856A7" w:rsidP="009856A7">
            <w:pPr>
              <w:tabs>
                <w:tab w:val="decimal" w:pos="1000"/>
              </w:tabs>
            </w:pPr>
          </w:p>
        </w:tc>
        <w:tc>
          <w:tcPr>
            <w:tcW w:w="1260" w:type="dxa"/>
          </w:tcPr>
          <w:p w14:paraId="655FB45C" w14:textId="4C1D6257" w:rsidR="009856A7" w:rsidRPr="008167D4" w:rsidRDefault="009856A7" w:rsidP="00C74132">
            <w:pPr>
              <w:tabs>
                <w:tab w:val="decimal" w:pos="645"/>
              </w:tabs>
            </w:pPr>
            <w:r w:rsidRPr="008167D4">
              <w:t>-</w:t>
            </w:r>
          </w:p>
        </w:tc>
        <w:tc>
          <w:tcPr>
            <w:tcW w:w="180" w:type="dxa"/>
          </w:tcPr>
          <w:p w14:paraId="2397277B" w14:textId="77777777" w:rsidR="009856A7" w:rsidRPr="008167D4" w:rsidRDefault="009856A7" w:rsidP="009856A7">
            <w:pPr>
              <w:tabs>
                <w:tab w:val="decimal" w:pos="1000"/>
              </w:tabs>
            </w:pPr>
          </w:p>
        </w:tc>
        <w:tc>
          <w:tcPr>
            <w:tcW w:w="1350" w:type="dxa"/>
          </w:tcPr>
          <w:p w14:paraId="78D26F66" w14:textId="65A54C22" w:rsidR="009856A7" w:rsidRPr="008167D4" w:rsidRDefault="001A44D9" w:rsidP="009856A7">
            <w:pPr>
              <w:tabs>
                <w:tab w:val="decimal" w:pos="1000"/>
              </w:tabs>
            </w:pPr>
            <w:r>
              <w:t>451</w:t>
            </w:r>
          </w:p>
        </w:tc>
        <w:tc>
          <w:tcPr>
            <w:tcW w:w="180" w:type="dxa"/>
          </w:tcPr>
          <w:p w14:paraId="3C089477" w14:textId="77777777" w:rsidR="009856A7" w:rsidRPr="008167D4" w:rsidRDefault="009856A7" w:rsidP="009856A7">
            <w:pPr>
              <w:tabs>
                <w:tab w:val="decimal" w:pos="1000"/>
              </w:tabs>
            </w:pPr>
          </w:p>
        </w:tc>
        <w:tc>
          <w:tcPr>
            <w:tcW w:w="1260" w:type="dxa"/>
          </w:tcPr>
          <w:p w14:paraId="30346F2D" w14:textId="293BC1F1" w:rsidR="009856A7" w:rsidRPr="008167D4" w:rsidRDefault="009856A7" w:rsidP="009856A7">
            <w:pPr>
              <w:tabs>
                <w:tab w:val="decimal" w:pos="1000"/>
              </w:tabs>
            </w:pPr>
            <w:r w:rsidRPr="008167D4">
              <w:t>667</w:t>
            </w:r>
          </w:p>
        </w:tc>
      </w:tr>
      <w:tr w:rsidR="001A44D9" w:rsidRPr="008167D4" w14:paraId="1AA43A27" w14:textId="77777777" w:rsidTr="00907519">
        <w:trPr>
          <w:cantSplit/>
        </w:trPr>
        <w:tc>
          <w:tcPr>
            <w:tcW w:w="3807" w:type="dxa"/>
          </w:tcPr>
          <w:p w14:paraId="179F2675" w14:textId="6CBB1DE7" w:rsidR="001A44D9" w:rsidRPr="008167D4" w:rsidRDefault="001A44D9" w:rsidP="001A44D9">
            <w:pPr>
              <w:spacing w:line="240" w:lineRule="atLeast"/>
              <w:ind w:right="-108"/>
              <w:jc w:val="both"/>
            </w:pPr>
            <w:r>
              <w:t xml:space="preserve">Construction management income </w:t>
            </w:r>
          </w:p>
        </w:tc>
        <w:tc>
          <w:tcPr>
            <w:tcW w:w="1350" w:type="dxa"/>
          </w:tcPr>
          <w:p w14:paraId="4F930DBA" w14:textId="016535FB" w:rsidR="001A44D9" w:rsidRPr="008167D4" w:rsidRDefault="001A44D9" w:rsidP="00C74132">
            <w:pPr>
              <w:tabs>
                <w:tab w:val="decimal" w:pos="733"/>
              </w:tabs>
            </w:pPr>
            <w:r>
              <w:t>-</w:t>
            </w:r>
          </w:p>
        </w:tc>
        <w:tc>
          <w:tcPr>
            <w:tcW w:w="180" w:type="dxa"/>
          </w:tcPr>
          <w:p w14:paraId="57826D63" w14:textId="77777777" w:rsidR="001A44D9" w:rsidRPr="008167D4" w:rsidRDefault="001A44D9" w:rsidP="001A44D9">
            <w:pPr>
              <w:tabs>
                <w:tab w:val="decimal" w:pos="1000"/>
              </w:tabs>
            </w:pPr>
          </w:p>
        </w:tc>
        <w:tc>
          <w:tcPr>
            <w:tcW w:w="1260" w:type="dxa"/>
          </w:tcPr>
          <w:p w14:paraId="41AB607B" w14:textId="7F6DFC93" w:rsidR="001A44D9" w:rsidRPr="008167D4" w:rsidRDefault="001A44D9" w:rsidP="00C74132">
            <w:pPr>
              <w:tabs>
                <w:tab w:val="decimal" w:pos="645"/>
              </w:tabs>
            </w:pPr>
            <w:r>
              <w:t>-</w:t>
            </w:r>
          </w:p>
        </w:tc>
        <w:tc>
          <w:tcPr>
            <w:tcW w:w="180" w:type="dxa"/>
          </w:tcPr>
          <w:p w14:paraId="66A12FA4" w14:textId="77777777" w:rsidR="001A44D9" w:rsidRPr="008167D4" w:rsidRDefault="001A44D9" w:rsidP="001A44D9">
            <w:pPr>
              <w:tabs>
                <w:tab w:val="decimal" w:pos="1000"/>
              </w:tabs>
            </w:pPr>
          </w:p>
        </w:tc>
        <w:tc>
          <w:tcPr>
            <w:tcW w:w="1350" w:type="dxa"/>
          </w:tcPr>
          <w:p w14:paraId="50AD8211" w14:textId="7CE3E9F8" w:rsidR="001A44D9" w:rsidRPr="008167D4" w:rsidRDefault="001A44D9" w:rsidP="001A44D9">
            <w:pPr>
              <w:tabs>
                <w:tab w:val="decimal" w:pos="1000"/>
              </w:tabs>
            </w:pPr>
            <w:r>
              <w:t>550</w:t>
            </w:r>
          </w:p>
        </w:tc>
        <w:tc>
          <w:tcPr>
            <w:tcW w:w="180" w:type="dxa"/>
          </w:tcPr>
          <w:p w14:paraId="2B6397B3" w14:textId="77777777" w:rsidR="001A44D9" w:rsidRPr="008167D4" w:rsidRDefault="001A44D9" w:rsidP="001A44D9">
            <w:pPr>
              <w:tabs>
                <w:tab w:val="decimal" w:pos="1000"/>
              </w:tabs>
            </w:pPr>
          </w:p>
        </w:tc>
        <w:tc>
          <w:tcPr>
            <w:tcW w:w="1260" w:type="dxa"/>
          </w:tcPr>
          <w:p w14:paraId="26BF797B" w14:textId="1E072E94" w:rsidR="001A44D9" w:rsidRPr="008167D4" w:rsidRDefault="001A44D9" w:rsidP="001A44D9">
            <w:pPr>
              <w:tabs>
                <w:tab w:val="decimal" w:pos="640"/>
              </w:tabs>
            </w:pPr>
            <w:r>
              <w:t>-</w:t>
            </w:r>
          </w:p>
        </w:tc>
      </w:tr>
      <w:tr w:rsidR="001A44D9" w:rsidRPr="008167D4" w14:paraId="25A27EE7" w14:textId="77777777" w:rsidTr="00907519">
        <w:trPr>
          <w:cantSplit/>
        </w:trPr>
        <w:tc>
          <w:tcPr>
            <w:tcW w:w="3807" w:type="dxa"/>
          </w:tcPr>
          <w:p w14:paraId="3617ADB1" w14:textId="77777777" w:rsidR="001A44D9" w:rsidRPr="008167D4" w:rsidRDefault="001A44D9" w:rsidP="001A44D9">
            <w:pPr>
              <w:spacing w:line="240" w:lineRule="atLeast"/>
              <w:ind w:right="-108"/>
              <w:jc w:val="both"/>
            </w:pPr>
            <w:r w:rsidRPr="008167D4">
              <w:t>Interest income</w:t>
            </w:r>
          </w:p>
        </w:tc>
        <w:tc>
          <w:tcPr>
            <w:tcW w:w="1350" w:type="dxa"/>
          </w:tcPr>
          <w:p w14:paraId="456F4068" w14:textId="3B91D73C" w:rsidR="001A44D9" w:rsidRPr="008167D4" w:rsidRDefault="001A44D9" w:rsidP="00C74132">
            <w:pPr>
              <w:tabs>
                <w:tab w:val="decimal" w:pos="733"/>
              </w:tabs>
            </w:pPr>
            <w:r>
              <w:t>-</w:t>
            </w:r>
          </w:p>
        </w:tc>
        <w:tc>
          <w:tcPr>
            <w:tcW w:w="180" w:type="dxa"/>
          </w:tcPr>
          <w:p w14:paraId="5806BF34" w14:textId="77777777" w:rsidR="001A44D9" w:rsidRPr="008167D4" w:rsidRDefault="001A44D9" w:rsidP="001A44D9">
            <w:pPr>
              <w:tabs>
                <w:tab w:val="decimal" w:pos="1000"/>
              </w:tabs>
            </w:pPr>
          </w:p>
        </w:tc>
        <w:tc>
          <w:tcPr>
            <w:tcW w:w="1260" w:type="dxa"/>
          </w:tcPr>
          <w:p w14:paraId="15E21D89" w14:textId="5B8CA824" w:rsidR="001A44D9" w:rsidRPr="008167D4" w:rsidRDefault="001A44D9" w:rsidP="00C74132">
            <w:pPr>
              <w:tabs>
                <w:tab w:val="decimal" w:pos="645"/>
              </w:tabs>
            </w:pPr>
            <w:r w:rsidRPr="008167D4">
              <w:t>-</w:t>
            </w:r>
          </w:p>
        </w:tc>
        <w:tc>
          <w:tcPr>
            <w:tcW w:w="180" w:type="dxa"/>
          </w:tcPr>
          <w:p w14:paraId="1E93DCF9" w14:textId="77777777" w:rsidR="001A44D9" w:rsidRPr="008167D4" w:rsidRDefault="001A44D9" w:rsidP="001A44D9">
            <w:pPr>
              <w:tabs>
                <w:tab w:val="decimal" w:pos="1000"/>
              </w:tabs>
            </w:pPr>
          </w:p>
        </w:tc>
        <w:tc>
          <w:tcPr>
            <w:tcW w:w="1350" w:type="dxa"/>
          </w:tcPr>
          <w:p w14:paraId="29910BE2" w14:textId="14107128" w:rsidR="001A44D9" w:rsidRPr="008167D4" w:rsidRDefault="001A44D9" w:rsidP="001A44D9">
            <w:pPr>
              <w:tabs>
                <w:tab w:val="decimal" w:pos="1000"/>
              </w:tabs>
            </w:pPr>
            <w:r>
              <w:t>56,772</w:t>
            </w:r>
          </w:p>
        </w:tc>
        <w:tc>
          <w:tcPr>
            <w:tcW w:w="180" w:type="dxa"/>
          </w:tcPr>
          <w:p w14:paraId="3C81A542" w14:textId="77777777" w:rsidR="001A44D9" w:rsidRPr="008167D4" w:rsidRDefault="001A44D9" w:rsidP="001A44D9">
            <w:pPr>
              <w:tabs>
                <w:tab w:val="decimal" w:pos="1000"/>
              </w:tabs>
            </w:pPr>
          </w:p>
        </w:tc>
        <w:tc>
          <w:tcPr>
            <w:tcW w:w="1260" w:type="dxa"/>
          </w:tcPr>
          <w:p w14:paraId="54ADABBE" w14:textId="39175E9E" w:rsidR="001A44D9" w:rsidRPr="008167D4" w:rsidRDefault="001A44D9" w:rsidP="00C74132">
            <w:pPr>
              <w:tabs>
                <w:tab w:val="decimal" w:pos="1000"/>
              </w:tabs>
            </w:pPr>
            <w:r w:rsidRPr="008167D4">
              <w:t>69,551</w:t>
            </w:r>
          </w:p>
        </w:tc>
      </w:tr>
      <w:tr w:rsidR="001A44D9" w:rsidRPr="008167D4" w14:paraId="674FF7AD" w14:textId="77777777" w:rsidTr="00907519">
        <w:trPr>
          <w:cantSplit/>
        </w:trPr>
        <w:tc>
          <w:tcPr>
            <w:tcW w:w="3807" w:type="dxa"/>
          </w:tcPr>
          <w:p w14:paraId="65EB2674" w14:textId="77777777" w:rsidR="001A44D9" w:rsidRPr="008167D4" w:rsidRDefault="001A44D9" w:rsidP="001A44D9">
            <w:pPr>
              <w:spacing w:line="240" w:lineRule="atLeast"/>
              <w:ind w:right="-108"/>
              <w:jc w:val="both"/>
            </w:pPr>
            <w:r w:rsidRPr="008167D4">
              <w:t>Interest expense</w:t>
            </w:r>
          </w:p>
        </w:tc>
        <w:tc>
          <w:tcPr>
            <w:tcW w:w="1350" w:type="dxa"/>
          </w:tcPr>
          <w:p w14:paraId="092F155F" w14:textId="452A108F" w:rsidR="001A44D9" w:rsidRPr="008167D4" w:rsidRDefault="001A44D9" w:rsidP="00C74132">
            <w:pPr>
              <w:tabs>
                <w:tab w:val="decimal" w:pos="733"/>
              </w:tabs>
            </w:pPr>
            <w:r>
              <w:t>-</w:t>
            </w:r>
          </w:p>
        </w:tc>
        <w:tc>
          <w:tcPr>
            <w:tcW w:w="180" w:type="dxa"/>
          </w:tcPr>
          <w:p w14:paraId="6E53A032" w14:textId="77777777" w:rsidR="001A44D9" w:rsidRPr="008167D4" w:rsidRDefault="001A44D9" w:rsidP="001A44D9">
            <w:pPr>
              <w:tabs>
                <w:tab w:val="decimal" w:pos="1000"/>
              </w:tabs>
            </w:pPr>
          </w:p>
        </w:tc>
        <w:tc>
          <w:tcPr>
            <w:tcW w:w="1260" w:type="dxa"/>
          </w:tcPr>
          <w:p w14:paraId="19359155" w14:textId="374E791D" w:rsidR="001A44D9" w:rsidRPr="008167D4" w:rsidRDefault="001A44D9" w:rsidP="00C74132">
            <w:pPr>
              <w:tabs>
                <w:tab w:val="decimal" w:pos="645"/>
              </w:tabs>
            </w:pPr>
            <w:r w:rsidRPr="008167D4">
              <w:t>-</w:t>
            </w:r>
          </w:p>
        </w:tc>
        <w:tc>
          <w:tcPr>
            <w:tcW w:w="180" w:type="dxa"/>
          </w:tcPr>
          <w:p w14:paraId="37152466" w14:textId="77777777" w:rsidR="001A44D9" w:rsidRPr="008167D4" w:rsidRDefault="001A44D9" w:rsidP="001A44D9">
            <w:pPr>
              <w:tabs>
                <w:tab w:val="decimal" w:pos="1000"/>
              </w:tabs>
            </w:pPr>
          </w:p>
        </w:tc>
        <w:tc>
          <w:tcPr>
            <w:tcW w:w="1350" w:type="dxa"/>
          </w:tcPr>
          <w:p w14:paraId="41223193" w14:textId="18010697" w:rsidR="001A44D9" w:rsidRPr="008167D4" w:rsidRDefault="00F76A39" w:rsidP="001A44D9">
            <w:pPr>
              <w:tabs>
                <w:tab w:val="decimal" w:pos="1000"/>
              </w:tabs>
            </w:pPr>
            <w:r>
              <w:t>5,290</w:t>
            </w:r>
          </w:p>
        </w:tc>
        <w:tc>
          <w:tcPr>
            <w:tcW w:w="180" w:type="dxa"/>
          </w:tcPr>
          <w:p w14:paraId="57D4AA0B" w14:textId="77777777" w:rsidR="001A44D9" w:rsidRPr="008167D4" w:rsidRDefault="001A44D9" w:rsidP="001A44D9">
            <w:pPr>
              <w:tabs>
                <w:tab w:val="decimal" w:pos="1000"/>
              </w:tabs>
            </w:pPr>
          </w:p>
        </w:tc>
        <w:tc>
          <w:tcPr>
            <w:tcW w:w="1260" w:type="dxa"/>
          </w:tcPr>
          <w:p w14:paraId="148C5971" w14:textId="196E8B79" w:rsidR="001A44D9" w:rsidRPr="008167D4" w:rsidRDefault="001A44D9" w:rsidP="001A44D9">
            <w:pPr>
              <w:tabs>
                <w:tab w:val="decimal" w:pos="1000"/>
              </w:tabs>
            </w:pPr>
            <w:r w:rsidRPr="008167D4">
              <w:t>10,355</w:t>
            </w:r>
          </w:p>
        </w:tc>
      </w:tr>
      <w:tr w:rsidR="001A44D9" w:rsidRPr="008167D4" w14:paraId="0C892ED3" w14:textId="77777777" w:rsidTr="00907519">
        <w:trPr>
          <w:cantSplit/>
        </w:trPr>
        <w:tc>
          <w:tcPr>
            <w:tcW w:w="3807" w:type="dxa"/>
          </w:tcPr>
          <w:p w14:paraId="01DD8776" w14:textId="69099090" w:rsidR="001A44D9" w:rsidRPr="008167D4" w:rsidRDefault="002848A0" w:rsidP="001A44D9">
            <w:pPr>
              <w:spacing w:line="240" w:lineRule="atLeast"/>
            </w:pPr>
            <w:r>
              <w:t>Rental and service expenses</w:t>
            </w:r>
            <w:r w:rsidR="001A44D9" w:rsidRPr="008167D4">
              <w:t xml:space="preserve"> </w:t>
            </w:r>
          </w:p>
        </w:tc>
        <w:tc>
          <w:tcPr>
            <w:tcW w:w="1350" w:type="dxa"/>
          </w:tcPr>
          <w:p w14:paraId="2AA264A7" w14:textId="79CA12B1" w:rsidR="001A44D9" w:rsidRPr="008167D4" w:rsidRDefault="001A44D9" w:rsidP="00C74132">
            <w:pPr>
              <w:tabs>
                <w:tab w:val="decimal" w:pos="733"/>
              </w:tabs>
            </w:pPr>
            <w:r>
              <w:t>-</w:t>
            </w:r>
          </w:p>
        </w:tc>
        <w:tc>
          <w:tcPr>
            <w:tcW w:w="180" w:type="dxa"/>
          </w:tcPr>
          <w:p w14:paraId="32FC29A5" w14:textId="77777777" w:rsidR="001A44D9" w:rsidRPr="008167D4" w:rsidRDefault="001A44D9" w:rsidP="001A44D9">
            <w:pPr>
              <w:tabs>
                <w:tab w:val="decimal" w:pos="1000"/>
              </w:tabs>
            </w:pPr>
          </w:p>
        </w:tc>
        <w:tc>
          <w:tcPr>
            <w:tcW w:w="1260" w:type="dxa"/>
          </w:tcPr>
          <w:p w14:paraId="0ED67AA8" w14:textId="1F0932F3" w:rsidR="001A44D9" w:rsidRPr="008167D4" w:rsidRDefault="001A44D9" w:rsidP="00C74132">
            <w:pPr>
              <w:tabs>
                <w:tab w:val="decimal" w:pos="645"/>
              </w:tabs>
            </w:pPr>
            <w:r w:rsidRPr="008167D4">
              <w:t>-</w:t>
            </w:r>
          </w:p>
        </w:tc>
        <w:tc>
          <w:tcPr>
            <w:tcW w:w="180" w:type="dxa"/>
          </w:tcPr>
          <w:p w14:paraId="552C3F18" w14:textId="77777777" w:rsidR="001A44D9" w:rsidRPr="008167D4" w:rsidRDefault="001A44D9" w:rsidP="001A44D9">
            <w:pPr>
              <w:tabs>
                <w:tab w:val="decimal" w:pos="1000"/>
              </w:tabs>
            </w:pPr>
          </w:p>
        </w:tc>
        <w:tc>
          <w:tcPr>
            <w:tcW w:w="1350" w:type="dxa"/>
          </w:tcPr>
          <w:p w14:paraId="1D7D612D" w14:textId="1C43C7F5" w:rsidR="001A44D9" w:rsidRPr="008167D4" w:rsidRDefault="00F76A39" w:rsidP="001A44D9">
            <w:pPr>
              <w:tabs>
                <w:tab w:val="decimal" w:pos="1000"/>
              </w:tabs>
            </w:pPr>
            <w:r>
              <w:t>993</w:t>
            </w:r>
          </w:p>
        </w:tc>
        <w:tc>
          <w:tcPr>
            <w:tcW w:w="180" w:type="dxa"/>
          </w:tcPr>
          <w:p w14:paraId="6E05AC93" w14:textId="77777777" w:rsidR="001A44D9" w:rsidRPr="008167D4" w:rsidRDefault="001A44D9" w:rsidP="001A44D9">
            <w:pPr>
              <w:tabs>
                <w:tab w:val="decimal" w:pos="1000"/>
              </w:tabs>
            </w:pPr>
          </w:p>
        </w:tc>
        <w:tc>
          <w:tcPr>
            <w:tcW w:w="1260" w:type="dxa"/>
          </w:tcPr>
          <w:p w14:paraId="6ABA6A34" w14:textId="53786B10" w:rsidR="001A44D9" w:rsidRPr="008167D4" w:rsidRDefault="001A44D9" w:rsidP="001A44D9">
            <w:pPr>
              <w:tabs>
                <w:tab w:val="decimal" w:pos="740"/>
              </w:tabs>
            </w:pPr>
            <w:r w:rsidRPr="008167D4">
              <w:t>-</w:t>
            </w:r>
          </w:p>
        </w:tc>
      </w:tr>
      <w:tr w:rsidR="001A44D9" w:rsidRPr="008167D4" w14:paraId="2C3940C9" w14:textId="77777777" w:rsidTr="00907519">
        <w:trPr>
          <w:cantSplit/>
        </w:trPr>
        <w:tc>
          <w:tcPr>
            <w:tcW w:w="3807" w:type="dxa"/>
          </w:tcPr>
          <w:p w14:paraId="05D617A4" w14:textId="77777777" w:rsidR="001A44D9" w:rsidRPr="008167D4" w:rsidRDefault="001A44D9" w:rsidP="001A44D9">
            <w:pPr>
              <w:spacing w:line="240" w:lineRule="atLeast"/>
            </w:pPr>
          </w:p>
        </w:tc>
        <w:tc>
          <w:tcPr>
            <w:tcW w:w="1350" w:type="dxa"/>
          </w:tcPr>
          <w:p w14:paraId="0155B0E5" w14:textId="77777777" w:rsidR="001A44D9" w:rsidRPr="008167D4" w:rsidRDefault="001A44D9" w:rsidP="00C74132">
            <w:pPr>
              <w:tabs>
                <w:tab w:val="decimal" w:pos="733"/>
                <w:tab w:val="decimal" w:pos="1000"/>
              </w:tabs>
            </w:pPr>
          </w:p>
        </w:tc>
        <w:tc>
          <w:tcPr>
            <w:tcW w:w="180" w:type="dxa"/>
          </w:tcPr>
          <w:p w14:paraId="4F6FEB27" w14:textId="77777777" w:rsidR="001A44D9" w:rsidRPr="008167D4" w:rsidRDefault="001A44D9" w:rsidP="001A44D9">
            <w:pPr>
              <w:pStyle w:val="acctfourfigures"/>
              <w:tabs>
                <w:tab w:val="clear" w:pos="765"/>
                <w:tab w:val="decimal" w:pos="1000"/>
              </w:tabs>
              <w:spacing w:line="240" w:lineRule="atLeast"/>
            </w:pPr>
          </w:p>
        </w:tc>
        <w:tc>
          <w:tcPr>
            <w:tcW w:w="1260" w:type="dxa"/>
          </w:tcPr>
          <w:p w14:paraId="139D0639" w14:textId="77777777" w:rsidR="001A44D9" w:rsidRPr="008167D4" w:rsidRDefault="001A44D9" w:rsidP="001A44D9">
            <w:pPr>
              <w:tabs>
                <w:tab w:val="decimal" w:pos="1000"/>
              </w:tabs>
            </w:pPr>
          </w:p>
        </w:tc>
        <w:tc>
          <w:tcPr>
            <w:tcW w:w="180" w:type="dxa"/>
          </w:tcPr>
          <w:p w14:paraId="0A04697D" w14:textId="77777777" w:rsidR="001A44D9" w:rsidRPr="008167D4" w:rsidRDefault="001A44D9" w:rsidP="001A44D9">
            <w:pPr>
              <w:pStyle w:val="acctfourfigures"/>
              <w:tabs>
                <w:tab w:val="clear" w:pos="765"/>
                <w:tab w:val="decimal" w:pos="1000"/>
              </w:tabs>
              <w:spacing w:line="240" w:lineRule="atLeast"/>
            </w:pPr>
          </w:p>
        </w:tc>
        <w:tc>
          <w:tcPr>
            <w:tcW w:w="1350" w:type="dxa"/>
          </w:tcPr>
          <w:p w14:paraId="664F9D66" w14:textId="77777777" w:rsidR="001A44D9" w:rsidRPr="008167D4" w:rsidRDefault="001A44D9" w:rsidP="001A44D9">
            <w:pPr>
              <w:tabs>
                <w:tab w:val="decimal" w:pos="1000"/>
              </w:tabs>
            </w:pPr>
          </w:p>
        </w:tc>
        <w:tc>
          <w:tcPr>
            <w:tcW w:w="180" w:type="dxa"/>
          </w:tcPr>
          <w:p w14:paraId="17564CB7" w14:textId="77777777" w:rsidR="001A44D9" w:rsidRPr="008167D4" w:rsidRDefault="001A44D9" w:rsidP="001A44D9">
            <w:pPr>
              <w:pStyle w:val="acctfourfigures"/>
              <w:tabs>
                <w:tab w:val="clear" w:pos="765"/>
                <w:tab w:val="decimal" w:pos="1000"/>
              </w:tabs>
              <w:spacing w:line="240" w:lineRule="atLeast"/>
            </w:pPr>
          </w:p>
        </w:tc>
        <w:tc>
          <w:tcPr>
            <w:tcW w:w="1260" w:type="dxa"/>
          </w:tcPr>
          <w:p w14:paraId="64C9C937" w14:textId="77777777" w:rsidR="001A44D9" w:rsidRPr="008167D4" w:rsidRDefault="001A44D9" w:rsidP="001A44D9">
            <w:pPr>
              <w:tabs>
                <w:tab w:val="decimal" w:pos="1000"/>
              </w:tabs>
            </w:pPr>
          </w:p>
        </w:tc>
      </w:tr>
      <w:tr w:rsidR="001A44D9" w:rsidRPr="008167D4" w14:paraId="07C37B6A" w14:textId="77777777" w:rsidTr="00907519">
        <w:trPr>
          <w:cantSplit/>
        </w:trPr>
        <w:tc>
          <w:tcPr>
            <w:tcW w:w="3807" w:type="dxa"/>
          </w:tcPr>
          <w:p w14:paraId="2B7737E3" w14:textId="77777777" w:rsidR="001A44D9" w:rsidRPr="008167D4" w:rsidRDefault="001A44D9" w:rsidP="001A44D9">
            <w:pPr>
              <w:spacing w:line="240" w:lineRule="atLeast"/>
            </w:pPr>
            <w:r w:rsidRPr="008167D4">
              <w:rPr>
                <w:b/>
                <w:bCs/>
              </w:rPr>
              <w:t>Associates</w:t>
            </w:r>
          </w:p>
        </w:tc>
        <w:tc>
          <w:tcPr>
            <w:tcW w:w="1350" w:type="dxa"/>
          </w:tcPr>
          <w:p w14:paraId="17A7C347" w14:textId="77777777" w:rsidR="001A44D9" w:rsidRPr="008167D4" w:rsidRDefault="001A44D9" w:rsidP="00C74132">
            <w:pPr>
              <w:tabs>
                <w:tab w:val="decimal" w:pos="733"/>
                <w:tab w:val="decimal" w:pos="1000"/>
              </w:tabs>
            </w:pPr>
          </w:p>
        </w:tc>
        <w:tc>
          <w:tcPr>
            <w:tcW w:w="180" w:type="dxa"/>
          </w:tcPr>
          <w:p w14:paraId="19FB3D08" w14:textId="77777777" w:rsidR="001A44D9" w:rsidRPr="008167D4" w:rsidRDefault="001A44D9" w:rsidP="001A44D9">
            <w:pPr>
              <w:pStyle w:val="acctfourfigures"/>
              <w:tabs>
                <w:tab w:val="clear" w:pos="765"/>
                <w:tab w:val="decimal" w:pos="1000"/>
              </w:tabs>
              <w:spacing w:line="240" w:lineRule="atLeast"/>
            </w:pPr>
          </w:p>
        </w:tc>
        <w:tc>
          <w:tcPr>
            <w:tcW w:w="1260" w:type="dxa"/>
          </w:tcPr>
          <w:p w14:paraId="56612543" w14:textId="77777777" w:rsidR="001A44D9" w:rsidRPr="008167D4" w:rsidRDefault="001A44D9" w:rsidP="001A44D9">
            <w:pPr>
              <w:tabs>
                <w:tab w:val="decimal" w:pos="1000"/>
              </w:tabs>
            </w:pPr>
          </w:p>
        </w:tc>
        <w:tc>
          <w:tcPr>
            <w:tcW w:w="180" w:type="dxa"/>
          </w:tcPr>
          <w:p w14:paraId="67DF4E82" w14:textId="77777777" w:rsidR="001A44D9" w:rsidRPr="008167D4" w:rsidRDefault="001A44D9" w:rsidP="001A44D9">
            <w:pPr>
              <w:pStyle w:val="acctfourfigures"/>
              <w:tabs>
                <w:tab w:val="clear" w:pos="765"/>
                <w:tab w:val="decimal" w:pos="1000"/>
              </w:tabs>
              <w:spacing w:line="240" w:lineRule="atLeast"/>
            </w:pPr>
          </w:p>
        </w:tc>
        <w:tc>
          <w:tcPr>
            <w:tcW w:w="1350" w:type="dxa"/>
          </w:tcPr>
          <w:p w14:paraId="7CD3C2E4" w14:textId="77777777" w:rsidR="001A44D9" w:rsidRPr="008167D4" w:rsidRDefault="001A44D9" w:rsidP="001A44D9">
            <w:pPr>
              <w:tabs>
                <w:tab w:val="decimal" w:pos="1000"/>
              </w:tabs>
            </w:pPr>
          </w:p>
        </w:tc>
        <w:tc>
          <w:tcPr>
            <w:tcW w:w="180" w:type="dxa"/>
          </w:tcPr>
          <w:p w14:paraId="62E893B8" w14:textId="77777777" w:rsidR="001A44D9" w:rsidRPr="008167D4" w:rsidRDefault="001A44D9" w:rsidP="001A44D9">
            <w:pPr>
              <w:pStyle w:val="acctfourfigures"/>
              <w:tabs>
                <w:tab w:val="clear" w:pos="765"/>
                <w:tab w:val="decimal" w:pos="1000"/>
              </w:tabs>
              <w:spacing w:line="240" w:lineRule="atLeast"/>
            </w:pPr>
          </w:p>
        </w:tc>
        <w:tc>
          <w:tcPr>
            <w:tcW w:w="1260" w:type="dxa"/>
          </w:tcPr>
          <w:p w14:paraId="0F77F375" w14:textId="77777777" w:rsidR="001A44D9" w:rsidRPr="008167D4" w:rsidRDefault="001A44D9" w:rsidP="001A44D9">
            <w:pPr>
              <w:tabs>
                <w:tab w:val="decimal" w:pos="1000"/>
              </w:tabs>
            </w:pPr>
          </w:p>
        </w:tc>
      </w:tr>
      <w:tr w:rsidR="00F76A39" w:rsidRPr="008167D4" w14:paraId="28ABA538" w14:textId="77777777" w:rsidTr="00907519">
        <w:trPr>
          <w:cantSplit/>
        </w:trPr>
        <w:tc>
          <w:tcPr>
            <w:tcW w:w="3807" w:type="dxa"/>
          </w:tcPr>
          <w:p w14:paraId="716255EA" w14:textId="77777777" w:rsidR="00F76A39" w:rsidRPr="008167D4" w:rsidRDefault="00F76A39" w:rsidP="00F76A39">
            <w:pPr>
              <w:spacing w:line="240" w:lineRule="atLeast"/>
            </w:pPr>
            <w:r w:rsidRPr="008167D4">
              <w:t>Rental income</w:t>
            </w:r>
          </w:p>
        </w:tc>
        <w:tc>
          <w:tcPr>
            <w:tcW w:w="1350" w:type="dxa"/>
          </w:tcPr>
          <w:p w14:paraId="6486EBFD" w14:textId="45EC5977" w:rsidR="00F76A39" w:rsidRPr="008167D4" w:rsidRDefault="00F76A39" w:rsidP="00C74132">
            <w:pPr>
              <w:tabs>
                <w:tab w:val="decimal" w:pos="733"/>
              </w:tabs>
            </w:pPr>
            <w:r>
              <w:t>-</w:t>
            </w:r>
          </w:p>
        </w:tc>
        <w:tc>
          <w:tcPr>
            <w:tcW w:w="180" w:type="dxa"/>
          </w:tcPr>
          <w:p w14:paraId="27183E06" w14:textId="77777777" w:rsidR="00F76A39" w:rsidRPr="008167D4" w:rsidRDefault="00F76A39" w:rsidP="00F76A39">
            <w:pPr>
              <w:tabs>
                <w:tab w:val="decimal" w:pos="1000"/>
              </w:tabs>
            </w:pPr>
          </w:p>
        </w:tc>
        <w:tc>
          <w:tcPr>
            <w:tcW w:w="1260" w:type="dxa"/>
          </w:tcPr>
          <w:p w14:paraId="68104258" w14:textId="3D070210" w:rsidR="00F76A39" w:rsidRPr="008167D4" w:rsidRDefault="00F76A39" w:rsidP="00F76A39">
            <w:pPr>
              <w:tabs>
                <w:tab w:val="decimal" w:pos="1000"/>
              </w:tabs>
            </w:pPr>
            <w:r w:rsidRPr="008167D4">
              <w:t>49,390</w:t>
            </w:r>
          </w:p>
        </w:tc>
        <w:tc>
          <w:tcPr>
            <w:tcW w:w="180" w:type="dxa"/>
          </w:tcPr>
          <w:p w14:paraId="52CE25D3" w14:textId="77777777" w:rsidR="00F76A39" w:rsidRPr="008167D4" w:rsidRDefault="00F76A39" w:rsidP="00F76A39">
            <w:pPr>
              <w:tabs>
                <w:tab w:val="decimal" w:pos="1000"/>
              </w:tabs>
            </w:pPr>
          </w:p>
        </w:tc>
        <w:tc>
          <w:tcPr>
            <w:tcW w:w="1350" w:type="dxa"/>
          </w:tcPr>
          <w:p w14:paraId="498DF328" w14:textId="0F4DE768" w:rsidR="00F76A39" w:rsidRPr="008167D4" w:rsidRDefault="00F76A39" w:rsidP="00C74132">
            <w:pPr>
              <w:tabs>
                <w:tab w:val="decimal" w:pos="735"/>
              </w:tabs>
            </w:pPr>
            <w:r>
              <w:t>-</w:t>
            </w:r>
          </w:p>
        </w:tc>
        <w:tc>
          <w:tcPr>
            <w:tcW w:w="180" w:type="dxa"/>
          </w:tcPr>
          <w:p w14:paraId="65B627C3" w14:textId="77777777" w:rsidR="00F76A39" w:rsidRPr="008167D4" w:rsidRDefault="00F76A39" w:rsidP="00F76A39">
            <w:pPr>
              <w:tabs>
                <w:tab w:val="decimal" w:pos="1000"/>
              </w:tabs>
            </w:pPr>
          </w:p>
        </w:tc>
        <w:tc>
          <w:tcPr>
            <w:tcW w:w="1260" w:type="dxa"/>
          </w:tcPr>
          <w:p w14:paraId="182042B4" w14:textId="79FEEE0B" w:rsidR="00F76A39" w:rsidRPr="008167D4" w:rsidRDefault="00F76A39" w:rsidP="00F76A39">
            <w:pPr>
              <w:tabs>
                <w:tab w:val="decimal" w:pos="1000"/>
              </w:tabs>
            </w:pPr>
            <w:r w:rsidRPr="008167D4">
              <w:t>37,254</w:t>
            </w:r>
          </w:p>
        </w:tc>
      </w:tr>
      <w:tr w:rsidR="00F76A39" w:rsidRPr="008167D4" w14:paraId="20290C9E" w14:textId="77777777" w:rsidTr="00907519">
        <w:trPr>
          <w:cantSplit/>
        </w:trPr>
        <w:tc>
          <w:tcPr>
            <w:tcW w:w="3807" w:type="dxa"/>
          </w:tcPr>
          <w:p w14:paraId="5BEE272A" w14:textId="77777777" w:rsidR="00F76A39" w:rsidRPr="008167D4" w:rsidRDefault="00F76A39" w:rsidP="00F76A39">
            <w:r w:rsidRPr="008167D4">
              <w:t>Property management income</w:t>
            </w:r>
          </w:p>
        </w:tc>
        <w:tc>
          <w:tcPr>
            <w:tcW w:w="1350" w:type="dxa"/>
          </w:tcPr>
          <w:p w14:paraId="5A615D95" w14:textId="173113F5" w:rsidR="00F76A39" w:rsidRPr="008167D4" w:rsidRDefault="00F76A39" w:rsidP="00C74132">
            <w:pPr>
              <w:tabs>
                <w:tab w:val="decimal" w:pos="733"/>
              </w:tabs>
            </w:pPr>
            <w:r>
              <w:t>-</w:t>
            </w:r>
          </w:p>
        </w:tc>
        <w:tc>
          <w:tcPr>
            <w:tcW w:w="180" w:type="dxa"/>
          </w:tcPr>
          <w:p w14:paraId="64500979" w14:textId="77777777" w:rsidR="00F76A39" w:rsidRPr="008167D4" w:rsidRDefault="00F76A39" w:rsidP="00F76A39">
            <w:pPr>
              <w:tabs>
                <w:tab w:val="decimal" w:pos="1000"/>
              </w:tabs>
            </w:pPr>
          </w:p>
        </w:tc>
        <w:tc>
          <w:tcPr>
            <w:tcW w:w="1260" w:type="dxa"/>
          </w:tcPr>
          <w:p w14:paraId="6D8859D2" w14:textId="4494B4EA" w:rsidR="00F76A39" w:rsidRPr="008167D4" w:rsidRDefault="00F76A39" w:rsidP="00F76A39">
            <w:pPr>
              <w:tabs>
                <w:tab w:val="decimal" w:pos="1000"/>
              </w:tabs>
            </w:pPr>
            <w:r w:rsidRPr="008167D4">
              <w:t>10,091</w:t>
            </w:r>
          </w:p>
        </w:tc>
        <w:tc>
          <w:tcPr>
            <w:tcW w:w="180" w:type="dxa"/>
          </w:tcPr>
          <w:p w14:paraId="22EAB897" w14:textId="77777777" w:rsidR="00F76A39" w:rsidRPr="008167D4" w:rsidRDefault="00F76A39" w:rsidP="00F76A39">
            <w:pPr>
              <w:tabs>
                <w:tab w:val="decimal" w:pos="1000"/>
              </w:tabs>
            </w:pPr>
          </w:p>
        </w:tc>
        <w:tc>
          <w:tcPr>
            <w:tcW w:w="1350" w:type="dxa"/>
          </w:tcPr>
          <w:p w14:paraId="21B83088" w14:textId="69AED22D" w:rsidR="00F76A39" w:rsidRPr="008167D4" w:rsidRDefault="00F76A39" w:rsidP="00C74132">
            <w:pPr>
              <w:tabs>
                <w:tab w:val="decimal" w:pos="735"/>
              </w:tabs>
            </w:pPr>
            <w:r>
              <w:t>-</w:t>
            </w:r>
          </w:p>
        </w:tc>
        <w:tc>
          <w:tcPr>
            <w:tcW w:w="180" w:type="dxa"/>
          </w:tcPr>
          <w:p w14:paraId="322A834F" w14:textId="77777777" w:rsidR="00F76A39" w:rsidRPr="008167D4" w:rsidRDefault="00F76A39" w:rsidP="00F76A39">
            <w:pPr>
              <w:tabs>
                <w:tab w:val="decimal" w:pos="1000"/>
              </w:tabs>
            </w:pPr>
          </w:p>
        </w:tc>
        <w:tc>
          <w:tcPr>
            <w:tcW w:w="1260" w:type="dxa"/>
          </w:tcPr>
          <w:p w14:paraId="23FC467E" w14:textId="29C4C67D" w:rsidR="00F76A39" w:rsidRPr="008167D4" w:rsidRDefault="00F76A39" w:rsidP="00F76A39">
            <w:pPr>
              <w:tabs>
                <w:tab w:val="decimal" w:pos="1000"/>
              </w:tabs>
            </w:pPr>
            <w:r w:rsidRPr="008167D4">
              <w:t>7,542</w:t>
            </w:r>
          </w:p>
        </w:tc>
      </w:tr>
      <w:tr w:rsidR="00F76A39" w:rsidRPr="008167D4" w14:paraId="1228A23A" w14:textId="77777777" w:rsidTr="00907519">
        <w:trPr>
          <w:cantSplit/>
        </w:trPr>
        <w:tc>
          <w:tcPr>
            <w:tcW w:w="3807" w:type="dxa"/>
          </w:tcPr>
          <w:p w14:paraId="61D5CFC1" w14:textId="77777777" w:rsidR="00F76A39" w:rsidRPr="008167D4" w:rsidRDefault="00F76A39" w:rsidP="00F76A39">
            <w:r w:rsidRPr="008167D4">
              <w:t>Trust management income</w:t>
            </w:r>
          </w:p>
        </w:tc>
        <w:tc>
          <w:tcPr>
            <w:tcW w:w="1350" w:type="dxa"/>
          </w:tcPr>
          <w:p w14:paraId="62900E74" w14:textId="6C302C8C" w:rsidR="00F76A39" w:rsidRPr="008167D4" w:rsidRDefault="00F76A39" w:rsidP="00C74132">
            <w:pPr>
              <w:tabs>
                <w:tab w:val="decimal" w:pos="733"/>
              </w:tabs>
            </w:pPr>
            <w:r>
              <w:t>-</w:t>
            </w:r>
          </w:p>
        </w:tc>
        <w:tc>
          <w:tcPr>
            <w:tcW w:w="180" w:type="dxa"/>
          </w:tcPr>
          <w:p w14:paraId="4B877532" w14:textId="77777777" w:rsidR="00F76A39" w:rsidRPr="008167D4" w:rsidRDefault="00F76A39" w:rsidP="00F76A39">
            <w:pPr>
              <w:tabs>
                <w:tab w:val="decimal" w:pos="1000"/>
              </w:tabs>
            </w:pPr>
          </w:p>
        </w:tc>
        <w:tc>
          <w:tcPr>
            <w:tcW w:w="1260" w:type="dxa"/>
          </w:tcPr>
          <w:p w14:paraId="26A7DF13" w14:textId="0527B5D2" w:rsidR="00F76A39" w:rsidRPr="008167D4" w:rsidRDefault="00F76A39" w:rsidP="00F76A39">
            <w:pPr>
              <w:tabs>
                <w:tab w:val="decimal" w:pos="1000"/>
              </w:tabs>
            </w:pPr>
            <w:r w:rsidRPr="008167D4">
              <w:t>2,935</w:t>
            </w:r>
          </w:p>
        </w:tc>
        <w:tc>
          <w:tcPr>
            <w:tcW w:w="180" w:type="dxa"/>
          </w:tcPr>
          <w:p w14:paraId="1125A290" w14:textId="77777777" w:rsidR="00F76A39" w:rsidRPr="008167D4" w:rsidRDefault="00F76A39" w:rsidP="00F76A39">
            <w:pPr>
              <w:tabs>
                <w:tab w:val="decimal" w:pos="1000"/>
              </w:tabs>
            </w:pPr>
          </w:p>
        </w:tc>
        <w:tc>
          <w:tcPr>
            <w:tcW w:w="1350" w:type="dxa"/>
          </w:tcPr>
          <w:p w14:paraId="6BDA2CCD" w14:textId="72C2058D" w:rsidR="00F76A39" w:rsidRPr="008167D4" w:rsidRDefault="00F76A39" w:rsidP="00C74132">
            <w:pPr>
              <w:tabs>
                <w:tab w:val="decimal" w:pos="735"/>
              </w:tabs>
            </w:pPr>
            <w:r>
              <w:t>-</w:t>
            </w:r>
          </w:p>
        </w:tc>
        <w:tc>
          <w:tcPr>
            <w:tcW w:w="180" w:type="dxa"/>
          </w:tcPr>
          <w:p w14:paraId="2BF5A10C" w14:textId="77777777" w:rsidR="00F76A39" w:rsidRPr="008167D4" w:rsidRDefault="00F76A39" w:rsidP="00F76A39">
            <w:pPr>
              <w:tabs>
                <w:tab w:val="decimal" w:pos="1000"/>
              </w:tabs>
            </w:pPr>
          </w:p>
        </w:tc>
        <w:tc>
          <w:tcPr>
            <w:tcW w:w="1260" w:type="dxa"/>
          </w:tcPr>
          <w:p w14:paraId="0930047B" w14:textId="6D0851B6" w:rsidR="00F76A39" w:rsidRPr="008167D4" w:rsidRDefault="00F76A39" w:rsidP="00F76A39">
            <w:pPr>
              <w:tabs>
                <w:tab w:val="decimal" w:pos="740"/>
              </w:tabs>
            </w:pPr>
            <w:r w:rsidRPr="008167D4">
              <w:t>-</w:t>
            </w:r>
          </w:p>
        </w:tc>
      </w:tr>
      <w:tr w:rsidR="00F76A39" w:rsidRPr="008167D4" w14:paraId="5A49838F" w14:textId="77777777" w:rsidTr="00907519">
        <w:trPr>
          <w:cantSplit/>
        </w:trPr>
        <w:tc>
          <w:tcPr>
            <w:tcW w:w="3807" w:type="dxa"/>
          </w:tcPr>
          <w:p w14:paraId="32ABF876" w14:textId="47227C6E" w:rsidR="00F76A39" w:rsidRPr="008167D4" w:rsidRDefault="00F76A39" w:rsidP="00F76A39">
            <w:r w:rsidRPr="008167D4">
              <w:t>Interest income</w:t>
            </w:r>
          </w:p>
        </w:tc>
        <w:tc>
          <w:tcPr>
            <w:tcW w:w="1350" w:type="dxa"/>
          </w:tcPr>
          <w:p w14:paraId="0A67A069" w14:textId="7C538B56" w:rsidR="00F76A39" w:rsidRDefault="00F76A39" w:rsidP="00F76A39">
            <w:pPr>
              <w:tabs>
                <w:tab w:val="decimal" w:pos="1090"/>
              </w:tabs>
            </w:pPr>
            <w:r>
              <w:t>26,692</w:t>
            </w:r>
          </w:p>
        </w:tc>
        <w:tc>
          <w:tcPr>
            <w:tcW w:w="180" w:type="dxa"/>
          </w:tcPr>
          <w:p w14:paraId="448191F1" w14:textId="77777777" w:rsidR="00F76A39" w:rsidRPr="008167D4" w:rsidRDefault="00F76A39" w:rsidP="00F76A39">
            <w:pPr>
              <w:tabs>
                <w:tab w:val="decimal" w:pos="1000"/>
              </w:tabs>
            </w:pPr>
          </w:p>
        </w:tc>
        <w:tc>
          <w:tcPr>
            <w:tcW w:w="1260" w:type="dxa"/>
          </w:tcPr>
          <w:p w14:paraId="39C8B46D" w14:textId="059D54CC" w:rsidR="00F76A39" w:rsidRPr="008167D4" w:rsidRDefault="00F76A39" w:rsidP="00F76A39">
            <w:pPr>
              <w:tabs>
                <w:tab w:val="decimal" w:pos="655"/>
              </w:tabs>
            </w:pPr>
            <w:r>
              <w:t>-</w:t>
            </w:r>
          </w:p>
        </w:tc>
        <w:tc>
          <w:tcPr>
            <w:tcW w:w="180" w:type="dxa"/>
          </w:tcPr>
          <w:p w14:paraId="63BE8653" w14:textId="77777777" w:rsidR="00F76A39" w:rsidRPr="008167D4" w:rsidRDefault="00F76A39" w:rsidP="00F76A39">
            <w:pPr>
              <w:tabs>
                <w:tab w:val="decimal" w:pos="1000"/>
              </w:tabs>
            </w:pPr>
          </w:p>
        </w:tc>
        <w:tc>
          <w:tcPr>
            <w:tcW w:w="1350" w:type="dxa"/>
          </w:tcPr>
          <w:p w14:paraId="1F33F7FE" w14:textId="185BE012" w:rsidR="00F76A39" w:rsidRPr="008167D4" w:rsidRDefault="00F76A39" w:rsidP="00C74132">
            <w:pPr>
              <w:tabs>
                <w:tab w:val="decimal" w:pos="735"/>
              </w:tabs>
            </w:pPr>
            <w:r>
              <w:t>-</w:t>
            </w:r>
          </w:p>
        </w:tc>
        <w:tc>
          <w:tcPr>
            <w:tcW w:w="180" w:type="dxa"/>
          </w:tcPr>
          <w:p w14:paraId="27BD9CF2" w14:textId="77777777" w:rsidR="00F76A39" w:rsidRPr="008167D4" w:rsidRDefault="00F76A39" w:rsidP="00F76A39">
            <w:pPr>
              <w:tabs>
                <w:tab w:val="decimal" w:pos="1000"/>
              </w:tabs>
            </w:pPr>
          </w:p>
        </w:tc>
        <w:tc>
          <w:tcPr>
            <w:tcW w:w="1260" w:type="dxa"/>
          </w:tcPr>
          <w:p w14:paraId="303AC94E" w14:textId="0E790102" w:rsidR="00F76A39" w:rsidRPr="008167D4" w:rsidRDefault="00F76A39" w:rsidP="00F76A39">
            <w:pPr>
              <w:tabs>
                <w:tab w:val="decimal" w:pos="740"/>
              </w:tabs>
            </w:pPr>
            <w:r>
              <w:t>-</w:t>
            </w:r>
          </w:p>
        </w:tc>
      </w:tr>
      <w:tr w:rsidR="009840C5" w:rsidRPr="008167D4" w14:paraId="4133C45D" w14:textId="77777777" w:rsidTr="00907519">
        <w:trPr>
          <w:cantSplit/>
        </w:trPr>
        <w:tc>
          <w:tcPr>
            <w:tcW w:w="3807" w:type="dxa"/>
          </w:tcPr>
          <w:p w14:paraId="15E3B7FC" w14:textId="5E72A432" w:rsidR="009840C5" w:rsidRPr="008167D4" w:rsidRDefault="009840C5" w:rsidP="009840C5">
            <w:r>
              <w:t xml:space="preserve">Dividend income </w:t>
            </w:r>
          </w:p>
        </w:tc>
        <w:tc>
          <w:tcPr>
            <w:tcW w:w="1350" w:type="dxa"/>
          </w:tcPr>
          <w:p w14:paraId="5C15FF35" w14:textId="6F1206E6" w:rsidR="009840C5" w:rsidRDefault="009840C5" w:rsidP="00C74132">
            <w:pPr>
              <w:tabs>
                <w:tab w:val="decimal" w:pos="733"/>
              </w:tabs>
            </w:pPr>
            <w:r>
              <w:t>-</w:t>
            </w:r>
          </w:p>
        </w:tc>
        <w:tc>
          <w:tcPr>
            <w:tcW w:w="180" w:type="dxa"/>
          </w:tcPr>
          <w:p w14:paraId="52EC8B17" w14:textId="77777777" w:rsidR="009840C5" w:rsidRPr="008167D4" w:rsidRDefault="009840C5" w:rsidP="009840C5">
            <w:pPr>
              <w:tabs>
                <w:tab w:val="decimal" w:pos="1000"/>
              </w:tabs>
            </w:pPr>
          </w:p>
        </w:tc>
        <w:tc>
          <w:tcPr>
            <w:tcW w:w="1260" w:type="dxa"/>
          </w:tcPr>
          <w:p w14:paraId="57A0CE57" w14:textId="7AFB129F" w:rsidR="009840C5" w:rsidRDefault="009840C5" w:rsidP="009840C5">
            <w:pPr>
              <w:tabs>
                <w:tab w:val="decimal" w:pos="655"/>
              </w:tabs>
            </w:pPr>
            <w:r>
              <w:t>-</w:t>
            </w:r>
          </w:p>
        </w:tc>
        <w:tc>
          <w:tcPr>
            <w:tcW w:w="180" w:type="dxa"/>
          </w:tcPr>
          <w:p w14:paraId="4F18C967" w14:textId="77777777" w:rsidR="009840C5" w:rsidRPr="008167D4" w:rsidRDefault="009840C5" w:rsidP="009840C5">
            <w:pPr>
              <w:tabs>
                <w:tab w:val="decimal" w:pos="1000"/>
              </w:tabs>
            </w:pPr>
          </w:p>
        </w:tc>
        <w:tc>
          <w:tcPr>
            <w:tcW w:w="1350" w:type="dxa"/>
          </w:tcPr>
          <w:p w14:paraId="04F3608B" w14:textId="7D7A01B5" w:rsidR="009840C5" w:rsidRDefault="009840C5" w:rsidP="00C74132">
            <w:pPr>
              <w:tabs>
                <w:tab w:val="decimal" w:pos="735"/>
              </w:tabs>
            </w:pPr>
            <w:r>
              <w:t>-</w:t>
            </w:r>
          </w:p>
        </w:tc>
        <w:tc>
          <w:tcPr>
            <w:tcW w:w="180" w:type="dxa"/>
          </w:tcPr>
          <w:p w14:paraId="07CB6C19" w14:textId="77777777" w:rsidR="009840C5" w:rsidRPr="008167D4" w:rsidRDefault="009840C5" w:rsidP="009840C5">
            <w:pPr>
              <w:tabs>
                <w:tab w:val="decimal" w:pos="1000"/>
              </w:tabs>
            </w:pPr>
          </w:p>
        </w:tc>
        <w:tc>
          <w:tcPr>
            <w:tcW w:w="1260" w:type="dxa"/>
          </w:tcPr>
          <w:p w14:paraId="21FEA605" w14:textId="0FEC7BBE" w:rsidR="009840C5" w:rsidRDefault="009840C5" w:rsidP="009840C5">
            <w:pPr>
              <w:tabs>
                <w:tab w:val="decimal" w:pos="1000"/>
              </w:tabs>
            </w:pPr>
            <w:r>
              <w:t>13,344</w:t>
            </w:r>
          </w:p>
        </w:tc>
      </w:tr>
      <w:tr w:rsidR="009840C5" w:rsidRPr="008167D4" w14:paraId="42638205" w14:textId="77777777" w:rsidTr="00907519">
        <w:trPr>
          <w:cantSplit/>
        </w:trPr>
        <w:tc>
          <w:tcPr>
            <w:tcW w:w="3807" w:type="dxa"/>
          </w:tcPr>
          <w:p w14:paraId="3BE43FBF" w14:textId="77777777" w:rsidR="009840C5" w:rsidRPr="008167D4" w:rsidRDefault="009840C5" w:rsidP="009840C5">
            <w:r w:rsidRPr="008167D4">
              <w:t>Rental and service expenses</w:t>
            </w:r>
          </w:p>
        </w:tc>
        <w:tc>
          <w:tcPr>
            <w:tcW w:w="1350" w:type="dxa"/>
          </w:tcPr>
          <w:p w14:paraId="3E6E5076" w14:textId="71150B38" w:rsidR="009840C5" w:rsidRPr="008167D4" w:rsidRDefault="009840C5" w:rsidP="00C74132">
            <w:pPr>
              <w:tabs>
                <w:tab w:val="decimal" w:pos="733"/>
              </w:tabs>
            </w:pPr>
            <w:r>
              <w:t>-</w:t>
            </w:r>
          </w:p>
        </w:tc>
        <w:tc>
          <w:tcPr>
            <w:tcW w:w="180" w:type="dxa"/>
          </w:tcPr>
          <w:p w14:paraId="2911A30C" w14:textId="77777777" w:rsidR="009840C5" w:rsidRPr="008167D4" w:rsidRDefault="009840C5" w:rsidP="009840C5">
            <w:pPr>
              <w:tabs>
                <w:tab w:val="decimal" w:pos="1000"/>
              </w:tabs>
            </w:pPr>
          </w:p>
        </w:tc>
        <w:tc>
          <w:tcPr>
            <w:tcW w:w="1260" w:type="dxa"/>
          </w:tcPr>
          <w:p w14:paraId="24A8D795" w14:textId="6ECDBF3D" w:rsidR="009840C5" w:rsidRPr="008167D4" w:rsidRDefault="009840C5" w:rsidP="009840C5">
            <w:pPr>
              <w:tabs>
                <w:tab w:val="decimal" w:pos="1000"/>
              </w:tabs>
            </w:pPr>
            <w:r w:rsidRPr="008167D4">
              <w:t>3,280</w:t>
            </w:r>
          </w:p>
        </w:tc>
        <w:tc>
          <w:tcPr>
            <w:tcW w:w="180" w:type="dxa"/>
          </w:tcPr>
          <w:p w14:paraId="7C6328E5" w14:textId="77777777" w:rsidR="009840C5" w:rsidRPr="008167D4" w:rsidRDefault="009840C5" w:rsidP="009840C5">
            <w:pPr>
              <w:tabs>
                <w:tab w:val="decimal" w:pos="1000"/>
              </w:tabs>
            </w:pPr>
          </w:p>
        </w:tc>
        <w:tc>
          <w:tcPr>
            <w:tcW w:w="1350" w:type="dxa"/>
          </w:tcPr>
          <w:p w14:paraId="0324DB1F" w14:textId="17AFD11B" w:rsidR="009840C5" w:rsidRPr="008167D4" w:rsidRDefault="009840C5" w:rsidP="00C74132">
            <w:pPr>
              <w:tabs>
                <w:tab w:val="decimal" w:pos="735"/>
              </w:tabs>
            </w:pPr>
            <w:r>
              <w:t>-</w:t>
            </w:r>
          </w:p>
        </w:tc>
        <w:tc>
          <w:tcPr>
            <w:tcW w:w="180" w:type="dxa"/>
          </w:tcPr>
          <w:p w14:paraId="37F6E68A" w14:textId="77777777" w:rsidR="009840C5" w:rsidRPr="008167D4" w:rsidRDefault="009840C5" w:rsidP="009840C5">
            <w:pPr>
              <w:tabs>
                <w:tab w:val="decimal" w:pos="1000"/>
              </w:tabs>
            </w:pPr>
          </w:p>
        </w:tc>
        <w:tc>
          <w:tcPr>
            <w:tcW w:w="1260" w:type="dxa"/>
          </w:tcPr>
          <w:p w14:paraId="15F71168" w14:textId="1DB30DBC" w:rsidR="009840C5" w:rsidRPr="008167D4" w:rsidRDefault="009840C5" w:rsidP="009840C5">
            <w:pPr>
              <w:tabs>
                <w:tab w:val="decimal" w:pos="1000"/>
              </w:tabs>
            </w:pPr>
            <w:r w:rsidRPr="008167D4">
              <w:t>3,280</w:t>
            </w:r>
          </w:p>
        </w:tc>
      </w:tr>
      <w:tr w:rsidR="009840C5" w:rsidRPr="008167D4" w14:paraId="5EE4EC06" w14:textId="77777777" w:rsidTr="00907519">
        <w:trPr>
          <w:cantSplit/>
        </w:trPr>
        <w:tc>
          <w:tcPr>
            <w:tcW w:w="3807" w:type="dxa"/>
          </w:tcPr>
          <w:p w14:paraId="7E7FDF57" w14:textId="77777777" w:rsidR="009840C5" w:rsidRPr="008167D4" w:rsidRDefault="009840C5" w:rsidP="009840C5"/>
        </w:tc>
        <w:tc>
          <w:tcPr>
            <w:tcW w:w="1350" w:type="dxa"/>
          </w:tcPr>
          <w:p w14:paraId="0AA81188" w14:textId="77777777" w:rsidR="009840C5" w:rsidRPr="008167D4" w:rsidRDefault="009840C5" w:rsidP="00907519">
            <w:pPr>
              <w:tabs>
                <w:tab w:val="decimal" w:pos="823"/>
                <w:tab w:val="decimal" w:pos="1000"/>
              </w:tabs>
            </w:pPr>
          </w:p>
        </w:tc>
        <w:tc>
          <w:tcPr>
            <w:tcW w:w="180" w:type="dxa"/>
          </w:tcPr>
          <w:p w14:paraId="6CB54ADF" w14:textId="77777777" w:rsidR="009840C5" w:rsidRPr="008167D4" w:rsidRDefault="009840C5" w:rsidP="009840C5">
            <w:pPr>
              <w:pStyle w:val="acctfourfigures"/>
              <w:tabs>
                <w:tab w:val="clear" w:pos="765"/>
                <w:tab w:val="decimal" w:pos="1000"/>
              </w:tabs>
              <w:spacing w:line="240" w:lineRule="atLeast"/>
            </w:pPr>
          </w:p>
        </w:tc>
        <w:tc>
          <w:tcPr>
            <w:tcW w:w="1260" w:type="dxa"/>
          </w:tcPr>
          <w:p w14:paraId="02063D42" w14:textId="77777777" w:rsidR="009840C5" w:rsidRPr="008167D4" w:rsidRDefault="009840C5" w:rsidP="009840C5">
            <w:pPr>
              <w:tabs>
                <w:tab w:val="decimal" w:pos="1000"/>
              </w:tabs>
            </w:pPr>
          </w:p>
        </w:tc>
        <w:tc>
          <w:tcPr>
            <w:tcW w:w="180" w:type="dxa"/>
          </w:tcPr>
          <w:p w14:paraId="4468C459" w14:textId="77777777" w:rsidR="009840C5" w:rsidRPr="008167D4" w:rsidRDefault="009840C5" w:rsidP="009840C5">
            <w:pPr>
              <w:pStyle w:val="acctfourfigures"/>
              <w:tabs>
                <w:tab w:val="clear" w:pos="765"/>
                <w:tab w:val="decimal" w:pos="1000"/>
              </w:tabs>
              <w:spacing w:line="240" w:lineRule="atLeast"/>
            </w:pPr>
          </w:p>
        </w:tc>
        <w:tc>
          <w:tcPr>
            <w:tcW w:w="1350" w:type="dxa"/>
          </w:tcPr>
          <w:p w14:paraId="02416D18" w14:textId="77777777" w:rsidR="009840C5" w:rsidRPr="008167D4" w:rsidRDefault="009840C5" w:rsidP="00C74132">
            <w:pPr>
              <w:tabs>
                <w:tab w:val="decimal" w:pos="735"/>
                <w:tab w:val="decimal" w:pos="1000"/>
              </w:tabs>
            </w:pPr>
          </w:p>
        </w:tc>
        <w:tc>
          <w:tcPr>
            <w:tcW w:w="180" w:type="dxa"/>
          </w:tcPr>
          <w:p w14:paraId="2302E546" w14:textId="77777777" w:rsidR="009840C5" w:rsidRPr="008167D4" w:rsidRDefault="009840C5" w:rsidP="009840C5">
            <w:pPr>
              <w:pStyle w:val="acctfourfigures"/>
              <w:tabs>
                <w:tab w:val="clear" w:pos="765"/>
                <w:tab w:val="decimal" w:pos="1000"/>
              </w:tabs>
              <w:spacing w:line="240" w:lineRule="atLeast"/>
            </w:pPr>
          </w:p>
        </w:tc>
        <w:tc>
          <w:tcPr>
            <w:tcW w:w="1260" w:type="dxa"/>
          </w:tcPr>
          <w:p w14:paraId="412260B6" w14:textId="77777777" w:rsidR="009840C5" w:rsidRPr="008167D4" w:rsidRDefault="009840C5" w:rsidP="009840C5">
            <w:pPr>
              <w:tabs>
                <w:tab w:val="decimal" w:pos="1000"/>
              </w:tabs>
            </w:pPr>
          </w:p>
        </w:tc>
      </w:tr>
      <w:tr w:rsidR="009840C5" w:rsidRPr="008167D4" w14:paraId="3DCD50D9" w14:textId="77777777" w:rsidTr="00907519">
        <w:trPr>
          <w:cantSplit/>
        </w:trPr>
        <w:tc>
          <w:tcPr>
            <w:tcW w:w="3807" w:type="dxa"/>
          </w:tcPr>
          <w:p w14:paraId="0F3F8E14" w14:textId="77777777" w:rsidR="009840C5" w:rsidRPr="008167D4" w:rsidRDefault="009840C5" w:rsidP="009840C5">
            <w:pPr>
              <w:spacing w:line="240" w:lineRule="atLeast"/>
              <w:rPr>
                <w:b/>
                <w:bCs/>
              </w:rPr>
            </w:pPr>
            <w:r w:rsidRPr="008167D4">
              <w:rPr>
                <w:b/>
                <w:bCs/>
              </w:rPr>
              <w:t xml:space="preserve">Joint ventures  </w:t>
            </w:r>
          </w:p>
        </w:tc>
        <w:tc>
          <w:tcPr>
            <w:tcW w:w="1350" w:type="dxa"/>
          </w:tcPr>
          <w:p w14:paraId="143A5E53" w14:textId="77777777" w:rsidR="009840C5" w:rsidRPr="008167D4" w:rsidRDefault="009840C5" w:rsidP="00907519">
            <w:pPr>
              <w:tabs>
                <w:tab w:val="decimal" w:pos="823"/>
                <w:tab w:val="decimal" w:pos="1000"/>
              </w:tabs>
            </w:pPr>
          </w:p>
        </w:tc>
        <w:tc>
          <w:tcPr>
            <w:tcW w:w="180" w:type="dxa"/>
          </w:tcPr>
          <w:p w14:paraId="1E414D74" w14:textId="77777777" w:rsidR="009840C5" w:rsidRPr="008167D4" w:rsidRDefault="009840C5" w:rsidP="009840C5">
            <w:pPr>
              <w:pStyle w:val="acctfourfigures"/>
              <w:tabs>
                <w:tab w:val="clear" w:pos="765"/>
                <w:tab w:val="decimal" w:pos="1000"/>
              </w:tabs>
              <w:spacing w:line="240" w:lineRule="atLeast"/>
            </w:pPr>
          </w:p>
        </w:tc>
        <w:tc>
          <w:tcPr>
            <w:tcW w:w="1260" w:type="dxa"/>
          </w:tcPr>
          <w:p w14:paraId="4A451090" w14:textId="77777777" w:rsidR="009840C5" w:rsidRPr="008167D4" w:rsidRDefault="009840C5" w:rsidP="009840C5">
            <w:pPr>
              <w:tabs>
                <w:tab w:val="decimal" w:pos="1000"/>
              </w:tabs>
            </w:pPr>
          </w:p>
        </w:tc>
        <w:tc>
          <w:tcPr>
            <w:tcW w:w="180" w:type="dxa"/>
          </w:tcPr>
          <w:p w14:paraId="569951B5" w14:textId="77777777" w:rsidR="009840C5" w:rsidRPr="008167D4" w:rsidRDefault="009840C5" w:rsidP="009840C5">
            <w:pPr>
              <w:pStyle w:val="acctfourfigures"/>
              <w:tabs>
                <w:tab w:val="clear" w:pos="765"/>
                <w:tab w:val="decimal" w:pos="1000"/>
              </w:tabs>
              <w:spacing w:line="240" w:lineRule="atLeast"/>
            </w:pPr>
          </w:p>
        </w:tc>
        <w:tc>
          <w:tcPr>
            <w:tcW w:w="1350" w:type="dxa"/>
          </w:tcPr>
          <w:p w14:paraId="52E06E16" w14:textId="77777777" w:rsidR="009840C5" w:rsidRPr="008167D4" w:rsidRDefault="009840C5" w:rsidP="00C74132">
            <w:pPr>
              <w:tabs>
                <w:tab w:val="decimal" w:pos="735"/>
                <w:tab w:val="decimal" w:pos="1000"/>
              </w:tabs>
            </w:pPr>
          </w:p>
        </w:tc>
        <w:tc>
          <w:tcPr>
            <w:tcW w:w="180" w:type="dxa"/>
          </w:tcPr>
          <w:p w14:paraId="06EC19F6" w14:textId="77777777" w:rsidR="009840C5" w:rsidRPr="008167D4" w:rsidRDefault="009840C5" w:rsidP="009840C5">
            <w:pPr>
              <w:pStyle w:val="acctfourfigures"/>
              <w:tabs>
                <w:tab w:val="clear" w:pos="765"/>
                <w:tab w:val="decimal" w:pos="1000"/>
              </w:tabs>
              <w:spacing w:line="240" w:lineRule="atLeast"/>
            </w:pPr>
          </w:p>
        </w:tc>
        <w:tc>
          <w:tcPr>
            <w:tcW w:w="1260" w:type="dxa"/>
          </w:tcPr>
          <w:p w14:paraId="2AACAF49" w14:textId="77777777" w:rsidR="009840C5" w:rsidRPr="008167D4" w:rsidRDefault="009840C5" w:rsidP="009840C5">
            <w:pPr>
              <w:tabs>
                <w:tab w:val="decimal" w:pos="1000"/>
              </w:tabs>
            </w:pPr>
          </w:p>
        </w:tc>
      </w:tr>
      <w:tr w:rsidR="009840C5" w:rsidRPr="008167D4" w14:paraId="2111D401" w14:textId="77777777" w:rsidTr="00907519">
        <w:trPr>
          <w:cantSplit/>
        </w:trPr>
        <w:tc>
          <w:tcPr>
            <w:tcW w:w="3807" w:type="dxa"/>
          </w:tcPr>
          <w:p w14:paraId="08A359B2" w14:textId="77777777" w:rsidR="009840C5" w:rsidRPr="008167D4" w:rsidRDefault="009840C5" w:rsidP="009840C5">
            <w:pPr>
              <w:spacing w:line="240" w:lineRule="atLeast"/>
              <w:rPr>
                <w:b/>
                <w:bCs/>
              </w:rPr>
            </w:pPr>
            <w:r w:rsidRPr="008167D4">
              <w:t>Interest income</w:t>
            </w:r>
          </w:p>
        </w:tc>
        <w:tc>
          <w:tcPr>
            <w:tcW w:w="1350" w:type="dxa"/>
          </w:tcPr>
          <w:p w14:paraId="7DB4B25D" w14:textId="2EE2031B" w:rsidR="009840C5" w:rsidRPr="008167D4" w:rsidRDefault="009840C5" w:rsidP="00C74132">
            <w:pPr>
              <w:tabs>
                <w:tab w:val="decimal" w:pos="733"/>
              </w:tabs>
            </w:pPr>
            <w:r>
              <w:t>-</w:t>
            </w:r>
          </w:p>
        </w:tc>
        <w:tc>
          <w:tcPr>
            <w:tcW w:w="180" w:type="dxa"/>
          </w:tcPr>
          <w:p w14:paraId="182B9C8A" w14:textId="77777777" w:rsidR="009840C5" w:rsidRPr="008167D4" w:rsidRDefault="009840C5" w:rsidP="009840C5">
            <w:pPr>
              <w:tabs>
                <w:tab w:val="decimal" w:pos="1000"/>
              </w:tabs>
            </w:pPr>
          </w:p>
        </w:tc>
        <w:tc>
          <w:tcPr>
            <w:tcW w:w="1260" w:type="dxa"/>
          </w:tcPr>
          <w:p w14:paraId="5C210C42" w14:textId="1DB07EB6" w:rsidR="009840C5" w:rsidRPr="008167D4" w:rsidRDefault="009840C5" w:rsidP="009840C5">
            <w:pPr>
              <w:tabs>
                <w:tab w:val="decimal" w:pos="1000"/>
              </w:tabs>
            </w:pPr>
            <w:r w:rsidRPr="008167D4">
              <w:t>33,231</w:t>
            </w:r>
          </w:p>
        </w:tc>
        <w:tc>
          <w:tcPr>
            <w:tcW w:w="180" w:type="dxa"/>
          </w:tcPr>
          <w:p w14:paraId="7AE02DAB" w14:textId="77777777" w:rsidR="009840C5" w:rsidRPr="008167D4" w:rsidRDefault="009840C5" w:rsidP="009840C5">
            <w:pPr>
              <w:tabs>
                <w:tab w:val="decimal" w:pos="1000"/>
              </w:tabs>
            </w:pPr>
          </w:p>
        </w:tc>
        <w:tc>
          <w:tcPr>
            <w:tcW w:w="1350" w:type="dxa"/>
          </w:tcPr>
          <w:p w14:paraId="0544F655" w14:textId="678FE881" w:rsidR="009840C5" w:rsidRPr="008167D4" w:rsidRDefault="009840C5" w:rsidP="00C74132">
            <w:pPr>
              <w:tabs>
                <w:tab w:val="decimal" w:pos="735"/>
              </w:tabs>
            </w:pPr>
            <w:r>
              <w:t>-</w:t>
            </w:r>
          </w:p>
        </w:tc>
        <w:tc>
          <w:tcPr>
            <w:tcW w:w="180" w:type="dxa"/>
          </w:tcPr>
          <w:p w14:paraId="41AABC13" w14:textId="77777777" w:rsidR="009840C5" w:rsidRPr="008167D4" w:rsidRDefault="009840C5" w:rsidP="009840C5">
            <w:pPr>
              <w:tabs>
                <w:tab w:val="decimal" w:pos="1000"/>
              </w:tabs>
            </w:pPr>
          </w:p>
        </w:tc>
        <w:tc>
          <w:tcPr>
            <w:tcW w:w="1260" w:type="dxa"/>
          </w:tcPr>
          <w:p w14:paraId="4DFDEA49" w14:textId="3F96723D" w:rsidR="009840C5" w:rsidRPr="008167D4" w:rsidRDefault="009840C5" w:rsidP="009840C5">
            <w:pPr>
              <w:tabs>
                <w:tab w:val="decimal" w:pos="740"/>
              </w:tabs>
            </w:pPr>
            <w:r w:rsidRPr="008167D4">
              <w:t>-</w:t>
            </w:r>
          </w:p>
        </w:tc>
      </w:tr>
      <w:tr w:rsidR="009840C5" w:rsidRPr="008167D4" w14:paraId="3E4E0D75" w14:textId="77777777" w:rsidTr="00907519">
        <w:trPr>
          <w:cantSplit/>
        </w:trPr>
        <w:tc>
          <w:tcPr>
            <w:tcW w:w="3807" w:type="dxa"/>
          </w:tcPr>
          <w:p w14:paraId="43FEE9E7" w14:textId="77777777" w:rsidR="009840C5" w:rsidRPr="008167D4" w:rsidRDefault="009840C5" w:rsidP="009840C5">
            <w:pPr>
              <w:spacing w:line="240" w:lineRule="atLeast"/>
            </w:pPr>
          </w:p>
        </w:tc>
        <w:tc>
          <w:tcPr>
            <w:tcW w:w="1350" w:type="dxa"/>
          </w:tcPr>
          <w:p w14:paraId="25601DF5" w14:textId="77777777" w:rsidR="009840C5" w:rsidRPr="008167D4" w:rsidRDefault="009840C5" w:rsidP="00907519">
            <w:pPr>
              <w:tabs>
                <w:tab w:val="decimal" w:pos="823"/>
                <w:tab w:val="decimal" w:pos="1000"/>
              </w:tabs>
            </w:pPr>
          </w:p>
        </w:tc>
        <w:tc>
          <w:tcPr>
            <w:tcW w:w="180" w:type="dxa"/>
          </w:tcPr>
          <w:p w14:paraId="736A0E14" w14:textId="77777777" w:rsidR="009840C5" w:rsidRPr="008167D4" w:rsidRDefault="009840C5" w:rsidP="009840C5">
            <w:pPr>
              <w:tabs>
                <w:tab w:val="decimal" w:pos="1000"/>
              </w:tabs>
            </w:pPr>
          </w:p>
        </w:tc>
        <w:tc>
          <w:tcPr>
            <w:tcW w:w="1260" w:type="dxa"/>
          </w:tcPr>
          <w:p w14:paraId="46AAF972" w14:textId="77777777" w:rsidR="009840C5" w:rsidRPr="008167D4" w:rsidRDefault="009840C5" w:rsidP="009840C5">
            <w:pPr>
              <w:tabs>
                <w:tab w:val="decimal" w:pos="1000"/>
              </w:tabs>
            </w:pPr>
          </w:p>
        </w:tc>
        <w:tc>
          <w:tcPr>
            <w:tcW w:w="180" w:type="dxa"/>
          </w:tcPr>
          <w:p w14:paraId="28305EB6" w14:textId="77777777" w:rsidR="009840C5" w:rsidRPr="008167D4" w:rsidRDefault="009840C5" w:rsidP="009840C5">
            <w:pPr>
              <w:tabs>
                <w:tab w:val="decimal" w:pos="1000"/>
              </w:tabs>
            </w:pPr>
          </w:p>
        </w:tc>
        <w:tc>
          <w:tcPr>
            <w:tcW w:w="1350" w:type="dxa"/>
          </w:tcPr>
          <w:p w14:paraId="62AE2CDA" w14:textId="77777777" w:rsidR="009840C5" w:rsidRPr="008167D4" w:rsidRDefault="009840C5" w:rsidP="009840C5">
            <w:pPr>
              <w:tabs>
                <w:tab w:val="decimal" w:pos="1000"/>
              </w:tabs>
            </w:pPr>
          </w:p>
        </w:tc>
        <w:tc>
          <w:tcPr>
            <w:tcW w:w="180" w:type="dxa"/>
          </w:tcPr>
          <w:p w14:paraId="4EFBA500" w14:textId="77777777" w:rsidR="009840C5" w:rsidRPr="008167D4" w:rsidRDefault="009840C5" w:rsidP="009840C5">
            <w:pPr>
              <w:tabs>
                <w:tab w:val="decimal" w:pos="1000"/>
              </w:tabs>
            </w:pPr>
          </w:p>
        </w:tc>
        <w:tc>
          <w:tcPr>
            <w:tcW w:w="1260" w:type="dxa"/>
          </w:tcPr>
          <w:p w14:paraId="26F5C9DE" w14:textId="77777777" w:rsidR="009840C5" w:rsidRPr="008167D4" w:rsidRDefault="009840C5" w:rsidP="009840C5">
            <w:pPr>
              <w:tabs>
                <w:tab w:val="decimal" w:pos="1000"/>
              </w:tabs>
            </w:pPr>
          </w:p>
        </w:tc>
      </w:tr>
      <w:tr w:rsidR="009840C5" w:rsidRPr="008167D4" w14:paraId="50ADC42E" w14:textId="77777777" w:rsidTr="00907519">
        <w:trPr>
          <w:cantSplit/>
        </w:trPr>
        <w:tc>
          <w:tcPr>
            <w:tcW w:w="3807" w:type="dxa"/>
          </w:tcPr>
          <w:p w14:paraId="53672A1A" w14:textId="77777777" w:rsidR="009840C5" w:rsidRPr="008167D4" w:rsidRDefault="009840C5" w:rsidP="009840C5">
            <w:pPr>
              <w:spacing w:line="240" w:lineRule="atLeast"/>
            </w:pPr>
            <w:r w:rsidRPr="008167D4">
              <w:rPr>
                <w:b/>
                <w:bCs/>
              </w:rPr>
              <w:t>Other related parties</w:t>
            </w:r>
          </w:p>
        </w:tc>
        <w:tc>
          <w:tcPr>
            <w:tcW w:w="1350" w:type="dxa"/>
          </w:tcPr>
          <w:p w14:paraId="37C7172A" w14:textId="77777777" w:rsidR="009840C5" w:rsidRPr="008167D4" w:rsidRDefault="009840C5" w:rsidP="009840C5">
            <w:pPr>
              <w:tabs>
                <w:tab w:val="decimal" w:pos="1000"/>
              </w:tabs>
            </w:pPr>
          </w:p>
        </w:tc>
        <w:tc>
          <w:tcPr>
            <w:tcW w:w="180" w:type="dxa"/>
          </w:tcPr>
          <w:p w14:paraId="6BD0796D" w14:textId="77777777" w:rsidR="009840C5" w:rsidRPr="008167D4" w:rsidRDefault="009840C5" w:rsidP="009840C5">
            <w:pPr>
              <w:tabs>
                <w:tab w:val="decimal" w:pos="1000"/>
              </w:tabs>
            </w:pPr>
          </w:p>
        </w:tc>
        <w:tc>
          <w:tcPr>
            <w:tcW w:w="1260" w:type="dxa"/>
          </w:tcPr>
          <w:p w14:paraId="37CF3C44" w14:textId="77777777" w:rsidR="009840C5" w:rsidRPr="008167D4" w:rsidRDefault="009840C5" w:rsidP="009840C5">
            <w:pPr>
              <w:tabs>
                <w:tab w:val="decimal" w:pos="1000"/>
              </w:tabs>
            </w:pPr>
          </w:p>
        </w:tc>
        <w:tc>
          <w:tcPr>
            <w:tcW w:w="180" w:type="dxa"/>
          </w:tcPr>
          <w:p w14:paraId="2447C550" w14:textId="77777777" w:rsidR="009840C5" w:rsidRPr="008167D4" w:rsidRDefault="009840C5" w:rsidP="009840C5">
            <w:pPr>
              <w:tabs>
                <w:tab w:val="decimal" w:pos="1000"/>
              </w:tabs>
            </w:pPr>
          </w:p>
        </w:tc>
        <w:tc>
          <w:tcPr>
            <w:tcW w:w="1350" w:type="dxa"/>
          </w:tcPr>
          <w:p w14:paraId="706941E9" w14:textId="77777777" w:rsidR="009840C5" w:rsidRPr="008167D4" w:rsidRDefault="009840C5" w:rsidP="009840C5">
            <w:pPr>
              <w:tabs>
                <w:tab w:val="decimal" w:pos="1000"/>
              </w:tabs>
            </w:pPr>
          </w:p>
        </w:tc>
        <w:tc>
          <w:tcPr>
            <w:tcW w:w="180" w:type="dxa"/>
          </w:tcPr>
          <w:p w14:paraId="11127C29" w14:textId="77777777" w:rsidR="009840C5" w:rsidRPr="008167D4" w:rsidRDefault="009840C5" w:rsidP="009840C5">
            <w:pPr>
              <w:tabs>
                <w:tab w:val="decimal" w:pos="1000"/>
              </w:tabs>
            </w:pPr>
          </w:p>
        </w:tc>
        <w:tc>
          <w:tcPr>
            <w:tcW w:w="1260" w:type="dxa"/>
          </w:tcPr>
          <w:p w14:paraId="0D31F5C2" w14:textId="77777777" w:rsidR="009840C5" w:rsidRPr="008167D4" w:rsidRDefault="009840C5" w:rsidP="009840C5">
            <w:pPr>
              <w:tabs>
                <w:tab w:val="decimal" w:pos="1000"/>
              </w:tabs>
            </w:pPr>
          </w:p>
        </w:tc>
      </w:tr>
      <w:tr w:rsidR="009840C5" w:rsidRPr="008167D4" w14:paraId="29D0CC3A" w14:textId="77777777" w:rsidTr="00907519">
        <w:trPr>
          <w:cantSplit/>
        </w:trPr>
        <w:tc>
          <w:tcPr>
            <w:tcW w:w="3807" w:type="dxa"/>
          </w:tcPr>
          <w:p w14:paraId="354BF519" w14:textId="77777777" w:rsidR="009840C5" w:rsidRPr="008167D4" w:rsidRDefault="009840C5" w:rsidP="009840C5">
            <w:pPr>
              <w:spacing w:line="240" w:lineRule="atLeast"/>
            </w:pPr>
            <w:r w:rsidRPr="008167D4">
              <w:t>Rental income</w:t>
            </w:r>
          </w:p>
        </w:tc>
        <w:tc>
          <w:tcPr>
            <w:tcW w:w="1350" w:type="dxa"/>
          </w:tcPr>
          <w:p w14:paraId="3E06987F" w14:textId="09B44535" w:rsidR="009840C5" w:rsidRPr="008167D4" w:rsidRDefault="009840C5" w:rsidP="00907519">
            <w:pPr>
              <w:tabs>
                <w:tab w:val="decimal" w:pos="1000"/>
              </w:tabs>
            </w:pPr>
            <w:r>
              <w:t>50,451</w:t>
            </w:r>
          </w:p>
        </w:tc>
        <w:tc>
          <w:tcPr>
            <w:tcW w:w="180" w:type="dxa"/>
          </w:tcPr>
          <w:p w14:paraId="1E1526DE" w14:textId="77777777" w:rsidR="009840C5" w:rsidRPr="008167D4" w:rsidRDefault="009840C5" w:rsidP="009840C5">
            <w:pPr>
              <w:tabs>
                <w:tab w:val="decimal" w:pos="1000"/>
              </w:tabs>
            </w:pPr>
          </w:p>
        </w:tc>
        <w:tc>
          <w:tcPr>
            <w:tcW w:w="1260" w:type="dxa"/>
          </w:tcPr>
          <w:p w14:paraId="2C80C740" w14:textId="0B1A63A3" w:rsidR="009840C5" w:rsidRPr="008167D4" w:rsidRDefault="009840C5" w:rsidP="009840C5">
            <w:pPr>
              <w:tabs>
                <w:tab w:val="decimal" w:pos="1000"/>
              </w:tabs>
              <w:rPr>
                <w:rFonts w:cstheme="minorBidi"/>
                <w:cs/>
                <w:lang w:bidi="th-TH"/>
              </w:rPr>
            </w:pPr>
            <w:r w:rsidRPr="008167D4">
              <w:t>7,</w:t>
            </w:r>
            <w:r>
              <w:t>719</w:t>
            </w:r>
          </w:p>
        </w:tc>
        <w:tc>
          <w:tcPr>
            <w:tcW w:w="180" w:type="dxa"/>
          </w:tcPr>
          <w:p w14:paraId="6368A95B" w14:textId="77777777" w:rsidR="009840C5" w:rsidRPr="008167D4" w:rsidRDefault="009840C5" w:rsidP="009840C5">
            <w:pPr>
              <w:tabs>
                <w:tab w:val="decimal" w:pos="1000"/>
              </w:tabs>
            </w:pPr>
          </w:p>
        </w:tc>
        <w:tc>
          <w:tcPr>
            <w:tcW w:w="1350" w:type="dxa"/>
          </w:tcPr>
          <w:p w14:paraId="4135F05C" w14:textId="2EC741DC" w:rsidR="009840C5" w:rsidRPr="008167D4" w:rsidRDefault="009840C5" w:rsidP="00C74132">
            <w:pPr>
              <w:tabs>
                <w:tab w:val="decimal" w:pos="1000"/>
              </w:tabs>
            </w:pPr>
            <w:r>
              <w:t>37,763</w:t>
            </w:r>
          </w:p>
        </w:tc>
        <w:tc>
          <w:tcPr>
            <w:tcW w:w="180" w:type="dxa"/>
          </w:tcPr>
          <w:p w14:paraId="4D52CD44" w14:textId="77777777" w:rsidR="009840C5" w:rsidRPr="008167D4" w:rsidRDefault="009840C5" w:rsidP="009840C5">
            <w:pPr>
              <w:tabs>
                <w:tab w:val="decimal" w:pos="1000"/>
              </w:tabs>
            </w:pPr>
          </w:p>
        </w:tc>
        <w:tc>
          <w:tcPr>
            <w:tcW w:w="1260" w:type="dxa"/>
          </w:tcPr>
          <w:p w14:paraId="7C998D5B" w14:textId="44270CBD" w:rsidR="009840C5" w:rsidRPr="008167D4" w:rsidRDefault="009840C5" w:rsidP="009840C5">
            <w:pPr>
              <w:tabs>
                <w:tab w:val="decimal" w:pos="1000"/>
              </w:tabs>
            </w:pPr>
            <w:r w:rsidRPr="008167D4">
              <w:t>18</w:t>
            </w:r>
          </w:p>
        </w:tc>
      </w:tr>
      <w:tr w:rsidR="009840C5" w:rsidRPr="008167D4" w14:paraId="4EA2A173" w14:textId="77777777" w:rsidTr="00907519">
        <w:trPr>
          <w:cantSplit/>
        </w:trPr>
        <w:tc>
          <w:tcPr>
            <w:tcW w:w="3807" w:type="dxa"/>
          </w:tcPr>
          <w:p w14:paraId="4A37A3C3" w14:textId="77777777" w:rsidR="009840C5" w:rsidRPr="008167D4" w:rsidRDefault="009840C5" w:rsidP="009840C5">
            <w:pPr>
              <w:spacing w:line="240" w:lineRule="atLeast"/>
              <w:ind w:right="-108"/>
              <w:jc w:val="both"/>
              <w:rPr>
                <w:lang w:val="en-US"/>
              </w:rPr>
            </w:pPr>
            <w:r w:rsidRPr="008167D4">
              <w:t xml:space="preserve">Project management </w:t>
            </w:r>
            <w:r w:rsidRPr="008167D4">
              <w:rPr>
                <w:lang w:val="en-US"/>
              </w:rPr>
              <w:t>income</w:t>
            </w:r>
          </w:p>
        </w:tc>
        <w:tc>
          <w:tcPr>
            <w:tcW w:w="1350" w:type="dxa"/>
          </w:tcPr>
          <w:p w14:paraId="53924FBF" w14:textId="02EBD1EB" w:rsidR="009840C5" w:rsidRPr="008167D4" w:rsidRDefault="009840C5" w:rsidP="009840C5">
            <w:pPr>
              <w:tabs>
                <w:tab w:val="decimal" w:pos="1000"/>
              </w:tabs>
            </w:pPr>
            <w:r>
              <w:t>5,153</w:t>
            </w:r>
          </w:p>
        </w:tc>
        <w:tc>
          <w:tcPr>
            <w:tcW w:w="180" w:type="dxa"/>
          </w:tcPr>
          <w:p w14:paraId="2F0A3F69" w14:textId="77777777" w:rsidR="009840C5" w:rsidRPr="008167D4" w:rsidRDefault="009840C5" w:rsidP="009840C5">
            <w:pPr>
              <w:tabs>
                <w:tab w:val="decimal" w:pos="1000"/>
              </w:tabs>
            </w:pPr>
          </w:p>
        </w:tc>
        <w:tc>
          <w:tcPr>
            <w:tcW w:w="1260" w:type="dxa"/>
          </w:tcPr>
          <w:p w14:paraId="372F5DA3" w14:textId="0BB101C7" w:rsidR="009840C5" w:rsidRPr="008167D4" w:rsidRDefault="009840C5" w:rsidP="00015DB5">
            <w:pPr>
              <w:tabs>
                <w:tab w:val="decimal" w:pos="648"/>
              </w:tabs>
            </w:pPr>
            <w:r w:rsidRPr="008167D4">
              <w:t>-</w:t>
            </w:r>
          </w:p>
        </w:tc>
        <w:tc>
          <w:tcPr>
            <w:tcW w:w="180" w:type="dxa"/>
          </w:tcPr>
          <w:p w14:paraId="2F27FC6D" w14:textId="77777777" w:rsidR="009840C5" w:rsidRPr="008167D4" w:rsidRDefault="009840C5" w:rsidP="009840C5">
            <w:pPr>
              <w:tabs>
                <w:tab w:val="decimal" w:pos="1000"/>
              </w:tabs>
            </w:pPr>
          </w:p>
        </w:tc>
        <w:tc>
          <w:tcPr>
            <w:tcW w:w="1350" w:type="dxa"/>
          </w:tcPr>
          <w:p w14:paraId="2C0B9CA5" w14:textId="63EDF656" w:rsidR="009840C5" w:rsidRPr="008167D4" w:rsidRDefault="009840C5" w:rsidP="009840C5">
            <w:pPr>
              <w:tabs>
                <w:tab w:val="decimal" w:pos="1000"/>
              </w:tabs>
            </w:pPr>
            <w:r>
              <w:t>3,503</w:t>
            </w:r>
          </w:p>
        </w:tc>
        <w:tc>
          <w:tcPr>
            <w:tcW w:w="180" w:type="dxa"/>
          </w:tcPr>
          <w:p w14:paraId="54851E83" w14:textId="77777777" w:rsidR="009840C5" w:rsidRPr="008167D4" w:rsidRDefault="009840C5" w:rsidP="009840C5">
            <w:pPr>
              <w:tabs>
                <w:tab w:val="decimal" w:pos="1000"/>
              </w:tabs>
            </w:pPr>
          </w:p>
        </w:tc>
        <w:tc>
          <w:tcPr>
            <w:tcW w:w="1260" w:type="dxa"/>
          </w:tcPr>
          <w:p w14:paraId="11F066C0" w14:textId="618B97E0" w:rsidR="009840C5" w:rsidRPr="008167D4" w:rsidRDefault="009840C5" w:rsidP="009840C5">
            <w:pPr>
              <w:tabs>
                <w:tab w:val="decimal" w:pos="739"/>
              </w:tabs>
            </w:pPr>
            <w:r w:rsidRPr="008167D4">
              <w:t>-</w:t>
            </w:r>
          </w:p>
        </w:tc>
      </w:tr>
      <w:tr w:rsidR="009840C5" w:rsidRPr="008167D4" w14:paraId="3F445A77" w14:textId="77777777" w:rsidTr="00907519">
        <w:trPr>
          <w:cantSplit/>
        </w:trPr>
        <w:tc>
          <w:tcPr>
            <w:tcW w:w="3807" w:type="dxa"/>
          </w:tcPr>
          <w:p w14:paraId="5018A07A" w14:textId="69DAF3A0" w:rsidR="009840C5" w:rsidRPr="008167D4" w:rsidRDefault="002848A0" w:rsidP="009840C5">
            <w:pPr>
              <w:spacing w:line="240" w:lineRule="atLeast"/>
              <w:ind w:right="-108"/>
              <w:jc w:val="both"/>
            </w:pPr>
            <w:r>
              <w:t>Rental and service expenses</w:t>
            </w:r>
          </w:p>
        </w:tc>
        <w:tc>
          <w:tcPr>
            <w:tcW w:w="1350" w:type="dxa"/>
          </w:tcPr>
          <w:p w14:paraId="5BD15125" w14:textId="4F9525F1" w:rsidR="009840C5" w:rsidRPr="008167D4" w:rsidRDefault="009840C5" w:rsidP="009840C5">
            <w:pPr>
              <w:tabs>
                <w:tab w:val="decimal" w:pos="1000"/>
              </w:tabs>
            </w:pPr>
            <w:r>
              <w:t>3</w:t>
            </w:r>
          </w:p>
        </w:tc>
        <w:tc>
          <w:tcPr>
            <w:tcW w:w="180" w:type="dxa"/>
          </w:tcPr>
          <w:p w14:paraId="0822D6B4" w14:textId="77777777" w:rsidR="009840C5" w:rsidRPr="008167D4" w:rsidRDefault="009840C5" w:rsidP="009840C5">
            <w:pPr>
              <w:tabs>
                <w:tab w:val="decimal" w:pos="1000"/>
              </w:tabs>
            </w:pPr>
          </w:p>
        </w:tc>
        <w:tc>
          <w:tcPr>
            <w:tcW w:w="1260" w:type="dxa"/>
          </w:tcPr>
          <w:p w14:paraId="3B937E33" w14:textId="6259A506" w:rsidR="009840C5" w:rsidRPr="008167D4" w:rsidRDefault="009840C5" w:rsidP="00015DB5">
            <w:pPr>
              <w:tabs>
                <w:tab w:val="decimal" w:pos="648"/>
              </w:tabs>
            </w:pPr>
            <w:r w:rsidRPr="008167D4">
              <w:t>-</w:t>
            </w:r>
          </w:p>
        </w:tc>
        <w:tc>
          <w:tcPr>
            <w:tcW w:w="180" w:type="dxa"/>
          </w:tcPr>
          <w:p w14:paraId="245D36F5" w14:textId="77777777" w:rsidR="009840C5" w:rsidRPr="008167D4" w:rsidRDefault="009840C5" w:rsidP="009840C5">
            <w:pPr>
              <w:tabs>
                <w:tab w:val="decimal" w:pos="1000"/>
              </w:tabs>
            </w:pPr>
          </w:p>
        </w:tc>
        <w:tc>
          <w:tcPr>
            <w:tcW w:w="1350" w:type="dxa"/>
          </w:tcPr>
          <w:p w14:paraId="271212F9" w14:textId="3B101A7B" w:rsidR="009840C5" w:rsidRPr="008167D4" w:rsidRDefault="009840C5" w:rsidP="009840C5">
            <w:pPr>
              <w:tabs>
                <w:tab w:val="decimal" w:pos="1000"/>
              </w:tabs>
            </w:pPr>
            <w:r>
              <w:t>3</w:t>
            </w:r>
          </w:p>
        </w:tc>
        <w:tc>
          <w:tcPr>
            <w:tcW w:w="180" w:type="dxa"/>
          </w:tcPr>
          <w:p w14:paraId="7B6E963F" w14:textId="77777777" w:rsidR="009840C5" w:rsidRPr="008167D4" w:rsidRDefault="009840C5" w:rsidP="009840C5">
            <w:pPr>
              <w:tabs>
                <w:tab w:val="decimal" w:pos="1000"/>
              </w:tabs>
            </w:pPr>
          </w:p>
        </w:tc>
        <w:tc>
          <w:tcPr>
            <w:tcW w:w="1260" w:type="dxa"/>
          </w:tcPr>
          <w:p w14:paraId="5C86ED24" w14:textId="2F835FA6" w:rsidR="009840C5" w:rsidRPr="008167D4" w:rsidRDefault="009840C5" w:rsidP="009840C5">
            <w:pPr>
              <w:tabs>
                <w:tab w:val="decimal" w:pos="739"/>
              </w:tabs>
            </w:pPr>
            <w:r w:rsidRPr="008167D4">
              <w:t>-</w:t>
            </w:r>
          </w:p>
        </w:tc>
      </w:tr>
      <w:tr w:rsidR="009840C5" w:rsidRPr="008167D4" w14:paraId="743AF295" w14:textId="77777777" w:rsidTr="00907519">
        <w:trPr>
          <w:cantSplit/>
        </w:trPr>
        <w:tc>
          <w:tcPr>
            <w:tcW w:w="3807" w:type="dxa"/>
          </w:tcPr>
          <w:p w14:paraId="3C4F5FA5" w14:textId="77777777" w:rsidR="009840C5" w:rsidRPr="008167D4" w:rsidRDefault="009840C5" w:rsidP="009840C5">
            <w:pPr>
              <w:spacing w:line="240" w:lineRule="atLeast"/>
              <w:ind w:right="-108"/>
              <w:jc w:val="both"/>
              <w:rPr>
                <w:rFonts w:cs="Angsana New"/>
                <w:lang w:val="en-US" w:bidi="th-TH"/>
              </w:rPr>
            </w:pPr>
            <w:r w:rsidRPr="008167D4">
              <w:rPr>
                <w:rFonts w:cs="Angsana New"/>
                <w:lang w:val="en-US" w:bidi="th-TH"/>
              </w:rPr>
              <w:t xml:space="preserve">Other income </w:t>
            </w:r>
          </w:p>
        </w:tc>
        <w:tc>
          <w:tcPr>
            <w:tcW w:w="1350" w:type="dxa"/>
          </w:tcPr>
          <w:p w14:paraId="4C1523AB" w14:textId="5B9F2CB0" w:rsidR="009840C5" w:rsidRPr="008167D4" w:rsidRDefault="009840C5" w:rsidP="00907519">
            <w:pPr>
              <w:tabs>
                <w:tab w:val="decimal" w:pos="733"/>
              </w:tabs>
            </w:pPr>
            <w:r>
              <w:t>-</w:t>
            </w:r>
          </w:p>
        </w:tc>
        <w:tc>
          <w:tcPr>
            <w:tcW w:w="180" w:type="dxa"/>
          </w:tcPr>
          <w:p w14:paraId="62063215" w14:textId="77777777" w:rsidR="009840C5" w:rsidRPr="008167D4" w:rsidRDefault="009840C5" w:rsidP="009840C5">
            <w:pPr>
              <w:tabs>
                <w:tab w:val="decimal" w:pos="1000"/>
              </w:tabs>
            </w:pPr>
          </w:p>
        </w:tc>
        <w:tc>
          <w:tcPr>
            <w:tcW w:w="1260" w:type="dxa"/>
          </w:tcPr>
          <w:p w14:paraId="22BC3D1A" w14:textId="7E2FA26C" w:rsidR="009840C5" w:rsidRPr="008167D4" w:rsidRDefault="009840C5" w:rsidP="009840C5">
            <w:pPr>
              <w:tabs>
                <w:tab w:val="decimal" w:pos="1000"/>
              </w:tabs>
              <w:rPr>
                <w:rFonts w:cstheme="minorBidi"/>
                <w:cs/>
                <w:lang w:bidi="th-TH"/>
              </w:rPr>
            </w:pPr>
            <w:r>
              <w:t>6</w:t>
            </w:r>
          </w:p>
        </w:tc>
        <w:tc>
          <w:tcPr>
            <w:tcW w:w="180" w:type="dxa"/>
          </w:tcPr>
          <w:p w14:paraId="2A80D062" w14:textId="77777777" w:rsidR="009840C5" w:rsidRPr="008167D4" w:rsidRDefault="009840C5" w:rsidP="009840C5">
            <w:pPr>
              <w:tabs>
                <w:tab w:val="decimal" w:pos="1000"/>
              </w:tabs>
            </w:pPr>
          </w:p>
        </w:tc>
        <w:tc>
          <w:tcPr>
            <w:tcW w:w="1350" w:type="dxa"/>
          </w:tcPr>
          <w:p w14:paraId="2AC71373" w14:textId="73D4C755" w:rsidR="009840C5" w:rsidRPr="008167D4" w:rsidRDefault="009840C5" w:rsidP="00C74132">
            <w:pPr>
              <w:tabs>
                <w:tab w:val="decimal" w:pos="735"/>
              </w:tabs>
            </w:pPr>
            <w:r>
              <w:t>-</w:t>
            </w:r>
          </w:p>
        </w:tc>
        <w:tc>
          <w:tcPr>
            <w:tcW w:w="180" w:type="dxa"/>
          </w:tcPr>
          <w:p w14:paraId="3241E012" w14:textId="77777777" w:rsidR="009840C5" w:rsidRPr="008167D4" w:rsidRDefault="009840C5" w:rsidP="009840C5">
            <w:pPr>
              <w:tabs>
                <w:tab w:val="decimal" w:pos="1000"/>
              </w:tabs>
            </w:pPr>
          </w:p>
        </w:tc>
        <w:tc>
          <w:tcPr>
            <w:tcW w:w="1260" w:type="dxa"/>
          </w:tcPr>
          <w:p w14:paraId="243DDC58" w14:textId="3E0D41B7" w:rsidR="009840C5" w:rsidRPr="008167D4" w:rsidRDefault="009840C5" w:rsidP="009840C5">
            <w:pPr>
              <w:tabs>
                <w:tab w:val="decimal" w:pos="739"/>
              </w:tabs>
            </w:pPr>
            <w:r w:rsidRPr="008167D4">
              <w:t>-</w:t>
            </w:r>
          </w:p>
        </w:tc>
      </w:tr>
      <w:tr w:rsidR="009840C5" w:rsidRPr="009736C8" w14:paraId="4F766A2A" w14:textId="77777777" w:rsidTr="00907519">
        <w:trPr>
          <w:cantSplit/>
        </w:trPr>
        <w:tc>
          <w:tcPr>
            <w:tcW w:w="3807" w:type="dxa"/>
          </w:tcPr>
          <w:p w14:paraId="6160D066" w14:textId="77777777" w:rsidR="009840C5" w:rsidRPr="009736C8" w:rsidRDefault="009840C5" w:rsidP="009840C5">
            <w:pPr>
              <w:spacing w:line="240" w:lineRule="atLeast"/>
              <w:rPr>
                <w:b/>
                <w:bCs/>
                <w:sz w:val="12"/>
                <w:szCs w:val="12"/>
              </w:rPr>
            </w:pPr>
          </w:p>
        </w:tc>
        <w:tc>
          <w:tcPr>
            <w:tcW w:w="1350" w:type="dxa"/>
          </w:tcPr>
          <w:p w14:paraId="5A27BF7B" w14:textId="77777777" w:rsidR="009840C5" w:rsidRPr="009736C8" w:rsidRDefault="009840C5" w:rsidP="009840C5">
            <w:pPr>
              <w:tabs>
                <w:tab w:val="decimal" w:pos="1000"/>
              </w:tabs>
              <w:rPr>
                <w:sz w:val="12"/>
                <w:szCs w:val="12"/>
              </w:rPr>
            </w:pPr>
          </w:p>
        </w:tc>
        <w:tc>
          <w:tcPr>
            <w:tcW w:w="180" w:type="dxa"/>
          </w:tcPr>
          <w:p w14:paraId="41E9B723" w14:textId="77777777" w:rsidR="009840C5" w:rsidRPr="009736C8" w:rsidRDefault="009840C5" w:rsidP="009840C5">
            <w:pPr>
              <w:pStyle w:val="acctfourfigures"/>
              <w:tabs>
                <w:tab w:val="clear" w:pos="765"/>
                <w:tab w:val="decimal" w:pos="1000"/>
              </w:tabs>
              <w:spacing w:line="240" w:lineRule="atLeast"/>
              <w:rPr>
                <w:sz w:val="12"/>
                <w:szCs w:val="12"/>
              </w:rPr>
            </w:pPr>
          </w:p>
        </w:tc>
        <w:tc>
          <w:tcPr>
            <w:tcW w:w="1260" w:type="dxa"/>
          </w:tcPr>
          <w:p w14:paraId="3E23914E" w14:textId="77777777" w:rsidR="009840C5" w:rsidRPr="009736C8" w:rsidRDefault="009840C5" w:rsidP="009840C5">
            <w:pPr>
              <w:tabs>
                <w:tab w:val="decimal" w:pos="1000"/>
              </w:tabs>
              <w:rPr>
                <w:sz w:val="12"/>
                <w:szCs w:val="12"/>
              </w:rPr>
            </w:pPr>
          </w:p>
        </w:tc>
        <w:tc>
          <w:tcPr>
            <w:tcW w:w="180" w:type="dxa"/>
          </w:tcPr>
          <w:p w14:paraId="758A4422" w14:textId="77777777" w:rsidR="009840C5" w:rsidRPr="009736C8" w:rsidRDefault="009840C5" w:rsidP="009840C5">
            <w:pPr>
              <w:pStyle w:val="acctfourfigures"/>
              <w:tabs>
                <w:tab w:val="clear" w:pos="765"/>
                <w:tab w:val="decimal" w:pos="1000"/>
              </w:tabs>
              <w:spacing w:line="240" w:lineRule="atLeast"/>
              <w:rPr>
                <w:sz w:val="12"/>
                <w:szCs w:val="12"/>
              </w:rPr>
            </w:pPr>
          </w:p>
        </w:tc>
        <w:tc>
          <w:tcPr>
            <w:tcW w:w="1350" w:type="dxa"/>
          </w:tcPr>
          <w:p w14:paraId="5464D4A5" w14:textId="77777777" w:rsidR="009840C5" w:rsidRPr="009736C8" w:rsidRDefault="009840C5" w:rsidP="009840C5">
            <w:pPr>
              <w:tabs>
                <w:tab w:val="decimal" w:pos="1000"/>
              </w:tabs>
              <w:rPr>
                <w:sz w:val="12"/>
                <w:szCs w:val="12"/>
              </w:rPr>
            </w:pPr>
          </w:p>
        </w:tc>
        <w:tc>
          <w:tcPr>
            <w:tcW w:w="180" w:type="dxa"/>
          </w:tcPr>
          <w:p w14:paraId="3B3EA75E" w14:textId="77777777" w:rsidR="009840C5" w:rsidRPr="009736C8" w:rsidRDefault="009840C5" w:rsidP="009840C5">
            <w:pPr>
              <w:pStyle w:val="acctfourfigures"/>
              <w:tabs>
                <w:tab w:val="clear" w:pos="765"/>
                <w:tab w:val="decimal" w:pos="1000"/>
              </w:tabs>
              <w:spacing w:line="240" w:lineRule="atLeast"/>
              <w:rPr>
                <w:sz w:val="12"/>
                <w:szCs w:val="12"/>
              </w:rPr>
            </w:pPr>
          </w:p>
        </w:tc>
        <w:tc>
          <w:tcPr>
            <w:tcW w:w="1260" w:type="dxa"/>
          </w:tcPr>
          <w:p w14:paraId="6DA78A6D" w14:textId="77777777" w:rsidR="009840C5" w:rsidRPr="009736C8" w:rsidRDefault="009840C5" w:rsidP="009840C5">
            <w:pPr>
              <w:tabs>
                <w:tab w:val="decimal" w:pos="739"/>
                <w:tab w:val="decimal" w:pos="1000"/>
              </w:tabs>
              <w:rPr>
                <w:sz w:val="12"/>
                <w:szCs w:val="12"/>
              </w:rPr>
            </w:pPr>
          </w:p>
        </w:tc>
      </w:tr>
      <w:tr w:rsidR="009840C5" w:rsidRPr="008167D4" w14:paraId="10C1130D" w14:textId="77777777" w:rsidTr="00907519">
        <w:trPr>
          <w:cantSplit/>
        </w:trPr>
        <w:tc>
          <w:tcPr>
            <w:tcW w:w="3807" w:type="dxa"/>
          </w:tcPr>
          <w:p w14:paraId="0CD39CC3" w14:textId="77777777" w:rsidR="009840C5" w:rsidRPr="008167D4" w:rsidRDefault="009840C5" w:rsidP="009840C5">
            <w:pPr>
              <w:ind w:left="540" w:hanging="540"/>
              <w:rPr>
                <w:b/>
                <w:bCs/>
              </w:rPr>
            </w:pPr>
            <w:r w:rsidRPr="008167D4">
              <w:rPr>
                <w:b/>
                <w:bCs/>
              </w:rPr>
              <w:t>Key management personnel</w:t>
            </w:r>
          </w:p>
        </w:tc>
        <w:tc>
          <w:tcPr>
            <w:tcW w:w="1350" w:type="dxa"/>
          </w:tcPr>
          <w:p w14:paraId="2D318D9A" w14:textId="77777777" w:rsidR="009840C5" w:rsidRPr="008167D4" w:rsidRDefault="009840C5" w:rsidP="009840C5">
            <w:pPr>
              <w:tabs>
                <w:tab w:val="decimal" w:pos="1000"/>
              </w:tabs>
            </w:pPr>
          </w:p>
        </w:tc>
        <w:tc>
          <w:tcPr>
            <w:tcW w:w="180" w:type="dxa"/>
          </w:tcPr>
          <w:p w14:paraId="61121F97" w14:textId="77777777" w:rsidR="009840C5" w:rsidRPr="008167D4" w:rsidRDefault="009840C5" w:rsidP="009840C5">
            <w:pPr>
              <w:pStyle w:val="acctfourfigures"/>
              <w:tabs>
                <w:tab w:val="clear" w:pos="765"/>
                <w:tab w:val="decimal" w:pos="1000"/>
              </w:tabs>
              <w:spacing w:line="240" w:lineRule="atLeast"/>
            </w:pPr>
          </w:p>
        </w:tc>
        <w:tc>
          <w:tcPr>
            <w:tcW w:w="1260" w:type="dxa"/>
          </w:tcPr>
          <w:p w14:paraId="0F52CB1C" w14:textId="77777777" w:rsidR="009840C5" w:rsidRPr="008167D4" w:rsidRDefault="009840C5" w:rsidP="009840C5">
            <w:pPr>
              <w:tabs>
                <w:tab w:val="decimal" w:pos="1000"/>
              </w:tabs>
            </w:pPr>
          </w:p>
        </w:tc>
        <w:tc>
          <w:tcPr>
            <w:tcW w:w="180" w:type="dxa"/>
          </w:tcPr>
          <w:p w14:paraId="7646B02F" w14:textId="77777777" w:rsidR="009840C5" w:rsidRPr="008167D4" w:rsidRDefault="009840C5" w:rsidP="009840C5">
            <w:pPr>
              <w:pStyle w:val="acctfourfigures"/>
              <w:tabs>
                <w:tab w:val="clear" w:pos="765"/>
                <w:tab w:val="decimal" w:pos="1000"/>
              </w:tabs>
              <w:spacing w:line="240" w:lineRule="atLeast"/>
            </w:pPr>
          </w:p>
        </w:tc>
        <w:tc>
          <w:tcPr>
            <w:tcW w:w="1350" w:type="dxa"/>
          </w:tcPr>
          <w:p w14:paraId="10E1F210" w14:textId="77777777" w:rsidR="009840C5" w:rsidRPr="008167D4" w:rsidRDefault="009840C5" w:rsidP="009840C5">
            <w:pPr>
              <w:tabs>
                <w:tab w:val="decimal" w:pos="1000"/>
              </w:tabs>
            </w:pPr>
          </w:p>
        </w:tc>
        <w:tc>
          <w:tcPr>
            <w:tcW w:w="180" w:type="dxa"/>
          </w:tcPr>
          <w:p w14:paraId="4710145F" w14:textId="77777777" w:rsidR="009840C5" w:rsidRPr="008167D4" w:rsidRDefault="009840C5" w:rsidP="009840C5">
            <w:pPr>
              <w:pStyle w:val="acctfourfigures"/>
              <w:tabs>
                <w:tab w:val="clear" w:pos="765"/>
                <w:tab w:val="decimal" w:pos="1000"/>
              </w:tabs>
              <w:spacing w:line="240" w:lineRule="atLeast"/>
            </w:pPr>
          </w:p>
        </w:tc>
        <w:tc>
          <w:tcPr>
            <w:tcW w:w="1260" w:type="dxa"/>
          </w:tcPr>
          <w:p w14:paraId="4EEA6211" w14:textId="77777777" w:rsidR="009840C5" w:rsidRPr="008167D4" w:rsidRDefault="009840C5" w:rsidP="009840C5">
            <w:pPr>
              <w:tabs>
                <w:tab w:val="decimal" w:pos="1000"/>
              </w:tabs>
            </w:pPr>
          </w:p>
        </w:tc>
      </w:tr>
      <w:tr w:rsidR="009840C5" w:rsidRPr="008167D4" w14:paraId="789EAEA8" w14:textId="77777777" w:rsidTr="00907519">
        <w:trPr>
          <w:cantSplit/>
        </w:trPr>
        <w:tc>
          <w:tcPr>
            <w:tcW w:w="3807" w:type="dxa"/>
          </w:tcPr>
          <w:p w14:paraId="5A048A46" w14:textId="77777777" w:rsidR="009840C5" w:rsidRPr="008167D4" w:rsidRDefault="009840C5" w:rsidP="009840C5">
            <w:pPr>
              <w:ind w:left="371" w:hanging="371"/>
              <w:rPr>
                <w:spacing w:val="-4"/>
                <w:lang w:bidi="th-TH"/>
              </w:rPr>
            </w:pPr>
            <w:r w:rsidRPr="008167D4">
              <w:rPr>
                <w:spacing w:val="-4"/>
                <w:lang w:bidi="th-TH"/>
              </w:rPr>
              <w:t xml:space="preserve">Key management personnel compensation </w:t>
            </w:r>
          </w:p>
        </w:tc>
        <w:tc>
          <w:tcPr>
            <w:tcW w:w="1350" w:type="dxa"/>
          </w:tcPr>
          <w:p w14:paraId="7B39943D" w14:textId="77777777" w:rsidR="009840C5" w:rsidRPr="008167D4" w:rsidRDefault="009840C5" w:rsidP="009840C5">
            <w:pPr>
              <w:tabs>
                <w:tab w:val="decimal" w:pos="1000"/>
              </w:tabs>
            </w:pPr>
          </w:p>
        </w:tc>
        <w:tc>
          <w:tcPr>
            <w:tcW w:w="180" w:type="dxa"/>
          </w:tcPr>
          <w:p w14:paraId="6AF8EF2E" w14:textId="77777777" w:rsidR="009840C5" w:rsidRPr="008167D4" w:rsidRDefault="009840C5" w:rsidP="009840C5">
            <w:pPr>
              <w:pStyle w:val="acctfourfigures"/>
              <w:tabs>
                <w:tab w:val="clear" w:pos="765"/>
                <w:tab w:val="decimal" w:pos="1000"/>
              </w:tabs>
              <w:spacing w:line="240" w:lineRule="atLeast"/>
            </w:pPr>
          </w:p>
        </w:tc>
        <w:tc>
          <w:tcPr>
            <w:tcW w:w="1260" w:type="dxa"/>
          </w:tcPr>
          <w:p w14:paraId="6AFC9DD6" w14:textId="77777777" w:rsidR="009840C5" w:rsidRPr="008167D4" w:rsidRDefault="009840C5" w:rsidP="009840C5">
            <w:pPr>
              <w:tabs>
                <w:tab w:val="decimal" w:pos="1000"/>
              </w:tabs>
            </w:pPr>
          </w:p>
        </w:tc>
        <w:tc>
          <w:tcPr>
            <w:tcW w:w="180" w:type="dxa"/>
          </w:tcPr>
          <w:p w14:paraId="78400AC2" w14:textId="77777777" w:rsidR="009840C5" w:rsidRPr="008167D4" w:rsidRDefault="009840C5" w:rsidP="009840C5">
            <w:pPr>
              <w:pStyle w:val="acctfourfigures"/>
              <w:tabs>
                <w:tab w:val="clear" w:pos="765"/>
                <w:tab w:val="decimal" w:pos="1000"/>
              </w:tabs>
              <w:spacing w:line="240" w:lineRule="atLeast"/>
            </w:pPr>
          </w:p>
        </w:tc>
        <w:tc>
          <w:tcPr>
            <w:tcW w:w="1350" w:type="dxa"/>
          </w:tcPr>
          <w:p w14:paraId="4BE9A398" w14:textId="77777777" w:rsidR="009840C5" w:rsidRPr="008167D4" w:rsidRDefault="009840C5" w:rsidP="009840C5">
            <w:pPr>
              <w:tabs>
                <w:tab w:val="decimal" w:pos="1000"/>
              </w:tabs>
            </w:pPr>
          </w:p>
        </w:tc>
        <w:tc>
          <w:tcPr>
            <w:tcW w:w="180" w:type="dxa"/>
          </w:tcPr>
          <w:p w14:paraId="5D35E671" w14:textId="77777777" w:rsidR="009840C5" w:rsidRPr="008167D4" w:rsidRDefault="009840C5" w:rsidP="009840C5">
            <w:pPr>
              <w:pStyle w:val="acctfourfigures"/>
              <w:tabs>
                <w:tab w:val="clear" w:pos="765"/>
                <w:tab w:val="decimal" w:pos="1000"/>
              </w:tabs>
              <w:spacing w:line="240" w:lineRule="atLeast"/>
            </w:pPr>
          </w:p>
        </w:tc>
        <w:tc>
          <w:tcPr>
            <w:tcW w:w="1260" w:type="dxa"/>
          </w:tcPr>
          <w:p w14:paraId="77D6704A" w14:textId="77777777" w:rsidR="009840C5" w:rsidRPr="008167D4" w:rsidRDefault="009840C5" w:rsidP="009840C5">
            <w:pPr>
              <w:tabs>
                <w:tab w:val="decimal" w:pos="1000"/>
              </w:tabs>
            </w:pPr>
          </w:p>
        </w:tc>
      </w:tr>
      <w:tr w:rsidR="009840C5" w:rsidRPr="008167D4" w14:paraId="5633E602" w14:textId="77777777" w:rsidTr="00907519">
        <w:trPr>
          <w:cantSplit/>
          <w:trHeight w:val="80"/>
        </w:trPr>
        <w:tc>
          <w:tcPr>
            <w:tcW w:w="3807" w:type="dxa"/>
          </w:tcPr>
          <w:p w14:paraId="7A9F52E5" w14:textId="77777777" w:rsidR="009840C5" w:rsidRPr="008167D4" w:rsidRDefault="009840C5" w:rsidP="009840C5">
            <w:pPr>
              <w:spacing w:line="240" w:lineRule="atLeast"/>
              <w:ind w:left="190"/>
              <w:rPr>
                <w:i/>
                <w:iCs/>
                <w:color w:val="0000FF"/>
              </w:rPr>
            </w:pPr>
            <w:r w:rsidRPr="008167D4">
              <w:rPr>
                <w:lang w:bidi="th-TH"/>
              </w:rPr>
              <w:t>Short-term employee benefit</w:t>
            </w:r>
          </w:p>
        </w:tc>
        <w:tc>
          <w:tcPr>
            <w:tcW w:w="1350" w:type="dxa"/>
          </w:tcPr>
          <w:p w14:paraId="4D3C22BC" w14:textId="09824A1A" w:rsidR="009840C5" w:rsidRPr="008167D4" w:rsidRDefault="009840C5" w:rsidP="009840C5">
            <w:pPr>
              <w:tabs>
                <w:tab w:val="decimal" w:pos="1000"/>
              </w:tabs>
            </w:pPr>
            <w:r>
              <w:t>9,596</w:t>
            </w:r>
          </w:p>
        </w:tc>
        <w:tc>
          <w:tcPr>
            <w:tcW w:w="180" w:type="dxa"/>
          </w:tcPr>
          <w:p w14:paraId="170D76C4" w14:textId="77777777" w:rsidR="009840C5" w:rsidRPr="008167D4" w:rsidRDefault="009840C5" w:rsidP="009840C5">
            <w:pPr>
              <w:tabs>
                <w:tab w:val="decimal" w:pos="1000"/>
              </w:tabs>
            </w:pPr>
          </w:p>
        </w:tc>
        <w:tc>
          <w:tcPr>
            <w:tcW w:w="1260" w:type="dxa"/>
          </w:tcPr>
          <w:p w14:paraId="7A920954" w14:textId="27F680DF" w:rsidR="009840C5" w:rsidRPr="008167D4" w:rsidRDefault="009840C5" w:rsidP="009840C5">
            <w:pPr>
              <w:tabs>
                <w:tab w:val="decimal" w:pos="1000"/>
              </w:tabs>
            </w:pPr>
            <w:r w:rsidRPr="008167D4">
              <w:t>9,753</w:t>
            </w:r>
          </w:p>
        </w:tc>
        <w:tc>
          <w:tcPr>
            <w:tcW w:w="180" w:type="dxa"/>
          </w:tcPr>
          <w:p w14:paraId="4F7CCA55" w14:textId="77777777" w:rsidR="009840C5" w:rsidRPr="008167D4" w:rsidRDefault="009840C5" w:rsidP="009840C5">
            <w:pPr>
              <w:tabs>
                <w:tab w:val="decimal" w:pos="1000"/>
              </w:tabs>
            </w:pPr>
          </w:p>
        </w:tc>
        <w:tc>
          <w:tcPr>
            <w:tcW w:w="1350" w:type="dxa"/>
          </w:tcPr>
          <w:p w14:paraId="016B1199" w14:textId="6B710F87" w:rsidR="009840C5" w:rsidRPr="008167D4" w:rsidRDefault="009840C5" w:rsidP="009840C5">
            <w:pPr>
              <w:tabs>
                <w:tab w:val="decimal" w:pos="1000"/>
              </w:tabs>
            </w:pPr>
            <w:r>
              <w:t>9,596</w:t>
            </w:r>
          </w:p>
        </w:tc>
        <w:tc>
          <w:tcPr>
            <w:tcW w:w="180" w:type="dxa"/>
          </w:tcPr>
          <w:p w14:paraId="038ED195" w14:textId="77777777" w:rsidR="009840C5" w:rsidRPr="008167D4" w:rsidRDefault="009840C5" w:rsidP="009840C5">
            <w:pPr>
              <w:tabs>
                <w:tab w:val="decimal" w:pos="1000"/>
              </w:tabs>
            </w:pPr>
          </w:p>
        </w:tc>
        <w:tc>
          <w:tcPr>
            <w:tcW w:w="1260" w:type="dxa"/>
          </w:tcPr>
          <w:p w14:paraId="190B010C" w14:textId="5F1BFDB7" w:rsidR="009840C5" w:rsidRPr="008167D4" w:rsidRDefault="009840C5" w:rsidP="009840C5">
            <w:pPr>
              <w:tabs>
                <w:tab w:val="decimal" w:pos="1000"/>
              </w:tabs>
            </w:pPr>
            <w:r w:rsidRPr="008167D4">
              <w:t>9,568</w:t>
            </w:r>
          </w:p>
        </w:tc>
      </w:tr>
    </w:tbl>
    <w:p w14:paraId="200BC196" w14:textId="77777777" w:rsidR="005D3E43" w:rsidRPr="008167D4" w:rsidRDefault="005D3E43" w:rsidP="005D3E43">
      <w:pPr>
        <w:spacing w:line="240" w:lineRule="auto"/>
        <w:ind w:left="450"/>
        <w:rPr>
          <w:spacing w:val="-2"/>
        </w:rPr>
      </w:pPr>
    </w:p>
    <w:tbl>
      <w:tblPr>
        <w:tblW w:w="9513" w:type="dxa"/>
        <w:tblInd w:w="423" w:type="dxa"/>
        <w:tblLayout w:type="fixed"/>
        <w:tblCellMar>
          <w:left w:w="79" w:type="dxa"/>
          <w:right w:w="79" w:type="dxa"/>
        </w:tblCellMar>
        <w:tblLook w:val="0000" w:firstRow="0" w:lastRow="0" w:firstColumn="0" w:lastColumn="0" w:noHBand="0" w:noVBand="0"/>
      </w:tblPr>
      <w:tblGrid>
        <w:gridCol w:w="3807"/>
        <w:gridCol w:w="1350"/>
        <w:gridCol w:w="186"/>
        <w:gridCol w:w="1258"/>
        <w:gridCol w:w="180"/>
        <w:gridCol w:w="1310"/>
        <w:gridCol w:w="180"/>
        <w:gridCol w:w="1242"/>
      </w:tblGrid>
      <w:tr w:rsidR="005D3E43" w:rsidRPr="008167D4" w14:paraId="26545D83" w14:textId="77777777" w:rsidTr="009736C8">
        <w:trPr>
          <w:cantSplit/>
          <w:tblHeader/>
        </w:trPr>
        <w:tc>
          <w:tcPr>
            <w:tcW w:w="3807" w:type="dxa"/>
          </w:tcPr>
          <w:p w14:paraId="7E0E61E4" w14:textId="77777777" w:rsidR="005D3E43" w:rsidRPr="008167D4" w:rsidRDefault="005D3E43" w:rsidP="005D3E43">
            <w:pPr>
              <w:spacing w:line="240" w:lineRule="atLeast"/>
              <w:ind w:left="96"/>
              <w:rPr>
                <w:i/>
                <w:iCs/>
              </w:rPr>
            </w:pPr>
          </w:p>
        </w:tc>
        <w:tc>
          <w:tcPr>
            <w:tcW w:w="2794" w:type="dxa"/>
            <w:gridSpan w:val="3"/>
          </w:tcPr>
          <w:p w14:paraId="08CE7632" w14:textId="77777777" w:rsidR="005D3E43" w:rsidRPr="008167D4" w:rsidRDefault="005D3E43" w:rsidP="005D3E43">
            <w:pPr>
              <w:pStyle w:val="acctmergecolhdg"/>
              <w:spacing w:line="240" w:lineRule="atLeast"/>
            </w:pPr>
            <w:r w:rsidRPr="008167D4">
              <w:t xml:space="preserve">Consolidated </w:t>
            </w:r>
          </w:p>
          <w:p w14:paraId="73991422" w14:textId="77777777" w:rsidR="005D3E43" w:rsidRPr="008167D4" w:rsidRDefault="005D3E43" w:rsidP="005D3E43">
            <w:pPr>
              <w:pStyle w:val="acctmergecolhdg"/>
              <w:spacing w:line="240" w:lineRule="atLeast"/>
            </w:pPr>
            <w:r w:rsidRPr="008167D4">
              <w:t>financial statements</w:t>
            </w:r>
          </w:p>
        </w:tc>
        <w:tc>
          <w:tcPr>
            <w:tcW w:w="180" w:type="dxa"/>
          </w:tcPr>
          <w:p w14:paraId="52A6507D" w14:textId="77777777" w:rsidR="005D3E43" w:rsidRPr="008167D4" w:rsidRDefault="005D3E43" w:rsidP="005D3E43">
            <w:pPr>
              <w:pStyle w:val="acctmergecolhdg"/>
              <w:spacing w:line="240" w:lineRule="atLeast"/>
            </w:pPr>
          </w:p>
        </w:tc>
        <w:tc>
          <w:tcPr>
            <w:tcW w:w="2732" w:type="dxa"/>
            <w:gridSpan w:val="3"/>
          </w:tcPr>
          <w:p w14:paraId="516ABA3A" w14:textId="77777777" w:rsidR="005D3E43" w:rsidRPr="008167D4" w:rsidRDefault="005D3E43" w:rsidP="005D3E43">
            <w:pPr>
              <w:pStyle w:val="acctmergecolhdg"/>
              <w:spacing w:line="240" w:lineRule="atLeast"/>
            </w:pPr>
            <w:r w:rsidRPr="008167D4">
              <w:t xml:space="preserve">Separate </w:t>
            </w:r>
          </w:p>
          <w:p w14:paraId="067735B7" w14:textId="77777777" w:rsidR="005D3E43" w:rsidRPr="008167D4" w:rsidRDefault="005D3E43" w:rsidP="005D3E43">
            <w:pPr>
              <w:pStyle w:val="acctmergecolhdg"/>
              <w:spacing w:line="240" w:lineRule="atLeast"/>
            </w:pPr>
            <w:r w:rsidRPr="008167D4">
              <w:t>financial statements</w:t>
            </w:r>
          </w:p>
        </w:tc>
      </w:tr>
      <w:tr w:rsidR="005D3E43" w:rsidRPr="008167D4" w14:paraId="7CB1262C" w14:textId="77777777" w:rsidTr="00907519">
        <w:trPr>
          <w:cantSplit/>
          <w:tblHeader/>
        </w:trPr>
        <w:tc>
          <w:tcPr>
            <w:tcW w:w="3807" w:type="dxa"/>
          </w:tcPr>
          <w:p w14:paraId="0D942EA1" w14:textId="77777777" w:rsidR="005D3E43" w:rsidRPr="008167D4" w:rsidRDefault="005D3E43" w:rsidP="005D3E43">
            <w:pPr>
              <w:pStyle w:val="acctfourfigures"/>
              <w:spacing w:line="240" w:lineRule="atLeast"/>
              <w:rPr>
                <w:b/>
                <w:bCs/>
                <w:i/>
                <w:iCs/>
              </w:rPr>
            </w:pPr>
            <w:r w:rsidRPr="008167D4">
              <w:rPr>
                <w:b/>
                <w:bCs/>
                <w:i/>
                <w:iCs/>
              </w:rPr>
              <w:t>Nine-month period ended 30 September</w:t>
            </w:r>
          </w:p>
        </w:tc>
        <w:tc>
          <w:tcPr>
            <w:tcW w:w="1350" w:type="dxa"/>
          </w:tcPr>
          <w:p w14:paraId="08CD8745" w14:textId="4762C408" w:rsidR="005D3E43" w:rsidRPr="008167D4" w:rsidRDefault="005D3E43" w:rsidP="005D3E43">
            <w:pPr>
              <w:pStyle w:val="acctmergecolhdg"/>
              <w:spacing w:line="240" w:lineRule="atLeast"/>
              <w:rPr>
                <w:b w:val="0"/>
                <w:bCs/>
              </w:rPr>
            </w:pPr>
            <w:r w:rsidRPr="008167D4">
              <w:rPr>
                <w:b w:val="0"/>
                <w:bCs/>
              </w:rPr>
              <w:t>20</w:t>
            </w:r>
            <w:r>
              <w:rPr>
                <w:b w:val="0"/>
                <w:bCs/>
              </w:rPr>
              <w:t>20</w:t>
            </w:r>
          </w:p>
        </w:tc>
        <w:tc>
          <w:tcPr>
            <w:tcW w:w="186" w:type="dxa"/>
          </w:tcPr>
          <w:p w14:paraId="4FCB1F0F" w14:textId="77777777" w:rsidR="005D3E43" w:rsidRPr="008167D4" w:rsidRDefault="005D3E43" w:rsidP="005D3E43">
            <w:pPr>
              <w:pStyle w:val="acctmergecolhdg"/>
              <w:spacing w:line="240" w:lineRule="atLeast"/>
              <w:rPr>
                <w:b w:val="0"/>
                <w:bCs/>
              </w:rPr>
            </w:pPr>
          </w:p>
        </w:tc>
        <w:tc>
          <w:tcPr>
            <w:tcW w:w="1258" w:type="dxa"/>
          </w:tcPr>
          <w:p w14:paraId="3E7356BE" w14:textId="370C9F6A" w:rsidR="005D3E43" w:rsidRPr="008167D4" w:rsidRDefault="005D3E43" w:rsidP="005D3E43">
            <w:pPr>
              <w:pStyle w:val="acctmergecolhdg"/>
              <w:spacing w:line="240" w:lineRule="atLeast"/>
              <w:rPr>
                <w:b w:val="0"/>
                <w:bCs/>
              </w:rPr>
            </w:pPr>
            <w:r w:rsidRPr="008167D4">
              <w:rPr>
                <w:b w:val="0"/>
                <w:bCs/>
              </w:rPr>
              <w:t>201</w:t>
            </w:r>
            <w:r>
              <w:rPr>
                <w:b w:val="0"/>
                <w:bCs/>
              </w:rPr>
              <w:t>9</w:t>
            </w:r>
          </w:p>
        </w:tc>
        <w:tc>
          <w:tcPr>
            <w:tcW w:w="180" w:type="dxa"/>
          </w:tcPr>
          <w:p w14:paraId="69D39E1F" w14:textId="77777777" w:rsidR="005D3E43" w:rsidRPr="008167D4" w:rsidRDefault="005D3E43" w:rsidP="005D3E43">
            <w:pPr>
              <w:pStyle w:val="acctmergecolhdg"/>
              <w:spacing w:line="240" w:lineRule="atLeast"/>
              <w:rPr>
                <w:b w:val="0"/>
                <w:bCs/>
              </w:rPr>
            </w:pPr>
          </w:p>
        </w:tc>
        <w:tc>
          <w:tcPr>
            <w:tcW w:w="1310" w:type="dxa"/>
          </w:tcPr>
          <w:p w14:paraId="76660910" w14:textId="0B1D0717" w:rsidR="005D3E43" w:rsidRPr="008167D4" w:rsidRDefault="005D3E43" w:rsidP="005D3E43">
            <w:pPr>
              <w:pStyle w:val="acctmergecolhdg"/>
              <w:spacing w:line="240" w:lineRule="atLeast"/>
              <w:rPr>
                <w:b w:val="0"/>
                <w:bCs/>
              </w:rPr>
            </w:pPr>
            <w:r w:rsidRPr="008167D4">
              <w:rPr>
                <w:b w:val="0"/>
                <w:bCs/>
              </w:rPr>
              <w:t>20</w:t>
            </w:r>
            <w:r>
              <w:rPr>
                <w:b w:val="0"/>
                <w:bCs/>
              </w:rPr>
              <w:t>20</w:t>
            </w:r>
          </w:p>
        </w:tc>
        <w:tc>
          <w:tcPr>
            <w:tcW w:w="180" w:type="dxa"/>
          </w:tcPr>
          <w:p w14:paraId="4376AA0A" w14:textId="77777777" w:rsidR="005D3E43" w:rsidRPr="008167D4" w:rsidRDefault="005D3E43" w:rsidP="005D3E43">
            <w:pPr>
              <w:pStyle w:val="acctmergecolhdg"/>
              <w:spacing w:line="240" w:lineRule="atLeast"/>
              <w:rPr>
                <w:b w:val="0"/>
                <w:bCs/>
              </w:rPr>
            </w:pPr>
          </w:p>
        </w:tc>
        <w:tc>
          <w:tcPr>
            <w:tcW w:w="1242" w:type="dxa"/>
          </w:tcPr>
          <w:p w14:paraId="3A662BF5" w14:textId="3483C3D0" w:rsidR="005D3E43" w:rsidRPr="008167D4" w:rsidRDefault="005D3E43" w:rsidP="005D3E43">
            <w:pPr>
              <w:pStyle w:val="acctmergecolhdg"/>
              <w:spacing w:line="240" w:lineRule="atLeast"/>
              <w:rPr>
                <w:b w:val="0"/>
                <w:bCs/>
              </w:rPr>
            </w:pPr>
            <w:r w:rsidRPr="008167D4">
              <w:rPr>
                <w:b w:val="0"/>
                <w:bCs/>
              </w:rPr>
              <w:t>201</w:t>
            </w:r>
            <w:r>
              <w:rPr>
                <w:b w:val="0"/>
                <w:bCs/>
              </w:rPr>
              <w:t>9</w:t>
            </w:r>
          </w:p>
        </w:tc>
      </w:tr>
      <w:tr w:rsidR="005D3E43" w:rsidRPr="008167D4" w14:paraId="189A6089" w14:textId="77777777" w:rsidTr="009736C8">
        <w:trPr>
          <w:cantSplit/>
          <w:tblHeader/>
        </w:trPr>
        <w:tc>
          <w:tcPr>
            <w:tcW w:w="3807" w:type="dxa"/>
          </w:tcPr>
          <w:p w14:paraId="331273D3" w14:textId="77777777" w:rsidR="005D3E43" w:rsidRPr="008167D4" w:rsidRDefault="005D3E43" w:rsidP="005D3E43">
            <w:pPr>
              <w:spacing w:line="240" w:lineRule="atLeast"/>
              <w:rPr>
                <w:b/>
                <w:bCs/>
                <w:i/>
                <w:iCs/>
              </w:rPr>
            </w:pPr>
          </w:p>
        </w:tc>
        <w:tc>
          <w:tcPr>
            <w:tcW w:w="5706" w:type="dxa"/>
            <w:gridSpan w:val="7"/>
          </w:tcPr>
          <w:p w14:paraId="65F239A5" w14:textId="77777777" w:rsidR="005D3E43" w:rsidRPr="008167D4" w:rsidRDefault="005D3E43" w:rsidP="005D3E43">
            <w:pPr>
              <w:pStyle w:val="acctfourfigures"/>
              <w:spacing w:line="240" w:lineRule="atLeast"/>
              <w:jc w:val="center"/>
              <w:rPr>
                <w:i/>
                <w:iCs/>
              </w:rPr>
            </w:pPr>
            <w:r w:rsidRPr="008167D4">
              <w:rPr>
                <w:i/>
                <w:iCs/>
              </w:rPr>
              <w:t>(in thousand Baht)</w:t>
            </w:r>
          </w:p>
        </w:tc>
      </w:tr>
      <w:tr w:rsidR="005D3E43" w:rsidRPr="008167D4" w14:paraId="68985158" w14:textId="77777777" w:rsidTr="00907519">
        <w:trPr>
          <w:cantSplit/>
        </w:trPr>
        <w:tc>
          <w:tcPr>
            <w:tcW w:w="3807" w:type="dxa"/>
          </w:tcPr>
          <w:p w14:paraId="75762954" w14:textId="35E796D1" w:rsidR="005D3E43" w:rsidRPr="008167D4" w:rsidRDefault="00F76A39" w:rsidP="005D3E43">
            <w:pPr>
              <w:spacing w:line="240" w:lineRule="atLeast"/>
              <w:rPr>
                <w:b/>
                <w:bCs/>
              </w:rPr>
            </w:pPr>
            <w:r>
              <w:rPr>
                <w:b/>
                <w:bCs/>
              </w:rPr>
              <w:t>Ultimate p</w:t>
            </w:r>
            <w:r w:rsidR="005D3E43">
              <w:rPr>
                <w:b/>
                <w:bCs/>
              </w:rPr>
              <w:t>arent company</w:t>
            </w:r>
          </w:p>
        </w:tc>
        <w:tc>
          <w:tcPr>
            <w:tcW w:w="1350" w:type="dxa"/>
          </w:tcPr>
          <w:p w14:paraId="511C793F" w14:textId="77777777" w:rsidR="005D3E43" w:rsidRPr="008167D4" w:rsidRDefault="005D3E43" w:rsidP="005D3E43">
            <w:pPr>
              <w:tabs>
                <w:tab w:val="decimal" w:pos="1000"/>
              </w:tabs>
            </w:pPr>
          </w:p>
        </w:tc>
        <w:tc>
          <w:tcPr>
            <w:tcW w:w="186" w:type="dxa"/>
          </w:tcPr>
          <w:p w14:paraId="4C6437EF" w14:textId="77777777" w:rsidR="005D3E43" w:rsidRPr="008167D4" w:rsidRDefault="005D3E43" w:rsidP="005D3E43">
            <w:pPr>
              <w:pStyle w:val="acctfourfigures"/>
              <w:tabs>
                <w:tab w:val="clear" w:pos="765"/>
                <w:tab w:val="decimal" w:pos="1000"/>
              </w:tabs>
              <w:spacing w:line="240" w:lineRule="atLeast"/>
            </w:pPr>
          </w:p>
        </w:tc>
        <w:tc>
          <w:tcPr>
            <w:tcW w:w="1258" w:type="dxa"/>
          </w:tcPr>
          <w:p w14:paraId="3BC2A1B1" w14:textId="77777777" w:rsidR="005D3E43" w:rsidRPr="008167D4" w:rsidRDefault="005D3E43" w:rsidP="005D3E43">
            <w:pPr>
              <w:pStyle w:val="acctfourfigures"/>
              <w:tabs>
                <w:tab w:val="clear" w:pos="765"/>
                <w:tab w:val="decimal" w:pos="1000"/>
              </w:tabs>
              <w:spacing w:line="240" w:lineRule="atLeast"/>
            </w:pPr>
          </w:p>
        </w:tc>
        <w:tc>
          <w:tcPr>
            <w:tcW w:w="180" w:type="dxa"/>
          </w:tcPr>
          <w:p w14:paraId="34C1E349" w14:textId="77777777" w:rsidR="005D3E43" w:rsidRPr="008167D4" w:rsidRDefault="005D3E43" w:rsidP="005D3E43">
            <w:pPr>
              <w:pStyle w:val="acctfourfigures"/>
              <w:tabs>
                <w:tab w:val="clear" w:pos="765"/>
                <w:tab w:val="decimal" w:pos="1000"/>
              </w:tabs>
              <w:spacing w:line="240" w:lineRule="atLeast"/>
            </w:pPr>
          </w:p>
        </w:tc>
        <w:tc>
          <w:tcPr>
            <w:tcW w:w="1310" w:type="dxa"/>
          </w:tcPr>
          <w:p w14:paraId="0D393526" w14:textId="77777777" w:rsidR="005D3E43" w:rsidRPr="008167D4" w:rsidRDefault="005D3E43" w:rsidP="005D3E43">
            <w:pPr>
              <w:pStyle w:val="acctfourfigures"/>
              <w:tabs>
                <w:tab w:val="clear" w:pos="765"/>
                <w:tab w:val="decimal" w:pos="1000"/>
              </w:tabs>
              <w:spacing w:line="240" w:lineRule="atLeast"/>
            </w:pPr>
          </w:p>
        </w:tc>
        <w:tc>
          <w:tcPr>
            <w:tcW w:w="180" w:type="dxa"/>
          </w:tcPr>
          <w:p w14:paraId="66B8AD2C" w14:textId="77777777" w:rsidR="005D3E43" w:rsidRPr="008167D4" w:rsidRDefault="005D3E43" w:rsidP="005D3E43">
            <w:pPr>
              <w:pStyle w:val="acctfourfigures"/>
              <w:tabs>
                <w:tab w:val="clear" w:pos="765"/>
                <w:tab w:val="decimal" w:pos="1000"/>
              </w:tabs>
              <w:spacing w:line="240" w:lineRule="atLeast"/>
            </w:pPr>
          </w:p>
        </w:tc>
        <w:tc>
          <w:tcPr>
            <w:tcW w:w="1242" w:type="dxa"/>
          </w:tcPr>
          <w:p w14:paraId="55D85DEE" w14:textId="77777777" w:rsidR="005D3E43" w:rsidRPr="008167D4" w:rsidRDefault="005D3E43" w:rsidP="005D3E43">
            <w:pPr>
              <w:pStyle w:val="acctfourfigures"/>
              <w:tabs>
                <w:tab w:val="clear" w:pos="765"/>
                <w:tab w:val="decimal" w:pos="1000"/>
              </w:tabs>
              <w:spacing w:line="240" w:lineRule="atLeast"/>
            </w:pPr>
          </w:p>
        </w:tc>
      </w:tr>
      <w:tr w:rsidR="005D3E43" w:rsidRPr="008167D4" w14:paraId="2FCDECF2" w14:textId="77777777" w:rsidTr="00907519">
        <w:trPr>
          <w:cantSplit/>
        </w:trPr>
        <w:tc>
          <w:tcPr>
            <w:tcW w:w="3807" w:type="dxa"/>
          </w:tcPr>
          <w:p w14:paraId="36758DA9" w14:textId="6A59EE8C" w:rsidR="005D3E43" w:rsidRPr="00C03DE2" w:rsidRDefault="00F76A39" w:rsidP="005D3E43">
            <w:pPr>
              <w:spacing w:line="240" w:lineRule="atLeast"/>
            </w:pPr>
            <w:r>
              <w:t>Management fee</w:t>
            </w:r>
          </w:p>
        </w:tc>
        <w:tc>
          <w:tcPr>
            <w:tcW w:w="1350" w:type="dxa"/>
          </w:tcPr>
          <w:p w14:paraId="56C86D6D" w14:textId="3DD6405C" w:rsidR="005D3E43" w:rsidRPr="008167D4" w:rsidRDefault="00F76A39" w:rsidP="005D3E43">
            <w:pPr>
              <w:tabs>
                <w:tab w:val="decimal" w:pos="1000"/>
              </w:tabs>
            </w:pPr>
            <w:r>
              <w:t>44,094</w:t>
            </w:r>
          </w:p>
        </w:tc>
        <w:tc>
          <w:tcPr>
            <w:tcW w:w="186" w:type="dxa"/>
          </w:tcPr>
          <w:p w14:paraId="621AD10D" w14:textId="77777777" w:rsidR="005D3E43" w:rsidRPr="008167D4" w:rsidRDefault="005D3E43" w:rsidP="005D3E43">
            <w:pPr>
              <w:pStyle w:val="acctfourfigures"/>
              <w:tabs>
                <w:tab w:val="clear" w:pos="765"/>
                <w:tab w:val="decimal" w:pos="1000"/>
              </w:tabs>
              <w:spacing w:line="240" w:lineRule="atLeast"/>
            </w:pPr>
          </w:p>
        </w:tc>
        <w:tc>
          <w:tcPr>
            <w:tcW w:w="1258" w:type="dxa"/>
          </w:tcPr>
          <w:p w14:paraId="39D2D37D" w14:textId="14F27BF7" w:rsidR="005D3E43" w:rsidRPr="008167D4" w:rsidRDefault="005D3E43" w:rsidP="005D3E43">
            <w:pPr>
              <w:tabs>
                <w:tab w:val="decimal" w:pos="1000"/>
              </w:tabs>
            </w:pPr>
            <w:r>
              <w:t>41,911</w:t>
            </w:r>
          </w:p>
        </w:tc>
        <w:tc>
          <w:tcPr>
            <w:tcW w:w="180" w:type="dxa"/>
          </w:tcPr>
          <w:p w14:paraId="68082E3C" w14:textId="77777777" w:rsidR="005D3E43" w:rsidRPr="008167D4" w:rsidRDefault="005D3E43" w:rsidP="005D3E43">
            <w:pPr>
              <w:pStyle w:val="acctfourfigures"/>
              <w:tabs>
                <w:tab w:val="clear" w:pos="765"/>
                <w:tab w:val="decimal" w:pos="1000"/>
              </w:tabs>
              <w:spacing w:line="240" w:lineRule="atLeast"/>
            </w:pPr>
          </w:p>
        </w:tc>
        <w:tc>
          <w:tcPr>
            <w:tcW w:w="1310" w:type="dxa"/>
          </w:tcPr>
          <w:p w14:paraId="1CE2AD1C" w14:textId="3E59A5DC" w:rsidR="005D3E43" w:rsidRPr="008167D4" w:rsidRDefault="00F76A39" w:rsidP="005D3E43">
            <w:pPr>
              <w:tabs>
                <w:tab w:val="decimal" w:pos="1000"/>
              </w:tabs>
            </w:pPr>
            <w:r>
              <w:t>43,064</w:t>
            </w:r>
          </w:p>
        </w:tc>
        <w:tc>
          <w:tcPr>
            <w:tcW w:w="180" w:type="dxa"/>
          </w:tcPr>
          <w:p w14:paraId="3F17C192" w14:textId="77777777" w:rsidR="005D3E43" w:rsidRPr="008167D4" w:rsidRDefault="005D3E43" w:rsidP="005D3E43">
            <w:pPr>
              <w:pStyle w:val="acctfourfigures"/>
              <w:tabs>
                <w:tab w:val="clear" w:pos="765"/>
                <w:tab w:val="decimal" w:pos="1000"/>
              </w:tabs>
              <w:spacing w:line="240" w:lineRule="atLeast"/>
            </w:pPr>
          </w:p>
        </w:tc>
        <w:tc>
          <w:tcPr>
            <w:tcW w:w="1242" w:type="dxa"/>
          </w:tcPr>
          <w:p w14:paraId="0D69D2F0" w14:textId="3CA042BD" w:rsidR="005D3E43" w:rsidRPr="008167D4" w:rsidRDefault="005D3E43" w:rsidP="005D3E43">
            <w:pPr>
              <w:tabs>
                <w:tab w:val="decimal" w:pos="1000"/>
              </w:tabs>
            </w:pPr>
            <w:r>
              <w:t>40,836</w:t>
            </w:r>
          </w:p>
        </w:tc>
      </w:tr>
      <w:tr w:rsidR="00F76A39" w:rsidRPr="008167D4" w14:paraId="66728947" w14:textId="77777777" w:rsidTr="00907519">
        <w:trPr>
          <w:cantSplit/>
        </w:trPr>
        <w:tc>
          <w:tcPr>
            <w:tcW w:w="3807" w:type="dxa"/>
          </w:tcPr>
          <w:p w14:paraId="338338B2" w14:textId="739B8BC1" w:rsidR="00F76A39" w:rsidRDefault="00F76A39" w:rsidP="005D3E43">
            <w:pPr>
              <w:spacing w:line="240" w:lineRule="atLeast"/>
            </w:pPr>
            <w:r>
              <w:t>Construction management fee</w:t>
            </w:r>
          </w:p>
        </w:tc>
        <w:tc>
          <w:tcPr>
            <w:tcW w:w="1350" w:type="dxa"/>
          </w:tcPr>
          <w:p w14:paraId="4C22DF8D" w14:textId="6893A1A4" w:rsidR="00F76A39" w:rsidRDefault="00F76A39" w:rsidP="005D3E43">
            <w:pPr>
              <w:tabs>
                <w:tab w:val="decimal" w:pos="1000"/>
              </w:tabs>
            </w:pPr>
            <w:r>
              <w:t>782</w:t>
            </w:r>
          </w:p>
        </w:tc>
        <w:tc>
          <w:tcPr>
            <w:tcW w:w="186" w:type="dxa"/>
          </w:tcPr>
          <w:p w14:paraId="70E70AB9" w14:textId="77777777" w:rsidR="00F76A39" w:rsidRPr="008167D4" w:rsidRDefault="00F76A39" w:rsidP="005D3E43">
            <w:pPr>
              <w:pStyle w:val="acctfourfigures"/>
              <w:tabs>
                <w:tab w:val="clear" w:pos="765"/>
                <w:tab w:val="decimal" w:pos="1000"/>
              </w:tabs>
              <w:spacing w:line="240" w:lineRule="atLeast"/>
            </w:pPr>
          </w:p>
        </w:tc>
        <w:tc>
          <w:tcPr>
            <w:tcW w:w="1258" w:type="dxa"/>
          </w:tcPr>
          <w:p w14:paraId="6A9347A0" w14:textId="02AD0FE3" w:rsidR="00F76A39" w:rsidRDefault="00F76A39" w:rsidP="00015DB5">
            <w:pPr>
              <w:tabs>
                <w:tab w:val="decimal" w:pos="666"/>
              </w:tabs>
            </w:pPr>
            <w:r>
              <w:t>-</w:t>
            </w:r>
          </w:p>
        </w:tc>
        <w:tc>
          <w:tcPr>
            <w:tcW w:w="180" w:type="dxa"/>
          </w:tcPr>
          <w:p w14:paraId="2F2FBF09" w14:textId="77777777" w:rsidR="00F76A39" w:rsidRPr="008167D4" w:rsidRDefault="00F76A39" w:rsidP="005D3E43">
            <w:pPr>
              <w:pStyle w:val="acctfourfigures"/>
              <w:tabs>
                <w:tab w:val="clear" w:pos="765"/>
                <w:tab w:val="decimal" w:pos="1000"/>
              </w:tabs>
              <w:spacing w:line="240" w:lineRule="atLeast"/>
            </w:pPr>
          </w:p>
        </w:tc>
        <w:tc>
          <w:tcPr>
            <w:tcW w:w="1310" w:type="dxa"/>
          </w:tcPr>
          <w:p w14:paraId="55C0840D" w14:textId="3617602D" w:rsidR="00F76A39" w:rsidRDefault="00F76A39" w:rsidP="005D3E43">
            <w:pPr>
              <w:tabs>
                <w:tab w:val="decimal" w:pos="1000"/>
              </w:tabs>
            </w:pPr>
            <w:r>
              <w:t>782</w:t>
            </w:r>
          </w:p>
        </w:tc>
        <w:tc>
          <w:tcPr>
            <w:tcW w:w="180" w:type="dxa"/>
          </w:tcPr>
          <w:p w14:paraId="5596C103" w14:textId="77777777" w:rsidR="00F76A39" w:rsidRPr="008167D4" w:rsidRDefault="00F76A39" w:rsidP="005D3E43">
            <w:pPr>
              <w:pStyle w:val="acctfourfigures"/>
              <w:tabs>
                <w:tab w:val="clear" w:pos="765"/>
                <w:tab w:val="decimal" w:pos="1000"/>
              </w:tabs>
              <w:spacing w:line="240" w:lineRule="atLeast"/>
            </w:pPr>
          </w:p>
        </w:tc>
        <w:tc>
          <w:tcPr>
            <w:tcW w:w="1242" w:type="dxa"/>
          </w:tcPr>
          <w:p w14:paraId="13776536" w14:textId="39D17437" w:rsidR="00F76A39" w:rsidRDefault="00F76A39" w:rsidP="00F76A39">
            <w:pPr>
              <w:tabs>
                <w:tab w:val="decimal" w:pos="665"/>
              </w:tabs>
            </w:pPr>
            <w:r>
              <w:t>-</w:t>
            </w:r>
          </w:p>
        </w:tc>
      </w:tr>
      <w:tr w:rsidR="00F76A39" w:rsidRPr="008167D4" w14:paraId="7FD62D35" w14:textId="77777777" w:rsidTr="00907519">
        <w:trPr>
          <w:cantSplit/>
        </w:trPr>
        <w:tc>
          <w:tcPr>
            <w:tcW w:w="3807" w:type="dxa"/>
          </w:tcPr>
          <w:p w14:paraId="7F705872" w14:textId="06AD4817" w:rsidR="00F76A39" w:rsidRDefault="00F76A39" w:rsidP="00F76A39">
            <w:pPr>
              <w:spacing w:line="240" w:lineRule="atLeast"/>
            </w:pPr>
            <w:r>
              <w:rPr>
                <w:b/>
                <w:bCs/>
              </w:rPr>
              <w:lastRenderedPageBreak/>
              <w:t xml:space="preserve">Parent company </w:t>
            </w:r>
          </w:p>
        </w:tc>
        <w:tc>
          <w:tcPr>
            <w:tcW w:w="1350" w:type="dxa"/>
          </w:tcPr>
          <w:p w14:paraId="13FE0D3F" w14:textId="77777777" w:rsidR="00F76A39" w:rsidRDefault="00F76A39" w:rsidP="00F76A39">
            <w:pPr>
              <w:tabs>
                <w:tab w:val="decimal" w:pos="1000"/>
              </w:tabs>
            </w:pPr>
          </w:p>
        </w:tc>
        <w:tc>
          <w:tcPr>
            <w:tcW w:w="186" w:type="dxa"/>
          </w:tcPr>
          <w:p w14:paraId="144ED8DF" w14:textId="77777777" w:rsidR="00F76A39" w:rsidRPr="008167D4" w:rsidRDefault="00F76A39" w:rsidP="00F76A39">
            <w:pPr>
              <w:pStyle w:val="acctfourfigures"/>
              <w:tabs>
                <w:tab w:val="clear" w:pos="765"/>
                <w:tab w:val="decimal" w:pos="1000"/>
              </w:tabs>
              <w:spacing w:line="240" w:lineRule="atLeast"/>
            </w:pPr>
          </w:p>
        </w:tc>
        <w:tc>
          <w:tcPr>
            <w:tcW w:w="1258" w:type="dxa"/>
          </w:tcPr>
          <w:p w14:paraId="2FE29238" w14:textId="77777777" w:rsidR="00F76A39" w:rsidRDefault="00F76A39" w:rsidP="00015DB5">
            <w:pPr>
              <w:tabs>
                <w:tab w:val="decimal" w:pos="666"/>
                <w:tab w:val="decimal" w:pos="1000"/>
              </w:tabs>
            </w:pPr>
          </w:p>
        </w:tc>
        <w:tc>
          <w:tcPr>
            <w:tcW w:w="180" w:type="dxa"/>
          </w:tcPr>
          <w:p w14:paraId="22103275" w14:textId="77777777" w:rsidR="00F76A39" w:rsidRPr="008167D4" w:rsidRDefault="00F76A39" w:rsidP="00F76A39">
            <w:pPr>
              <w:pStyle w:val="acctfourfigures"/>
              <w:tabs>
                <w:tab w:val="clear" w:pos="765"/>
                <w:tab w:val="decimal" w:pos="1000"/>
              </w:tabs>
              <w:spacing w:line="240" w:lineRule="atLeast"/>
            </w:pPr>
          </w:p>
        </w:tc>
        <w:tc>
          <w:tcPr>
            <w:tcW w:w="1310" w:type="dxa"/>
          </w:tcPr>
          <w:p w14:paraId="626C6A40" w14:textId="77777777" w:rsidR="00F76A39" w:rsidRDefault="00F76A39" w:rsidP="00F76A39">
            <w:pPr>
              <w:tabs>
                <w:tab w:val="decimal" w:pos="1000"/>
              </w:tabs>
            </w:pPr>
          </w:p>
        </w:tc>
        <w:tc>
          <w:tcPr>
            <w:tcW w:w="180" w:type="dxa"/>
          </w:tcPr>
          <w:p w14:paraId="7434F87B" w14:textId="77777777" w:rsidR="00F76A39" w:rsidRPr="008167D4" w:rsidRDefault="00F76A39" w:rsidP="00F76A39">
            <w:pPr>
              <w:pStyle w:val="acctfourfigures"/>
              <w:tabs>
                <w:tab w:val="clear" w:pos="765"/>
                <w:tab w:val="decimal" w:pos="1000"/>
              </w:tabs>
              <w:spacing w:line="240" w:lineRule="atLeast"/>
            </w:pPr>
          </w:p>
        </w:tc>
        <w:tc>
          <w:tcPr>
            <w:tcW w:w="1242" w:type="dxa"/>
          </w:tcPr>
          <w:p w14:paraId="2F2D81B8" w14:textId="77777777" w:rsidR="00F76A39" w:rsidRDefault="00F76A39" w:rsidP="00F76A39">
            <w:pPr>
              <w:tabs>
                <w:tab w:val="decimal" w:pos="1000"/>
              </w:tabs>
            </w:pPr>
          </w:p>
        </w:tc>
      </w:tr>
      <w:tr w:rsidR="00F76A39" w:rsidRPr="008167D4" w14:paraId="3E5276B7" w14:textId="77777777" w:rsidTr="00907519">
        <w:trPr>
          <w:cantSplit/>
        </w:trPr>
        <w:tc>
          <w:tcPr>
            <w:tcW w:w="3807" w:type="dxa"/>
          </w:tcPr>
          <w:p w14:paraId="0A07DCC1" w14:textId="40B3527A" w:rsidR="00F76A39" w:rsidRPr="008167D4" w:rsidRDefault="00F76A39" w:rsidP="00F76A39">
            <w:pPr>
              <w:spacing w:line="240" w:lineRule="atLeast"/>
              <w:rPr>
                <w:b/>
                <w:bCs/>
              </w:rPr>
            </w:pPr>
            <w:r w:rsidRPr="00286AE8">
              <w:t>Interest expense</w:t>
            </w:r>
          </w:p>
        </w:tc>
        <w:tc>
          <w:tcPr>
            <w:tcW w:w="1350" w:type="dxa"/>
          </w:tcPr>
          <w:p w14:paraId="6AAC8D9C" w14:textId="0A8AFE0F" w:rsidR="00F76A39" w:rsidRPr="008167D4" w:rsidRDefault="00F76A39" w:rsidP="00907519">
            <w:pPr>
              <w:tabs>
                <w:tab w:val="decimal" w:pos="1000"/>
              </w:tabs>
            </w:pPr>
            <w:r>
              <w:t>4,734</w:t>
            </w:r>
          </w:p>
        </w:tc>
        <w:tc>
          <w:tcPr>
            <w:tcW w:w="186" w:type="dxa"/>
          </w:tcPr>
          <w:p w14:paraId="78C18E08" w14:textId="77777777" w:rsidR="00F76A39" w:rsidRPr="008167D4" w:rsidRDefault="00F76A39" w:rsidP="00F76A39">
            <w:pPr>
              <w:pStyle w:val="acctfourfigures"/>
              <w:tabs>
                <w:tab w:val="clear" w:pos="765"/>
                <w:tab w:val="decimal" w:pos="1000"/>
              </w:tabs>
              <w:spacing w:line="240" w:lineRule="atLeast"/>
            </w:pPr>
          </w:p>
        </w:tc>
        <w:tc>
          <w:tcPr>
            <w:tcW w:w="1258" w:type="dxa"/>
          </w:tcPr>
          <w:p w14:paraId="3472CC7B" w14:textId="1141472A" w:rsidR="00F76A39" w:rsidRPr="008167D4" w:rsidRDefault="00F76A39" w:rsidP="00015DB5">
            <w:pPr>
              <w:pStyle w:val="acctfourfigures"/>
              <w:tabs>
                <w:tab w:val="clear" w:pos="765"/>
                <w:tab w:val="decimal" w:pos="666"/>
              </w:tabs>
              <w:spacing w:line="240" w:lineRule="atLeast"/>
            </w:pPr>
            <w:r>
              <w:t>-</w:t>
            </w:r>
          </w:p>
        </w:tc>
        <w:tc>
          <w:tcPr>
            <w:tcW w:w="180" w:type="dxa"/>
          </w:tcPr>
          <w:p w14:paraId="331B6306" w14:textId="77777777" w:rsidR="00F76A39" w:rsidRPr="008167D4" w:rsidRDefault="00F76A39" w:rsidP="00F76A39">
            <w:pPr>
              <w:pStyle w:val="acctfourfigures"/>
              <w:tabs>
                <w:tab w:val="clear" w:pos="765"/>
                <w:tab w:val="decimal" w:pos="1000"/>
              </w:tabs>
              <w:spacing w:line="240" w:lineRule="atLeast"/>
            </w:pPr>
          </w:p>
        </w:tc>
        <w:tc>
          <w:tcPr>
            <w:tcW w:w="1310" w:type="dxa"/>
          </w:tcPr>
          <w:p w14:paraId="3CB2BCF0" w14:textId="46F3C88C" w:rsidR="00F76A39" w:rsidRPr="008167D4" w:rsidRDefault="00F76A39" w:rsidP="00F76A39">
            <w:pPr>
              <w:pStyle w:val="acctfourfigures"/>
              <w:tabs>
                <w:tab w:val="clear" w:pos="765"/>
                <w:tab w:val="decimal" w:pos="1000"/>
              </w:tabs>
              <w:spacing w:line="240" w:lineRule="atLeast"/>
            </w:pPr>
            <w:r>
              <w:t>4,734</w:t>
            </w:r>
          </w:p>
        </w:tc>
        <w:tc>
          <w:tcPr>
            <w:tcW w:w="180" w:type="dxa"/>
          </w:tcPr>
          <w:p w14:paraId="30072246" w14:textId="77777777" w:rsidR="00F76A39" w:rsidRPr="008167D4" w:rsidRDefault="00F76A39" w:rsidP="00F76A39">
            <w:pPr>
              <w:pStyle w:val="acctfourfigures"/>
              <w:tabs>
                <w:tab w:val="clear" w:pos="765"/>
                <w:tab w:val="decimal" w:pos="1000"/>
              </w:tabs>
              <w:spacing w:line="240" w:lineRule="atLeast"/>
            </w:pPr>
          </w:p>
        </w:tc>
        <w:tc>
          <w:tcPr>
            <w:tcW w:w="1242" w:type="dxa"/>
          </w:tcPr>
          <w:p w14:paraId="1CBA9E2A" w14:textId="11618851" w:rsidR="00F76A39" w:rsidRPr="008167D4" w:rsidRDefault="00F76A39" w:rsidP="00F76A39">
            <w:pPr>
              <w:pStyle w:val="acctfourfigures"/>
              <w:tabs>
                <w:tab w:val="clear" w:pos="765"/>
                <w:tab w:val="decimal" w:pos="665"/>
              </w:tabs>
              <w:spacing w:line="240" w:lineRule="atLeast"/>
            </w:pPr>
            <w:r>
              <w:t>-</w:t>
            </w:r>
          </w:p>
        </w:tc>
      </w:tr>
      <w:tr w:rsidR="00F76A39" w:rsidRPr="008167D4" w14:paraId="2857C707" w14:textId="77777777" w:rsidTr="00907519">
        <w:trPr>
          <w:cantSplit/>
        </w:trPr>
        <w:tc>
          <w:tcPr>
            <w:tcW w:w="3807" w:type="dxa"/>
          </w:tcPr>
          <w:p w14:paraId="0F1742DD" w14:textId="77777777" w:rsidR="00F76A39" w:rsidRPr="00286AE8" w:rsidRDefault="00F76A39" w:rsidP="00F76A39">
            <w:pPr>
              <w:spacing w:line="240" w:lineRule="atLeast"/>
            </w:pPr>
          </w:p>
        </w:tc>
        <w:tc>
          <w:tcPr>
            <w:tcW w:w="1350" w:type="dxa"/>
          </w:tcPr>
          <w:p w14:paraId="0A6CC519" w14:textId="77777777" w:rsidR="00F76A39" w:rsidRPr="008167D4" w:rsidRDefault="00F76A39" w:rsidP="00F76A39">
            <w:pPr>
              <w:tabs>
                <w:tab w:val="decimal" w:pos="1000"/>
              </w:tabs>
            </w:pPr>
          </w:p>
        </w:tc>
        <w:tc>
          <w:tcPr>
            <w:tcW w:w="186" w:type="dxa"/>
          </w:tcPr>
          <w:p w14:paraId="09D1F506" w14:textId="77777777" w:rsidR="00F76A39" w:rsidRPr="008167D4" w:rsidRDefault="00F76A39" w:rsidP="00F76A39">
            <w:pPr>
              <w:pStyle w:val="acctfourfigures"/>
              <w:tabs>
                <w:tab w:val="clear" w:pos="765"/>
                <w:tab w:val="decimal" w:pos="1000"/>
              </w:tabs>
              <w:spacing w:line="240" w:lineRule="atLeast"/>
            </w:pPr>
          </w:p>
        </w:tc>
        <w:tc>
          <w:tcPr>
            <w:tcW w:w="1258" w:type="dxa"/>
          </w:tcPr>
          <w:p w14:paraId="56B1AFB6" w14:textId="77777777" w:rsidR="00F76A39" w:rsidRPr="008167D4" w:rsidRDefault="00F76A39" w:rsidP="00F76A39">
            <w:pPr>
              <w:pStyle w:val="acctfourfigures"/>
              <w:tabs>
                <w:tab w:val="clear" w:pos="765"/>
                <w:tab w:val="decimal" w:pos="1000"/>
              </w:tabs>
              <w:spacing w:line="240" w:lineRule="atLeast"/>
            </w:pPr>
          </w:p>
        </w:tc>
        <w:tc>
          <w:tcPr>
            <w:tcW w:w="180" w:type="dxa"/>
          </w:tcPr>
          <w:p w14:paraId="79AEAC5C" w14:textId="77777777" w:rsidR="00F76A39" w:rsidRPr="008167D4" w:rsidRDefault="00F76A39" w:rsidP="00F76A39">
            <w:pPr>
              <w:pStyle w:val="acctfourfigures"/>
              <w:tabs>
                <w:tab w:val="clear" w:pos="765"/>
                <w:tab w:val="decimal" w:pos="1000"/>
              </w:tabs>
              <w:spacing w:line="240" w:lineRule="atLeast"/>
            </w:pPr>
          </w:p>
        </w:tc>
        <w:tc>
          <w:tcPr>
            <w:tcW w:w="1310" w:type="dxa"/>
          </w:tcPr>
          <w:p w14:paraId="3D173E0F" w14:textId="77777777" w:rsidR="00F76A39" w:rsidRPr="008167D4" w:rsidRDefault="00F76A39" w:rsidP="00F76A39">
            <w:pPr>
              <w:pStyle w:val="acctfourfigures"/>
              <w:tabs>
                <w:tab w:val="clear" w:pos="765"/>
                <w:tab w:val="decimal" w:pos="1000"/>
              </w:tabs>
              <w:spacing w:line="240" w:lineRule="atLeast"/>
            </w:pPr>
          </w:p>
        </w:tc>
        <w:tc>
          <w:tcPr>
            <w:tcW w:w="180" w:type="dxa"/>
          </w:tcPr>
          <w:p w14:paraId="3FB48A02" w14:textId="77777777" w:rsidR="00F76A39" w:rsidRPr="008167D4" w:rsidRDefault="00F76A39" w:rsidP="00F76A39">
            <w:pPr>
              <w:pStyle w:val="acctfourfigures"/>
              <w:tabs>
                <w:tab w:val="clear" w:pos="765"/>
                <w:tab w:val="decimal" w:pos="1000"/>
              </w:tabs>
              <w:spacing w:line="240" w:lineRule="atLeast"/>
            </w:pPr>
          </w:p>
        </w:tc>
        <w:tc>
          <w:tcPr>
            <w:tcW w:w="1242" w:type="dxa"/>
          </w:tcPr>
          <w:p w14:paraId="0C1F5049" w14:textId="77777777" w:rsidR="00F76A39" w:rsidRPr="008167D4" w:rsidRDefault="00F76A39" w:rsidP="00F76A39">
            <w:pPr>
              <w:pStyle w:val="acctfourfigures"/>
              <w:tabs>
                <w:tab w:val="clear" w:pos="765"/>
                <w:tab w:val="decimal" w:pos="1000"/>
              </w:tabs>
              <w:spacing w:line="240" w:lineRule="atLeast"/>
            </w:pPr>
          </w:p>
        </w:tc>
      </w:tr>
      <w:tr w:rsidR="00F76A39" w:rsidRPr="008167D4" w14:paraId="61ADE6ED" w14:textId="77777777" w:rsidTr="00907519">
        <w:trPr>
          <w:cantSplit/>
        </w:trPr>
        <w:tc>
          <w:tcPr>
            <w:tcW w:w="3807" w:type="dxa"/>
          </w:tcPr>
          <w:p w14:paraId="7CA132ED" w14:textId="77777777" w:rsidR="00F76A39" w:rsidRPr="008167D4" w:rsidRDefault="00F76A39" w:rsidP="00F76A39">
            <w:pPr>
              <w:spacing w:line="240" w:lineRule="atLeast"/>
              <w:rPr>
                <w:b/>
                <w:bCs/>
              </w:rPr>
            </w:pPr>
            <w:r w:rsidRPr="008167D4">
              <w:rPr>
                <w:b/>
                <w:bCs/>
              </w:rPr>
              <w:t>Subsidiaries</w:t>
            </w:r>
          </w:p>
        </w:tc>
        <w:tc>
          <w:tcPr>
            <w:tcW w:w="1350" w:type="dxa"/>
          </w:tcPr>
          <w:p w14:paraId="4F2BB63E" w14:textId="77777777" w:rsidR="00F76A39" w:rsidRPr="008167D4" w:rsidRDefault="00F76A39" w:rsidP="00F76A39">
            <w:pPr>
              <w:tabs>
                <w:tab w:val="decimal" w:pos="1000"/>
              </w:tabs>
            </w:pPr>
          </w:p>
        </w:tc>
        <w:tc>
          <w:tcPr>
            <w:tcW w:w="186" w:type="dxa"/>
          </w:tcPr>
          <w:p w14:paraId="5AFB4402" w14:textId="77777777" w:rsidR="00F76A39" w:rsidRPr="008167D4" w:rsidRDefault="00F76A39" w:rsidP="00F76A39">
            <w:pPr>
              <w:pStyle w:val="acctfourfigures"/>
              <w:tabs>
                <w:tab w:val="clear" w:pos="765"/>
                <w:tab w:val="decimal" w:pos="1000"/>
              </w:tabs>
              <w:spacing w:line="240" w:lineRule="atLeast"/>
            </w:pPr>
          </w:p>
        </w:tc>
        <w:tc>
          <w:tcPr>
            <w:tcW w:w="1258" w:type="dxa"/>
          </w:tcPr>
          <w:p w14:paraId="746CF89C" w14:textId="77777777" w:rsidR="00F76A39" w:rsidRPr="008167D4" w:rsidRDefault="00F76A39" w:rsidP="00F76A39">
            <w:pPr>
              <w:pStyle w:val="acctfourfigures"/>
              <w:tabs>
                <w:tab w:val="clear" w:pos="765"/>
                <w:tab w:val="decimal" w:pos="1000"/>
              </w:tabs>
              <w:spacing w:line="240" w:lineRule="atLeast"/>
            </w:pPr>
          </w:p>
        </w:tc>
        <w:tc>
          <w:tcPr>
            <w:tcW w:w="180" w:type="dxa"/>
          </w:tcPr>
          <w:p w14:paraId="138A6A7E" w14:textId="77777777" w:rsidR="00F76A39" w:rsidRPr="008167D4" w:rsidRDefault="00F76A39" w:rsidP="00F76A39">
            <w:pPr>
              <w:pStyle w:val="acctfourfigures"/>
              <w:tabs>
                <w:tab w:val="clear" w:pos="765"/>
                <w:tab w:val="decimal" w:pos="1000"/>
              </w:tabs>
              <w:spacing w:line="240" w:lineRule="atLeast"/>
            </w:pPr>
          </w:p>
        </w:tc>
        <w:tc>
          <w:tcPr>
            <w:tcW w:w="1310" w:type="dxa"/>
          </w:tcPr>
          <w:p w14:paraId="402413F4" w14:textId="77777777" w:rsidR="00F76A39" w:rsidRPr="008167D4" w:rsidRDefault="00F76A39" w:rsidP="00F76A39">
            <w:pPr>
              <w:pStyle w:val="acctfourfigures"/>
              <w:tabs>
                <w:tab w:val="clear" w:pos="765"/>
                <w:tab w:val="decimal" w:pos="1000"/>
              </w:tabs>
              <w:spacing w:line="240" w:lineRule="atLeast"/>
            </w:pPr>
          </w:p>
        </w:tc>
        <w:tc>
          <w:tcPr>
            <w:tcW w:w="180" w:type="dxa"/>
          </w:tcPr>
          <w:p w14:paraId="431E499D" w14:textId="77777777" w:rsidR="00F76A39" w:rsidRPr="008167D4" w:rsidRDefault="00F76A39" w:rsidP="00F76A39">
            <w:pPr>
              <w:pStyle w:val="acctfourfigures"/>
              <w:tabs>
                <w:tab w:val="clear" w:pos="765"/>
                <w:tab w:val="decimal" w:pos="1000"/>
              </w:tabs>
              <w:spacing w:line="240" w:lineRule="atLeast"/>
            </w:pPr>
          </w:p>
        </w:tc>
        <w:tc>
          <w:tcPr>
            <w:tcW w:w="1242" w:type="dxa"/>
          </w:tcPr>
          <w:p w14:paraId="7BFADAEE" w14:textId="77777777" w:rsidR="00F76A39" w:rsidRPr="008167D4" w:rsidRDefault="00F76A39" w:rsidP="00F76A39">
            <w:pPr>
              <w:pStyle w:val="acctfourfigures"/>
              <w:tabs>
                <w:tab w:val="clear" w:pos="765"/>
                <w:tab w:val="decimal" w:pos="1000"/>
              </w:tabs>
              <w:spacing w:line="240" w:lineRule="atLeast"/>
            </w:pPr>
          </w:p>
        </w:tc>
      </w:tr>
      <w:tr w:rsidR="00F76A39" w:rsidRPr="008167D4" w14:paraId="207950B0" w14:textId="77777777" w:rsidTr="00907519">
        <w:trPr>
          <w:cantSplit/>
        </w:trPr>
        <w:tc>
          <w:tcPr>
            <w:tcW w:w="3807" w:type="dxa"/>
          </w:tcPr>
          <w:p w14:paraId="678105B6" w14:textId="77777777" w:rsidR="00F76A39" w:rsidRPr="008167D4" w:rsidRDefault="00F76A39" w:rsidP="00F76A39">
            <w:pPr>
              <w:spacing w:line="240" w:lineRule="atLeast"/>
              <w:ind w:right="-108"/>
              <w:jc w:val="both"/>
            </w:pPr>
            <w:r w:rsidRPr="008167D4">
              <w:t>Project management income</w:t>
            </w:r>
          </w:p>
        </w:tc>
        <w:tc>
          <w:tcPr>
            <w:tcW w:w="1350" w:type="dxa"/>
          </w:tcPr>
          <w:p w14:paraId="5BC4FB5F" w14:textId="27452CE0" w:rsidR="00F76A39" w:rsidRPr="008167D4" w:rsidRDefault="00F76A39" w:rsidP="00907519">
            <w:pPr>
              <w:tabs>
                <w:tab w:val="decimal" w:pos="733"/>
              </w:tabs>
            </w:pPr>
            <w:r>
              <w:t>-</w:t>
            </w:r>
          </w:p>
        </w:tc>
        <w:tc>
          <w:tcPr>
            <w:tcW w:w="186" w:type="dxa"/>
          </w:tcPr>
          <w:p w14:paraId="2EEC46B3" w14:textId="77777777" w:rsidR="00F76A39" w:rsidRPr="008167D4" w:rsidRDefault="00F76A39" w:rsidP="00F76A39">
            <w:pPr>
              <w:tabs>
                <w:tab w:val="decimal" w:pos="1000"/>
              </w:tabs>
            </w:pPr>
          </w:p>
        </w:tc>
        <w:tc>
          <w:tcPr>
            <w:tcW w:w="1258" w:type="dxa"/>
          </w:tcPr>
          <w:p w14:paraId="39611D0A" w14:textId="192F548D" w:rsidR="00F76A39" w:rsidRPr="008167D4" w:rsidRDefault="00F76A39" w:rsidP="00015DB5">
            <w:pPr>
              <w:tabs>
                <w:tab w:val="decimal" w:pos="666"/>
              </w:tabs>
            </w:pPr>
            <w:r w:rsidRPr="008167D4">
              <w:t>-</w:t>
            </w:r>
          </w:p>
        </w:tc>
        <w:tc>
          <w:tcPr>
            <w:tcW w:w="180" w:type="dxa"/>
          </w:tcPr>
          <w:p w14:paraId="5DA3E491" w14:textId="77777777" w:rsidR="00F76A39" w:rsidRPr="008167D4" w:rsidRDefault="00F76A39" w:rsidP="00F76A39">
            <w:pPr>
              <w:tabs>
                <w:tab w:val="decimal" w:pos="1000"/>
              </w:tabs>
            </w:pPr>
          </w:p>
        </w:tc>
        <w:tc>
          <w:tcPr>
            <w:tcW w:w="1310" w:type="dxa"/>
          </w:tcPr>
          <w:p w14:paraId="73848A01" w14:textId="2AD43772" w:rsidR="00F76A39" w:rsidRPr="008167D4" w:rsidRDefault="005E0713" w:rsidP="00F76A39">
            <w:pPr>
              <w:tabs>
                <w:tab w:val="decimal" w:pos="1000"/>
              </w:tabs>
            </w:pPr>
            <w:r>
              <w:t>50,569</w:t>
            </w:r>
          </w:p>
        </w:tc>
        <w:tc>
          <w:tcPr>
            <w:tcW w:w="180" w:type="dxa"/>
          </w:tcPr>
          <w:p w14:paraId="3EAF47D1" w14:textId="77777777" w:rsidR="00F76A39" w:rsidRPr="008167D4" w:rsidRDefault="00F76A39" w:rsidP="00F76A39">
            <w:pPr>
              <w:tabs>
                <w:tab w:val="decimal" w:pos="1000"/>
              </w:tabs>
            </w:pPr>
          </w:p>
        </w:tc>
        <w:tc>
          <w:tcPr>
            <w:tcW w:w="1242" w:type="dxa"/>
          </w:tcPr>
          <w:p w14:paraId="6562F5B7" w14:textId="3E758ACF" w:rsidR="00F76A39" w:rsidRPr="008167D4" w:rsidRDefault="00F76A39" w:rsidP="00F76A39">
            <w:pPr>
              <w:tabs>
                <w:tab w:val="decimal" w:pos="1000"/>
              </w:tabs>
            </w:pPr>
            <w:r w:rsidRPr="008167D4">
              <w:t>31,032</w:t>
            </w:r>
          </w:p>
        </w:tc>
      </w:tr>
      <w:tr w:rsidR="005E0713" w:rsidRPr="008167D4" w14:paraId="6153FF58" w14:textId="77777777" w:rsidTr="00907519">
        <w:trPr>
          <w:cantSplit/>
        </w:trPr>
        <w:tc>
          <w:tcPr>
            <w:tcW w:w="3807" w:type="dxa"/>
          </w:tcPr>
          <w:p w14:paraId="6919364B" w14:textId="77777777" w:rsidR="005E0713" w:rsidRPr="008167D4" w:rsidRDefault="005E0713" w:rsidP="005E0713">
            <w:pPr>
              <w:spacing w:line="240" w:lineRule="atLeast"/>
              <w:ind w:right="-108"/>
              <w:jc w:val="both"/>
            </w:pPr>
            <w:r w:rsidRPr="008167D4">
              <w:t>Selling management income</w:t>
            </w:r>
          </w:p>
        </w:tc>
        <w:tc>
          <w:tcPr>
            <w:tcW w:w="1350" w:type="dxa"/>
          </w:tcPr>
          <w:p w14:paraId="0744CA98" w14:textId="23D74D11" w:rsidR="005E0713" w:rsidRPr="008167D4" w:rsidRDefault="005E0713" w:rsidP="00907519">
            <w:pPr>
              <w:tabs>
                <w:tab w:val="decimal" w:pos="733"/>
              </w:tabs>
            </w:pPr>
            <w:r>
              <w:t>-</w:t>
            </w:r>
          </w:p>
        </w:tc>
        <w:tc>
          <w:tcPr>
            <w:tcW w:w="186" w:type="dxa"/>
          </w:tcPr>
          <w:p w14:paraId="751CD98B" w14:textId="77777777" w:rsidR="005E0713" w:rsidRPr="008167D4" w:rsidRDefault="005E0713" w:rsidP="005E0713">
            <w:pPr>
              <w:tabs>
                <w:tab w:val="decimal" w:pos="1000"/>
              </w:tabs>
            </w:pPr>
          </w:p>
        </w:tc>
        <w:tc>
          <w:tcPr>
            <w:tcW w:w="1258" w:type="dxa"/>
          </w:tcPr>
          <w:p w14:paraId="6ED2AFC4" w14:textId="7B2692DB" w:rsidR="005E0713" w:rsidRPr="008167D4" w:rsidRDefault="005E0713" w:rsidP="00015DB5">
            <w:pPr>
              <w:tabs>
                <w:tab w:val="decimal" w:pos="666"/>
              </w:tabs>
            </w:pPr>
            <w:r w:rsidRPr="008167D4">
              <w:t>-</w:t>
            </w:r>
          </w:p>
        </w:tc>
        <w:tc>
          <w:tcPr>
            <w:tcW w:w="180" w:type="dxa"/>
          </w:tcPr>
          <w:p w14:paraId="23ADDF3A" w14:textId="77777777" w:rsidR="005E0713" w:rsidRPr="008167D4" w:rsidRDefault="005E0713" w:rsidP="005E0713">
            <w:pPr>
              <w:tabs>
                <w:tab w:val="decimal" w:pos="1000"/>
              </w:tabs>
            </w:pPr>
          </w:p>
        </w:tc>
        <w:tc>
          <w:tcPr>
            <w:tcW w:w="1310" w:type="dxa"/>
          </w:tcPr>
          <w:p w14:paraId="605972A2" w14:textId="05896FB8" w:rsidR="005E0713" w:rsidRPr="008167D4" w:rsidRDefault="005E0713" w:rsidP="005E0713">
            <w:pPr>
              <w:tabs>
                <w:tab w:val="decimal" w:pos="1000"/>
              </w:tabs>
            </w:pPr>
            <w:r>
              <w:t>9,424</w:t>
            </w:r>
          </w:p>
        </w:tc>
        <w:tc>
          <w:tcPr>
            <w:tcW w:w="180" w:type="dxa"/>
          </w:tcPr>
          <w:p w14:paraId="628FA464" w14:textId="77777777" w:rsidR="005E0713" w:rsidRPr="008167D4" w:rsidRDefault="005E0713" w:rsidP="005E0713">
            <w:pPr>
              <w:tabs>
                <w:tab w:val="decimal" w:pos="1000"/>
              </w:tabs>
            </w:pPr>
          </w:p>
        </w:tc>
        <w:tc>
          <w:tcPr>
            <w:tcW w:w="1242" w:type="dxa"/>
          </w:tcPr>
          <w:p w14:paraId="3BA26D9D" w14:textId="4563215F" w:rsidR="005E0713" w:rsidRPr="008167D4" w:rsidRDefault="005E0713" w:rsidP="005E0713">
            <w:pPr>
              <w:tabs>
                <w:tab w:val="decimal" w:pos="1000"/>
              </w:tabs>
            </w:pPr>
            <w:r w:rsidRPr="008167D4">
              <w:t>5,790</w:t>
            </w:r>
          </w:p>
        </w:tc>
      </w:tr>
      <w:tr w:rsidR="005E0713" w:rsidRPr="008167D4" w14:paraId="5DE9D457" w14:textId="77777777" w:rsidTr="00907519">
        <w:trPr>
          <w:cantSplit/>
        </w:trPr>
        <w:tc>
          <w:tcPr>
            <w:tcW w:w="3807" w:type="dxa"/>
          </w:tcPr>
          <w:p w14:paraId="406A0411" w14:textId="2D3C7457" w:rsidR="005E0713" w:rsidRPr="008167D4" w:rsidRDefault="005E0713" w:rsidP="005E0713">
            <w:pPr>
              <w:spacing w:line="240" w:lineRule="atLeast"/>
              <w:ind w:right="-108"/>
              <w:jc w:val="both"/>
            </w:pPr>
            <w:r>
              <w:t xml:space="preserve">Construction management income </w:t>
            </w:r>
          </w:p>
        </w:tc>
        <w:tc>
          <w:tcPr>
            <w:tcW w:w="1350" w:type="dxa"/>
          </w:tcPr>
          <w:p w14:paraId="3E2AC7E2" w14:textId="0E2A135D" w:rsidR="005E0713" w:rsidRDefault="005E0713" w:rsidP="00907519">
            <w:pPr>
              <w:tabs>
                <w:tab w:val="decimal" w:pos="733"/>
              </w:tabs>
            </w:pPr>
            <w:r>
              <w:t>-</w:t>
            </w:r>
          </w:p>
        </w:tc>
        <w:tc>
          <w:tcPr>
            <w:tcW w:w="186" w:type="dxa"/>
          </w:tcPr>
          <w:p w14:paraId="0A42FC6D" w14:textId="77777777" w:rsidR="005E0713" w:rsidRPr="008167D4" w:rsidRDefault="005E0713" w:rsidP="005E0713">
            <w:pPr>
              <w:tabs>
                <w:tab w:val="decimal" w:pos="1000"/>
              </w:tabs>
            </w:pPr>
          </w:p>
        </w:tc>
        <w:tc>
          <w:tcPr>
            <w:tcW w:w="1258" w:type="dxa"/>
          </w:tcPr>
          <w:p w14:paraId="46DA9479" w14:textId="11DCE774" w:rsidR="005E0713" w:rsidRPr="008167D4" w:rsidRDefault="005E0713" w:rsidP="00015DB5">
            <w:pPr>
              <w:tabs>
                <w:tab w:val="decimal" w:pos="666"/>
              </w:tabs>
            </w:pPr>
            <w:r w:rsidRPr="008167D4">
              <w:t>-</w:t>
            </w:r>
          </w:p>
        </w:tc>
        <w:tc>
          <w:tcPr>
            <w:tcW w:w="180" w:type="dxa"/>
          </w:tcPr>
          <w:p w14:paraId="4A7ECC9C" w14:textId="77777777" w:rsidR="005E0713" w:rsidRPr="008167D4" w:rsidRDefault="005E0713" w:rsidP="005E0713">
            <w:pPr>
              <w:tabs>
                <w:tab w:val="decimal" w:pos="1000"/>
              </w:tabs>
            </w:pPr>
          </w:p>
        </w:tc>
        <w:tc>
          <w:tcPr>
            <w:tcW w:w="1310" w:type="dxa"/>
          </w:tcPr>
          <w:p w14:paraId="7D7C50AA" w14:textId="2B73B238" w:rsidR="005E0713" w:rsidRPr="008167D4" w:rsidRDefault="005E0713" w:rsidP="005E0713">
            <w:pPr>
              <w:tabs>
                <w:tab w:val="decimal" w:pos="1000"/>
              </w:tabs>
            </w:pPr>
            <w:r>
              <w:t>1,754</w:t>
            </w:r>
          </w:p>
        </w:tc>
        <w:tc>
          <w:tcPr>
            <w:tcW w:w="180" w:type="dxa"/>
          </w:tcPr>
          <w:p w14:paraId="252F7B5A" w14:textId="77777777" w:rsidR="005E0713" w:rsidRPr="008167D4" w:rsidRDefault="005E0713" w:rsidP="005E0713">
            <w:pPr>
              <w:tabs>
                <w:tab w:val="decimal" w:pos="1000"/>
              </w:tabs>
            </w:pPr>
          </w:p>
        </w:tc>
        <w:tc>
          <w:tcPr>
            <w:tcW w:w="1242" w:type="dxa"/>
          </w:tcPr>
          <w:p w14:paraId="299BED42" w14:textId="3CCDA1A0" w:rsidR="005E0713" w:rsidRPr="008167D4" w:rsidRDefault="005E0713" w:rsidP="005E0713">
            <w:pPr>
              <w:tabs>
                <w:tab w:val="decimal" w:pos="665"/>
              </w:tabs>
            </w:pPr>
            <w:r>
              <w:t>-</w:t>
            </w:r>
          </w:p>
        </w:tc>
      </w:tr>
      <w:tr w:rsidR="005E0713" w:rsidRPr="008167D4" w14:paraId="41AC7E00" w14:textId="77777777" w:rsidTr="00907519">
        <w:trPr>
          <w:cantSplit/>
        </w:trPr>
        <w:tc>
          <w:tcPr>
            <w:tcW w:w="3807" w:type="dxa"/>
          </w:tcPr>
          <w:p w14:paraId="6E77AE9B" w14:textId="77777777" w:rsidR="005E0713" w:rsidRPr="008167D4" w:rsidRDefault="005E0713" w:rsidP="005E0713">
            <w:pPr>
              <w:spacing w:line="240" w:lineRule="atLeast"/>
              <w:ind w:right="-108"/>
              <w:jc w:val="both"/>
            </w:pPr>
            <w:r w:rsidRPr="008167D4">
              <w:t>Interest income</w:t>
            </w:r>
          </w:p>
        </w:tc>
        <w:tc>
          <w:tcPr>
            <w:tcW w:w="1350" w:type="dxa"/>
          </w:tcPr>
          <w:p w14:paraId="00724FC5" w14:textId="15B447CA" w:rsidR="005E0713" w:rsidRPr="008167D4" w:rsidRDefault="005E0713" w:rsidP="00907519">
            <w:pPr>
              <w:tabs>
                <w:tab w:val="decimal" w:pos="733"/>
              </w:tabs>
            </w:pPr>
            <w:r>
              <w:t>-</w:t>
            </w:r>
          </w:p>
        </w:tc>
        <w:tc>
          <w:tcPr>
            <w:tcW w:w="186" w:type="dxa"/>
          </w:tcPr>
          <w:p w14:paraId="3C6AFBED" w14:textId="77777777" w:rsidR="005E0713" w:rsidRPr="008167D4" w:rsidRDefault="005E0713" w:rsidP="005E0713">
            <w:pPr>
              <w:tabs>
                <w:tab w:val="decimal" w:pos="1000"/>
              </w:tabs>
            </w:pPr>
          </w:p>
        </w:tc>
        <w:tc>
          <w:tcPr>
            <w:tcW w:w="1258" w:type="dxa"/>
          </w:tcPr>
          <w:p w14:paraId="6F4F9840" w14:textId="13622EB2" w:rsidR="005E0713" w:rsidRPr="008167D4" w:rsidRDefault="005E0713" w:rsidP="00015DB5">
            <w:pPr>
              <w:tabs>
                <w:tab w:val="decimal" w:pos="666"/>
              </w:tabs>
            </w:pPr>
            <w:r w:rsidRPr="008167D4">
              <w:t>-</w:t>
            </w:r>
          </w:p>
        </w:tc>
        <w:tc>
          <w:tcPr>
            <w:tcW w:w="180" w:type="dxa"/>
          </w:tcPr>
          <w:p w14:paraId="5B90BCCB" w14:textId="77777777" w:rsidR="005E0713" w:rsidRPr="008167D4" w:rsidRDefault="005E0713" w:rsidP="005E0713">
            <w:pPr>
              <w:tabs>
                <w:tab w:val="decimal" w:pos="1000"/>
              </w:tabs>
            </w:pPr>
          </w:p>
        </w:tc>
        <w:tc>
          <w:tcPr>
            <w:tcW w:w="1310" w:type="dxa"/>
          </w:tcPr>
          <w:p w14:paraId="5AA7A72A" w14:textId="1CCE98EE" w:rsidR="005E0713" w:rsidRPr="008167D4" w:rsidRDefault="005E0713" w:rsidP="005E0713">
            <w:pPr>
              <w:tabs>
                <w:tab w:val="decimal" w:pos="1000"/>
              </w:tabs>
            </w:pPr>
            <w:r>
              <w:t>171,909</w:t>
            </w:r>
          </w:p>
        </w:tc>
        <w:tc>
          <w:tcPr>
            <w:tcW w:w="180" w:type="dxa"/>
          </w:tcPr>
          <w:p w14:paraId="6CC4D3EA" w14:textId="77777777" w:rsidR="005E0713" w:rsidRPr="008167D4" w:rsidRDefault="005E0713" w:rsidP="005E0713">
            <w:pPr>
              <w:tabs>
                <w:tab w:val="decimal" w:pos="1000"/>
              </w:tabs>
            </w:pPr>
          </w:p>
        </w:tc>
        <w:tc>
          <w:tcPr>
            <w:tcW w:w="1242" w:type="dxa"/>
          </w:tcPr>
          <w:p w14:paraId="5602BA28" w14:textId="43D16512" w:rsidR="005E0713" w:rsidRPr="008167D4" w:rsidRDefault="005E0713" w:rsidP="005E0713">
            <w:pPr>
              <w:tabs>
                <w:tab w:val="decimal" w:pos="1000"/>
              </w:tabs>
            </w:pPr>
            <w:r w:rsidRPr="008167D4">
              <w:t>200,413</w:t>
            </w:r>
          </w:p>
        </w:tc>
      </w:tr>
      <w:tr w:rsidR="005E0713" w:rsidRPr="008167D4" w14:paraId="4984F79D" w14:textId="77777777" w:rsidTr="00907519">
        <w:trPr>
          <w:cantSplit/>
        </w:trPr>
        <w:tc>
          <w:tcPr>
            <w:tcW w:w="3807" w:type="dxa"/>
          </w:tcPr>
          <w:p w14:paraId="653CAE98" w14:textId="10C43DBB" w:rsidR="005E0713" w:rsidRPr="008167D4" w:rsidRDefault="005E0713" w:rsidP="005E0713">
            <w:pPr>
              <w:spacing w:line="240" w:lineRule="atLeast"/>
              <w:ind w:right="-108"/>
              <w:jc w:val="both"/>
            </w:pPr>
            <w:r>
              <w:t>Dividend income</w:t>
            </w:r>
          </w:p>
        </w:tc>
        <w:tc>
          <w:tcPr>
            <w:tcW w:w="1350" w:type="dxa"/>
          </w:tcPr>
          <w:p w14:paraId="6402F720" w14:textId="404F5DF0" w:rsidR="005E0713" w:rsidRDefault="005E0713" w:rsidP="00907519">
            <w:pPr>
              <w:tabs>
                <w:tab w:val="decimal" w:pos="733"/>
              </w:tabs>
            </w:pPr>
            <w:r w:rsidRPr="008167D4">
              <w:t>-</w:t>
            </w:r>
          </w:p>
        </w:tc>
        <w:tc>
          <w:tcPr>
            <w:tcW w:w="186" w:type="dxa"/>
          </w:tcPr>
          <w:p w14:paraId="60CF74C5" w14:textId="77777777" w:rsidR="005E0713" w:rsidRPr="008167D4" w:rsidRDefault="005E0713" w:rsidP="005E0713">
            <w:pPr>
              <w:tabs>
                <w:tab w:val="decimal" w:pos="1000"/>
              </w:tabs>
            </w:pPr>
          </w:p>
        </w:tc>
        <w:tc>
          <w:tcPr>
            <w:tcW w:w="1258" w:type="dxa"/>
          </w:tcPr>
          <w:p w14:paraId="11BF83DC" w14:textId="0DA6D7EA" w:rsidR="005E0713" w:rsidRPr="008167D4" w:rsidRDefault="005E0713" w:rsidP="00015DB5">
            <w:pPr>
              <w:tabs>
                <w:tab w:val="decimal" w:pos="666"/>
              </w:tabs>
            </w:pPr>
            <w:r w:rsidRPr="008167D4">
              <w:t>-</w:t>
            </w:r>
          </w:p>
        </w:tc>
        <w:tc>
          <w:tcPr>
            <w:tcW w:w="180" w:type="dxa"/>
          </w:tcPr>
          <w:p w14:paraId="7B323DAD" w14:textId="77777777" w:rsidR="005E0713" w:rsidRPr="008167D4" w:rsidRDefault="005E0713" w:rsidP="005E0713">
            <w:pPr>
              <w:tabs>
                <w:tab w:val="decimal" w:pos="1000"/>
              </w:tabs>
            </w:pPr>
          </w:p>
        </w:tc>
        <w:tc>
          <w:tcPr>
            <w:tcW w:w="1310" w:type="dxa"/>
          </w:tcPr>
          <w:p w14:paraId="5174FCE0" w14:textId="51E27380" w:rsidR="005E0713" w:rsidRDefault="005E0713" w:rsidP="005E0713">
            <w:pPr>
              <w:tabs>
                <w:tab w:val="decimal" w:pos="1000"/>
              </w:tabs>
            </w:pPr>
            <w:r>
              <w:t>59,877</w:t>
            </w:r>
          </w:p>
        </w:tc>
        <w:tc>
          <w:tcPr>
            <w:tcW w:w="180" w:type="dxa"/>
          </w:tcPr>
          <w:p w14:paraId="1015EDED" w14:textId="77777777" w:rsidR="005E0713" w:rsidRPr="008167D4" w:rsidRDefault="005E0713" w:rsidP="005E0713">
            <w:pPr>
              <w:tabs>
                <w:tab w:val="decimal" w:pos="1000"/>
              </w:tabs>
            </w:pPr>
          </w:p>
        </w:tc>
        <w:tc>
          <w:tcPr>
            <w:tcW w:w="1242" w:type="dxa"/>
          </w:tcPr>
          <w:p w14:paraId="34555AB1" w14:textId="7775D734" w:rsidR="005E0713" w:rsidRPr="008167D4" w:rsidRDefault="005E0713" w:rsidP="005E0713">
            <w:pPr>
              <w:tabs>
                <w:tab w:val="decimal" w:pos="665"/>
              </w:tabs>
            </w:pPr>
            <w:r>
              <w:t>-</w:t>
            </w:r>
          </w:p>
        </w:tc>
      </w:tr>
      <w:tr w:rsidR="005E0713" w:rsidRPr="008167D4" w14:paraId="51BEF19F" w14:textId="77777777" w:rsidTr="00907519">
        <w:trPr>
          <w:cantSplit/>
        </w:trPr>
        <w:tc>
          <w:tcPr>
            <w:tcW w:w="3807" w:type="dxa"/>
          </w:tcPr>
          <w:p w14:paraId="116AAE4E" w14:textId="77777777" w:rsidR="005E0713" w:rsidRPr="008167D4" w:rsidRDefault="005E0713" w:rsidP="005E0713">
            <w:pPr>
              <w:spacing w:line="240" w:lineRule="atLeast"/>
              <w:ind w:right="-108"/>
              <w:jc w:val="both"/>
            </w:pPr>
            <w:r w:rsidRPr="008167D4">
              <w:t>Interest expense</w:t>
            </w:r>
          </w:p>
        </w:tc>
        <w:tc>
          <w:tcPr>
            <w:tcW w:w="1350" w:type="dxa"/>
          </w:tcPr>
          <w:p w14:paraId="44AD93D1" w14:textId="3FD388DE" w:rsidR="005E0713" w:rsidRPr="008167D4" w:rsidRDefault="005E0713" w:rsidP="00907519">
            <w:pPr>
              <w:tabs>
                <w:tab w:val="decimal" w:pos="733"/>
              </w:tabs>
            </w:pPr>
            <w:r w:rsidRPr="008167D4">
              <w:t>-</w:t>
            </w:r>
          </w:p>
        </w:tc>
        <w:tc>
          <w:tcPr>
            <w:tcW w:w="186" w:type="dxa"/>
          </w:tcPr>
          <w:p w14:paraId="520C9C94" w14:textId="77777777" w:rsidR="005E0713" w:rsidRPr="008167D4" w:rsidRDefault="005E0713" w:rsidP="005E0713">
            <w:pPr>
              <w:tabs>
                <w:tab w:val="decimal" w:pos="1000"/>
              </w:tabs>
            </w:pPr>
          </w:p>
        </w:tc>
        <w:tc>
          <w:tcPr>
            <w:tcW w:w="1258" w:type="dxa"/>
          </w:tcPr>
          <w:p w14:paraId="48DFC9EF" w14:textId="604E4996" w:rsidR="005E0713" w:rsidRPr="008167D4" w:rsidRDefault="005E0713" w:rsidP="00015DB5">
            <w:pPr>
              <w:tabs>
                <w:tab w:val="decimal" w:pos="666"/>
              </w:tabs>
            </w:pPr>
            <w:r w:rsidRPr="008167D4">
              <w:t>-</w:t>
            </w:r>
          </w:p>
        </w:tc>
        <w:tc>
          <w:tcPr>
            <w:tcW w:w="180" w:type="dxa"/>
          </w:tcPr>
          <w:p w14:paraId="4C52AC71" w14:textId="77777777" w:rsidR="005E0713" w:rsidRPr="008167D4" w:rsidRDefault="005E0713" w:rsidP="005E0713">
            <w:pPr>
              <w:tabs>
                <w:tab w:val="decimal" w:pos="1000"/>
              </w:tabs>
            </w:pPr>
          </w:p>
        </w:tc>
        <w:tc>
          <w:tcPr>
            <w:tcW w:w="1310" w:type="dxa"/>
          </w:tcPr>
          <w:p w14:paraId="1AAE43FE" w14:textId="2F9F66CD" w:rsidR="005E0713" w:rsidRPr="008167D4" w:rsidRDefault="005E0713" w:rsidP="005E0713">
            <w:pPr>
              <w:tabs>
                <w:tab w:val="decimal" w:pos="1000"/>
              </w:tabs>
            </w:pPr>
            <w:r>
              <w:t>23,172</w:t>
            </w:r>
          </w:p>
        </w:tc>
        <w:tc>
          <w:tcPr>
            <w:tcW w:w="180" w:type="dxa"/>
          </w:tcPr>
          <w:p w14:paraId="2A73320E" w14:textId="77777777" w:rsidR="005E0713" w:rsidRPr="008167D4" w:rsidRDefault="005E0713" w:rsidP="005E0713">
            <w:pPr>
              <w:tabs>
                <w:tab w:val="decimal" w:pos="1000"/>
              </w:tabs>
            </w:pPr>
          </w:p>
        </w:tc>
        <w:tc>
          <w:tcPr>
            <w:tcW w:w="1242" w:type="dxa"/>
          </w:tcPr>
          <w:p w14:paraId="20540134" w14:textId="731D65E7" w:rsidR="005E0713" w:rsidRPr="008167D4" w:rsidRDefault="005E0713" w:rsidP="005E0713">
            <w:pPr>
              <w:tabs>
                <w:tab w:val="decimal" w:pos="1000"/>
              </w:tabs>
            </w:pPr>
            <w:r w:rsidRPr="008167D4">
              <w:t>82,729</w:t>
            </w:r>
          </w:p>
        </w:tc>
      </w:tr>
      <w:tr w:rsidR="005E0713" w:rsidRPr="008167D4" w14:paraId="66197AC5" w14:textId="77777777" w:rsidTr="00907519">
        <w:trPr>
          <w:cantSplit/>
        </w:trPr>
        <w:tc>
          <w:tcPr>
            <w:tcW w:w="3807" w:type="dxa"/>
          </w:tcPr>
          <w:p w14:paraId="2548306A" w14:textId="02BAC738" w:rsidR="005E0713" w:rsidRPr="008167D4" w:rsidRDefault="005E0713" w:rsidP="005E0713">
            <w:pPr>
              <w:spacing w:line="240" w:lineRule="atLeast"/>
            </w:pPr>
            <w:r>
              <w:t>Rental and service expenses</w:t>
            </w:r>
          </w:p>
        </w:tc>
        <w:tc>
          <w:tcPr>
            <w:tcW w:w="1350" w:type="dxa"/>
          </w:tcPr>
          <w:p w14:paraId="5D760934" w14:textId="7DB05678" w:rsidR="005E0713" w:rsidRPr="008167D4" w:rsidRDefault="005E0713" w:rsidP="00907519">
            <w:pPr>
              <w:tabs>
                <w:tab w:val="decimal" w:pos="733"/>
              </w:tabs>
            </w:pPr>
            <w:r w:rsidRPr="008167D4">
              <w:t>-</w:t>
            </w:r>
          </w:p>
        </w:tc>
        <w:tc>
          <w:tcPr>
            <w:tcW w:w="186" w:type="dxa"/>
          </w:tcPr>
          <w:p w14:paraId="144C00A9" w14:textId="77777777" w:rsidR="005E0713" w:rsidRPr="008167D4" w:rsidRDefault="005E0713" w:rsidP="005E0713">
            <w:pPr>
              <w:tabs>
                <w:tab w:val="decimal" w:pos="1000"/>
              </w:tabs>
            </w:pPr>
          </w:p>
        </w:tc>
        <w:tc>
          <w:tcPr>
            <w:tcW w:w="1258" w:type="dxa"/>
          </w:tcPr>
          <w:p w14:paraId="42C21508" w14:textId="6C5E573E" w:rsidR="005E0713" w:rsidRPr="008167D4" w:rsidRDefault="005E0713" w:rsidP="00015DB5">
            <w:pPr>
              <w:tabs>
                <w:tab w:val="decimal" w:pos="666"/>
              </w:tabs>
            </w:pPr>
            <w:r w:rsidRPr="008167D4">
              <w:t>-</w:t>
            </w:r>
          </w:p>
        </w:tc>
        <w:tc>
          <w:tcPr>
            <w:tcW w:w="180" w:type="dxa"/>
          </w:tcPr>
          <w:p w14:paraId="2AADB23E" w14:textId="77777777" w:rsidR="005E0713" w:rsidRPr="008167D4" w:rsidRDefault="005E0713" w:rsidP="005E0713">
            <w:pPr>
              <w:tabs>
                <w:tab w:val="decimal" w:pos="1000"/>
              </w:tabs>
            </w:pPr>
          </w:p>
        </w:tc>
        <w:tc>
          <w:tcPr>
            <w:tcW w:w="1310" w:type="dxa"/>
          </w:tcPr>
          <w:p w14:paraId="649BC24C" w14:textId="708F431D" w:rsidR="005E0713" w:rsidRPr="008167D4" w:rsidRDefault="005E0713" w:rsidP="005E0713">
            <w:pPr>
              <w:tabs>
                <w:tab w:val="decimal" w:pos="1000"/>
              </w:tabs>
            </w:pPr>
            <w:r>
              <w:t>2,300</w:t>
            </w:r>
          </w:p>
        </w:tc>
        <w:tc>
          <w:tcPr>
            <w:tcW w:w="180" w:type="dxa"/>
          </w:tcPr>
          <w:p w14:paraId="4679CC47" w14:textId="77777777" w:rsidR="005E0713" w:rsidRPr="008167D4" w:rsidRDefault="005E0713" w:rsidP="005E0713">
            <w:pPr>
              <w:tabs>
                <w:tab w:val="decimal" w:pos="1000"/>
              </w:tabs>
            </w:pPr>
          </w:p>
        </w:tc>
        <w:tc>
          <w:tcPr>
            <w:tcW w:w="1242" w:type="dxa"/>
          </w:tcPr>
          <w:p w14:paraId="499EA47F" w14:textId="7DD8E59C" w:rsidR="005E0713" w:rsidRPr="008167D4" w:rsidRDefault="005E0713" w:rsidP="006D2784">
            <w:pPr>
              <w:tabs>
                <w:tab w:val="decimal" w:pos="665"/>
              </w:tabs>
            </w:pPr>
            <w:r w:rsidRPr="008167D4">
              <w:t>-</w:t>
            </w:r>
          </w:p>
        </w:tc>
      </w:tr>
      <w:tr w:rsidR="005E0713" w:rsidRPr="008167D4" w14:paraId="7E4B3AEC" w14:textId="77777777" w:rsidTr="00907519">
        <w:trPr>
          <w:cantSplit/>
        </w:trPr>
        <w:tc>
          <w:tcPr>
            <w:tcW w:w="3807" w:type="dxa"/>
          </w:tcPr>
          <w:p w14:paraId="7A31E4BA" w14:textId="77777777" w:rsidR="005E0713" w:rsidRPr="008167D4" w:rsidRDefault="005E0713" w:rsidP="005E0713">
            <w:pPr>
              <w:spacing w:line="240" w:lineRule="atLeast"/>
            </w:pPr>
          </w:p>
        </w:tc>
        <w:tc>
          <w:tcPr>
            <w:tcW w:w="1350" w:type="dxa"/>
          </w:tcPr>
          <w:p w14:paraId="6720BB0A" w14:textId="77777777" w:rsidR="005E0713" w:rsidRPr="008167D4" w:rsidRDefault="005E0713" w:rsidP="005E0713">
            <w:pPr>
              <w:tabs>
                <w:tab w:val="decimal" w:pos="1000"/>
              </w:tabs>
            </w:pPr>
          </w:p>
        </w:tc>
        <w:tc>
          <w:tcPr>
            <w:tcW w:w="186" w:type="dxa"/>
          </w:tcPr>
          <w:p w14:paraId="6DB4580E" w14:textId="77777777" w:rsidR="005E0713" w:rsidRPr="008167D4" w:rsidRDefault="005E0713" w:rsidP="005E0713">
            <w:pPr>
              <w:pStyle w:val="acctfourfigures"/>
              <w:tabs>
                <w:tab w:val="clear" w:pos="765"/>
                <w:tab w:val="decimal" w:pos="1000"/>
              </w:tabs>
              <w:spacing w:line="240" w:lineRule="atLeast"/>
            </w:pPr>
          </w:p>
        </w:tc>
        <w:tc>
          <w:tcPr>
            <w:tcW w:w="1258" w:type="dxa"/>
          </w:tcPr>
          <w:p w14:paraId="3AA300BB" w14:textId="77777777" w:rsidR="005E0713" w:rsidRPr="008167D4" w:rsidRDefault="005E0713" w:rsidP="005E0713">
            <w:pPr>
              <w:tabs>
                <w:tab w:val="decimal" w:pos="1000"/>
              </w:tabs>
            </w:pPr>
          </w:p>
        </w:tc>
        <w:tc>
          <w:tcPr>
            <w:tcW w:w="180" w:type="dxa"/>
          </w:tcPr>
          <w:p w14:paraId="1A5FD24A" w14:textId="77777777" w:rsidR="005E0713" w:rsidRPr="008167D4" w:rsidRDefault="005E0713" w:rsidP="005E0713">
            <w:pPr>
              <w:pStyle w:val="acctfourfigures"/>
              <w:tabs>
                <w:tab w:val="clear" w:pos="765"/>
                <w:tab w:val="decimal" w:pos="1000"/>
              </w:tabs>
              <w:spacing w:line="240" w:lineRule="atLeast"/>
            </w:pPr>
          </w:p>
        </w:tc>
        <w:tc>
          <w:tcPr>
            <w:tcW w:w="1310" w:type="dxa"/>
          </w:tcPr>
          <w:p w14:paraId="691317E1" w14:textId="77777777" w:rsidR="005E0713" w:rsidRPr="008167D4" w:rsidRDefault="005E0713" w:rsidP="005E0713">
            <w:pPr>
              <w:tabs>
                <w:tab w:val="decimal" w:pos="1000"/>
              </w:tabs>
            </w:pPr>
          </w:p>
        </w:tc>
        <w:tc>
          <w:tcPr>
            <w:tcW w:w="180" w:type="dxa"/>
          </w:tcPr>
          <w:p w14:paraId="1C87F905" w14:textId="77777777" w:rsidR="005E0713" w:rsidRPr="008167D4" w:rsidRDefault="005E0713" w:rsidP="005E0713">
            <w:pPr>
              <w:pStyle w:val="acctfourfigures"/>
              <w:tabs>
                <w:tab w:val="clear" w:pos="765"/>
                <w:tab w:val="decimal" w:pos="1000"/>
              </w:tabs>
              <w:spacing w:line="240" w:lineRule="atLeast"/>
            </w:pPr>
          </w:p>
        </w:tc>
        <w:tc>
          <w:tcPr>
            <w:tcW w:w="1242" w:type="dxa"/>
          </w:tcPr>
          <w:p w14:paraId="2768E5F9" w14:textId="77777777" w:rsidR="005E0713" w:rsidRPr="008167D4" w:rsidRDefault="005E0713" w:rsidP="005E0713">
            <w:pPr>
              <w:tabs>
                <w:tab w:val="decimal" w:pos="1000"/>
              </w:tabs>
            </w:pPr>
          </w:p>
        </w:tc>
      </w:tr>
      <w:tr w:rsidR="005E0713" w:rsidRPr="008167D4" w14:paraId="023A2CA1" w14:textId="77777777" w:rsidTr="00907519">
        <w:trPr>
          <w:cantSplit/>
        </w:trPr>
        <w:tc>
          <w:tcPr>
            <w:tcW w:w="3807" w:type="dxa"/>
          </w:tcPr>
          <w:p w14:paraId="27207C27" w14:textId="77777777" w:rsidR="005E0713" w:rsidRPr="008167D4" w:rsidRDefault="005E0713" w:rsidP="005E0713">
            <w:pPr>
              <w:spacing w:line="240" w:lineRule="atLeast"/>
            </w:pPr>
            <w:r w:rsidRPr="008167D4">
              <w:rPr>
                <w:b/>
                <w:bCs/>
              </w:rPr>
              <w:t>Associates</w:t>
            </w:r>
          </w:p>
        </w:tc>
        <w:tc>
          <w:tcPr>
            <w:tcW w:w="1350" w:type="dxa"/>
          </w:tcPr>
          <w:p w14:paraId="2447A6EE" w14:textId="77777777" w:rsidR="005E0713" w:rsidRPr="008167D4" w:rsidRDefault="005E0713" w:rsidP="005E0713">
            <w:pPr>
              <w:tabs>
                <w:tab w:val="decimal" w:pos="1000"/>
              </w:tabs>
            </w:pPr>
          </w:p>
        </w:tc>
        <w:tc>
          <w:tcPr>
            <w:tcW w:w="186" w:type="dxa"/>
          </w:tcPr>
          <w:p w14:paraId="6BDBCC3A" w14:textId="77777777" w:rsidR="005E0713" w:rsidRPr="008167D4" w:rsidRDefault="005E0713" w:rsidP="005E0713">
            <w:pPr>
              <w:pStyle w:val="acctfourfigures"/>
              <w:tabs>
                <w:tab w:val="clear" w:pos="765"/>
                <w:tab w:val="decimal" w:pos="1000"/>
              </w:tabs>
              <w:spacing w:line="240" w:lineRule="atLeast"/>
            </w:pPr>
          </w:p>
        </w:tc>
        <w:tc>
          <w:tcPr>
            <w:tcW w:w="1258" w:type="dxa"/>
          </w:tcPr>
          <w:p w14:paraId="6A36D01E" w14:textId="77777777" w:rsidR="005E0713" w:rsidRPr="008167D4" w:rsidRDefault="005E0713" w:rsidP="005E0713">
            <w:pPr>
              <w:tabs>
                <w:tab w:val="decimal" w:pos="1000"/>
              </w:tabs>
            </w:pPr>
          </w:p>
        </w:tc>
        <w:tc>
          <w:tcPr>
            <w:tcW w:w="180" w:type="dxa"/>
          </w:tcPr>
          <w:p w14:paraId="53DB0343" w14:textId="77777777" w:rsidR="005E0713" w:rsidRPr="008167D4" w:rsidRDefault="005E0713" w:rsidP="005E0713">
            <w:pPr>
              <w:pStyle w:val="acctfourfigures"/>
              <w:tabs>
                <w:tab w:val="clear" w:pos="765"/>
                <w:tab w:val="decimal" w:pos="1000"/>
              </w:tabs>
              <w:spacing w:line="240" w:lineRule="atLeast"/>
            </w:pPr>
          </w:p>
        </w:tc>
        <w:tc>
          <w:tcPr>
            <w:tcW w:w="1310" w:type="dxa"/>
          </w:tcPr>
          <w:p w14:paraId="1418FE8E" w14:textId="77777777" w:rsidR="005E0713" w:rsidRPr="008167D4" w:rsidRDefault="005E0713" w:rsidP="005E0713">
            <w:pPr>
              <w:tabs>
                <w:tab w:val="decimal" w:pos="1000"/>
              </w:tabs>
            </w:pPr>
          </w:p>
        </w:tc>
        <w:tc>
          <w:tcPr>
            <w:tcW w:w="180" w:type="dxa"/>
          </w:tcPr>
          <w:p w14:paraId="1DEA3F91" w14:textId="77777777" w:rsidR="005E0713" w:rsidRPr="008167D4" w:rsidRDefault="005E0713" w:rsidP="005E0713">
            <w:pPr>
              <w:pStyle w:val="acctfourfigures"/>
              <w:tabs>
                <w:tab w:val="clear" w:pos="765"/>
                <w:tab w:val="decimal" w:pos="1000"/>
              </w:tabs>
              <w:spacing w:line="240" w:lineRule="atLeast"/>
            </w:pPr>
          </w:p>
        </w:tc>
        <w:tc>
          <w:tcPr>
            <w:tcW w:w="1242" w:type="dxa"/>
          </w:tcPr>
          <w:p w14:paraId="3E955712" w14:textId="77777777" w:rsidR="005E0713" w:rsidRPr="008167D4" w:rsidRDefault="005E0713" w:rsidP="005E0713">
            <w:pPr>
              <w:tabs>
                <w:tab w:val="decimal" w:pos="1000"/>
              </w:tabs>
            </w:pPr>
          </w:p>
        </w:tc>
      </w:tr>
      <w:tr w:rsidR="005E0713" w:rsidRPr="008167D4" w14:paraId="04AF9147" w14:textId="77777777" w:rsidTr="00907519">
        <w:trPr>
          <w:cantSplit/>
        </w:trPr>
        <w:tc>
          <w:tcPr>
            <w:tcW w:w="3807" w:type="dxa"/>
          </w:tcPr>
          <w:p w14:paraId="0CCEBCDC" w14:textId="77777777" w:rsidR="005E0713" w:rsidRPr="008167D4" w:rsidRDefault="005E0713" w:rsidP="005E0713">
            <w:pPr>
              <w:spacing w:line="240" w:lineRule="atLeast"/>
            </w:pPr>
            <w:r w:rsidRPr="008167D4">
              <w:t>Rental income</w:t>
            </w:r>
          </w:p>
        </w:tc>
        <w:tc>
          <w:tcPr>
            <w:tcW w:w="1350" w:type="dxa"/>
          </w:tcPr>
          <w:p w14:paraId="72300961" w14:textId="40F3762D" w:rsidR="005E0713" w:rsidRPr="008167D4" w:rsidRDefault="005E0713" w:rsidP="005E0713">
            <w:pPr>
              <w:tabs>
                <w:tab w:val="decimal" w:pos="1000"/>
              </w:tabs>
            </w:pPr>
            <w:r>
              <w:t>36,764</w:t>
            </w:r>
          </w:p>
        </w:tc>
        <w:tc>
          <w:tcPr>
            <w:tcW w:w="186" w:type="dxa"/>
          </w:tcPr>
          <w:p w14:paraId="37E4CDAF" w14:textId="77777777" w:rsidR="005E0713" w:rsidRPr="008167D4" w:rsidRDefault="005E0713" w:rsidP="005E0713">
            <w:pPr>
              <w:tabs>
                <w:tab w:val="decimal" w:pos="1000"/>
              </w:tabs>
            </w:pPr>
          </w:p>
        </w:tc>
        <w:tc>
          <w:tcPr>
            <w:tcW w:w="1258" w:type="dxa"/>
          </w:tcPr>
          <w:p w14:paraId="5FB37C14" w14:textId="74ECE558" w:rsidR="005E0713" w:rsidRPr="008167D4" w:rsidRDefault="005E0713" w:rsidP="005E0713">
            <w:pPr>
              <w:tabs>
                <w:tab w:val="decimal" w:pos="1000"/>
              </w:tabs>
            </w:pPr>
            <w:r w:rsidRPr="008167D4">
              <w:t>178,950</w:t>
            </w:r>
          </w:p>
        </w:tc>
        <w:tc>
          <w:tcPr>
            <w:tcW w:w="180" w:type="dxa"/>
          </w:tcPr>
          <w:p w14:paraId="03ABEC60" w14:textId="77777777" w:rsidR="005E0713" w:rsidRPr="008167D4" w:rsidRDefault="005E0713" w:rsidP="005E0713">
            <w:pPr>
              <w:tabs>
                <w:tab w:val="decimal" w:pos="1000"/>
              </w:tabs>
            </w:pPr>
          </w:p>
        </w:tc>
        <w:tc>
          <w:tcPr>
            <w:tcW w:w="1310" w:type="dxa"/>
          </w:tcPr>
          <w:p w14:paraId="7597E1EF" w14:textId="39FAD265" w:rsidR="005E0713" w:rsidRPr="008167D4" w:rsidRDefault="005E0713" w:rsidP="005E0713">
            <w:pPr>
              <w:tabs>
                <w:tab w:val="decimal" w:pos="1000"/>
              </w:tabs>
            </w:pPr>
            <w:r>
              <w:t>24,445</w:t>
            </w:r>
          </w:p>
        </w:tc>
        <w:tc>
          <w:tcPr>
            <w:tcW w:w="180" w:type="dxa"/>
          </w:tcPr>
          <w:p w14:paraId="5EC37D77" w14:textId="77777777" w:rsidR="005E0713" w:rsidRPr="008167D4" w:rsidRDefault="005E0713" w:rsidP="005E0713">
            <w:pPr>
              <w:tabs>
                <w:tab w:val="decimal" w:pos="1000"/>
              </w:tabs>
            </w:pPr>
          </w:p>
        </w:tc>
        <w:tc>
          <w:tcPr>
            <w:tcW w:w="1242" w:type="dxa"/>
          </w:tcPr>
          <w:p w14:paraId="0CB130F3" w14:textId="15C6B2E5" w:rsidR="005E0713" w:rsidRPr="008167D4" w:rsidRDefault="005E0713" w:rsidP="005E0713">
            <w:pPr>
              <w:tabs>
                <w:tab w:val="decimal" w:pos="1000"/>
              </w:tabs>
            </w:pPr>
            <w:r w:rsidRPr="008167D4">
              <w:t>127,099</w:t>
            </w:r>
          </w:p>
        </w:tc>
      </w:tr>
      <w:tr w:rsidR="005E0713" w:rsidRPr="008167D4" w14:paraId="2DB2FE8A" w14:textId="77777777" w:rsidTr="00907519">
        <w:trPr>
          <w:cantSplit/>
        </w:trPr>
        <w:tc>
          <w:tcPr>
            <w:tcW w:w="3807" w:type="dxa"/>
          </w:tcPr>
          <w:p w14:paraId="5E6510B5" w14:textId="77777777" w:rsidR="005E0713" w:rsidRPr="008167D4" w:rsidRDefault="005E0713" w:rsidP="005E0713">
            <w:r w:rsidRPr="008167D4">
              <w:t>Property management income</w:t>
            </w:r>
          </w:p>
        </w:tc>
        <w:tc>
          <w:tcPr>
            <w:tcW w:w="1350" w:type="dxa"/>
          </w:tcPr>
          <w:p w14:paraId="663EC745" w14:textId="5EFD8214" w:rsidR="005E0713" w:rsidRPr="008167D4" w:rsidRDefault="005E0713" w:rsidP="005E0713">
            <w:pPr>
              <w:tabs>
                <w:tab w:val="decimal" w:pos="1000"/>
              </w:tabs>
            </w:pPr>
            <w:r>
              <w:t>5,484</w:t>
            </w:r>
          </w:p>
        </w:tc>
        <w:tc>
          <w:tcPr>
            <w:tcW w:w="186" w:type="dxa"/>
          </w:tcPr>
          <w:p w14:paraId="116F81E7" w14:textId="77777777" w:rsidR="005E0713" w:rsidRPr="008167D4" w:rsidRDefault="005E0713" w:rsidP="005E0713">
            <w:pPr>
              <w:tabs>
                <w:tab w:val="decimal" w:pos="1000"/>
              </w:tabs>
            </w:pPr>
          </w:p>
        </w:tc>
        <w:tc>
          <w:tcPr>
            <w:tcW w:w="1258" w:type="dxa"/>
          </w:tcPr>
          <w:p w14:paraId="7DD73A9B" w14:textId="66209736" w:rsidR="005E0713" w:rsidRPr="008167D4" w:rsidRDefault="005E0713" w:rsidP="005E0713">
            <w:pPr>
              <w:tabs>
                <w:tab w:val="decimal" w:pos="1000"/>
              </w:tabs>
            </w:pPr>
            <w:r w:rsidRPr="008167D4">
              <w:t>24,428</w:t>
            </w:r>
          </w:p>
        </w:tc>
        <w:tc>
          <w:tcPr>
            <w:tcW w:w="180" w:type="dxa"/>
          </w:tcPr>
          <w:p w14:paraId="44F03548" w14:textId="77777777" w:rsidR="005E0713" w:rsidRPr="008167D4" w:rsidRDefault="005E0713" w:rsidP="005E0713">
            <w:pPr>
              <w:tabs>
                <w:tab w:val="decimal" w:pos="1000"/>
              </w:tabs>
            </w:pPr>
          </w:p>
        </w:tc>
        <w:tc>
          <w:tcPr>
            <w:tcW w:w="1310" w:type="dxa"/>
          </w:tcPr>
          <w:p w14:paraId="4E38F76D" w14:textId="3A391A62" w:rsidR="005E0713" w:rsidRPr="008167D4" w:rsidRDefault="005E0713" w:rsidP="005E0713">
            <w:pPr>
              <w:tabs>
                <w:tab w:val="decimal" w:pos="1000"/>
              </w:tabs>
            </w:pPr>
            <w:r>
              <w:t>3,744</w:t>
            </w:r>
          </w:p>
        </w:tc>
        <w:tc>
          <w:tcPr>
            <w:tcW w:w="180" w:type="dxa"/>
          </w:tcPr>
          <w:p w14:paraId="7A78FC7E" w14:textId="77777777" w:rsidR="005E0713" w:rsidRPr="008167D4" w:rsidRDefault="005E0713" w:rsidP="005E0713">
            <w:pPr>
              <w:tabs>
                <w:tab w:val="decimal" w:pos="1000"/>
              </w:tabs>
            </w:pPr>
          </w:p>
        </w:tc>
        <w:tc>
          <w:tcPr>
            <w:tcW w:w="1242" w:type="dxa"/>
          </w:tcPr>
          <w:p w14:paraId="0E7B5D32" w14:textId="1001F37E" w:rsidR="005E0713" w:rsidRPr="008167D4" w:rsidRDefault="005E0713" w:rsidP="005E0713">
            <w:pPr>
              <w:tabs>
                <w:tab w:val="decimal" w:pos="1000"/>
              </w:tabs>
            </w:pPr>
            <w:r w:rsidRPr="008167D4">
              <w:t>16,756</w:t>
            </w:r>
          </w:p>
        </w:tc>
      </w:tr>
      <w:tr w:rsidR="005E0713" w:rsidRPr="008167D4" w14:paraId="59A2E7B7" w14:textId="77777777" w:rsidTr="00907519">
        <w:trPr>
          <w:cantSplit/>
        </w:trPr>
        <w:tc>
          <w:tcPr>
            <w:tcW w:w="3807" w:type="dxa"/>
          </w:tcPr>
          <w:p w14:paraId="529B5D13" w14:textId="0076982F" w:rsidR="005E0713" w:rsidRPr="008167D4" w:rsidRDefault="005E0713" w:rsidP="005E0713">
            <w:r>
              <w:t>Income for proceed disposal of asset</w:t>
            </w:r>
          </w:p>
        </w:tc>
        <w:tc>
          <w:tcPr>
            <w:tcW w:w="1350" w:type="dxa"/>
          </w:tcPr>
          <w:p w14:paraId="2D4E8A81" w14:textId="5C640B30" w:rsidR="005E0713" w:rsidRPr="008167D4" w:rsidRDefault="005E0713" w:rsidP="005E0713">
            <w:pPr>
              <w:tabs>
                <w:tab w:val="decimal" w:pos="1000"/>
              </w:tabs>
            </w:pPr>
            <w:r>
              <w:t>56,290</w:t>
            </w:r>
          </w:p>
        </w:tc>
        <w:tc>
          <w:tcPr>
            <w:tcW w:w="186" w:type="dxa"/>
          </w:tcPr>
          <w:p w14:paraId="39244038" w14:textId="77777777" w:rsidR="005E0713" w:rsidRPr="008167D4" w:rsidRDefault="005E0713" w:rsidP="005E0713">
            <w:pPr>
              <w:tabs>
                <w:tab w:val="decimal" w:pos="1000"/>
              </w:tabs>
            </w:pPr>
          </w:p>
        </w:tc>
        <w:tc>
          <w:tcPr>
            <w:tcW w:w="1258" w:type="dxa"/>
          </w:tcPr>
          <w:p w14:paraId="3EC07784" w14:textId="52821D8A" w:rsidR="005E0713" w:rsidRPr="008167D4" w:rsidRDefault="005E0713" w:rsidP="00015DB5">
            <w:pPr>
              <w:tabs>
                <w:tab w:val="decimal" w:pos="666"/>
              </w:tabs>
            </w:pPr>
            <w:r w:rsidRPr="008167D4">
              <w:t>-</w:t>
            </w:r>
          </w:p>
        </w:tc>
        <w:tc>
          <w:tcPr>
            <w:tcW w:w="180" w:type="dxa"/>
          </w:tcPr>
          <w:p w14:paraId="78B5CE41" w14:textId="77777777" w:rsidR="005E0713" w:rsidRPr="008167D4" w:rsidRDefault="005E0713" w:rsidP="005E0713">
            <w:pPr>
              <w:tabs>
                <w:tab w:val="decimal" w:pos="1000"/>
              </w:tabs>
            </w:pPr>
          </w:p>
        </w:tc>
        <w:tc>
          <w:tcPr>
            <w:tcW w:w="1310" w:type="dxa"/>
          </w:tcPr>
          <w:p w14:paraId="71B68281" w14:textId="38152D03" w:rsidR="005E0713" w:rsidRPr="008167D4" w:rsidRDefault="005E0713" w:rsidP="00C74132">
            <w:pPr>
              <w:tabs>
                <w:tab w:val="decimal" w:pos="722"/>
              </w:tabs>
            </w:pPr>
            <w:r>
              <w:t>-</w:t>
            </w:r>
          </w:p>
        </w:tc>
        <w:tc>
          <w:tcPr>
            <w:tcW w:w="180" w:type="dxa"/>
          </w:tcPr>
          <w:p w14:paraId="01B9887A" w14:textId="77777777" w:rsidR="005E0713" w:rsidRPr="008167D4" w:rsidRDefault="005E0713" w:rsidP="005E0713">
            <w:pPr>
              <w:tabs>
                <w:tab w:val="decimal" w:pos="1000"/>
              </w:tabs>
            </w:pPr>
          </w:p>
        </w:tc>
        <w:tc>
          <w:tcPr>
            <w:tcW w:w="1242" w:type="dxa"/>
          </w:tcPr>
          <w:p w14:paraId="45B55C4E" w14:textId="3896D17D" w:rsidR="005E0713" w:rsidRPr="008167D4" w:rsidRDefault="005E0713" w:rsidP="005E0713">
            <w:pPr>
              <w:tabs>
                <w:tab w:val="decimal" w:pos="750"/>
              </w:tabs>
            </w:pPr>
            <w:r>
              <w:t>-</w:t>
            </w:r>
          </w:p>
        </w:tc>
      </w:tr>
      <w:tr w:rsidR="00A30DD1" w:rsidRPr="008167D4" w14:paraId="56A956B7" w14:textId="77777777" w:rsidTr="00907519">
        <w:trPr>
          <w:cantSplit/>
        </w:trPr>
        <w:tc>
          <w:tcPr>
            <w:tcW w:w="3807" w:type="dxa"/>
          </w:tcPr>
          <w:p w14:paraId="46DBB086" w14:textId="77777777" w:rsidR="00A30DD1" w:rsidRPr="008167D4" w:rsidRDefault="00A30DD1" w:rsidP="00A30DD1">
            <w:r w:rsidRPr="008167D4">
              <w:t>Trust management income</w:t>
            </w:r>
          </w:p>
        </w:tc>
        <w:tc>
          <w:tcPr>
            <w:tcW w:w="1350" w:type="dxa"/>
          </w:tcPr>
          <w:p w14:paraId="750FEDF3" w14:textId="2B840EDA" w:rsidR="00A30DD1" w:rsidRPr="008167D4" w:rsidRDefault="00A30DD1" w:rsidP="00A30DD1">
            <w:pPr>
              <w:tabs>
                <w:tab w:val="decimal" w:pos="1000"/>
              </w:tabs>
            </w:pPr>
            <w:r>
              <w:t>2,886</w:t>
            </w:r>
          </w:p>
        </w:tc>
        <w:tc>
          <w:tcPr>
            <w:tcW w:w="186" w:type="dxa"/>
          </w:tcPr>
          <w:p w14:paraId="7F288B58" w14:textId="77777777" w:rsidR="00A30DD1" w:rsidRPr="008167D4" w:rsidRDefault="00A30DD1" w:rsidP="00A30DD1">
            <w:pPr>
              <w:tabs>
                <w:tab w:val="decimal" w:pos="1000"/>
              </w:tabs>
            </w:pPr>
          </w:p>
        </w:tc>
        <w:tc>
          <w:tcPr>
            <w:tcW w:w="1258" w:type="dxa"/>
          </w:tcPr>
          <w:p w14:paraId="5176A9C7" w14:textId="772C83AE" w:rsidR="00A30DD1" w:rsidRPr="008167D4" w:rsidRDefault="00A30DD1" w:rsidP="00A30DD1">
            <w:pPr>
              <w:tabs>
                <w:tab w:val="decimal" w:pos="1000"/>
              </w:tabs>
            </w:pPr>
            <w:r w:rsidRPr="008167D4">
              <w:t>12,845</w:t>
            </w:r>
          </w:p>
        </w:tc>
        <w:tc>
          <w:tcPr>
            <w:tcW w:w="180" w:type="dxa"/>
          </w:tcPr>
          <w:p w14:paraId="505C060B" w14:textId="77777777" w:rsidR="00A30DD1" w:rsidRPr="008167D4" w:rsidRDefault="00A30DD1" w:rsidP="00A30DD1">
            <w:pPr>
              <w:tabs>
                <w:tab w:val="decimal" w:pos="1000"/>
              </w:tabs>
            </w:pPr>
          </w:p>
        </w:tc>
        <w:tc>
          <w:tcPr>
            <w:tcW w:w="1310" w:type="dxa"/>
          </w:tcPr>
          <w:p w14:paraId="7560AA29" w14:textId="69E79498" w:rsidR="00A30DD1" w:rsidRPr="008167D4" w:rsidRDefault="00A30DD1" w:rsidP="00C74132">
            <w:pPr>
              <w:tabs>
                <w:tab w:val="decimal" w:pos="722"/>
              </w:tabs>
            </w:pPr>
            <w:r>
              <w:t>-</w:t>
            </w:r>
          </w:p>
        </w:tc>
        <w:tc>
          <w:tcPr>
            <w:tcW w:w="180" w:type="dxa"/>
          </w:tcPr>
          <w:p w14:paraId="186CE2C1" w14:textId="77777777" w:rsidR="00A30DD1" w:rsidRPr="008167D4" w:rsidRDefault="00A30DD1" w:rsidP="00A30DD1">
            <w:pPr>
              <w:tabs>
                <w:tab w:val="decimal" w:pos="1000"/>
              </w:tabs>
            </w:pPr>
          </w:p>
        </w:tc>
        <w:tc>
          <w:tcPr>
            <w:tcW w:w="1242" w:type="dxa"/>
          </w:tcPr>
          <w:p w14:paraId="2443C355" w14:textId="755183C6" w:rsidR="00A30DD1" w:rsidRPr="008167D4" w:rsidRDefault="00A30DD1" w:rsidP="00A30DD1">
            <w:pPr>
              <w:tabs>
                <w:tab w:val="decimal" w:pos="750"/>
              </w:tabs>
            </w:pPr>
            <w:r w:rsidRPr="008167D4">
              <w:t>-</w:t>
            </w:r>
          </w:p>
        </w:tc>
      </w:tr>
      <w:tr w:rsidR="005E0713" w:rsidRPr="008167D4" w14:paraId="5A02420A" w14:textId="77777777" w:rsidTr="00907519">
        <w:trPr>
          <w:cantSplit/>
        </w:trPr>
        <w:tc>
          <w:tcPr>
            <w:tcW w:w="3807" w:type="dxa"/>
          </w:tcPr>
          <w:p w14:paraId="320A2A25" w14:textId="7AB0040B" w:rsidR="005E0713" w:rsidRPr="008167D4" w:rsidRDefault="005E0713" w:rsidP="005E0713">
            <w:r>
              <w:t>Interest income</w:t>
            </w:r>
          </w:p>
        </w:tc>
        <w:tc>
          <w:tcPr>
            <w:tcW w:w="1350" w:type="dxa"/>
          </w:tcPr>
          <w:p w14:paraId="4AFF93F3" w14:textId="79BDF056" w:rsidR="005E0713" w:rsidRDefault="005E0713" w:rsidP="005E0713">
            <w:pPr>
              <w:tabs>
                <w:tab w:val="decimal" w:pos="1000"/>
              </w:tabs>
            </w:pPr>
            <w:r>
              <w:t>36,089</w:t>
            </w:r>
          </w:p>
        </w:tc>
        <w:tc>
          <w:tcPr>
            <w:tcW w:w="186" w:type="dxa"/>
          </w:tcPr>
          <w:p w14:paraId="49DBA832" w14:textId="77777777" w:rsidR="005E0713" w:rsidRPr="008167D4" w:rsidRDefault="005E0713" w:rsidP="005E0713">
            <w:pPr>
              <w:tabs>
                <w:tab w:val="decimal" w:pos="1000"/>
              </w:tabs>
            </w:pPr>
          </w:p>
        </w:tc>
        <w:tc>
          <w:tcPr>
            <w:tcW w:w="1258" w:type="dxa"/>
          </w:tcPr>
          <w:p w14:paraId="0AD0549E" w14:textId="06BA006B" w:rsidR="005E0713" w:rsidRPr="008167D4" w:rsidRDefault="005E0713" w:rsidP="00015DB5">
            <w:pPr>
              <w:tabs>
                <w:tab w:val="decimal" w:pos="666"/>
              </w:tabs>
            </w:pPr>
            <w:r>
              <w:t>-</w:t>
            </w:r>
          </w:p>
        </w:tc>
        <w:tc>
          <w:tcPr>
            <w:tcW w:w="180" w:type="dxa"/>
          </w:tcPr>
          <w:p w14:paraId="754AEBB1" w14:textId="77777777" w:rsidR="005E0713" w:rsidRPr="008167D4" w:rsidRDefault="005E0713" w:rsidP="005E0713">
            <w:pPr>
              <w:tabs>
                <w:tab w:val="decimal" w:pos="1000"/>
              </w:tabs>
            </w:pPr>
          </w:p>
        </w:tc>
        <w:tc>
          <w:tcPr>
            <w:tcW w:w="1310" w:type="dxa"/>
          </w:tcPr>
          <w:p w14:paraId="5640CB47" w14:textId="15A738CB" w:rsidR="005E0713" w:rsidRDefault="005E0713" w:rsidP="00C74132">
            <w:pPr>
              <w:tabs>
                <w:tab w:val="decimal" w:pos="722"/>
              </w:tabs>
            </w:pPr>
            <w:r>
              <w:t>-</w:t>
            </w:r>
          </w:p>
        </w:tc>
        <w:tc>
          <w:tcPr>
            <w:tcW w:w="180" w:type="dxa"/>
          </w:tcPr>
          <w:p w14:paraId="0EC344E1" w14:textId="77777777" w:rsidR="005E0713" w:rsidRPr="008167D4" w:rsidRDefault="005E0713" w:rsidP="005E0713">
            <w:pPr>
              <w:tabs>
                <w:tab w:val="decimal" w:pos="1000"/>
              </w:tabs>
            </w:pPr>
          </w:p>
        </w:tc>
        <w:tc>
          <w:tcPr>
            <w:tcW w:w="1242" w:type="dxa"/>
          </w:tcPr>
          <w:p w14:paraId="7436164B" w14:textId="4B3A9172" w:rsidR="005E0713" w:rsidRPr="008167D4" w:rsidRDefault="005E0713" w:rsidP="005E0713">
            <w:pPr>
              <w:tabs>
                <w:tab w:val="decimal" w:pos="750"/>
              </w:tabs>
            </w:pPr>
            <w:r>
              <w:t>-</w:t>
            </w:r>
          </w:p>
        </w:tc>
      </w:tr>
      <w:tr w:rsidR="005E0713" w:rsidRPr="008167D4" w14:paraId="3E94A29C" w14:textId="77777777" w:rsidTr="00907519">
        <w:trPr>
          <w:cantSplit/>
        </w:trPr>
        <w:tc>
          <w:tcPr>
            <w:tcW w:w="3807" w:type="dxa"/>
          </w:tcPr>
          <w:p w14:paraId="40F5005D" w14:textId="1F231F2A" w:rsidR="005E0713" w:rsidRPr="008167D4" w:rsidRDefault="005E0713" w:rsidP="005E0713">
            <w:r>
              <w:t xml:space="preserve">Dividend income </w:t>
            </w:r>
          </w:p>
        </w:tc>
        <w:tc>
          <w:tcPr>
            <w:tcW w:w="1350" w:type="dxa"/>
          </w:tcPr>
          <w:p w14:paraId="121BC894" w14:textId="20EAAA1E" w:rsidR="005E0713" w:rsidRPr="008167D4" w:rsidRDefault="005E0713" w:rsidP="003D5FD7">
            <w:pPr>
              <w:tabs>
                <w:tab w:val="decimal" w:pos="732"/>
              </w:tabs>
            </w:pPr>
            <w:r>
              <w:t>-</w:t>
            </w:r>
          </w:p>
        </w:tc>
        <w:tc>
          <w:tcPr>
            <w:tcW w:w="186" w:type="dxa"/>
          </w:tcPr>
          <w:p w14:paraId="4EEA929B" w14:textId="77777777" w:rsidR="005E0713" w:rsidRPr="008167D4" w:rsidRDefault="005E0713" w:rsidP="005E0713">
            <w:pPr>
              <w:tabs>
                <w:tab w:val="decimal" w:pos="1000"/>
              </w:tabs>
            </w:pPr>
          </w:p>
        </w:tc>
        <w:tc>
          <w:tcPr>
            <w:tcW w:w="1258" w:type="dxa"/>
          </w:tcPr>
          <w:p w14:paraId="18073108" w14:textId="545164F3" w:rsidR="005E0713" w:rsidRPr="008167D4" w:rsidRDefault="005E0713" w:rsidP="00015DB5">
            <w:pPr>
              <w:tabs>
                <w:tab w:val="decimal" w:pos="666"/>
              </w:tabs>
            </w:pPr>
            <w:r>
              <w:t>-</w:t>
            </w:r>
          </w:p>
        </w:tc>
        <w:tc>
          <w:tcPr>
            <w:tcW w:w="180" w:type="dxa"/>
          </w:tcPr>
          <w:p w14:paraId="66F0C8E2" w14:textId="77777777" w:rsidR="005E0713" w:rsidRPr="008167D4" w:rsidRDefault="005E0713" w:rsidP="005E0713">
            <w:pPr>
              <w:tabs>
                <w:tab w:val="decimal" w:pos="1000"/>
              </w:tabs>
            </w:pPr>
          </w:p>
        </w:tc>
        <w:tc>
          <w:tcPr>
            <w:tcW w:w="1310" w:type="dxa"/>
          </w:tcPr>
          <w:p w14:paraId="3E578328" w14:textId="1CAC8436" w:rsidR="005E0713" w:rsidRPr="008167D4" w:rsidRDefault="005E0713" w:rsidP="005E0713">
            <w:pPr>
              <w:tabs>
                <w:tab w:val="decimal" w:pos="1000"/>
              </w:tabs>
            </w:pPr>
            <w:r>
              <w:t>308,242</w:t>
            </w:r>
          </w:p>
        </w:tc>
        <w:tc>
          <w:tcPr>
            <w:tcW w:w="180" w:type="dxa"/>
          </w:tcPr>
          <w:p w14:paraId="3E4F7571" w14:textId="77777777" w:rsidR="005E0713" w:rsidRPr="008167D4" w:rsidRDefault="005E0713" w:rsidP="005E0713">
            <w:pPr>
              <w:tabs>
                <w:tab w:val="decimal" w:pos="1000"/>
              </w:tabs>
            </w:pPr>
          </w:p>
        </w:tc>
        <w:tc>
          <w:tcPr>
            <w:tcW w:w="1242" w:type="dxa"/>
          </w:tcPr>
          <w:p w14:paraId="095936B6" w14:textId="4296C04C" w:rsidR="005E0713" w:rsidRPr="008167D4" w:rsidRDefault="0027752D" w:rsidP="0027752D">
            <w:pPr>
              <w:tabs>
                <w:tab w:val="decimal" w:pos="1011"/>
              </w:tabs>
            </w:pPr>
            <w:r>
              <w:t>39,499</w:t>
            </w:r>
          </w:p>
        </w:tc>
      </w:tr>
      <w:tr w:rsidR="005E0713" w:rsidRPr="008167D4" w14:paraId="01E2ABAB" w14:textId="77777777" w:rsidTr="00907519">
        <w:trPr>
          <w:cantSplit/>
        </w:trPr>
        <w:tc>
          <w:tcPr>
            <w:tcW w:w="3807" w:type="dxa"/>
          </w:tcPr>
          <w:p w14:paraId="39708538" w14:textId="77777777" w:rsidR="005E0713" w:rsidRPr="008167D4" w:rsidRDefault="005E0713" w:rsidP="005E0713">
            <w:r w:rsidRPr="008167D4">
              <w:t>Rental and service expenses</w:t>
            </w:r>
          </w:p>
        </w:tc>
        <w:tc>
          <w:tcPr>
            <w:tcW w:w="1350" w:type="dxa"/>
          </w:tcPr>
          <w:p w14:paraId="2CB38DE9" w14:textId="1BC7E03B" w:rsidR="005E0713" w:rsidRPr="008167D4" w:rsidRDefault="005E0713" w:rsidP="005E0713">
            <w:pPr>
              <w:tabs>
                <w:tab w:val="decimal" w:pos="1000"/>
              </w:tabs>
            </w:pPr>
            <w:r>
              <w:t>2,170</w:t>
            </w:r>
          </w:p>
        </w:tc>
        <w:tc>
          <w:tcPr>
            <w:tcW w:w="186" w:type="dxa"/>
          </w:tcPr>
          <w:p w14:paraId="7F57F1F1" w14:textId="77777777" w:rsidR="005E0713" w:rsidRPr="008167D4" w:rsidRDefault="005E0713" w:rsidP="005E0713">
            <w:pPr>
              <w:tabs>
                <w:tab w:val="decimal" w:pos="1000"/>
              </w:tabs>
            </w:pPr>
          </w:p>
        </w:tc>
        <w:tc>
          <w:tcPr>
            <w:tcW w:w="1258" w:type="dxa"/>
          </w:tcPr>
          <w:p w14:paraId="6BE9A3A2" w14:textId="6EA56EE1" w:rsidR="005E0713" w:rsidRPr="008167D4" w:rsidRDefault="005E0713" w:rsidP="005E0713">
            <w:pPr>
              <w:tabs>
                <w:tab w:val="decimal" w:pos="1000"/>
              </w:tabs>
            </w:pPr>
            <w:r w:rsidRPr="008167D4">
              <w:t>14,010</w:t>
            </w:r>
          </w:p>
        </w:tc>
        <w:tc>
          <w:tcPr>
            <w:tcW w:w="180" w:type="dxa"/>
          </w:tcPr>
          <w:p w14:paraId="7D376C11" w14:textId="77777777" w:rsidR="005E0713" w:rsidRPr="008167D4" w:rsidRDefault="005E0713" w:rsidP="005E0713">
            <w:pPr>
              <w:tabs>
                <w:tab w:val="decimal" w:pos="1000"/>
              </w:tabs>
            </w:pPr>
          </w:p>
        </w:tc>
        <w:tc>
          <w:tcPr>
            <w:tcW w:w="1310" w:type="dxa"/>
          </w:tcPr>
          <w:p w14:paraId="5239CFDF" w14:textId="44465BC8" w:rsidR="005E0713" w:rsidRPr="008167D4" w:rsidRDefault="005E0713" w:rsidP="00907519">
            <w:pPr>
              <w:tabs>
                <w:tab w:val="decimal" w:pos="1000"/>
              </w:tabs>
            </w:pPr>
            <w:r>
              <w:t>2,170</w:t>
            </w:r>
          </w:p>
        </w:tc>
        <w:tc>
          <w:tcPr>
            <w:tcW w:w="180" w:type="dxa"/>
          </w:tcPr>
          <w:p w14:paraId="0EE8760E" w14:textId="77777777" w:rsidR="005E0713" w:rsidRPr="008167D4" w:rsidRDefault="005E0713" w:rsidP="005E0713">
            <w:pPr>
              <w:tabs>
                <w:tab w:val="decimal" w:pos="1000"/>
              </w:tabs>
            </w:pPr>
          </w:p>
        </w:tc>
        <w:tc>
          <w:tcPr>
            <w:tcW w:w="1242" w:type="dxa"/>
          </w:tcPr>
          <w:p w14:paraId="0705BAFA" w14:textId="56BA4222" w:rsidR="005E0713" w:rsidRPr="008167D4" w:rsidRDefault="005E0713" w:rsidP="005E0713">
            <w:pPr>
              <w:tabs>
                <w:tab w:val="decimal" w:pos="1000"/>
              </w:tabs>
            </w:pPr>
            <w:r w:rsidRPr="008167D4">
              <w:t>14,010</w:t>
            </w:r>
          </w:p>
        </w:tc>
      </w:tr>
      <w:tr w:rsidR="005E0713" w:rsidRPr="008167D4" w14:paraId="7A78D3DD" w14:textId="77777777" w:rsidTr="00907519">
        <w:trPr>
          <w:cantSplit/>
        </w:trPr>
        <w:tc>
          <w:tcPr>
            <w:tcW w:w="3807" w:type="dxa"/>
          </w:tcPr>
          <w:p w14:paraId="6FE05DFD" w14:textId="77777777" w:rsidR="005E0713" w:rsidRPr="008167D4" w:rsidRDefault="005E0713" w:rsidP="005E0713"/>
        </w:tc>
        <w:tc>
          <w:tcPr>
            <w:tcW w:w="1350" w:type="dxa"/>
          </w:tcPr>
          <w:p w14:paraId="0D82ACD3" w14:textId="77777777" w:rsidR="005E0713" w:rsidRPr="008167D4" w:rsidRDefault="005E0713" w:rsidP="005E0713">
            <w:pPr>
              <w:tabs>
                <w:tab w:val="decimal" w:pos="1000"/>
              </w:tabs>
            </w:pPr>
          </w:p>
        </w:tc>
        <w:tc>
          <w:tcPr>
            <w:tcW w:w="186" w:type="dxa"/>
          </w:tcPr>
          <w:p w14:paraId="692CD312" w14:textId="77777777" w:rsidR="005E0713" w:rsidRPr="008167D4" w:rsidRDefault="005E0713" w:rsidP="005E0713">
            <w:pPr>
              <w:pStyle w:val="BodyText"/>
              <w:tabs>
                <w:tab w:val="decimal" w:pos="1000"/>
              </w:tabs>
              <w:spacing w:after="0"/>
              <w:rPr>
                <w:szCs w:val="22"/>
              </w:rPr>
            </w:pPr>
          </w:p>
        </w:tc>
        <w:tc>
          <w:tcPr>
            <w:tcW w:w="1258" w:type="dxa"/>
          </w:tcPr>
          <w:p w14:paraId="77AA511F" w14:textId="77777777" w:rsidR="005E0713" w:rsidRPr="008167D4" w:rsidRDefault="005E0713" w:rsidP="005E0713">
            <w:pPr>
              <w:tabs>
                <w:tab w:val="decimal" w:pos="1000"/>
              </w:tabs>
            </w:pPr>
          </w:p>
        </w:tc>
        <w:tc>
          <w:tcPr>
            <w:tcW w:w="180" w:type="dxa"/>
          </w:tcPr>
          <w:p w14:paraId="5BF70E91" w14:textId="77777777" w:rsidR="005E0713" w:rsidRPr="008167D4" w:rsidRDefault="005E0713" w:rsidP="005E0713">
            <w:pPr>
              <w:pStyle w:val="acctfourfigures"/>
              <w:tabs>
                <w:tab w:val="clear" w:pos="765"/>
                <w:tab w:val="decimal" w:pos="1000"/>
              </w:tabs>
              <w:spacing w:line="240" w:lineRule="atLeast"/>
              <w:rPr>
                <w:szCs w:val="22"/>
              </w:rPr>
            </w:pPr>
          </w:p>
        </w:tc>
        <w:tc>
          <w:tcPr>
            <w:tcW w:w="1310" w:type="dxa"/>
          </w:tcPr>
          <w:p w14:paraId="2FF6B7B4" w14:textId="77777777" w:rsidR="005E0713" w:rsidRPr="008167D4" w:rsidRDefault="005E0713" w:rsidP="005E0713">
            <w:pPr>
              <w:tabs>
                <w:tab w:val="decimal" w:pos="1000"/>
              </w:tabs>
              <w:rPr>
                <w:cs/>
              </w:rPr>
            </w:pPr>
          </w:p>
        </w:tc>
        <w:tc>
          <w:tcPr>
            <w:tcW w:w="180" w:type="dxa"/>
          </w:tcPr>
          <w:p w14:paraId="26F244DE" w14:textId="77777777" w:rsidR="005E0713" w:rsidRPr="008167D4" w:rsidRDefault="005E0713" w:rsidP="005E0713">
            <w:pPr>
              <w:pStyle w:val="BodyText"/>
              <w:tabs>
                <w:tab w:val="decimal" w:pos="1000"/>
              </w:tabs>
              <w:spacing w:after="0"/>
              <w:rPr>
                <w:szCs w:val="22"/>
              </w:rPr>
            </w:pPr>
          </w:p>
        </w:tc>
        <w:tc>
          <w:tcPr>
            <w:tcW w:w="1242" w:type="dxa"/>
          </w:tcPr>
          <w:p w14:paraId="3748AF46" w14:textId="77777777" w:rsidR="005E0713" w:rsidRPr="008167D4" w:rsidRDefault="005E0713" w:rsidP="005E0713">
            <w:pPr>
              <w:tabs>
                <w:tab w:val="decimal" w:pos="1000"/>
              </w:tabs>
              <w:rPr>
                <w:cs/>
              </w:rPr>
            </w:pPr>
          </w:p>
        </w:tc>
      </w:tr>
      <w:tr w:rsidR="005E0713" w:rsidRPr="008167D4" w14:paraId="51508B25" w14:textId="77777777" w:rsidTr="00907519">
        <w:trPr>
          <w:cantSplit/>
        </w:trPr>
        <w:tc>
          <w:tcPr>
            <w:tcW w:w="3807" w:type="dxa"/>
          </w:tcPr>
          <w:p w14:paraId="0864B169" w14:textId="77777777" w:rsidR="005E0713" w:rsidRPr="008167D4" w:rsidRDefault="005E0713" w:rsidP="005E0713">
            <w:pPr>
              <w:spacing w:line="240" w:lineRule="atLeast"/>
              <w:rPr>
                <w:b/>
                <w:bCs/>
              </w:rPr>
            </w:pPr>
            <w:r w:rsidRPr="008167D4">
              <w:rPr>
                <w:b/>
                <w:bCs/>
              </w:rPr>
              <w:t xml:space="preserve">Joint ventures  </w:t>
            </w:r>
          </w:p>
        </w:tc>
        <w:tc>
          <w:tcPr>
            <w:tcW w:w="1350" w:type="dxa"/>
          </w:tcPr>
          <w:p w14:paraId="19F6C0D2" w14:textId="77777777" w:rsidR="005E0713" w:rsidRPr="008167D4" w:rsidRDefault="005E0713" w:rsidP="005E0713">
            <w:pPr>
              <w:tabs>
                <w:tab w:val="decimal" w:pos="1000"/>
              </w:tabs>
            </w:pPr>
          </w:p>
        </w:tc>
        <w:tc>
          <w:tcPr>
            <w:tcW w:w="186" w:type="dxa"/>
          </w:tcPr>
          <w:p w14:paraId="2A4FEA31" w14:textId="77777777" w:rsidR="005E0713" w:rsidRPr="008167D4" w:rsidRDefault="005E0713" w:rsidP="005E0713">
            <w:pPr>
              <w:pStyle w:val="acctfourfigures"/>
              <w:tabs>
                <w:tab w:val="clear" w:pos="765"/>
                <w:tab w:val="decimal" w:pos="1000"/>
              </w:tabs>
              <w:spacing w:line="240" w:lineRule="atLeast"/>
            </w:pPr>
          </w:p>
        </w:tc>
        <w:tc>
          <w:tcPr>
            <w:tcW w:w="1258" w:type="dxa"/>
          </w:tcPr>
          <w:p w14:paraId="56D83297" w14:textId="77777777" w:rsidR="005E0713" w:rsidRPr="008167D4" w:rsidRDefault="005E0713" w:rsidP="005E0713">
            <w:pPr>
              <w:tabs>
                <w:tab w:val="decimal" w:pos="1000"/>
              </w:tabs>
            </w:pPr>
          </w:p>
        </w:tc>
        <w:tc>
          <w:tcPr>
            <w:tcW w:w="180" w:type="dxa"/>
          </w:tcPr>
          <w:p w14:paraId="3F19AE10" w14:textId="77777777" w:rsidR="005E0713" w:rsidRPr="008167D4" w:rsidRDefault="005E0713" w:rsidP="005E0713">
            <w:pPr>
              <w:pStyle w:val="acctfourfigures"/>
              <w:tabs>
                <w:tab w:val="clear" w:pos="765"/>
                <w:tab w:val="decimal" w:pos="1000"/>
              </w:tabs>
              <w:spacing w:line="240" w:lineRule="atLeast"/>
            </w:pPr>
          </w:p>
        </w:tc>
        <w:tc>
          <w:tcPr>
            <w:tcW w:w="1310" w:type="dxa"/>
          </w:tcPr>
          <w:p w14:paraId="5737622B" w14:textId="77777777" w:rsidR="005E0713" w:rsidRPr="008167D4" w:rsidRDefault="005E0713" w:rsidP="005E0713">
            <w:pPr>
              <w:tabs>
                <w:tab w:val="decimal" w:pos="1000"/>
              </w:tabs>
            </w:pPr>
          </w:p>
        </w:tc>
        <w:tc>
          <w:tcPr>
            <w:tcW w:w="180" w:type="dxa"/>
          </w:tcPr>
          <w:p w14:paraId="02BDFAF8" w14:textId="77777777" w:rsidR="005E0713" w:rsidRPr="008167D4" w:rsidRDefault="005E0713" w:rsidP="005E0713">
            <w:pPr>
              <w:pStyle w:val="acctfourfigures"/>
              <w:tabs>
                <w:tab w:val="clear" w:pos="765"/>
                <w:tab w:val="decimal" w:pos="1000"/>
              </w:tabs>
              <w:spacing w:line="240" w:lineRule="atLeast"/>
            </w:pPr>
          </w:p>
        </w:tc>
        <w:tc>
          <w:tcPr>
            <w:tcW w:w="1242" w:type="dxa"/>
          </w:tcPr>
          <w:p w14:paraId="4D51AC6C" w14:textId="77777777" w:rsidR="005E0713" w:rsidRPr="008167D4" w:rsidRDefault="005E0713" w:rsidP="005E0713">
            <w:pPr>
              <w:tabs>
                <w:tab w:val="decimal" w:pos="1000"/>
              </w:tabs>
            </w:pPr>
          </w:p>
        </w:tc>
      </w:tr>
      <w:tr w:rsidR="00A30DD1" w:rsidRPr="008167D4" w14:paraId="0276DD66" w14:textId="77777777" w:rsidTr="00907519">
        <w:trPr>
          <w:cantSplit/>
        </w:trPr>
        <w:tc>
          <w:tcPr>
            <w:tcW w:w="3807" w:type="dxa"/>
          </w:tcPr>
          <w:p w14:paraId="19F6E81B" w14:textId="77777777" w:rsidR="00A30DD1" w:rsidRPr="008167D4" w:rsidRDefault="00A30DD1" w:rsidP="00A30DD1">
            <w:pPr>
              <w:spacing w:line="240" w:lineRule="atLeast"/>
              <w:rPr>
                <w:b/>
                <w:bCs/>
              </w:rPr>
            </w:pPr>
            <w:r w:rsidRPr="008167D4">
              <w:t>Interest income</w:t>
            </w:r>
          </w:p>
        </w:tc>
        <w:tc>
          <w:tcPr>
            <w:tcW w:w="1350" w:type="dxa"/>
          </w:tcPr>
          <w:p w14:paraId="3033093C" w14:textId="10B4B703" w:rsidR="00A30DD1" w:rsidRPr="008167D4" w:rsidRDefault="00A30DD1" w:rsidP="00A30DD1">
            <w:pPr>
              <w:tabs>
                <w:tab w:val="decimal" w:pos="1000"/>
              </w:tabs>
            </w:pPr>
            <w:r>
              <w:t>44,75</w:t>
            </w:r>
            <w:r w:rsidR="002657BD">
              <w:t>8</w:t>
            </w:r>
          </w:p>
        </w:tc>
        <w:tc>
          <w:tcPr>
            <w:tcW w:w="186" w:type="dxa"/>
          </w:tcPr>
          <w:p w14:paraId="30F609D5" w14:textId="77777777" w:rsidR="00A30DD1" w:rsidRPr="008167D4" w:rsidRDefault="00A30DD1" w:rsidP="00A30DD1">
            <w:pPr>
              <w:tabs>
                <w:tab w:val="decimal" w:pos="1000"/>
              </w:tabs>
            </w:pPr>
          </w:p>
        </w:tc>
        <w:tc>
          <w:tcPr>
            <w:tcW w:w="1258" w:type="dxa"/>
          </w:tcPr>
          <w:p w14:paraId="69E3EB58" w14:textId="7B95A004" w:rsidR="00A30DD1" w:rsidRPr="008167D4" w:rsidRDefault="00A30DD1" w:rsidP="00A30DD1">
            <w:pPr>
              <w:tabs>
                <w:tab w:val="decimal" w:pos="1000"/>
              </w:tabs>
            </w:pPr>
            <w:r w:rsidRPr="008167D4">
              <w:t>197,142</w:t>
            </w:r>
          </w:p>
        </w:tc>
        <w:tc>
          <w:tcPr>
            <w:tcW w:w="180" w:type="dxa"/>
          </w:tcPr>
          <w:p w14:paraId="67C88D4C" w14:textId="77777777" w:rsidR="00A30DD1" w:rsidRPr="008167D4" w:rsidRDefault="00A30DD1" w:rsidP="00A30DD1">
            <w:pPr>
              <w:tabs>
                <w:tab w:val="decimal" w:pos="1000"/>
              </w:tabs>
            </w:pPr>
          </w:p>
        </w:tc>
        <w:tc>
          <w:tcPr>
            <w:tcW w:w="1310" w:type="dxa"/>
          </w:tcPr>
          <w:p w14:paraId="13E17FE4" w14:textId="06D93989" w:rsidR="00A30DD1" w:rsidRPr="008167D4" w:rsidRDefault="00A30DD1" w:rsidP="00C74132">
            <w:pPr>
              <w:tabs>
                <w:tab w:val="decimal" w:pos="722"/>
              </w:tabs>
            </w:pPr>
            <w:r>
              <w:t>-</w:t>
            </w:r>
          </w:p>
        </w:tc>
        <w:tc>
          <w:tcPr>
            <w:tcW w:w="180" w:type="dxa"/>
          </w:tcPr>
          <w:p w14:paraId="4CF41B27" w14:textId="77777777" w:rsidR="00A30DD1" w:rsidRPr="008167D4" w:rsidRDefault="00A30DD1" w:rsidP="00A30DD1">
            <w:pPr>
              <w:tabs>
                <w:tab w:val="decimal" w:pos="1000"/>
              </w:tabs>
            </w:pPr>
          </w:p>
        </w:tc>
        <w:tc>
          <w:tcPr>
            <w:tcW w:w="1242" w:type="dxa"/>
          </w:tcPr>
          <w:p w14:paraId="4BC29264" w14:textId="73A80388" w:rsidR="00A30DD1" w:rsidRPr="008167D4" w:rsidRDefault="00A30DD1" w:rsidP="00A30DD1">
            <w:pPr>
              <w:tabs>
                <w:tab w:val="decimal" w:pos="750"/>
              </w:tabs>
            </w:pPr>
            <w:r w:rsidRPr="008167D4">
              <w:t>-</w:t>
            </w:r>
          </w:p>
        </w:tc>
      </w:tr>
      <w:tr w:rsidR="00A30DD1" w:rsidRPr="008167D4" w14:paraId="3AECABCC" w14:textId="77777777" w:rsidTr="00907519">
        <w:trPr>
          <w:cantSplit/>
        </w:trPr>
        <w:tc>
          <w:tcPr>
            <w:tcW w:w="3807" w:type="dxa"/>
          </w:tcPr>
          <w:p w14:paraId="25184814" w14:textId="77777777" w:rsidR="00A30DD1" w:rsidRPr="008167D4" w:rsidRDefault="00A30DD1" w:rsidP="00A30DD1">
            <w:pPr>
              <w:spacing w:line="240" w:lineRule="atLeast"/>
            </w:pPr>
          </w:p>
        </w:tc>
        <w:tc>
          <w:tcPr>
            <w:tcW w:w="1350" w:type="dxa"/>
          </w:tcPr>
          <w:p w14:paraId="2F91FFAF" w14:textId="77777777" w:rsidR="00A30DD1" w:rsidRPr="008167D4" w:rsidRDefault="00A30DD1" w:rsidP="00A30DD1">
            <w:pPr>
              <w:tabs>
                <w:tab w:val="decimal" w:pos="1000"/>
              </w:tabs>
            </w:pPr>
          </w:p>
        </w:tc>
        <w:tc>
          <w:tcPr>
            <w:tcW w:w="186" w:type="dxa"/>
          </w:tcPr>
          <w:p w14:paraId="0F0AB3F2" w14:textId="77777777" w:rsidR="00A30DD1" w:rsidRPr="008167D4" w:rsidRDefault="00A30DD1" w:rsidP="00A30DD1">
            <w:pPr>
              <w:tabs>
                <w:tab w:val="decimal" w:pos="1000"/>
              </w:tabs>
            </w:pPr>
          </w:p>
        </w:tc>
        <w:tc>
          <w:tcPr>
            <w:tcW w:w="1258" w:type="dxa"/>
          </w:tcPr>
          <w:p w14:paraId="28A5F673" w14:textId="77777777" w:rsidR="00A30DD1" w:rsidRPr="008167D4" w:rsidRDefault="00A30DD1" w:rsidP="00A30DD1">
            <w:pPr>
              <w:tabs>
                <w:tab w:val="decimal" w:pos="1000"/>
              </w:tabs>
            </w:pPr>
          </w:p>
        </w:tc>
        <w:tc>
          <w:tcPr>
            <w:tcW w:w="180" w:type="dxa"/>
          </w:tcPr>
          <w:p w14:paraId="01EC61B6" w14:textId="77777777" w:rsidR="00A30DD1" w:rsidRPr="008167D4" w:rsidRDefault="00A30DD1" w:rsidP="00A30DD1">
            <w:pPr>
              <w:tabs>
                <w:tab w:val="decimal" w:pos="1000"/>
              </w:tabs>
            </w:pPr>
          </w:p>
        </w:tc>
        <w:tc>
          <w:tcPr>
            <w:tcW w:w="1310" w:type="dxa"/>
          </w:tcPr>
          <w:p w14:paraId="646D44FA" w14:textId="77777777" w:rsidR="00A30DD1" w:rsidRPr="008167D4" w:rsidRDefault="00A30DD1" w:rsidP="00A30DD1">
            <w:pPr>
              <w:tabs>
                <w:tab w:val="decimal" w:pos="1000"/>
              </w:tabs>
            </w:pPr>
          </w:p>
        </w:tc>
        <w:tc>
          <w:tcPr>
            <w:tcW w:w="180" w:type="dxa"/>
          </w:tcPr>
          <w:p w14:paraId="4EFC1E10" w14:textId="77777777" w:rsidR="00A30DD1" w:rsidRPr="008167D4" w:rsidRDefault="00A30DD1" w:rsidP="00A30DD1">
            <w:pPr>
              <w:tabs>
                <w:tab w:val="decimal" w:pos="1000"/>
              </w:tabs>
            </w:pPr>
          </w:p>
        </w:tc>
        <w:tc>
          <w:tcPr>
            <w:tcW w:w="1242" w:type="dxa"/>
          </w:tcPr>
          <w:p w14:paraId="391A243B" w14:textId="77777777" w:rsidR="00A30DD1" w:rsidRPr="008167D4" w:rsidRDefault="00A30DD1" w:rsidP="00A30DD1">
            <w:pPr>
              <w:tabs>
                <w:tab w:val="decimal" w:pos="1000"/>
              </w:tabs>
            </w:pPr>
          </w:p>
        </w:tc>
      </w:tr>
      <w:tr w:rsidR="00A30DD1" w:rsidRPr="008167D4" w14:paraId="50A0515E" w14:textId="77777777" w:rsidTr="00907519">
        <w:trPr>
          <w:cantSplit/>
        </w:trPr>
        <w:tc>
          <w:tcPr>
            <w:tcW w:w="3807" w:type="dxa"/>
          </w:tcPr>
          <w:p w14:paraId="24878C13" w14:textId="77777777" w:rsidR="00A30DD1" w:rsidRPr="008167D4" w:rsidRDefault="00A30DD1" w:rsidP="00A30DD1">
            <w:pPr>
              <w:spacing w:line="240" w:lineRule="atLeast"/>
            </w:pPr>
            <w:r w:rsidRPr="008167D4">
              <w:rPr>
                <w:b/>
                <w:bCs/>
              </w:rPr>
              <w:t>Other related parties</w:t>
            </w:r>
          </w:p>
        </w:tc>
        <w:tc>
          <w:tcPr>
            <w:tcW w:w="1350" w:type="dxa"/>
          </w:tcPr>
          <w:p w14:paraId="7F157C01" w14:textId="77777777" w:rsidR="00A30DD1" w:rsidRPr="008167D4" w:rsidRDefault="00A30DD1" w:rsidP="00A30DD1">
            <w:pPr>
              <w:tabs>
                <w:tab w:val="decimal" w:pos="1000"/>
              </w:tabs>
            </w:pPr>
          </w:p>
        </w:tc>
        <w:tc>
          <w:tcPr>
            <w:tcW w:w="186" w:type="dxa"/>
          </w:tcPr>
          <w:p w14:paraId="76434106" w14:textId="77777777" w:rsidR="00A30DD1" w:rsidRPr="008167D4" w:rsidRDefault="00A30DD1" w:rsidP="00A30DD1">
            <w:pPr>
              <w:tabs>
                <w:tab w:val="decimal" w:pos="1000"/>
              </w:tabs>
            </w:pPr>
          </w:p>
        </w:tc>
        <w:tc>
          <w:tcPr>
            <w:tcW w:w="1258" w:type="dxa"/>
          </w:tcPr>
          <w:p w14:paraId="0D227D64" w14:textId="77777777" w:rsidR="00A30DD1" w:rsidRPr="008167D4" w:rsidRDefault="00A30DD1" w:rsidP="00A30DD1">
            <w:pPr>
              <w:tabs>
                <w:tab w:val="decimal" w:pos="1000"/>
              </w:tabs>
            </w:pPr>
          </w:p>
        </w:tc>
        <w:tc>
          <w:tcPr>
            <w:tcW w:w="180" w:type="dxa"/>
          </w:tcPr>
          <w:p w14:paraId="7F3122B1" w14:textId="77777777" w:rsidR="00A30DD1" w:rsidRPr="008167D4" w:rsidRDefault="00A30DD1" w:rsidP="00A30DD1">
            <w:pPr>
              <w:tabs>
                <w:tab w:val="decimal" w:pos="1000"/>
              </w:tabs>
            </w:pPr>
          </w:p>
        </w:tc>
        <w:tc>
          <w:tcPr>
            <w:tcW w:w="1310" w:type="dxa"/>
          </w:tcPr>
          <w:p w14:paraId="1B0CD770" w14:textId="77777777" w:rsidR="00A30DD1" w:rsidRPr="008167D4" w:rsidRDefault="00A30DD1" w:rsidP="00A30DD1">
            <w:pPr>
              <w:tabs>
                <w:tab w:val="decimal" w:pos="1000"/>
              </w:tabs>
            </w:pPr>
          </w:p>
        </w:tc>
        <w:tc>
          <w:tcPr>
            <w:tcW w:w="180" w:type="dxa"/>
          </w:tcPr>
          <w:p w14:paraId="56B1B655" w14:textId="77777777" w:rsidR="00A30DD1" w:rsidRPr="008167D4" w:rsidRDefault="00A30DD1" w:rsidP="00A30DD1">
            <w:pPr>
              <w:tabs>
                <w:tab w:val="decimal" w:pos="1000"/>
              </w:tabs>
            </w:pPr>
          </w:p>
        </w:tc>
        <w:tc>
          <w:tcPr>
            <w:tcW w:w="1242" w:type="dxa"/>
          </w:tcPr>
          <w:p w14:paraId="7AACC220" w14:textId="77777777" w:rsidR="00A30DD1" w:rsidRPr="008167D4" w:rsidRDefault="00A30DD1" w:rsidP="00A30DD1">
            <w:pPr>
              <w:tabs>
                <w:tab w:val="decimal" w:pos="1000"/>
              </w:tabs>
            </w:pPr>
          </w:p>
        </w:tc>
      </w:tr>
      <w:tr w:rsidR="00A30DD1" w:rsidRPr="008167D4" w14:paraId="76D4847A" w14:textId="77777777" w:rsidTr="00907519">
        <w:trPr>
          <w:cantSplit/>
        </w:trPr>
        <w:tc>
          <w:tcPr>
            <w:tcW w:w="3807" w:type="dxa"/>
          </w:tcPr>
          <w:p w14:paraId="315E53D9" w14:textId="77777777" w:rsidR="00A30DD1" w:rsidRPr="008167D4" w:rsidRDefault="00A30DD1" w:rsidP="00A30DD1">
            <w:pPr>
              <w:spacing w:line="240" w:lineRule="atLeast"/>
            </w:pPr>
            <w:r w:rsidRPr="008167D4">
              <w:t>Rental income</w:t>
            </w:r>
          </w:p>
        </w:tc>
        <w:tc>
          <w:tcPr>
            <w:tcW w:w="1350" w:type="dxa"/>
          </w:tcPr>
          <w:p w14:paraId="0AC3775D" w14:textId="31619E83" w:rsidR="00A30DD1" w:rsidRPr="008167D4" w:rsidRDefault="00A30DD1" w:rsidP="00A30DD1">
            <w:pPr>
              <w:tabs>
                <w:tab w:val="decimal" w:pos="1000"/>
              </w:tabs>
            </w:pPr>
            <w:r>
              <w:t>124,943</w:t>
            </w:r>
          </w:p>
        </w:tc>
        <w:tc>
          <w:tcPr>
            <w:tcW w:w="186" w:type="dxa"/>
          </w:tcPr>
          <w:p w14:paraId="07C6E1DC" w14:textId="77777777" w:rsidR="00A30DD1" w:rsidRPr="008167D4" w:rsidRDefault="00A30DD1" w:rsidP="00A30DD1">
            <w:pPr>
              <w:tabs>
                <w:tab w:val="decimal" w:pos="1000"/>
              </w:tabs>
            </w:pPr>
          </w:p>
        </w:tc>
        <w:tc>
          <w:tcPr>
            <w:tcW w:w="1258" w:type="dxa"/>
          </w:tcPr>
          <w:p w14:paraId="73D37BCD" w14:textId="540B0C55" w:rsidR="00A30DD1" w:rsidRPr="008167D4" w:rsidRDefault="00A30DD1" w:rsidP="00A30DD1">
            <w:pPr>
              <w:tabs>
                <w:tab w:val="decimal" w:pos="1000"/>
              </w:tabs>
            </w:pPr>
            <w:r w:rsidRPr="008167D4">
              <w:t>7,719</w:t>
            </w:r>
          </w:p>
        </w:tc>
        <w:tc>
          <w:tcPr>
            <w:tcW w:w="180" w:type="dxa"/>
          </w:tcPr>
          <w:p w14:paraId="1341613C" w14:textId="77777777" w:rsidR="00A30DD1" w:rsidRPr="008167D4" w:rsidRDefault="00A30DD1" w:rsidP="00A30DD1">
            <w:pPr>
              <w:tabs>
                <w:tab w:val="decimal" w:pos="1000"/>
              </w:tabs>
            </w:pPr>
          </w:p>
        </w:tc>
        <w:tc>
          <w:tcPr>
            <w:tcW w:w="1310" w:type="dxa"/>
          </w:tcPr>
          <w:p w14:paraId="4E3BF4B7" w14:textId="039B04C0" w:rsidR="00A30DD1" w:rsidRPr="008167D4" w:rsidRDefault="00A30DD1" w:rsidP="00A30DD1">
            <w:pPr>
              <w:tabs>
                <w:tab w:val="decimal" w:pos="1000"/>
              </w:tabs>
            </w:pPr>
            <w:r>
              <w:t>87,6</w:t>
            </w:r>
            <w:r w:rsidR="00015DB5">
              <w:t>3</w:t>
            </w:r>
            <w:r>
              <w:t>0</w:t>
            </w:r>
          </w:p>
        </w:tc>
        <w:tc>
          <w:tcPr>
            <w:tcW w:w="180" w:type="dxa"/>
          </w:tcPr>
          <w:p w14:paraId="6D27F9FA" w14:textId="77777777" w:rsidR="00A30DD1" w:rsidRPr="008167D4" w:rsidRDefault="00A30DD1" w:rsidP="00A30DD1">
            <w:pPr>
              <w:tabs>
                <w:tab w:val="decimal" w:pos="1000"/>
              </w:tabs>
            </w:pPr>
          </w:p>
        </w:tc>
        <w:tc>
          <w:tcPr>
            <w:tcW w:w="1242" w:type="dxa"/>
          </w:tcPr>
          <w:p w14:paraId="31ADE26F" w14:textId="7D36D398" w:rsidR="00A30DD1" w:rsidRPr="008167D4" w:rsidRDefault="00A30DD1" w:rsidP="00A30DD1">
            <w:pPr>
              <w:tabs>
                <w:tab w:val="decimal" w:pos="1000"/>
              </w:tabs>
            </w:pPr>
            <w:r w:rsidRPr="008167D4">
              <w:t>18</w:t>
            </w:r>
          </w:p>
        </w:tc>
      </w:tr>
      <w:tr w:rsidR="00A30DD1" w:rsidRPr="008167D4" w14:paraId="6A3B8450" w14:textId="77777777" w:rsidTr="00907519">
        <w:trPr>
          <w:cantSplit/>
        </w:trPr>
        <w:tc>
          <w:tcPr>
            <w:tcW w:w="3807" w:type="dxa"/>
          </w:tcPr>
          <w:p w14:paraId="51EB3973" w14:textId="77777777" w:rsidR="00A30DD1" w:rsidRPr="008167D4" w:rsidRDefault="00A30DD1" w:rsidP="00A30DD1">
            <w:pPr>
              <w:spacing w:line="240" w:lineRule="atLeast"/>
              <w:ind w:right="-108"/>
              <w:jc w:val="both"/>
              <w:rPr>
                <w:lang w:val="en-US"/>
              </w:rPr>
            </w:pPr>
            <w:r w:rsidRPr="008167D4">
              <w:t xml:space="preserve">Project management </w:t>
            </w:r>
            <w:r w:rsidRPr="008167D4">
              <w:rPr>
                <w:lang w:val="en-US"/>
              </w:rPr>
              <w:t>income</w:t>
            </w:r>
          </w:p>
        </w:tc>
        <w:tc>
          <w:tcPr>
            <w:tcW w:w="1350" w:type="dxa"/>
          </w:tcPr>
          <w:p w14:paraId="4807D7CE" w14:textId="73785531" w:rsidR="00A30DD1" w:rsidRPr="008167D4" w:rsidRDefault="00A30DD1" w:rsidP="00A30DD1">
            <w:pPr>
              <w:tabs>
                <w:tab w:val="decimal" w:pos="1000"/>
              </w:tabs>
            </w:pPr>
            <w:r>
              <w:t>12,197</w:t>
            </w:r>
          </w:p>
        </w:tc>
        <w:tc>
          <w:tcPr>
            <w:tcW w:w="186" w:type="dxa"/>
          </w:tcPr>
          <w:p w14:paraId="6FEECA4E" w14:textId="77777777" w:rsidR="00A30DD1" w:rsidRPr="008167D4" w:rsidRDefault="00A30DD1" w:rsidP="00A30DD1">
            <w:pPr>
              <w:tabs>
                <w:tab w:val="decimal" w:pos="1000"/>
              </w:tabs>
            </w:pPr>
          </w:p>
        </w:tc>
        <w:tc>
          <w:tcPr>
            <w:tcW w:w="1258" w:type="dxa"/>
          </w:tcPr>
          <w:p w14:paraId="36D415B0" w14:textId="5779F770" w:rsidR="00A30DD1" w:rsidRPr="008167D4" w:rsidRDefault="00A30DD1" w:rsidP="00015DB5">
            <w:pPr>
              <w:tabs>
                <w:tab w:val="decimal" w:pos="666"/>
              </w:tabs>
            </w:pPr>
            <w:r w:rsidRPr="008167D4">
              <w:t>-</w:t>
            </w:r>
          </w:p>
        </w:tc>
        <w:tc>
          <w:tcPr>
            <w:tcW w:w="180" w:type="dxa"/>
          </w:tcPr>
          <w:p w14:paraId="0150C474" w14:textId="77777777" w:rsidR="00A30DD1" w:rsidRPr="008167D4" w:rsidRDefault="00A30DD1" w:rsidP="00A30DD1">
            <w:pPr>
              <w:tabs>
                <w:tab w:val="decimal" w:pos="1000"/>
              </w:tabs>
            </w:pPr>
          </w:p>
        </w:tc>
        <w:tc>
          <w:tcPr>
            <w:tcW w:w="1310" w:type="dxa"/>
          </w:tcPr>
          <w:p w14:paraId="128D3C82" w14:textId="164D9DB6" w:rsidR="00A30DD1" w:rsidRPr="008167D4" w:rsidRDefault="00A30DD1" w:rsidP="00A30DD1">
            <w:pPr>
              <w:tabs>
                <w:tab w:val="decimal" w:pos="1000"/>
              </w:tabs>
            </w:pPr>
            <w:r>
              <w:t>8,395</w:t>
            </w:r>
          </w:p>
        </w:tc>
        <w:tc>
          <w:tcPr>
            <w:tcW w:w="180" w:type="dxa"/>
          </w:tcPr>
          <w:p w14:paraId="4F56FAB4" w14:textId="77777777" w:rsidR="00A30DD1" w:rsidRPr="008167D4" w:rsidRDefault="00A30DD1" w:rsidP="00A30DD1">
            <w:pPr>
              <w:tabs>
                <w:tab w:val="decimal" w:pos="1000"/>
              </w:tabs>
            </w:pPr>
          </w:p>
        </w:tc>
        <w:tc>
          <w:tcPr>
            <w:tcW w:w="1242" w:type="dxa"/>
          </w:tcPr>
          <w:p w14:paraId="56DCA890" w14:textId="7EF1861C" w:rsidR="00A30DD1" w:rsidRPr="008167D4" w:rsidRDefault="00A30DD1" w:rsidP="00A30DD1">
            <w:pPr>
              <w:tabs>
                <w:tab w:val="decimal" w:pos="750"/>
              </w:tabs>
            </w:pPr>
            <w:r w:rsidRPr="008167D4">
              <w:t>-</w:t>
            </w:r>
          </w:p>
        </w:tc>
      </w:tr>
      <w:tr w:rsidR="00A30DD1" w:rsidRPr="008167D4" w14:paraId="7D897872" w14:textId="77777777" w:rsidTr="00907519">
        <w:trPr>
          <w:cantSplit/>
        </w:trPr>
        <w:tc>
          <w:tcPr>
            <w:tcW w:w="3807" w:type="dxa"/>
          </w:tcPr>
          <w:p w14:paraId="47358281" w14:textId="77777777" w:rsidR="00A30DD1" w:rsidRPr="008167D4" w:rsidRDefault="00A30DD1" w:rsidP="00A30DD1">
            <w:pPr>
              <w:spacing w:line="240" w:lineRule="atLeast"/>
              <w:ind w:right="-108"/>
              <w:jc w:val="both"/>
            </w:pPr>
            <w:r w:rsidRPr="008167D4">
              <w:t>Other income</w:t>
            </w:r>
          </w:p>
        </w:tc>
        <w:tc>
          <w:tcPr>
            <w:tcW w:w="1350" w:type="dxa"/>
          </w:tcPr>
          <w:p w14:paraId="6ADC6E18" w14:textId="22BAACE0" w:rsidR="00A30DD1" w:rsidRPr="008167D4" w:rsidRDefault="00A30DD1" w:rsidP="00A30DD1">
            <w:pPr>
              <w:tabs>
                <w:tab w:val="decimal" w:pos="1000"/>
              </w:tabs>
            </w:pPr>
            <w:r>
              <w:t>167</w:t>
            </w:r>
          </w:p>
        </w:tc>
        <w:tc>
          <w:tcPr>
            <w:tcW w:w="186" w:type="dxa"/>
          </w:tcPr>
          <w:p w14:paraId="257889C1" w14:textId="77777777" w:rsidR="00A30DD1" w:rsidRPr="008167D4" w:rsidRDefault="00A30DD1" w:rsidP="00A30DD1">
            <w:pPr>
              <w:tabs>
                <w:tab w:val="decimal" w:pos="1000"/>
              </w:tabs>
            </w:pPr>
          </w:p>
        </w:tc>
        <w:tc>
          <w:tcPr>
            <w:tcW w:w="1258" w:type="dxa"/>
          </w:tcPr>
          <w:p w14:paraId="1C496E7B" w14:textId="4F12A0AD" w:rsidR="00A30DD1" w:rsidRPr="008167D4" w:rsidRDefault="00A30DD1" w:rsidP="00A30DD1">
            <w:pPr>
              <w:tabs>
                <w:tab w:val="decimal" w:pos="1000"/>
              </w:tabs>
            </w:pPr>
            <w:r w:rsidRPr="008167D4">
              <w:t>6</w:t>
            </w:r>
          </w:p>
        </w:tc>
        <w:tc>
          <w:tcPr>
            <w:tcW w:w="180" w:type="dxa"/>
          </w:tcPr>
          <w:p w14:paraId="48203575" w14:textId="77777777" w:rsidR="00A30DD1" w:rsidRPr="008167D4" w:rsidRDefault="00A30DD1" w:rsidP="00A30DD1">
            <w:pPr>
              <w:tabs>
                <w:tab w:val="decimal" w:pos="1000"/>
              </w:tabs>
            </w:pPr>
          </w:p>
        </w:tc>
        <w:tc>
          <w:tcPr>
            <w:tcW w:w="1310" w:type="dxa"/>
          </w:tcPr>
          <w:p w14:paraId="16AF9C01" w14:textId="3AA81CBE" w:rsidR="00A30DD1" w:rsidRPr="008167D4" w:rsidRDefault="00A30DD1" w:rsidP="00A30DD1">
            <w:pPr>
              <w:tabs>
                <w:tab w:val="decimal" w:pos="668"/>
              </w:tabs>
            </w:pPr>
            <w:r>
              <w:t>-</w:t>
            </w:r>
          </w:p>
        </w:tc>
        <w:tc>
          <w:tcPr>
            <w:tcW w:w="180" w:type="dxa"/>
          </w:tcPr>
          <w:p w14:paraId="6A008550" w14:textId="77777777" w:rsidR="00A30DD1" w:rsidRPr="008167D4" w:rsidRDefault="00A30DD1" w:rsidP="00A30DD1">
            <w:pPr>
              <w:tabs>
                <w:tab w:val="decimal" w:pos="1000"/>
              </w:tabs>
            </w:pPr>
          </w:p>
        </w:tc>
        <w:tc>
          <w:tcPr>
            <w:tcW w:w="1242" w:type="dxa"/>
          </w:tcPr>
          <w:p w14:paraId="31073BAF" w14:textId="16443E68" w:rsidR="00A30DD1" w:rsidRPr="008167D4" w:rsidRDefault="00A30DD1" w:rsidP="00A30DD1">
            <w:pPr>
              <w:tabs>
                <w:tab w:val="decimal" w:pos="750"/>
              </w:tabs>
            </w:pPr>
            <w:r w:rsidRPr="008167D4">
              <w:t>-</w:t>
            </w:r>
          </w:p>
        </w:tc>
      </w:tr>
      <w:tr w:rsidR="00A30DD1" w:rsidRPr="008167D4" w14:paraId="5103AA31" w14:textId="77777777" w:rsidTr="00907519">
        <w:trPr>
          <w:cantSplit/>
        </w:trPr>
        <w:tc>
          <w:tcPr>
            <w:tcW w:w="3807" w:type="dxa"/>
          </w:tcPr>
          <w:p w14:paraId="1DDE9F62" w14:textId="39F48DCF" w:rsidR="00A30DD1" w:rsidRPr="008167D4" w:rsidRDefault="00A30DD1" w:rsidP="00A30DD1">
            <w:r w:rsidRPr="008167D4">
              <w:t>Rental and service expenses</w:t>
            </w:r>
          </w:p>
        </w:tc>
        <w:tc>
          <w:tcPr>
            <w:tcW w:w="1350" w:type="dxa"/>
          </w:tcPr>
          <w:p w14:paraId="009530B9" w14:textId="6C6E798B" w:rsidR="00A30DD1" w:rsidRPr="008167D4" w:rsidRDefault="00A30DD1" w:rsidP="00A30DD1">
            <w:pPr>
              <w:tabs>
                <w:tab w:val="decimal" w:pos="1000"/>
              </w:tabs>
            </w:pPr>
            <w:r>
              <w:t>1,659</w:t>
            </w:r>
          </w:p>
        </w:tc>
        <w:tc>
          <w:tcPr>
            <w:tcW w:w="186" w:type="dxa"/>
          </w:tcPr>
          <w:p w14:paraId="767ACC92" w14:textId="77777777" w:rsidR="00A30DD1" w:rsidRPr="008167D4" w:rsidRDefault="00A30DD1" w:rsidP="00A30DD1">
            <w:pPr>
              <w:tabs>
                <w:tab w:val="decimal" w:pos="1000"/>
              </w:tabs>
            </w:pPr>
          </w:p>
        </w:tc>
        <w:tc>
          <w:tcPr>
            <w:tcW w:w="1258" w:type="dxa"/>
          </w:tcPr>
          <w:p w14:paraId="6006F30D" w14:textId="6DB19301" w:rsidR="00A30DD1" w:rsidRPr="008167D4" w:rsidRDefault="00A30DD1" w:rsidP="00015DB5">
            <w:pPr>
              <w:tabs>
                <w:tab w:val="decimal" w:pos="666"/>
              </w:tabs>
            </w:pPr>
            <w:r w:rsidRPr="008167D4">
              <w:t>-</w:t>
            </w:r>
          </w:p>
        </w:tc>
        <w:tc>
          <w:tcPr>
            <w:tcW w:w="180" w:type="dxa"/>
          </w:tcPr>
          <w:p w14:paraId="05A72267" w14:textId="77777777" w:rsidR="00A30DD1" w:rsidRPr="008167D4" w:rsidRDefault="00A30DD1" w:rsidP="00A30DD1">
            <w:pPr>
              <w:tabs>
                <w:tab w:val="decimal" w:pos="1000"/>
              </w:tabs>
            </w:pPr>
          </w:p>
        </w:tc>
        <w:tc>
          <w:tcPr>
            <w:tcW w:w="1310" w:type="dxa"/>
          </w:tcPr>
          <w:p w14:paraId="77DF7360" w14:textId="4B79DE3E" w:rsidR="00A30DD1" w:rsidRPr="008167D4" w:rsidRDefault="00A30DD1" w:rsidP="00A30DD1">
            <w:pPr>
              <w:tabs>
                <w:tab w:val="decimal" w:pos="1000"/>
              </w:tabs>
            </w:pPr>
            <w:r>
              <w:t>1,659</w:t>
            </w:r>
          </w:p>
        </w:tc>
        <w:tc>
          <w:tcPr>
            <w:tcW w:w="180" w:type="dxa"/>
          </w:tcPr>
          <w:p w14:paraId="525A1F49" w14:textId="77777777" w:rsidR="00A30DD1" w:rsidRPr="008167D4" w:rsidRDefault="00A30DD1" w:rsidP="00A30DD1">
            <w:pPr>
              <w:tabs>
                <w:tab w:val="decimal" w:pos="1000"/>
              </w:tabs>
            </w:pPr>
          </w:p>
        </w:tc>
        <w:tc>
          <w:tcPr>
            <w:tcW w:w="1242" w:type="dxa"/>
          </w:tcPr>
          <w:p w14:paraId="666F25A2" w14:textId="45ECEFE4" w:rsidR="00A30DD1" w:rsidRPr="008167D4" w:rsidRDefault="00A30DD1" w:rsidP="00A30DD1">
            <w:pPr>
              <w:tabs>
                <w:tab w:val="decimal" w:pos="750"/>
              </w:tabs>
            </w:pPr>
            <w:r w:rsidRPr="008167D4">
              <w:t>-</w:t>
            </w:r>
          </w:p>
        </w:tc>
      </w:tr>
      <w:tr w:rsidR="00A30DD1" w:rsidRPr="008167D4" w14:paraId="45D06231" w14:textId="77777777" w:rsidTr="00907519">
        <w:trPr>
          <w:cantSplit/>
        </w:trPr>
        <w:tc>
          <w:tcPr>
            <w:tcW w:w="3807" w:type="dxa"/>
          </w:tcPr>
          <w:p w14:paraId="035A2A56" w14:textId="77777777" w:rsidR="00A30DD1" w:rsidRPr="008167D4" w:rsidRDefault="00A30DD1" w:rsidP="00A30DD1">
            <w:pPr>
              <w:spacing w:line="240" w:lineRule="atLeast"/>
              <w:rPr>
                <w:b/>
                <w:bCs/>
              </w:rPr>
            </w:pPr>
          </w:p>
        </w:tc>
        <w:tc>
          <w:tcPr>
            <w:tcW w:w="1350" w:type="dxa"/>
          </w:tcPr>
          <w:p w14:paraId="3516E3E2" w14:textId="77777777" w:rsidR="00A30DD1" w:rsidRPr="008167D4" w:rsidRDefault="00A30DD1" w:rsidP="00907519">
            <w:pPr>
              <w:tabs>
                <w:tab w:val="decimal" w:pos="1000"/>
              </w:tabs>
            </w:pPr>
          </w:p>
        </w:tc>
        <w:tc>
          <w:tcPr>
            <w:tcW w:w="186" w:type="dxa"/>
          </w:tcPr>
          <w:p w14:paraId="4A31293F" w14:textId="77777777" w:rsidR="00A30DD1" w:rsidRPr="008167D4" w:rsidRDefault="00A30DD1" w:rsidP="00A30DD1">
            <w:pPr>
              <w:tabs>
                <w:tab w:val="decimal" w:pos="1000"/>
              </w:tabs>
            </w:pPr>
          </w:p>
        </w:tc>
        <w:tc>
          <w:tcPr>
            <w:tcW w:w="1258" w:type="dxa"/>
          </w:tcPr>
          <w:p w14:paraId="5B082F0D" w14:textId="77777777" w:rsidR="00A30DD1" w:rsidRPr="008167D4" w:rsidRDefault="00A30DD1" w:rsidP="00A30DD1">
            <w:pPr>
              <w:tabs>
                <w:tab w:val="decimal" w:pos="1000"/>
              </w:tabs>
            </w:pPr>
          </w:p>
        </w:tc>
        <w:tc>
          <w:tcPr>
            <w:tcW w:w="180" w:type="dxa"/>
          </w:tcPr>
          <w:p w14:paraId="6401E567" w14:textId="77777777" w:rsidR="00A30DD1" w:rsidRPr="008167D4" w:rsidRDefault="00A30DD1" w:rsidP="00A30DD1">
            <w:pPr>
              <w:tabs>
                <w:tab w:val="decimal" w:pos="1000"/>
              </w:tabs>
            </w:pPr>
          </w:p>
        </w:tc>
        <w:tc>
          <w:tcPr>
            <w:tcW w:w="1310" w:type="dxa"/>
          </w:tcPr>
          <w:p w14:paraId="37CA9EE6" w14:textId="77777777" w:rsidR="00A30DD1" w:rsidRPr="008167D4" w:rsidRDefault="00A30DD1" w:rsidP="00A30DD1">
            <w:pPr>
              <w:tabs>
                <w:tab w:val="decimal" w:pos="1000"/>
              </w:tabs>
            </w:pPr>
          </w:p>
        </w:tc>
        <w:tc>
          <w:tcPr>
            <w:tcW w:w="180" w:type="dxa"/>
          </w:tcPr>
          <w:p w14:paraId="733EA868" w14:textId="77777777" w:rsidR="00A30DD1" w:rsidRPr="008167D4" w:rsidRDefault="00A30DD1" w:rsidP="00A30DD1">
            <w:pPr>
              <w:tabs>
                <w:tab w:val="decimal" w:pos="1000"/>
              </w:tabs>
            </w:pPr>
          </w:p>
        </w:tc>
        <w:tc>
          <w:tcPr>
            <w:tcW w:w="1242" w:type="dxa"/>
          </w:tcPr>
          <w:p w14:paraId="45CF893A" w14:textId="77777777" w:rsidR="00A30DD1" w:rsidRPr="008167D4" w:rsidRDefault="00A30DD1" w:rsidP="00A30DD1">
            <w:pPr>
              <w:tabs>
                <w:tab w:val="decimal" w:pos="1000"/>
              </w:tabs>
            </w:pPr>
          </w:p>
        </w:tc>
      </w:tr>
      <w:tr w:rsidR="00A30DD1" w:rsidRPr="008167D4" w14:paraId="4ECFFF56" w14:textId="77777777" w:rsidTr="00907519">
        <w:trPr>
          <w:cantSplit/>
        </w:trPr>
        <w:tc>
          <w:tcPr>
            <w:tcW w:w="3807" w:type="dxa"/>
          </w:tcPr>
          <w:p w14:paraId="6653CFC2" w14:textId="77777777" w:rsidR="00A30DD1" w:rsidRPr="008167D4" w:rsidRDefault="00A30DD1" w:rsidP="00A30DD1">
            <w:pPr>
              <w:ind w:left="540" w:hanging="540"/>
              <w:rPr>
                <w:b/>
                <w:bCs/>
              </w:rPr>
            </w:pPr>
            <w:r w:rsidRPr="008167D4">
              <w:rPr>
                <w:b/>
                <w:bCs/>
              </w:rPr>
              <w:t>Key management personnel</w:t>
            </w:r>
          </w:p>
        </w:tc>
        <w:tc>
          <w:tcPr>
            <w:tcW w:w="1350" w:type="dxa"/>
          </w:tcPr>
          <w:p w14:paraId="38563D23" w14:textId="77777777" w:rsidR="00A30DD1" w:rsidRPr="008167D4" w:rsidRDefault="00A30DD1" w:rsidP="00A30DD1">
            <w:pPr>
              <w:tabs>
                <w:tab w:val="decimal" w:pos="1000"/>
              </w:tabs>
            </w:pPr>
          </w:p>
        </w:tc>
        <w:tc>
          <w:tcPr>
            <w:tcW w:w="186" w:type="dxa"/>
          </w:tcPr>
          <w:p w14:paraId="5F7444A0" w14:textId="77777777" w:rsidR="00A30DD1" w:rsidRPr="008167D4" w:rsidRDefault="00A30DD1" w:rsidP="00A30DD1">
            <w:pPr>
              <w:tabs>
                <w:tab w:val="decimal" w:pos="1000"/>
              </w:tabs>
            </w:pPr>
          </w:p>
        </w:tc>
        <w:tc>
          <w:tcPr>
            <w:tcW w:w="1258" w:type="dxa"/>
          </w:tcPr>
          <w:p w14:paraId="0A7990F6" w14:textId="77777777" w:rsidR="00A30DD1" w:rsidRPr="008167D4" w:rsidRDefault="00A30DD1" w:rsidP="00A30DD1">
            <w:pPr>
              <w:tabs>
                <w:tab w:val="decimal" w:pos="1000"/>
              </w:tabs>
            </w:pPr>
          </w:p>
        </w:tc>
        <w:tc>
          <w:tcPr>
            <w:tcW w:w="180" w:type="dxa"/>
          </w:tcPr>
          <w:p w14:paraId="74BAD0E1" w14:textId="77777777" w:rsidR="00A30DD1" w:rsidRPr="008167D4" w:rsidRDefault="00A30DD1" w:rsidP="00A30DD1">
            <w:pPr>
              <w:tabs>
                <w:tab w:val="decimal" w:pos="1000"/>
              </w:tabs>
            </w:pPr>
          </w:p>
        </w:tc>
        <w:tc>
          <w:tcPr>
            <w:tcW w:w="1310" w:type="dxa"/>
          </w:tcPr>
          <w:p w14:paraId="3DEC4BB0" w14:textId="77777777" w:rsidR="00A30DD1" w:rsidRPr="008167D4" w:rsidRDefault="00A30DD1" w:rsidP="00A30DD1">
            <w:pPr>
              <w:tabs>
                <w:tab w:val="decimal" w:pos="1000"/>
              </w:tabs>
            </w:pPr>
          </w:p>
        </w:tc>
        <w:tc>
          <w:tcPr>
            <w:tcW w:w="180" w:type="dxa"/>
          </w:tcPr>
          <w:p w14:paraId="2D2073D5" w14:textId="77777777" w:rsidR="00A30DD1" w:rsidRPr="008167D4" w:rsidRDefault="00A30DD1" w:rsidP="00A30DD1">
            <w:pPr>
              <w:tabs>
                <w:tab w:val="decimal" w:pos="1000"/>
              </w:tabs>
            </w:pPr>
          </w:p>
        </w:tc>
        <w:tc>
          <w:tcPr>
            <w:tcW w:w="1242" w:type="dxa"/>
          </w:tcPr>
          <w:p w14:paraId="51088480" w14:textId="77777777" w:rsidR="00A30DD1" w:rsidRPr="008167D4" w:rsidRDefault="00A30DD1" w:rsidP="00A30DD1">
            <w:pPr>
              <w:tabs>
                <w:tab w:val="decimal" w:pos="1000"/>
              </w:tabs>
            </w:pPr>
          </w:p>
        </w:tc>
      </w:tr>
      <w:tr w:rsidR="00A30DD1" w:rsidRPr="008167D4" w14:paraId="1D02D153" w14:textId="77777777" w:rsidTr="00907519">
        <w:trPr>
          <w:cantSplit/>
        </w:trPr>
        <w:tc>
          <w:tcPr>
            <w:tcW w:w="3807" w:type="dxa"/>
          </w:tcPr>
          <w:p w14:paraId="1C83621B" w14:textId="77777777" w:rsidR="00A30DD1" w:rsidRPr="008167D4" w:rsidRDefault="00A30DD1" w:rsidP="00A30DD1">
            <w:pPr>
              <w:ind w:left="371" w:hanging="371"/>
              <w:rPr>
                <w:spacing w:val="-4"/>
                <w:lang w:bidi="th-TH"/>
              </w:rPr>
            </w:pPr>
            <w:r w:rsidRPr="008167D4">
              <w:rPr>
                <w:spacing w:val="-4"/>
                <w:lang w:bidi="th-TH"/>
              </w:rPr>
              <w:t>Key management personnel compensation</w:t>
            </w:r>
          </w:p>
        </w:tc>
        <w:tc>
          <w:tcPr>
            <w:tcW w:w="1350" w:type="dxa"/>
          </w:tcPr>
          <w:p w14:paraId="775773CE" w14:textId="77777777" w:rsidR="00A30DD1" w:rsidRPr="008167D4" w:rsidRDefault="00A30DD1" w:rsidP="00A30DD1">
            <w:pPr>
              <w:tabs>
                <w:tab w:val="decimal" w:pos="1000"/>
              </w:tabs>
            </w:pPr>
          </w:p>
        </w:tc>
        <w:tc>
          <w:tcPr>
            <w:tcW w:w="186" w:type="dxa"/>
          </w:tcPr>
          <w:p w14:paraId="7102A968" w14:textId="77777777" w:rsidR="00A30DD1" w:rsidRPr="008167D4" w:rsidRDefault="00A30DD1" w:rsidP="00A30DD1">
            <w:pPr>
              <w:tabs>
                <w:tab w:val="decimal" w:pos="1000"/>
              </w:tabs>
            </w:pPr>
          </w:p>
        </w:tc>
        <w:tc>
          <w:tcPr>
            <w:tcW w:w="1258" w:type="dxa"/>
          </w:tcPr>
          <w:p w14:paraId="0E29F97D" w14:textId="77777777" w:rsidR="00A30DD1" w:rsidRPr="008167D4" w:rsidRDefault="00A30DD1" w:rsidP="00A30DD1">
            <w:pPr>
              <w:tabs>
                <w:tab w:val="decimal" w:pos="1000"/>
              </w:tabs>
            </w:pPr>
          </w:p>
        </w:tc>
        <w:tc>
          <w:tcPr>
            <w:tcW w:w="180" w:type="dxa"/>
          </w:tcPr>
          <w:p w14:paraId="7B54E9E0" w14:textId="77777777" w:rsidR="00A30DD1" w:rsidRPr="008167D4" w:rsidRDefault="00A30DD1" w:rsidP="00A30DD1">
            <w:pPr>
              <w:tabs>
                <w:tab w:val="decimal" w:pos="1000"/>
              </w:tabs>
            </w:pPr>
          </w:p>
        </w:tc>
        <w:tc>
          <w:tcPr>
            <w:tcW w:w="1310" w:type="dxa"/>
          </w:tcPr>
          <w:p w14:paraId="039D42CB" w14:textId="77777777" w:rsidR="00A30DD1" w:rsidRPr="008167D4" w:rsidRDefault="00A30DD1" w:rsidP="00A30DD1">
            <w:pPr>
              <w:tabs>
                <w:tab w:val="decimal" w:pos="1000"/>
              </w:tabs>
            </w:pPr>
          </w:p>
        </w:tc>
        <w:tc>
          <w:tcPr>
            <w:tcW w:w="180" w:type="dxa"/>
          </w:tcPr>
          <w:p w14:paraId="43182882" w14:textId="77777777" w:rsidR="00A30DD1" w:rsidRPr="008167D4" w:rsidRDefault="00A30DD1" w:rsidP="00A30DD1">
            <w:pPr>
              <w:tabs>
                <w:tab w:val="decimal" w:pos="1000"/>
              </w:tabs>
            </w:pPr>
          </w:p>
        </w:tc>
        <w:tc>
          <w:tcPr>
            <w:tcW w:w="1242" w:type="dxa"/>
          </w:tcPr>
          <w:p w14:paraId="10D6D700" w14:textId="77777777" w:rsidR="00A30DD1" w:rsidRPr="008167D4" w:rsidRDefault="00A30DD1" w:rsidP="00A30DD1">
            <w:pPr>
              <w:tabs>
                <w:tab w:val="decimal" w:pos="1000"/>
              </w:tabs>
            </w:pPr>
          </w:p>
        </w:tc>
      </w:tr>
      <w:tr w:rsidR="00A30DD1" w:rsidRPr="009F4D4F" w14:paraId="51E14D7E" w14:textId="77777777" w:rsidTr="00907519">
        <w:trPr>
          <w:cantSplit/>
        </w:trPr>
        <w:tc>
          <w:tcPr>
            <w:tcW w:w="3807" w:type="dxa"/>
          </w:tcPr>
          <w:p w14:paraId="10252B15" w14:textId="77777777" w:rsidR="00A30DD1" w:rsidRPr="008167D4" w:rsidRDefault="00A30DD1" w:rsidP="00A30DD1">
            <w:pPr>
              <w:spacing w:line="240" w:lineRule="atLeast"/>
              <w:ind w:left="190"/>
              <w:rPr>
                <w:i/>
                <w:iCs/>
                <w:color w:val="0000FF"/>
              </w:rPr>
            </w:pPr>
            <w:r w:rsidRPr="008167D4">
              <w:rPr>
                <w:lang w:bidi="th-TH"/>
              </w:rPr>
              <w:t>Short-term employee benefit</w:t>
            </w:r>
          </w:p>
        </w:tc>
        <w:tc>
          <w:tcPr>
            <w:tcW w:w="1350" w:type="dxa"/>
          </w:tcPr>
          <w:p w14:paraId="7CF27481" w14:textId="1D1387C8" w:rsidR="00A30DD1" w:rsidRPr="008167D4" w:rsidRDefault="00A30DD1" w:rsidP="00A30DD1">
            <w:pPr>
              <w:tabs>
                <w:tab w:val="decimal" w:pos="1000"/>
              </w:tabs>
            </w:pPr>
            <w:r>
              <w:t>29,583</w:t>
            </w:r>
          </w:p>
        </w:tc>
        <w:tc>
          <w:tcPr>
            <w:tcW w:w="186" w:type="dxa"/>
          </w:tcPr>
          <w:p w14:paraId="7C6C7BAF" w14:textId="77777777" w:rsidR="00A30DD1" w:rsidRPr="008167D4" w:rsidRDefault="00A30DD1" w:rsidP="00A30DD1">
            <w:pPr>
              <w:tabs>
                <w:tab w:val="decimal" w:pos="1000"/>
              </w:tabs>
            </w:pPr>
          </w:p>
        </w:tc>
        <w:tc>
          <w:tcPr>
            <w:tcW w:w="1258" w:type="dxa"/>
          </w:tcPr>
          <w:p w14:paraId="68D1EE78" w14:textId="32F7FBDE" w:rsidR="00A30DD1" w:rsidRPr="008167D4" w:rsidRDefault="00A30DD1" w:rsidP="00A30DD1">
            <w:pPr>
              <w:tabs>
                <w:tab w:val="decimal" w:pos="1000"/>
              </w:tabs>
            </w:pPr>
            <w:r w:rsidRPr="008167D4">
              <w:t>24,479</w:t>
            </w:r>
          </w:p>
        </w:tc>
        <w:tc>
          <w:tcPr>
            <w:tcW w:w="180" w:type="dxa"/>
          </w:tcPr>
          <w:p w14:paraId="58B66236" w14:textId="77777777" w:rsidR="00A30DD1" w:rsidRPr="008167D4" w:rsidRDefault="00A30DD1" w:rsidP="00A30DD1">
            <w:pPr>
              <w:tabs>
                <w:tab w:val="decimal" w:pos="1000"/>
              </w:tabs>
            </w:pPr>
          </w:p>
        </w:tc>
        <w:tc>
          <w:tcPr>
            <w:tcW w:w="1310" w:type="dxa"/>
          </w:tcPr>
          <w:p w14:paraId="67E28BAE" w14:textId="4AC5C7EE" w:rsidR="00A30DD1" w:rsidRPr="008167D4" w:rsidRDefault="00A30DD1" w:rsidP="00A30DD1">
            <w:pPr>
              <w:tabs>
                <w:tab w:val="decimal" w:pos="1000"/>
              </w:tabs>
            </w:pPr>
            <w:r>
              <w:t>29,273</w:t>
            </w:r>
          </w:p>
        </w:tc>
        <w:tc>
          <w:tcPr>
            <w:tcW w:w="180" w:type="dxa"/>
          </w:tcPr>
          <w:p w14:paraId="791578C9" w14:textId="77777777" w:rsidR="00A30DD1" w:rsidRPr="008167D4" w:rsidRDefault="00A30DD1" w:rsidP="00A30DD1">
            <w:pPr>
              <w:tabs>
                <w:tab w:val="decimal" w:pos="1000"/>
              </w:tabs>
            </w:pPr>
          </w:p>
        </w:tc>
        <w:tc>
          <w:tcPr>
            <w:tcW w:w="1242" w:type="dxa"/>
          </w:tcPr>
          <w:p w14:paraId="47C7AA69" w14:textId="47DFAA58" w:rsidR="00A30DD1" w:rsidRDefault="00A30DD1" w:rsidP="00A30DD1">
            <w:pPr>
              <w:tabs>
                <w:tab w:val="decimal" w:pos="1000"/>
              </w:tabs>
            </w:pPr>
            <w:r w:rsidRPr="008167D4">
              <w:t>23,259</w:t>
            </w:r>
          </w:p>
        </w:tc>
      </w:tr>
    </w:tbl>
    <w:p w14:paraId="15EF2905" w14:textId="77777777" w:rsidR="005D3E43" w:rsidRDefault="005D3E43" w:rsidP="00A91221">
      <w:pPr>
        <w:spacing w:line="240" w:lineRule="auto"/>
        <w:ind w:left="522"/>
        <w:jc w:val="thaiDistribute"/>
        <w:rPr>
          <w:spacing w:val="-2"/>
        </w:rPr>
      </w:pPr>
    </w:p>
    <w:p w14:paraId="5BAC6A76" w14:textId="7BDEE411" w:rsidR="00EA5F24" w:rsidRPr="005D3E43" w:rsidRDefault="00B66A7E" w:rsidP="00B66A7E">
      <w:pPr>
        <w:spacing w:line="240" w:lineRule="auto"/>
        <w:ind w:left="540"/>
        <w:rPr>
          <w:szCs w:val="22"/>
          <w:lang w:val="en-US"/>
        </w:rPr>
      </w:pPr>
      <w:r w:rsidRPr="005D3E43">
        <w:rPr>
          <w:szCs w:val="22"/>
          <w:lang w:val="en-US"/>
        </w:rPr>
        <w:t xml:space="preserve">Balances as at </w:t>
      </w:r>
      <w:r w:rsidR="0049109F" w:rsidRPr="005D3E43">
        <w:rPr>
          <w:szCs w:val="22"/>
          <w:lang w:val="en-US"/>
        </w:rPr>
        <w:t xml:space="preserve">30 </w:t>
      </w:r>
      <w:r w:rsidR="005D3E43">
        <w:rPr>
          <w:szCs w:val="22"/>
          <w:lang w:val="en-US"/>
        </w:rPr>
        <w:t xml:space="preserve">September </w:t>
      </w:r>
      <w:r w:rsidR="002860DC" w:rsidRPr="005D3E43">
        <w:rPr>
          <w:szCs w:val="22"/>
          <w:lang w:val="en-US"/>
        </w:rPr>
        <w:t>2020</w:t>
      </w:r>
      <w:r w:rsidRPr="005D3E43">
        <w:rPr>
          <w:szCs w:val="22"/>
          <w:lang w:val="en-US"/>
        </w:rPr>
        <w:t xml:space="preserve"> and 31 December 201</w:t>
      </w:r>
      <w:r w:rsidR="002860DC" w:rsidRPr="005D3E43">
        <w:rPr>
          <w:szCs w:val="22"/>
          <w:lang w:val="en-US"/>
        </w:rPr>
        <w:t>9</w:t>
      </w:r>
      <w:r w:rsidRPr="005D3E43">
        <w:rPr>
          <w:szCs w:val="22"/>
          <w:lang w:val="en-US"/>
        </w:rPr>
        <w:t xml:space="preserve"> with related parties were as follows:</w:t>
      </w:r>
    </w:p>
    <w:p w14:paraId="007D0F5B" w14:textId="77777777" w:rsidR="007555EE" w:rsidRPr="005D3E43" w:rsidRDefault="007555EE" w:rsidP="009F4014">
      <w:pPr>
        <w:spacing w:line="240" w:lineRule="auto"/>
        <w:ind w:left="450"/>
        <w:rPr>
          <w:szCs w:val="22"/>
          <w:lang w:val="en-US"/>
        </w:rPr>
      </w:pPr>
    </w:p>
    <w:tbl>
      <w:tblPr>
        <w:tblW w:w="9648" w:type="dxa"/>
        <w:tblInd w:w="405" w:type="dxa"/>
        <w:tblLayout w:type="fixed"/>
        <w:tblCellMar>
          <w:left w:w="79" w:type="dxa"/>
          <w:right w:w="79" w:type="dxa"/>
        </w:tblCellMar>
        <w:tblLook w:val="0000" w:firstRow="0" w:lastRow="0" w:firstColumn="0" w:lastColumn="0" w:noHBand="0" w:noVBand="0"/>
      </w:tblPr>
      <w:tblGrid>
        <w:gridCol w:w="3778"/>
        <w:gridCol w:w="1397"/>
        <w:gridCol w:w="183"/>
        <w:gridCol w:w="1262"/>
        <w:gridCol w:w="180"/>
        <w:gridCol w:w="1318"/>
        <w:gridCol w:w="180"/>
        <w:gridCol w:w="1350"/>
      </w:tblGrid>
      <w:tr w:rsidR="007555EE" w:rsidRPr="005D3E43" w14:paraId="75EC81F0" w14:textId="77777777" w:rsidTr="009856A7">
        <w:trPr>
          <w:cantSplit/>
          <w:tblHeader/>
        </w:trPr>
        <w:tc>
          <w:tcPr>
            <w:tcW w:w="3778" w:type="dxa"/>
            <w:vAlign w:val="bottom"/>
          </w:tcPr>
          <w:p w14:paraId="58C2CB68" w14:textId="77777777" w:rsidR="007555EE" w:rsidRPr="005D3E43" w:rsidRDefault="007555EE" w:rsidP="00335C41">
            <w:pPr>
              <w:spacing w:line="240" w:lineRule="atLeast"/>
              <w:ind w:left="281" w:hanging="281"/>
              <w:rPr>
                <w:b/>
                <w:bCs/>
                <w:i/>
                <w:iCs/>
              </w:rPr>
            </w:pPr>
          </w:p>
        </w:tc>
        <w:tc>
          <w:tcPr>
            <w:tcW w:w="2842" w:type="dxa"/>
            <w:gridSpan w:val="3"/>
          </w:tcPr>
          <w:p w14:paraId="44023B36" w14:textId="77777777" w:rsidR="007555EE" w:rsidRPr="005D3E43" w:rsidRDefault="007555EE" w:rsidP="00335C41">
            <w:pPr>
              <w:pStyle w:val="acctmergecolhdg"/>
              <w:spacing w:line="240" w:lineRule="atLeast"/>
            </w:pPr>
            <w:r w:rsidRPr="005D3E43">
              <w:t xml:space="preserve">Consolidated </w:t>
            </w:r>
          </w:p>
          <w:p w14:paraId="24A6512C" w14:textId="77777777" w:rsidR="007555EE" w:rsidRPr="005D3E43" w:rsidRDefault="007555EE" w:rsidP="00335C41">
            <w:pPr>
              <w:pStyle w:val="acctmergecolhdg"/>
              <w:spacing w:line="240" w:lineRule="atLeast"/>
            </w:pPr>
            <w:r w:rsidRPr="005D3E43">
              <w:t>financial statements</w:t>
            </w:r>
          </w:p>
        </w:tc>
        <w:tc>
          <w:tcPr>
            <w:tcW w:w="180" w:type="dxa"/>
          </w:tcPr>
          <w:p w14:paraId="1B84D490" w14:textId="77777777" w:rsidR="007555EE" w:rsidRPr="005D3E43" w:rsidRDefault="007555EE" w:rsidP="00335C41">
            <w:pPr>
              <w:pStyle w:val="acctmergecolhdg"/>
              <w:spacing w:line="240" w:lineRule="atLeast"/>
            </w:pPr>
          </w:p>
        </w:tc>
        <w:tc>
          <w:tcPr>
            <w:tcW w:w="2848" w:type="dxa"/>
            <w:gridSpan w:val="3"/>
          </w:tcPr>
          <w:p w14:paraId="51DB480B" w14:textId="77777777" w:rsidR="007555EE" w:rsidRPr="005D3E43" w:rsidRDefault="007555EE" w:rsidP="00335C41">
            <w:pPr>
              <w:pStyle w:val="acctmergecolhdg"/>
              <w:spacing w:line="240" w:lineRule="atLeast"/>
            </w:pPr>
            <w:r w:rsidRPr="005D3E43">
              <w:t xml:space="preserve">Separate </w:t>
            </w:r>
          </w:p>
          <w:p w14:paraId="64679C85" w14:textId="77777777" w:rsidR="007555EE" w:rsidRPr="005D3E43" w:rsidRDefault="007555EE" w:rsidP="00335C41">
            <w:pPr>
              <w:pStyle w:val="acctmergecolhdg"/>
              <w:spacing w:line="240" w:lineRule="atLeast"/>
            </w:pPr>
            <w:r w:rsidRPr="005D3E43">
              <w:t>financial statements</w:t>
            </w:r>
          </w:p>
        </w:tc>
      </w:tr>
      <w:tr w:rsidR="009856A7" w:rsidRPr="005D3E43" w14:paraId="45CE19F6" w14:textId="77777777" w:rsidTr="009856A7">
        <w:trPr>
          <w:cantSplit/>
          <w:tblHeader/>
        </w:trPr>
        <w:tc>
          <w:tcPr>
            <w:tcW w:w="3778" w:type="dxa"/>
          </w:tcPr>
          <w:p w14:paraId="0D41DC69" w14:textId="77777777" w:rsidR="009856A7" w:rsidRPr="005D3E43" w:rsidRDefault="009856A7" w:rsidP="009856A7">
            <w:pPr>
              <w:pStyle w:val="acctfourfigures"/>
              <w:spacing w:line="240" w:lineRule="atLeast"/>
            </w:pPr>
          </w:p>
        </w:tc>
        <w:tc>
          <w:tcPr>
            <w:tcW w:w="1397" w:type="dxa"/>
            <w:vAlign w:val="center"/>
          </w:tcPr>
          <w:p w14:paraId="32B16450" w14:textId="011294D7" w:rsidR="009856A7" w:rsidRPr="005D3E43" w:rsidRDefault="009856A7" w:rsidP="009856A7">
            <w:pPr>
              <w:pStyle w:val="acctmergecolhdg"/>
              <w:spacing w:line="240" w:lineRule="atLeast"/>
              <w:ind w:left="-60" w:right="-157"/>
              <w:rPr>
                <w:b w:val="0"/>
                <w:bCs/>
                <w:spacing w:val="-6"/>
              </w:rPr>
            </w:pPr>
            <w:r w:rsidRPr="005D3E43">
              <w:rPr>
                <w:b w:val="0"/>
                <w:bCs/>
                <w:szCs w:val="22"/>
                <w:lang w:val="en-US"/>
              </w:rPr>
              <w:t xml:space="preserve">30 </w:t>
            </w:r>
            <w:r>
              <w:rPr>
                <w:b w:val="0"/>
                <w:bCs/>
                <w:szCs w:val="22"/>
                <w:lang w:val="en-US"/>
              </w:rPr>
              <w:t>September</w:t>
            </w:r>
          </w:p>
        </w:tc>
        <w:tc>
          <w:tcPr>
            <w:tcW w:w="183" w:type="dxa"/>
            <w:vAlign w:val="center"/>
          </w:tcPr>
          <w:p w14:paraId="5A62256E" w14:textId="77777777" w:rsidR="009856A7" w:rsidRPr="005D3E43" w:rsidRDefault="009856A7" w:rsidP="009856A7">
            <w:pPr>
              <w:pStyle w:val="acctmergecolhdg"/>
              <w:spacing w:line="240" w:lineRule="atLeast"/>
              <w:rPr>
                <w:b w:val="0"/>
                <w:bCs/>
              </w:rPr>
            </w:pPr>
          </w:p>
        </w:tc>
        <w:tc>
          <w:tcPr>
            <w:tcW w:w="1262" w:type="dxa"/>
            <w:vAlign w:val="center"/>
          </w:tcPr>
          <w:p w14:paraId="0242DB09" w14:textId="77777777" w:rsidR="009856A7" w:rsidRPr="005D3E43" w:rsidRDefault="009856A7" w:rsidP="009856A7">
            <w:pPr>
              <w:pStyle w:val="acctmergecolhdg"/>
              <w:spacing w:line="240" w:lineRule="atLeast"/>
              <w:ind w:left="-80" w:right="-60"/>
              <w:rPr>
                <w:b w:val="0"/>
                <w:bCs/>
              </w:rPr>
            </w:pPr>
            <w:r w:rsidRPr="005D3E43">
              <w:rPr>
                <w:b w:val="0"/>
                <w:bCs/>
                <w:szCs w:val="22"/>
              </w:rPr>
              <w:t>31 December</w:t>
            </w:r>
          </w:p>
        </w:tc>
        <w:tc>
          <w:tcPr>
            <w:tcW w:w="180" w:type="dxa"/>
            <w:vAlign w:val="center"/>
          </w:tcPr>
          <w:p w14:paraId="59D9953A" w14:textId="77777777" w:rsidR="009856A7" w:rsidRPr="005D3E43" w:rsidRDefault="009856A7" w:rsidP="009856A7">
            <w:pPr>
              <w:pStyle w:val="acctmergecolhdg"/>
              <w:spacing w:line="240" w:lineRule="atLeast"/>
              <w:rPr>
                <w:b w:val="0"/>
                <w:bCs/>
              </w:rPr>
            </w:pPr>
          </w:p>
        </w:tc>
        <w:tc>
          <w:tcPr>
            <w:tcW w:w="1318" w:type="dxa"/>
            <w:vAlign w:val="center"/>
          </w:tcPr>
          <w:p w14:paraId="0B3EAB51" w14:textId="403917A5" w:rsidR="009856A7" w:rsidRPr="005D3E43" w:rsidRDefault="009856A7" w:rsidP="009856A7">
            <w:pPr>
              <w:pStyle w:val="acctmergecolhdg"/>
              <w:spacing w:line="240" w:lineRule="atLeast"/>
              <w:ind w:left="-60" w:right="-157"/>
              <w:rPr>
                <w:b w:val="0"/>
                <w:bCs/>
                <w:spacing w:val="-6"/>
              </w:rPr>
            </w:pPr>
            <w:r w:rsidRPr="005D3E43">
              <w:rPr>
                <w:b w:val="0"/>
                <w:bCs/>
                <w:szCs w:val="22"/>
                <w:lang w:val="en-US"/>
              </w:rPr>
              <w:t xml:space="preserve">30 </w:t>
            </w:r>
            <w:r>
              <w:rPr>
                <w:b w:val="0"/>
                <w:bCs/>
                <w:szCs w:val="22"/>
                <w:lang w:val="en-US"/>
              </w:rPr>
              <w:t>September</w:t>
            </w:r>
          </w:p>
        </w:tc>
        <w:tc>
          <w:tcPr>
            <w:tcW w:w="180" w:type="dxa"/>
            <w:vAlign w:val="center"/>
          </w:tcPr>
          <w:p w14:paraId="7E3EF35A" w14:textId="77777777" w:rsidR="009856A7" w:rsidRPr="005D3E43" w:rsidRDefault="009856A7" w:rsidP="009856A7">
            <w:pPr>
              <w:pStyle w:val="acctmergecolhdg"/>
              <w:spacing w:line="240" w:lineRule="atLeast"/>
              <w:rPr>
                <w:b w:val="0"/>
                <w:bCs/>
              </w:rPr>
            </w:pPr>
          </w:p>
        </w:tc>
        <w:tc>
          <w:tcPr>
            <w:tcW w:w="1350" w:type="dxa"/>
            <w:vAlign w:val="center"/>
          </w:tcPr>
          <w:p w14:paraId="500AB4FC" w14:textId="77777777" w:rsidR="009856A7" w:rsidRPr="005D3E43" w:rsidRDefault="009856A7" w:rsidP="009856A7">
            <w:pPr>
              <w:pStyle w:val="acctmergecolhdg"/>
              <w:spacing w:line="240" w:lineRule="atLeast"/>
              <w:ind w:left="-80" w:right="-60"/>
              <w:rPr>
                <w:b w:val="0"/>
                <w:bCs/>
              </w:rPr>
            </w:pPr>
            <w:r w:rsidRPr="005D3E43">
              <w:rPr>
                <w:b w:val="0"/>
                <w:bCs/>
                <w:szCs w:val="22"/>
              </w:rPr>
              <w:t>31 December</w:t>
            </w:r>
          </w:p>
        </w:tc>
      </w:tr>
      <w:tr w:rsidR="009856A7" w:rsidRPr="005D3E43" w14:paraId="2AA6C5F4" w14:textId="77777777" w:rsidTr="009856A7">
        <w:trPr>
          <w:cantSplit/>
          <w:tblHeader/>
        </w:trPr>
        <w:tc>
          <w:tcPr>
            <w:tcW w:w="3778" w:type="dxa"/>
          </w:tcPr>
          <w:p w14:paraId="0EC6DA39" w14:textId="77777777" w:rsidR="009856A7" w:rsidRPr="005D3E43" w:rsidRDefault="009856A7" w:rsidP="009856A7">
            <w:pPr>
              <w:pStyle w:val="acctfourfigures"/>
              <w:spacing w:line="240" w:lineRule="atLeast"/>
            </w:pPr>
          </w:p>
        </w:tc>
        <w:tc>
          <w:tcPr>
            <w:tcW w:w="1397" w:type="dxa"/>
            <w:vAlign w:val="center"/>
          </w:tcPr>
          <w:p w14:paraId="7DAE66BD" w14:textId="77777777" w:rsidR="009856A7" w:rsidRPr="005D3E43" w:rsidRDefault="009856A7" w:rsidP="009856A7">
            <w:pPr>
              <w:pStyle w:val="acctmergecolhdg"/>
              <w:spacing w:line="240" w:lineRule="atLeast"/>
              <w:rPr>
                <w:b w:val="0"/>
                <w:bCs/>
              </w:rPr>
            </w:pPr>
            <w:r w:rsidRPr="005D3E43">
              <w:rPr>
                <w:b w:val="0"/>
                <w:bCs/>
              </w:rPr>
              <w:t>2020</w:t>
            </w:r>
          </w:p>
        </w:tc>
        <w:tc>
          <w:tcPr>
            <w:tcW w:w="183" w:type="dxa"/>
            <w:vAlign w:val="center"/>
          </w:tcPr>
          <w:p w14:paraId="26A85D0B" w14:textId="77777777" w:rsidR="009856A7" w:rsidRPr="005D3E43" w:rsidRDefault="009856A7" w:rsidP="009856A7">
            <w:pPr>
              <w:pStyle w:val="acctmergecolhdg"/>
              <w:spacing w:line="240" w:lineRule="atLeast"/>
              <w:rPr>
                <w:b w:val="0"/>
                <w:bCs/>
              </w:rPr>
            </w:pPr>
          </w:p>
        </w:tc>
        <w:tc>
          <w:tcPr>
            <w:tcW w:w="1262" w:type="dxa"/>
            <w:vAlign w:val="center"/>
          </w:tcPr>
          <w:p w14:paraId="2406368E" w14:textId="77777777" w:rsidR="009856A7" w:rsidRPr="005D3E43" w:rsidRDefault="009856A7" w:rsidP="009856A7">
            <w:pPr>
              <w:pStyle w:val="acctmergecolhdg"/>
              <w:spacing w:line="240" w:lineRule="atLeast"/>
              <w:rPr>
                <w:b w:val="0"/>
                <w:bCs/>
              </w:rPr>
            </w:pPr>
            <w:r w:rsidRPr="005D3E43">
              <w:rPr>
                <w:b w:val="0"/>
                <w:bCs/>
              </w:rPr>
              <w:t>2019</w:t>
            </w:r>
          </w:p>
        </w:tc>
        <w:tc>
          <w:tcPr>
            <w:tcW w:w="180" w:type="dxa"/>
            <w:vAlign w:val="center"/>
          </w:tcPr>
          <w:p w14:paraId="1D67AAF9" w14:textId="77777777" w:rsidR="009856A7" w:rsidRPr="005D3E43" w:rsidRDefault="009856A7" w:rsidP="009856A7">
            <w:pPr>
              <w:pStyle w:val="acctmergecolhdg"/>
              <w:spacing w:line="240" w:lineRule="atLeast"/>
              <w:rPr>
                <w:b w:val="0"/>
                <w:bCs/>
              </w:rPr>
            </w:pPr>
          </w:p>
        </w:tc>
        <w:tc>
          <w:tcPr>
            <w:tcW w:w="1318" w:type="dxa"/>
            <w:vAlign w:val="center"/>
          </w:tcPr>
          <w:p w14:paraId="2D16CD94" w14:textId="77777777" w:rsidR="009856A7" w:rsidRPr="005D3E43" w:rsidRDefault="009856A7" w:rsidP="009856A7">
            <w:pPr>
              <w:pStyle w:val="acctmergecolhdg"/>
              <w:spacing w:line="240" w:lineRule="atLeast"/>
              <w:rPr>
                <w:b w:val="0"/>
                <w:bCs/>
              </w:rPr>
            </w:pPr>
            <w:r w:rsidRPr="005D3E43">
              <w:rPr>
                <w:b w:val="0"/>
                <w:bCs/>
              </w:rPr>
              <w:t>2020</w:t>
            </w:r>
          </w:p>
        </w:tc>
        <w:tc>
          <w:tcPr>
            <w:tcW w:w="180" w:type="dxa"/>
            <w:vAlign w:val="center"/>
          </w:tcPr>
          <w:p w14:paraId="5ED9664E" w14:textId="77777777" w:rsidR="009856A7" w:rsidRPr="005D3E43" w:rsidRDefault="009856A7" w:rsidP="009856A7">
            <w:pPr>
              <w:pStyle w:val="acctmergecolhdg"/>
              <w:spacing w:line="240" w:lineRule="atLeast"/>
              <w:rPr>
                <w:b w:val="0"/>
                <w:bCs/>
              </w:rPr>
            </w:pPr>
          </w:p>
        </w:tc>
        <w:tc>
          <w:tcPr>
            <w:tcW w:w="1350" w:type="dxa"/>
            <w:vAlign w:val="center"/>
          </w:tcPr>
          <w:p w14:paraId="5536995F" w14:textId="77777777" w:rsidR="009856A7" w:rsidRPr="005D3E43" w:rsidRDefault="009856A7" w:rsidP="009856A7">
            <w:pPr>
              <w:pStyle w:val="acctmergecolhdg"/>
              <w:spacing w:line="240" w:lineRule="atLeast"/>
              <w:rPr>
                <w:b w:val="0"/>
                <w:bCs/>
              </w:rPr>
            </w:pPr>
            <w:r w:rsidRPr="005D3E43">
              <w:rPr>
                <w:b w:val="0"/>
                <w:bCs/>
              </w:rPr>
              <w:t>2019</w:t>
            </w:r>
          </w:p>
        </w:tc>
      </w:tr>
      <w:tr w:rsidR="009856A7" w:rsidRPr="005D3E43" w14:paraId="674E1C57" w14:textId="77777777" w:rsidTr="009856A7">
        <w:trPr>
          <w:cantSplit/>
          <w:tblHeader/>
        </w:trPr>
        <w:tc>
          <w:tcPr>
            <w:tcW w:w="3778" w:type="dxa"/>
          </w:tcPr>
          <w:p w14:paraId="5B04DF75" w14:textId="77777777" w:rsidR="009856A7" w:rsidRPr="005D3E43" w:rsidRDefault="009856A7" w:rsidP="009856A7">
            <w:pPr>
              <w:spacing w:line="240" w:lineRule="atLeast"/>
              <w:rPr>
                <w:b/>
                <w:bCs/>
                <w:i/>
                <w:iCs/>
              </w:rPr>
            </w:pPr>
          </w:p>
        </w:tc>
        <w:tc>
          <w:tcPr>
            <w:tcW w:w="5870" w:type="dxa"/>
            <w:gridSpan w:val="7"/>
          </w:tcPr>
          <w:p w14:paraId="64FD5FB9" w14:textId="77777777" w:rsidR="009856A7" w:rsidRPr="005D3E43" w:rsidRDefault="009856A7" w:rsidP="009856A7">
            <w:pPr>
              <w:pStyle w:val="acctfourfigures"/>
              <w:spacing w:line="240" w:lineRule="atLeast"/>
              <w:jc w:val="center"/>
              <w:rPr>
                <w:i/>
                <w:iCs/>
              </w:rPr>
            </w:pPr>
            <w:r w:rsidRPr="005D3E43">
              <w:rPr>
                <w:i/>
                <w:iCs/>
              </w:rPr>
              <w:t>(in thousand Baht)</w:t>
            </w:r>
          </w:p>
        </w:tc>
      </w:tr>
      <w:tr w:rsidR="009856A7" w:rsidRPr="005D3E43" w14:paraId="2CDB5ADE" w14:textId="77777777" w:rsidTr="009856A7">
        <w:trPr>
          <w:cantSplit/>
        </w:trPr>
        <w:tc>
          <w:tcPr>
            <w:tcW w:w="3778" w:type="dxa"/>
          </w:tcPr>
          <w:p w14:paraId="3AA2112B" w14:textId="77777777" w:rsidR="009856A7" w:rsidRPr="005D3E43" w:rsidRDefault="009856A7" w:rsidP="009856A7">
            <w:pPr>
              <w:spacing w:line="240" w:lineRule="atLeast"/>
              <w:rPr>
                <w:b/>
                <w:bCs/>
                <w:i/>
                <w:iCs/>
                <w:szCs w:val="22"/>
                <w:lang w:val="en-US"/>
              </w:rPr>
            </w:pPr>
            <w:r w:rsidRPr="005D3E43">
              <w:rPr>
                <w:b/>
                <w:bCs/>
                <w:i/>
                <w:iCs/>
                <w:szCs w:val="22"/>
                <w:lang w:val="en-US"/>
              </w:rPr>
              <w:t>Trade accounts receivable</w:t>
            </w:r>
          </w:p>
        </w:tc>
        <w:tc>
          <w:tcPr>
            <w:tcW w:w="5870" w:type="dxa"/>
            <w:gridSpan w:val="7"/>
          </w:tcPr>
          <w:p w14:paraId="7679771C" w14:textId="77777777" w:rsidR="009856A7" w:rsidRPr="005D3E43" w:rsidRDefault="009856A7" w:rsidP="009856A7">
            <w:pPr>
              <w:pStyle w:val="acctfourfigures"/>
              <w:spacing w:line="240" w:lineRule="atLeast"/>
              <w:jc w:val="center"/>
              <w:rPr>
                <w:i/>
                <w:iCs/>
              </w:rPr>
            </w:pPr>
          </w:p>
        </w:tc>
      </w:tr>
      <w:tr w:rsidR="009856A7" w:rsidRPr="005D3E43" w14:paraId="59B743B6" w14:textId="77777777" w:rsidTr="009856A7">
        <w:trPr>
          <w:cantSplit/>
        </w:trPr>
        <w:tc>
          <w:tcPr>
            <w:tcW w:w="3778" w:type="dxa"/>
          </w:tcPr>
          <w:p w14:paraId="7639CD7D" w14:textId="77777777" w:rsidR="009856A7" w:rsidRPr="005D3E43" w:rsidRDefault="009856A7" w:rsidP="009856A7">
            <w:pPr>
              <w:spacing w:line="240" w:lineRule="atLeast"/>
            </w:pPr>
            <w:r w:rsidRPr="005D3E43">
              <w:t>Subsidiaries</w:t>
            </w:r>
          </w:p>
        </w:tc>
        <w:tc>
          <w:tcPr>
            <w:tcW w:w="1397" w:type="dxa"/>
          </w:tcPr>
          <w:p w14:paraId="228D2242" w14:textId="2093C543" w:rsidR="009856A7" w:rsidRPr="005D3E43" w:rsidRDefault="00A30DD1" w:rsidP="003D5FD7">
            <w:pPr>
              <w:tabs>
                <w:tab w:val="decimal" w:pos="778"/>
              </w:tabs>
            </w:pPr>
            <w:r>
              <w:t>-</w:t>
            </w:r>
          </w:p>
        </w:tc>
        <w:tc>
          <w:tcPr>
            <w:tcW w:w="183" w:type="dxa"/>
          </w:tcPr>
          <w:p w14:paraId="1B67FC8B" w14:textId="77777777" w:rsidR="009856A7" w:rsidRPr="005D3E43" w:rsidRDefault="009856A7" w:rsidP="009856A7"/>
        </w:tc>
        <w:tc>
          <w:tcPr>
            <w:tcW w:w="1262" w:type="dxa"/>
          </w:tcPr>
          <w:p w14:paraId="7F502DAB" w14:textId="77777777" w:rsidR="009856A7" w:rsidRPr="005D3E43" w:rsidRDefault="009856A7" w:rsidP="00015DB5">
            <w:pPr>
              <w:tabs>
                <w:tab w:val="decimal" w:pos="728"/>
              </w:tabs>
            </w:pPr>
            <w:r w:rsidRPr="005D3E43">
              <w:t>-</w:t>
            </w:r>
          </w:p>
        </w:tc>
        <w:tc>
          <w:tcPr>
            <w:tcW w:w="180" w:type="dxa"/>
          </w:tcPr>
          <w:p w14:paraId="41F4FCC5" w14:textId="77777777" w:rsidR="009856A7" w:rsidRPr="005D3E43" w:rsidRDefault="009856A7" w:rsidP="009856A7"/>
        </w:tc>
        <w:tc>
          <w:tcPr>
            <w:tcW w:w="1318" w:type="dxa"/>
          </w:tcPr>
          <w:p w14:paraId="6E91F0F3" w14:textId="00C6B18A" w:rsidR="009856A7" w:rsidRPr="005D3E43" w:rsidRDefault="00A30DD1" w:rsidP="009856A7">
            <w:pPr>
              <w:tabs>
                <w:tab w:val="decimal" w:pos="1050"/>
              </w:tabs>
            </w:pPr>
            <w:r>
              <w:t>6,174</w:t>
            </w:r>
          </w:p>
        </w:tc>
        <w:tc>
          <w:tcPr>
            <w:tcW w:w="180" w:type="dxa"/>
          </w:tcPr>
          <w:p w14:paraId="6FD57CE1" w14:textId="77777777" w:rsidR="009856A7" w:rsidRPr="005D3E43" w:rsidRDefault="009856A7" w:rsidP="009856A7"/>
        </w:tc>
        <w:tc>
          <w:tcPr>
            <w:tcW w:w="1350" w:type="dxa"/>
          </w:tcPr>
          <w:p w14:paraId="6C24C570" w14:textId="77777777" w:rsidR="009856A7" w:rsidRPr="005D3E43" w:rsidRDefault="009856A7" w:rsidP="009856A7">
            <w:pPr>
              <w:tabs>
                <w:tab w:val="decimal" w:pos="1050"/>
              </w:tabs>
              <w:rPr>
                <w:szCs w:val="22"/>
              </w:rPr>
            </w:pPr>
            <w:r w:rsidRPr="005D3E43">
              <w:rPr>
                <w:szCs w:val="22"/>
              </w:rPr>
              <w:t>49,745</w:t>
            </w:r>
          </w:p>
        </w:tc>
      </w:tr>
      <w:tr w:rsidR="009856A7" w:rsidRPr="005D3E43" w14:paraId="08091216" w14:textId="77777777" w:rsidTr="009856A7">
        <w:trPr>
          <w:cantSplit/>
        </w:trPr>
        <w:tc>
          <w:tcPr>
            <w:tcW w:w="3778" w:type="dxa"/>
          </w:tcPr>
          <w:p w14:paraId="66AD77DA" w14:textId="5DCA2F41" w:rsidR="009856A7" w:rsidRPr="005D3E43" w:rsidRDefault="009856A7" w:rsidP="009856A7">
            <w:pPr>
              <w:spacing w:line="240" w:lineRule="atLeast"/>
            </w:pPr>
            <w:r w:rsidRPr="005D3E43">
              <w:t>Associates</w:t>
            </w:r>
          </w:p>
        </w:tc>
        <w:tc>
          <w:tcPr>
            <w:tcW w:w="1397" w:type="dxa"/>
          </w:tcPr>
          <w:p w14:paraId="27DBE520" w14:textId="716215D9" w:rsidR="009856A7" w:rsidRPr="005D3E43" w:rsidRDefault="00A30DD1" w:rsidP="003D5FD7">
            <w:pPr>
              <w:pStyle w:val="acctfourfigures"/>
              <w:tabs>
                <w:tab w:val="clear" w:pos="765"/>
                <w:tab w:val="decimal" w:pos="1053"/>
              </w:tabs>
              <w:spacing w:line="240" w:lineRule="atLeast"/>
            </w:pPr>
            <w:r>
              <w:t>50,741</w:t>
            </w:r>
          </w:p>
        </w:tc>
        <w:tc>
          <w:tcPr>
            <w:tcW w:w="183" w:type="dxa"/>
          </w:tcPr>
          <w:p w14:paraId="39F1CAED" w14:textId="77777777" w:rsidR="009856A7" w:rsidRPr="005D3E43" w:rsidRDefault="009856A7" w:rsidP="009856A7"/>
        </w:tc>
        <w:tc>
          <w:tcPr>
            <w:tcW w:w="1262" w:type="dxa"/>
          </w:tcPr>
          <w:p w14:paraId="0C02B8D2" w14:textId="77777777" w:rsidR="009856A7" w:rsidRPr="005D3E43" w:rsidRDefault="009856A7" w:rsidP="009856A7">
            <w:pPr>
              <w:tabs>
                <w:tab w:val="decimal" w:pos="1050"/>
              </w:tabs>
              <w:rPr>
                <w:szCs w:val="22"/>
              </w:rPr>
            </w:pPr>
            <w:r w:rsidRPr="005D3E43">
              <w:rPr>
                <w:szCs w:val="22"/>
              </w:rPr>
              <w:t>30,993</w:t>
            </w:r>
          </w:p>
        </w:tc>
        <w:tc>
          <w:tcPr>
            <w:tcW w:w="180" w:type="dxa"/>
          </w:tcPr>
          <w:p w14:paraId="5F791825" w14:textId="77777777" w:rsidR="009856A7" w:rsidRPr="005D3E43" w:rsidRDefault="009856A7" w:rsidP="009856A7"/>
        </w:tc>
        <w:tc>
          <w:tcPr>
            <w:tcW w:w="1318" w:type="dxa"/>
          </w:tcPr>
          <w:p w14:paraId="43A024B3" w14:textId="658396FC" w:rsidR="009856A7" w:rsidRPr="005D3E43" w:rsidRDefault="00A30DD1" w:rsidP="009856A7">
            <w:pPr>
              <w:tabs>
                <w:tab w:val="decimal" w:pos="1050"/>
              </w:tabs>
            </w:pPr>
            <w:r>
              <w:t>29,838</w:t>
            </w:r>
          </w:p>
        </w:tc>
        <w:tc>
          <w:tcPr>
            <w:tcW w:w="180" w:type="dxa"/>
          </w:tcPr>
          <w:p w14:paraId="71ACB806" w14:textId="77777777" w:rsidR="009856A7" w:rsidRPr="005D3E43" w:rsidRDefault="009856A7" w:rsidP="009856A7"/>
        </w:tc>
        <w:tc>
          <w:tcPr>
            <w:tcW w:w="1350" w:type="dxa"/>
          </w:tcPr>
          <w:p w14:paraId="0A1CA596" w14:textId="77777777" w:rsidR="009856A7" w:rsidRPr="005D3E43" w:rsidRDefault="009856A7" w:rsidP="009856A7">
            <w:pPr>
              <w:tabs>
                <w:tab w:val="decimal" w:pos="1050"/>
              </w:tabs>
              <w:rPr>
                <w:szCs w:val="22"/>
              </w:rPr>
            </w:pPr>
            <w:r w:rsidRPr="005D3E43">
              <w:rPr>
                <w:szCs w:val="22"/>
              </w:rPr>
              <w:t>17,246</w:t>
            </w:r>
          </w:p>
        </w:tc>
      </w:tr>
      <w:tr w:rsidR="009856A7" w:rsidRPr="005D3E43" w14:paraId="72614E6E" w14:textId="77777777" w:rsidTr="009856A7">
        <w:trPr>
          <w:cantSplit/>
        </w:trPr>
        <w:tc>
          <w:tcPr>
            <w:tcW w:w="3778" w:type="dxa"/>
          </w:tcPr>
          <w:p w14:paraId="5F077802" w14:textId="77777777" w:rsidR="009856A7" w:rsidRPr="005D3E43" w:rsidRDefault="009856A7" w:rsidP="009856A7">
            <w:pPr>
              <w:spacing w:line="240" w:lineRule="atLeast"/>
            </w:pPr>
            <w:r w:rsidRPr="005D3E43">
              <w:t>Other related parties</w:t>
            </w:r>
          </w:p>
        </w:tc>
        <w:tc>
          <w:tcPr>
            <w:tcW w:w="1397" w:type="dxa"/>
            <w:tcBorders>
              <w:bottom w:val="single" w:sz="4" w:space="0" w:color="auto"/>
            </w:tcBorders>
          </w:tcPr>
          <w:p w14:paraId="3C93D066" w14:textId="16CABC03" w:rsidR="009856A7" w:rsidRPr="005D3E43" w:rsidRDefault="00A30DD1" w:rsidP="003D5FD7">
            <w:pPr>
              <w:tabs>
                <w:tab w:val="decimal" w:pos="1053"/>
              </w:tabs>
            </w:pPr>
            <w:r>
              <w:t>25,394</w:t>
            </w:r>
          </w:p>
        </w:tc>
        <w:tc>
          <w:tcPr>
            <w:tcW w:w="183" w:type="dxa"/>
          </w:tcPr>
          <w:p w14:paraId="0DAEB392" w14:textId="77777777" w:rsidR="009856A7" w:rsidRPr="005D3E43" w:rsidRDefault="009856A7" w:rsidP="009856A7"/>
        </w:tc>
        <w:tc>
          <w:tcPr>
            <w:tcW w:w="1262" w:type="dxa"/>
            <w:tcBorders>
              <w:bottom w:val="single" w:sz="4" w:space="0" w:color="auto"/>
            </w:tcBorders>
          </w:tcPr>
          <w:p w14:paraId="022BABB4" w14:textId="77777777" w:rsidR="009856A7" w:rsidRPr="005D3E43" w:rsidRDefault="009856A7" w:rsidP="009856A7">
            <w:pPr>
              <w:tabs>
                <w:tab w:val="decimal" w:pos="1050"/>
              </w:tabs>
              <w:rPr>
                <w:szCs w:val="22"/>
              </w:rPr>
            </w:pPr>
            <w:r w:rsidRPr="005D3E43">
              <w:rPr>
                <w:szCs w:val="22"/>
              </w:rPr>
              <w:t>21,832</w:t>
            </w:r>
          </w:p>
        </w:tc>
        <w:tc>
          <w:tcPr>
            <w:tcW w:w="180" w:type="dxa"/>
          </w:tcPr>
          <w:p w14:paraId="6066CCB0" w14:textId="77777777" w:rsidR="009856A7" w:rsidRPr="005D3E43" w:rsidRDefault="009856A7" w:rsidP="009856A7"/>
        </w:tc>
        <w:tc>
          <w:tcPr>
            <w:tcW w:w="1318" w:type="dxa"/>
            <w:tcBorders>
              <w:bottom w:val="single" w:sz="4" w:space="0" w:color="auto"/>
            </w:tcBorders>
          </w:tcPr>
          <w:p w14:paraId="62C773E6" w14:textId="425856C4" w:rsidR="009856A7" w:rsidRPr="005D3E43" w:rsidRDefault="00A30DD1" w:rsidP="009856A7">
            <w:pPr>
              <w:tabs>
                <w:tab w:val="decimal" w:pos="1050"/>
              </w:tabs>
            </w:pPr>
            <w:r>
              <w:t>6,923</w:t>
            </w:r>
          </w:p>
        </w:tc>
        <w:tc>
          <w:tcPr>
            <w:tcW w:w="180" w:type="dxa"/>
          </w:tcPr>
          <w:p w14:paraId="18B627FB" w14:textId="77777777" w:rsidR="009856A7" w:rsidRPr="005D3E43" w:rsidRDefault="009856A7" w:rsidP="009856A7"/>
        </w:tc>
        <w:tc>
          <w:tcPr>
            <w:tcW w:w="1350" w:type="dxa"/>
            <w:tcBorders>
              <w:bottom w:val="single" w:sz="4" w:space="0" w:color="auto"/>
            </w:tcBorders>
          </w:tcPr>
          <w:p w14:paraId="1F289177" w14:textId="77777777" w:rsidR="009856A7" w:rsidRPr="005D3E43" w:rsidRDefault="009856A7" w:rsidP="009856A7">
            <w:pPr>
              <w:tabs>
                <w:tab w:val="decimal" w:pos="1050"/>
              </w:tabs>
              <w:rPr>
                <w:szCs w:val="22"/>
              </w:rPr>
            </w:pPr>
            <w:r w:rsidRPr="005D3E43">
              <w:rPr>
                <w:szCs w:val="22"/>
              </w:rPr>
              <w:t>20,706</w:t>
            </w:r>
          </w:p>
        </w:tc>
      </w:tr>
      <w:tr w:rsidR="009856A7" w:rsidRPr="005D3E43" w14:paraId="4A9C04D5" w14:textId="77777777" w:rsidTr="009856A7">
        <w:trPr>
          <w:cantSplit/>
        </w:trPr>
        <w:tc>
          <w:tcPr>
            <w:tcW w:w="3778" w:type="dxa"/>
          </w:tcPr>
          <w:p w14:paraId="1A0AC7C0" w14:textId="77777777" w:rsidR="009856A7" w:rsidRPr="005D3E43" w:rsidRDefault="009856A7" w:rsidP="009856A7">
            <w:pPr>
              <w:spacing w:line="240" w:lineRule="atLeast"/>
              <w:rPr>
                <w:b/>
                <w:bCs/>
              </w:rPr>
            </w:pPr>
            <w:r w:rsidRPr="005D3E43">
              <w:rPr>
                <w:b/>
                <w:bCs/>
              </w:rPr>
              <w:t>Total</w:t>
            </w:r>
          </w:p>
        </w:tc>
        <w:tc>
          <w:tcPr>
            <w:tcW w:w="1397" w:type="dxa"/>
            <w:tcBorders>
              <w:top w:val="single" w:sz="4" w:space="0" w:color="auto"/>
              <w:bottom w:val="double" w:sz="4" w:space="0" w:color="auto"/>
            </w:tcBorders>
          </w:tcPr>
          <w:p w14:paraId="2A9DD8E8" w14:textId="56F1DFE5" w:rsidR="009856A7" w:rsidRPr="005D3E43" w:rsidRDefault="00A30DD1" w:rsidP="003D5FD7">
            <w:pPr>
              <w:tabs>
                <w:tab w:val="decimal" w:pos="1053"/>
              </w:tabs>
              <w:rPr>
                <w:b/>
                <w:bCs/>
              </w:rPr>
            </w:pPr>
            <w:r>
              <w:rPr>
                <w:b/>
                <w:bCs/>
              </w:rPr>
              <w:t>76,135</w:t>
            </w:r>
          </w:p>
        </w:tc>
        <w:tc>
          <w:tcPr>
            <w:tcW w:w="183" w:type="dxa"/>
          </w:tcPr>
          <w:p w14:paraId="0497130D" w14:textId="77777777" w:rsidR="009856A7" w:rsidRPr="005D3E43" w:rsidRDefault="009856A7" w:rsidP="009856A7">
            <w:pPr>
              <w:rPr>
                <w:b/>
                <w:bCs/>
              </w:rPr>
            </w:pPr>
          </w:p>
        </w:tc>
        <w:tc>
          <w:tcPr>
            <w:tcW w:w="1262" w:type="dxa"/>
            <w:tcBorders>
              <w:top w:val="single" w:sz="4" w:space="0" w:color="auto"/>
              <w:bottom w:val="double" w:sz="4" w:space="0" w:color="auto"/>
            </w:tcBorders>
          </w:tcPr>
          <w:p w14:paraId="32C29A3D" w14:textId="77777777" w:rsidR="009856A7" w:rsidRPr="005D3E43" w:rsidRDefault="009856A7" w:rsidP="009856A7">
            <w:pPr>
              <w:tabs>
                <w:tab w:val="decimal" w:pos="1050"/>
              </w:tabs>
              <w:rPr>
                <w:b/>
                <w:bCs/>
                <w:szCs w:val="22"/>
              </w:rPr>
            </w:pPr>
            <w:r w:rsidRPr="005D3E43">
              <w:rPr>
                <w:b/>
                <w:bCs/>
                <w:szCs w:val="22"/>
              </w:rPr>
              <w:t>52,825</w:t>
            </w:r>
          </w:p>
        </w:tc>
        <w:tc>
          <w:tcPr>
            <w:tcW w:w="180" w:type="dxa"/>
          </w:tcPr>
          <w:p w14:paraId="6EA3D8B2" w14:textId="77777777" w:rsidR="009856A7" w:rsidRPr="005D3E43" w:rsidRDefault="009856A7" w:rsidP="009856A7">
            <w:pPr>
              <w:rPr>
                <w:b/>
                <w:bCs/>
              </w:rPr>
            </w:pPr>
          </w:p>
        </w:tc>
        <w:tc>
          <w:tcPr>
            <w:tcW w:w="1318" w:type="dxa"/>
            <w:tcBorders>
              <w:top w:val="single" w:sz="4" w:space="0" w:color="auto"/>
              <w:bottom w:val="double" w:sz="4" w:space="0" w:color="auto"/>
            </w:tcBorders>
          </w:tcPr>
          <w:p w14:paraId="1EBD09E5" w14:textId="310E83B6" w:rsidR="009856A7" w:rsidRPr="005D3E43" w:rsidRDefault="00A30DD1" w:rsidP="009856A7">
            <w:pPr>
              <w:tabs>
                <w:tab w:val="decimal" w:pos="1050"/>
              </w:tabs>
              <w:rPr>
                <w:b/>
                <w:bCs/>
              </w:rPr>
            </w:pPr>
            <w:r>
              <w:rPr>
                <w:b/>
                <w:bCs/>
              </w:rPr>
              <w:t>42,935</w:t>
            </w:r>
          </w:p>
        </w:tc>
        <w:tc>
          <w:tcPr>
            <w:tcW w:w="180" w:type="dxa"/>
          </w:tcPr>
          <w:p w14:paraId="553158F4" w14:textId="77777777" w:rsidR="009856A7" w:rsidRPr="005D3E43" w:rsidRDefault="009856A7" w:rsidP="009856A7">
            <w:pPr>
              <w:rPr>
                <w:b/>
                <w:bCs/>
              </w:rPr>
            </w:pPr>
          </w:p>
        </w:tc>
        <w:tc>
          <w:tcPr>
            <w:tcW w:w="1350" w:type="dxa"/>
            <w:tcBorders>
              <w:top w:val="single" w:sz="4" w:space="0" w:color="auto"/>
              <w:bottom w:val="double" w:sz="4" w:space="0" w:color="auto"/>
            </w:tcBorders>
          </w:tcPr>
          <w:p w14:paraId="612E5C69" w14:textId="77777777" w:rsidR="009856A7" w:rsidRPr="005D3E43" w:rsidRDefault="009856A7" w:rsidP="009856A7">
            <w:pPr>
              <w:tabs>
                <w:tab w:val="decimal" w:pos="1050"/>
              </w:tabs>
              <w:rPr>
                <w:b/>
                <w:bCs/>
                <w:szCs w:val="22"/>
              </w:rPr>
            </w:pPr>
            <w:r w:rsidRPr="005D3E43">
              <w:rPr>
                <w:b/>
                <w:bCs/>
                <w:szCs w:val="22"/>
              </w:rPr>
              <w:t>87,697</w:t>
            </w:r>
          </w:p>
        </w:tc>
      </w:tr>
      <w:tr w:rsidR="009856A7" w:rsidRPr="005D3E43" w14:paraId="3EED46CA" w14:textId="77777777" w:rsidTr="009736C8">
        <w:trPr>
          <w:cantSplit/>
        </w:trPr>
        <w:tc>
          <w:tcPr>
            <w:tcW w:w="3778" w:type="dxa"/>
          </w:tcPr>
          <w:p w14:paraId="5E722D4E" w14:textId="77777777" w:rsidR="009856A7" w:rsidRPr="005D3E43" w:rsidRDefault="009856A7" w:rsidP="009856A7">
            <w:pPr>
              <w:spacing w:line="240" w:lineRule="atLeast"/>
              <w:rPr>
                <w:b/>
                <w:bCs/>
                <w:sz w:val="16"/>
                <w:szCs w:val="16"/>
              </w:rPr>
            </w:pPr>
          </w:p>
        </w:tc>
        <w:tc>
          <w:tcPr>
            <w:tcW w:w="1397" w:type="dxa"/>
            <w:tcBorders>
              <w:top w:val="double" w:sz="4" w:space="0" w:color="auto"/>
            </w:tcBorders>
          </w:tcPr>
          <w:p w14:paraId="5D40DF94" w14:textId="77777777" w:rsidR="009856A7" w:rsidRPr="005D3E43" w:rsidRDefault="009856A7" w:rsidP="009856A7">
            <w:pPr>
              <w:pStyle w:val="acctfourfigures"/>
              <w:tabs>
                <w:tab w:val="clear" w:pos="765"/>
                <w:tab w:val="decimal" w:pos="1050"/>
              </w:tabs>
              <w:spacing w:line="240" w:lineRule="atLeast"/>
              <w:ind w:right="11"/>
              <w:rPr>
                <w:b/>
                <w:bCs/>
                <w:sz w:val="16"/>
                <w:szCs w:val="16"/>
              </w:rPr>
            </w:pPr>
          </w:p>
        </w:tc>
        <w:tc>
          <w:tcPr>
            <w:tcW w:w="183" w:type="dxa"/>
          </w:tcPr>
          <w:p w14:paraId="1CCE0D3B" w14:textId="77777777" w:rsidR="009856A7" w:rsidRPr="005D3E43" w:rsidRDefault="009856A7" w:rsidP="009856A7">
            <w:pPr>
              <w:pStyle w:val="acctfourfigures"/>
              <w:tabs>
                <w:tab w:val="clear" w:pos="765"/>
                <w:tab w:val="decimal" w:pos="911"/>
              </w:tabs>
              <w:spacing w:line="240" w:lineRule="atLeast"/>
              <w:ind w:right="11"/>
              <w:rPr>
                <w:b/>
                <w:bCs/>
                <w:sz w:val="16"/>
                <w:szCs w:val="16"/>
              </w:rPr>
            </w:pPr>
          </w:p>
        </w:tc>
        <w:tc>
          <w:tcPr>
            <w:tcW w:w="1262" w:type="dxa"/>
            <w:tcBorders>
              <w:top w:val="double" w:sz="4" w:space="0" w:color="auto"/>
            </w:tcBorders>
          </w:tcPr>
          <w:p w14:paraId="27DE4975" w14:textId="77777777" w:rsidR="009856A7" w:rsidRPr="005D3E43" w:rsidRDefault="009856A7" w:rsidP="009856A7">
            <w:pPr>
              <w:pStyle w:val="acctfourfigures"/>
              <w:tabs>
                <w:tab w:val="clear" w:pos="765"/>
                <w:tab w:val="decimal" w:pos="1050"/>
              </w:tabs>
              <w:spacing w:line="240" w:lineRule="atLeast"/>
              <w:ind w:right="11"/>
              <w:rPr>
                <w:b/>
                <w:bCs/>
                <w:sz w:val="16"/>
                <w:szCs w:val="16"/>
              </w:rPr>
            </w:pPr>
          </w:p>
        </w:tc>
        <w:tc>
          <w:tcPr>
            <w:tcW w:w="180" w:type="dxa"/>
          </w:tcPr>
          <w:p w14:paraId="15B4C9C0" w14:textId="77777777" w:rsidR="009856A7" w:rsidRPr="005D3E43" w:rsidRDefault="009856A7" w:rsidP="009856A7">
            <w:pPr>
              <w:pStyle w:val="acctfourfigures"/>
              <w:tabs>
                <w:tab w:val="clear" w:pos="765"/>
                <w:tab w:val="decimal" w:pos="911"/>
              </w:tabs>
              <w:spacing w:line="240" w:lineRule="atLeast"/>
              <w:ind w:right="11"/>
              <w:rPr>
                <w:b/>
                <w:bCs/>
                <w:sz w:val="16"/>
                <w:szCs w:val="16"/>
              </w:rPr>
            </w:pPr>
          </w:p>
        </w:tc>
        <w:tc>
          <w:tcPr>
            <w:tcW w:w="1318" w:type="dxa"/>
            <w:tcBorders>
              <w:top w:val="double" w:sz="4" w:space="0" w:color="auto"/>
            </w:tcBorders>
          </w:tcPr>
          <w:p w14:paraId="53AC7FB9" w14:textId="77777777" w:rsidR="009856A7" w:rsidRPr="005D3E43" w:rsidRDefault="009856A7" w:rsidP="009856A7">
            <w:pPr>
              <w:pStyle w:val="acctfourfigures"/>
              <w:tabs>
                <w:tab w:val="clear" w:pos="765"/>
                <w:tab w:val="decimal" w:pos="911"/>
                <w:tab w:val="decimal" w:pos="1050"/>
              </w:tabs>
              <w:spacing w:line="240" w:lineRule="atLeast"/>
              <w:ind w:right="11"/>
              <w:rPr>
                <w:b/>
                <w:bCs/>
                <w:sz w:val="16"/>
                <w:szCs w:val="16"/>
              </w:rPr>
            </w:pPr>
          </w:p>
        </w:tc>
        <w:tc>
          <w:tcPr>
            <w:tcW w:w="180" w:type="dxa"/>
          </w:tcPr>
          <w:p w14:paraId="1BACC628" w14:textId="77777777" w:rsidR="009856A7" w:rsidRPr="005D3E43" w:rsidRDefault="009856A7" w:rsidP="009856A7">
            <w:pPr>
              <w:pStyle w:val="acctfourfigures"/>
              <w:tabs>
                <w:tab w:val="clear" w:pos="765"/>
                <w:tab w:val="decimal" w:pos="911"/>
              </w:tabs>
              <w:spacing w:line="240" w:lineRule="atLeast"/>
              <w:ind w:right="11"/>
              <w:rPr>
                <w:b/>
                <w:bCs/>
                <w:sz w:val="16"/>
                <w:szCs w:val="16"/>
              </w:rPr>
            </w:pPr>
          </w:p>
        </w:tc>
        <w:tc>
          <w:tcPr>
            <w:tcW w:w="1350" w:type="dxa"/>
            <w:tcBorders>
              <w:top w:val="double" w:sz="4" w:space="0" w:color="auto"/>
            </w:tcBorders>
          </w:tcPr>
          <w:p w14:paraId="4E3AC03A" w14:textId="77777777" w:rsidR="009856A7" w:rsidRPr="005D3E43" w:rsidRDefault="009856A7" w:rsidP="009856A7">
            <w:pPr>
              <w:pStyle w:val="acctfourfigures"/>
              <w:tabs>
                <w:tab w:val="clear" w:pos="765"/>
                <w:tab w:val="decimal" w:pos="911"/>
                <w:tab w:val="decimal" w:pos="1050"/>
              </w:tabs>
              <w:spacing w:line="240" w:lineRule="atLeast"/>
              <w:ind w:right="11"/>
              <w:rPr>
                <w:b/>
                <w:bCs/>
                <w:sz w:val="16"/>
                <w:szCs w:val="16"/>
              </w:rPr>
            </w:pPr>
          </w:p>
        </w:tc>
      </w:tr>
      <w:tr w:rsidR="009736C8" w:rsidRPr="005D3E43" w14:paraId="36F59743" w14:textId="77777777" w:rsidTr="009736C8">
        <w:trPr>
          <w:cantSplit/>
        </w:trPr>
        <w:tc>
          <w:tcPr>
            <w:tcW w:w="3778" w:type="dxa"/>
          </w:tcPr>
          <w:p w14:paraId="7F1C897B" w14:textId="77777777" w:rsidR="009736C8" w:rsidRPr="005D3E43" w:rsidRDefault="009736C8" w:rsidP="009856A7">
            <w:pPr>
              <w:spacing w:line="240" w:lineRule="atLeast"/>
              <w:rPr>
                <w:b/>
                <w:bCs/>
                <w:sz w:val="16"/>
                <w:szCs w:val="16"/>
              </w:rPr>
            </w:pPr>
          </w:p>
        </w:tc>
        <w:tc>
          <w:tcPr>
            <w:tcW w:w="1397" w:type="dxa"/>
          </w:tcPr>
          <w:p w14:paraId="04D33C95" w14:textId="77777777" w:rsidR="009736C8" w:rsidRPr="005D3E43" w:rsidRDefault="009736C8" w:rsidP="009856A7">
            <w:pPr>
              <w:pStyle w:val="acctfourfigures"/>
              <w:tabs>
                <w:tab w:val="clear" w:pos="765"/>
                <w:tab w:val="decimal" w:pos="1050"/>
              </w:tabs>
              <w:spacing w:line="240" w:lineRule="atLeast"/>
              <w:ind w:right="11"/>
              <w:rPr>
                <w:b/>
                <w:bCs/>
                <w:sz w:val="16"/>
                <w:szCs w:val="16"/>
              </w:rPr>
            </w:pPr>
          </w:p>
        </w:tc>
        <w:tc>
          <w:tcPr>
            <w:tcW w:w="183" w:type="dxa"/>
          </w:tcPr>
          <w:p w14:paraId="36C7CE36" w14:textId="77777777" w:rsidR="009736C8" w:rsidRPr="005D3E43" w:rsidRDefault="009736C8" w:rsidP="009856A7">
            <w:pPr>
              <w:pStyle w:val="acctfourfigures"/>
              <w:tabs>
                <w:tab w:val="clear" w:pos="765"/>
                <w:tab w:val="decimal" w:pos="911"/>
              </w:tabs>
              <w:spacing w:line="240" w:lineRule="atLeast"/>
              <w:ind w:right="11"/>
              <w:rPr>
                <w:b/>
                <w:bCs/>
                <w:sz w:val="16"/>
                <w:szCs w:val="16"/>
              </w:rPr>
            </w:pPr>
          </w:p>
        </w:tc>
        <w:tc>
          <w:tcPr>
            <w:tcW w:w="1262" w:type="dxa"/>
          </w:tcPr>
          <w:p w14:paraId="2A3EBC4B" w14:textId="77777777" w:rsidR="009736C8" w:rsidRPr="005D3E43" w:rsidRDefault="009736C8" w:rsidP="009856A7">
            <w:pPr>
              <w:pStyle w:val="acctfourfigures"/>
              <w:tabs>
                <w:tab w:val="clear" w:pos="765"/>
                <w:tab w:val="decimal" w:pos="1050"/>
              </w:tabs>
              <w:spacing w:line="240" w:lineRule="atLeast"/>
              <w:ind w:right="11"/>
              <w:rPr>
                <w:b/>
                <w:bCs/>
                <w:sz w:val="16"/>
                <w:szCs w:val="16"/>
              </w:rPr>
            </w:pPr>
          </w:p>
        </w:tc>
        <w:tc>
          <w:tcPr>
            <w:tcW w:w="180" w:type="dxa"/>
          </w:tcPr>
          <w:p w14:paraId="43CA5872" w14:textId="77777777" w:rsidR="009736C8" w:rsidRPr="005D3E43" w:rsidRDefault="009736C8" w:rsidP="009856A7">
            <w:pPr>
              <w:pStyle w:val="acctfourfigures"/>
              <w:tabs>
                <w:tab w:val="clear" w:pos="765"/>
                <w:tab w:val="decimal" w:pos="911"/>
              </w:tabs>
              <w:spacing w:line="240" w:lineRule="atLeast"/>
              <w:ind w:right="11"/>
              <w:rPr>
                <w:b/>
                <w:bCs/>
                <w:sz w:val="16"/>
                <w:szCs w:val="16"/>
              </w:rPr>
            </w:pPr>
          </w:p>
        </w:tc>
        <w:tc>
          <w:tcPr>
            <w:tcW w:w="1318" w:type="dxa"/>
          </w:tcPr>
          <w:p w14:paraId="44AFE707" w14:textId="77777777" w:rsidR="009736C8" w:rsidRPr="005D3E43" w:rsidRDefault="009736C8" w:rsidP="009856A7">
            <w:pPr>
              <w:pStyle w:val="acctfourfigures"/>
              <w:tabs>
                <w:tab w:val="clear" w:pos="765"/>
                <w:tab w:val="decimal" w:pos="911"/>
                <w:tab w:val="decimal" w:pos="1050"/>
              </w:tabs>
              <w:spacing w:line="240" w:lineRule="atLeast"/>
              <w:ind w:right="11"/>
              <w:rPr>
                <w:b/>
                <w:bCs/>
                <w:sz w:val="16"/>
                <w:szCs w:val="16"/>
              </w:rPr>
            </w:pPr>
          </w:p>
        </w:tc>
        <w:tc>
          <w:tcPr>
            <w:tcW w:w="180" w:type="dxa"/>
          </w:tcPr>
          <w:p w14:paraId="2B3EDAAD" w14:textId="77777777" w:rsidR="009736C8" w:rsidRPr="005D3E43" w:rsidRDefault="009736C8" w:rsidP="009856A7">
            <w:pPr>
              <w:pStyle w:val="acctfourfigures"/>
              <w:tabs>
                <w:tab w:val="clear" w:pos="765"/>
                <w:tab w:val="decimal" w:pos="911"/>
              </w:tabs>
              <w:spacing w:line="240" w:lineRule="atLeast"/>
              <w:ind w:right="11"/>
              <w:rPr>
                <w:b/>
                <w:bCs/>
                <w:sz w:val="16"/>
                <w:szCs w:val="16"/>
              </w:rPr>
            </w:pPr>
          </w:p>
        </w:tc>
        <w:tc>
          <w:tcPr>
            <w:tcW w:w="1350" w:type="dxa"/>
          </w:tcPr>
          <w:p w14:paraId="2557DE3D" w14:textId="77777777" w:rsidR="009736C8" w:rsidRPr="005D3E43" w:rsidRDefault="009736C8" w:rsidP="009856A7">
            <w:pPr>
              <w:pStyle w:val="acctfourfigures"/>
              <w:tabs>
                <w:tab w:val="clear" w:pos="765"/>
                <w:tab w:val="decimal" w:pos="911"/>
                <w:tab w:val="decimal" w:pos="1050"/>
              </w:tabs>
              <w:spacing w:line="240" w:lineRule="atLeast"/>
              <w:ind w:right="11"/>
              <w:rPr>
                <w:b/>
                <w:bCs/>
                <w:sz w:val="16"/>
                <w:szCs w:val="16"/>
              </w:rPr>
            </w:pPr>
          </w:p>
        </w:tc>
      </w:tr>
      <w:tr w:rsidR="009736C8" w:rsidRPr="005D3E43" w14:paraId="65BEE2CC" w14:textId="77777777" w:rsidTr="009736C8">
        <w:trPr>
          <w:cantSplit/>
        </w:trPr>
        <w:tc>
          <w:tcPr>
            <w:tcW w:w="3778" w:type="dxa"/>
          </w:tcPr>
          <w:p w14:paraId="0AB29B02" w14:textId="77777777" w:rsidR="009736C8" w:rsidRPr="005D3E43" w:rsidRDefault="009736C8" w:rsidP="009856A7">
            <w:pPr>
              <w:spacing w:line="240" w:lineRule="atLeast"/>
              <w:rPr>
                <w:b/>
                <w:bCs/>
                <w:sz w:val="16"/>
                <w:szCs w:val="16"/>
              </w:rPr>
            </w:pPr>
          </w:p>
        </w:tc>
        <w:tc>
          <w:tcPr>
            <w:tcW w:w="1397" w:type="dxa"/>
          </w:tcPr>
          <w:p w14:paraId="00F16430" w14:textId="77777777" w:rsidR="009736C8" w:rsidRPr="005D3E43" w:rsidRDefault="009736C8" w:rsidP="009856A7">
            <w:pPr>
              <w:pStyle w:val="acctfourfigures"/>
              <w:tabs>
                <w:tab w:val="clear" w:pos="765"/>
                <w:tab w:val="decimal" w:pos="1050"/>
              </w:tabs>
              <w:spacing w:line="240" w:lineRule="atLeast"/>
              <w:ind w:right="11"/>
              <w:rPr>
                <w:b/>
                <w:bCs/>
                <w:sz w:val="16"/>
                <w:szCs w:val="16"/>
              </w:rPr>
            </w:pPr>
          </w:p>
        </w:tc>
        <w:tc>
          <w:tcPr>
            <w:tcW w:w="183" w:type="dxa"/>
          </w:tcPr>
          <w:p w14:paraId="479D2B5A" w14:textId="77777777" w:rsidR="009736C8" w:rsidRPr="005D3E43" w:rsidRDefault="009736C8" w:rsidP="009856A7">
            <w:pPr>
              <w:pStyle w:val="acctfourfigures"/>
              <w:tabs>
                <w:tab w:val="clear" w:pos="765"/>
                <w:tab w:val="decimal" w:pos="911"/>
              </w:tabs>
              <w:spacing w:line="240" w:lineRule="atLeast"/>
              <w:ind w:right="11"/>
              <w:rPr>
                <w:b/>
                <w:bCs/>
                <w:sz w:val="16"/>
                <w:szCs w:val="16"/>
              </w:rPr>
            </w:pPr>
          </w:p>
        </w:tc>
        <w:tc>
          <w:tcPr>
            <w:tcW w:w="1262" w:type="dxa"/>
          </w:tcPr>
          <w:p w14:paraId="7394F216" w14:textId="77777777" w:rsidR="009736C8" w:rsidRPr="005D3E43" w:rsidRDefault="009736C8" w:rsidP="009856A7">
            <w:pPr>
              <w:pStyle w:val="acctfourfigures"/>
              <w:tabs>
                <w:tab w:val="clear" w:pos="765"/>
                <w:tab w:val="decimal" w:pos="1050"/>
              </w:tabs>
              <w:spacing w:line="240" w:lineRule="atLeast"/>
              <w:ind w:right="11"/>
              <w:rPr>
                <w:b/>
                <w:bCs/>
                <w:sz w:val="16"/>
                <w:szCs w:val="16"/>
              </w:rPr>
            </w:pPr>
          </w:p>
        </w:tc>
        <w:tc>
          <w:tcPr>
            <w:tcW w:w="180" w:type="dxa"/>
          </w:tcPr>
          <w:p w14:paraId="34182BDB" w14:textId="77777777" w:rsidR="009736C8" w:rsidRPr="005D3E43" w:rsidRDefault="009736C8" w:rsidP="009856A7">
            <w:pPr>
              <w:pStyle w:val="acctfourfigures"/>
              <w:tabs>
                <w:tab w:val="clear" w:pos="765"/>
                <w:tab w:val="decimal" w:pos="911"/>
              </w:tabs>
              <w:spacing w:line="240" w:lineRule="atLeast"/>
              <w:ind w:right="11"/>
              <w:rPr>
                <w:b/>
                <w:bCs/>
                <w:sz w:val="16"/>
                <w:szCs w:val="16"/>
              </w:rPr>
            </w:pPr>
          </w:p>
        </w:tc>
        <w:tc>
          <w:tcPr>
            <w:tcW w:w="1318" w:type="dxa"/>
          </w:tcPr>
          <w:p w14:paraId="1E573FC3" w14:textId="77777777" w:rsidR="009736C8" w:rsidRPr="005D3E43" w:rsidRDefault="009736C8" w:rsidP="009856A7">
            <w:pPr>
              <w:pStyle w:val="acctfourfigures"/>
              <w:tabs>
                <w:tab w:val="clear" w:pos="765"/>
                <w:tab w:val="decimal" w:pos="911"/>
                <w:tab w:val="decimal" w:pos="1050"/>
              </w:tabs>
              <w:spacing w:line="240" w:lineRule="atLeast"/>
              <w:ind w:right="11"/>
              <w:rPr>
                <w:b/>
                <w:bCs/>
                <w:sz w:val="16"/>
                <w:szCs w:val="16"/>
              </w:rPr>
            </w:pPr>
          </w:p>
        </w:tc>
        <w:tc>
          <w:tcPr>
            <w:tcW w:w="180" w:type="dxa"/>
          </w:tcPr>
          <w:p w14:paraId="1435CF18" w14:textId="77777777" w:rsidR="009736C8" w:rsidRPr="005D3E43" w:rsidRDefault="009736C8" w:rsidP="009856A7">
            <w:pPr>
              <w:pStyle w:val="acctfourfigures"/>
              <w:tabs>
                <w:tab w:val="clear" w:pos="765"/>
                <w:tab w:val="decimal" w:pos="911"/>
              </w:tabs>
              <w:spacing w:line="240" w:lineRule="atLeast"/>
              <w:ind w:right="11"/>
              <w:rPr>
                <w:b/>
                <w:bCs/>
                <w:sz w:val="16"/>
                <w:szCs w:val="16"/>
              </w:rPr>
            </w:pPr>
          </w:p>
        </w:tc>
        <w:tc>
          <w:tcPr>
            <w:tcW w:w="1350" w:type="dxa"/>
          </w:tcPr>
          <w:p w14:paraId="6F56887C" w14:textId="77777777" w:rsidR="009736C8" w:rsidRPr="005D3E43" w:rsidRDefault="009736C8" w:rsidP="009856A7">
            <w:pPr>
              <w:pStyle w:val="acctfourfigures"/>
              <w:tabs>
                <w:tab w:val="clear" w:pos="765"/>
                <w:tab w:val="decimal" w:pos="911"/>
                <w:tab w:val="decimal" w:pos="1050"/>
              </w:tabs>
              <w:spacing w:line="240" w:lineRule="atLeast"/>
              <w:ind w:right="11"/>
              <w:rPr>
                <w:b/>
                <w:bCs/>
                <w:sz w:val="16"/>
                <w:szCs w:val="16"/>
              </w:rPr>
            </w:pPr>
          </w:p>
        </w:tc>
      </w:tr>
      <w:tr w:rsidR="009856A7" w:rsidRPr="005D3E43" w14:paraId="6000524C" w14:textId="77777777" w:rsidTr="009856A7">
        <w:trPr>
          <w:cantSplit/>
        </w:trPr>
        <w:tc>
          <w:tcPr>
            <w:tcW w:w="3778" w:type="dxa"/>
          </w:tcPr>
          <w:p w14:paraId="2FC1856E" w14:textId="77777777" w:rsidR="009856A7" w:rsidRPr="005D3E43" w:rsidRDefault="009856A7" w:rsidP="009856A7">
            <w:pPr>
              <w:spacing w:line="240" w:lineRule="atLeast"/>
              <w:rPr>
                <w:szCs w:val="28"/>
                <w:lang w:bidi="th-TH"/>
              </w:rPr>
            </w:pPr>
            <w:r w:rsidRPr="005D3E43">
              <w:rPr>
                <w:b/>
                <w:bCs/>
                <w:i/>
                <w:iCs/>
                <w:szCs w:val="22"/>
                <w:lang w:val="en-US"/>
              </w:rPr>
              <w:lastRenderedPageBreak/>
              <w:t>Other receivable</w:t>
            </w:r>
            <w:r w:rsidRPr="005D3E43">
              <w:rPr>
                <w:b/>
                <w:bCs/>
                <w:i/>
                <w:iCs/>
                <w:szCs w:val="28"/>
                <w:lang w:val="en-US" w:bidi="th-TH"/>
              </w:rPr>
              <w:t>s</w:t>
            </w:r>
          </w:p>
        </w:tc>
        <w:tc>
          <w:tcPr>
            <w:tcW w:w="1397" w:type="dxa"/>
          </w:tcPr>
          <w:p w14:paraId="2E28A2D5" w14:textId="77777777" w:rsidR="009856A7" w:rsidRPr="005D3E43" w:rsidRDefault="009856A7" w:rsidP="009856A7">
            <w:pPr>
              <w:pStyle w:val="acctfourfigures"/>
              <w:tabs>
                <w:tab w:val="clear" w:pos="765"/>
                <w:tab w:val="decimal" w:pos="1050"/>
              </w:tabs>
              <w:spacing w:line="240" w:lineRule="atLeast"/>
              <w:ind w:right="11"/>
            </w:pPr>
          </w:p>
        </w:tc>
        <w:tc>
          <w:tcPr>
            <w:tcW w:w="183" w:type="dxa"/>
          </w:tcPr>
          <w:p w14:paraId="67FB7EFF" w14:textId="77777777" w:rsidR="009856A7" w:rsidRPr="005D3E43" w:rsidRDefault="009856A7" w:rsidP="009856A7">
            <w:pPr>
              <w:pStyle w:val="acctfourfigures"/>
              <w:tabs>
                <w:tab w:val="clear" w:pos="765"/>
                <w:tab w:val="decimal" w:pos="911"/>
              </w:tabs>
              <w:spacing w:line="240" w:lineRule="atLeast"/>
              <w:ind w:right="11"/>
            </w:pPr>
          </w:p>
        </w:tc>
        <w:tc>
          <w:tcPr>
            <w:tcW w:w="1262" w:type="dxa"/>
          </w:tcPr>
          <w:p w14:paraId="3643F0A0" w14:textId="77777777" w:rsidR="009856A7" w:rsidRPr="005D3E43" w:rsidRDefault="009856A7" w:rsidP="009856A7">
            <w:pPr>
              <w:pStyle w:val="acctfourfigures"/>
              <w:tabs>
                <w:tab w:val="clear" w:pos="765"/>
                <w:tab w:val="decimal" w:pos="1050"/>
              </w:tabs>
              <w:spacing w:line="240" w:lineRule="atLeast"/>
              <w:ind w:right="11"/>
              <w:rPr>
                <w:szCs w:val="22"/>
              </w:rPr>
            </w:pPr>
          </w:p>
        </w:tc>
        <w:tc>
          <w:tcPr>
            <w:tcW w:w="180" w:type="dxa"/>
          </w:tcPr>
          <w:p w14:paraId="67730ADB" w14:textId="77777777" w:rsidR="009856A7" w:rsidRPr="005D3E43" w:rsidRDefault="009856A7" w:rsidP="009856A7">
            <w:pPr>
              <w:pStyle w:val="acctfourfigures"/>
              <w:tabs>
                <w:tab w:val="clear" w:pos="765"/>
                <w:tab w:val="decimal" w:pos="939"/>
              </w:tabs>
              <w:spacing w:line="240" w:lineRule="atLeast"/>
              <w:ind w:right="11"/>
            </w:pPr>
          </w:p>
        </w:tc>
        <w:tc>
          <w:tcPr>
            <w:tcW w:w="1318" w:type="dxa"/>
          </w:tcPr>
          <w:p w14:paraId="43746081" w14:textId="77777777" w:rsidR="009856A7" w:rsidRPr="005D3E43" w:rsidRDefault="009856A7" w:rsidP="009856A7">
            <w:pPr>
              <w:pStyle w:val="acctfourfigures"/>
              <w:tabs>
                <w:tab w:val="clear" w:pos="765"/>
                <w:tab w:val="decimal" w:pos="939"/>
                <w:tab w:val="decimal" w:pos="1050"/>
              </w:tabs>
              <w:spacing w:line="240" w:lineRule="atLeast"/>
              <w:ind w:right="11"/>
            </w:pPr>
          </w:p>
        </w:tc>
        <w:tc>
          <w:tcPr>
            <w:tcW w:w="180" w:type="dxa"/>
          </w:tcPr>
          <w:p w14:paraId="62A712BF" w14:textId="77777777" w:rsidR="009856A7" w:rsidRPr="005D3E43" w:rsidRDefault="009856A7" w:rsidP="009856A7">
            <w:pPr>
              <w:pStyle w:val="acctfourfigures"/>
              <w:tabs>
                <w:tab w:val="clear" w:pos="765"/>
                <w:tab w:val="decimal" w:pos="939"/>
              </w:tabs>
              <w:spacing w:line="240" w:lineRule="atLeast"/>
              <w:ind w:right="11"/>
            </w:pPr>
          </w:p>
        </w:tc>
        <w:tc>
          <w:tcPr>
            <w:tcW w:w="1350" w:type="dxa"/>
          </w:tcPr>
          <w:p w14:paraId="3E871A14" w14:textId="77777777" w:rsidR="009856A7" w:rsidRPr="005D3E43" w:rsidRDefault="009856A7" w:rsidP="009856A7">
            <w:pPr>
              <w:pStyle w:val="acctfourfigures"/>
              <w:tabs>
                <w:tab w:val="clear" w:pos="765"/>
                <w:tab w:val="decimal" w:pos="939"/>
                <w:tab w:val="decimal" w:pos="1050"/>
              </w:tabs>
              <w:spacing w:line="240" w:lineRule="atLeast"/>
              <w:ind w:right="11"/>
              <w:rPr>
                <w:szCs w:val="22"/>
              </w:rPr>
            </w:pPr>
          </w:p>
        </w:tc>
      </w:tr>
      <w:tr w:rsidR="00015DB5" w:rsidRPr="005D3E43" w14:paraId="49BB4B8B" w14:textId="77777777" w:rsidTr="009856A7">
        <w:trPr>
          <w:cantSplit/>
        </w:trPr>
        <w:tc>
          <w:tcPr>
            <w:tcW w:w="3778" w:type="dxa"/>
          </w:tcPr>
          <w:p w14:paraId="67B7FD41" w14:textId="2411D2E9" w:rsidR="00015DB5" w:rsidRPr="005D3E43" w:rsidRDefault="00015DB5" w:rsidP="00015DB5">
            <w:pPr>
              <w:spacing w:line="240" w:lineRule="atLeast"/>
              <w:rPr>
                <w:b/>
                <w:bCs/>
                <w:i/>
                <w:iCs/>
                <w:szCs w:val="22"/>
                <w:lang w:val="en-US"/>
              </w:rPr>
            </w:pPr>
            <w:r w:rsidRPr="00A30DD1">
              <w:t>Ultimate parent company</w:t>
            </w:r>
          </w:p>
        </w:tc>
        <w:tc>
          <w:tcPr>
            <w:tcW w:w="1397" w:type="dxa"/>
          </w:tcPr>
          <w:p w14:paraId="187B9549" w14:textId="3A8DD6F9" w:rsidR="00015DB5" w:rsidRPr="005D3E43" w:rsidRDefault="00015DB5" w:rsidP="00015DB5">
            <w:pPr>
              <w:pStyle w:val="acctfourfigures"/>
              <w:tabs>
                <w:tab w:val="clear" w:pos="765"/>
                <w:tab w:val="decimal" w:pos="1050"/>
              </w:tabs>
              <w:spacing w:line="240" w:lineRule="atLeast"/>
              <w:ind w:right="11"/>
            </w:pPr>
            <w:r>
              <w:t>739</w:t>
            </w:r>
          </w:p>
        </w:tc>
        <w:tc>
          <w:tcPr>
            <w:tcW w:w="183" w:type="dxa"/>
          </w:tcPr>
          <w:p w14:paraId="581ACFDC" w14:textId="77777777" w:rsidR="00015DB5" w:rsidRPr="005D3E43" w:rsidRDefault="00015DB5" w:rsidP="00015DB5">
            <w:pPr>
              <w:pStyle w:val="acctfourfigures"/>
              <w:tabs>
                <w:tab w:val="clear" w:pos="765"/>
                <w:tab w:val="decimal" w:pos="911"/>
              </w:tabs>
              <w:spacing w:line="240" w:lineRule="atLeast"/>
              <w:ind w:right="11"/>
            </w:pPr>
          </w:p>
        </w:tc>
        <w:tc>
          <w:tcPr>
            <w:tcW w:w="1262" w:type="dxa"/>
          </w:tcPr>
          <w:p w14:paraId="17A5098F" w14:textId="3C58D8A1" w:rsidR="00015DB5" w:rsidRPr="005D3E43" w:rsidRDefault="00015DB5" w:rsidP="00015DB5">
            <w:pPr>
              <w:ind w:left="278" w:firstLine="5"/>
              <w:jc w:val="center"/>
              <w:rPr>
                <w:szCs w:val="22"/>
              </w:rPr>
            </w:pPr>
            <w:r w:rsidRPr="005D3E43">
              <w:t>-</w:t>
            </w:r>
          </w:p>
        </w:tc>
        <w:tc>
          <w:tcPr>
            <w:tcW w:w="180" w:type="dxa"/>
          </w:tcPr>
          <w:p w14:paraId="316C763C" w14:textId="77777777" w:rsidR="00015DB5" w:rsidRPr="005D3E43" w:rsidRDefault="00015DB5" w:rsidP="00015DB5">
            <w:pPr>
              <w:pStyle w:val="acctfourfigures"/>
              <w:tabs>
                <w:tab w:val="clear" w:pos="765"/>
                <w:tab w:val="decimal" w:pos="939"/>
              </w:tabs>
              <w:spacing w:line="240" w:lineRule="atLeast"/>
              <w:ind w:right="11"/>
            </w:pPr>
          </w:p>
        </w:tc>
        <w:tc>
          <w:tcPr>
            <w:tcW w:w="1318" w:type="dxa"/>
          </w:tcPr>
          <w:p w14:paraId="2900B9FC" w14:textId="483698E6" w:rsidR="00015DB5" w:rsidRPr="005D3E43" w:rsidRDefault="00015DB5" w:rsidP="00015DB5">
            <w:pPr>
              <w:tabs>
                <w:tab w:val="decimal" w:pos="1050"/>
              </w:tabs>
            </w:pPr>
            <w:r>
              <w:t>739</w:t>
            </w:r>
          </w:p>
        </w:tc>
        <w:tc>
          <w:tcPr>
            <w:tcW w:w="180" w:type="dxa"/>
          </w:tcPr>
          <w:p w14:paraId="1BEBB863" w14:textId="77777777" w:rsidR="00015DB5" w:rsidRPr="005D3E43" w:rsidRDefault="00015DB5" w:rsidP="00015DB5">
            <w:pPr>
              <w:pStyle w:val="acctfourfigures"/>
              <w:tabs>
                <w:tab w:val="clear" w:pos="765"/>
                <w:tab w:val="decimal" w:pos="939"/>
              </w:tabs>
              <w:spacing w:line="240" w:lineRule="atLeast"/>
              <w:ind w:right="11"/>
            </w:pPr>
          </w:p>
        </w:tc>
        <w:tc>
          <w:tcPr>
            <w:tcW w:w="1350" w:type="dxa"/>
          </w:tcPr>
          <w:p w14:paraId="3D0D7E83" w14:textId="6BE1E3A1" w:rsidR="00015DB5" w:rsidRPr="005D3E43" w:rsidRDefault="00015DB5" w:rsidP="00015DB5">
            <w:pPr>
              <w:pStyle w:val="acctfourfigures"/>
              <w:tabs>
                <w:tab w:val="clear" w:pos="765"/>
                <w:tab w:val="decimal" w:pos="762"/>
                <w:tab w:val="decimal" w:pos="1050"/>
              </w:tabs>
              <w:spacing w:line="240" w:lineRule="atLeast"/>
              <w:ind w:left="222" w:right="11"/>
              <w:jc w:val="center"/>
              <w:rPr>
                <w:szCs w:val="22"/>
              </w:rPr>
            </w:pPr>
            <w:r w:rsidRPr="00C546D5">
              <w:rPr>
                <w:szCs w:val="22"/>
              </w:rPr>
              <w:t>-</w:t>
            </w:r>
          </w:p>
        </w:tc>
      </w:tr>
      <w:tr w:rsidR="00015DB5" w:rsidRPr="005D3E43" w14:paraId="42260EAB" w14:textId="77777777" w:rsidTr="009856A7">
        <w:trPr>
          <w:cantSplit/>
        </w:trPr>
        <w:tc>
          <w:tcPr>
            <w:tcW w:w="3778" w:type="dxa"/>
          </w:tcPr>
          <w:p w14:paraId="07621012" w14:textId="77777777" w:rsidR="00015DB5" w:rsidRPr="005D3E43" w:rsidRDefault="00015DB5" w:rsidP="00015DB5">
            <w:pPr>
              <w:spacing w:line="240" w:lineRule="atLeast"/>
            </w:pPr>
            <w:r w:rsidRPr="005D3E43">
              <w:t>Subsidiaries</w:t>
            </w:r>
          </w:p>
        </w:tc>
        <w:tc>
          <w:tcPr>
            <w:tcW w:w="1397" w:type="dxa"/>
          </w:tcPr>
          <w:p w14:paraId="580F2993" w14:textId="685A8811" w:rsidR="00015DB5" w:rsidRPr="005D3E43" w:rsidRDefault="00015DB5" w:rsidP="00015DB5">
            <w:pPr>
              <w:tabs>
                <w:tab w:val="decimal" w:pos="778"/>
              </w:tabs>
            </w:pPr>
            <w:r>
              <w:t>-</w:t>
            </w:r>
          </w:p>
        </w:tc>
        <w:tc>
          <w:tcPr>
            <w:tcW w:w="183" w:type="dxa"/>
          </w:tcPr>
          <w:p w14:paraId="58BADE98" w14:textId="77777777" w:rsidR="00015DB5" w:rsidRPr="005D3E43" w:rsidRDefault="00015DB5" w:rsidP="00015DB5"/>
        </w:tc>
        <w:tc>
          <w:tcPr>
            <w:tcW w:w="1262" w:type="dxa"/>
          </w:tcPr>
          <w:p w14:paraId="13FA402B" w14:textId="162E4E92" w:rsidR="00015DB5" w:rsidRPr="005D3E43" w:rsidRDefault="00015DB5" w:rsidP="00015DB5">
            <w:pPr>
              <w:tabs>
                <w:tab w:val="decimal" w:pos="728"/>
              </w:tabs>
              <w:rPr>
                <w:szCs w:val="22"/>
              </w:rPr>
            </w:pPr>
            <w:r w:rsidRPr="005D3E43">
              <w:t>-</w:t>
            </w:r>
          </w:p>
        </w:tc>
        <w:tc>
          <w:tcPr>
            <w:tcW w:w="180" w:type="dxa"/>
          </w:tcPr>
          <w:p w14:paraId="027C6806" w14:textId="77777777" w:rsidR="00015DB5" w:rsidRPr="005D3E43" w:rsidRDefault="00015DB5" w:rsidP="00015DB5"/>
        </w:tc>
        <w:tc>
          <w:tcPr>
            <w:tcW w:w="1318" w:type="dxa"/>
          </w:tcPr>
          <w:p w14:paraId="79AF5CB5" w14:textId="2C77CE01" w:rsidR="00015DB5" w:rsidRPr="005D3E43" w:rsidRDefault="00015DB5" w:rsidP="00015DB5">
            <w:pPr>
              <w:tabs>
                <w:tab w:val="decimal" w:pos="1050"/>
              </w:tabs>
            </w:pPr>
            <w:r>
              <w:t>41,538</w:t>
            </w:r>
          </w:p>
        </w:tc>
        <w:tc>
          <w:tcPr>
            <w:tcW w:w="180" w:type="dxa"/>
          </w:tcPr>
          <w:p w14:paraId="5784843D" w14:textId="77777777" w:rsidR="00015DB5" w:rsidRPr="005D3E43" w:rsidRDefault="00015DB5" w:rsidP="00015DB5"/>
        </w:tc>
        <w:tc>
          <w:tcPr>
            <w:tcW w:w="1350" w:type="dxa"/>
          </w:tcPr>
          <w:p w14:paraId="11D20C14" w14:textId="77777777" w:rsidR="00015DB5" w:rsidRPr="005D3E43" w:rsidRDefault="00015DB5" w:rsidP="00015DB5">
            <w:pPr>
              <w:tabs>
                <w:tab w:val="decimal" w:pos="1050"/>
              </w:tabs>
              <w:rPr>
                <w:szCs w:val="22"/>
              </w:rPr>
            </w:pPr>
            <w:r w:rsidRPr="005D3E43">
              <w:rPr>
                <w:szCs w:val="22"/>
              </w:rPr>
              <w:t>54,340</w:t>
            </w:r>
          </w:p>
        </w:tc>
      </w:tr>
      <w:tr w:rsidR="00C546D5" w:rsidRPr="005D3E43" w14:paraId="718EDB2D" w14:textId="77777777" w:rsidTr="009856A7">
        <w:trPr>
          <w:cantSplit/>
        </w:trPr>
        <w:tc>
          <w:tcPr>
            <w:tcW w:w="3778" w:type="dxa"/>
          </w:tcPr>
          <w:p w14:paraId="490D80D3" w14:textId="3083AEE0" w:rsidR="00C546D5" w:rsidRPr="005D3E43" w:rsidRDefault="00C546D5" w:rsidP="00C546D5">
            <w:pPr>
              <w:spacing w:line="240" w:lineRule="atLeast"/>
            </w:pPr>
            <w:r w:rsidRPr="005D3E43">
              <w:t>Associates</w:t>
            </w:r>
          </w:p>
        </w:tc>
        <w:tc>
          <w:tcPr>
            <w:tcW w:w="1397" w:type="dxa"/>
          </w:tcPr>
          <w:p w14:paraId="2613FC2A" w14:textId="7BAA030C" w:rsidR="00C546D5" w:rsidRPr="005D3E43" w:rsidRDefault="00C546D5" w:rsidP="003D5FD7">
            <w:pPr>
              <w:tabs>
                <w:tab w:val="decimal" w:pos="778"/>
              </w:tabs>
            </w:pPr>
            <w:r>
              <w:t>-</w:t>
            </w:r>
          </w:p>
        </w:tc>
        <w:tc>
          <w:tcPr>
            <w:tcW w:w="183" w:type="dxa"/>
          </w:tcPr>
          <w:p w14:paraId="67BDA51B" w14:textId="77777777" w:rsidR="00C546D5" w:rsidRPr="005D3E43" w:rsidRDefault="00C546D5" w:rsidP="00C546D5"/>
        </w:tc>
        <w:tc>
          <w:tcPr>
            <w:tcW w:w="1262" w:type="dxa"/>
          </w:tcPr>
          <w:p w14:paraId="7173F271" w14:textId="77777777" w:rsidR="00C546D5" w:rsidRPr="005D3E43" w:rsidRDefault="00C546D5" w:rsidP="00C546D5">
            <w:pPr>
              <w:tabs>
                <w:tab w:val="decimal" w:pos="1050"/>
              </w:tabs>
              <w:rPr>
                <w:szCs w:val="22"/>
              </w:rPr>
            </w:pPr>
            <w:r w:rsidRPr="005D3E43">
              <w:rPr>
                <w:szCs w:val="22"/>
              </w:rPr>
              <w:t>42,216</w:t>
            </w:r>
          </w:p>
        </w:tc>
        <w:tc>
          <w:tcPr>
            <w:tcW w:w="180" w:type="dxa"/>
          </w:tcPr>
          <w:p w14:paraId="0828E000" w14:textId="77777777" w:rsidR="00C546D5" w:rsidRPr="005D3E43" w:rsidRDefault="00C546D5" w:rsidP="00C546D5"/>
        </w:tc>
        <w:tc>
          <w:tcPr>
            <w:tcW w:w="1318" w:type="dxa"/>
          </w:tcPr>
          <w:p w14:paraId="232618B9" w14:textId="0B26D515" w:rsidR="00C546D5" w:rsidRPr="005D3E43" w:rsidRDefault="00C546D5" w:rsidP="00C74132">
            <w:pPr>
              <w:tabs>
                <w:tab w:val="decimal" w:pos="733"/>
              </w:tabs>
            </w:pPr>
            <w:r>
              <w:t>-</w:t>
            </w:r>
          </w:p>
        </w:tc>
        <w:tc>
          <w:tcPr>
            <w:tcW w:w="180" w:type="dxa"/>
          </w:tcPr>
          <w:p w14:paraId="078F37F1" w14:textId="77777777" w:rsidR="00C546D5" w:rsidRPr="005D3E43" w:rsidRDefault="00C546D5" w:rsidP="00C546D5"/>
        </w:tc>
        <w:tc>
          <w:tcPr>
            <w:tcW w:w="1350" w:type="dxa"/>
          </w:tcPr>
          <w:p w14:paraId="1C61DE03" w14:textId="77777777" w:rsidR="00C546D5" w:rsidRPr="005D3E43" w:rsidRDefault="00C546D5" w:rsidP="00C546D5">
            <w:pPr>
              <w:tabs>
                <w:tab w:val="decimal" w:pos="1050"/>
              </w:tabs>
              <w:rPr>
                <w:szCs w:val="22"/>
              </w:rPr>
            </w:pPr>
            <w:r w:rsidRPr="005D3E43">
              <w:rPr>
                <w:szCs w:val="22"/>
              </w:rPr>
              <w:t>27,300</w:t>
            </w:r>
          </w:p>
        </w:tc>
      </w:tr>
      <w:tr w:rsidR="00C546D5" w:rsidRPr="005D3E43" w14:paraId="05C5BD1C" w14:textId="77777777" w:rsidTr="009856A7">
        <w:trPr>
          <w:cantSplit/>
        </w:trPr>
        <w:tc>
          <w:tcPr>
            <w:tcW w:w="3778" w:type="dxa"/>
          </w:tcPr>
          <w:p w14:paraId="107B2F22" w14:textId="77777777" w:rsidR="00C546D5" w:rsidRPr="005D3E43" w:rsidRDefault="00C546D5" w:rsidP="00C546D5">
            <w:pPr>
              <w:spacing w:line="240" w:lineRule="atLeast"/>
            </w:pPr>
            <w:r w:rsidRPr="005D3E43">
              <w:t>Other related parties</w:t>
            </w:r>
          </w:p>
        </w:tc>
        <w:tc>
          <w:tcPr>
            <w:tcW w:w="1397" w:type="dxa"/>
          </w:tcPr>
          <w:p w14:paraId="60CBE079" w14:textId="3113AB71" w:rsidR="00C546D5" w:rsidRPr="005D3E43" w:rsidRDefault="00C546D5" w:rsidP="003D5FD7">
            <w:pPr>
              <w:tabs>
                <w:tab w:val="decimal" w:pos="1048"/>
              </w:tabs>
            </w:pPr>
            <w:r>
              <w:t>3,160</w:t>
            </w:r>
          </w:p>
        </w:tc>
        <w:tc>
          <w:tcPr>
            <w:tcW w:w="183" w:type="dxa"/>
          </w:tcPr>
          <w:p w14:paraId="086F79D9" w14:textId="77777777" w:rsidR="00C546D5" w:rsidRPr="005D3E43" w:rsidRDefault="00C546D5" w:rsidP="00C546D5"/>
        </w:tc>
        <w:tc>
          <w:tcPr>
            <w:tcW w:w="1262" w:type="dxa"/>
          </w:tcPr>
          <w:p w14:paraId="37A21EEC" w14:textId="77777777" w:rsidR="00C546D5" w:rsidRPr="005D3E43" w:rsidRDefault="00C546D5" w:rsidP="002848A0">
            <w:pPr>
              <w:tabs>
                <w:tab w:val="decimal" w:pos="722"/>
              </w:tabs>
              <w:rPr>
                <w:szCs w:val="22"/>
              </w:rPr>
            </w:pPr>
            <w:r w:rsidRPr="005D3E43">
              <w:rPr>
                <w:szCs w:val="22"/>
              </w:rPr>
              <w:t>-</w:t>
            </w:r>
          </w:p>
        </w:tc>
        <w:tc>
          <w:tcPr>
            <w:tcW w:w="180" w:type="dxa"/>
          </w:tcPr>
          <w:p w14:paraId="61891A33" w14:textId="77777777" w:rsidR="00C546D5" w:rsidRPr="005D3E43" w:rsidRDefault="00C546D5" w:rsidP="00C546D5"/>
        </w:tc>
        <w:tc>
          <w:tcPr>
            <w:tcW w:w="1318" w:type="dxa"/>
          </w:tcPr>
          <w:p w14:paraId="63BF07E4" w14:textId="55905890" w:rsidR="00C546D5" w:rsidRPr="005D3E43" w:rsidRDefault="00C546D5" w:rsidP="00C546D5">
            <w:pPr>
              <w:tabs>
                <w:tab w:val="decimal" w:pos="1050"/>
              </w:tabs>
            </w:pPr>
            <w:r>
              <w:t>2,110</w:t>
            </w:r>
          </w:p>
        </w:tc>
        <w:tc>
          <w:tcPr>
            <w:tcW w:w="180" w:type="dxa"/>
          </w:tcPr>
          <w:p w14:paraId="329EAF37" w14:textId="77777777" w:rsidR="00C546D5" w:rsidRPr="005D3E43" w:rsidRDefault="00C546D5" w:rsidP="00C546D5"/>
        </w:tc>
        <w:tc>
          <w:tcPr>
            <w:tcW w:w="1350" w:type="dxa"/>
          </w:tcPr>
          <w:p w14:paraId="0CB48E5A" w14:textId="114CB8BC" w:rsidR="00C546D5" w:rsidRPr="005D3E43" w:rsidRDefault="00C546D5" w:rsidP="003D5FD7">
            <w:pPr>
              <w:tabs>
                <w:tab w:val="decimal" w:pos="759"/>
              </w:tabs>
              <w:rPr>
                <w:szCs w:val="22"/>
              </w:rPr>
            </w:pPr>
            <w:r w:rsidRPr="005D3E43">
              <w:rPr>
                <w:szCs w:val="22"/>
              </w:rPr>
              <w:t>-</w:t>
            </w:r>
          </w:p>
        </w:tc>
      </w:tr>
      <w:tr w:rsidR="00C546D5" w:rsidRPr="005D3E43" w14:paraId="33C0D58B" w14:textId="77777777" w:rsidTr="009856A7">
        <w:trPr>
          <w:cantSplit/>
        </w:trPr>
        <w:tc>
          <w:tcPr>
            <w:tcW w:w="3778" w:type="dxa"/>
          </w:tcPr>
          <w:p w14:paraId="0DF4874F" w14:textId="77777777" w:rsidR="00C546D5" w:rsidRPr="005D3E43" w:rsidRDefault="00C546D5" w:rsidP="00C546D5">
            <w:pPr>
              <w:spacing w:line="240" w:lineRule="atLeast"/>
              <w:rPr>
                <w:b/>
                <w:bCs/>
              </w:rPr>
            </w:pPr>
            <w:r w:rsidRPr="005D3E43">
              <w:rPr>
                <w:b/>
                <w:bCs/>
              </w:rPr>
              <w:t>Total</w:t>
            </w:r>
          </w:p>
        </w:tc>
        <w:tc>
          <w:tcPr>
            <w:tcW w:w="1397" w:type="dxa"/>
            <w:tcBorders>
              <w:top w:val="single" w:sz="4" w:space="0" w:color="auto"/>
              <w:bottom w:val="double" w:sz="4" w:space="0" w:color="auto"/>
            </w:tcBorders>
          </w:tcPr>
          <w:p w14:paraId="78F794A6" w14:textId="7F1EEBE3" w:rsidR="00C546D5" w:rsidRPr="005D3E43" w:rsidRDefault="00C546D5" w:rsidP="003D5FD7">
            <w:pPr>
              <w:tabs>
                <w:tab w:val="decimal" w:pos="1048"/>
              </w:tabs>
              <w:rPr>
                <w:b/>
                <w:bCs/>
              </w:rPr>
            </w:pPr>
            <w:r>
              <w:rPr>
                <w:b/>
                <w:bCs/>
              </w:rPr>
              <w:t>3,899</w:t>
            </w:r>
          </w:p>
        </w:tc>
        <w:tc>
          <w:tcPr>
            <w:tcW w:w="183" w:type="dxa"/>
          </w:tcPr>
          <w:p w14:paraId="4D0E91ED" w14:textId="77777777" w:rsidR="00C546D5" w:rsidRPr="005D3E43" w:rsidRDefault="00C546D5" w:rsidP="00C546D5">
            <w:pPr>
              <w:rPr>
                <w:b/>
                <w:bCs/>
              </w:rPr>
            </w:pPr>
          </w:p>
        </w:tc>
        <w:tc>
          <w:tcPr>
            <w:tcW w:w="1262" w:type="dxa"/>
            <w:tcBorders>
              <w:top w:val="single" w:sz="4" w:space="0" w:color="auto"/>
              <w:bottom w:val="double" w:sz="4" w:space="0" w:color="auto"/>
            </w:tcBorders>
          </w:tcPr>
          <w:p w14:paraId="4301010C" w14:textId="77777777" w:rsidR="00C546D5" w:rsidRPr="005D3E43" w:rsidRDefault="00C546D5" w:rsidP="00C546D5">
            <w:pPr>
              <w:tabs>
                <w:tab w:val="decimal" w:pos="1050"/>
              </w:tabs>
              <w:rPr>
                <w:b/>
                <w:bCs/>
                <w:szCs w:val="22"/>
              </w:rPr>
            </w:pPr>
            <w:r w:rsidRPr="005D3E43">
              <w:rPr>
                <w:b/>
                <w:bCs/>
                <w:szCs w:val="22"/>
              </w:rPr>
              <w:t>42,216</w:t>
            </w:r>
          </w:p>
        </w:tc>
        <w:tc>
          <w:tcPr>
            <w:tcW w:w="180" w:type="dxa"/>
          </w:tcPr>
          <w:p w14:paraId="1891FBEF" w14:textId="77777777" w:rsidR="00C546D5" w:rsidRPr="005D3E43" w:rsidRDefault="00C546D5" w:rsidP="00C546D5">
            <w:pPr>
              <w:rPr>
                <w:b/>
                <w:bCs/>
              </w:rPr>
            </w:pPr>
          </w:p>
        </w:tc>
        <w:tc>
          <w:tcPr>
            <w:tcW w:w="1318" w:type="dxa"/>
            <w:tcBorders>
              <w:top w:val="single" w:sz="4" w:space="0" w:color="auto"/>
              <w:bottom w:val="double" w:sz="4" w:space="0" w:color="auto"/>
            </w:tcBorders>
          </w:tcPr>
          <w:p w14:paraId="337AB9BF" w14:textId="519D5F49" w:rsidR="00C546D5" w:rsidRPr="005D3E43" w:rsidRDefault="00C546D5" w:rsidP="00C546D5">
            <w:pPr>
              <w:tabs>
                <w:tab w:val="decimal" w:pos="1050"/>
              </w:tabs>
              <w:rPr>
                <w:b/>
                <w:bCs/>
              </w:rPr>
            </w:pPr>
            <w:r>
              <w:rPr>
                <w:b/>
                <w:bCs/>
              </w:rPr>
              <w:t>44,387</w:t>
            </w:r>
          </w:p>
        </w:tc>
        <w:tc>
          <w:tcPr>
            <w:tcW w:w="180" w:type="dxa"/>
          </w:tcPr>
          <w:p w14:paraId="06349787" w14:textId="77777777" w:rsidR="00C546D5" w:rsidRPr="005D3E43" w:rsidRDefault="00C546D5" w:rsidP="00C546D5">
            <w:pPr>
              <w:rPr>
                <w:b/>
                <w:bCs/>
              </w:rPr>
            </w:pPr>
          </w:p>
        </w:tc>
        <w:tc>
          <w:tcPr>
            <w:tcW w:w="1350" w:type="dxa"/>
            <w:tcBorders>
              <w:top w:val="single" w:sz="4" w:space="0" w:color="auto"/>
              <w:bottom w:val="double" w:sz="4" w:space="0" w:color="auto"/>
            </w:tcBorders>
          </w:tcPr>
          <w:p w14:paraId="2AA5BFEE" w14:textId="77777777" w:rsidR="00C546D5" w:rsidRPr="005D3E43" w:rsidRDefault="00C546D5" w:rsidP="00C546D5">
            <w:pPr>
              <w:tabs>
                <w:tab w:val="decimal" w:pos="1050"/>
              </w:tabs>
              <w:rPr>
                <w:b/>
                <w:bCs/>
                <w:szCs w:val="22"/>
              </w:rPr>
            </w:pPr>
            <w:r w:rsidRPr="005D3E43">
              <w:rPr>
                <w:b/>
                <w:bCs/>
                <w:szCs w:val="22"/>
              </w:rPr>
              <w:t>81,640</w:t>
            </w:r>
          </w:p>
        </w:tc>
      </w:tr>
      <w:tr w:rsidR="00C546D5" w:rsidRPr="005D3E43" w14:paraId="5937B09A" w14:textId="77777777" w:rsidTr="009856A7">
        <w:trPr>
          <w:cantSplit/>
          <w:trHeight w:val="40"/>
        </w:trPr>
        <w:tc>
          <w:tcPr>
            <w:tcW w:w="3778" w:type="dxa"/>
          </w:tcPr>
          <w:p w14:paraId="07CD054C" w14:textId="77777777" w:rsidR="00C546D5" w:rsidRPr="005D3E43" w:rsidRDefault="00C546D5" w:rsidP="00C546D5">
            <w:pPr>
              <w:spacing w:line="240" w:lineRule="atLeast"/>
              <w:rPr>
                <w:b/>
                <w:bCs/>
                <w:sz w:val="14"/>
                <w:szCs w:val="12"/>
              </w:rPr>
            </w:pPr>
          </w:p>
        </w:tc>
        <w:tc>
          <w:tcPr>
            <w:tcW w:w="1397" w:type="dxa"/>
            <w:tcBorders>
              <w:top w:val="single" w:sz="4" w:space="0" w:color="auto"/>
            </w:tcBorders>
          </w:tcPr>
          <w:p w14:paraId="5F50F93E" w14:textId="77777777" w:rsidR="00C546D5" w:rsidRPr="005D3E43" w:rsidRDefault="00C546D5" w:rsidP="00C546D5">
            <w:pPr>
              <w:tabs>
                <w:tab w:val="decimal" w:pos="1050"/>
              </w:tabs>
              <w:rPr>
                <w:b/>
                <w:bCs/>
                <w:sz w:val="14"/>
                <w:szCs w:val="12"/>
              </w:rPr>
            </w:pPr>
          </w:p>
        </w:tc>
        <w:tc>
          <w:tcPr>
            <w:tcW w:w="183" w:type="dxa"/>
          </w:tcPr>
          <w:p w14:paraId="4076A80C" w14:textId="77777777" w:rsidR="00C546D5" w:rsidRPr="005D3E43" w:rsidRDefault="00C546D5" w:rsidP="00C546D5">
            <w:pPr>
              <w:rPr>
                <w:b/>
                <w:bCs/>
                <w:sz w:val="14"/>
                <w:szCs w:val="12"/>
              </w:rPr>
            </w:pPr>
          </w:p>
        </w:tc>
        <w:tc>
          <w:tcPr>
            <w:tcW w:w="1262" w:type="dxa"/>
            <w:tcBorders>
              <w:top w:val="single" w:sz="4" w:space="0" w:color="auto"/>
            </w:tcBorders>
          </w:tcPr>
          <w:p w14:paraId="2319BD1C" w14:textId="77777777" w:rsidR="00C546D5" w:rsidRPr="005D3E43" w:rsidRDefault="00C546D5" w:rsidP="00C546D5">
            <w:pPr>
              <w:tabs>
                <w:tab w:val="decimal" w:pos="1050"/>
              </w:tabs>
              <w:rPr>
                <w:b/>
                <w:bCs/>
                <w:sz w:val="14"/>
                <w:szCs w:val="12"/>
              </w:rPr>
            </w:pPr>
          </w:p>
        </w:tc>
        <w:tc>
          <w:tcPr>
            <w:tcW w:w="180" w:type="dxa"/>
          </w:tcPr>
          <w:p w14:paraId="2D78B277" w14:textId="77777777" w:rsidR="00C546D5" w:rsidRPr="005D3E43" w:rsidRDefault="00C546D5" w:rsidP="00C546D5">
            <w:pPr>
              <w:rPr>
                <w:b/>
                <w:bCs/>
                <w:sz w:val="14"/>
                <w:szCs w:val="12"/>
              </w:rPr>
            </w:pPr>
          </w:p>
        </w:tc>
        <w:tc>
          <w:tcPr>
            <w:tcW w:w="1318" w:type="dxa"/>
            <w:tcBorders>
              <w:top w:val="single" w:sz="4" w:space="0" w:color="auto"/>
            </w:tcBorders>
          </w:tcPr>
          <w:p w14:paraId="0A634A2A" w14:textId="77777777" w:rsidR="00C546D5" w:rsidRPr="005D3E43" w:rsidRDefault="00C546D5" w:rsidP="00C546D5">
            <w:pPr>
              <w:tabs>
                <w:tab w:val="decimal" w:pos="1050"/>
              </w:tabs>
              <w:rPr>
                <w:b/>
                <w:bCs/>
                <w:sz w:val="14"/>
                <w:szCs w:val="12"/>
              </w:rPr>
            </w:pPr>
          </w:p>
        </w:tc>
        <w:tc>
          <w:tcPr>
            <w:tcW w:w="180" w:type="dxa"/>
          </w:tcPr>
          <w:p w14:paraId="1E20D2F3" w14:textId="77777777" w:rsidR="00C546D5" w:rsidRPr="005D3E43" w:rsidRDefault="00C546D5" w:rsidP="00C546D5">
            <w:pPr>
              <w:rPr>
                <w:b/>
                <w:bCs/>
                <w:sz w:val="14"/>
                <w:szCs w:val="12"/>
              </w:rPr>
            </w:pPr>
          </w:p>
        </w:tc>
        <w:tc>
          <w:tcPr>
            <w:tcW w:w="1350" w:type="dxa"/>
            <w:tcBorders>
              <w:top w:val="single" w:sz="4" w:space="0" w:color="auto"/>
            </w:tcBorders>
          </w:tcPr>
          <w:p w14:paraId="6C4975C3" w14:textId="77777777" w:rsidR="00C546D5" w:rsidRPr="005D3E43" w:rsidRDefault="00C546D5" w:rsidP="00C546D5">
            <w:pPr>
              <w:tabs>
                <w:tab w:val="decimal" w:pos="1050"/>
              </w:tabs>
              <w:rPr>
                <w:b/>
                <w:bCs/>
                <w:sz w:val="14"/>
                <w:szCs w:val="12"/>
              </w:rPr>
            </w:pPr>
          </w:p>
        </w:tc>
      </w:tr>
      <w:tr w:rsidR="003D5FD7" w:rsidRPr="005D3E43" w14:paraId="48175E71" w14:textId="77777777" w:rsidTr="003D5FD7">
        <w:trPr>
          <w:cantSplit/>
        </w:trPr>
        <w:tc>
          <w:tcPr>
            <w:tcW w:w="3778" w:type="dxa"/>
          </w:tcPr>
          <w:p w14:paraId="5C35CF56" w14:textId="3408B6E6" w:rsidR="003D5FD7" w:rsidRPr="005D3E43" w:rsidRDefault="003D5FD7" w:rsidP="003D5FD7">
            <w:pPr>
              <w:spacing w:line="240" w:lineRule="atLeast"/>
              <w:rPr>
                <w:b/>
                <w:bCs/>
                <w:i/>
                <w:iCs/>
              </w:rPr>
            </w:pPr>
            <w:r>
              <w:rPr>
                <w:b/>
                <w:bCs/>
                <w:i/>
                <w:iCs/>
              </w:rPr>
              <w:t>Investment propert</w:t>
            </w:r>
            <w:r w:rsidR="002657BD">
              <w:rPr>
                <w:b/>
                <w:bCs/>
                <w:i/>
                <w:iCs/>
              </w:rPr>
              <w:t>ies</w:t>
            </w:r>
          </w:p>
        </w:tc>
        <w:tc>
          <w:tcPr>
            <w:tcW w:w="1397" w:type="dxa"/>
          </w:tcPr>
          <w:p w14:paraId="175FFE65" w14:textId="77777777" w:rsidR="003D5FD7" w:rsidRPr="005D3E43" w:rsidRDefault="003D5FD7" w:rsidP="003D5FD7">
            <w:pPr>
              <w:tabs>
                <w:tab w:val="decimal" w:pos="1050"/>
              </w:tabs>
              <w:rPr>
                <w:b/>
                <w:bCs/>
              </w:rPr>
            </w:pPr>
          </w:p>
        </w:tc>
        <w:tc>
          <w:tcPr>
            <w:tcW w:w="183" w:type="dxa"/>
          </w:tcPr>
          <w:p w14:paraId="58AF2E99" w14:textId="77777777" w:rsidR="003D5FD7" w:rsidRPr="005D3E43" w:rsidRDefault="003D5FD7" w:rsidP="003D5FD7">
            <w:pPr>
              <w:rPr>
                <w:b/>
                <w:bCs/>
              </w:rPr>
            </w:pPr>
          </w:p>
        </w:tc>
        <w:tc>
          <w:tcPr>
            <w:tcW w:w="1262" w:type="dxa"/>
          </w:tcPr>
          <w:p w14:paraId="539B8F7A" w14:textId="77777777" w:rsidR="003D5FD7" w:rsidRPr="005D3E43" w:rsidRDefault="003D5FD7" w:rsidP="003D5FD7">
            <w:pPr>
              <w:tabs>
                <w:tab w:val="decimal" w:pos="1050"/>
              </w:tabs>
              <w:rPr>
                <w:b/>
                <w:bCs/>
                <w:szCs w:val="22"/>
              </w:rPr>
            </w:pPr>
          </w:p>
        </w:tc>
        <w:tc>
          <w:tcPr>
            <w:tcW w:w="180" w:type="dxa"/>
          </w:tcPr>
          <w:p w14:paraId="11DC2ABE" w14:textId="77777777" w:rsidR="003D5FD7" w:rsidRPr="005D3E43" w:rsidRDefault="003D5FD7" w:rsidP="003D5FD7">
            <w:pPr>
              <w:rPr>
                <w:b/>
                <w:bCs/>
              </w:rPr>
            </w:pPr>
          </w:p>
        </w:tc>
        <w:tc>
          <w:tcPr>
            <w:tcW w:w="1318" w:type="dxa"/>
          </w:tcPr>
          <w:p w14:paraId="46607252" w14:textId="77777777" w:rsidR="003D5FD7" w:rsidRPr="005D3E43" w:rsidRDefault="003D5FD7" w:rsidP="003D5FD7">
            <w:pPr>
              <w:tabs>
                <w:tab w:val="decimal" w:pos="1050"/>
              </w:tabs>
              <w:rPr>
                <w:b/>
                <w:bCs/>
              </w:rPr>
            </w:pPr>
          </w:p>
        </w:tc>
        <w:tc>
          <w:tcPr>
            <w:tcW w:w="180" w:type="dxa"/>
          </w:tcPr>
          <w:p w14:paraId="7D0E8F93" w14:textId="77777777" w:rsidR="003D5FD7" w:rsidRPr="005D3E43" w:rsidRDefault="003D5FD7" w:rsidP="003D5FD7">
            <w:pPr>
              <w:rPr>
                <w:b/>
                <w:bCs/>
              </w:rPr>
            </w:pPr>
          </w:p>
        </w:tc>
        <w:tc>
          <w:tcPr>
            <w:tcW w:w="1350" w:type="dxa"/>
          </w:tcPr>
          <w:p w14:paraId="32A6E7CC" w14:textId="77777777" w:rsidR="003D5FD7" w:rsidRPr="005D3E43" w:rsidRDefault="003D5FD7" w:rsidP="003D5FD7">
            <w:pPr>
              <w:tabs>
                <w:tab w:val="decimal" w:pos="1050"/>
              </w:tabs>
              <w:rPr>
                <w:b/>
                <w:bCs/>
                <w:szCs w:val="22"/>
              </w:rPr>
            </w:pPr>
          </w:p>
        </w:tc>
      </w:tr>
      <w:tr w:rsidR="003D5FD7" w:rsidRPr="005D3E43" w14:paraId="42F470CD" w14:textId="77777777" w:rsidTr="003D5FD7">
        <w:trPr>
          <w:cantSplit/>
        </w:trPr>
        <w:tc>
          <w:tcPr>
            <w:tcW w:w="3778" w:type="dxa"/>
          </w:tcPr>
          <w:p w14:paraId="6C32C811" w14:textId="155571F7" w:rsidR="003D5FD7" w:rsidRPr="005D3E43" w:rsidRDefault="003D5FD7" w:rsidP="003D5FD7">
            <w:pPr>
              <w:spacing w:line="240" w:lineRule="atLeast"/>
              <w:rPr>
                <w:b/>
                <w:bCs/>
                <w:i/>
                <w:iCs/>
              </w:rPr>
            </w:pPr>
            <w:r w:rsidRPr="005D3E43">
              <w:t>Other related parties</w:t>
            </w:r>
          </w:p>
        </w:tc>
        <w:tc>
          <w:tcPr>
            <w:tcW w:w="1397" w:type="dxa"/>
            <w:tcBorders>
              <w:bottom w:val="double" w:sz="4" w:space="0" w:color="auto"/>
            </w:tcBorders>
          </w:tcPr>
          <w:p w14:paraId="73322444" w14:textId="167A496A" w:rsidR="003D5FD7" w:rsidRPr="005D3E43" w:rsidRDefault="003D5FD7" w:rsidP="003D5FD7">
            <w:pPr>
              <w:tabs>
                <w:tab w:val="decimal" w:pos="1050"/>
              </w:tabs>
              <w:rPr>
                <w:b/>
                <w:bCs/>
              </w:rPr>
            </w:pPr>
            <w:r>
              <w:rPr>
                <w:b/>
                <w:bCs/>
              </w:rPr>
              <w:t>23</w:t>
            </w:r>
            <w:r w:rsidR="003B35F9">
              <w:rPr>
                <w:b/>
                <w:bCs/>
              </w:rPr>
              <w:t>1</w:t>
            </w:r>
            <w:r>
              <w:rPr>
                <w:b/>
                <w:bCs/>
              </w:rPr>
              <w:t>,2</w:t>
            </w:r>
            <w:r w:rsidR="003B35F9">
              <w:rPr>
                <w:b/>
                <w:bCs/>
              </w:rPr>
              <w:t>56</w:t>
            </w:r>
          </w:p>
        </w:tc>
        <w:tc>
          <w:tcPr>
            <w:tcW w:w="183" w:type="dxa"/>
          </w:tcPr>
          <w:p w14:paraId="65A63AB7" w14:textId="77777777" w:rsidR="003D5FD7" w:rsidRPr="005D3E43" w:rsidRDefault="003D5FD7" w:rsidP="003D5FD7">
            <w:pPr>
              <w:rPr>
                <w:b/>
                <w:bCs/>
              </w:rPr>
            </w:pPr>
          </w:p>
        </w:tc>
        <w:tc>
          <w:tcPr>
            <w:tcW w:w="1262" w:type="dxa"/>
            <w:tcBorders>
              <w:bottom w:val="double" w:sz="4" w:space="0" w:color="auto"/>
            </w:tcBorders>
          </w:tcPr>
          <w:p w14:paraId="35275B9E" w14:textId="652F5CAD" w:rsidR="003D5FD7" w:rsidRPr="005D3E43" w:rsidRDefault="002657BD" w:rsidP="002848A0">
            <w:pPr>
              <w:tabs>
                <w:tab w:val="decimal" w:pos="362"/>
              </w:tabs>
              <w:jc w:val="center"/>
              <w:rPr>
                <w:b/>
                <w:bCs/>
                <w:szCs w:val="22"/>
              </w:rPr>
            </w:pPr>
            <w:r>
              <w:rPr>
                <w:b/>
                <w:bCs/>
                <w:szCs w:val="22"/>
              </w:rPr>
              <w:t>-</w:t>
            </w:r>
          </w:p>
        </w:tc>
        <w:tc>
          <w:tcPr>
            <w:tcW w:w="180" w:type="dxa"/>
          </w:tcPr>
          <w:p w14:paraId="41F28DC5" w14:textId="77777777" w:rsidR="003D5FD7" w:rsidRPr="005D3E43" w:rsidRDefault="003D5FD7" w:rsidP="003D5FD7">
            <w:pPr>
              <w:rPr>
                <w:b/>
                <w:bCs/>
              </w:rPr>
            </w:pPr>
          </w:p>
        </w:tc>
        <w:tc>
          <w:tcPr>
            <w:tcW w:w="1318" w:type="dxa"/>
            <w:tcBorders>
              <w:bottom w:val="double" w:sz="4" w:space="0" w:color="auto"/>
            </w:tcBorders>
          </w:tcPr>
          <w:p w14:paraId="1135A273" w14:textId="54AEA87E" w:rsidR="003D5FD7" w:rsidRPr="005D3E43" w:rsidRDefault="003D5FD7" w:rsidP="002848A0">
            <w:pPr>
              <w:tabs>
                <w:tab w:val="decimal" w:pos="722"/>
              </w:tabs>
              <w:rPr>
                <w:b/>
                <w:bCs/>
              </w:rPr>
            </w:pPr>
            <w:r w:rsidRPr="005D3E43">
              <w:rPr>
                <w:b/>
                <w:bCs/>
              </w:rPr>
              <w:t xml:space="preserve">  </w:t>
            </w:r>
            <w:r w:rsidR="002848A0">
              <w:rPr>
                <w:b/>
                <w:bCs/>
              </w:rPr>
              <w:t>-</w:t>
            </w:r>
          </w:p>
        </w:tc>
        <w:tc>
          <w:tcPr>
            <w:tcW w:w="180" w:type="dxa"/>
          </w:tcPr>
          <w:p w14:paraId="51A5CE1F" w14:textId="77777777" w:rsidR="003D5FD7" w:rsidRPr="005D3E43" w:rsidRDefault="003D5FD7" w:rsidP="003D5FD7">
            <w:pPr>
              <w:rPr>
                <w:b/>
                <w:bCs/>
              </w:rPr>
            </w:pPr>
          </w:p>
        </w:tc>
        <w:tc>
          <w:tcPr>
            <w:tcW w:w="1350" w:type="dxa"/>
            <w:tcBorders>
              <w:bottom w:val="double" w:sz="4" w:space="0" w:color="auto"/>
            </w:tcBorders>
          </w:tcPr>
          <w:p w14:paraId="60E16BE1" w14:textId="572073CF" w:rsidR="003D5FD7" w:rsidRPr="005D3E43" w:rsidRDefault="003D5FD7" w:rsidP="003D5FD7">
            <w:pPr>
              <w:tabs>
                <w:tab w:val="decimal" w:pos="759"/>
              </w:tabs>
              <w:rPr>
                <w:b/>
                <w:bCs/>
                <w:szCs w:val="22"/>
              </w:rPr>
            </w:pPr>
            <w:r w:rsidRPr="005D3E43">
              <w:rPr>
                <w:b/>
                <w:bCs/>
                <w:szCs w:val="22"/>
              </w:rPr>
              <w:t>-</w:t>
            </w:r>
          </w:p>
        </w:tc>
      </w:tr>
      <w:tr w:rsidR="003D5FD7" w:rsidRPr="005D3E43" w14:paraId="4CB0F0DE" w14:textId="77777777" w:rsidTr="006D2784">
        <w:trPr>
          <w:cantSplit/>
        </w:trPr>
        <w:tc>
          <w:tcPr>
            <w:tcW w:w="3778" w:type="dxa"/>
          </w:tcPr>
          <w:p w14:paraId="438EED04" w14:textId="77777777" w:rsidR="003D5FD7" w:rsidRPr="005D3E43" w:rsidRDefault="003D5FD7" w:rsidP="00C546D5">
            <w:pPr>
              <w:spacing w:line="240" w:lineRule="atLeast"/>
              <w:rPr>
                <w:b/>
                <w:bCs/>
                <w:i/>
                <w:iCs/>
              </w:rPr>
            </w:pPr>
          </w:p>
        </w:tc>
        <w:tc>
          <w:tcPr>
            <w:tcW w:w="1397" w:type="dxa"/>
            <w:tcBorders>
              <w:top w:val="double" w:sz="4" w:space="0" w:color="auto"/>
            </w:tcBorders>
          </w:tcPr>
          <w:p w14:paraId="5D2795BB" w14:textId="77777777" w:rsidR="003D5FD7" w:rsidRPr="005D3E43" w:rsidRDefault="003D5FD7" w:rsidP="00C546D5">
            <w:pPr>
              <w:tabs>
                <w:tab w:val="decimal" w:pos="1050"/>
              </w:tabs>
              <w:rPr>
                <w:b/>
                <w:bCs/>
              </w:rPr>
            </w:pPr>
          </w:p>
        </w:tc>
        <w:tc>
          <w:tcPr>
            <w:tcW w:w="183" w:type="dxa"/>
          </w:tcPr>
          <w:p w14:paraId="52A81A9F" w14:textId="77777777" w:rsidR="003D5FD7" w:rsidRPr="005D3E43" w:rsidRDefault="003D5FD7" w:rsidP="00C546D5">
            <w:pPr>
              <w:rPr>
                <w:b/>
                <w:bCs/>
              </w:rPr>
            </w:pPr>
          </w:p>
        </w:tc>
        <w:tc>
          <w:tcPr>
            <w:tcW w:w="1262" w:type="dxa"/>
            <w:tcBorders>
              <w:top w:val="double" w:sz="4" w:space="0" w:color="auto"/>
            </w:tcBorders>
          </w:tcPr>
          <w:p w14:paraId="161230FD" w14:textId="77777777" w:rsidR="003D5FD7" w:rsidRPr="005D3E43" w:rsidRDefault="003D5FD7" w:rsidP="00C546D5">
            <w:pPr>
              <w:tabs>
                <w:tab w:val="decimal" w:pos="1050"/>
              </w:tabs>
              <w:rPr>
                <w:b/>
                <w:bCs/>
                <w:szCs w:val="22"/>
              </w:rPr>
            </w:pPr>
          </w:p>
        </w:tc>
        <w:tc>
          <w:tcPr>
            <w:tcW w:w="180" w:type="dxa"/>
          </w:tcPr>
          <w:p w14:paraId="52EE0A9D" w14:textId="77777777" w:rsidR="003D5FD7" w:rsidRPr="005D3E43" w:rsidRDefault="003D5FD7" w:rsidP="00C546D5">
            <w:pPr>
              <w:rPr>
                <w:b/>
                <w:bCs/>
              </w:rPr>
            </w:pPr>
          </w:p>
        </w:tc>
        <w:tc>
          <w:tcPr>
            <w:tcW w:w="1318" w:type="dxa"/>
            <w:tcBorders>
              <w:top w:val="double" w:sz="4" w:space="0" w:color="auto"/>
            </w:tcBorders>
          </w:tcPr>
          <w:p w14:paraId="111A056D" w14:textId="77777777" w:rsidR="003D5FD7" w:rsidRPr="005D3E43" w:rsidRDefault="003D5FD7" w:rsidP="00C546D5">
            <w:pPr>
              <w:tabs>
                <w:tab w:val="decimal" w:pos="1050"/>
              </w:tabs>
              <w:rPr>
                <w:b/>
                <w:bCs/>
              </w:rPr>
            </w:pPr>
          </w:p>
        </w:tc>
        <w:tc>
          <w:tcPr>
            <w:tcW w:w="180" w:type="dxa"/>
          </w:tcPr>
          <w:p w14:paraId="2E4ED8A7" w14:textId="77777777" w:rsidR="003D5FD7" w:rsidRPr="005D3E43" w:rsidRDefault="003D5FD7" w:rsidP="00C546D5">
            <w:pPr>
              <w:rPr>
                <w:b/>
                <w:bCs/>
              </w:rPr>
            </w:pPr>
          </w:p>
        </w:tc>
        <w:tc>
          <w:tcPr>
            <w:tcW w:w="1350" w:type="dxa"/>
            <w:tcBorders>
              <w:top w:val="double" w:sz="4" w:space="0" w:color="auto"/>
            </w:tcBorders>
          </w:tcPr>
          <w:p w14:paraId="21DA3F09" w14:textId="77777777" w:rsidR="003D5FD7" w:rsidRPr="005D3E43" w:rsidRDefault="003D5FD7" w:rsidP="00C546D5">
            <w:pPr>
              <w:tabs>
                <w:tab w:val="decimal" w:pos="1050"/>
              </w:tabs>
              <w:rPr>
                <w:b/>
                <w:bCs/>
                <w:szCs w:val="22"/>
              </w:rPr>
            </w:pPr>
          </w:p>
        </w:tc>
      </w:tr>
      <w:tr w:rsidR="00907519" w:rsidRPr="005D3E43" w14:paraId="79BAE7B6" w14:textId="77777777" w:rsidTr="006D2784">
        <w:trPr>
          <w:cantSplit/>
        </w:trPr>
        <w:tc>
          <w:tcPr>
            <w:tcW w:w="3778" w:type="dxa"/>
          </w:tcPr>
          <w:p w14:paraId="775944DC" w14:textId="4DB72E33" w:rsidR="00907519" w:rsidRPr="00B7336A" w:rsidRDefault="00907519" w:rsidP="00907519">
            <w:pPr>
              <w:spacing w:line="240" w:lineRule="atLeast"/>
              <w:rPr>
                <w:b/>
                <w:bCs/>
                <w:i/>
                <w:iCs/>
              </w:rPr>
            </w:pPr>
            <w:r w:rsidRPr="00B7336A">
              <w:rPr>
                <w:b/>
                <w:bCs/>
                <w:i/>
                <w:iCs/>
              </w:rPr>
              <w:t>Property, plant and equipment</w:t>
            </w:r>
          </w:p>
        </w:tc>
        <w:tc>
          <w:tcPr>
            <w:tcW w:w="1397" w:type="dxa"/>
          </w:tcPr>
          <w:p w14:paraId="36B39605" w14:textId="77777777" w:rsidR="00907519" w:rsidRPr="005D3E43" w:rsidRDefault="00907519" w:rsidP="00907519">
            <w:pPr>
              <w:tabs>
                <w:tab w:val="decimal" w:pos="1050"/>
              </w:tabs>
              <w:rPr>
                <w:b/>
                <w:bCs/>
              </w:rPr>
            </w:pPr>
          </w:p>
        </w:tc>
        <w:tc>
          <w:tcPr>
            <w:tcW w:w="183" w:type="dxa"/>
          </w:tcPr>
          <w:p w14:paraId="228F1F73" w14:textId="77777777" w:rsidR="00907519" w:rsidRPr="005D3E43" w:rsidRDefault="00907519" w:rsidP="00907519">
            <w:pPr>
              <w:rPr>
                <w:b/>
                <w:bCs/>
              </w:rPr>
            </w:pPr>
          </w:p>
        </w:tc>
        <w:tc>
          <w:tcPr>
            <w:tcW w:w="1262" w:type="dxa"/>
          </w:tcPr>
          <w:p w14:paraId="67B64C40" w14:textId="77777777" w:rsidR="00907519" w:rsidRPr="005D3E43" w:rsidRDefault="00907519" w:rsidP="00907519">
            <w:pPr>
              <w:tabs>
                <w:tab w:val="decimal" w:pos="1050"/>
              </w:tabs>
              <w:rPr>
                <w:b/>
                <w:bCs/>
                <w:szCs w:val="22"/>
              </w:rPr>
            </w:pPr>
          </w:p>
        </w:tc>
        <w:tc>
          <w:tcPr>
            <w:tcW w:w="180" w:type="dxa"/>
          </w:tcPr>
          <w:p w14:paraId="57982C68" w14:textId="77777777" w:rsidR="00907519" w:rsidRPr="005D3E43" w:rsidRDefault="00907519" w:rsidP="00907519">
            <w:pPr>
              <w:rPr>
                <w:b/>
                <w:bCs/>
              </w:rPr>
            </w:pPr>
          </w:p>
        </w:tc>
        <w:tc>
          <w:tcPr>
            <w:tcW w:w="1318" w:type="dxa"/>
          </w:tcPr>
          <w:p w14:paraId="03EC86F9" w14:textId="77777777" w:rsidR="00907519" w:rsidRPr="005D3E43" w:rsidRDefault="00907519" w:rsidP="00907519">
            <w:pPr>
              <w:tabs>
                <w:tab w:val="decimal" w:pos="1050"/>
              </w:tabs>
              <w:rPr>
                <w:b/>
                <w:bCs/>
              </w:rPr>
            </w:pPr>
          </w:p>
        </w:tc>
        <w:tc>
          <w:tcPr>
            <w:tcW w:w="180" w:type="dxa"/>
          </w:tcPr>
          <w:p w14:paraId="2402B53B" w14:textId="77777777" w:rsidR="00907519" w:rsidRPr="005D3E43" w:rsidRDefault="00907519" w:rsidP="00907519">
            <w:pPr>
              <w:rPr>
                <w:b/>
                <w:bCs/>
              </w:rPr>
            </w:pPr>
          </w:p>
        </w:tc>
        <w:tc>
          <w:tcPr>
            <w:tcW w:w="1350" w:type="dxa"/>
          </w:tcPr>
          <w:p w14:paraId="16EF69CF" w14:textId="77777777" w:rsidR="00907519" w:rsidRPr="005D3E43" w:rsidRDefault="00907519" w:rsidP="00907519">
            <w:pPr>
              <w:tabs>
                <w:tab w:val="decimal" w:pos="1050"/>
              </w:tabs>
              <w:rPr>
                <w:b/>
                <w:bCs/>
                <w:szCs w:val="22"/>
              </w:rPr>
            </w:pPr>
          </w:p>
        </w:tc>
      </w:tr>
      <w:tr w:rsidR="00907519" w:rsidRPr="005D3E43" w14:paraId="3E5F7B35" w14:textId="77777777" w:rsidTr="00907519">
        <w:trPr>
          <w:cantSplit/>
        </w:trPr>
        <w:tc>
          <w:tcPr>
            <w:tcW w:w="3778" w:type="dxa"/>
          </w:tcPr>
          <w:p w14:paraId="18943BBA" w14:textId="07743D96" w:rsidR="00907519" w:rsidRPr="005D3E43" w:rsidRDefault="00907519" w:rsidP="00907519">
            <w:pPr>
              <w:spacing w:line="240" w:lineRule="atLeast"/>
              <w:rPr>
                <w:b/>
                <w:bCs/>
                <w:i/>
                <w:iCs/>
              </w:rPr>
            </w:pPr>
            <w:r w:rsidRPr="002848A0">
              <w:t>Subsidiary</w:t>
            </w:r>
          </w:p>
        </w:tc>
        <w:tc>
          <w:tcPr>
            <w:tcW w:w="1397" w:type="dxa"/>
          </w:tcPr>
          <w:p w14:paraId="09C4050C" w14:textId="77777777" w:rsidR="00907519" w:rsidRPr="005D3E43" w:rsidRDefault="00907519" w:rsidP="00907519">
            <w:pPr>
              <w:tabs>
                <w:tab w:val="decimal" w:pos="1050"/>
              </w:tabs>
              <w:rPr>
                <w:b/>
                <w:bCs/>
              </w:rPr>
            </w:pPr>
          </w:p>
        </w:tc>
        <w:tc>
          <w:tcPr>
            <w:tcW w:w="183" w:type="dxa"/>
          </w:tcPr>
          <w:p w14:paraId="400252DC" w14:textId="77777777" w:rsidR="00907519" w:rsidRPr="005D3E43" w:rsidRDefault="00907519" w:rsidP="00907519">
            <w:pPr>
              <w:rPr>
                <w:b/>
                <w:bCs/>
              </w:rPr>
            </w:pPr>
          </w:p>
        </w:tc>
        <w:tc>
          <w:tcPr>
            <w:tcW w:w="1262" w:type="dxa"/>
          </w:tcPr>
          <w:p w14:paraId="34318FEC" w14:textId="7EA45E81" w:rsidR="00907519" w:rsidRPr="005D3E43" w:rsidRDefault="00907519" w:rsidP="00907519">
            <w:pPr>
              <w:tabs>
                <w:tab w:val="decimal" w:pos="722"/>
              </w:tabs>
              <w:rPr>
                <w:b/>
                <w:bCs/>
                <w:szCs w:val="22"/>
              </w:rPr>
            </w:pPr>
            <w:r>
              <w:rPr>
                <w:b/>
                <w:bCs/>
                <w:szCs w:val="22"/>
              </w:rPr>
              <w:t>-</w:t>
            </w:r>
          </w:p>
        </w:tc>
        <w:tc>
          <w:tcPr>
            <w:tcW w:w="180" w:type="dxa"/>
          </w:tcPr>
          <w:p w14:paraId="6C6B2DF1" w14:textId="77777777" w:rsidR="00907519" w:rsidRPr="005D3E43" w:rsidRDefault="00907519" w:rsidP="00907519">
            <w:pPr>
              <w:rPr>
                <w:b/>
                <w:bCs/>
              </w:rPr>
            </w:pPr>
          </w:p>
        </w:tc>
        <w:tc>
          <w:tcPr>
            <w:tcW w:w="1318" w:type="dxa"/>
          </w:tcPr>
          <w:p w14:paraId="66CE7541" w14:textId="02CA6A23" w:rsidR="00907519" w:rsidRPr="005D3E43" w:rsidRDefault="00907519" w:rsidP="00907519">
            <w:pPr>
              <w:tabs>
                <w:tab w:val="decimal" w:pos="1050"/>
              </w:tabs>
              <w:rPr>
                <w:b/>
                <w:bCs/>
              </w:rPr>
            </w:pPr>
            <w:r w:rsidRPr="005D3E43">
              <w:rPr>
                <w:b/>
                <w:bCs/>
              </w:rPr>
              <w:t xml:space="preserve">  </w:t>
            </w:r>
            <w:r>
              <w:rPr>
                <w:b/>
                <w:bCs/>
              </w:rPr>
              <w:t>10,456</w:t>
            </w:r>
          </w:p>
        </w:tc>
        <w:tc>
          <w:tcPr>
            <w:tcW w:w="180" w:type="dxa"/>
          </w:tcPr>
          <w:p w14:paraId="19751E73" w14:textId="77777777" w:rsidR="00907519" w:rsidRPr="005D3E43" w:rsidRDefault="00907519" w:rsidP="00907519">
            <w:pPr>
              <w:rPr>
                <w:b/>
                <w:bCs/>
              </w:rPr>
            </w:pPr>
          </w:p>
        </w:tc>
        <w:tc>
          <w:tcPr>
            <w:tcW w:w="1350" w:type="dxa"/>
          </w:tcPr>
          <w:p w14:paraId="3D1DE178" w14:textId="2A566A27" w:rsidR="00907519" w:rsidRPr="005D3E43" w:rsidRDefault="00907519" w:rsidP="00907519">
            <w:pPr>
              <w:tabs>
                <w:tab w:val="decimal" w:pos="762"/>
              </w:tabs>
              <w:rPr>
                <w:b/>
                <w:bCs/>
                <w:szCs w:val="22"/>
              </w:rPr>
            </w:pPr>
            <w:r w:rsidRPr="005D3E43">
              <w:rPr>
                <w:b/>
                <w:bCs/>
                <w:szCs w:val="22"/>
              </w:rPr>
              <w:t>-</w:t>
            </w:r>
          </w:p>
        </w:tc>
      </w:tr>
      <w:tr w:rsidR="006D2784" w:rsidRPr="005D3E43" w14:paraId="72A9193C" w14:textId="77777777" w:rsidTr="003D5FD7">
        <w:trPr>
          <w:cantSplit/>
        </w:trPr>
        <w:tc>
          <w:tcPr>
            <w:tcW w:w="3778" w:type="dxa"/>
          </w:tcPr>
          <w:p w14:paraId="6E713E52" w14:textId="77777777" w:rsidR="006D2784" w:rsidRPr="005D3E43" w:rsidRDefault="006D2784" w:rsidP="00907519">
            <w:pPr>
              <w:spacing w:line="240" w:lineRule="atLeast"/>
              <w:rPr>
                <w:b/>
                <w:bCs/>
                <w:i/>
                <w:iCs/>
              </w:rPr>
            </w:pPr>
          </w:p>
        </w:tc>
        <w:tc>
          <w:tcPr>
            <w:tcW w:w="1397" w:type="dxa"/>
            <w:tcBorders>
              <w:top w:val="double" w:sz="4" w:space="0" w:color="auto"/>
            </w:tcBorders>
          </w:tcPr>
          <w:p w14:paraId="0970BCAA" w14:textId="77777777" w:rsidR="006D2784" w:rsidRPr="005D3E43" w:rsidRDefault="006D2784" w:rsidP="00907519">
            <w:pPr>
              <w:tabs>
                <w:tab w:val="decimal" w:pos="1050"/>
              </w:tabs>
              <w:rPr>
                <w:b/>
                <w:bCs/>
              </w:rPr>
            </w:pPr>
          </w:p>
        </w:tc>
        <w:tc>
          <w:tcPr>
            <w:tcW w:w="183" w:type="dxa"/>
          </w:tcPr>
          <w:p w14:paraId="45027663" w14:textId="77777777" w:rsidR="006D2784" w:rsidRPr="005D3E43" w:rsidRDefault="006D2784" w:rsidP="00907519">
            <w:pPr>
              <w:rPr>
                <w:b/>
                <w:bCs/>
              </w:rPr>
            </w:pPr>
          </w:p>
        </w:tc>
        <w:tc>
          <w:tcPr>
            <w:tcW w:w="1262" w:type="dxa"/>
            <w:tcBorders>
              <w:top w:val="double" w:sz="4" w:space="0" w:color="auto"/>
            </w:tcBorders>
          </w:tcPr>
          <w:p w14:paraId="0A848963" w14:textId="77777777" w:rsidR="006D2784" w:rsidRPr="005D3E43" w:rsidRDefault="006D2784" w:rsidP="00907519">
            <w:pPr>
              <w:tabs>
                <w:tab w:val="decimal" w:pos="1050"/>
              </w:tabs>
              <w:rPr>
                <w:b/>
                <w:bCs/>
                <w:szCs w:val="22"/>
              </w:rPr>
            </w:pPr>
          </w:p>
        </w:tc>
        <w:tc>
          <w:tcPr>
            <w:tcW w:w="180" w:type="dxa"/>
          </w:tcPr>
          <w:p w14:paraId="19975124" w14:textId="77777777" w:rsidR="006D2784" w:rsidRPr="005D3E43" w:rsidRDefault="006D2784" w:rsidP="00907519">
            <w:pPr>
              <w:rPr>
                <w:b/>
                <w:bCs/>
              </w:rPr>
            </w:pPr>
          </w:p>
        </w:tc>
        <w:tc>
          <w:tcPr>
            <w:tcW w:w="1318" w:type="dxa"/>
            <w:tcBorders>
              <w:top w:val="double" w:sz="4" w:space="0" w:color="auto"/>
            </w:tcBorders>
          </w:tcPr>
          <w:p w14:paraId="5D109211" w14:textId="77777777" w:rsidR="006D2784" w:rsidRPr="005D3E43" w:rsidRDefault="006D2784" w:rsidP="00907519">
            <w:pPr>
              <w:tabs>
                <w:tab w:val="decimal" w:pos="1050"/>
              </w:tabs>
              <w:rPr>
                <w:b/>
                <w:bCs/>
              </w:rPr>
            </w:pPr>
          </w:p>
        </w:tc>
        <w:tc>
          <w:tcPr>
            <w:tcW w:w="180" w:type="dxa"/>
          </w:tcPr>
          <w:p w14:paraId="5FC074A9" w14:textId="77777777" w:rsidR="006D2784" w:rsidRPr="005D3E43" w:rsidRDefault="006D2784" w:rsidP="00907519">
            <w:pPr>
              <w:rPr>
                <w:b/>
                <w:bCs/>
              </w:rPr>
            </w:pPr>
          </w:p>
        </w:tc>
        <w:tc>
          <w:tcPr>
            <w:tcW w:w="1350" w:type="dxa"/>
            <w:tcBorders>
              <w:top w:val="double" w:sz="4" w:space="0" w:color="auto"/>
            </w:tcBorders>
          </w:tcPr>
          <w:p w14:paraId="7548531B" w14:textId="77777777" w:rsidR="006D2784" w:rsidRPr="005D3E43" w:rsidRDefault="006D2784" w:rsidP="00907519">
            <w:pPr>
              <w:tabs>
                <w:tab w:val="decimal" w:pos="1050"/>
              </w:tabs>
              <w:rPr>
                <w:b/>
                <w:bCs/>
                <w:szCs w:val="22"/>
              </w:rPr>
            </w:pPr>
          </w:p>
        </w:tc>
      </w:tr>
      <w:tr w:rsidR="00907519" w:rsidRPr="005D3E43" w14:paraId="43FE4625" w14:textId="77777777" w:rsidTr="009856A7">
        <w:trPr>
          <w:cantSplit/>
        </w:trPr>
        <w:tc>
          <w:tcPr>
            <w:tcW w:w="3778" w:type="dxa"/>
          </w:tcPr>
          <w:p w14:paraId="487EDA0A" w14:textId="38CCE55C" w:rsidR="00907519" w:rsidRPr="005D3E43" w:rsidRDefault="00907519" w:rsidP="00907519">
            <w:pPr>
              <w:spacing w:line="240" w:lineRule="atLeast"/>
              <w:rPr>
                <w:b/>
                <w:bCs/>
                <w:i/>
                <w:iCs/>
              </w:rPr>
            </w:pPr>
            <w:r w:rsidRPr="005D3E43">
              <w:rPr>
                <w:b/>
                <w:bCs/>
                <w:i/>
                <w:iCs/>
              </w:rPr>
              <w:t xml:space="preserve">Land </w:t>
            </w:r>
            <w:r w:rsidRPr="005D3E43">
              <w:rPr>
                <w:b/>
                <w:bCs/>
                <w:i/>
                <w:iCs/>
                <w:lang w:val="en-US" w:bidi="th-TH"/>
              </w:rPr>
              <w:t>l</w:t>
            </w:r>
            <w:proofErr w:type="spellStart"/>
            <w:r w:rsidRPr="005D3E43">
              <w:rPr>
                <w:b/>
                <w:bCs/>
                <w:i/>
                <w:iCs/>
              </w:rPr>
              <w:t>easehold</w:t>
            </w:r>
            <w:proofErr w:type="spellEnd"/>
            <w:r w:rsidRPr="005D3E43">
              <w:rPr>
                <w:b/>
                <w:bCs/>
                <w:i/>
                <w:iCs/>
              </w:rPr>
              <w:t xml:space="preserve"> right</w:t>
            </w:r>
          </w:p>
        </w:tc>
        <w:tc>
          <w:tcPr>
            <w:tcW w:w="1397" w:type="dxa"/>
          </w:tcPr>
          <w:p w14:paraId="457F8028" w14:textId="77777777" w:rsidR="00907519" w:rsidRPr="005D3E43" w:rsidRDefault="00907519" w:rsidP="00907519">
            <w:pPr>
              <w:tabs>
                <w:tab w:val="decimal" w:pos="1050"/>
              </w:tabs>
              <w:rPr>
                <w:b/>
                <w:bCs/>
              </w:rPr>
            </w:pPr>
          </w:p>
        </w:tc>
        <w:tc>
          <w:tcPr>
            <w:tcW w:w="183" w:type="dxa"/>
          </w:tcPr>
          <w:p w14:paraId="47646628" w14:textId="77777777" w:rsidR="00907519" w:rsidRPr="005D3E43" w:rsidRDefault="00907519" w:rsidP="00907519">
            <w:pPr>
              <w:rPr>
                <w:b/>
                <w:bCs/>
              </w:rPr>
            </w:pPr>
          </w:p>
        </w:tc>
        <w:tc>
          <w:tcPr>
            <w:tcW w:w="1262" w:type="dxa"/>
          </w:tcPr>
          <w:p w14:paraId="71AFEE63" w14:textId="77777777" w:rsidR="00907519" w:rsidRPr="005D3E43" w:rsidRDefault="00907519" w:rsidP="00907519">
            <w:pPr>
              <w:tabs>
                <w:tab w:val="decimal" w:pos="1050"/>
              </w:tabs>
              <w:rPr>
                <w:b/>
                <w:bCs/>
                <w:szCs w:val="22"/>
              </w:rPr>
            </w:pPr>
          </w:p>
        </w:tc>
        <w:tc>
          <w:tcPr>
            <w:tcW w:w="180" w:type="dxa"/>
          </w:tcPr>
          <w:p w14:paraId="05592E59" w14:textId="77777777" w:rsidR="00907519" w:rsidRPr="005D3E43" w:rsidRDefault="00907519" w:rsidP="00907519">
            <w:pPr>
              <w:rPr>
                <w:b/>
                <w:bCs/>
              </w:rPr>
            </w:pPr>
          </w:p>
        </w:tc>
        <w:tc>
          <w:tcPr>
            <w:tcW w:w="1318" w:type="dxa"/>
          </w:tcPr>
          <w:p w14:paraId="4953D2D7" w14:textId="77777777" w:rsidR="00907519" w:rsidRPr="005D3E43" w:rsidRDefault="00907519" w:rsidP="00907519">
            <w:pPr>
              <w:tabs>
                <w:tab w:val="decimal" w:pos="1050"/>
              </w:tabs>
              <w:rPr>
                <w:b/>
                <w:bCs/>
              </w:rPr>
            </w:pPr>
          </w:p>
        </w:tc>
        <w:tc>
          <w:tcPr>
            <w:tcW w:w="180" w:type="dxa"/>
          </w:tcPr>
          <w:p w14:paraId="2FCC5906" w14:textId="77777777" w:rsidR="00907519" w:rsidRPr="005D3E43" w:rsidRDefault="00907519" w:rsidP="00907519">
            <w:pPr>
              <w:rPr>
                <w:b/>
                <w:bCs/>
              </w:rPr>
            </w:pPr>
          </w:p>
        </w:tc>
        <w:tc>
          <w:tcPr>
            <w:tcW w:w="1350" w:type="dxa"/>
          </w:tcPr>
          <w:p w14:paraId="4D8009A1" w14:textId="77777777" w:rsidR="00907519" w:rsidRPr="005D3E43" w:rsidRDefault="00907519" w:rsidP="00907519">
            <w:pPr>
              <w:tabs>
                <w:tab w:val="decimal" w:pos="1050"/>
              </w:tabs>
              <w:rPr>
                <w:b/>
                <w:bCs/>
                <w:szCs w:val="22"/>
              </w:rPr>
            </w:pPr>
          </w:p>
        </w:tc>
      </w:tr>
      <w:tr w:rsidR="00907519" w:rsidRPr="005D3E43" w14:paraId="019DAFD4" w14:textId="77777777" w:rsidTr="009856A7">
        <w:trPr>
          <w:cantSplit/>
        </w:trPr>
        <w:tc>
          <w:tcPr>
            <w:tcW w:w="3778" w:type="dxa"/>
          </w:tcPr>
          <w:p w14:paraId="0CD5DF6C" w14:textId="77777777" w:rsidR="00907519" w:rsidRPr="005D3E43" w:rsidRDefault="00907519" w:rsidP="00907519">
            <w:pPr>
              <w:spacing w:line="240" w:lineRule="atLeast"/>
              <w:rPr>
                <w:b/>
                <w:bCs/>
              </w:rPr>
            </w:pPr>
            <w:r w:rsidRPr="005D3E43">
              <w:t>Other related parties</w:t>
            </w:r>
          </w:p>
        </w:tc>
        <w:tc>
          <w:tcPr>
            <w:tcW w:w="1397" w:type="dxa"/>
            <w:tcBorders>
              <w:bottom w:val="double" w:sz="4" w:space="0" w:color="auto"/>
            </w:tcBorders>
          </w:tcPr>
          <w:p w14:paraId="03E8EDE2" w14:textId="0B19794E" w:rsidR="00907519" w:rsidRPr="005D3E43" w:rsidRDefault="00907519" w:rsidP="00907519">
            <w:pPr>
              <w:tabs>
                <w:tab w:val="decimal" w:pos="693"/>
              </w:tabs>
              <w:rPr>
                <w:b/>
                <w:bCs/>
              </w:rPr>
            </w:pPr>
            <w:r>
              <w:rPr>
                <w:b/>
                <w:bCs/>
              </w:rPr>
              <w:t>-</w:t>
            </w:r>
          </w:p>
        </w:tc>
        <w:tc>
          <w:tcPr>
            <w:tcW w:w="183" w:type="dxa"/>
          </w:tcPr>
          <w:p w14:paraId="19FA9AB2" w14:textId="77777777" w:rsidR="00907519" w:rsidRPr="005D3E43" w:rsidRDefault="00907519" w:rsidP="00907519">
            <w:pPr>
              <w:rPr>
                <w:b/>
                <w:bCs/>
              </w:rPr>
            </w:pPr>
          </w:p>
        </w:tc>
        <w:tc>
          <w:tcPr>
            <w:tcW w:w="1262" w:type="dxa"/>
            <w:tcBorders>
              <w:bottom w:val="double" w:sz="4" w:space="0" w:color="auto"/>
            </w:tcBorders>
          </w:tcPr>
          <w:p w14:paraId="3E0D5CDB" w14:textId="77777777" w:rsidR="00907519" w:rsidRPr="005D3E43" w:rsidRDefault="00907519" w:rsidP="00907519">
            <w:pPr>
              <w:tabs>
                <w:tab w:val="decimal" w:pos="1050"/>
              </w:tabs>
              <w:rPr>
                <w:b/>
                <w:bCs/>
                <w:szCs w:val="22"/>
              </w:rPr>
            </w:pPr>
            <w:r w:rsidRPr="005D3E43">
              <w:rPr>
                <w:b/>
                <w:bCs/>
                <w:szCs w:val="22"/>
              </w:rPr>
              <w:t>97,527</w:t>
            </w:r>
          </w:p>
        </w:tc>
        <w:tc>
          <w:tcPr>
            <w:tcW w:w="180" w:type="dxa"/>
          </w:tcPr>
          <w:p w14:paraId="21B00E42" w14:textId="77777777" w:rsidR="00907519" w:rsidRPr="005D3E43" w:rsidRDefault="00907519" w:rsidP="00907519">
            <w:pPr>
              <w:rPr>
                <w:b/>
                <w:bCs/>
              </w:rPr>
            </w:pPr>
          </w:p>
        </w:tc>
        <w:tc>
          <w:tcPr>
            <w:tcW w:w="1318" w:type="dxa"/>
            <w:tcBorders>
              <w:bottom w:val="double" w:sz="4" w:space="0" w:color="auto"/>
            </w:tcBorders>
          </w:tcPr>
          <w:p w14:paraId="7A1FC580" w14:textId="77777777" w:rsidR="00907519" w:rsidRPr="005D3E43" w:rsidRDefault="00907519" w:rsidP="00907519">
            <w:pPr>
              <w:tabs>
                <w:tab w:val="decimal" w:pos="728"/>
              </w:tabs>
              <w:rPr>
                <w:b/>
                <w:bCs/>
              </w:rPr>
            </w:pPr>
            <w:r w:rsidRPr="005D3E43">
              <w:rPr>
                <w:b/>
                <w:bCs/>
              </w:rPr>
              <w:t xml:space="preserve">  -</w:t>
            </w:r>
          </w:p>
        </w:tc>
        <w:tc>
          <w:tcPr>
            <w:tcW w:w="180" w:type="dxa"/>
          </w:tcPr>
          <w:p w14:paraId="2FE8C34D" w14:textId="77777777" w:rsidR="00907519" w:rsidRPr="005D3E43" w:rsidRDefault="00907519" w:rsidP="00907519">
            <w:pPr>
              <w:rPr>
                <w:b/>
                <w:bCs/>
              </w:rPr>
            </w:pPr>
          </w:p>
        </w:tc>
        <w:tc>
          <w:tcPr>
            <w:tcW w:w="1350" w:type="dxa"/>
            <w:tcBorders>
              <w:bottom w:val="double" w:sz="4" w:space="0" w:color="auto"/>
            </w:tcBorders>
          </w:tcPr>
          <w:p w14:paraId="0F9927EF" w14:textId="77777777" w:rsidR="00907519" w:rsidRPr="005D3E43" w:rsidRDefault="00907519" w:rsidP="00907519">
            <w:pPr>
              <w:tabs>
                <w:tab w:val="decimal" w:pos="775"/>
              </w:tabs>
              <w:rPr>
                <w:b/>
                <w:bCs/>
                <w:szCs w:val="22"/>
              </w:rPr>
            </w:pPr>
            <w:r w:rsidRPr="005D3E43">
              <w:rPr>
                <w:b/>
                <w:bCs/>
                <w:szCs w:val="22"/>
              </w:rPr>
              <w:t>-</w:t>
            </w:r>
          </w:p>
        </w:tc>
      </w:tr>
      <w:tr w:rsidR="00907519" w:rsidRPr="005D3E43" w14:paraId="2B6895C4" w14:textId="77777777" w:rsidTr="00907519">
        <w:trPr>
          <w:cantSplit/>
        </w:trPr>
        <w:tc>
          <w:tcPr>
            <w:tcW w:w="3778" w:type="dxa"/>
          </w:tcPr>
          <w:p w14:paraId="196F0DBE" w14:textId="77777777" w:rsidR="00907519" w:rsidRPr="005D3E43" w:rsidRDefault="00907519" w:rsidP="00907519">
            <w:pPr>
              <w:spacing w:line="240" w:lineRule="atLeast"/>
              <w:rPr>
                <w:b/>
                <w:bCs/>
              </w:rPr>
            </w:pPr>
          </w:p>
        </w:tc>
        <w:tc>
          <w:tcPr>
            <w:tcW w:w="1397" w:type="dxa"/>
            <w:tcBorders>
              <w:top w:val="single" w:sz="4" w:space="0" w:color="auto"/>
            </w:tcBorders>
          </w:tcPr>
          <w:p w14:paraId="546EEE91" w14:textId="77777777" w:rsidR="00907519" w:rsidRPr="005D3E43" w:rsidRDefault="00907519" w:rsidP="00907519">
            <w:pPr>
              <w:tabs>
                <w:tab w:val="decimal" w:pos="1050"/>
              </w:tabs>
            </w:pPr>
          </w:p>
        </w:tc>
        <w:tc>
          <w:tcPr>
            <w:tcW w:w="183" w:type="dxa"/>
          </w:tcPr>
          <w:p w14:paraId="3EC30D06" w14:textId="77777777" w:rsidR="00907519" w:rsidRPr="005D3E43" w:rsidRDefault="00907519" w:rsidP="00907519"/>
        </w:tc>
        <w:tc>
          <w:tcPr>
            <w:tcW w:w="1262" w:type="dxa"/>
            <w:tcBorders>
              <w:top w:val="single" w:sz="4" w:space="0" w:color="auto"/>
            </w:tcBorders>
          </w:tcPr>
          <w:p w14:paraId="5BD78754" w14:textId="77777777" w:rsidR="00907519" w:rsidRPr="005D3E43" w:rsidRDefault="00907519" w:rsidP="00907519">
            <w:pPr>
              <w:tabs>
                <w:tab w:val="decimal" w:pos="1050"/>
              </w:tabs>
            </w:pPr>
          </w:p>
        </w:tc>
        <w:tc>
          <w:tcPr>
            <w:tcW w:w="180" w:type="dxa"/>
          </w:tcPr>
          <w:p w14:paraId="766F8DC9" w14:textId="77777777" w:rsidR="00907519" w:rsidRPr="005D3E43" w:rsidRDefault="00907519" w:rsidP="00907519"/>
        </w:tc>
        <w:tc>
          <w:tcPr>
            <w:tcW w:w="1318" w:type="dxa"/>
            <w:tcBorders>
              <w:top w:val="single" w:sz="4" w:space="0" w:color="auto"/>
            </w:tcBorders>
          </w:tcPr>
          <w:p w14:paraId="309F43EB" w14:textId="77777777" w:rsidR="00907519" w:rsidRPr="005D3E43" w:rsidRDefault="00907519" w:rsidP="00907519">
            <w:pPr>
              <w:tabs>
                <w:tab w:val="decimal" w:pos="1050"/>
              </w:tabs>
              <w:rPr>
                <w:lang w:val="en-US"/>
              </w:rPr>
            </w:pPr>
          </w:p>
        </w:tc>
        <w:tc>
          <w:tcPr>
            <w:tcW w:w="180" w:type="dxa"/>
          </w:tcPr>
          <w:p w14:paraId="68FD576D" w14:textId="77777777" w:rsidR="00907519" w:rsidRPr="005D3E43" w:rsidRDefault="00907519" w:rsidP="00907519"/>
        </w:tc>
        <w:tc>
          <w:tcPr>
            <w:tcW w:w="1350" w:type="dxa"/>
            <w:tcBorders>
              <w:top w:val="single" w:sz="4" w:space="0" w:color="auto"/>
            </w:tcBorders>
          </w:tcPr>
          <w:p w14:paraId="5A0FCE42" w14:textId="77777777" w:rsidR="00907519" w:rsidRPr="005D3E43" w:rsidRDefault="00907519" w:rsidP="00907519">
            <w:pPr>
              <w:tabs>
                <w:tab w:val="decimal" w:pos="1050"/>
              </w:tabs>
            </w:pPr>
          </w:p>
        </w:tc>
      </w:tr>
      <w:tr w:rsidR="00907519" w:rsidRPr="005D3E43" w14:paraId="5C005E16" w14:textId="77777777" w:rsidTr="009856A7">
        <w:trPr>
          <w:cantSplit/>
        </w:trPr>
        <w:tc>
          <w:tcPr>
            <w:tcW w:w="3778" w:type="dxa"/>
          </w:tcPr>
          <w:p w14:paraId="6646473C" w14:textId="77777777" w:rsidR="00907519" w:rsidRPr="005D3E43" w:rsidRDefault="00907519" w:rsidP="00907519">
            <w:pPr>
              <w:spacing w:line="240" w:lineRule="atLeast"/>
              <w:ind w:left="190" w:hanging="180"/>
              <w:rPr>
                <w:b/>
                <w:bCs/>
                <w:i/>
                <w:iCs/>
                <w:szCs w:val="22"/>
                <w:lang w:val="en-US"/>
              </w:rPr>
            </w:pPr>
            <w:r w:rsidRPr="005D3E43">
              <w:rPr>
                <w:b/>
                <w:bCs/>
                <w:i/>
                <w:iCs/>
                <w:szCs w:val="22"/>
                <w:lang w:val="en-US"/>
              </w:rPr>
              <w:t xml:space="preserve">Rental and service retention (presents under other non-current assets) </w:t>
            </w:r>
            <w:r w:rsidRPr="005D3E43">
              <w:rPr>
                <w:b/>
                <w:bCs/>
                <w:i/>
                <w:iCs/>
                <w:szCs w:val="22"/>
                <w:lang w:val="en-US"/>
              </w:rPr>
              <w:tab/>
            </w:r>
          </w:p>
        </w:tc>
        <w:tc>
          <w:tcPr>
            <w:tcW w:w="1397" w:type="dxa"/>
          </w:tcPr>
          <w:p w14:paraId="3127AA21" w14:textId="77777777" w:rsidR="00907519" w:rsidRPr="005D3E43" w:rsidRDefault="00907519" w:rsidP="00907519">
            <w:pPr>
              <w:pStyle w:val="acctfourfigures"/>
              <w:tabs>
                <w:tab w:val="clear" w:pos="765"/>
                <w:tab w:val="decimal" w:pos="1050"/>
              </w:tabs>
              <w:spacing w:line="240" w:lineRule="atLeast"/>
              <w:ind w:right="11"/>
              <w:rPr>
                <w:b/>
                <w:bCs/>
              </w:rPr>
            </w:pPr>
          </w:p>
        </w:tc>
        <w:tc>
          <w:tcPr>
            <w:tcW w:w="183" w:type="dxa"/>
          </w:tcPr>
          <w:p w14:paraId="59B68BF4" w14:textId="77777777" w:rsidR="00907519" w:rsidRPr="005D3E43" w:rsidRDefault="00907519" w:rsidP="00907519">
            <w:pPr>
              <w:pStyle w:val="acctfourfigures"/>
              <w:tabs>
                <w:tab w:val="clear" w:pos="765"/>
                <w:tab w:val="decimal" w:pos="911"/>
              </w:tabs>
              <w:spacing w:line="240" w:lineRule="atLeast"/>
              <w:ind w:right="11"/>
              <w:rPr>
                <w:b/>
                <w:bCs/>
              </w:rPr>
            </w:pPr>
          </w:p>
        </w:tc>
        <w:tc>
          <w:tcPr>
            <w:tcW w:w="1262" w:type="dxa"/>
          </w:tcPr>
          <w:p w14:paraId="4B23F2EC" w14:textId="77777777" w:rsidR="00907519" w:rsidRPr="005D3E43" w:rsidRDefault="00907519" w:rsidP="00907519">
            <w:pPr>
              <w:pStyle w:val="acctfourfigures"/>
              <w:tabs>
                <w:tab w:val="clear" w:pos="765"/>
                <w:tab w:val="decimal" w:pos="1050"/>
              </w:tabs>
              <w:spacing w:line="240" w:lineRule="atLeast"/>
              <w:ind w:right="11"/>
              <w:rPr>
                <w:b/>
                <w:bCs/>
                <w:szCs w:val="22"/>
              </w:rPr>
            </w:pPr>
          </w:p>
        </w:tc>
        <w:tc>
          <w:tcPr>
            <w:tcW w:w="180" w:type="dxa"/>
          </w:tcPr>
          <w:p w14:paraId="3D2B1510" w14:textId="77777777" w:rsidR="00907519" w:rsidRPr="005D3E43" w:rsidRDefault="00907519" w:rsidP="00907519">
            <w:pPr>
              <w:pStyle w:val="acctfourfigures"/>
              <w:tabs>
                <w:tab w:val="clear" w:pos="765"/>
                <w:tab w:val="decimal" w:pos="939"/>
              </w:tabs>
              <w:spacing w:line="240" w:lineRule="atLeast"/>
              <w:ind w:right="11"/>
              <w:rPr>
                <w:b/>
                <w:bCs/>
              </w:rPr>
            </w:pPr>
          </w:p>
        </w:tc>
        <w:tc>
          <w:tcPr>
            <w:tcW w:w="1318" w:type="dxa"/>
          </w:tcPr>
          <w:p w14:paraId="38D3CBAC" w14:textId="77777777" w:rsidR="00907519" w:rsidRPr="005D3E43" w:rsidRDefault="00907519" w:rsidP="00907519">
            <w:pPr>
              <w:pStyle w:val="acctfourfigures"/>
              <w:tabs>
                <w:tab w:val="clear" w:pos="765"/>
                <w:tab w:val="decimal" w:pos="939"/>
                <w:tab w:val="decimal" w:pos="1050"/>
              </w:tabs>
              <w:spacing w:line="240" w:lineRule="atLeast"/>
              <w:ind w:right="11"/>
              <w:rPr>
                <w:b/>
                <w:bCs/>
              </w:rPr>
            </w:pPr>
          </w:p>
        </w:tc>
        <w:tc>
          <w:tcPr>
            <w:tcW w:w="180" w:type="dxa"/>
          </w:tcPr>
          <w:p w14:paraId="30395C8D" w14:textId="77777777" w:rsidR="00907519" w:rsidRPr="005D3E43" w:rsidRDefault="00907519" w:rsidP="00907519">
            <w:pPr>
              <w:pStyle w:val="acctfourfigures"/>
              <w:tabs>
                <w:tab w:val="clear" w:pos="765"/>
                <w:tab w:val="decimal" w:pos="939"/>
              </w:tabs>
              <w:spacing w:line="240" w:lineRule="atLeast"/>
              <w:ind w:right="11"/>
              <w:rPr>
                <w:b/>
                <w:bCs/>
              </w:rPr>
            </w:pPr>
          </w:p>
        </w:tc>
        <w:tc>
          <w:tcPr>
            <w:tcW w:w="1350" w:type="dxa"/>
          </w:tcPr>
          <w:p w14:paraId="23A0699C" w14:textId="77777777" w:rsidR="00907519" w:rsidRPr="005D3E43" w:rsidRDefault="00907519" w:rsidP="00907519">
            <w:pPr>
              <w:pStyle w:val="acctfourfigures"/>
              <w:tabs>
                <w:tab w:val="clear" w:pos="765"/>
                <w:tab w:val="decimal" w:pos="939"/>
                <w:tab w:val="decimal" w:pos="1050"/>
              </w:tabs>
              <w:spacing w:line="240" w:lineRule="atLeast"/>
              <w:ind w:right="11"/>
              <w:rPr>
                <w:b/>
                <w:bCs/>
                <w:szCs w:val="22"/>
              </w:rPr>
            </w:pPr>
          </w:p>
        </w:tc>
      </w:tr>
      <w:tr w:rsidR="00907519" w:rsidRPr="005D3E43" w14:paraId="59F9D583" w14:textId="77777777" w:rsidTr="009856A7">
        <w:trPr>
          <w:cantSplit/>
        </w:trPr>
        <w:tc>
          <w:tcPr>
            <w:tcW w:w="3778" w:type="dxa"/>
          </w:tcPr>
          <w:p w14:paraId="152658B9" w14:textId="46D88E2F" w:rsidR="00907519" w:rsidRPr="005D3E43" w:rsidRDefault="00907519" w:rsidP="00907519">
            <w:pPr>
              <w:spacing w:line="240" w:lineRule="atLeast"/>
            </w:pPr>
            <w:r w:rsidRPr="005D3E43">
              <w:t>Associates</w:t>
            </w:r>
          </w:p>
        </w:tc>
        <w:tc>
          <w:tcPr>
            <w:tcW w:w="1397" w:type="dxa"/>
          </w:tcPr>
          <w:p w14:paraId="7B2665CE" w14:textId="6B4F4A20" w:rsidR="00907519" w:rsidRPr="005D3E43" w:rsidRDefault="00907519" w:rsidP="00907519">
            <w:pPr>
              <w:tabs>
                <w:tab w:val="decimal" w:pos="693"/>
              </w:tabs>
              <w:spacing w:line="240" w:lineRule="auto"/>
            </w:pPr>
            <w:r>
              <w:t>-</w:t>
            </w:r>
          </w:p>
        </w:tc>
        <w:tc>
          <w:tcPr>
            <w:tcW w:w="183" w:type="dxa"/>
          </w:tcPr>
          <w:p w14:paraId="0B1C7D4F" w14:textId="77777777" w:rsidR="00907519" w:rsidRPr="005D3E43" w:rsidRDefault="00907519" w:rsidP="00907519">
            <w:pPr>
              <w:pStyle w:val="acctfourfigures"/>
              <w:tabs>
                <w:tab w:val="clear" w:pos="765"/>
                <w:tab w:val="decimal" w:pos="911"/>
              </w:tabs>
              <w:spacing w:line="240" w:lineRule="atLeast"/>
              <w:ind w:right="11"/>
            </w:pPr>
          </w:p>
        </w:tc>
        <w:tc>
          <w:tcPr>
            <w:tcW w:w="1262" w:type="dxa"/>
          </w:tcPr>
          <w:p w14:paraId="5F0001B6" w14:textId="77777777" w:rsidR="00907519" w:rsidRPr="005D3E43" w:rsidRDefault="00907519" w:rsidP="00907519">
            <w:pPr>
              <w:tabs>
                <w:tab w:val="decimal" w:pos="1050"/>
              </w:tabs>
              <w:rPr>
                <w:szCs w:val="22"/>
              </w:rPr>
            </w:pPr>
            <w:r w:rsidRPr="005D3E43">
              <w:rPr>
                <w:szCs w:val="22"/>
              </w:rPr>
              <w:t>3,074</w:t>
            </w:r>
          </w:p>
        </w:tc>
        <w:tc>
          <w:tcPr>
            <w:tcW w:w="180" w:type="dxa"/>
          </w:tcPr>
          <w:p w14:paraId="1E4E7DEF" w14:textId="77777777" w:rsidR="00907519" w:rsidRPr="005D3E43" w:rsidRDefault="00907519" w:rsidP="00907519">
            <w:pPr>
              <w:pStyle w:val="acctfourfigures"/>
              <w:tabs>
                <w:tab w:val="clear" w:pos="765"/>
                <w:tab w:val="decimal" w:pos="939"/>
              </w:tabs>
              <w:spacing w:line="240" w:lineRule="atLeast"/>
              <w:ind w:right="11"/>
            </w:pPr>
          </w:p>
        </w:tc>
        <w:tc>
          <w:tcPr>
            <w:tcW w:w="1318" w:type="dxa"/>
          </w:tcPr>
          <w:p w14:paraId="4441F2FF" w14:textId="224DFDA0" w:rsidR="00907519" w:rsidRPr="005D3E43" w:rsidRDefault="00907519" w:rsidP="00907519">
            <w:pPr>
              <w:tabs>
                <w:tab w:val="decimal" w:pos="728"/>
              </w:tabs>
              <w:spacing w:line="240" w:lineRule="auto"/>
            </w:pPr>
            <w:r>
              <w:t>-</w:t>
            </w:r>
          </w:p>
        </w:tc>
        <w:tc>
          <w:tcPr>
            <w:tcW w:w="180" w:type="dxa"/>
          </w:tcPr>
          <w:p w14:paraId="3113EAD1" w14:textId="77777777" w:rsidR="00907519" w:rsidRPr="005D3E43" w:rsidRDefault="00907519" w:rsidP="00907519">
            <w:pPr>
              <w:pStyle w:val="acctfourfigures"/>
              <w:tabs>
                <w:tab w:val="clear" w:pos="765"/>
                <w:tab w:val="decimal" w:pos="939"/>
              </w:tabs>
              <w:spacing w:line="240" w:lineRule="atLeast"/>
              <w:ind w:right="11"/>
            </w:pPr>
          </w:p>
        </w:tc>
        <w:tc>
          <w:tcPr>
            <w:tcW w:w="1350" w:type="dxa"/>
          </w:tcPr>
          <w:p w14:paraId="64242705" w14:textId="77777777" w:rsidR="00907519" w:rsidRPr="005D3E43" w:rsidRDefault="00907519" w:rsidP="00907519">
            <w:pPr>
              <w:tabs>
                <w:tab w:val="decimal" w:pos="1050"/>
              </w:tabs>
              <w:rPr>
                <w:szCs w:val="22"/>
              </w:rPr>
            </w:pPr>
            <w:r w:rsidRPr="005D3E43">
              <w:rPr>
                <w:szCs w:val="22"/>
              </w:rPr>
              <w:t>3,074</w:t>
            </w:r>
          </w:p>
        </w:tc>
      </w:tr>
      <w:tr w:rsidR="00907519" w:rsidRPr="005D3E43" w14:paraId="473DD1AD" w14:textId="77777777" w:rsidTr="009856A7">
        <w:trPr>
          <w:cantSplit/>
        </w:trPr>
        <w:tc>
          <w:tcPr>
            <w:tcW w:w="3778" w:type="dxa"/>
          </w:tcPr>
          <w:p w14:paraId="6080F59A" w14:textId="77777777" w:rsidR="00907519" w:rsidRPr="005D3E43" w:rsidRDefault="00907519" w:rsidP="00907519">
            <w:pPr>
              <w:spacing w:line="240" w:lineRule="atLeast"/>
              <w:ind w:left="190" w:hanging="180"/>
              <w:rPr>
                <w:b/>
                <w:bCs/>
                <w:i/>
                <w:iCs/>
                <w:szCs w:val="22"/>
                <w:lang w:val="en-US"/>
              </w:rPr>
            </w:pPr>
            <w:r w:rsidRPr="005D3E43">
              <w:t>Other related parties</w:t>
            </w:r>
          </w:p>
        </w:tc>
        <w:tc>
          <w:tcPr>
            <w:tcW w:w="1397" w:type="dxa"/>
            <w:tcBorders>
              <w:bottom w:val="single" w:sz="4" w:space="0" w:color="auto"/>
            </w:tcBorders>
          </w:tcPr>
          <w:p w14:paraId="4E5B0E2E" w14:textId="2EB6852E" w:rsidR="00907519" w:rsidRPr="005D3E43" w:rsidRDefault="00907519" w:rsidP="00907519">
            <w:pPr>
              <w:tabs>
                <w:tab w:val="decimal" w:pos="963"/>
              </w:tabs>
              <w:spacing w:line="240" w:lineRule="auto"/>
            </w:pPr>
            <w:r>
              <w:t>3,074</w:t>
            </w:r>
          </w:p>
        </w:tc>
        <w:tc>
          <w:tcPr>
            <w:tcW w:w="183" w:type="dxa"/>
          </w:tcPr>
          <w:p w14:paraId="163BD082" w14:textId="77777777" w:rsidR="00907519" w:rsidRPr="005D3E43" w:rsidRDefault="00907519" w:rsidP="00907519">
            <w:pPr>
              <w:pStyle w:val="acctfourfigures"/>
              <w:tabs>
                <w:tab w:val="clear" w:pos="765"/>
                <w:tab w:val="decimal" w:pos="911"/>
              </w:tabs>
              <w:spacing w:line="240" w:lineRule="atLeast"/>
              <w:ind w:right="11"/>
            </w:pPr>
          </w:p>
        </w:tc>
        <w:tc>
          <w:tcPr>
            <w:tcW w:w="1262" w:type="dxa"/>
            <w:tcBorders>
              <w:bottom w:val="single" w:sz="4" w:space="0" w:color="auto"/>
            </w:tcBorders>
          </w:tcPr>
          <w:p w14:paraId="0FBABDE2" w14:textId="77777777" w:rsidR="00907519" w:rsidRPr="005D3E43" w:rsidRDefault="00907519" w:rsidP="00907519">
            <w:pPr>
              <w:tabs>
                <w:tab w:val="decimal" w:pos="770"/>
              </w:tabs>
              <w:rPr>
                <w:szCs w:val="22"/>
              </w:rPr>
            </w:pPr>
            <w:r w:rsidRPr="005D3E43">
              <w:rPr>
                <w:szCs w:val="22"/>
              </w:rPr>
              <w:t>-</w:t>
            </w:r>
          </w:p>
        </w:tc>
        <w:tc>
          <w:tcPr>
            <w:tcW w:w="180" w:type="dxa"/>
          </w:tcPr>
          <w:p w14:paraId="0A13327D" w14:textId="77777777" w:rsidR="00907519" w:rsidRPr="005D3E43" w:rsidRDefault="00907519" w:rsidP="00907519">
            <w:pPr>
              <w:pStyle w:val="acctfourfigures"/>
              <w:tabs>
                <w:tab w:val="clear" w:pos="765"/>
                <w:tab w:val="decimal" w:pos="939"/>
              </w:tabs>
              <w:spacing w:line="240" w:lineRule="atLeast"/>
              <w:ind w:right="11"/>
            </w:pPr>
          </w:p>
        </w:tc>
        <w:tc>
          <w:tcPr>
            <w:tcW w:w="1318" w:type="dxa"/>
            <w:tcBorders>
              <w:bottom w:val="single" w:sz="4" w:space="0" w:color="auto"/>
            </w:tcBorders>
          </w:tcPr>
          <w:p w14:paraId="1D849F68" w14:textId="214739A9" w:rsidR="00907519" w:rsidRPr="005D3E43" w:rsidRDefault="00907519" w:rsidP="00907519">
            <w:pPr>
              <w:tabs>
                <w:tab w:val="decimal" w:pos="1050"/>
              </w:tabs>
              <w:spacing w:line="240" w:lineRule="auto"/>
            </w:pPr>
            <w:r>
              <w:t>3,074</w:t>
            </w:r>
          </w:p>
        </w:tc>
        <w:tc>
          <w:tcPr>
            <w:tcW w:w="180" w:type="dxa"/>
          </w:tcPr>
          <w:p w14:paraId="03E422E4" w14:textId="77777777" w:rsidR="00907519" w:rsidRPr="005D3E43" w:rsidRDefault="00907519" w:rsidP="00907519">
            <w:pPr>
              <w:pStyle w:val="acctfourfigures"/>
              <w:tabs>
                <w:tab w:val="clear" w:pos="765"/>
                <w:tab w:val="decimal" w:pos="939"/>
              </w:tabs>
              <w:spacing w:line="240" w:lineRule="atLeast"/>
              <w:ind w:right="11"/>
            </w:pPr>
          </w:p>
        </w:tc>
        <w:tc>
          <w:tcPr>
            <w:tcW w:w="1350" w:type="dxa"/>
            <w:tcBorders>
              <w:bottom w:val="single" w:sz="4" w:space="0" w:color="auto"/>
            </w:tcBorders>
          </w:tcPr>
          <w:p w14:paraId="621B2A97" w14:textId="77777777" w:rsidR="00907519" w:rsidRPr="005D3E43" w:rsidRDefault="00907519" w:rsidP="00907519">
            <w:pPr>
              <w:tabs>
                <w:tab w:val="decimal" w:pos="770"/>
              </w:tabs>
              <w:rPr>
                <w:szCs w:val="22"/>
              </w:rPr>
            </w:pPr>
            <w:r w:rsidRPr="005D3E43">
              <w:rPr>
                <w:szCs w:val="22"/>
              </w:rPr>
              <w:t>-</w:t>
            </w:r>
          </w:p>
        </w:tc>
      </w:tr>
      <w:tr w:rsidR="00907519" w:rsidRPr="005D3E43" w14:paraId="24C7F447" w14:textId="77777777" w:rsidTr="009856A7">
        <w:trPr>
          <w:cantSplit/>
        </w:trPr>
        <w:tc>
          <w:tcPr>
            <w:tcW w:w="3778" w:type="dxa"/>
          </w:tcPr>
          <w:p w14:paraId="29A1A620" w14:textId="3D38038F" w:rsidR="00907519" w:rsidRPr="005D3E43" w:rsidRDefault="00907519" w:rsidP="00907519">
            <w:pPr>
              <w:spacing w:line="240" w:lineRule="atLeast"/>
              <w:rPr>
                <w:b/>
                <w:bCs/>
              </w:rPr>
            </w:pPr>
            <w:r w:rsidRPr="005D3E43">
              <w:rPr>
                <w:b/>
                <w:bCs/>
              </w:rPr>
              <w:t>Total</w:t>
            </w:r>
          </w:p>
        </w:tc>
        <w:tc>
          <w:tcPr>
            <w:tcW w:w="1397" w:type="dxa"/>
            <w:tcBorders>
              <w:top w:val="single" w:sz="4" w:space="0" w:color="auto"/>
              <w:bottom w:val="double" w:sz="4" w:space="0" w:color="auto"/>
            </w:tcBorders>
          </w:tcPr>
          <w:p w14:paraId="396EF005" w14:textId="7BB9AA9E" w:rsidR="00907519" w:rsidRPr="005D3E43" w:rsidRDefault="00907519" w:rsidP="00907519">
            <w:pPr>
              <w:tabs>
                <w:tab w:val="decimal" w:pos="963"/>
              </w:tabs>
              <w:spacing w:line="240" w:lineRule="auto"/>
              <w:rPr>
                <w:b/>
                <w:bCs/>
              </w:rPr>
            </w:pPr>
            <w:r>
              <w:rPr>
                <w:b/>
                <w:bCs/>
              </w:rPr>
              <w:t>3,074</w:t>
            </w:r>
          </w:p>
        </w:tc>
        <w:tc>
          <w:tcPr>
            <w:tcW w:w="183" w:type="dxa"/>
          </w:tcPr>
          <w:p w14:paraId="6FFAB3D9" w14:textId="77777777" w:rsidR="00907519" w:rsidRPr="005D3E43" w:rsidRDefault="00907519" w:rsidP="00907519">
            <w:pPr>
              <w:pStyle w:val="acctfourfigures"/>
              <w:tabs>
                <w:tab w:val="clear" w:pos="765"/>
                <w:tab w:val="decimal" w:pos="911"/>
              </w:tabs>
              <w:spacing w:line="240" w:lineRule="atLeast"/>
              <w:ind w:right="11"/>
              <w:rPr>
                <w:b/>
                <w:bCs/>
              </w:rPr>
            </w:pPr>
          </w:p>
        </w:tc>
        <w:tc>
          <w:tcPr>
            <w:tcW w:w="1262" w:type="dxa"/>
            <w:tcBorders>
              <w:top w:val="single" w:sz="4" w:space="0" w:color="auto"/>
              <w:bottom w:val="double" w:sz="4" w:space="0" w:color="auto"/>
            </w:tcBorders>
          </w:tcPr>
          <w:p w14:paraId="7FD28955" w14:textId="77777777" w:rsidR="00907519" w:rsidRPr="005D3E43" w:rsidRDefault="00907519" w:rsidP="00907519">
            <w:pPr>
              <w:tabs>
                <w:tab w:val="decimal" w:pos="1050"/>
              </w:tabs>
              <w:rPr>
                <w:b/>
                <w:bCs/>
                <w:szCs w:val="22"/>
              </w:rPr>
            </w:pPr>
            <w:r w:rsidRPr="005D3E43">
              <w:rPr>
                <w:b/>
                <w:bCs/>
                <w:szCs w:val="22"/>
              </w:rPr>
              <w:t>3,074</w:t>
            </w:r>
          </w:p>
        </w:tc>
        <w:tc>
          <w:tcPr>
            <w:tcW w:w="180" w:type="dxa"/>
          </w:tcPr>
          <w:p w14:paraId="4AEB8BAC" w14:textId="77777777" w:rsidR="00907519" w:rsidRPr="005D3E43" w:rsidRDefault="00907519" w:rsidP="00907519">
            <w:pPr>
              <w:pStyle w:val="acctfourfigures"/>
              <w:tabs>
                <w:tab w:val="clear" w:pos="765"/>
                <w:tab w:val="decimal" w:pos="939"/>
              </w:tabs>
              <w:spacing w:line="240" w:lineRule="atLeast"/>
              <w:ind w:right="11"/>
              <w:rPr>
                <w:b/>
                <w:bCs/>
              </w:rPr>
            </w:pPr>
          </w:p>
        </w:tc>
        <w:tc>
          <w:tcPr>
            <w:tcW w:w="1318" w:type="dxa"/>
            <w:tcBorders>
              <w:top w:val="single" w:sz="4" w:space="0" w:color="auto"/>
              <w:bottom w:val="double" w:sz="4" w:space="0" w:color="auto"/>
            </w:tcBorders>
          </w:tcPr>
          <w:p w14:paraId="495A20D2" w14:textId="19D0E7A1" w:rsidR="00907519" w:rsidRPr="005D3E43" w:rsidRDefault="00907519" w:rsidP="00907519">
            <w:pPr>
              <w:tabs>
                <w:tab w:val="decimal" w:pos="1050"/>
              </w:tabs>
              <w:spacing w:line="240" w:lineRule="auto"/>
              <w:rPr>
                <w:b/>
                <w:bCs/>
              </w:rPr>
            </w:pPr>
            <w:r>
              <w:rPr>
                <w:b/>
                <w:bCs/>
              </w:rPr>
              <w:t>3,074</w:t>
            </w:r>
          </w:p>
        </w:tc>
        <w:tc>
          <w:tcPr>
            <w:tcW w:w="180" w:type="dxa"/>
          </w:tcPr>
          <w:p w14:paraId="21AA023D" w14:textId="77777777" w:rsidR="00907519" w:rsidRPr="005D3E43" w:rsidRDefault="00907519" w:rsidP="00907519">
            <w:pPr>
              <w:pStyle w:val="acctfourfigures"/>
              <w:tabs>
                <w:tab w:val="clear" w:pos="765"/>
                <w:tab w:val="decimal" w:pos="939"/>
              </w:tabs>
              <w:spacing w:line="240" w:lineRule="atLeast"/>
              <w:ind w:right="11"/>
              <w:rPr>
                <w:b/>
                <w:bCs/>
              </w:rPr>
            </w:pPr>
          </w:p>
        </w:tc>
        <w:tc>
          <w:tcPr>
            <w:tcW w:w="1350" w:type="dxa"/>
            <w:tcBorders>
              <w:top w:val="single" w:sz="4" w:space="0" w:color="auto"/>
              <w:bottom w:val="double" w:sz="4" w:space="0" w:color="auto"/>
            </w:tcBorders>
          </w:tcPr>
          <w:p w14:paraId="1224B1DC" w14:textId="77777777" w:rsidR="00907519" w:rsidRPr="005D3E43" w:rsidRDefault="00907519" w:rsidP="00907519">
            <w:pPr>
              <w:tabs>
                <w:tab w:val="decimal" w:pos="1050"/>
              </w:tabs>
              <w:rPr>
                <w:b/>
                <w:bCs/>
                <w:szCs w:val="22"/>
              </w:rPr>
            </w:pPr>
            <w:r w:rsidRPr="005D3E43">
              <w:rPr>
                <w:b/>
                <w:bCs/>
                <w:szCs w:val="22"/>
              </w:rPr>
              <w:t>3,074</w:t>
            </w:r>
          </w:p>
        </w:tc>
      </w:tr>
    </w:tbl>
    <w:p w14:paraId="20D46C72" w14:textId="77777777" w:rsidR="00D4110C" w:rsidRPr="005D3E43" w:rsidRDefault="00D4110C" w:rsidP="004B3E80">
      <w:pPr>
        <w:spacing w:line="240" w:lineRule="auto"/>
        <w:ind w:left="540"/>
        <w:jc w:val="both"/>
        <w:rPr>
          <w:szCs w:val="22"/>
          <w:lang w:val="en-US"/>
        </w:rPr>
      </w:pPr>
    </w:p>
    <w:p w14:paraId="447CAE78" w14:textId="5973E37D" w:rsidR="00054193" w:rsidRPr="005D3E43" w:rsidRDefault="004B3E80" w:rsidP="003D5FD7">
      <w:pPr>
        <w:spacing w:line="240" w:lineRule="auto"/>
        <w:ind w:left="450"/>
        <w:jc w:val="thaiDistribute"/>
        <w:rPr>
          <w:szCs w:val="22"/>
          <w:lang w:val="en-US"/>
        </w:rPr>
      </w:pPr>
      <w:r w:rsidRPr="005D3E43">
        <w:rPr>
          <w:szCs w:val="22"/>
          <w:lang w:val="en-US"/>
        </w:rPr>
        <w:t xml:space="preserve">Movements during the </w:t>
      </w:r>
      <w:r w:rsidR="009856A7">
        <w:rPr>
          <w:szCs w:val="22"/>
          <w:lang w:val="en-US"/>
        </w:rPr>
        <w:t>nine</w:t>
      </w:r>
      <w:r w:rsidRPr="005D3E43">
        <w:rPr>
          <w:szCs w:val="22"/>
          <w:lang w:val="en-US"/>
        </w:rPr>
        <w:t xml:space="preserve">-month period ended </w:t>
      </w:r>
      <w:r w:rsidR="0049109F" w:rsidRPr="005D3E43">
        <w:rPr>
          <w:szCs w:val="22"/>
          <w:lang w:val="en-US"/>
        </w:rPr>
        <w:t xml:space="preserve">30 </w:t>
      </w:r>
      <w:r w:rsidR="009856A7">
        <w:rPr>
          <w:szCs w:val="22"/>
          <w:lang w:val="en-US"/>
        </w:rPr>
        <w:t xml:space="preserve">September </w:t>
      </w:r>
      <w:r w:rsidR="002860DC" w:rsidRPr="005D3E43">
        <w:rPr>
          <w:szCs w:val="22"/>
          <w:lang w:val="en-US"/>
        </w:rPr>
        <w:t xml:space="preserve">2020 </w:t>
      </w:r>
      <w:r w:rsidRPr="005D3E43">
        <w:rPr>
          <w:szCs w:val="22"/>
          <w:lang w:val="en-US"/>
        </w:rPr>
        <w:t>of loans to related parties were as follows:</w:t>
      </w:r>
    </w:p>
    <w:p w14:paraId="7E3E0FB3" w14:textId="77777777" w:rsidR="004B3E80" w:rsidRPr="005D3E43" w:rsidRDefault="004B3E80" w:rsidP="004B3E80">
      <w:pPr>
        <w:spacing w:line="240" w:lineRule="auto"/>
        <w:ind w:left="540"/>
        <w:jc w:val="both"/>
        <w:rPr>
          <w:szCs w:val="22"/>
          <w:lang w:val="en-US"/>
        </w:rPr>
      </w:pPr>
    </w:p>
    <w:tbl>
      <w:tblPr>
        <w:tblW w:w="9630" w:type="dxa"/>
        <w:tblInd w:w="450" w:type="dxa"/>
        <w:tblLayout w:type="fixed"/>
        <w:tblCellMar>
          <w:left w:w="79" w:type="dxa"/>
          <w:right w:w="79" w:type="dxa"/>
        </w:tblCellMar>
        <w:tblLook w:val="0000" w:firstRow="0" w:lastRow="0" w:firstColumn="0" w:lastColumn="0" w:noHBand="0" w:noVBand="0"/>
      </w:tblPr>
      <w:tblGrid>
        <w:gridCol w:w="1710"/>
        <w:gridCol w:w="1350"/>
        <w:gridCol w:w="180"/>
        <w:gridCol w:w="1170"/>
        <w:gridCol w:w="180"/>
        <w:gridCol w:w="1080"/>
        <w:gridCol w:w="180"/>
        <w:gridCol w:w="1080"/>
        <w:gridCol w:w="180"/>
        <w:gridCol w:w="1170"/>
        <w:gridCol w:w="181"/>
        <w:gridCol w:w="1169"/>
      </w:tblGrid>
      <w:tr w:rsidR="00787B9D" w:rsidRPr="005D3E43" w14:paraId="63B544A2" w14:textId="77777777" w:rsidTr="00620749">
        <w:trPr>
          <w:cantSplit/>
          <w:tblHeader/>
        </w:trPr>
        <w:tc>
          <w:tcPr>
            <w:tcW w:w="1710" w:type="dxa"/>
            <w:vAlign w:val="bottom"/>
          </w:tcPr>
          <w:p w14:paraId="2DED4BA0" w14:textId="77777777" w:rsidR="00787B9D" w:rsidRPr="005D3E43" w:rsidRDefault="00787B9D" w:rsidP="00787B9D">
            <w:pPr>
              <w:spacing w:line="240" w:lineRule="atLeast"/>
              <w:jc w:val="center"/>
              <w:rPr>
                <w:b/>
                <w:bCs/>
                <w:i/>
                <w:iCs/>
              </w:rPr>
            </w:pPr>
          </w:p>
        </w:tc>
        <w:tc>
          <w:tcPr>
            <w:tcW w:w="2700" w:type="dxa"/>
            <w:gridSpan w:val="3"/>
            <w:vAlign w:val="bottom"/>
          </w:tcPr>
          <w:p w14:paraId="037B0DDF" w14:textId="77777777" w:rsidR="00787B9D" w:rsidRPr="005D3E43" w:rsidRDefault="00787B9D" w:rsidP="00787B9D">
            <w:pPr>
              <w:spacing w:line="240" w:lineRule="atLeast"/>
              <w:jc w:val="center"/>
              <w:rPr>
                <w:b/>
                <w:bCs/>
              </w:rPr>
            </w:pPr>
            <w:r w:rsidRPr="005D3E43">
              <w:rPr>
                <w:b/>
                <w:bCs/>
              </w:rPr>
              <w:t>Interest rate</w:t>
            </w:r>
          </w:p>
        </w:tc>
        <w:tc>
          <w:tcPr>
            <w:tcW w:w="180" w:type="dxa"/>
          </w:tcPr>
          <w:p w14:paraId="22CFE833" w14:textId="77777777" w:rsidR="00787B9D" w:rsidRPr="005D3E43" w:rsidRDefault="00787B9D" w:rsidP="00787B9D">
            <w:pPr>
              <w:spacing w:line="240" w:lineRule="atLeast"/>
              <w:ind w:left="-83" w:right="-79" w:firstLine="4"/>
              <w:jc w:val="center"/>
              <w:rPr>
                <w:bCs/>
              </w:rPr>
            </w:pPr>
          </w:p>
        </w:tc>
        <w:tc>
          <w:tcPr>
            <w:tcW w:w="5040" w:type="dxa"/>
            <w:gridSpan w:val="7"/>
            <w:vAlign w:val="bottom"/>
          </w:tcPr>
          <w:p w14:paraId="1D0BAB3F" w14:textId="77777777" w:rsidR="00787B9D" w:rsidRPr="005D3E43" w:rsidRDefault="00787B9D" w:rsidP="00787B9D">
            <w:pPr>
              <w:spacing w:line="240" w:lineRule="atLeast"/>
              <w:jc w:val="center"/>
              <w:rPr>
                <w:bCs/>
              </w:rPr>
            </w:pPr>
            <w:r w:rsidRPr="005D3E43">
              <w:rPr>
                <w:b/>
              </w:rPr>
              <w:t>Consolidated financial statements</w:t>
            </w:r>
          </w:p>
        </w:tc>
      </w:tr>
      <w:tr w:rsidR="00A801F9" w:rsidRPr="005D3E43" w14:paraId="2BEDB6DE" w14:textId="77777777" w:rsidTr="009E086D">
        <w:trPr>
          <w:cantSplit/>
          <w:tblHeader/>
        </w:trPr>
        <w:tc>
          <w:tcPr>
            <w:tcW w:w="1710" w:type="dxa"/>
            <w:shd w:val="clear" w:color="auto" w:fill="auto"/>
            <w:vAlign w:val="bottom"/>
          </w:tcPr>
          <w:p w14:paraId="3C16F642" w14:textId="77777777" w:rsidR="00A801F9" w:rsidRPr="005D3E43" w:rsidRDefault="00A801F9" w:rsidP="00A801F9">
            <w:pPr>
              <w:spacing w:line="240" w:lineRule="atLeast"/>
              <w:rPr>
                <w:b/>
                <w:bCs/>
                <w:i/>
                <w:iCs/>
                <w:lang w:val="en-US"/>
              </w:rPr>
            </w:pPr>
          </w:p>
        </w:tc>
        <w:tc>
          <w:tcPr>
            <w:tcW w:w="1350" w:type="dxa"/>
            <w:vAlign w:val="bottom"/>
          </w:tcPr>
          <w:p w14:paraId="57F22209" w14:textId="77777777" w:rsidR="00A801F9" w:rsidRPr="005D3E43" w:rsidRDefault="00A801F9" w:rsidP="00A801F9">
            <w:pPr>
              <w:spacing w:line="240" w:lineRule="atLeast"/>
              <w:ind w:left="-83" w:right="-79" w:firstLine="4"/>
              <w:jc w:val="center"/>
              <w:rPr>
                <w:bCs/>
              </w:rPr>
            </w:pPr>
            <w:r w:rsidRPr="005D3E43">
              <w:rPr>
                <w:bCs/>
              </w:rPr>
              <w:t>31</w:t>
            </w:r>
            <w:r w:rsidRPr="005D3E43">
              <w:rPr>
                <w:bCs/>
              </w:rPr>
              <w:br/>
              <w:t xml:space="preserve"> December 2019</w:t>
            </w:r>
          </w:p>
        </w:tc>
        <w:tc>
          <w:tcPr>
            <w:tcW w:w="180" w:type="dxa"/>
            <w:vAlign w:val="bottom"/>
          </w:tcPr>
          <w:p w14:paraId="7F1087DC" w14:textId="77777777" w:rsidR="00A801F9" w:rsidRPr="005D3E43" w:rsidRDefault="00A801F9" w:rsidP="00A801F9">
            <w:pPr>
              <w:spacing w:line="240" w:lineRule="atLeast"/>
              <w:ind w:left="-83" w:firstLine="4"/>
              <w:jc w:val="center"/>
              <w:rPr>
                <w:bCs/>
              </w:rPr>
            </w:pPr>
          </w:p>
        </w:tc>
        <w:tc>
          <w:tcPr>
            <w:tcW w:w="1170" w:type="dxa"/>
            <w:vAlign w:val="bottom"/>
          </w:tcPr>
          <w:p w14:paraId="383905E6" w14:textId="77777777" w:rsidR="00A801F9" w:rsidRPr="005D3E43" w:rsidRDefault="00A801F9" w:rsidP="00A801F9">
            <w:pPr>
              <w:spacing w:line="240" w:lineRule="atLeast"/>
              <w:ind w:left="-83" w:right="-75" w:firstLine="4"/>
              <w:jc w:val="center"/>
              <w:rPr>
                <w:bCs/>
              </w:rPr>
            </w:pPr>
            <w:r w:rsidRPr="005D3E43">
              <w:rPr>
                <w:bCs/>
              </w:rPr>
              <w:t xml:space="preserve">30 </w:t>
            </w:r>
          </w:p>
          <w:p w14:paraId="7EA40F82" w14:textId="69A1BE7C" w:rsidR="00A801F9" w:rsidRPr="005D3E43" w:rsidRDefault="00A801F9" w:rsidP="00A801F9">
            <w:pPr>
              <w:spacing w:line="240" w:lineRule="atLeast"/>
              <w:ind w:left="-83" w:right="-75" w:firstLine="4"/>
              <w:jc w:val="center"/>
              <w:rPr>
                <w:bCs/>
              </w:rPr>
            </w:pPr>
            <w:r>
              <w:rPr>
                <w:szCs w:val="22"/>
                <w:lang w:val="en-US"/>
              </w:rPr>
              <w:t>September</w:t>
            </w:r>
            <w:r w:rsidRPr="005D3E43">
              <w:rPr>
                <w:bCs/>
              </w:rPr>
              <w:t xml:space="preserve"> </w:t>
            </w:r>
          </w:p>
          <w:p w14:paraId="76F3EEF3" w14:textId="77777777" w:rsidR="00A801F9" w:rsidRPr="005D3E43" w:rsidRDefault="00A801F9" w:rsidP="00A801F9">
            <w:pPr>
              <w:spacing w:line="240" w:lineRule="atLeast"/>
              <w:ind w:left="-83" w:right="-75" w:firstLine="4"/>
              <w:jc w:val="center"/>
              <w:rPr>
                <w:bCs/>
              </w:rPr>
            </w:pPr>
            <w:r w:rsidRPr="005D3E43">
              <w:rPr>
                <w:bCs/>
              </w:rPr>
              <w:t>2020</w:t>
            </w:r>
          </w:p>
        </w:tc>
        <w:tc>
          <w:tcPr>
            <w:tcW w:w="180" w:type="dxa"/>
          </w:tcPr>
          <w:p w14:paraId="0722E2E2" w14:textId="77777777" w:rsidR="00A801F9" w:rsidRPr="005D3E43" w:rsidRDefault="00A801F9" w:rsidP="00A801F9">
            <w:pPr>
              <w:spacing w:line="240" w:lineRule="atLeast"/>
              <w:ind w:left="-83" w:right="-79" w:firstLine="4"/>
              <w:jc w:val="center"/>
              <w:rPr>
                <w:bCs/>
              </w:rPr>
            </w:pPr>
          </w:p>
        </w:tc>
        <w:tc>
          <w:tcPr>
            <w:tcW w:w="1080" w:type="dxa"/>
            <w:vAlign w:val="bottom"/>
          </w:tcPr>
          <w:p w14:paraId="60669C4A" w14:textId="77777777" w:rsidR="00A801F9" w:rsidRPr="005D3E43" w:rsidRDefault="00A801F9" w:rsidP="00A801F9">
            <w:pPr>
              <w:spacing w:line="240" w:lineRule="atLeast"/>
              <w:ind w:left="-83" w:right="-79" w:firstLine="4"/>
              <w:jc w:val="center"/>
              <w:rPr>
                <w:bCs/>
              </w:rPr>
            </w:pPr>
            <w:r w:rsidRPr="005D3E43">
              <w:rPr>
                <w:bCs/>
              </w:rPr>
              <w:t xml:space="preserve">31 </w:t>
            </w:r>
            <w:r w:rsidRPr="005D3E43">
              <w:rPr>
                <w:bCs/>
              </w:rPr>
              <w:br/>
              <w:t>December 2019</w:t>
            </w:r>
          </w:p>
        </w:tc>
        <w:tc>
          <w:tcPr>
            <w:tcW w:w="180" w:type="dxa"/>
            <w:vAlign w:val="bottom"/>
          </w:tcPr>
          <w:p w14:paraId="5B86B8D2" w14:textId="77777777" w:rsidR="00A801F9" w:rsidRPr="005D3E43" w:rsidRDefault="00A801F9" w:rsidP="00A801F9">
            <w:pPr>
              <w:spacing w:line="240" w:lineRule="atLeast"/>
              <w:jc w:val="center"/>
              <w:rPr>
                <w:bCs/>
              </w:rPr>
            </w:pPr>
          </w:p>
        </w:tc>
        <w:tc>
          <w:tcPr>
            <w:tcW w:w="1080" w:type="dxa"/>
            <w:vAlign w:val="bottom"/>
          </w:tcPr>
          <w:p w14:paraId="5A6D2661" w14:textId="77777777" w:rsidR="00A801F9" w:rsidRPr="005D3E43" w:rsidRDefault="00A801F9" w:rsidP="00A801F9">
            <w:pPr>
              <w:spacing w:line="240" w:lineRule="atLeast"/>
              <w:ind w:left="-83" w:right="-79" w:firstLine="4"/>
              <w:jc w:val="center"/>
              <w:rPr>
                <w:bCs/>
              </w:rPr>
            </w:pPr>
            <w:r w:rsidRPr="005D3E43">
              <w:rPr>
                <w:bCs/>
              </w:rPr>
              <w:t>Increase</w:t>
            </w:r>
          </w:p>
        </w:tc>
        <w:tc>
          <w:tcPr>
            <w:tcW w:w="180" w:type="dxa"/>
            <w:vAlign w:val="bottom"/>
          </w:tcPr>
          <w:p w14:paraId="28664C21" w14:textId="77777777" w:rsidR="00A801F9" w:rsidRPr="005D3E43" w:rsidRDefault="00A801F9" w:rsidP="00A801F9">
            <w:pPr>
              <w:spacing w:line="240" w:lineRule="atLeast"/>
              <w:jc w:val="center"/>
              <w:rPr>
                <w:bCs/>
                <w:highlight w:val="yellow"/>
              </w:rPr>
            </w:pPr>
          </w:p>
        </w:tc>
        <w:tc>
          <w:tcPr>
            <w:tcW w:w="1170" w:type="dxa"/>
            <w:vAlign w:val="bottom"/>
          </w:tcPr>
          <w:p w14:paraId="77834F3F" w14:textId="77777777" w:rsidR="00A801F9" w:rsidRPr="005D3E43" w:rsidRDefault="00A801F9" w:rsidP="00A801F9">
            <w:pPr>
              <w:spacing w:line="240" w:lineRule="atLeast"/>
              <w:ind w:left="-83" w:right="-79" w:firstLine="4"/>
              <w:jc w:val="center"/>
              <w:rPr>
                <w:bCs/>
              </w:rPr>
            </w:pPr>
            <w:r w:rsidRPr="005D3E43">
              <w:rPr>
                <w:bCs/>
              </w:rPr>
              <w:t>(Decrease)</w:t>
            </w:r>
          </w:p>
        </w:tc>
        <w:tc>
          <w:tcPr>
            <w:tcW w:w="181" w:type="dxa"/>
            <w:vAlign w:val="bottom"/>
          </w:tcPr>
          <w:p w14:paraId="03842C1C" w14:textId="77777777" w:rsidR="00A801F9" w:rsidRPr="005D3E43" w:rsidRDefault="00A801F9" w:rsidP="00A801F9">
            <w:pPr>
              <w:spacing w:line="240" w:lineRule="atLeast"/>
              <w:jc w:val="center"/>
              <w:rPr>
                <w:bCs/>
              </w:rPr>
            </w:pPr>
          </w:p>
        </w:tc>
        <w:tc>
          <w:tcPr>
            <w:tcW w:w="1169" w:type="dxa"/>
            <w:vAlign w:val="bottom"/>
          </w:tcPr>
          <w:p w14:paraId="20D32ED8" w14:textId="77777777" w:rsidR="00A801F9" w:rsidRPr="005D3E43" w:rsidRDefault="00A801F9" w:rsidP="00A801F9">
            <w:pPr>
              <w:spacing w:line="240" w:lineRule="atLeast"/>
              <w:ind w:left="-83" w:right="-75" w:firstLine="4"/>
              <w:jc w:val="center"/>
              <w:rPr>
                <w:bCs/>
              </w:rPr>
            </w:pPr>
            <w:r w:rsidRPr="005D3E43">
              <w:rPr>
                <w:bCs/>
              </w:rPr>
              <w:t xml:space="preserve">30 </w:t>
            </w:r>
          </w:p>
          <w:p w14:paraId="60B8D6DB" w14:textId="77777777" w:rsidR="00A801F9" w:rsidRPr="005D3E43" w:rsidRDefault="00A801F9" w:rsidP="00A801F9">
            <w:pPr>
              <w:spacing w:line="240" w:lineRule="atLeast"/>
              <w:ind w:left="-83" w:right="-75" w:firstLine="4"/>
              <w:jc w:val="center"/>
              <w:rPr>
                <w:bCs/>
              </w:rPr>
            </w:pPr>
            <w:r>
              <w:rPr>
                <w:szCs w:val="22"/>
                <w:lang w:val="en-US"/>
              </w:rPr>
              <w:t>September</w:t>
            </w:r>
            <w:r w:rsidRPr="005D3E43">
              <w:rPr>
                <w:bCs/>
              </w:rPr>
              <w:t xml:space="preserve"> </w:t>
            </w:r>
          </w:p>
          <w:p w14:paraId="345B4187" w14:textId="2E1766DA" w:rsidR="00A801F9" w:rsidRPr="005D3E43" w:rsidRDefault="00A801F9" w:rsidP="00A801F9">
            <w:pPr>
              <w:spacing w:line="240" w:lineRule="atLeast"/>
              <w:ind w:left="-83" w:right="-79" w:firstLine="4"/>
              <w:jc w:val="center"/>
              <w:rPr>
                <w:bCs/>
              </w:rPr>
            </w:pPr>
            <w:r w:rsidRPr="005D3E43">
              <w:rPr>
                <w:bCs/>
              </w:rPr>
              <w:t>2020</w:t>
            </w:r>
          </w:p>
        </w:tc>
      </w:tr>
      <w:tr w:rsidR="00A801F9" w:rsidRPr="005D3E43" w14:paraId="7814C790" w14:textId="77777777" w:rsidTr="00620749">
        <w:trPr>
          <w:cantSplit/>
          <w:tblHeader/>
        </w:trPr>
        <w:tc>
          <w:tcPr>
            <w:tcW w:w="1710" w:type="dxa"/>
            <w:vAlign w:val="bottom"/>
          </w:tcPr>
          <w:p w14:paraId="598D242C" w14:textId="77777777" w:rsidR="00A801F9" w:rsidRPr="005D3E43" w:rsidRDefault="00A801F9" w:rsidP="00A801F9">
            <w:pPr>
              <w:spacing w:line="240" w:lineRule="atLeast"/>
              <w:jc w:val="center"/>
              <w:rPr>
                <w:b/>
                <w:bCs/>
                <w:i/>
                <w:iCs/>
              </w:rPr>
            </w:pPr>
          </w:p>
        </w:tc>
        <w:tc>
          <w:tcPr>
            <w:tcW w:w="2700" w:type="dxa"/>
            <w:gridSpan w:val="3"/>
            <w:vAlign w:val="bottom"/>
          </w:tcPr>
          <w:p w14:paraId="16B1930D" w14:textId="77777777" w:rsidR="00A801F9" w:rsidRPr="005D3E43" w:rsidRDefault="00A801F9" w:rsidP="00A801F9">
            <w:pPr>
              <w:spacing w:line="240" w:lineRule="atLeast"/>
              <w:ind w:left="-83" w:firstLine="4"/>
              <w:jc w:val="center"/>
              <w:rPr>
                <w:bCs/>
                <w:i/>
                <w:iCs/>
              </w:rPr>
            </w:pPr>
            <w:r w:rsidRPr="005D3E43">
              <w:rPr>
                <w:bCs/>
                <w:i/>
                <w:iCs/>
              </w:rPr>
              <w:t>(% per annum)</w:t>
            </w:r>
          </w:p>
        </w:tc>
        <w:tc>
          <w:tcPr>
            <w:tcW w:w="180" w:type="dxa"/>
          </w:tcPr>
          <w:p w14:paraId="35631A76" w14:textId="77777777" w:rsidR="00A801F9" w:rsidRPr="005D3E43" w:rsidRDefault="00A801F9" w:rsidP="00A801F9">
            <w:pPr>
              <w:spacing w:line="240" w:lineRule="atLeast"/>
              <w:ind w:left="-83" w:right="-79" w:firstLine="4"/>
              <w:jc w:val="center"/>
              <w:rPr>
                <w:bCs/>
                <w:i/>
                <w:iCs/>
              </w:rPr>
            </w:pPr>
          </w:p>
        </w:tc>
        <w:tc>
          <w:tcPr>
            <w:tcW w:w="5040" w:type="dxa"/>
            <w:gridSpan w:val="7"/>
            <w:vAlign w:val="bottom"/>
          </w:tcPr>
          <w:p w14:paraId="35FAF84F" w14:textId="77777777" w:rsidR="00A801F9" w:rsidRPr="005D3E43" w:rsidRDefault="00A801F9" w:rsidP="00A801F9">
            <w:pPr>
              <w:spacing w:line="240" w:lineRule="atLeast"/>
              <w:ind w:left="-83" w:firstLine="4"/>
              <w:jc w:val="center"/>
              <w:rPr>
                <w:bCs/>
                <w:i/>
                <w:iCs/>
              </w:rPr>
            </w:pPr>
            <w:r w:rsidRPr="005D3E43">
              <w:rPr>
                <w:bCs/>
                <w:i/>
                <w:iCs/>
              </w:rPr>
              <w:t>(in thousand Baht)</w:t>
            </w:r>
          </w:p>
        </w:tc>
      </w:tr>
      <w:tr w:rsidR="00A801F9" w:rsidRPr="005D3E43" w14:paraId="43D7AF1C" w14:textId="77777777" w:rsidTr="009E086D">
        <w:trPr>
          <w:cantSplit/>
        </w:trPr>
        <w:tc>
          <w:tcPr>
            <w:tcW w:w="1710" w:type="dxa"/>
          </w:tcPr>
          <w:p w14:paraId="5038C97C" w14:textId="77777777" w:rsidR="00A801F9" w:rsidRPr="005D3E43" w:rsidRDefault="00A801F9" w:rsidP="00A801F9">
            <w:pPr>
              <w:spacing w:line="240" w:lineRule="atLeast"/>
            </w:pPr>
            <w:r w:rsidRPr="005D3E43">
              <w:rPr>
                <w:b/>
                <w:bCs/>
                <w:i/>
                <w:iCs/>
                <w:szCs w:val="22"/>
              </w:rPr>
              <w:t>Long-term loans</w:t>
            </w:r>
          </w:p>
        </w:tc>
        <w:tc>
          <w:tcPr>
            <w:tcW w:w="1350" w:type="dxa"/>
          </w:tcPr>
          <w:p w14:paraId="2D9682B9" w14:textId="77777777" w:rsidR="00A801F9" w:rsidRPr="005D3E43" w:rsidRDefault="00A801F9" w:rsidP="00A801F9">
            <w:pPr>
              <w:tabs>
                <w:tab w:val="decimal" w:pos="731"/>
              </w:tabs>
              <w:spacing w:line="240" w:lineRule="atLeast"/>
              <w:ind w:left="-83" w:right="11" w:firstLine="4"/>
            </w:pPr>
          </w:p>
        </w:tc>
        <w:tc>
          <w:tcPr>
            <w:tcW w:w="180" w:type="dxa"/>
          </w:tcPr>
          <w:p w14:paraId="0221C389" w14:textId="77777777" w:rsidR="00A801F9" w:rsidRPr="005D3E43" w:rsidRDefault="00A801F9" w:rsidP="00A801F9">
            <w:pPr>
              <w:tabs>
                <w:tab w:val="decimal" w:pos="731"/>
              </w:tabs>
              <w:spacing w:line="240" w:lineRule="atLeast"/>
              <w:ind w:left="-83" w:right="11" w:firstLine="4"/>
            </w:pPr>
          </w:p>
        </w:tc>
        <w:tc>
          <w:tcPr>
            <w:tcW w:w="1170" w:type="dxa"/>
          </w:tcPr>
          <w:p w14:paraId="64570774" w14:textId="77777777" w:rsidR="00A801F9" w:rsidRPr="005D3E43" w:rsidRDefault="00A801F9" w:rsidP="00A801F9">
            <w:pPr>
              <w:tabs>
                <w:tab w:val="decimal" w:pos="731"/>
              </w:tabs>
              <w:spacing w:line="240" w:lineRule="atLeast"/>
              <w:ind w:left="-83" w:right="11" w:firstLine="4"/>
            </w:pPr>
          </w:p>
        </w:tc>
        <w:tc>
          <w:tcPr>
            <w:tcW w:w="180" w:type="dxa"/>
          </w:tcPr>
          <w:p w14:paraId="79C5DF2E" w14:textId="77777777" w:rsidR="00A801F9" w:rsidRPr="005D3E43" w:rsidRDefault="00A801F9" w:rsidP="00A801F9">
            <w:pPr>
              <w:tabs>
                <w:tab w:val="decimal" w:pos="731"/>
              </w:tabs>
              <w:spacing w:line="240" w:lineRule="atLeast"/>
              <w:ind w:left="-79" w:right="-72"/>
            </w:pPr>
          </w:p>
        </w:tc>
        <w:tc>
          <w:tcPr>
            <w:tcW w:w="1080" w:type="dxa"/>
          </w:tcPr>
          <w:p w14:paraId="370FEA16" w14:textId="77777777" w:rsidR="00A801F9" w:rsidRPr="005D3E43" w:rsidRDefault="00A801F9" w:rsidP="00A801F9">
            <w:pPr>
              <w:tabs>
                <w:tab w:val="decimal" w:pos="731"/>
              </w:tabs>
              <w:spacing w:line="240" w:lineRule="atLeast"/>
              <w:ind w:left="-79" w:right="-72"/>
            </w:pPr>
          </w:p>
        </w:tc>
        <w:tc>
          <w:tcPr>
            <w:tcW w:w="180" w:type="dxa"/>
          </w:tcPr>
          <w:p w14:paraId="789429ED" w14:textId="77777777" w:rsidR="00A801F9" w:rsidRPr="005D3E43" w:rsidRDefault="00A801F9" w:rsidP="00A801F9">
            <w:pPr>
              <w:tabs>
                <w:tab w:val="decimal" w:pos="765"/>
              </w:tabs>
              <w:spacing w:line="240" w:lineRule="atLeast"/>
            </w:pPr>
          </w:p>
        </w:tc>
        <w:tc>
          <w:tcPr>
            <w:tcW w:w="1080" w:type="dxa"/>
          </w:tcPr>
          <w:p w14:paraId="6719646D" w14:textId="77777777" w:rsidR="00A801F9" w:rsidRPr="005D3E43" w:rsidRDefault="00A801F9" w:rsidP="00A801F9">
            <w:pPr>
              <w:tabs>
                <w:tab w:val="decimal" w:pos="911"/>
              </w:tabs>
              <w:spacing w:line="240" w:lineRule="atLeast"/>
              <w:ind w:right="11"/>
            </w:pPr>
          </w:p>
        </w:tc>
        <w:tc>
          <w:tcPr>
            <w:tcW w:w="180" w:type="dxa"/>
          </w:tcPr>
          <w:p w14:paraId="542EA933" w14:textId="77777777" w:rsidR="00A801F9" w:rsidRPr="005D3E43" w:rsidRDefault="00A801F9" w:rsidP="00A801F9">
            <w:pPr>
              <w:tabs>
                <w:tab w:val="decimal" w:pos="765"/>
              </w:tabs>
              <w:spacing w:line="240" w:lineRule="atLeast"/>
            </w:pPr>
          </w:p>
        </w:tc>
        <w:tc>
          <w:tcPr>
            <w:tcW w:w="1170" w:type="dxa"/>
          </w:tcPr>
          <w:p w14:paraId="1D1DF02E" w14:textId="77777777" w:rsidR="00A801F9" w:rsidRPr="005D3E43" w:rsidRDefault="00A801F9" w:rsidP="00A801F9">
            <w:pPr>
              <w:tabs>
                <w:tab w:val="decimal" w:pos="731"/>
              </w:tabs>
              <w:spacing w:line="240" w:lineRule="atLeast"/>
              <w:ind w:right="11"/>
            </w:pPr>
          </w:p>
        </w:tc>
        <w:tc>
          <w:tcPr>
            <w:tcW w:w="181" w:type="dxa"/>
          </w:tcPr>
          <w:p w14:paraId="2093E8B5" w14:textId="77777777" w:rsidR="00A801F9" w:rsidRPr="005D3E43" w:rsidRDefault="00A801F9" w:rsidP="00A801F9">
            <w:pPr>
              <w:tabs>
                <w:tab w:val="decimal" w:pos="765"/>
              </w:tabs>
              <w:spacing w:line="240" w:lineRule="atLeast"/>
            </w:pPr>
          </w:p>
        </w:tc>
        <w:tc>
          <w:tcPr>
            <w:tcW w:w="1169" w:type="dxa"/>
          </w:tcPr>
          <w:p w14:paraId="655332FB" w14:textId="77777777" w:rsidR="00A801F9" w:rsidRPr="005D3E43" w:rsidRDefault="00A801F9" w:rsidP="00A801F9">
            <w:pPr>
              <w:tabs>
                <w:tab w:val="decimal" w:pos="821"/>
              </w:tabs>
              <w:spacing w:line="240" w:lineRule="atLeast"/>
              <w:ind w:right="11"/>
            </w:pPr>
          </w:p>
        </w:tc>
      </w:tr>
      <w:tr w:rsidR="00A801F9" w:rsidRPr="005D3E43" w14:paraId="52E115B5" w14:textId="77777777" w:rsidTr="009E086D">
        <w:trPr>
          <w:cantSplit/>
        </w:trPr>
        <w:tc>
          <w:tcPr>
            <w:tcW w:w="1710" w:type="dxa"/>
          </w:tcPr>
          <w:p w14:paraId="44659C8A" w14:textId="1C8FB64D" w:rsidR="00A801F9" w:rsidRPr="00777F05" w:rsidRDefault="00777F05" w:rsidP="00777F05">
            <w:pPr>
              <w:spacing w:line="240" w:lineRule="atLeast"/>
              <w:rPr>
                <w:b/>
                <w:bCs/>
              </w:rPr>
            </w:pPr>
            <w:r w:rsidRPr="00777F05">
              <w:rPr>
                <w:b/>
                <w:bCs/>
                <w:szCs w:val="22"/>
              </w:rPr>
              <w:t xml:space="preserve">- </w:t>
            </w:r>
            <w:r w:rsidR="00A801F9" w:rsidRPr="00777F05">
              <w:rPr>
                <w:b/>
                <w:bCs/>
                <w:szCs w:val="22"/>
              </w:rPr>
              <w:t>Joint venture</w:t>
            </w:r>
          </w:p>
        </w:tc>
        <w:tc>
          <w:tcPr>
            <w:tcW w:w="1350" w:type="dxa"/>
          </w:tcPr>
          <w:p w14:paraId="09332C08" w14:textId="77777777" w:rsidR="00A801F9" w:rsidRPr="005D3E43" w:rsidRDefault="00A801F9" w:rsidP="00A801F9">
            <w:pPr>
              <w:jc w:val="center"/>
            </w:pPr>
            <w:r w:rsidRPr="005D3E43">
              <w:t>MLR - 0.5</w:t>
            </w:r>
          </w:p>
        </w:tc>
        <w:tc>
          <w:tcPr>
            <w:tcW w:w="180" w:type="dxa"/>
          </w:tcPr>
          <w:p w14:paraId="0B2CF6D7" w14:textId="77777777" w:rsidR="00A801F9" w:rsidRPr="005D3E43" w:rsidRDefault="00A801F9" w:rsidP="00A801F9">
            <w:pPr>
              <w:jc w:val="center"/>
            </w:pPr>
          </w:p>
        </w:tc>
        <w:tc>
          <w:tcPr>
            <w:tcW w:w="1170" w:type="dxa"/>
          </w:tcPr>
          <w:p w14:paraId="570657F7" w14:textId="7E52C2EF" w:rsidR="00A801F9" w:rsidRPr="005D3E43" w:rsidRDefault="00C546D5" w:rsidP="00A801F9">
            <w:pPr>
              <w:jc w:val="center"/>
            </w:pPr>
            <w:r>
              <w:t>-</w:t>
            </w:r>
          </w:p>
        </w:tc>
        <w:tc>
          <w:tcPr>
            <w:tcW w:w="180" w:type="dxa"/>
          </w:tcPr>
          <w:p w14:paraId="296991F9" w14:textId="77777777" w:rsidR="00A801F9" w:rsidRPr="005D3E43" w:rsidRDefault="00A801F9" w:rsidP="00A801F9">
            <w:pPr>
              <w:tabs>
                <w:tab w:val="decimal" w:pos="731"/>
              </w:tabs>
              <w:spacing w:line="240" w:lineRule="atLeast"/>
              <w:ind w:left="-79" w:right="-72"/>
            </w:pPr>
          </w:p>
        </w:tc>
        <w:tc>
          <w:tcPr>
            <w:tcW w:w="1080" w:type="dxa"/>
          </w:tcPr>
          <w:p w14:paraId="5211BEDE" w14:textId="77777777" w:rsidR="00A801F9" w:rsidRPr="005D3E43" w:rsidRDefault="00A801F9" w:rsidP="00A801F9">
            <w:pPr>
              <w:tabs>
                <w:tab w:val="decimal" w:pos="910"/>
              </w:tabs>
              <w:spacing w:line="240" w:lineRule="atLeast"/>
              <w:ind w:left="-79" w:right="-72"/>
            </w:pPr>
            <w:r w:rsidRPr="005D3E43">
              <w:t>4,979,062</w:t>
            </w:r>
          </w:p>
        </w:tc>
        <w:tc>
          <w:tcPr>
            <w:tcW w:w="180" w:type="dxa"/>
          </w:tcPr>
          <w:p w14:paraId="0DD43A72" w14:textId="77777777" w:rsidR="00A801F9" w:rsidRPr="005D3E43" w:rsidRDefault="00A801F9" w:rsidP="00A801F9">
            <w:pPr>
              <w:tabs>
                <w:tab w:val="decimal" w:pos="765"/>
              </w:tabs>
              <w:spacing w:line="240" w:lineRule="atLeast"/>
            </w:pPr>
          </w:p>
        </w:tc>
        <w:tc>
          <w:tcPr>
            <w:tcW w:w="1080" w:type="dxa"/>
          </w:tcPr>
          <w:p w14:paraId="21D2DB31" w14:textId="1970E8F7" w:rsidR="00A801F9" w:rsidRPr="005D3E43" w:rsidRDefault="00A801F9" w:rsidP="00A801F9">
            <w:pPr>
              <w:tabs>
                <w:tab w:val="decimal" w:pos="903"/>
              </w:tabs>
              <w:spacing w:line="240" w:lineRule="atLeast"/>
              <w:ind w:right="11"/>
            </w:pPr>
            <w:r w:rsidRPr="005D3E43">
              <w:t>89,518</w:t>
            </w:r>
          </w:p>
        </w:tc>
        <w:tc>
          <w:tcPr>
            <w:tcW w:w="180" w:type="dxa"/>
          </w:tcPr>
          <w:p w14:paraId="312FADFC" w14:textId="77777777" w:rsidR="00A801F9" w:rsidRPr="005D3E43" w:rsidRDefault="00A801F9" w:rsidP="00A801F9">
            <w:pPr>
              <w:tabs>
                <w:tab w:val="decimal" w:pos="765"/>
              </w:tabs>
              <w:spacing w:line="240" w:lineRule="atLeast"/>
            </w:pPr>
          </w:p>
        </w:tc>
        <w:tc>
          <w:tcPr>
            <w:tcW w:w="1170" w:type="dxa"/>
          </w:tcPr>
          <w:p w14:paraId="0D326575" w14:textId="1BEF604B" w:rsidR="00A801F9" w:rsidRPr="005D3E43" w:rsidRDefault="00A801F9" w:rsidP="00A801F9">
            <w:pPr>
              <w:tabs>
                <w:tab w:val="decimal" w:pos="820"/>
              </w:tabs>
              <w:spacing w:line="240" w:lineRule="atLeast"/>
              <w:ind w:left="-80" w:right="-80"/>
              <w:rPr>
                <w:lang w:val="en-US" w:bidi="th-TH"/>
              </w:rPr>
            </w:pPr>
            <w:r w:rsidRPr="005D3E43">
              <w:rPr>
                <w:lang w:val="en-US" w:bidi="th-TH"/>
              </w:rPr>
              <w:t xml:space="preserve"> (5,068,580)</w:t>
            </w:r>
          </w:p>
        </w:tc>
        <w:tc>
          <w:tcPr>
            <w:tcW w:w="181" w:type="dxa"/>
          </w:tcPr>
          <w:p w14:paraId="616AE2DD" w14:textId="77777777" w:rsidR="00A801F9" w:rsidRPr="005D3E43" w:rsidRDefault="00A801F9" w:rsidP="00A801F9">
            <w:pPr>
              <w:tabs>
                <w:tab w:val="decimal" w:pos="765"/>
              </w:tabs>
              <w:spacing w:line="240" w:lineRule="atLeast"/>
            </w:pPr>
          </w:p>
        </w:tc>
        <w:tc>
          <w:tcPr>
            <w:tcW w:w="1169" w:type="dxa"/>
          </w:tcPr>
          <w:p w14:paraId="5C8E1C50" w14:textId="480D348C" w:rsidR="00A801F9" w:rsidRPr="005D3E43" w:rsidRDefault="00C546D5" w:rsidP="00A801F9">
            <w:pPr>
              <w:tabs>
                <w:tab w:val="decimal" w:pos="640"/>
              </w:tabs>
              <w:spacing w:line="240" w:lineRule="atLeast"/>
              <w:ind w:right="11"/>
            </w:pPr>
            <w:r>
              <w:t>-</w:t>
            </w:r>
          </w:p>
        </w:tc>
      </w:tr>
      <w:tr w:rsidR="00A801F9" w:rsidRPr="005D3E43" w14:paraId="3A2F0520" w14:textId="77777777" w:rsidTr="009E086D">
        <w:trPr>
          <w:cantSplit/>
        </w:trPr>
        <w:tc>
          <w:tcPr>
            <w:tcW w:w="4410" w:type="dxa"/>
            <w:gridSpan w:val="4"/>
          </w:tcPr>
          <w:p w14:paraId="200AA922" w14:textId="77777777" w:rsidR="00A801F9" w:rsidRPr="005D3E43" w:rsidRDefault="00A801F9" w:rsidP="00A801F9">
            <w:pPr>
              <w:spacing w:line="240" w:lineRule="atLeast"/>
            </w:pPr>
            <w:r w:rsidRPr="005D3E43">
              <w:rPr>
                <w:i/>
                <w:iCs/>
                <w:szCs w:val="22"/>
              </w:rPr>
              <w:t>Less</w:t>
            </w:r>
            <w:r w:rsidRPr="005D3E43">
              <w:rPr>
                <w:szCs w:val="22"/>
              </w:rPr>
              <w:t xml:space="preserve"> The excess of </w:t>
            </w:r>
          </w:p>
        </w:tc>
        <w:tc>
          <w:tcPr>
            <w:tcW w:w="180" w:type="dxa"/>
          </w:tcPr>
          <w:p w14:paraId="540731CD" w14:textId="77777777" w:rsidR="00A801F9" w:rsidRPr="005D3E43" w:rsidRDefault="00A801F9" w:rsidP="00A801F9">
            <w:pPr>
              <w:tabs>
                <w:tab w:val="decimal" w:pos="731"/>
              </w:tabs>
              <w:spacing w:line="240" w:lineRule="atLeast"/>
              <w:ind w:left="-79" w:right="-72"/>
            </w:pPr>
          </w:p>
        </w:tc>
        <w:tc>
          <w:tcPr>
            <w:tcW w:w="1080" w:type="dxa"/>
          </w:tcPr>
          <w:p w14:paraId="330E6502" w14:textId="77777777" w:rsidR="00A801F9" w:rsidRPr="005D3E43" w:rsidRDefault="00A801F9" w:rsidP="00A801F9">
            <w:pPr>
              <w:tabs>
                <w:tab w:val="decimal" w:pos="910"/>
              </w:tabs>
              <w:spacing w:line="240" w:lineRule="atLeast"/>
              <w:ind w:right="-72"/>
            </w:pPr>
          </w:p>
        </w:tc>
        <w:tc>
          <w:tcPr>
            <w:tcW w:w="180" w:type="dxa"/>
          </w:tcPr>
          <w:p w14:paraId="4A45C7E8" w14:textId="77777777" w:rsidR="00A801F9" w:rsidRPr="005D3E43" w:rsidRDefault="00A801F9" w:rsidP="00A801F9">
            <w:pPr>
              <w:tabs>
                <w:tab w:val="decimal" w:pos="765"/>
              </w:tabs>
              <w:spacing w:line="240" w:lineRule="atLeast"/>
            </w:pPr>
          </w:p>
        </w:tc>
        <w:tc>
          <w:tcPr>
            <w:tcW w:w="1080" w:type="dxa"/>
          </w:tcPr>
          <w:p w14:paraId="7212E260" w14:textId="77777777" w:rsidR="00A801F9" w:rsidRPr="005D3E43" w:rsidRDefault="00A801F9" w:rsidP="00A801F9">
            <w:pPr>
              <w:tabs>
                <w:tab w:val="decimal" w:pos="911"/>
              </w:tabs>
              <w:spacing w:line="240" w:lineRule="atLeast"/>
              <w:ind w:right="11"/>
            </w:pPr>
          </w:p>
        </w:tc>
        <w:tc>
          <w:tcPr>
            <w:tcW w:w="180" w:type="dxa"/>
          </w:tcPr>
          <w:p w14:paraId="59836792" w14:textId="77777777" w:rsidR="00A801F9" w:rsidRPr="005D3E43" w:rsidRDefault="00A801F9" w:rsidP="00A801F9">
            <w:pPr>
              <w:tabs>
                <w:tab w:val="decimal" w:pos="765"/>
              </w:tabs>
              <w:spacing w:line="240" w:lineRule="atLeast"/>
            </w:pPr>
          </w:p>
        </w:tc>
        <w:tc>
          <w:tcPr>
            <w:tcW w:w="1170" w:type="dxa"/>
          </w:tcPr>
          <w:p w14:paraId="21293F0E" w14:textId="77777777" w:rsidR="00A801F9" w:rsidRPr="005D3E43" w:rsidRDefault="00A801F9" w:rsidP="00A801F9">
            <w:pPr>
              <w:tabs>
                <w:tab w:val="decimal" w:pos="465"/>
              </w:tabs>
              <w:spacing w:line="240" w:lineRule="atLeast"/>
              <w:ind w:right="11"/>
            </w:pPr>
          </w:p>
        </w:tc>
        <w:tc>
          <w:tcPr>
            <w:tcW w:w="181" w:type="dxa"/>
          </w:tcPr>
          <w:p w14:paraId="4664CEF5" w14:textId="77777777" w:rsidR="00A801F9" w:rsidRPr="005D3E43" w:rsidRDefault="00A801F9" w:rsidP="00A801F9">
            <w:pPr>
              <w:tabs>
                <w:tab w:val="decimal" w:pos="765"/>
              </w:tabs>
              <w:spacing w:line="240" w:lineRule="atLeast"/>
            </w:pPr>
          </w:p>
        </w:tc>
        <w:tc>
          <w:tcPr>
            <w:tcW w:w="1169" w:type="dxa"/>
          </w:tcPr>
          <w:p w14:paraId="246462CC" w14:textId="77777777" w:rsidR="00A801F9" w:rsidRPr="005D3E43" w:rsidRDefault="00A801F9" w:rsidP="00A801F9">
            <w:pPr>
              <w:tabs>
                <w:tab w:val="decimal" w:pos="1002"/>
              </w:tabs>
              <w:spacing w:line="240" w:lineRule="atLeast"/>
              <w:ind w:right="11"/>
            </w:pPr>
          </w:p>
        </w:tc>
      </w:tr>
      <w:tr w:rsidR="00A801F9" w:rsidRPr="005D3E43" w14:paraId="4A1DE2D9" w14:textId="77777777" w:rsidTr="009E086D">
        <w:trPr>
          <w:cantSplit/>
        </w:trPr>
        <w:tc>
          <w:tcPr>
            <w:tcW w:w="4410" w:type="dxa"/>
            <w:gridSpan w:val="4"/>
          </w:tcPr>
          <w:p w14:paraId="38E46E5F" w14:textId="77777777" w:rsidR="00A801F9" w:rsidRPr="005D3E43" w:rsidRDefault="00A801F9" w:rsidP="00A801F9">
            <w:pPr>
              <w:spacing w:line="240" w:lineRule="atLeast"/>
              <w:ind w:left="462"/>
              <w:rPr>
                <w:szCs w:val="22"/>
              </w:rPr>
            </w:pPr>
            <w:r w:rsidRPr="005D3E43">
              <w:rPr>
                <w:szCs w:val="22"/>
              </w:rPr>
              <w:t xml:space="preserve">accumulated </w:t>
            </w:r>
          </w:p>
          <w:p w14:paraId="2E6B12DF" w14:textId="77777777" w:rsidR="00A801F9" w:rsidRPr="005D3E43" w:rsidRDefault="00A801F9" w:rsidP="00A801F9">
            <w:pPr>
              <w:spacing w:line="240" w:lineRule="atLeast"/>
              <w:ind w:left="462"/>
              <w:rPr>
                <w:szCs w:val="22"/>
              </w:rPr>
            </w:pPr>
            <w:r w:rsidRPr="005D3E43">
              <w:rPr>
                <w:szCs w:val="22"/>
              </w:rPr>
              <w:t xml:space="preserve">share of loss </w:t>
            </w:r>
          </w:p>
          <w:p w14:paraId="5CBFBF1D" w14:textId="77777777" w:rsidR="00A801F9" w:rsidRPr="005D3E43" w:rsidRDefault="00A801F9" w:rsidP="00A801F9">
            <w:pPr>
              <w:spacing w:line="240" w:lineRule="atLeast"/>
              <w:ind w:left="462"/>
              <w:rPr>
                <w:szCs w:val="22"/>
              </w:rPr>
            </w:pPr>
            <w:r w:rsidRPr="005D3E43">
              <w:rPr>
                <w:szCs w:val="22"/>
              </w:rPr>
              <w:t xml:space="preserve">from investment </w:t>
            </w:r>
          </w:p>
          <w:p w14:paraId="4313AE07" w14:textId="77777777" w:rsidR="00A801F9" w:rsidRPr="005D3E43" w:rsidRDefault="00A801F9" w:rsidP="00A801F9">
            <w:pPr>
              <w:spacing w:line="240" w:lineRule="atLeast"/>
              <w:ind w:left="462"/>
              <w:rPr>
                <w:szCs w:val="22"/>
              </w:rPr>
            </w:pPr>
            <w:r w:rsidRPr="005D3E43">
              <w:rPr>
                <w:szCs w:val="22"/>
              </w:rPr>
              <w:t xml:space="preserve">in joint venture </w:t>
            </w:r>
          </w:p>
          <w:p w14:paraId="65080AFF" w14:textId="77777777" w:rsidR="00A801F9" w:rsidRPr="005D3E43" w:rsidRDefault="00A801F9" w:rsidP="00A801F9">
            <w:pPr>
              <w:tabs>
                <w:tab w:val="decimal" w:pos="731"/>
              </w:tabs>
              <w:spacing w:line="240" w:lineRule="atLeast"/>
              <w:ind w:left="-83" w:right="11" w:firstLine="4"/>
              <w:rPr>
                <w:szCs w:val="22"/>
              </w:rPr>
            </w:pPr>
            <w:r w:rsidRPr="005D3E43">
              <w:rPr>
                <w:szCs w:val="22"/>
              </w:rPr>
              <w:t xml:space="preserve">          over cost of </w:t>
            </w:r>
          </w:p>
        </w:tc>
        <w:tc>
          <w:tcPr>
            <w:tcW w:w="180" w:type="dxa"/>
          </w:tcPr>
          <w:p w14:paraId="009ACB48" w14:textId="77777777" w:rsidR="00A801F9" w:rsidRPr="005D3E43" w:rsidRDefault="00A801F9" w:rsidP="00A801F9">
            <w:pPr>
              <w:tabs>
                <w:tab w:val="decimal" w:pos="731"/>
              </w:tabs>
              <w:spacing w:line="240" w:lineRule="atLeast"/>
              <w:ind w:left="-79" w:right="-72"/>
            </w:pPr>
          </w:p>
        </w:tc>
        <w:tc>
          <w:tcPr>
            <w:tcW w:w="1080" w:type="dxa"/>
          </w:tcPr>
          <w:p w14:paraId="4D75392F" w14:textId="77777777" w:rsidR="00A801F9" w:rsidRPr="005D3E43" w:rsidRDefault="00A801F9" w:rsidP="00A801F9">
            <w:pPr>
              <w:tabs>
                <w:tab w:val="decimal" w:pos="910"/>
              </w:tabs>
              <w:spacing w:line="240" w:lineRule="atLeast"/>
              <w:ind w:left="-79" w:right="-72"/>
            </w:pPr>
          </w:p>
        </w:tc>
        <w:tc>
          <w:tcPr>
            <w:tcW w:w="180" w:type="dxa"/>
          </w:tcPr>
          <w:p w14:paraId="251FAA7A" w14:textId="77777777" w:rsidR="00A801F9" w:rsidRPr="005D3E43" w:rsidRDefault="00A801F9" w:rsidP="00A801F9">
            <w:pPr>
              <w:tabs>
                <w:tab w:val="decimal" w:pos="765"/>
              </w:tabs>
              <w:spacing w:line="240" w:lineRule="atLeast"/>
            </w:pPr>
          </w:p>
        </w:tc>
        <w:tc>
          <w:tcPr>
            <w:tcW w:w="1080" w:type="dxa"/>
          </w:tcPr>
          <w:p w14:paraId="4ADBC690" w14:textId="77777777" w:rsidR="00A801F9" w:rsidRPr="005D3E43" w:rsidRDefault="00A801F9" w:rsidP="00A801F9">
            <w:pPr>
              <w:tabs>
                <w:tab w:val="decimal" w:pos="911"/>
              </w:tabs>
              <w:spacing w:line="240" w:lineRule="atLeast"/>
              <w:ind w:right="11"/>
            </w:pPr>
          </w:p>
        </w:tc>
        <w:tc>
          <w:tcPr>
            <w:tcW w:w="180" w:type="dxa"/>
          </w:tcPr>
          <w:p w14:paraId="6C5D5DA6" w14:textId="77777777" w:rsidR="00A801F9" w:rsidRPr="005D3E43" w:rsidRDefault="00A801F9" w:rsidP="00A801F9">
            <w:pPr>
              <w:tabs>
                <w:tab w:val="decimal" w:pos="731"/>
              </w:tabs>
              <w:spacing w:line="240" w:lineRule="atLeast"/>
              <w:ind w:left="-83" w:right="11" w:firstLine="4"/>
            </w:pPr>
          </w:p>
        </w:tc>
        <w:tc>
          <w:tcPr>
            <w:tcW w:w="1170" w:type="dxa"/>
          </w:tcPr>
          <w:p w14:paraId="54DE9341" w14:textId="77777777" w:rsidR="00A801F9" w:rsidRPr="005D3E43" w:rsidRDefault="00A801F9" w:rsidP="00A801F9">
            <w:pPr>
              <w:tabs>
                <w:tab w:val="decimal" w:pos="465"/>
              </w:tabs>
              <w:spacing w:line="240" w:lineRule="atLeast"/>
              <w:ind w:right="11"/>
            </w:pPr>
          </w:p>
        </w:tc>
        <w:tc>
          <w:tcPr>
            <w:tcW w:w="181" w:type="dxa"/>
          </w:tcPr>
          <w:p w14:paraId="79C3F874" w14:textId="77777777" w:rsidR="00A801F9" w:rsidRPr="005D3E43" w:rsidRDefault="00A801F9" w:rsidP="00A801F9">
            <w:pPr>
              <w:tabs>
                <w:tab w:val="decimal" w:pos="731"/>
              </w:tabs>
              <w:spacing w:line="240" w:lineRule="atLeast"/>
              <w:ind w:left="-83" w:right="11" w:firstLine="4"/>
            </w:pPr>
          </w:p>
        </w:tc>
        <w:tc>
          <w:tcPr>
            <w:tcW w:w="1169" w:type="dxa"/>
          </w:tcPr>
          <w:p w14:paraId="6E1F8428" w14:textId="77777777" w:rsidR="00A801F9" w:rsidRPr="005D3E43" w:rsidRDefault="00A801F9" w:rsidP="00A801F9">
            <w:pPr>
              <w:tabs>
                <w:tab w:val="decimal" w:pos="1002"/>
              </w:tabs>
              <w:spacing w:line="240" w:lineRule="atLeast"/>
              <w:ind w:right="11"/>
            </w:pPr>
          </w:p>
        </w:tc>
      </w:tr>
      <w:tr w:rsidR="006A5FD1" w:rsidRPr="005D3E43" w14:paraId="7769BEF6" w14:textId="77777777" w:rsidTr="009E086D">
        <w:trPr>
          <w:cantSplit/>
        </w:trPr>
        <w:tc>
          <w:tcPr>
            <w:tcW w:w="4410" w:type="dxa"/>
            <w:gridSpan w:val="4"/>
          </w:tcPr>
          <w:p w14:paraId="77948375" w14:textId="77777777" w:rsidR="006A5FD1" w:rsidRPr="005D3E43" w:rsidRDefault="006A5FD1" w:rsidP="006A5FD1">
            <w:pPr>
              <w:tabs>
                <w:tab w:val="decimal" w:pos="731"/>
              </w:tabs>
              <w:spacing w:line="240" w:lineRule="atLeast"/>
              <w:ind w:left="462" w:right="11" w:firstLine="4"/>
              <w:rPr>
                <w:i/>
                <w:iCs/>
              </w:rPr>
            </w:pPr>
            <w:r w:rsidRPr="005D3E43">
              <w:rPr>
                <w:szCs w:val="22"/>
              </w:rPr>
              <w:t>investment</w:t>
            </w:r>
          </w:p>
        </w:tc>
        <w:tc>
          <w:tcPr>
            <w:tcW w:w="180" w:type="dxa"/>
          </w:tcPr>
          <w:p w14:paraId="17841D89" w14:textId="77777777" w:rsidR="006A5FD1" w:rsidRPr="005D3E43" w:rsidRDefault="006A5FD1" w:rsidP="006A5FD1">
            <w:pPr>
              <w:tabs>
                <w:tab w:val="decimal" w:pos="731"/>
              </w:tabs>
              <w:spacing w:line="240" w:lineRule="atLeast"/>
              <w:ind w:left="-79" w:right="-72"/>
            </w:pPr>
          </w:p>
        </w:tc>
        <w:tc>
          <w:tcPr>
            <w:tcW w:w="1080" w:type="dxa"/>
          </w:tcPr>
          <w:p w14:paraId="426DD854" w14:textId="77777777" w:rsidR="006A5FD1" w:rsidRPr="005D3E43" w:rsidRDefault="006A5FD1" w:rsidP="006A5FD1">
            <w:pPr>
              <w:tabs>
                <w:tab w:val="decimal" w:pos="910"/>
              </w:tabs>
              <w:spacing w:line="240" w:lineRule="atLeast"/>
              <w:ind w:right="-72"/>
            </w:pPr>
            <w:r w:rsidRPr="005D3E43">
              <w:t>(414,359)</w:t>
            </w:r>
          </w:p>
        </w:tc>
        <w:tc>
          <w:tcPr>
            <w:tcW w:w="180" w:type="dxa"/>
          </w:tcPr>
          <w:p w14:paraId="0B10D3E7" w14:textId="77777777" w:rsidR="006A5FD1" w:rsidRPr="005D3E43" w:rsidRDefault="006A5FD1" w:rsidP="006A5FD1">
            <w:pPr>
              <w:tabs>
                <w:tab w:val="decimal" w:pos="765"/>
              </w:tabs>
              <w:spacing w:line="240" w:lineRule="atLeast"/>
            </w:pPr>
          </w:p>
        </w:tc>
        <w:tc>
          <w:tcPr>
            <w:tcW w:w="1080" w:type="dxa"/>
          </w:tcPr>
          <w:p w14:paraId="1F9E000A" w14:textId="3ADCD202" w:rsidR="006A5FD1" w:rsidRPr="005D3E43" w:rsidRDefault="006A5FD1" w:rsidP="006A5FD1">
            <w:pPr>
              <w:tabs>
                <w:tab w:val="decimal" w:pos="911"/>
              </w:tabs>
              <w:spacing w:line="240" w:lineRule="atLeast"/>
              <w:ind w:right="11"/>
            </w:pPr>
            <w:r w:rsidRPr="005D3E43">
              <w:t>(1,356)</w:t>
            </w:r>
          </w:p>
        </w:tc>
        <w:tc>
          <w:tcPr>
            <w:tcW w:w="180" w:type="dxa"/>
          </w:tcPr>
          <w:p w14:paraId="0B743F2D" w14:textId="77777777" w:rsidR="006A5FD1" w:rsidRPr="005D3E43" w:rsidRDefault="006A5FD1" w:rsidP="006A5FD1">
            <w:pPr>
              <w:tabs>
                <w:tab w:val="decimal" w:pos="765"/>
              </w:tabs>
              <w:spacing w:line="240" w:lineRule="atLeast"/>
            </w:pPr>
          </w:p>
        </w:tc>
        <w:tc>
          <w:tcPr>
            <w:tcW w:w="1170" w:type="dxa"/>
          </w:tcPr>
          <w:p w14:paraId="05A85607" w14:textId="02C8DD49" w:rsidR="006A5FD1" w:rsidRPr="005D3E43" w:rsidRDefault="006A5FD1" w:rsidP="00015DB5">
            <w:pPr>
              <w:tabs>
                <w:tab w:val="decimal" w:pos="909"/>
              </w:tabs>
              <w:spacing w:line="240" w:lineRule="atLeast"/>
              <w:ind w:right="11"/>
            </w:pPr>
            <w:r w:rsidRPr="005D3E43">
              <w:t>415,715</w:t>
            </w:r>
          </w:p>
        </w:tc>
        <w:tc>
          <w:tcPr>
            <w:tcW w:w="181" w:type="dxa"/>
          </w:tcPr>
          <w:p w14:paraId="25F8F242" w14:textId="77777777" w:rsidR="006A5FD1" w:rsidRPr="005D3E43" w:rsidRDefault="006A5FD1" w:rsidP="006A5FD1">
            <w:pPr>
              <w:tabs>
                <w:tab w:val="decimal" w:pos="765"/>
              </w:tabs>
              <w:spacing w:line="240" w:lineRule="atLeast"/>
            </w:pPr>
          </w:p>
        </w:tc>
        <w:tc>
          <w:tcPr>
            <w:tcW w:w="1169" w:type="dxa"/>
          </w:tcPr>
          <w:p w14:paraId="5A728BCB" w14:textId="429CF4EC" w:rsidR="006A5FD1" w:rsidRPr="005D3E43" w:rsidRDefault="006A5FD1" w:rsidP="006A5FD1">
            <w:pPr>
              <w:tabs>
                <w:tab w:val="decimal" w:pos="640"/>
              </w:tabs>
              <w:spacing w:line="240" w:lineRule="atLeast"/>
              <w:ind w:right="11"/>
            </w:pPr>
            <w:r>
              <w:t>-</w:t>
            </w:r>
          </w:p>
        </w:tc>
      </w:tr>
      <w:tr w:rsidR="006A5FD1" w:rsidRPr="005D3E43" w14:paraId="422D80E1" w14:textId="77777777" w:rsidTr="009E086D">
        <w:trPr>
          <w:cantSplit/>
        </w:trPr>
        <w:tc>
          <w:tcPr>
            <w:tcW w:w="4410" w:type="dxa"/>
            <w:gridSpan w:val="4"/>
          </w:tcPr>
          <w:p w14:paraId="2ECFE9DD" w14:textId="77777777" w:rsidR="006A5FD1" w:rsidRPr="005D3E43" w:rsidRDefault="006A5FD1" w:rsidP="006A5FD1">
            <w:pPr>
              <w:tabs>
                <w:tab w:val="decimal" w:pos="731"/>
              </w:tabs>
              <w:spacing w:line="240" w:lineRule="atLeast"/>
              <w:ind w:left="12" w:right="11" w:firstLine="4"/>
            </w:pPr>
            <w:r w:rsidRPr="005D3E43">
              <w:rPr>
                <w:i/>
                <w:iCs/>
              </w:rPr>
              <w:t xml:space="preserve">Less </w:t>
            </w:r>
            <w:r w:rsidRPr="005D3E43">
              <w:t>The elimination of interest income</w:t>
            </w:r>
            <w:r w:rsidRPr="005D3E43">
              <w:rPr>
                <w:i/>
                <w:iCs/>
              </w:rPr>
              <w:t xml:space="preserve"> </w:t>
            </w:r>
          </w:p>
        </w:tc>
        <w:tc>
          <w:tcPr>
            <w:tcW w:w="180" w:type="dxa"/>
          </w:tcPr>
          <w:p w14:paraId="794B9EEB" w14:textId="77777777" w:rsidR="006A5FD1" w:rsidRPr="005D3E43" w:rsidRDefault="006A5FD1" w:rsidP="006A5FD1">
            <w:pPr>
              <w:tabs>
                <w:tab w:val="decimal" w:pos="731"/>
              </w:tabs>
              <w:spacing w:line="240" w:lineRule="atLeast"/>
              <w:ind w:left="-79" w:right="-72"/>
            </w:pPr>
          </w:p>
        </w:tc>
        <w:tc>
          <w:tcPr>
            <w:tcW w:w="1080" w:type="dxa"/>
            <w:tcBorders>
              <w:bottom w:val="single" w:sz="4" w:space="0" w:color="auto"/>
            </w:tcBorders>
          </w:tcPr>
          <w:p w14:paraId="651CA331" w14:textId="77777777" w:rsidR="006A5FD1" w:rsidRPr="005D3E43" w:rsidRDefault="006A5FD1" w:rsidP="006A5FD1">
            <w:pPr>
              <w:tabs>
                <w:tab w:val="decimal" w:pos="910"/>
              </w:tabs>
              <w:spacing w:line="240" w:lineRule="atLeast"/>
              <w:ind w:left="-79" w:right="-72"/>
            </w:pPr>
            <w:r w:rsidRPr="005D3E43">
              <w:t>(131,800)</w:t>
            </w:r>
          </w:p>
        </w:tc>
        <w:tc>
          <w:tcPr>
            <w:tcW w:w="180" w:type="dxa"/>
          </w:tcPr>
          <w:p w14:paraId="16AD7887" w14:textId="77777777" w:rsidR="006A5FD1" w:rsidRPr="005D3E43" w:rsidRDefault="006A5FD1" w:rsidP="006A5FD1">
            <w:pPr>
              <w:tabs>
                <w:tab w:val="decimal" w:pos="765"/>
              </w:tabs>
              <w:spacing w:line="240" w:lineRule="atLeast"/>
            </w:pPr>
          </w:p>
        </w:tc>
        <w:tc>
          <w:tcPr>
            <w:tcW w:w="1080" w:type="dxa"/>
          </w:tcPr>
          <w:p w14:paraId="17F591D6" w14:textId="7DE2AAA3" w:rsidR="006A5FD1" w:rsidRPr="005D3E43" w:rsidRDefault="006A5FD1" w:rsidP="006A5FD1">
            <w:pPr>
              <w:tabs>
                <w:tab w:val="decimal" w:pos="911"/>
              </w:tabs>
              <w:spacing w:line="240" w:lineRule="atLeast"/>
              <w:ind w:right="11"/>
            </w:pPr>
            <w:r w:rsidRPr="005D3E43">
              <w:t>(44,758)</w:t>
            </w:r>
          </w:p>
        </w:tc>
        <w:tc>
          <w:tcPr>
            <w:tcW w:w="180" w:type="dxa"/>
          </w:tcPr>
          <w:p w14:paraId="42E87A76" w14:textId="77777777" w:rsidR="006A5FD1" w:rsidRPr="005D3E43" w:rsidRDefault="006A5FD1" w:rsidP="006A5FD1">
            <w:pPr>
              <w:tabs>
                <w:tab w:val="decimal" w:pos="731"/>
              </w:tabs>
              <w:spacing w:line="240" w:lineRule="atLeast"/>
              <w:ind w:left="-83" w:right="11" w:firstLine="4"/>
            </w:pPr>
          </w:p>
        </w:tc>
        <w:tc>
          <w:tcPr>
            <w:tcW w:w="1170" w:type="dxa"/>
          </w:tcPr>
          <w:p w14:paraId="6BAED1CA" w14:textId="09F2927B" w:rsidR="006A5FD1" w:rsidRPr="005D3E43" w:rsidRDefault="006A5FD1" w:rsidP="006A5FD1">
            <w:pPr>
              <w:tabs>
                <w:tab w:val="decimal" w:pos="910"/>
              </w:tabs>
              <w:spacing w:line="240" w:lineRule="atLeast"/>
              <w:ind w:right="-80"/>
            </w:pPr>
            <w:r w:rsidRPr="005D3E43">
              <w:t>176,558</w:t>
            </w:r>
          </w:p>
        </w:tc>
        <w:tc>
          <w:tcPr>
            <w:tcW w:w="181" w:type="dxa"/>
          </w:tcPr>
          <w:p w14:paraId="2CB312D1" w14:textId="77777777" w:rsidR="006A5FD1" w:rsidRPr="005D3E43" w:rsidRDefault="006A5FD1" w:rsidP="006A5FD1">
            <w:pPr>
              <w:tabs>
                <w:tab w:val="decimal" w:pos="731"/>
              </w:tabs>
              <w:spacing w:line="240" w:lineRule="atLeast"/>
              <w:ind w:left="-83" w:right="11" w:firstLine="4"/>
            </w:pPr>
          </w:p>
        </w:tc>
        <w:tc>
          <w:tcPr>
            <w:tcW w:w="1169" w:type="dxa"/>
            <w:tcBorders>
              <w:bottom w:val="single" w:sz="4" w:space="0" w:color="auto"/>
            </w:tcBorders>
          </w:tcPr>
          <w:p w14:paraId="6CE5AD12" w14:textId="3DC0E6D3" w:rsidR="006A5FD1" w:rsidRPr="005D3E43" w:rsidRDefault="006A5FD1" w:rsidP="006A5FD1">
            <w:pPr>
              <w:tabs>
                <w:tab w:val="decimal" w:pos="640"/>
              </w:tabs>
              <w:spacing w:line="240" w:lineRule="atLeast"/>
              <w:ind w:right="11"/>
            </w:pPr>
            <w:r>
              <w:t>-</w:t>
            </w:r>
          </w:p>
        </w:tc>
      </w:tr>
      <w:tr w:rsidR="006A5FD1" w:rsidRPr="005D3E43" w14:paraId="48837796" w14:textId="77777777" w:rsidTr="009E086D">
        <w:trPr>
          <w:cantSplit/>
        </w:trPr>
        <w:tc>
          <w:tcPr>
            <w:tcW w:w="1710" w:type="dxa"/>
          </w:tcPr>
          <w:p w14:paraId="66B5FC98" w14:textId="77777777" w:rsidR="006A5FD1" w:rsidRPr="005D3E43" w:rsidRDefault="006A5FD1" w:rsidP="006A5FD1">
            <w:pPr>
              <w:spacing w:line="240" w:lineRule="atLeast"/>
              <w:ind w:left="191" w:hanging="191"/>
              <w:rPr>
                <w:b/>
                <w:bCs/>
              </w:rPr>
            </w:pPr>
            <w:r w:rsidRPr="005D3E43">
              <w:rPr>
                <w:b/>
                <w:bCs/>
              </w:rPr>
              <w:t>Net</w:t>
            </w:r>
          </w:p>
        </w:tc>
        <w:tc>
          <w:tcPr>
            <w:tcW w:w="1350" w:type="dxa"/>
          </w:tcPr>
          <w:p w14:paraId="6EA850A5" w14:textId="77777777" w:rsidR="006A5FD1" w:rsidRPr="005D3E43" w:rsidRDefault="006A5FD1" w:rsidP="006A5FD1">
            <w:pPr>
              <w:tabs>
                <w:tab w:val="decimal" w:pos="731"/>
              </w:tabs>
              <w:spacing w:line="240" w:lineRule="atLeast"/>
              <w:ind w:left="-83" w:right="11" w:firstLine="4"/>
            </w:pPr>
          </w:p>
        </w:tc>
        <w:tc>
          <w:tcPr>
            <w:tcW w:w="180" w:type="dxa"/>
          </w:tcPr>
          <w:p w14:paraId="4A2ACCB1" w14:textId="77777777" w:rsidR="006A5FD1" w:rsidRPr="005D3E43" w:rsidRDefault="006A5FD1" w:rsidP="006A5FD1">
            <w:pPr>
              <w:tabs>
                <w:tab w:val="decimal" w:pos="731"/>
              </w:tabs>
              <w:spacing w:line="240" w:lineRule="atLeast"/>
              <w:ind w:left="-83" w:right="11" w:firstLine="4"/>
            </w:pPr>
          </w:p>
        </w:tc>
        <w:tc>
          <w:tcPr>
            <w:tcW w:w="1170" w:type="dxa"/>
          </w:tcPr>
          <w:p w14:paraId="66FB7ACA" w14:textId="77777777" w:rsidR="006A5FD1" w:rsidRPr="005D3E43" w:rsidRDefault="006A5FD1" w:rsidP="006A5FD1">
            <w:pPr>
              <w:tabs>
                <w:tab w:val="decimal" w:pos="731"/>
              </w:tabs>
              <w:spacing w:line="240" w:lineRule="atLeast"/>
              <w:ind w:left="-83" w:right="11" w:firstLine="4"/>
            </w:pPr>
          </w:p>
        </w:tc>
        <w:tc>
          <w:tcPr>
            <w:tcW w:w="180" w:type="dxa"/>
          </w:tcPr>
          <w:p w14:paraId="58A28514" w14:textId="77777777" w:rsidR="006A5FD1" w:rsidRPr="005D3E43" w:rsidRDefault="006A5FD1" w:rsidP="006A5FD1">
            <w:pPr>
              <w:tabs>
                <w:tab w:val="decimal" w:pos="731"/>
              </w:tabs>
              <w:spacing w:line="240" w:lineRule="atLeast"/>
              <w:ind w:left="-79" w:right="-72"/>
            </w:pPr>
          </w:p>
        </w:tc>
        <w:tc>
          <w:tcPr>
            <w:tcW w:w="1080" w:type="dxa"/>
            <w:tcBorders>
              <w:top w:val="single" w:sz="4" w:space="0" w:color="auto"/>
              <w:bottom w:val="double" w:sz="4" w:space="0" w:color="auto"/>
            </w:tcBorders>
          </w:tcPr>
          <w:p w14:paraId="6DD8271B" w14:textId="77777777" w:rsidR="006A5FD1" w:rsidRPr="005D3E43" w:rsidRDefault="006A5FD1" w:rsidP="006A5FD1">
            <w:pPr>
              <w:tabs>
                <w:tab w:val="decimal" w:pos="910"/>
              </w:tabs>
              <w:spacing w:line="240" w:lineRule="atLeast"/>
              <w:ind w:left="-79" w:right="-72"/>
              <w:rPr>
                <w:b/>
                <w:bCs/>
              </w:rPr>
            </w:pPr>
            <w:r w:rsidRPr="005D3E43">
              <w:rPr>
                <w:b/>
                <w:bCs/>
              </w:rPr>
              <w:t>4,432,903</w:t>
            </w:r>
          </w:p>
        </w:tc>
        <w:tc>
          <w:tcPr>
            <w:tcW w:w="180" w:type="dxa"/>
          </w:tcPr>
          <w:p w14:paraId="186124A8" w14:textId="77777777" w:rsidR="006A5FD1" w:rsidRPr="005D3E43" w:rsidRDefault="006A5FD1" w:rsidP="006A5FD1">
            <w:pPr>
              <w:tabs>
                <w:tab w:val="decimal" w:pos="765"/>
              </w:tabs>
              <w:spacing w:line="240" w:lineRule="atLeast"/>
            </w:pPr>
          </w:p>
        </w:tc>
        <w:tc>
          <w:tcPr>
            <w:tcW w:w="1080" w:type="dxa"/>
          </w:tcPr>
          <w:p w14:paraId="61C7FF98" w14:textId="77777777" w:rsidR="006A5FD1" w:rsidRPr="005D3E43" w:rsidRDefault="006A5FD1" w:rsidP="006A5FD1">
            <w:pPr>
              <w:tabs>
                <w:tab w:val="decimal" w:pos="911"/>
              </w:tabs>
              <w:spacing w:line="240" w:lineRule="atLeast"/>
              <w:ind w:right="11"/>
            </w:pPr>
          </w:p>
        </w:tc>
        <w:tc>
          <w:tcPr>
            <w:tcW w:w="180" w:type="dxa"/>
          </w:tcPr>
          <w:p w14:paraId="50A55DC2" w14:textId="77777777" w:rsidR="006A5FD1" w:rsidRPr="005D3E43" w:rsidRDefault="006A5FD1" w:rsidP="006A5FD1">
            <w:pPr>
              <w:tabs>
                <w:tab w:val="decimal" w:pos="731"/>
              </w:tabs>
              <w:spacing w:line="240" w:lineRule="atLeast"/>
              <w:ind w:left="-83" w:right="11" w:firstLine="4"/>
            </w:pPr>
          </w:p>
        </w:tc>
        <w:tc>
          <w:tcPr>
            <w:tcW w:w="1170" w:type="dxa"/>
          </w:tcPr>
          <w:p w14:paraId="730AB8C2" w14:textId="77777777" w:rsidR="006A5FD1" w:rsidRPr="005D3E43" w:rsidRDefault="006A5FD1" w:rsidP="006A5FD1">
            <w:pPr>
              <w:tabs>
                <w:tab w:val="decimal" w:pos="731"/>
              </w:tabs>
              <w:spacing w:line="240" w:lineRule="atLeast"/>
              <w:ind w:left="-83" w:right="11" w:firstLine="4"/>
            </w:pPr>
          </w:p>
        </w:tc>
        <w:tc>
          <w:tcPr>
            <w:tcW w:w="181" w:type="dxa"/>
          </w:tcPr>
          <w:p w14:paraId="7D5EF025" w14:textId="77777777" w:rsidR="006A5FD1" w:rsidRPr="005D3E43" w:rsidRDefault="006A5FD1" w:rsidP="006A5FD1">
            <w:pPr>
              <w:tabs>
                <w:tab w:val="decimal" w:pos="731"/>
              </w:tabs>
              <w:spacing w:line="240" w:lineRule="atLeast"/>
              <w:ind w:left="-83" w:right="11" w:firstLine="4"/>
            </w:pPr>
          </w:p>
        </w:tc>
        <w:tc>
          <w:tcPr>
            <w:tcW w:w="1169" w:type="dxa"/>
            <w:tcBorders>
              <w:top w:val="single" w:sz="4" w:space="0" w:color="auto"/>
              <w:bottom w:val="double" w:sz="4" w:space="0" w:color="auto"/>
            </w:tcBorders>
          </w:tcPr>
          <w:p w14:paraId="3E2FBD71" w14:textId="738B0902" w:rsidR="006A5FD1" w:rsidRPr="006A5FD1" w:rsidRDefault="006A5FD1" w:rsidP="006A5FD1">
            <w:pPr>
              <w:tabs>
                <w:tab w:val="decimal" w:pos="640"/>
              </w:tabs>
              <w:spacing w:line="240" w:lineRule="atLeast"/>
              <w:ind w:right="11"/>
              <w:rPr>
                <w:b/>
                <w:bCs/>
              </w:rPr>
            </w:pPr>
            <w:r w:rsidRPr="006A5FD1">
              <w:rPr>
                <w:b/>
                <w:bCs/>
              </w:rPr>
              <w:t>-</w:t>
            </w:r>
          </w:p>
        </w:tc>
      </w:tr>
    </w:tbl>
    <w:p w14:paraId="60F2E8AD" w14:textId="670F9FB9" w:rsidR="007C20C6" w:rsidRDefault="007C20C6" w:rsidP="0087172B">
      <w:pPr>
        <w:spacing w:line="240" w:lineRule="auto"/>
        <w:rPr>
          <w:lang w:val="en-US" w:bidi="th-TH"/>
        </w:rPr>
      </w:pPr>
    </w:p>
    <w:p w14:paraId="5D6F6076" w14:textId="14D46A0F" w:rsidR="009736C8" w:rsidRDefault="009736C8" w:rsidP="0087172B">
      <w:pPr>
        <w:spacing w:line="240" w:lineRule="auto"/>
        <w:rPr>
          <w:lang w:val="en-US" w:bidi="th-TH"/>
        </w:rPr>
      </w:pPr>
    </w:p>
    <w:p w14:paraId="33F57719" w14:textId="6AE6D604" w:rsidR="009736C8" w:rsidRDefault="009736C8" w:rsidP="0087172B">
      <w:pPr>
        <w:spacing w:line="240" w:lineRule="auto"/>
        <w:rPr>
          <w:lang w:val="en-US" w:bidi="th-TH"/>
        </w:rPr>
      </w:pPr>
    </w:p>
    <w:p w14:paraId="34AD52C9" w14:textId="784DC242" w:rsidR="009736C8" w:rsidRDefault="009736C8" w:rsidP="0087172B">
      <w:pPr>
        <w:spacing w:line="240" w:lineRule="auto"/>
        <w:rPr>
          <w:lang w:val="en-US" w:bidi="th-TH"/>
        </w:rPr>
      </w:pPr>
    </w:p>
    <w:p w14:paraId="5A2244A1" w14:textId="6FAFA8A1" w:rsidR="009736C8" w:rsidRDefault="009736C8" w:rsidP="0087172B">
      <w:pPr>
        <w:spacing w:line="240" w:lineRule="auto"/>
        <w:rPr>
          <w:lang w:val="en-US" w:bidi="th-TH"/>
        </w:rPr>
      </w:pPr>
    </w:p>
    <w:p w14:paraId="40E52804" w14:textId="323D014A" w:rsidR="009736C8" w:rsidRDefault="009736C8" w:rsidP="0087172B">
      <w:pPr>
        <w:spacing w:line="240" w:lineRule="auto"/>
        <w:rPr>
          <w:lang w:val="en-US" w:bidi="th-TH"/>
        </w:rPr>
      </w:pPr>
    </w:p>
    <w:p w14:paraId="204A95F5" w14:textId="77777777" w:rsidR="009736C8" w:rsidRPr="005D3E43" w:rsidRDefault="009736C8" w:rsidP="0087172B">
      <w:pPr>
        <w:spacing w:line="240" w:lineRule="auto"/>
        <w:rPr>
          <w:lang w:val="en-US" w:bidi="th-TH"/>
        </w:rPr>
      </w:pPr>
    </w:p>
    <w:tbl>
      <w:tblPr>
        <w:tblW w:w="9630" w:type="dxa"/>
        <w:tblInd w:w="450" w:type="dxa"/>
        <w:tblLayout w:type="fixed"/>
        <w:tblCellMar>
          <w:left w:w="79" w:type="dxa"/>
          <w:right w:w="79" w:type="dxa"/>
        </w:tblCellMar>
        <w:tblLook w:val="0000" w:firstRow="0" w:lastRow="0" w:firstColumn="0" w:lastColumn="0" w:noHBand="0" w:noVBand="0"/>
      </w:tblPr>
      <w:tblGrid>
        <w:gridCol w:w="1710"/>
        <w:gridCol w:w="1350"/>
        <w:gridCol w:w="180"/>
        <w:gridCol w:w="1170"/>
        <w:gridCol w:w="180"/>
        <w:gridCol w:w="1080"/>
        <w:gridCol w:w="180"/>
        <w:gridCol w:w="1080"/>
        <w:gridCol w:w="180"/>
        <w:gridCol w:w="1170"/>
        <w:gridCol w:w="181"/>
        <w:gridCol w:w="1169"/>
      </w:tblGrid>
      <w:tr w:rsidR="009736C8" w:rsidRPr="005D3E43" w14:paraId="1CEF09A3" w14:textId="77777777" w:rsidTr="00602BF2">
        <w:trPr>
          <w:cantSplit/>
        </w:trPr>
        <w:tc>
          <w:tcPr>
            <w:tcW w:w="1710" w:type="dxa"/>
          </w:tcPr>
          <w:p w14:paraId="0AEBE353" w14:textId="77777777" w:rsidR="009736C8" w:rsidRPr="005A6861" w:rsidRDefault="009736C8" w:rsidP="009736C8">
            <w:pPr>
              <w:spacing w:line="240" w:lineRule="atLeast"/>
              <w:rPr>
                <w:b/>
                <w:bCs/>
                <w:szCs w:val="22"/>
              </w:rPr>
            </w:pPr>
          </w:p>
        </w:tc>
        <w:tc>
          <w:tcPr>
            <w:tcW w:w="2700" w:type="dxa"/>
            <w:gridSpan w:val="3"/>
            <w:vAlign w:val="bottom"/>
          </w:tcPr>
          <w:p w14:paraId="28770204" w14:textId="1A01CCAA" w:rsidR="009736C8" w:rsidRDefault="009736C8" w:rsidP="009736C8">
            <w:pPr>
              <w:jc w:val="center"/>
            </w:pPr>
            <w:r w:rsidRPr="005D3E43">
              <w:rPr>
                <w:b/>
                <w:bCs/>
              </w:rPr>
              <w:t>Interest rate</w:t>
            </w:r>
          </w:p>
        </w:tc>
        <w:tc>
          <w:tcPr>
            <w:tcW w:w="180" w:type="dxa"/>
          </w:tcPr>
          <w:p w14:paraId="789526B2" w14:textId="77777777" w:rsidR="009736C8" w:rsidRPr="005D3E43" w:rsidRDefault="009736C8" w:rsidP="009736C8">
            <w:pPr>
              <w:tabs>
                <w:tab w:val="decimal" w:pos="731"/>
              </w:tabs>
              <w:spacing w:line="240" w:lineRule="atLeast"/>
              <w:ind w:left="-79" w:right="-72"/>
            </w:pPr>
          </w:p>
        </w:tc>
        <w:tc>
          <w:tcPr>
            <w:tcW w:w="5040" w:type="dxa"/>
            <w:gridSpan w:val="7"/>
            <w:vAlign w:val="bottom"/>
          </w:tcPr>
          <w:p w14:paraId="27EF2870" w14:textId="521549E8" w:rsidR="009736C8" w:rsidRDefault="009736C8" w:rsidP="009736C8">
            <w:pPr>
              <w:tabs>
                <w:tab w:val="decimal" w:pos="640"/>
                <w:tab w:val="left" w:pos="800"/>
              </w:tabs>
              <w:spacing w:line="240" w:lineRule="atLeast"/>
              <w:ind w:right="-80"/>
              <w:jc w:val="center"/>
            </w:pPr>
            <w:r w:rsidRPr="005D3E43">
              <w:rPr>
                <w:b/>
              </w:rPr>
              <w:t>Consolidated financial statements</w:t>
            </w:r>
          </w:p>
        </w:tc>
      </w:tr>
      <w:tr w:rsidR="009736C8" w:rsidRPr="005D3E43" w14:paraId="6BB7724D" w14:textId="77777777" w:rsidTr="00E862F8">
        <w:trPr>
          <w:cantSplit/>
        </w:trPr>
        <w:tc>
          <w:tcPr>
            <w:tcW w:w="1710" w:type="dxa"/>
          </w:tcPr>
          <w:p w14:paraId="1951677E" w14:textId="77777777" w:rsidR="009736C8" w:rsidRPr="005A6861" w:rsidRDefault="009736C8" w:rsidP="009736C8">
            <w:pPr>
              <w:spacing w:line="240" w:lineRule="atLeast"/>
              <w:rPr>
                <w:b/>
                <w:bCs/>
                <w:szCs w:val="22"/>
              </w:rPr>
            </w:pPr>
          </w:p>
        </w:tc>
        <w:tc>
          <w:tcPr>
            <w:tcW w:w="1350" w:type="dxa"/>
            <w:vMerge w:val="restart"/>
            <w:vAlign w:val="bottom"/>
          </w:tcPr>
          <w:p w14:paraId="62FC05DE" w14:textId="1510D7E1" w:rsidR="009736C8" w:rsidRDefault="009736C8" w:rsidP="009736C8">
            <w:pPr>
              <w:jc w:val="center"/>
            </w:pPr>
            <w:r w:rsidRPr="005D3E43">
              <w:rPr>
                <w:bCs/>
              </w:rPr>
              <w:t>31</w:t>
            </w:r>
            <w:r w:rsidRPr="005D3E43">
              <w:rPr>
                <w:bCs/>
              </w:rPr>
              <w:br/>
              <w:t xml:space="preserve"> December 2019</w:t>
            </w:r>
          </w:p>
        </w:tc>
        <w:tc>
          <w:tcPr>
            <w:tcW w:w="180" w:type="dxa"/>
            <w:vAlign w:val="bottom"/>
          </w:tcPr>
          <w:p w14:paraId="7979FF38" w14:textId="77777777" w:rsidR="009736C8" w:rsidRPr="005D3E43" w:rsidRDefault="009736C8" w:rsidP="009736C8">
            <w:pPr>
              <w:jc w:val="center"/>
            </w:pPr>
          </w:p>
        </w:tc>
        <w:tc>
          <w:tcPr>
            <w:tcW w:w="1170" w:type="dxa"/>
            <w:vMerge w:val="restart"/>
            <w:vAlign w:val="bottom"/>
          </w:tcPr>
          <w:p w14:paraId="42369E7E" w14:textId="77777777" w:rsidR="009736C8" w:rsidRPr="005D3E43" w:rsidRDefault="009736C8" w:rsidP="009736C8">
            <w:pPr>
              <w:spacing w:line="240" w:lineRule="atLeast"/>
              <w:ind w:left="-83" w:right="-75" w:firstLine="4"/>
              <w:jc w:val="center"/>
              <w:rPr>
                <w:bCs/>
              </w:rPr>
            </w:pPr>
            <w:r w:rsidRPr="005D3E43">
              <w:rPr>
                <w:bCs/>
              </w:rPr>
              <w:t xml:space="preserve">30 </w:t>
            </w:r>
          </w:p>
          <w:p w14:paraId="446B13C0" w14:textId="77777777" w:rsidR="009736C8" w:rsidRPr="005D3E43" w:rsidRDefault="009736C8" w:rsidP="009736C8">
            <w:pPr>
              <w:spacing w:line="240" w:lineRule="atLeast"/>
              <w:ind w:left="-83" w:right="-75" w:firstLine="4"/>
              <w:jc w:val="center"/>
              <w:rPr>
                <w:bCs/>
              </w:rPr>
            </w:pPr>
            <w:r>
              <w:rPr>
                <w:szCs w:val="22"/>
                <w:lang w:val="en-US"/>
              </w:rPr>
              <w:t>September</w:t>
            </w:r>
            <w:r w:rsidRPr="005D3E43">
              <w:rPr>
                <w:bCs/>
              </w:rPr>
              <w:t xml:space="preserve"> </w:t>
            </w:r>
          </w:p>
          <w:p w14:paraId="584104EC" w14:textId="5AE18DA2" w:rsidR="009736C8" w:rsidRDefault="009736C8" w:rsidP="009736C8">
            <w:pPr>
              <w:jc w:val="center"/>
            </w:pPr>
            <w:r w:rsidRPr="005D3E43">
              <w:rPr>
                <w:bCs/>
              </w:rPr>
              <w:t>2020</w:t>
            </w:r>
          </w:p>
        </w:tc>
        <w:tc>
          <w:tcPr>
            <w:tcW w:w="180" w:type="dxa"/>
          </w:tcPr>
          <w:p w14:paraId="5166BC0F" w14:textId="77777777" w:rsidR="009736C8" w:rsidRPr="005D3E43" w:rsidRDefault="009736C8" w:rsidP="009736C8">
            <w:pPr>
              <w:tabs>
                <w:tab w:val="decimal" w:pos="731"/>
              </w:tabs>
              <w:spacing w:line="240" w:lineRule="atLeast"/>
              <w:ind w:left="-79" w:right="-72"/>
            </w:pPr>
          </w:p>
        </w:tc>
        <w:tc>
          <w:tcPr>
            <w:tcW w:w="1080" w:type="dxa"/>
            <w:vMerge w:val="restart"/>
            <w:vAlign w:val="bottom"/>
          </w:tcPr>
          <w:p w14:paraId="6D495B9F" w14:textId="498E908A" w:rsidR="009736C8" w:rsidRPr="005D3E43" w:rsidRDefault="009736C8" w:rsidP="009736C8">
            <w:pPr>
              <w:tabs>
                <w:tab w:val="decimal" w:pos="640"/>
              </w:tabs>
              <w:spacing w:line="240" w:lineRule="atLeast"/>
              <w:ind w:right="-72"/>
            </w:pPr>
            <w:r w:rsidRPr="005D3E43">
              <w:rPr>
                <w:bCs/>
              </w:rPr>
              <w:t xml:space="preserve">31 </w:t>
            </w:r>
            <w:r w:rsidRPr="005D3E43">
              <w:rPr>
                <w:bCs/>
              </w:rPr>
              <w:br/>
            </w:r>
            <w:r>
              <w:rPr>
                <w:bCs/>
              </w:rPr>
              <w:t xml:space="preserve"> </w:t>
            </w:r>
            <w:r w:rsidRPr="005D3E43">
              <w:rPr>
                <w:bCs/>
              </w:rPr>
              <w:t>December</w:t>
            </w:r>
            <w:r>
              <w:rPr>
                <w:bCs/>
              </w:rPr>
              <w:br/>
            </w:r>
            <w:r w:rsidRPr="005D3E43">
              <w:rPr>
                <w:bCs/>
              </w:rPr>
              <w:t xml:space="preserve"> </w:t>
            </w:r>
            <w:r>
              <w:rPr>
                <w:bCs/>
              </w:rPr>
              <w:t xml:space="preserve">     </w:t>
            </w:r>
            <w:r w:rsidRPr="005D3E43">
              <w:rPr>
                <w:bCs/>
              </w:rPr>
              <w:t>2019</w:t>
            </w:r>
          </w:p>
        </w:tc>
        <w:tc>
          <w:tcPr>
            <w:tcW w:w="180" w:type="dxa"/>
            <w:vAlign w:val="bottom"/>
          </w:tcPr>
          <w:p w14:paraId="324CCA3D" w14:textId="77777777" w:rsidR="009736C8" w:rsidRPr="005D3E43" w:rsidRDefault="009736C8" w:rsidP="009736C8">
            <w:pPr>
              <w:tabs>
                <w:tab w:val="decimal" w:pos="765"/>
              </w:tabs>
              <w:spacing w:line="240" w:lineRule="atLeast"/>
            </w:pPr>
          </w:p>
        </w:tc>
        <w:tc>
          <w:tcPr>
            <w:tcW w:w="1080" w:type="dxa"/>
            <w:vMerge w:val="restart"/>
            <w:vAlign w:val="bottom"/>
          </w:tcPr>
          <w:p w14:paraId="46F75A28" w14:textId="0CC89629" w:rsidR="009736C8" w:rsidRPr="005D3E43" w:rsidRDefault="009736C8" w:rsidP="009736C8">
            <w:pPr>
              <w:tabs>
                <w:tab w:val="decimal" w:pos="903"/>
              </w:tabs>
              <w:spacing w:line="240" w:lineRule="atLeast"/>
              <w:ind w:right="11"/>
            </w:pPr>
            <w:r w:rsidRPr="005D3E43">
              <w:rPr>
                <w:bCs/>
              </w:rPr>
              <w:t>Increase</w:t>
            </w:r>
          </w:p>
        </w:tc>
        <w:tc>
          <w:tcPr>
            <w:tcW w:w="180" w:type="dxa"/>
            <w:vAlign w:val="bottom"/>
          </w:tcPr>
          <w:p w14:paraId="1A4A7BC3" w14:textId="77777777" w:rsidR="009736C8" w:rsidRPr="005D3E43" w:rsidRDefault="009736C8" w:rsidP="009736C8">
            <w:pPr>
              <w:tabs>
                <w:tab w:val="decimal" w:pos="765"/>
              </w:tabs>
              <w:spacing w:line="240" w:lineRule="atLeast"/>
            </w:pPr>
          </w:p>
        </w:tc>
        <w:tc>
          <w:tcPr>
            <w:tcW w:w="1170" w:type="dxa"/>
            <w:vMerge w:val="restart"/>
            <w:vAlign w:val="bottom"/>
          </w:tcPr>
          <w:p w14:paraId="367AA967" w14:textId="0635479D" w:rsidR="009736C8" w:rsidRPr="005D3E43" w:rsidRDefault="009736C8" w:rsidP="009736C8">
            <w:pPr>
              <w:tabs>
                <w:tab w:val="decimal" w:pos="550"/>
              </w:tabs>
              <w:spacing w:line="240" w:lineRule="atLeast"/>
              <w:ind w:left="-80" w:right="-80"/>
              <w:jc w:val="center"/>
              <w:rPr>
                <w:lang w:val="en-US" w:bidi="th-TH"/>
              </w:rPr>
            </w:pPr>
            <w:r w:rsidRPr="005D3E43">
              <w:rPr>
                <w:bCs/>
              </w:rPr>
              <w:t>(Decrease)</w:t>
            </w:r>
          </w:p>
        </w:tc>
        <w:tc>
          <w:tcPr>
            <w:tcW w:w="181" w:type="dxa"/>
            <w:vAlign w:val="bottom"/>
          </w:tcPr>
          <w:p w14:paraId="1AC1ABC9" w14:textId="77777777" w:rsidR="009736C8" w:rsidRPr="005D3E43" w:rsidRDefault="009736C8" w:rsidP="009736C8">
            <w:pPr>
              <w:tabs>
                <w:tab w:val="decimal" w:pos="765"/>
              </w:tabs>
              <w:spacing w:line="240" w:lineRule="atLeast"/>
            </w:pPr>
          </w:p>
        </w:tc>
        <w:tc>
          <w:tcPr>
            <w:tcW w:w="1169" w:type="dxa"/>
            <w:vMerge w:val="restart"/>
            <w:vAlign w:val="bottom"/>
          </w:tcPr>
          <w:p w14:paraId="5C2E1BC1" w14:textId="77777777" w:rsidR="009736C8" w:rsidRPr="005D3E43" w:rsidRDefault="009736C8" w:rsidP="009736C8">
            <w:pPr>
              <w:spacing w:line="240" w:lineRule="atLeast"/>
              <w:ind w:left="-83" w:right="-75" w:firstLine="4"/>
              <w:jc w:val="center"/>
              <w:rPr>
                <w:bCs/>
              </w:rPr>
            </w:pPr>
            <w:r w:rsidRPr="005D3E43">
              <w:rPr>
                <w:bCs/>
              </w:rPr>
              <w:t xml:space="preserve">30 </w:t>
            </w:r>
          </w:p>
          <w:p w14:paraId="12E80FEB" w14:textId="51C3CFD4" w:rsidR="009736C8" w:rsidRPr="009736C8" w:rsidRDefault="009736C8" w:rsidP="009736C8">
            <w:pPr>
              <w:spacing w:line="240" w:lineRule="atLeast"/>
              <w:ind w:left="-83" w:right="-75" w:firstLine="4"/>
              <w:jc w:val="center"/>
              <w:rPr>
                <w:bCs/>
              </w:rPr>
            </w:pPr>
            <w:r>
              <w:rPr>
                <w:szCs w:val="22"/>
                <w:lang w:val="en-US"/>
              </w:rPr>
              <w:t>September</w:t>
            </w:r>
            <w:r>
              <w:rPr>
                <w:szCs w:val="22"/>
                <w:lang w:val="en-US"/>
              </w:rPr>
              <w:br/>
            </w:r>
            <w:r>
              <w:rPr>
                <w:bCs/>
              </w:rPr>
              <w:t>2020</w:t>
            </w:r>
            <w:r w:rsidRPr="005D3E43">
              <w:rPr>
                <w:bCs/>
              </w:rPr>
              <w:t xml:space="preserve"> </w:t>
            </w:r>
          </w:p>
        </w:tc>
      </w:tr>
      <w:tr w:rsidR="009736C8" w:rsidRPr="005D3E43" w14:paraId="1B59CCCF" w14:textId="77777777" w:rsidTr="009E086D">
        <w:trPr>
          <w:cantSplit/>
        </w:trPr>
        <w:tc>
          <w:tcPr>
            <w:tcW w:w="1710" w:type="dxa"/>
          </w:tcPr>
          <w:p w14:paraId="064BB701" w14:textId="77777777" w:rsidR="009736C8" w:rsidRPr="005A6861" w:rsidRDefault="009736C8" w:rsidP="00A801F9">
            <w:pPr>
              <w:spacing w:line="240" w:lineRule="atLeast"/>
              <w:rPr>
                <w:b/>
                <w:bCs/>
                <w:szCs w:val="22"/>
              </w:rPr>
            </w:pPr>
          </w:p>
        </w:tc>
        <w:tc>
          <w:tcPr>
            <w:tcW w:w="1350" w:type="dxa"/>
            <w:vMerge/>
          </w:tcPr>
          <w:p w14:paraId="21B84FF9" w14:textId="77777777" w:rsidR="009736C8" w:rsidRDefault="009736C8" w:rsidP="00A801F9">
            <w:pPr>
              <w:jc w:val="center"/>
            </w:pPr>
          </w:p>
        </w:tc>
        <w:tc>
          <w:tcPr>
            <w:tcW w:w="180" w:type="dxa"/>
          </w:tcPr>
          <w:p w14:paraId="36E0B62F" w14:textId="77777777" w:rsidR="009736C8" w:rsidRPr="005D3E43" w:rsidRDefault="009736C8" w:rsidP="00A801F9">
            <w:pPr>
              <w:jc w:val="center"/>
            </w:pPr>
          </w:p>
        </w:tc>
        <w:tc>
          <w:tcPr>
            <w:tcW w:w="1170" w:type="dxa"/>
            <w:vMerge/>
          </w:tcPr>
          <w:p w14:paraId="65BA01CA" w14:textId="77777777" w:rsidR="009736C8" w:rsidRDefault="009736C8" w:rsidP="00A801F9">
            <w:pPr>
              <w:jc w:val="center"/>
            </w:pPr>
          </w:p>
        </w:tc>
        <w:tc>
          <w:tcPr>
            <w:tcW w:w="180" w:type="dxa"/>
          </w:tcPr>
          <w:p w14:paraId="2BE37E9F" w14:textId="77777777" w:rsidR="009736C8" w:rsidRPr="005D3E43" w:rsidRDefault="009736C8" w:rsidP="00A801F9">
            <w:pPr>
              <w:tabs>
                <w:tab w:val="decimal" w:pos="731"/>
              </w:tabs>
              <w:spacing w:line="240" w:lineRule="atLeast"/>
              <w:ind w:left="-79" w:right="-72"/>
            </w:pPr>
          </w:p>
        </w:tc>
        <w:tc>
          <w:tcPr>
            <w:tcW w:w="1080" w:type="dxa"/>
            <w:vMerge/>
          </w:tcPr>
          <w:p w14:paraId="517D643D" w14:textId="77777777" w:rsidR="009736C8" w:rsidRPr="005D3E43" w:rsidRDefault="009736C8" w:rsidP="00A801F9">
            <w:pPr>
              <w:tabs>
                <w:tab w:val="decimal" w:pos="550"/>
              </w:tabs>
              <w:spacing w:line="240" w:lineRule="atLeast"/>
              <w:ind w:left="-79" w:right="-72"/>
            </w:pPr>
          </w:p>
        </w:tc>
        <w:tc>
          <w:tcPr>
            <w:tcW w:w="180" w:type="dxa"/>
          </w:tcPr>
          <w:p w14:paraId="527B6721" w14:textId="77777777" w:rsidR="009736C8" w:rsidRPr="005D3E43" w:rsidRDefault="009736C8" w:rsidP="00A801F9">
            <w:pPr>
              <w:tabs>
                <w:tab w:val="decimal" w:pos="765"/>
              </w:tabs>
              <w:spacing w:line="240" w:lineRule="atLeast"/>
            </w:pPr>
          </w:p>
        </w:tc>
        <w:tc>
          <w:tcPr>
            <w:tcW w:w="1080" w:type="dxa"/>
            <w:vMerge/>
          </w:tcPr>
          <w:p w14:paraId="63303733" w14:textId="77777777" w:rsidR="009736C8" w:rsidRPr="005D3E43" w:rsidRDefault="009736C8" w:rsidP="00A801F9">
            <w:pPr>
              <w:tabs>
                <w:tab w:val="decimal" w:pos="903"/>
              </w:tabs>
              <w:spacing w:line="240" w:lineRule="atLeast"/>
              <w:ind w:right="11"/>
            </w:pPr>
          </w:p>
        </w:tc>
        <w:tc>
          <w:tcPr>
            <w:tcW w:w="180" w:type="dxa"/>
          </w:tcPr>
          <w:p w14:paraId="4BC2940A" w14:textId="77777777" w:rsidR="009736C8" w:rsidRPr="005D3E43" w:rsidRDefault="009736C8" w:rsidP="00A801F9">
            <w:pPr>
              <w:tabs>
                <w:tab w:val="decimal" w:pos="765"/>
              </w:tabs>
              <w:spacing w:line="240" w:lineRule="atLeast"/>
            </w:pPr>
          </w:p>
        </w:tc>
        <w:tc>
          <w:tcPr>
            <w:tcW w:w="1170" w:type="dxa"/>
            <w:vMerge/>
          </w:tcPr>
          <w:p w14:paraId="02B62EC9" w14:textId="77777777" w:rsidR="009736C8" w:rsidRPr="005D3E43" w:rsidRDefault="009736C8" w:rsidP="00A801F9">
            <w:pPr>
              <w:tabs>
                <w:tab w:val="decimal" w:pos="550"/>
              </w:tabs>
              <w:spacing w:line="240" w:lineRule="atLeast"/>
              <w:ind w:left="-80" w:right="-80"/>
              <w:rPr>
                <w:lang w:val="en-US" w:bidi="th-TH"/>
              </w:rPr>
            </w:pPr>
          </w:p>
        </w:tc>
        <w:tc>
          <w:tcPr>
            <w:tcW w:w="181" w:type="dxa"/>
          </w:tcPr>
          <w:p w14:paraId="222D7EC2" w14:textId="77777777" w:rsidR="009736C8" w:rsidRPr="005D3E43" w:rsidRDefault="009736C8" w:rsidP="00A801F9">
            <w:pPr>
              <w:tabs>
                <w:tab w:val="decimal" w:pos="765"/>
              </w:tabs>
              <w:spacing w:line="240" w:lineRule="atLeast"/>
            </w:pPr>
          </w:p>
        </w:tc>
        <w:tc>
          <w:tcPr>
            <w:tcW w:w="1169" w:type="dxa"/>
            <w:vMerge/>
          </w:tcPr>
          <w:p w14:paraId="466492A0" w14:textId="77777777" w:rsidR="009736C8" w:rsidRDefault="009736C8" w:rsidP="00A801F9">
            <w:pPr>
              <w:tabs>
                <w:tab w:val="decimal" w:pos="640"/>
                <w:tab w:val="left" w:pos="800"/>
              </w:tabs>
              <w:spacing w:line="240" w:lineRule="atLeast"/>
              <w:ind w:right="-80"/>
            </w:pPr>
          </w:p>
        </w:tc>
      </w:tr>
      <w:tr w:rsidR="009736C8" w:rsidRPr="005D3E43" w14:paraId="5FFB6DAC" w14:textId="77777777" w:rsidTr="009E086D">
        <w:trPr>
          <w:cantSplit/>
        </w:trPr>
        <w:tc>
          <w:tcPr>
            <w:tcW w:w="1710" w:type="dxa"/>
          </w:tcPr>
          <w:p w14:paraId="5504F437" w14:textId="77777777" w:rsidR="009736C8" w:rsidRPr="005A6861" w:rsidRDefault="009736C8" w:rsidP="00A801F9">
            <w:pPr>
              <w:spacing w:line="240" w:lineRule="atLeast"/>
              <w:rPr>
                <w:b/>
                <w:bCs/>
                <w:szCs w:val="22"/>
              </w:rPr>
            </w:pPr>
          </w:p>
        </w:tc>
        <w:tc>
          <w:tcPr>
            <w:tcW w:w="1350" w:type="dxa"/>
            <w:vMerge/>
          </w:tcPr>
          <w:p w14:paraId="3A19BF6B" w14:textId="77777777" w:rsidR="009736C8" w:rsidRDefault="009736C8" w:rsidP="00A801F9">
            <w:pPr>
              <w:jc w:val="center"/>
            </w:pPr>
          </w:p>
        </w:tc>
        <w:tc>
          <w:tcPr>
            <w:tcW w:w="180" w:type="dxa"/>
          </w:tcPr>
          <w:p w14:paraId="08D132C2" w14:textId="77777777" w:rsidR="009736C8" w:rsidRPr="005D3E43" w:rsidRDefault="009736C8" w:rsidP="00A801F9">
            <w:pPr>
              <w:jc w:val="center"/>
            </w:pPr>
          </w:p>
        </w:tc>
        <w:tc>
          <w:tcPr>
            <w:tcW w:w="1170" w:type="dxa"/>
            <w:vMerge/>
          </w:tcPr>
          <w:p w14:paraId="5C94E982" w14:textId="77777777" w:rsidR="009736C8" w:rsidRDefault="009736C8" w:rsidP="00A801F9">
            <w:pPr>
              <w:jc w:val="center"/>
            </w:pPr>
          </w:p>
        </w:tc>
        <w:tc>
          <w:tcPr>
            <w:tcW w:w="180" w:type="dxa"/>
          </w:tcPr>
          <w:p w14:paraId="57CF006F" w14:textId="77777777" w:rsidR="009736C8" w:rsidRPr="005D3E43" w:rsidRDefault="009736C8" w:rsidP="00A801F9">
            <w:pPr>
              <w:tabs>
                <w:tab w:val="decimal" w:pos="731"/>
              </w:tabs>
              <w:spacing w:line="240" w:lineRule="atLeast"/>
              <w:ind w:left="-79" w:right="-72"/>
            </w:pPr>
          </w:p>
        </w:tc>
        <w:tc>
          <w:tcPr>
            <w:tcW w:w="1080" w:type="dxa"/>
            <w:vMerge/>
          </w:tcPr>
          <w:p w14:paraId="3B5084DB" w14:textId="77777777" w:rsidR="009736C8" w:rsidRPr="005D3E43" w:rsidRDefault="009736C8" w:rsidP="00A801F9">
            <w:pPr>
              <w:tabs>
                <w:tab w:val="decimal" w:pos="550"/>
              </w:tabs>
              <w:spacing w:line="240" w:lineRule="atLeast"/>
              <w:ind w:left="-79" w:right="-72"/>
            </w:pPr>
          </w:p>
        </w:tc>
        <w:tc>
          <w:tcPr>
            <w:tcW w:w="180" w:type="dxa"/>
          </w:tcPr>
          <w:p w14:paraId="1B0599EE" w14:textId="77777777" w:rsidR="009736C8" w:rsidRPr="005D3E43" w:rsidRDefault="009736C8" w:rsidP="00A801F9">
            <w:pPr>
              <w:tabs>
                <w:tab w:val="decimal" w:pos="765"/>
              </w:tabs>
              <w:spacing w:line="240" w:lineRule="atLeast"/>
            </w:pPr>
          </w:p>
        </w:tc>
        <w:tc>
          <w:tcPr>
            <w:tcW w:w="1080" w:type="dxa"/>
            <w:vMerge/>
          </w:tcPr>
          <w:p w14:paraId="40EF072B" w14:textId="77777777" w:rsidR="009736C8" w:rsidRPr="005D3E43" w:rsidRDefault="009736C8" w:rsidP="00A801F9">
            <w:pPr>
              <w:tabs>
                <w:tab w:val="decimal" w:pos="903"/>
              </w:tabs>
              <w:spacing w:line="240" w:lineRule="atLeast"/>
              <w:ind w:right="11"/>
            </w:pPr>
          </w:p>
        </w:tc>
        <w:tc>
          <w:tcPr>
            <w:tcW w:w="180" w:type="dxa"/>
          </w:tcPr>
          <w:p w14:paraId="2CF2CFF1" w14:textId="77777777" w:rsidR="009736C8" w:rsidRPr="005D3E43" w:rsidRDefault="009736C8" w:rsidP="00A801F9">
            <w:pPr>
              <w:tabs>
                <w:tab w:val="decimal" w:pos="765"/>
              </w:tabs>
              <w:spacing w:line="240" w:lineRule="atLeast"/>
            </w:pPr>
          </w:p>
        </w:tc>
        <w:tc>
          <w:tcPr>
            <w:tcW w:w="1170" w:type="dxa"/>
            <w:vMerge/>
          </w:tcPr>
          <w:p w14:paraId="7A2029CA" w14:textId="77777777" w:rsidR="009736C8" w:rsidRPr="005D3E43" w:rsidRDefault="009736C8" w:rsidP="00A801F9">
            <w:pPr>
              <w:tabs>
                <w:tab w:val="decimal" w:pos="550"/>
              </w:tabs>
              <w:spacing w:line="240" w:lineRule="atLeast"/>
              <w:ind w:left="-80" w:right="-80"/>
              <w:rPr>
                <w:lang w:val="en-US" w:bidi="th-TH"/>
              </w:rPr>
            </w:pPr>
          </w:p>
        </w:tc>
        <w:tc>
          <w:tcPr>
            <w:tcW w:w="181" w:type="dxa"/>
          </w:tcPr>
          <w:p w14:paraId="3EF01109" w14:textId="77777777" w:rsidR="009736C8" w:rsidRPr="005D3E43" w:rsidRDefault="009736C8" w:rsidP="00A801F9">
            <w:pPr>
              <w:tabs>
                <w:tab w:val="decimal" w:pos="765"/>
              </w:tabs>
              <w:spacing w:line="240" w:lineRule="atLeast"/>
            </w:pPr>
          </w:p>
        </w:tc>
        <w:tc>
          <w:tcPr>
            <w:tcW w:w="1169" w:type="dxa"/>
            <w:vMerge/>
          </w:tcPr>
          <w:p w14:paraId="1ACA5A6B" w14:textId="77777777" w:rsidR="009736C8" w:rsidRDefault="009736C8" w:rsidP="00A801F9">
            <w:pPr>
              <w:tabs>
                <w:tab w:val="decimal" w:pos="640"/>
                <w:tab w:val="left" w:pos="800"/>
              </w:tabs>
              <w:spacing w:line="240" w:lineRule="atLeast"/>
              <w:ind w:right="-80"/>
            </w:pPr>
          </w:p>
        </w:tc>
      </w:tr>
      <w:tr w:rsidR="009736C8" w:rsidRPr="005D3E43" w14:paraId="2D49A066" w14:textId="77777777" w:rsidTr="00F929C4">
        <w:trPr>
          <w:cantSplit/>
        </w:trPr>
        <w:tc>
          <w:tcPr>
            <w:tcW w:w="1710" w:type="dxa"/>
          </w:tcPr>
          <w:p w14:paraId="24C1C175" w14:textId="77777777" w:rsidR="009736C8" w:rsidRPr="005A6861" w:rsidRDefault="009736C8" w:rsidP="009736C8">
            <w:pPr>
              <w:spacing w:line="240" w:lineRule="atLeast"/>
              <w:rPr>
                <w:b/>
                <w:bCs/>
                <w:szCs w:val="22"/>
              </w:rPr>
            </w:pPr>
          </w:p>
        </w:tc>
        <w:tc>
          <w:tcPr>
            <w:tcW w:w="2700" w:type="dxa"/>
            <w:gridSpan w:val="3"/>
            <w:vAlign w:val="bottom"/>
          </w:tcPr>
          <w:p w14:paraId="39153EAB" w14:textId="77B00F06" w:rsidR="009736C8" w:rsidRDefault="009736C8" w:rsidP="009736C8">
            <w:pPr>
              <w:jc w:val="center"/>
            </w:pPr>
            <w:r w:rsidRPr="005D3E43">
              <w:rPr>
                <w:bCs/>
                <w:i/>
                <w:iCs/>
              </w:rPr>
              <w:t>(% per annum)</w:t>
            </w:r>
          </w:p>
        </w:tc>
        <w:tc>
          <w:tcPr>
            <w:tcW w:w="180" w:type="dxa"/>
          </w:tcPr>
          <w:p w14:paraId="7F11F29F" w14:textId="77777777" w:rsidR="009736C8" w:rsidRPr="005D3E43" w:rsidRDefault="009736C8" w:rsidP="009736C8">
            <w:pPr>
              <w:tabs>
                <w:tab w:val="decimal" w:pos="731"/>
              </w:tabs>
              <w:spacing w:line="240" w:lineRule="atLeast"/>
              <w:ind w:left="-79" w:right="-72"/>
            </w:pPr>
          </w:p>
        </w:tc>
        <w:tc>
          <w:tcPr>
            <w:tcW w:w="5040" w:type="dxa"/>
            <w:gridSpan w:val="7"/>
            <w:vAlign w:val="bottom"/>
          </w:tcPr>
          <w:p w14:paraId="0E6E01D9" w14:textId="383D4933" w:rsidR="009736C8" w:rsidRDefault="009736C8" w:rsidP="009736C8">
            <w:pPr>
              <w:tabs>
                <w:tab w:val="decimal" w:pos="640"/>
                <w:tab w:val="left" w:pos="800"/>
              </w:tabs>
              <w:spacing w:line="240" w:lineRule="atLeast"/>
              <w:ind w:right="-80"/>
              <w:jc w:val="center"/>
            </w:pPr>
            <w:r w:rsidRPr="005D3E43">
              <w:rPr>
                <w:bCs/>
                <w:i/>
                <w:iCs/>
              </w:rPr>
              <w:t>(in thousand Baht)</w:t>
            </w:r>
          </w:p>
        </w:tc>
      </w:tr>
      <w:tr w:rsidR="00A801F9" w:rsidRPr="005D3E43" w14:paraId="5763A90F" w14:textId="77777777" w:rsidTr="009E086D">
        <w:trPr>
          <w:cantSplit/>
        </w:trPr>
        <w:tc>
          <w:tcPr>
            <w:tcW w:w="1710" w:type="dxa"/>
          </w:tcPr>
          <w:p w14:paraId="30D37150" w14:textId="0B326371" w:rsidR="00A801F9" w:rsidRPr="005A6861" w:rsidRDefault="005A6861" w:rsidP="00A801F9">
            <w:pPr>
              <w:spacing w:line="240" w:lineRule="atLeast"/>
              <w:rPr>
                <w:b/>
                <w:bCs/>
              </w:rPr>
            </w:pPr>
            <w:r w:rsidRPr="005A6861">
              <w:rPr>
                <w:b/>
                <w:bCs/>
                <w:szCs w:val="22"/>
              </w:rPr>
              <w:t xml:space="preserve">- </w:t>
            </w:r>
            <w:r w:rsidR="00A801F9" w:rsidRPr="005A6861">
              <w:rPr>
                <w:b/>
                <w:bCs/>
                <w:szCs w:val="22"/>
              </w:rPr>
              <w:t>Associates</w:t>
            </w:r>
          </w:p>
        </w:tc>
        <w:tc>
          <w:tcPr>
            <w:tcW w:w="1350" w:type="dxa"/>
          </w:tcPr>
          <w:p w14:paraId="3AAEC987" w14:textId="4EC54CEB" w:rsidR="00A801F9" w:rsidRPr="005D3E43" w:rsidRDefault="00015DB5" w:rsidP="00A801F9">
            <w:pPr>
              <w:jc w:val="center"/>
            </w:pPr>
            <w:r>
              <w:t>-</w:t>
            </w:r>
          </w:p>
        </w:tc>
        <w:tc>
          <w:tcPr>
            <w:tcW w:w="180" w:type="dxa"/>
          </w:tcPr>
          <w:p w14:paraId="5E76141C" w14:textId="77777777" w:rsidR="00A801F9" w:rsidRPr="005D3E43" w:rsidRDefault="00A801F9" w:rsidP="00A801F9">
            <w:pPr>
              <w:jc w:val="center"/>
            </w:pPr>
          </w:p>
        </w:tc>
        <w:tc>
          <w:tcPr>
            <w:tcW w:w="1170" w:type="dxa"/>
          </w:tcPr>
          <w:p w14:paraId="72EE6EBB" w14:textId="5F8358AE" w:rsidR="00A801F9" w:rsidRPr="005D3E43" w:rsidRDefault="002657BD" w:rsidP="00A801F9">
            <w:pPr>
              <w:jc w:val="center"/>
            </w:pPr>
            <w:r>
              <w:t>4.63</w:t>
            </w:r>
          </w:p>
        </w:tc>
        <w:tc>
          <w:tcPr>
            <w:tcW w:w="180" w:type="dxa"/>
          </w:tcPr>
          <w:p w14:paraId="401ADFBD" w14:textId="77777777" w:rsidR="00A801F9" w:rsidRPr="005D3E43" w:rsidRDefault="00A801F9" w:rsidP="00A801F9">
            <w:pPr>
              <w:tabs>
                <w:tab w:val="decimal" w:pos="731"/>
              </w:tabs>
              <w:spacing w:line="240" w:lineRule="atLeast"/>
              <w:ind w:left="-79" w:right="-72"/>
            </w:pPr>
          </w:p>
        </w:tc>
        <w:tc>
          <w:tcPr>
            <w:tcW w:w="1080" w:type="dxa"/>
          </w:tcPr>
          <w:p w14:paraId="62062D66" w14:textId="50570E56" w:rsidR="00A801F9" w:rsidRPr="005D3E43" w:rsidRDefault="00A801F9" w:rsidP="00A801F9">
            <w:pPr>
              <w:tabs>
                <w:tab w:val="decimal" w:pos="550"/>
              </w:tabs>
              <w:spacing w:line="240" w:lineRule="atLeast"/>
              <w:ind w:left="-79" w:right="-72"/>
            </w:pPr>
            <w:r w:rsidRPr="005D3E43">
              <w:t>-</w:t>
            </w:r>
          </w:p>
        </w:tc>
        <w:tc>
          <w:tcPr>
            <w:tcW w:w="180" w:type="dxa"/>
          </w:tcPr>
          <w:p w14:paraId="220896CC" w14:textId="77777777" w:rsidR="00A801F9" w:rsidRPr="005D3E43" w:rsidRDefault="00A801F9" w:rsidP="00A801F9">
            <w:pPr>
              <w:tabs>
                <w:tab w:val="decimal" w:pos="765"/>
              </w:tabs>
              <w:spacing w:line="240" w:lineRule="atLeast"/>
            </w:pPr>
          </w:p>
        </w:tc>
        <w:tc>
          <w:tcPr>
            <w:tcW w:w="1080" w:type="dxa"/>
          </w:tcPr>
          <w:p w14:paraId="3E8DC370" w14:textId="641AA84C" w:rsidR="00A801F9" w:rsidRPr="005D3E43" w:rsidRDefault="00A801F9" w:rsidP="00A801F9">
            <w:pPr>
              <w:tabs>
                <w:tab w:val="decimal" w:pos="903"/>
              </w:tabs>
              <w:spacing w:line="240" w:lineRule="atLeast"/>
              <w:ind w:right="11"/>
            </w:pPr>
            <w:r w:rsidRPr="005D3E43">
              <w:t>5,</w:t>
            </w:r>
            <w:r w:rsidR="00C546D5">
              <w:t>149</w:t>
            </w:r>
            <w:r w:rsidRPr="005D3E43">
              <w:t>,</w:t>
            </w:r>
            <w:r w:rsidR="00C546D5">
              <w:t>757</w:t>
            </w:r>
          </w:p>
        </w:tc>
        <w:tc>
          <w:tcPr>
            <w:tcW w:w="180" w:type="dxa"/>
          </w:tcPr>
          <w:p w14:paraId="5F8F636C" w14:textId="77777777" w:rsidR="00A801F9" w:rsidRPr="005D3E43" w:rsidRDefault="00A801F9" w:rsidP="00A801F9">
            <w:pPr>
              <w:tabs>
                <w:tab w:val="decimal" w:pos="765"/>
              </w:tabs>
              <w:spacing w:line="240" w:lineRule="atLeast"/>
            </w:pPr>
          </w:p>
        </w:tc>
        <w:tc>
          <w:tcPr>
            <w:tcW w:w="1170" w:type="dxa"/>
          </w:tcPr>
          <w:p w14:paraId="1AE607DE" w14:textId="31F05D77" w:rsidR="00A801F9" w:rsidRPr="005D3E43" w:rsidRDefault="00A801F9" w:rsidP="00A801F9">
            <w:pPr>
              <w:tabs>
                <w:tab w:val="decimal" w:pos="550"/>
              </w:tabs>
              <w:spacing w:line="240" w:lineRule="atLeast"/>
              <w:ind w:left="-80" w:right="-80"/>
              <w:rPr>
                <w:lang w:val="en-US" w:bidi="th-TH"/>
              </w:rPr>
            </w:pPr>
            <w:r w:rsidRPr="005D3E43">
              <w:rPr>
                <w:lang w:val="en-US" w:bidi="th-TH"/>
              </w:rPr>
              <w:t>-</w:t>
            </w:r>
          </w:p>
        </w:tc>
        <w:tc>
          <w:tcPr>
            <w:tcW w:w="181" w:type="dxa"/>
          </w:tcPr>
          <w:p w14:paraId="05C89D21" w14:textId="77777777" w:rsidR="00A801F9" w:rsidRPr="005D3E43" w:rsidRDefault="00A801F9" w:rsidP="00A801F9">
            <w:pPr>
              <w:tabs>
                <w:tab w:val="decimal" w:pos="765"/>
              </w:tabs>
              <w:spacing w:line="240" w:lineRule="atLeast"/>
            </w:pPr>
          </w:p>
        </w:tc>
        <w:tc>
          <w:tcPr>
            <w:tcW w:w="1169" w:type="dxa"/>
          </w:tcPr>
          <w:p w14:paraId="7C40A76B" w14:textId="3AD9D4FB" w:rsidR="00A801F9" w:rsidRPr="005D3E43" w:rsidRDefault="00C546D5" w:rsidP="00A801F9">
            <w:pPr>
              <w:tabs>
                <w:tab w:val="decimal" w:pos="640"/>
                <w:tab w:val="left" w:pos="800"/>
              </w:tabs>
              <w:spacing w:line="240" w:lineRule="atLeast"/>
              <w:ind w:right="-80"/>
            </w:pPr>
            <w:r>
              <w:t>5,149,757</w:t>
            </w:r>
          </w:p>
        </w:tc>
      </w:tr>
      <w:tr w:rsidR="00A801F9" w:rsidRPr="005D3E43" w14:paraId="5156D3E1" w14:textId="77777777" w:rsidTr="009E086D">
        <w:trPr>
          <w:cantSplit/>
        </w:trPr>
        <w:tc>
          <w:tcPr>
            <w:tcW w:w="4410" w:type="dxa"/>
            <w:gridSpan w:val="4"/>
          </w:tcPr>
          <w:p w14:paraId="25598196" w14:textId="77777777" w:rsidR="00A801F9" w:rsidRPr="005D3E43" w:rsidRDefault="00A801F9" w:rsidP="00A801F9">
            <w:pPr>
              <w:spacing w:line="240" w:lineRule="atLeast"/>
            </w:pPr>
            <w:r w:rsidRPr="005D3E43">
              <w:rPr>
                <w:i/>
                <w:iCs/>
                <w:szCs w:val="22"/>
              </w:rPr>
              <w:t>Less</w:t>
            </w:r>
            <w:r w:rsidRPr="005D3E43">
              <w:rPr>
                <w:szCs w:val="22"/>
              </w:rPr>
              <w:t xml:space="preserve"> The excess of </w:t>
            </w:r>
          </w:p>
        </w:tc>
        <w:tc>
          <w:tcPr>
            <w:tcW w:w="180" w:type="dxa"/>
          </w:tcPr>
          <w:p w14:paraId="75CD28DD" w14:textId="77777777" w:rsidR="00A801F9" w:rsidRPr="005D3E43" w:rsidRDefault="00A801F9" w:rsidP="00A801F9">
            <w:pPr>
              <w:tabs>
                <w:tab w:val="decimal" w:pos="731"/>
              </w:tabs>
              <w:spacing w:line="240" w:lineRule="atLeast"/>
              <w:ind w:left="-79" w:right="-72"/>
            </w:pPr>
          </w:p>
        </w:tc>
        <w:tc>
          <w:tcPr>
            <w:tcW w:w="1080" w:type="dxa"/>
          </w:tcPr>
          <w:p w14:paraId="5AA58A2A" w14:textId="77777777" w:rsidR="00A801F9" w:rsidRPr="005D3E43" w:rsidRDefault="00A801F9" w:rsidP="00A801F9">
            <w:pPr>
              <w:tabs>
                <w:tab w:val="decimal" w:pos="550"/>
              </w:tabs>
              <w:spacing w:line="240" w:lineRule="atLeast"/>
              <w:ind w:right="-72"/>
            </w:pPr>
          </w:p>
        </w:tc>
        <w:tc>
          <w:tcPr>
            <w:tcW w:w="180" w:type="dxa"/>
          </w:tcPr>
          <w:p w14:paraId="1BB24C0B" w14:textId="77777777" w:rsidR="00A801F9" w:rsidRPr="005D3E43" w:rsidRDefault="00A801F9" w:rsidP="00A801F9">
            <w:pPr>
              <w:tabs>
                <w:tab w:val="decimal" w:pos="765"/>
              </w:tabs>
              <w:spacing w:line="240" w:lineRule="atLeast"/>
            </w:pPr>
          </w:p>
        </w:tc>
        <w:tc>
          <w:tcPr>
            <w:tcW w:w="1080" w:type="dxa"/>
          </w:tcPr>
          <w:p w14:paraId="221C1338" w14:textId="77777777" w:rsidR="00A801F9" w:rsidRPr="005D3E43" w:rsidRDefault="00A801F9" w:rsidP="00A801F9">
            <w:pPr>
              <w:tabs>
                <w:tab w:val="decimal" w:pos="911"/>
              </w:tabs>
              <w:spacing w:line="240" w:lineRule="atLeast"/>
              <w:ind w:right="11"/>
            </w:pPr>
          </w:p>
        </w:tc>
        <w:tc>
          <w:tcPr>
            <w:tcW w:w="180" w:type="dxa"/>
          </w:tcPr>
          <w:p w14:paraId="2A1A214A" w14:textId="77777777" w:rsidR="00A801F9" w:rsidRPr="005D3E43" w:rsidRDefault="00A801F9" w:rsidP="00A801F9">
            <w:pPr>
              <w:tabs>
                <w:tab w:val="decimal" w:pos="765"/>
              </w:tabs>
              <w:spacing w:line="240" w:lineRule="atLeast"/>
            </w:pPr>
          </w:p>
        </w:tc>
        <w:tc>
          <w:tcPr>
            <w:tcW w:w="1170" w:type="dxa"/>
          </w:tcPr>
          <w:p w14:paraId="477BD479" w14:textId="77777777" w:rsidR="00A801F9" w:rsidRPr="005D3E43" w:rsidRDefault="00A801F9" w:rsidP="00A801F9">
            <w:pPr>
              <w:tabs>
                <w:tab w:val="decimal" w:pos="465"/>
              </w:tabs>
              <w:spacing w:line="240" w:lineRule="atLeast"/>
              <w:ind w:right="11"/>
            </w:pPr>
          </w:p>
        </w:tc>
        <w:tc>
          <w:tcPr>
            <w:tcW w:w="181" w:type="dxa"/>
          </w:tcPr>
          <w:p w14:paraId="7492EF75" w14:textId="77777777" w:rsidR="00A801F9" w:rsidRPr="005D3E43" w:rsidRDefault="00A801F9" w:rsidP="00A801F9">
            <w:pPr>
              <w:tabs>
                <w:tab w:val="decimal" w:pos="765"/>
              </w:tabs>
              <w:spacing w:line="240" w:lineRule="atLeast"/>
            </w:pPr>
          </w:p>
        </w:tc>
        <w:tc>
          <w:tcPr>
            <w:tcW w:w="1169" w:type="dxa"/>
          </w:tcPr>
          <w:p w14:paraId="43F962F9" w14:textId="77777777" w:rsidR="00A801F9" w:rsidRPr="005D3E43" w:rsidRDefault="00A801F9" w:rsidP="00A801F9">
            <w:pPr>
              <w:tabs>
                <w:tab w:val="decimal" w:pos="1002"/>
              </w:tabs>
              <w:spacing w:line="240" w:lineRule="atLeast"/>
              <w:ind w:right="11"/>
            </w:pPr>
          </w:p>
        </w:tc>
      </w:tr>
      <w:tr w:rsidR="00A801F9" w:rsidRPr="005D3E43" w14:paraId="33CA922E" w14:textId="77777777" w:rsidTr="009E086D">
        <w:trPr>
          <w:cantSplit/>
        </w:trPr>
        <w:tc>
          <w:tcPr>
            <w:tcW w:w="4410" w:type="dxa"/>
            <w:gridSpan w:val="4"/>
          </w:tcPr>
          <w:p w14:paraId="0B0B4E63" w14:textId="77777777" w:rsidR="00A801F9" w:rsidRPr="005D3E43" w:rsidRDefault="00A801F9" w:rsidP="00A801F9">
            <w:pPr>
              <w:spacing w:line="240" w:lineRule="atLeast"/>
              <w:ind w:left="462"/>
              <w:rPr>
                <w:szCs w:val="22"/>
              </w:rPr>
            </w:pPr>
            <w:r w:rsidRPr="005D3E43">
              <w:rPr>
                <w:szCs w:val="22"/>
              </w:rPr>
              <w:t xml:space="preserve">accumulated </w:t>
            </w:r>
          </w:p>
          <w:p w14:paraId="4BCAD1CE" w14:textId="77777777" w:rsidR="00A801F9" w:rsidRPr="005D3E43" w:rsidRDefault="00A801F9" w:rsidP="00A801F9">
            <w:pPr>
              <w:spacing w:line="240" w:lineRule="atLeast"/>
              <w:ind w:left="462"/>
              <w:rPr>
                <w:szCs w:val="22"/>
              </w:rPr>
            </w:pPr>
            <w:r w:rsidRPr="005D3E43">
              <w:rPr>
                <w:szCs w:val="22"/>
              </w:rPr>
              <w:t xml:space="preserve">share of loss </w:t>
            </w:r>
          </w:p>
          <w:p w14:paraId="3EDF9B43" w14:textId="77777777" w:rsidR="00A801F9" w:rsidRPr="005D3E43" w:rsidRDefault="00A801F9" w:rsidP="00A801F9">
            <w:pPr>
              <w:spacing w:line="240" w:lineRule="atLeast"/>
              <w:ind w:left="462"/>
              <w:rPr>
                <w:szCs w:val="22"/>
              </w:rPr>
            </w:pPr>
            <w:r w:rsidRPr="005D3E43">
              <w:rPr>
                <w:szCs w:val="22"/>
              </w:rPr>
              <w:t xml:space="preserve">from investment </w:t>
            </w:r>
          </w:p>
          <w:p w14:paraId="2354217F" w14:textId="7623113D" w:rsidR="00A801F9" w:rsidRPr="005D3E43" w:rsidRDefault="00A801F9" w:rsidP="00A801F9">
            <w:pPr>
              <w:spacing w:line="240" w:lineRule="atLeast"/>
              <w:ind w:left="462"/>
              <w:rPr>
                <w:szCs w:val="22"/>
              </w:rPr>
            </w:pPr>
            <w:r w:rsidRPr="005D3E43">
              <w:rPr>
                <w:szCs w:val="22"/>
              </w:rPr>
              <w:t xml:space="preserve">in </w:t>
            </w:r>
            <w:r w:rsidR="00C546D5">
              <w:rPr>
                <w:szCs w:val="22"/>
              </w:rPr>
              <w:t>associates</w:t>
            </w:r>
          </w:p>
          <w:p w14:paraId="6D95DBE7" w14:textId="77777777" w:rsidR="00A801F9" w:rsidRPr="005D3E43" w:rsidRDefault="00A801F9" w:rsidP="00A801F9">
            <w:pPr>
              <w:tabs>
                <w:tab w:val="decimal" w:pos="731"/>
              </w:tabs>
              <w:spacing w:line="240" w:lineRule="atLeast"/>
              <w:ind w:left="-83" w:right="11" w:firstLine="4"/>
              <w:rPr>
                <w:szCs w:val="22"/>
              </w:rPr>
            </w:pPr>
            <w:r w:rsidRPr="005D3E43">
              <w:rPr>
                <w:szCs w:val="22"/>
              </w:rPr>
              <w:t xml:space="preserve">          over cost of </w:t>
            </w:r>
          </w:p>
        </w:tc>
        <w:tc>
          <w:tcPr>
            <w:tcW w:w="180" w:type="dxa"/>
          </w:tcPr>
          <w:p w14:paraId="292213CC" w14:textId="77777777" w:rsidR="00A801F9" w:rsidRPr="005D3E43" w:rsidRDefault="00A801F9" w:rsidP="00A801F9">
            <w:pPr>
              <w:tabs>
                <w:tab w:val="decimal" w:pos="731"/>
              </w:tabs>
              <w:spacing w:line="240" w:lineRule="atLeast"/>
              <w:ind w:left="-79" w:right="-72"/>
            </w:pPr>
          </w:p>
        </w:tc>
        <w:tc>
          <w:tcPr>
            <w:tcW w:w="1080" w:type="dxa"/>
          </w:tcPr>
          <w:p w14:paraId="1B5E3BB9" w14:textId="77777777" w:rsidR="00A801F9" w:rsidRPr="005D3E43" w:rsidRDefault="00A801F9" w:rsidP="00A801F9">
            <w:pPr>
              <w:tabs>
                <w:tab w:val="decimal" w:pos="550"/>
              </w:tabs>
              <w:spacing w:line="240" w:lineRule="atLeast"/>
              <w:ind w:left="-79" w:right="-72"/>
            </w:pPr>
          </w:p>
        </w:tc>
        <w:tc>
          <w:tcPr>
            <w:tcW w:w="180" w:type="dxa"/>
          </w:tcPr>
          <w:p w14:paraId="0925EE0B" w14:textId="77777777" w:rsidR="00A801F9" w:rsidRPr="005D3E43" w:rsidRDefault="00A801F9" w:rsidP="00A801F9">
            <w:pPr>
              <w:tabs>
                <w:tab w:val="decimal" w:pos="765"/>
              </w:tabs>
              <w:spacing w:line="240" w:lineRule="atLeast"/>
            </w:pPr>
          </w:p>
        </w:tc>
        <w:tc>
          <w:tcPr>
            <w:tcW w:w="1080" w:type="dxa"/>
          </w:tcPr>
          <w:p w14:paraId="0F29DA91" w14:textId="77777777" w:rsidR="00A801F9" w:rsidRPr="005D3E43" w:rsidRDefault="00A801F9" w:rsidP="00A801F9">
            <w:pPr>
              <w:tabs>
                <w:tab w:val="decimal" w:pos="911"/>
              </w:tabs>
              <w:spacing w:line="240" w:lineRule="atLeast"/>
              <w:ind w:right="11"/>
            </w:pPr>
          </w:p>
        </w:tc>
        <w:tc>
          <w:tcPr>
            <w:tcW w:w="180" w:type="dxa"/>
          </w:tcPr>
          <w:p w14:paraId="53B2937D" w14:textId="77777777" w:rsidR="00A801F9" w:rsidRPr="005D3E43" w:rsidRDefault="00A801F9" w:rsidP="00A801F9">
            <w:pPr>
              <w:tabs>
                <w:tab w:val="decimal" w:pos="731"/>
              </w:tabs>
              <w:spacing w:line="240" w:lineRule="atLeast"/>
              <w:ind w:left="-83" w:right="11" w:firstLine="4"/>
            </w:pPr>
          </w:p>
        </w:tc>
        <w:tc>
          <w:tcPr>
            <w:tcW w:w="1170" w:type="dxa"/>
          </w:tcPr>
          <w:p w14:paraId="04D0FFB3" w14:textId="77777777" w:rsidR="00A801F9" w:rsidRPr="005D3E43" w:rsidRDefault="00A801F9" w:rsidP="00A801F9">
            <w:pPr>
              <w:tabs>
                <w:tab w:val="decimal" w:pos="465"/>
              </w:tabs>
              <w:spacing w:line="240" w:lineRule="atLeast"/>
              <w:ind w:right="11"/>
            </w:pPr>
          </w:p>
        </w:tc>
        <w:tc>
          <w:tcPr>
            <w:tcW w:w="181" w:type="dxa"/>
          </w:tcPr>
          <w:p w14:paraId="60EE2EF9" w14:textId="77777777" w:rsidR="00A801F9" w:rsidRPr="005D3E43" w:rsidRDefault="00A801F9" w:rsidP="00A801F9">
            <w:pPr>
              <w:tabs>
                <w:tab w:val="decimal" w:pos="731"/>
              </w:tabs>
              <w:spacing w:line="240" w:lineRule="atLeast"/>
              <w:ind w:left="-83" w:right="11" w:firstLine="4"/>
            </w:pPr>
          </w:p>
        </w:tc>
        <w:tc>
          <w:tcPr>
            <w:tcW w:w="1169" w:type="dxa"/>
          </w:tcPr>
          <w:p w14:paraId="2C8CE219" w14:textId="77777777" w:rsidR="00A801F9" w:rsidRPr="005D3E43" w:rsidRDefault="00A801F9" w:rsidP="00A801F9">
            <w:pPr>
              <w:tabs>
                <w:tab w:val="decimal" w:pos="1002"/>
              </w:tabs>
              <w:spacing w:line="240" w:lineRule="atLeast"/>
              <w:ind w:right="11"/>
            </w:pPr>
          </w:p>
        </w:tc>
      </w:tr>
      <w:tr w:rsidR="00C546D5" w:rsidRPr="005D3E43" w14:paraId="5AB7FE3A" w14:textId="77777777" w:rsidTr="009E086D">
        <w:trPr>
          <w:cantSplit/>
        </w:trPr>
        <w:tc>
          <w:tcPr>
            <w:tcW w:w="4410" w:type="dxa"/>
            <w:gridSpan w:val="4"/>
          </w:tcPr>
          <w:p w14:paraId="7D56B1EB" w14:textId="77777777" w:rsidR="00C546D5" w:rsidRPr="005D3E43" w:rsidRDefault="00C546D5" w:rsidP="00C546D5">
            <w:pPr>
              <w:tabs>
                <w:tab w:val="decimal" w:pos="731"/>
              </w:tabs>
              <w:spacing w:line="240" w:lineRule="atLeast"/>
              <w:ind w:left="462" w:right="11" w:firstLine="4"/>
              <w:rPr>
                <w:i/>
                <w:iCs/>
              </w:rPr>
            </w:pPr>
            <w:r w:rsidRPr="005D3E43">
              <w:rPr>
                <w:szCs w:val="22"/>
              </w:rPr>
              <w:t>investment</w:t>
            </w:r>
          </w:p>
        </w:tc>
        <w:tc>
          <w:tcPr>
            <w:tcW w:w="180" w:type="dxa"/>
          </w:tcPr>
          <w:p w14:paraId="01F481F4" w14:textId="77777777" w:rsidR="00C546D5" w:rsidRPr="005D3E43" w:rsidRDefault="00C546D5" w:rsidP="00C546D5">
            <w:pPr>
              <w:tabs>
                <w:tab w:val="decimal" w:pos="731"/>
              </w:tabs>
              <w:spacing w:line="240" w:lineRule="atLeast"/>
              <w:ind w:left="-79" w:right="-72"/>
            </w:pPr>
          </w:p>
        </w:tc>
        <w:tc>
          <w:tcPr>
            <w:tcW w:w="1080" w:type="dxa"/>
          </w:tcPr>
          <w:p w14:paraId="1C2A319A" w14:textId="13B420F2" w:rsidR="00C546D5" w:rsidRPr="005D3E43" w:rsidRDefault="00C546D5" w:rsidP="00C546D5">
            <w:pPr>
              <w:tabs>
                <w:tab w:val="decimal" w:pos="550"/>
              </w:tabs>
              <w:spacing w:line="240" w:lineRule="atLeast"/>
              <w:ind w:right="-72"/>
            </w:pPr>
            <w:r w:rsidRPr="005D3E43">
              <w:t>-</w:t>
            </w:r>
          </w:p>
        </w:tc>
        <w:tc>
          <w:tcPr>
            <w:tcW w:w="180" w:type="dxa"/>
          </w:tcPr>
          <w:p w14:paraId="19BDB120" w14:textId="77777777" w:rsidR="00C546D5" w:rsidRPr="005D3E43" w:rsidRDefault="00C546D5" w:rsidP="00C546D5">
            <w:pPr>
              <w:tabs>
                <w:tab w:val="decimal" w:pos="765"/>
              </w:tabs>
              <w:spacing w:line="240" w:lineRule="atLeast"/>
            </w:pPr>
          </w:p>
        </w:tc>
        <w:tc>
          <w:tcPr>
            <w:tcW w:w="1080" w:type="dxa"/>
          </w:tcPr>
          <w:p w14:paraId="1D40CA61" w14:textId="4D7E7DEF" w:rsidR="00C546D5" w:rsidRPr="005D3E43" w:rsidRDefault="00C546D5" w:rsidP="00C546D5">
            <w:pPr>
              <w:tabs>
                <w:tab w:val="decimal" w:pos="911"/>
              </w:tabs>
              <w:spacing w:line="240" w:lineRule="atLeast"/>
              <w:ind w:right="11"/>
            </w:pPr>
            <w:r>
              <w:t>(</w:t>
            </w:r>
            <w:r w:rsidRPr="005D3E43">
              <w:t>41</w:t>
            </w:r>
            <w:r>
              <w:t>1</w:t>
            </w:r>
            <w:r w:rsidRPr="005D3E43">
              <w:t>,</w:t>
            </w:r>
            <w:r>
              <w:t>610)</w:t>
            </w:r>
          </w:p>
        </w:tc>
        <w:tc>
          <w:tcPr>
            <w:tcW w:w="180" w:type="dxa"/>
          </w:tcPr>
          <w:p w14:paraId="59A0B617" w14:textId="77777777" w:rsidR="00C546D5" w:rsidRPr="005D3E43" w:rsidRDefault="00C546D5" w:rsidP="00C546D5">
            <w:pPr>
              <w:tabs>
                <w:tab w:val="decimal" w:pos="765"/>
              </w:tabs>
              <w:spacing w:line="240" w:lineRule="atLeast"/>
            </w:pPr>
          </w:p>
        </w:tc>
        <w:tc>
          <w:tcPr>
            <w:tcW w:w="1170" w:type="dxa"/>
          </w:tcPr>
          <w:p w14:paraId="05767BCE" w14:textId="6D3E6C9A" w:rsidR="00C546D5" w:rsidRPr="005D3E43" w:rsidRDefault="00C546D5" w:rsidP="00C546D5">
            <w:pPr>
              <w:tabs>
                <w:tab w:val="decimal" w:pos="550"/>
              </w:tabs>
              <w:spacing w:line="240" w:lineRule="atLeast"/>
              <w:ind w:right="11"/>
            </w:pPr>
            <w:r w:rsidRPr="005D3E43">
              <w:t>-</w:t>
            </w:r>
          </w:p>
        </w:tc>
        <w:tc>
          <w:tcPr>
            <w:tcW w:w="181" w:type="dxa"/>
          </w:tcPr>
          <w:p w14:paraId="2D785372" w14:textId="77777777" w:rsidR="00C546D5" w:rsidRPr="005D3E43" w:rsidRDefault="00C546D5" w:rsidP="00C546D5">
            <w:pPr>
              <w:tabs>
                <w:tab w:val="decimal" w:pos="765"/>
              </w:tabs>
              <w:spacing w:line="240" w:lineRule="atLeast"/>
            </w:pPr>
          </w:p>
        </w:tc>
        <w:tc>
          <w:tcPr>
            <w:tcW w:w="1169" w:type="dxa"/>
          </w:tcPr>
          <w:p w14:paraId="7C260C6F" w14:textId="088D7293" w:rsidR="00C546D5" w:rsidRPr="005D3E43" w:rsidRDefault="00C546D5" w:rsidP="00C546D5">
            <w:pPr>
              <w:tabs>
                <w:tab w:val="decimal" w:pos="910"/>
              </w:tabs>
              <w:spacing w:line="240" w:lineRule="atLeast"/>
              <w:ind w:right="11"/>
            </w:pPr>
            <w:r>
              <w:t>(</w:t>
            </w:r>
            <w:r w:rsidRPr="005D3E43">
              <w:t>41</w:t>
            </w:r>
            <w:r>
              <w:t>1</w:t>
            </w:r>
            <w:r w:rsidRPr="005D3E43">
              <w:t>,</w:t>
            </w:r>
            <w:r>
              <w:t>610)</w:t>
            </w:r>
          </w:p>
        </w:tc>
      </w:tr>
      <w:tr w:rsidR="00C546D5" w:rsidRPr="005D3E43" w14:paraId="60EB3DBB" w14:textId="77777777" w:rsidTr="009E086D">
        <w:trPr>
          <w:cantSplit/>
        </w:trPr>
        <w:tc>
          <w:tcPr>
            <w:tcW w:w="4410" w:type="dxa"/>
            <w:gridSpan w:val="4"/>
          </w:tcPr>
          <w:p w14:paraId="5FA0D34E" w14:textId="77777777" w:rsidR="00C546D5" w:rsidRPr="005D3E43" w:rsidRDefault="00C546D5" w:rsidP="00C546D5">
            <w:pPr>
              <w:tabs>
                <w:tab w:val="decimal" w:pos="731"/>
              </w:tabs>
              <w:spacing w:line="240" w:lineRule="atLeast"/>
              <w:ind w:left="12" w:right="11" w:firstLine="4"/>
            </w:pPr>
            <w:r w:rsidRPr="005D3E43">
              <w:rPr>
                <w:i/>
                <w:iCs/>
              </w:rPr>
              <w:t xml:space="preserve">Less </w:t>
            </w:r>
            <w:r w:rsidRPr="005D3E43">
              <w:t>The elimination of interest income</w:t>
            </w:r>
            <w:r w:rsidRPr="005D3E43">
              <w:rPr>
                <w:i/>
                <w:iCs/>
              </w:rPr>
              <w:t xml:space="preserve"> </w:t>
            </w:r>
          </w:p>
        </w:tc>
        <w:tc>
          <w:tcPr>
            <w:tcW w:w="180" w:type="dxa"/>
          </w:tcPr>
          <w:p w14:paraId="37D7482E" w14:textId="77777777" w:rsidR="00C546D5" w:rsidRPr="005D3E43" w:rsidRDefault="00C546D5" w:rsidP="00C546D5">
            <w:pPr>
              <w:tabs>
                <w:tab w:val="decimal" w:pos="731"/>
              </w:tabs>
              <w:spacing w:line="240" w:lineRule="atLeast"/>
              <w:ind w:left="-79" w:right="-72"/>
            </w:pPr>
          </w:p>
        </w:tc>
        <w:tc>
          <w:tcPr>
            <w:tcW w:w="1080" w:type="dxa"/>
            <w:tcBorders>
              <w:bottom w:val="single" w:sz="4" w:space="0" w:color="auto"/>
            </w:tcBorders>
          </w:tcPr>
          <w:p w14:paraId="58F8D551" w14:textId="1814E10B" w:rsidR="00C546D5" w:rsidRPr="005D3E43" w:rsidRDefault="00C546D5" w:rsidP="00C546D5">
            <w:pPr>
              <w:tabs>
                <w:tab w:val="decimal" w:pos="550"/>
              </w:tabs>
              <w:spacing w:line="240" w:lineRule="atLeast"/>
              <w:ind w:left="-79" w:right="-72"/>
            </w:pPr>
            <w:r w:rsidRPr="005D3E43">
              <w:t>-</w:t>
            </w:r>
          </w:p>
        </w:tc>
        <w:tc>
          <w:tcPr>
            <w:tcW w:w="180" w:type="dxa"/>
          </w:tcPr>
          <w:p w14:paraId="5D1C5EA3" w14:textId="77777777" w:rsidR="00C546D5" w:rsidRPr="005D3E43" w:rsidRDefault="00C546D5" w:rsidP="00C546D5">
            <w:pPr>
              <w:tabs>
                <w:tab w:val="decimal" w:pos="765"/>
              </w:tabs>
              <w:spacing w:line="240" w:lineRule="atLeast"/>
            </w:pPr>
          </w:p>
        </w:tc>
        <w:tc>
          <w:tcPr>
            <w:tcW w:w="1080" w:type="dxa"/>
          </w:tcPr>
          <w:p w14:paraId="246787BB" w14:textId="29D6EC79" w:rsidR="00C546D5" w:rsidRPr="005D3E43" w:rsidRDefault="00C546D5" w:rsidP="00C546D5">
            <w:pPr>
              <w:tabs>
                <w:tab w:val="decimal" w:pos="910"/>
              </w:tabs>
              <w:spacing w:line="240" w:lineRule="atLeast"/>
              <w:ind w:right="11"/>
            </w:pPr>
            <w:r w:rsidRPr="005D3E43">
              <w:t>(</w:t>
            </w:r>
            <w:r>
              <w:t>212</w:t>
            </w:r>
            <w:r w:rsidRPr="005D3E43">
              <w:t>,</w:t>
            </w:r>
            <w:r>
              <w:t>648</w:t>
            </w:r>
            <w:r w:rsidRPr="005D3E43">
              <w:t>)</w:t>
            </w:r>
          </w:p>
        </w:tc>
        <w:tc>
          <w:tcPr>
            <w:tcW w:w="180" w:type="dxa"/>
          </w:tcPr>
          <w:p w14:paraId="32CED5B8" w14:textId="77777777" w:rsidR="00C546D5" w:rsidRPr="005D3E43" w:rsidRDefault="00C546D5" w:rsidP="00C546D5">
            <w:pPr>
              <w:tabs>
                <w:tab w:val="decimal" w:pos="731"/>
              </w:tabs>
              <w:spacing w:line="240" w:lineRule="atLeast"/>
              <w:ind w:left="-83" w:right="11" w:firstLine="4"/>
            </w:pPr>
          </w:p>
        </w:tc>
        <w:tc>
          <w:tcPr>
            <w:tcW w:w="1170" w:type="dxa"/>
          </w:tcPr>
          <w:p w14:paraId="43E9C3F1" w14:textId="0ED95000" w:rsidR="00C546D5" w:rsidRPr="005D3E43" w:rsidRDefault="00C546D5" w:rsidP="00C546D5">
            <w:pPr>
              <w:tabs>
                <w:tab w:val="decimal" w:pos="550"/>
              </w:tabs>
              <w:spacing w:line="240" w:lineRule="atLeast"/>
              <w:ind w:right="-80"/>
            </w:pPr>
            <w:r w:rsidRPr="005D3E43">
              <w:t>-</w:t>
            </w:r>
          </w:p>
        </w:tc>
        <w:tc>
          <w:tcPr>
            <w:tcW w:w="181" w:type="dxa"/>
          </w:tcPr>
          <w:p w14:paraId="7A0ED50E" w14:textId="77777777" w:rsidR="00C546D5" w:rsidRPr="005D3E43" w:rsidRDefault="00C546D5" w:rsidP="00C546D5">
            <w:pPr>
              <w:tabs>
                <w:tab w:val="decimal" w:pos="731"/>
              </w:tabs>
              <w:spacing w:line="240" w:lineRule="atLeast"/>
              <w:ind w:left="-83" w:right="11" w:firstLine="4"/>
            </w:pPr>
          </w:p>
        </w:tc>
        <w:tc>
          <w:tcPr>
            <w:tcW w:w="1169" w:type="dxa"/>
            <w:tcBorders>
              <w:bottom w:val="single" w:sz="4" w:space="0" w:color="auto"/>
            </w:tcBorders>
          </w:tcPr>
          <w:p w14:paraId="2610787E" w14:textId="35711EF6" w:rsidR="00C546D5" w:rsidRPr="005D3E43" w:rsidRDefault="00C546D5" w:rsidP="00C546D5">
            <w:pPr>
              <w:tabs>
                <w:tab w:val="decimal" w:pos="910"/>
              </w:tabs>
              <w:spacing w:line="240" w:lineRule="atLeast"/>
              <w:ind w:right="11"/>
            </w:pPr>
            <w:r w:rsidRPr="005D3E43">
              <w:t>(</w:t>
            </w:r>
            <w:r>
              <w:t>212</w:t>
            </w:r>
            <w:r w:rsidRPr="005D3E43">
              <w:t>,</w:t>
            </w:r>
            <w:r>
              <w:t>648</w:t>
            </w:r>
            <w:r w:rsidRPr="005D3E43">
              <w:t>)</w:t>
            </w:r>
          </w:p>
        </w:tc>
      </w:tr>
      <w:tr w:rsidR="00A801F9" w:rsidRPr="005D3E43" w14:paraId="1E899E24" w14:textId="77777777" w:rsidTr="009E086D">
        <w:trPr>
          <w:cantSplit/>
        </w:trPr>
        <w:tc>
          <w:tcPr>
            <w:tcW w:w="1710" w:type="dxa"/>
          </w:tcPr>
          <w:p w14:paraId="3BAC2579" w14:textId="77777777" w:rsidR="00A801F9" w:rsidRPr="005D3E43" w:rsidRDefault="00A801F9" w:rsidP="00A801F9">
            <w:pPr>
              <w:spacing w:line="240" w:lineRule="atLeast"/>
              <w:ind w:left="191" w:hanging="191"/>
              <w:rPr>
                <w:b/>
                <w:bCs/>
              </w:rPr>
            </w:pPr>
            <w:r w:rsidRPr="005D3E43">
              <w:rPr>
                <w:b/>
                <w:bCs/>
              </w:rPr>
              <w:t>Net</w:t>
            </w:r>
          </w:p>
        </w:tc>
        <w:tc>
          <w:tcPr>
            <w:tcW w:w="1350" w:type="dxa"/>
          </w:tcPr>
          <w:p w14:paraId="56265412" w14:textId="77777777" w:rsidR="00A801F9" w:rsidRPr="005D3E43" w:rsidRDefault="00A801F9" w:rsidP="00A801F9">
            <w:pPr>
              <w:tabs>
                <w:tab w:val="decimal" w:pos="731"/>
              </w:tabs>
              <w:spacing w:line="240" w:lineRule="atLeast"/>
              <w:ind w:left="-83" w:right="11" w:firstLine="4"/>
            </w:pPr>
          </w:p>
        </w:tc>
        <w:tc>
          <w:tcPr>
            <w:tcW w:w="180" w:type="dxa"/>
          </w:tcPr>
          <w:p w14:paraId="17740A76" w14:textId="77777777" w:rsidR="00A801F9" w:rsidRPr="005D3E43" w:rsidRDefault="00A801F9" w:rsidP="00A801F9">
            <w:pPr>
              <w:tabs>
                <w:tab w:val="decimal" w:pos="731"/>
              </w:tabs>
              <w:spacing w:line="240" w:lineRule="atLeast"/>
              <w:ind w:left="-83" w:right="11" w:firstLine="4"/>
            </w:pPr>
          </w:p>
        </w:tc>
        <w:tc>
          <w:tcPr>
            <w:tcW w:w="1170" w:type="dxa"/>
          </w:tcPr>
          <w:p w14:paraId="59C21520" w14:textId="77777777" w:rsidR="00A801F9" w:rsidRPr="005D3E43" w:rsidRDefault="00A801F9" w:rsidP="00A801F9">
            <w:pPr>
              <w:tabs>
                <w:tab w:val="decimal" w:pos="731"/>
              </w:tabs>
              <w:spacing w:line="240" w:lineRule="atLeast"/>
              <w:ind w:left="-83" w:right="11" w:firstLine="4"/>
            </w:pPr>
          </w:p>
        </w:tc>
        <w:tc>
          <w:tcPr>
            <w:tcW w:w="180" w:type="dxa"/>
          </w:tcPr>
          <w:p w14:paraId="05B158AD" w14:textId="77777777" w:rsidR="00A801F9" w:rsidRPr="005D3E43" w:rsidRDefault="00A801F9" w:rsidP="00A801F9">
            <w:pPr>
              <w:tabs>
                <w:tab w:val="decimal" w:pos="731"/>
              </w:tabs>
              <w:spacing w:line="240" w:lineRule="atLeast"/>
              <w:ind w:left="-79" w:right="-72"/>
            </w:pPr>
          </w:p>
        </w:tc>
        <w:tc>
          <w:tcPr>
            <w:tcW w:w="1080" w:type="dxa"/>
            <w:tcBorders>
              <w:top w:val="single" w:sz="4" w:space="0" w:color="auto"/>
              <w:bottom w:val="double" w:sz="4" w:space="0" w:color="auto"/>
            </w:tcBorders>
          </w:tcPr>
          <w:p w14:paraId="7FA39579" w14:textId="40DF2D93" w:rsidR="00A801F9" w:rsidRPr="005D3E43" w:rsidRDefault="00A801F9" w:rsidP="00A801F9">
            <w:pPr>
              <w:tabs>
                <w:tab w:val="decimal" w:pos="550"/>
              </w:tabs>
              <w:spacing w:line="240" w:lineRule="atLeast"/>
              <w:ind w:left="-79" w:right="-72"/>
              <w:rPr>
                <w:b/>
                <w:bCs/>
              </w:rPr>
            </w:pPr>
            <w:r w:rsidRPr="005D3E43">
              <w:rPr>
                <w:b/>
                <w:bCs/>
              </w:rPr>
              <w:t>-</w:t>
            </w:r>
          </w:p>
        </w:tc>
        <w:tc>
          <w:tcPr>
            <w:tcW w:w="180" w:type="dxa"/>
          </w:tcPr>
          <w:p w14:paraId="41AA3EBD" w14:textId="77777777" w:rsidR="00A801F9" w:rsidRPr="005D3E43" w:rsidRDefault="00A801F9" w:rsidP="00A801F9">
            <w:pPr>
              <w:tabs>
                <w:tab w:val="decimal" w:pos="765"/>
              </w:tabs>
              <w:spacing w:line="240" w:lineRule="atLeast"/>
            </w:pPr>
          </w:p>
        </w:tc>
        <w:tc>
          <w:tcPr>
            <w:tcW w:w="1080" w:type="dxa"/>
          </w:tcPr>
          <w:p w14:paraId="3B35B532" w14:textId="77777777" w:rsidR="00A801F9" w:rsidRPr="005D3E43" w:rsidRDefault="00A801F9" w:rsidP="00A801F9">
            <w:pPr>
              <w:tabs>
                <w:tab w:val="decimal" w:pos="911"/>
              </w:tabs>
              <w:spacing w:line="240" w:lineRule="atLeast"/>
              <w:ind w:right="11"/>
            </w:pPr>
          </w:p>
        </w:tc>
        <w:tc>
          <w:tcPr>
            <w:tcW w:w="180" w:type="dxa"/>
          </w:tcPr>
          <w:p w14:paraId="16752585" w14:textId="77777777" w:rsidR="00A801F9" w:rsidRPr="005D3E43" w:rsidRDefault="00A801F9" w:rsidP="00A801F9">
            <w:pPr>
              <w:tabs>
                <w:tab w:val="decimal" w:pos="731"/>
              </w:tabs>
              <w:spacing w:line="240" w:lineRule="atLeast"/>
              <w:ind w:left="-83" w:right="11" w:firstLine="4"/>
            </w:pPr>
          </w:p>
        </w:tc>
        <w:tc>
          <w:tcPr>
            <w:tcW w:w="1170" w:type="dxa"/>
          </w:tcPr>
          <w:p w14:paraId="272D1771" w14:textId="77777777" w:rsidR="00A801F9" w:rsidRPr="005D3E43" w:rsidRDefault="00A801F9" w:rsidP="00A801F9">
            <w:pPr>
              <w:tabs>
                <w:tab w:val="decimal" w:pos="731"/>
              </w:tabs>
              <w:spacing w:line="240" w:lineRule="atLeast"/>
              <w:ind w:left="-83" w:right="11" w:firstLine="4"/>
            </w:pPr>
          </w:p>
        </w:tc>
        <w:tc>
          <w:tcPr>
            <w:tcW w:w="181" w:type="dxa"/>
          </w:tcPr>
          <w:p w14:paraId="07E8FF67" w14:textId="77777777" w:rsidR="00A801F9" w:rsidRPr="005D3E43" w:rsidRDefault="00A801F9" w:rsidP="00A801F9">
            <w:pPr>
              <w:tabs>
                <w:tab w:val="decimal" w:pos="731"/>
              </w:tabs>
              <w:spacing w:line="240" w:lineRule="atLeast"/>
              <w:ind w:left="-83" w:right="11" w:firstLine="4"/>
            </w:pPr>
          </w:p>
        </w:tc>
        <w:tc>
          <w:tcPr>
            <w:tcW w:w="1169" w:type="dxa"/>
            <w:tcBorders>
              <w:top w:val="single" w:sz="4" w:space="0" w:color="auto"/>
              <w:bottom w:val="double" w:sz="4" w:space="0" w:color="auto"/>
            </w:tcBorders>
          </w:tcPr>
          <w:p w14:paraId="109AD27C" w14:textId="26C655DD" w:rsidR="00A801F9" w:rsidRPr="005D3E43" w:rsidRDefault="00C546D5" w:rsidP="00C546D5">
            <w:pPr>
              <w:tabs>
                <w:tab w:val="decimal" w:pos="910"/>
              </w:tabs>
              <w:spacing w:line="240" w:lineRule="atLeast"/>
              <w:ind w:right="11"/>
              <w:rPr>
                <w:b/>
                <w:bCs/>
              </w:rPr>
            </w:pPr>
            <w:r>
              <w:rPr>
                <w:b/>
                <w:bCs/>
              </w:rPr>
              <w:t>4,525,499</w:t>
            </w:r>
          </w:p>
        </w:tc>
      </w:tr>
    </w:tbl>
    <w:p w14:paraId="06327A6A" w14:textId="77777777" w:rsidR="00907519" w:rsidRPr="005D3E43" w:rsidRDefault="00907519" w:rsidP="0087172B">
      <w:pPr>
        <w:spacing w:line="240" w:lineRule="auto"/>
        <w:rPr>
          <w:lang w:val="en-US" w:bidi="th-TH"/>
        </w:rPr>
      </w:pPr>
    </w:p>
    <w:tbl>
      <w:tblPr>
        <w:tblW w:w="9643" w:type="dxa"/>
        <w:tblInd w:w="450" w:type="dxa"/>
        <w:tblLayout w:type="fixed"/>
        <w:tblCellMar>
          <w:left w:w="79" w:type="dxa"/>
          <w:right w:w="79" w:type="dxa"/>
        </w:tblCellMar>
        <w:tblLook w:val="0000" w:firstRow="0" w:lastRow="0" w:firstColumn="0" w:lastColumn="0" w:noHBand="0" w:noVBand="0"/>
      </w:tblPr>
      <w:tblGrid>
        <w:gridCol w:w="1710"/>
        <w:gridCol w:w="1350"/>
        <w:gridCol w:w="180"/>
        <w:gridCol w:w="1170"/>
        <w:gridCol w:w="178"/>
        <w:gridCol w:w="1082"/>
        <w:gridCol w:w="180"/>
        <w:gridCol w:w="1080"/>
        <w:gridCol w:w="180"/>
        <w:gridCol w:w="1177"/>
        <w:gridCol w:w="178"/>
        <w:gridCol w:w="1178"/>
      </w:tblGrid>
      <w:tr w:rsidR="00832600" w:rsidRPr="005D3E43" w14:paraId="60220596" w14:textId="77777777" w:rsidTr="00620749">
        <w:trPr>
          <w:cantSplit/>
          <w:tblHeader/>
        </w:trPr>
        <w:tc>
          <w:tcPr>
            <w:tcW w:w="1710" w:type="dxa"/>
            <w:vAlign w:val="bottom"/>
          </w:tcPr>
          <w:p w14:paraId="61D52A1C" w14:textId="77777777" w:rsidR="00832600" w:rsidRPr="005D3E43" w:rsidRDefault="00832600" w:rsidP="00973BDB">
            <w:pPr>
              <w:spacing w:line="240" w:lineRule="atLeast"/>
              <w:jc w:val="center"/>
              <w:rPr>
                <w:b/>
                <w:bCs/>
                <w:i/>
                <w:iCs/>
              </w:rPr>
            </w:pPr>
          </w:p>
        </w:tc>
        <w:tc>
          <w:tcPr>
            <w:tcW w:w="2700" w:type="dxa"/>
            <w:gridSpan w:val="3"/>
            <w:vAlign w:val="bottom"/>
          </w:tcPr>
          <w:p w14:paraId="49BD5847" w14:textId="77777777" w:rsidR="00832600" w:rsidRPr="005D3E43" w:rsidRDefault="00832600" w:rsidP="00973BDB">
            <w:pPr>
              <w:spacing w:line="240" w:lineRule="atLeast"/>
              <w:jc w:val="center"/>
              <w:rPr>
                <w:b/>
                <w:bCs/>
              </w:rPr>
            </w:pPr>
            <w:r w:rsidRPr="005D3E43">
              <w:rPr>
                <w:b/>
                <w:bCs/>
              </w:rPr>
              <w:t>Interest rate</w:t>
            </w:r>
          </w:p>
        </w:tc>
        <w:tc>
          <w:tcPr>
            <w:tcW w:w="178" w:type="dxa"/>
          </w:tcPr>
          <w:p w14:paraId="7FF0690A" w14:textId="77777777" w:rsidR="00832600" w:rsidRPr="005D3E43" w:rsidRDefault="00832600" w:rsidP="00973BDB">
            <w:pPr>
              <w:spacing w:line="240" w:lineRule="atLeast"/>
              <w:ind w:left="-83" w:right="-79" w:firstLine="4"/>
              <w:jc w:val="center"/>
              <w:rPr>
                <w:bCs/>
              </w:rPr>
            </w:pPr>
          </w:p>
        </w:tc>
        <w:tc>
          <w:tcPr>
            <w:tcW w:w="5055" w:type="dxa"/>
            <w:gridSpan w:val="7"/>
            <w:vAlign w:val="bottom"/>
          </w:tcPr>
          <w:p w14:paraId="44FAAF40" w14:textId="77777777" w:rsidR="00832600" w:rsidRPr="005D3E43" w:rsidRDefault="00832600" w:rsidP="00973BDB">
            <w:pPr>
              <w:spacing w:line="240" w:lineRule="atLeast"/>
              <w:jc w:val="center"/>
              <w:rPr>
                <w:bCs/>
              </w:rPr>
            </w:pPr>
            <w:r w:rsidRPr="005D3E43">
              <w:rPr>
                <w:b/>
              </w:rPr>
              <w:t>Separate financial statements</w:t>
            </w:r>
          </w:p>
        </w:tc>
      </w:tr>
      <w:tr w:rsidR="00A801F9" w:rsidRPr="005D3E43" w14:paraId="58CDBBB9" w14:textId="77777777" w:rsidTr="009E086D">
        <w:trPr>
          <w:cantSplit/>
          <w:tblHeader/>
        </w:trPr>
        <w:tc>
          <w:tcPr>
            <w:tcW w:w="1710" w:type="dxa"/>
            <w:shd w:val="clear" w:color="auto" w:fill="auto"/>
            <w:vAlign w:val="bottom"/>
          </w:tcPr>
          <w:p w14:paraId="143D3572" w14:textId="77777777" w:rsidR="00A801F9" w:rsidRPr="005D3E43" w:rsidRDefault="00A801F9" w:rsidP="00A801F9">
            <w:pPr>
              <w:spacing w:line="240" w:lineRule="atLeast"/>
              <w:rPr>
                <w:b/>
                <w:bCs/>
                <w:i/>
                <w:iCs/>
              </w:rPr>
            </w:pPr>
          </w:p>
        </w:tc>
        <w:tc>
          <w:tcPr>
            <w:tcW w:w="1350" w:type="dxa"/>
            <w:vAlign w:val="bottom"/>
          </w:tcPr>
          <w:p w14:paraId="0B3803C0" w14:textId="77777777" w:rsidR="00A801F9" w:rsidRPr="005D3E43" w:rsidRDefault="00A801F9" w:rsidP="00A801F9">
            <w:pPr>
              <w:spacing w:line="240" w:lineRule="atLeast"/>
              <w:ind w:left="-83" w:right="-79" w:firstLine="4"/>
              <w:jc w:val="center"/>
              <w:rPr>
                <w:bCs/>
              </w:rPr>
            </w:pPr>
            <w:r w:rsidRPr="005D3E43">
              <w:rPr>
                <w:bCs/>
              </w:rPr>
              <w:t>31</w:t>
            </w:r>
            <w:r w:rsidRPr="005D3E43">
              <w:rPr>
                <w:bCs/>
              </w:rPr>
              <w:br/>
              <w:t>December 2019</w:t>
            </w:r>
          </w:p>
        </w:tc>
        <w:tc>
          <w:tcPr>
            <w:tcW w:w="180" w:type="dxa"/>
            <w:vAlign w:val="bottom"/>
          </w:tcPr>
          <w:p w14:paraId="7EF48C1A" w14:textId="77777777" w:rsidR="00A801F9" w:rsidRPr="005D3E43" w:rsidRDefault="00A801F9" w:rsidP="00A801F9">
            <w:pPr>
              <w:spacing w:line="240" w:lineRule="atLeast"/>
              <w:ind w:left="-83" w:firstLine="4"/>
              <w:jc w:val="center"/>
              <w:rPr>
                <w:bCs/>
              </w:rPr>
            </w:pPr>
          </w:p>
        </w:tc>
        <w:tc>
          <w:tcPr>
            <w:tcW w:w="1170" w:type="dxa"/>
            <w:vAlign w:val="bottom"/>
          </w:tcPr>
          <w:p w14:paraId="72754234" w14:textId="77777777" w:rsidR="00A801F9" w:rsidRPr="005D3E43" w:rsidRDefault="00A801F9" w:rsidP="00A801F9">
            <w:pPr>
              <w:spacing w:line="240" w:lineRule="atLeast"/>
              <w:ind w:left="-83" w:right="-75" w:firstLine="4"/>
              <w:jc w:val="center"/>
              <w:rPr>
                <w:bCs/>
              </w:rPr>
            </w:pPr>
            <w:r w:rsidRPr="005D3E43">
              <w:rPr>
                <w:bCs/>
              </w:rPr>
              <w:t xml:space="preserve">30 </w:t>
            </w:r>
          </w:p>
          <w:p w14:paraId="1779CA57" w14:textId="77777777" w:rsidR="00A801F9" w:rsidRPr="005D3E43" w:rsidRDefault="00A801F9" w:rsidP="00A801F9">
            <w:pPr>
              <w:spacing w:line="240" w:lineRule="atLeast"/>
              <w:ind w:left="-83" w:right="-75" w:firstLine="4"/>
              <w:jc w:val="center"/>
              <w:rPr>
                <w:bCs/>
              </w:rPr>
            </w:pPr>
            <w:r>
              <w:rPr>
                <w:szCs w:val="22"/>
                <w:lang w:val="en-US"/>
              </w:rPr>
              <w:t>September</w:t>
            </w:r>
            <w:r w:rsidRPr="005D3E43">
              <w:rPr>
                <w:bCs/>
              </w:rPr>
              <w:t xml:space="preserve"> </w:t>
            </w:r>
          </w:p>
          <w:p w14:paraId="440D0174" w14:textId="3654326A" w:rsidR="00A801F9" w:rsidRPr="005D3E43" w:rsidRDefault="00A801F9" w:rsidP="00A801F9">
            <w:pPr>
              <w:spacing w:line="240" w:lineRule="atLeast"/>
              <w:ind w:left="-83" w:right="-79" w:firstLine="4"/>
              <w:jc w:val="center"/>
              <w:rPr>
                <w:bCs/>
              </w:rPr>
            </w:pPr>
            <w:r w:rsidRPr="005D3E43">
              <w:rPr>
                <w:bCs/>
              </w:rPr>
              <w:t>2020</w:t>
            </w:r>
          </w:p>
        </w:tc>
        <w:tc>
          <w:tcPr>
            <w:tcW w:w="178" w:type="dxa"/>
          </w:tcPr>
          <w:p w14:paraId="41FD88A5" w14:textId="77777777" w:rsidR="00A801F9" w:rsidRPr="005D3E43" w:rsidRDefault="00A801F9" w:rsidP="00A801F9">
            <w:pPr>
              <w:spacing w:line="240" w:lineRule="atLeast"/>
              <w:ind w:left="-83" w:right="-79" w:firstLine="4"/>
              <w:jc w:val="center"/>
              <w:rPr>
                <w:bCs/>
              </w:rPr>
            </w:pPr>
          </w:p>
        </w:tc>
        <w:tc>
          <w:tcPr>
            <w:tcW w:w="1082" w:type="dxa"/>
            <w:vAlign w:val="bottom"/>
          </w:tcPr>
          <w:p w14:paraId="3670030D" w14:textId="77777777" w:rsidR="00A801F9" w:rsidRPr="005D3E43" w:rsidRDefault="00A801F9" w:rsidP="00A801F9">
            <w:pPr>
              <w:spacing w:line="240" w:lineRule="atLeast"/>
              <w:ind w:left="-83" w:right="-79" w:firstLine="4"/>
              <w:jc w:val="center"/>
              <w:rPr>
                <w:bCs/>
              </w:rPr>
            </w:pPr>
            <w:r w:rsidRPr="005D3E43">
              <w:rPr>
                <w:bCs/>
              </w:rPr>
              <w:t xml:space="preserve">31 </w:t>
            </w:r>
            <w:r w:rsidRPr="005D3E43">
              <w:rPr>
                <w:bCs/>
              </w:rPr>
              <w:br/>
              <w:t>December 2019</w:t>
            </w:r>
          </w:p>
        </w:tc>
        <w:tc>
          <w:tcPr>
            <w:tcW w:w="180" w:type="dxa"/>
            <w:vAlign w:val="bottom"/>
          </w:tcPr>
          <w:p w14:paraId="0231CCCA" w14:textId="77777777" w:rsidR="00A801F9" w:rsidRPr="005D3E43" w:rsidRDefault="00A801F9" w:rsidP="00A801F9">
            <w:pPr>
              <w:spacing w:line="240" w:lineRule="atLeast"/>
              <w:jc w:val="center"/>
              <w:rPr>
                <w:bCs/>
              </w:rPr>
            </w:pPr>
          </w:p>
        </w:tc>
        <w:tc>
          <w:tcPr>
            <w:tcW w:w="1080" w:type="dxa"/>
            <w:vAlign w:val="bottom"/>
          </w:tcPr>
          <w:p w14:paraId="4B8A044D" w14:textId="77777777" w:rsidR="00A801F9" w:rsidRPr="005D3E43" w:rsidRDefault="00A801F9" w:rsidP="00A801F9">
            <w:pPr>
              <w:spacing w:line="240" w:lineRule="atLeast"/>
              <w:ind w:left="-83" w:right="-79" w:firstLine="4"/>
              <w:jc w:val="center"/>
              <w:rPr>
                <w:bCs/>
              </w:rPr>
            </w:pPr>
            <w:r w:rsidRPr="005D3E43">
              <w:rPr>
                <w:bCs/>
              </w:rPr>
              <w:t>Increase</w:t>
            </w:r>
          </w:p>
        </w:tc>
        <w:tc>
          <w:tcPr>
            <w:tcW w:w="180" w:type="dxa"/>
            <w:vAlign w:val="bottom"/>
          </w:tcPr>
          <w:p w14:paraId="08D3CA2E" w14:textId="77777777" w:rsidR="00A801F9" w:rsidRPr="005D3E43" w:rsidRDefault="00A801F9" w:rsidP="00A801F9">
            <w:pPr>
              <w:spacing w:line="240" w:lineRule="atLeast"/>
              <w:jc w:val="center"/>
              <w:rPr>
                <w:bCs/>
                <w:highlight w:val="yellow"/>
              </w:rPr>
            </w:pPr>
          </w:p>
        </w:tc>
        <w:tc>
          <w:tcPr>
            <w:tcW w:w="1177" w:type="dxa"/>
            <w:vAlign w:val="bottom"/>
          </w:tcPr>
          <w:p w14:paraId="400006C6" w14:textId="77777777" w:rsidR="00A801F9" w:rsidRPr="005D3E43" w:rsidRDefault="00A801F9" w:rsidP="00A801F9">
            <w:pPr>
              <w:spacing w:line="240" w:lineRule="atLeast"/>
              <w:ind w:left="-83" w:right="-79" w:firstLine="4"/>
              <w:jc w:val="center"/>
              <w:rPr>
                <w:bCs/>
              </w:rPr>
            </w:pPr>
            <w:r w:rsidRPr="005D3E43">
              <w:rPr>
                <w:bCs/>
              </w:rPr>
              <w:t>(Decrease)</w:t>
            </w:r>
          </w:p>
        </w:tc>
        <w:tc>
          <w:tcPr>
            <w:tcW w:w="178" w:type="dxa"/>
            <w:vAlign w:val="bottom"/>
          </w:tcPr>
          <w:p w14:paraId="5C10BF62" w14:textId="77777777" w:rsidR="00A801F9" w:rsidRPr="005D3E43" w:rsidRDefault="00A801F9" w:rsidP="00A801F9">
            <w:pPr>
              <w:spacing w:line="240" w:lineRule="atLeast"/>
              <w:jc w:val="center"/>
              <w:rPr>
                <w:bCs/>
              </w:rPr>
            </w:pPr>
          </w:p>
        </w:tc>
        <w:tc>
          <w:tcPr>
            <w:tcW w:w="1178" w:type="dxa"/>
            <w:vAlign w:val="bottom"/>
          </w:tcPr>
          <w:p w14:paraId="401DC926" w14:textId="77777777" w:rsidR="00A801F9" w:rsidRPr="005D3E43" w:rsidRDefault="00A801F9" w:rsidP="00A801F9">
            <w:pPr>
              <w:spacing w:line="240" w:lineRule="atLeast"/>
              <w:ind w:left="-83" w:right="-75" w:firstLine="4"/>
              <w:jc w:val="center"/>
              <w:rPr>
                <w:bCs/>
              </w:rPr>
            </w:pPr>
            <w:r w:rsidRPr="005D3E43">
              <w:rPr>
                <w:bCs/>
              </w:rPr>
              <w:t xml:space="preserve">30 </w:t>
            </w:r>
          </w:p>
          <w:p w14:paraId="51BA7B4A" w14:textId="77777777" w:rsidR="00A801F9" w:rsidRPr="005D3E43" w:rsidRDefault="00A801F9" w:rsidP="00A801F9">
            <w:pPr>
              <w:spacing w:line="240" w:lineRule="atLeast"/>
              <w:ind w:left="-83" w:right="-75" w:firstLine="4"/>
              <w:jc w:val="center"/>
              <w:rPr>
                <w:bCs/>
              </w:rPr>
            </w:pPr>
            <w:r>
              <w:rPr>
                <w:szCs w:val="22"/>
                <w:lang w:val="en-US"/>
              </w:rPr>
              <w:t>September</w:t>
            </w:r>
            <w:r w:rsidRPr="005D3E43">
              <w:rPr>
                <w:bCs/>
              </w:rPr>
              <w:t xml:space="preserve"> </w:t>
            </w:r>
          </w:p>
          <w:p w14:paraId="158635E1" w14:textId="7A18A078" w:rsidR="00A801F9" w:rsidRPr="005D3E43" w:rsidRDefault="00A801F9" w:rsidP="00A801F9">
            <w:pPr>
              <w:spacing w:line="240" w:lineRule="atLeast"/>
              <w:ind w:left="-83" w:right="-79" w:firstLine="4"/>
              <w:jc w:val="center"/>
              <w:rPr>
                <w:bCs/>
              </w:rPr>
            </w:pPr>
            <w:r w:rsidRPr="005D3E43">
              <w:rPr>
                <w:bCs/>
              </w:rPr>
              <w:t>2020</w:t>
            </w:r>
          </w:p>
        </w:tc>
      </w:tr>
      <w:tr w:rsidR="00A801F9" w:rsidRPr="005D3E43" w14:paraId="2D4EE1B5" w14:textId="77777777" w:rsidTr="00620749">
        <w:trPr>
          <w:cantSplit/>
          <w:tblHeader/>
        </w:trPr>
        <w:tc>
          <w:tcPr>
            <w:tcW w:w="1710" w:type="dxa"/>
            <w:vAlign w:val="bottom"/>
          </w:tcPr>
          <w:p w14:paraId="67A790E1" w14:textId="77777777" w:rsidR="00A801F9" w:rsidRPr="005D3E43" w:rsidRDefault="00A801F9" w:rsidP="00A801F9">
            <w:pPr>
              <w:spacing w:line="240" w:lineRule="atLeast"/>
              <w:jc w:val="center"/>
              <w:rPr>
                <w:b/>
                <w:bCs/>
                <w:i/>
                <w:iCs/>
              </w:rPr>
            </w:pPr>
          </w:p>
        </w:tc>
        <w:tc>
          <w:tcPr>
            <w:tcW w:w="2700" w:type="dxa"/>
            <w:gridSpan w:val="3"/>
            <w:vAlign w:val="bottom"/>
          </w:tcPr>
          <w:p w14:paraId="226DFE6D" w14:textId="77777777" w:rsidR="00A801F9" w:rsidRPr="005D3E43" w:rsidRDefault="00A801F9" w:rsidP="00A801F9">
            <w:pPr>
              <w:spacing w:line="240" w:lineRule="atLeast"/>
              <w:ind w:left="-83" w:firstLine="4"/>
              <w:jc w:val="center"/>
              <w:rPr>
                <w:bCs/>
                <w:i/>
                <w:iCs/>
              </w:rPr>
            </w:pPr>
            <w:r w:rsidRPr="005D3E43">
              <w:rPr>
                <w:bCs/>
                <w:i/>
                <w:iCs/>
              </w:rPr>
              <w:t>(% per annum)</w:t>
            </w:r>
          </w:p>
        </w:tc>
        <w:tc>
          <w:tcPr>
            <w:tcW w:w="178" w:type="dxa"/>
          </w:tcPr>
          <w:p w14:paraId="70C66AA5" w14:textId="77777777" w:rsidR="00A801F9" w:rsidRPr="005D3E43" w:rsidRDefault="00A801F9" w:rsidP="00A801F9">
            <w:pPr>
              <w:spacing w:line="240" w:lineRule="atLeast"/>
              <w:ind w:left="-83" w:right="-79" w:firstLine="4"/>
              <w:jc w:val="center"/>
              <w:rPr>
                <w:bCs/>
                <w:i/>
                <w:iCs/>
              </w:rPr>
            </w:pPr>
          </w:p>
        </w:tc>
        <w:tc>
          <w:tcPr>
            <w:tcW w:w="5055" w:type="dxa"/>
            <w:gridSpan w:val="7"/>
            <w:vAlign w:val="bottom"/>
          </w:tcPr>
          <w:p w14:paraId="06F62DFC" w14:textId="77777777" w:rsidR="00A801F9" w:rsidRPr="005D3E43" w:rsidRDefault="00A801F9" w:rsidP="00A801F9">
            <w:pPr>
              <w:spacing w:line="240" w:lineRule="atLeast"/>
              <w:ind w:left="-83" w:firstLine="4"/>
              <w:jc w:val="center"/>
              <w:rPr>
                <w:bCs/>
                <w:i/>
                <w:iCs/>
              </w:rPr>
            </w:pPr>
            <w:r w:rsidRPr="005D3E43">
              <w:rPr>
                <w:bCs/>
                <w:i/>
                <w:iCs/>
              </w:rPr>
              <w:t>(in thousand Baht)</w:t>
            </w:r>
          </w:p>
        </w:tc>
      </w:tr>
      <w:tr w:rsidR="00A801F9" w:rsidRPr="005D3E43" w14:paraId="3366D23B" w14:textId="77777777" w:rsidTr="009E086D">
        <w:trPr>
          <w:cantSplit/>
        </w:trPr>
        <w:tc>
          <w:tcPr>
            <w:tcW w:w="1710" w:type="dxa"/>
          </w:tcPr>
          <w:p w14:paraId="4635A955" w14:textId="77777777" w:rsidR="00A801F9" w:rsidRPr="005D3E43" w:rsidRDefault="00A801F9" w:rsidP="00A801F9">
            <w:pPr>
              <w:spacing w:line="240" w:lineRule="atLeast"/>
            </w:pPr>
            <w:r w:rsidRPr="005D3E43">
              <w:rPr>
                <w:b/>
                <w:bCs/>
                <w:i/>
                <w:iCs/>
                <w:szCs w:val="22"/>
              </w:rPr>
              <w:t>Short-term loans</w:t>
            </w:r>
          </w:p>
        </w:tc>
        <w:tc>
          <w:tcPr>
            <w:tcW w:w="1350" w:type="dxa"/>
          </w:tcPr>
          <w:p w14:paraId="13ADEDC9" w14:textId="77777777" w:rsidR="00A801F9" w:rsidRPr="005D3E43" w:rsidRDefault="00A801F9" w:rsidP="00A801F9">
            <w:pPr>
              <w:tabs>
                <w:tab w:val="decimal" w:pos="731"/>
              </w:tabs>
              <w:spacing w:line="240" w:lineRule="atLeast"/>
              <w:ind w:left="-83" w:right="11" w:firstLine="4"/>
            </w:pPr>
          </w:p>
        </w:tc>
        <w:tc>
          <w:tcPr>
            <w:tcW w:w="180" w:type="dxa"/>
          </w:tcPr>
          <w:p w14:paraId="1287EB93" w14:textId="77777777" w:rsidR="00A801F9" w:rsidRPr="005D3E43" w:rsidRDefault="00A801F9" w:rsidP="00A801F9">
            <w:pPr>
              <w:tabs>
                <w:tab w:val="decimal" w:pos="731"/>
              </w:tabs>
              <w:spacing w:line="240" w:lineRule="atLeast"/>
              <w:ind w:left="-83" w:right="11" w:firstLine="4"/>
            </w:pPr>
          </w:p>
        </w:tc>
        <w:tc>
          <w:tcPr>
            <w:tcW w:w="1170" w:type="dxa"/>
          </w:tcPr>
          <w:p w14:paraId="036518AF" w14:textId="77777777" w:rsidR="00A801F9" w:rsidRPr="005D3E43" w:rsidRDefault="00A801F9" w:rsidP="00A801F9">
            <w:pPr>
              <w:tabs>
                <w:tab w:val="decimal" w:pos="731"/>
              </w:tabs>
              <w:spacing w:line="240" w:lineRule="atLeast"/>
              <w:ind w:left="-83" w:right="11" w:firstLine="4"/>
            </w:pPr>
          </w:p>
        </w:tc>
        <w:tc>
          <w:tcPr>
            <w:tcW w:w="178" w:type="dxa"/>
          </w:tcPr>
          <w:p w14:paraId="5870A07A" w14:textId="77777777" w:rsidR="00A801F9" w:rsidRPr="005D3E43" w:rsidRDefault="00A801F9" w:rsidP="00A801F9">
            <w:pPr>
              <w:tabs>
                <w:tab w:val="decimal" w:pos="731"/>
              </w:tabs>
              <w:spacing w:line="240" w:lineRule="atLeast"/>
              <w:ind w:left="-79" w:right="-72"/>
            </w:pPr>
          </w:p>
        </w:tc>
        <w:tc>
          <w:tcPr>
            <w:tcW w:w="1082" w:type="dxa"/>
          </w:tcPr>
          <w:p w14:paraId="73C95D48" w14:textId="77777777" w:rsidR="00A801F9" w:rsidRPr="005D3E43" w:rsidRDefault="00A801F9" w:rsidP="00A801F9">
            <w:pPr>
              <w:tabs>
                <w:tab w:val="decimal" w:pos="731"/>
              </w:tabs>
              <w:spacing w:line="240" w:lineRule="atLeast"/>
              <w:ind w:left="-79" w:right="-72"/>
            </w:pPr>
          </w:p>
        </w:tc>
        <w:tc>
          <w:tcPr>
            <w:tcW w:w="180" w:type="dxa"/>
          </w:tcPr>
          <w:p w14:paraId="0F0C81C1" w14:textId="77777777" w:rsidR="00A801F9" w:rsidRPr="005D3E43" w:rsidRDefault="00A801F9" w:rsidP="00A801F9">
            <w:pPr>
              <w:tabs>
                <w:tab w:val="decimal" w:pos="765"/>
              </w:tabs>
              <w:spacing w:line="240" w:lineRule="atLeast"/>
            </w:pPr>
          </w:p>
        </w:tc>
        <w:tc>
          <w:tcPr>
            <w:tcW w:w="1080" w:type="dxa"/>
          </w:tcPr>
          <w:p w14:paraId="6DDA807C" w14:textId="77777777" w:rsidR="00A801F9" w:rsidRPr="005D3E43" w:rsidRDefault="00A801F9" w:rsidP="00A801F9">
            <w:pPr>
              <w:tabs>
                <w:tab w:val="decimal" w:pos="911"/>
              </w:tabs>
              <w:spacing w:line="240" w:lineRule="atLeast"/>
              <w:ind w:right="11"/>
            </w:pPr>
          </w:p>
        </w:tc>
        <w:tc>
          <w:tcPr>
            <w:tcW w:w="180" w:type="dxa"/>
          </w:tcPr>
          <w:p w14:paraId="727FF7CD" w14:textId="77777777" w:rsidR="00A801F9" w:rsidRPr="005D3E43" w:rsidRDefault="00A801F9" w:rsidP="00A801F9">
            <w:pPr>
              <w:tabs>
                <w:tab w:val="decimal" w:pos="765"/>
              </w:tabs>
              <w:spacing w:line="240" w:lineRule="atLeast"/>
            </w:pPr>
          </w:p>
        </w:tc>
        <w:tc>
          <w:tcPr>
            <w:tcW w:w="1177" w:type="dxa"/>
          </w:tcPr>
          <w:p w14:paraId="32525CE6" w14:textId="77777777" w:rsidR="00A801F9" w:rsidRPr="005D3E43" w:rsidRDefault="00A801F9" w:rsidP="00A801F9">
            <w:pPr>
              <w:tabs>
                <w:tab w:val="decimal" w:pos="731"/>
              </w:tabs>
              <w:spacing w:line="240" w:lineRule="atLeast"/>
              <w:ind w:right="11"/>
            </w:pPr>
          </w:p>
        </w:tc>
        <w:tc>
          <w:tcPr>
            <w:tcW w:w="178" w:type="dxa"/>
          </w:tcPr>
          <w:p w14:paraId="1CC2ACE9" w14:textId="77777777" w:rsidR="00A801F9" w:rsidRPr="005D3E43" w:rsidRDefault="00A801F9" w:rsidP="00A801F9">
            <w:pPr>
              <w:tabs>
                <w:tab w:val="decimal" w:pos="765"/>
              </w:tabs>
              <w:spacing w:line="240" w:lineRule="atLeast"/>
            </w:pPr>
          </w:p>
        </w:tc>
        <w:tc>
          <w:tcPr>
            <w:tcW w:w="1178" w:type="dxa"/>
          </w:tcPr>
          <w:p w14:paraId="737039D0" w14:textId="77777777" w:rsidR="00A801F9" w:rsidRPr="005D3E43" w:rsidRDefault="00A801F9" w:rsidP="00A801F9">
            <w:pPr>
              <w:tabs>
                <w:tab w:val="decimal" w:pos="821"/>
              </w:tabs>
              <w:spacing w:line="240" w:lineRule="atLeast"/>
              <w:ind w:right="11"/>
            </w:pPr>
          </w:p>
        </w:tc>
      </w:tr>
      <w:tr w:rsidR="00A801F9" w:rsidRPr="005D3E43" w14:paraId="3CF64D6D" w14:textId="77777777" w:rsidTr="009E086D">
        <w:trPr>
          <w:cantSplit/>
        </w:trPr>
        <w:tc>
          <w:tcPr>
            <w:tcW w:w="1710" w:type="dxa"/>
          </w:tcPr>
          <w:p w14:paraId="0A9BEA0B" w14:textId="77777777" w:rsidR="00A801F9" w:rsidRPr="005D3E43" w:rsidRDefault="00A801F9" w:rsidP="00A801F9">
            <w:pPr>
              <w:spacing w:line="240" w:lineRule="atLeast"/>
            </w:pPr>
            <w:r w:rsidRPr="005D3E43">
              <w:rPr>
                <w:szCs w:val="22"/>
              </w:rPr>
              <w:t>Subsidiaries</w:t>
            </w:r>
          </w:p>
        </w:tc>
        <w:tc>
          <w:tcPr>
            <w:tcW w:w="1350" w:type="dxa"/>
          </w:tcPr>
          <w:p w14:paraId="1A6E5BD9" w14:textId="77777777" w:rsidR="00A801F9" w:rsidRPr="005D3E43" w:rsidRDefault="00A801F9" w:rsidP="00A801F9">
            <w:pPr>
              <w:jc w:val="center"/>
            </w:pPr>
            <w:r w:rsidRPr="005D3E43">
              <w:t>MLR - 0.5,</w:t>
            </w:r>
          </w:p>
        </w:tc>
        <w:tc>
          <w:tcPr>
            <w:tcW w:w="180" w:type="dxa"/>
          </w:tcPr>
          <w:p w14:paraId="16C661FC" w14:textId="77777777" w:rsidR="00A801F9" w:rsidRPr="005D3E43" w:rsidRDefault="00A801F9" w:rsidP="00A801F9">
            <w:pPr>
              <w:jc w:val="center"/>
            </w:pPr>
          </w:p>
        </w:tc>
        <w:tc>
          <w:tcPr>
            <w:tcW w:w="1170" w:type="dxa"/>
          </w:tcPr>
          <w:p w14:paraId="53A9C555" w14:textId="761445A3" w:rsidR="00A801F9" w:rsidRPr="005D3E43" w:rsidRDefault="0006525E" w:rsidP="00A801F9">
            <w:pPr>
              <w:jc w:val="center"/>
            </w:pPr>
            <w:r>
              <w:t>4.63</w:t>
            </w:r>
          </w:p>
        </w:tc>
        <w:tc>
          <w:tcPr>
            <w:tcW w:w="178" w:type="dxa"/>
          </w:tcPr>
          <w:p w14:paraId="33041DFA" w14:textId="77777777" w:rsidR="00A801F9" w:rsidRPr="005D3E43" w:rsidRDefault="00A801F9" w:rsidP="00A801F9">
            <w:pPr>
              <w:tabs>
                <w:tab w:val="decimal" w:pos="731"/>
              </w:tabs>
              <w:spacing w:line="240" w:lineRule="atLeast"/>
              <w:ind w:left="-79" w:right="-72"/>
            </w:pPr>
          </w:p>
        </w:tc>
        <w:tc>
          <w:tcPr>
            <w:tcW w:w="1082" w:type="dxa"/>
            <w:tcBorders>
              <w:bottom w:val="double" w:sz="4" w:space="0" w:color="auto"/>
            </w:tcBorders>
          </w:tcPr>
          <w:p w14:paraId="3FFEE054" w14:textId="77777777" w:rsidR="00A801F9" w:rsidRPr="005D3E43" w:rsidRDefault="00A801F9" w:rsidP="00A801F9">
            <w:pPr>
              <w:tabs>
                <w:tab w:val="decimal" w:pos="910"/>
              </w:tabs>
              <w:spacing w:line="240" w:lineRule="atLeast"/>
              <w:ind w:left="-79" w:right="-72"/>
              <w:rPr>
                <w:b/>
                <w:bCs/>
                <w:lang w:val="en-US" w:bidi="th-TH"/>
              </w:rPr>
            </w:pPr>
            <w:r w:rsidRPr="005D3E43">
              <w:rPr>
                <w:b/>
                <w:bCs/>
                <w:lang w:val="en-US" w:bidi="th-TH"/>
              </w:rPr>
              <w:t>1,502,336</w:t>
            </w:r>
          </w:p>
        </w:tc>
        <w:tc>
          <w:tcPr>
            <w:tcW w:w="180" w:type="dxa"/>
          </w:tcPr>
          <w:p w14:paraId="2FF0CE8F" w14:textId="77777777" w:rsidR="00A801F9" w:rsidRPr="005D3E43" w:rsidRDefault="00A801F9" w:rsidP="00A801F9">
            <w:pPr>
              <w:tabs>
                <w:tab w:val="decimal" w:pos="765"/>
              </w:tabs>
              <w:spacing w:line="240" w:lineRule="atLeast"/>
            </w:pPr>
          </w:p>
        </w:tc>
        <w:tc>
          <w:tcPr>
            <w:tcW w:w="1080" w:type="dxa"/>
          </w:tcPr>
          <w:p w14:paraId="443107D6" w14:textId="5E5B9DBC" w:rsidR="00A801F9" w:rsidRPr="005D3E43" w:rsidRDefault="00C546D5" w:rsidP="00A801F9">
            <w:pPr>
              <w:tabs>
                <w:tab w:val="decimal" w:pos="911"/>
              </w:tabs>
              <w:spacing w:line="240" w:lineRule="atLeast"/>
              <w:ind w:right="11"/>
            </w:pPr>
            <w:r>
              <w:t>126,172</w:t>
            </w:r>
          </w:p>
        </w:tc>
        <w:tc>
          <w:tcPr>
            <w:tcW w:w="180" w:type="dxa"/>
          </w:tcPr>
          <w:p w14:paraId="280665F3" w14:textId="77777777" w:rsidR="00A801F9" w:rsidRPr="005D3E43" w:rsidRDefault="00A801F9" w:rsidP="00A801F9">
            <w:pPr>
              <w:tabs>
                <w:tab w:val="decimal" w:pos="765"/>
              </w:tabs>
              <w:spacing w:line="240" w:lineRule="atLeast"/>
            </w:pPr>
          </w:p>
        </w:tc>
        <w:tc>
          <w:tcPr>
            <w:tcW w:w="1177" w:type="dxa"/>
          </w:tcPr>
          <w:p w14:paraId="1881E084" w14:textId="2E31509A" w:rsidR="00A801F9" w:rsidRPr="005D3E43" w:rsidRDefault="00A801F9" w:rsidP="00A801F9">
            <w:pPr>
              <w:tabs>
                <w:tab w:val="decimal" w:pos="910"/>
              </w:tabs>
              <w:spacing w:line="240" w:lineRule="atLeast"/>
              <w:ind w:right="11"/>
            </w:pPr>
            <w:r w:rsidRPr="005D3E43">
              <w:t>(</w:t>
            </w:r>
            <w:r w:rsidR="00C546D5">
              <w:t>52,230</w:t>
            </w:r>
            <w:r w:rsidRPr="005D3E43">
              <w:t>)</w:t>
            </w:r>
          </w:p>
        </w:tc>
        <w:tc>
          <w:tcPr>
            <w:tcW w:w="178" w:type="dxa"/>
          </w:tcPr>
          <w:p w14:paraId="498ED522" w14:textId="77777777" w:rsidR="00A801F9" w:rsidRPr="005D3E43" w:rsidRDefault="00A801F9" w:rsidP="00A801F9">
            <w:pPr>
              <w:tabs>
                <w:tab w:val="decimal" w:pos="765"/>
              </w:tabs>
              <w:spacing w:line="240" w:lineRule="atLeast"/>
            </w:pPr>
          </w:p>
        </w:tc>
        <w:tc>
          <w:tcPr>
            <w:tcW w:w="1178" w:type="dxa"/>
            <w:tcBorders>
              <w:bottom w:val="double" w:sz="4" w:space="0" w:color="auto"/>
            </w:tcBorders>
          </w:tcPr>
          <w:p w14:paraId="07936780" w14:textId="23DFEB19" w:rsidR="00A801F9" w:rsidRPr="005D3E43" w:rsidRDefault="00C546D5" w:rsidP="00A801F9">
            <w:pPr>
              <w:tabs>
                <w:tab w:val="decimal" w:pos="1140"/>
              </w:tabs>
              <w:spacing w:line="240" w:lineRule="atLeast"/>
              <w:ind w:right="118"/>
              <w:rPr>
                <w:b/>
                <w:bCs/>
              </w:rPr>
            </w:pPr>
            <w:r>
              <w:rPr>
                <w:b/>
                <w:bCs/>
              </w:rPr>
              <w:t>1,576,278</w:t>
            </w:r>
          </w:p>
        </w:tc>
      </w:tr>
      <w:tr w:rsidR="00A801F9" w:rsidRPr="005D3E43" w14:paraId="4E99E6FE" w14:textId="77777777" w:rsidTr="009E086D">
        <w:trPr>
          <w:cantSplit/>
        </w:trPr>
        <w:tc>
          <w:tcPr>
            <w:tcW w:w="1710" w:type="dxa"/>
          </w:tcPr>
          <w:p w14:paraId="500523B7" w14:textId="77777777" w:rsidR="00A801F9" w:rsidRPr="005D3E43" w:rsidRDefault="00A801F9" w:rsidP="00A801F9">
            <w:pPr>
              <w:spacing w:line="240" w:lineRule="atLeast"/>
            </w:pPr>
          </w:p>
        </w:tc>
        <w:tc>
          <w:tcPr>
            <w:tcW w:w="1350" w:type="dxa"/>
          </w:tcPr>
          <w:p w14:paraId="70380A81" w14:textId="77777777" w:rsidR="00A801F9" w:rsidRPr="005D3E43" w:rsidRDefault="00A801F9" w:rsidP="00A801F9">
            <w:pPr>
              <w:jc w:val="center"/>
            </w:pPr>
            <w:r w:rsidRPr="005D3E43">
              <w:t>5.25</w:t>
            </w:r>
          </w:p>
        </w:tc>
        <w:tc>
          <w:tcPr>
            <w:tcW w:w="180" w:type="dxa"/>
          </w:tcPr>
          <w:p w14:paraId="30F7EDB3" w14:textId="77777777" w:rsidR="00A801F9" w:rsidRPr="005D3E43" w:rsidRDefault="00A801F9" w:rsidP="00A801F9">
            <w:pPr>
              <w:jc w:val="center"/>
            </w:pPr>
          </w:p>
        </w:tc>
        <w:tc>
          <w:tcPr>
            <w:tcW w:w="1170" w:type="dxa"/>
          </w:tcPr>
          <w:p w14:paraId="3266C92A" w14:textId="77777777" w:rsidR="00A801F9" w:rsidRPr="005D3E43" w:rsidRDefault="00A801F9" w:rsidP="00A801F9">
            <w:pPr>
              <w:jc w:val="center"/>
              <w:rPr>
                <w:lang w:val="en-US" w:bidi="th-TH"/>
              </w:rPr>
            </w:pPr>
          </w:p>
        </w:tc>
        <w:tc>
          <w:tcPr>
            <w:tcW w:w="178" w:type="dxa"/>
          </w:tcPr>
          <w:p w14:paraId="2C4021A2" w14:textId="77777777" w:rsidR="00A801F9" w:rsidRPr="005D3E43" w:rsidRDefault="00A801F9" w:rsidP="00A801F9">
            <w:pPr>
              <w:tabs>
                <w:tab w:val="decimal" w:pos="731"/>
              </w:tabs>
              <w:spacing w:line="240" w:lineRule="atLeast"/>
              <w:ind w:left="-79" w:right="-72"/>
            </w:pPr>
          </w:p>
        </w:tc>
        <w:tc>
          <w:tcPr>
            <w:tcW w:w="1082" w:type="dxa"/>
            <w:tcBorders>
              <w:top w:val="double" w:sz="4" w:space="0" w:color="auto"/>
            </w:tcBorders>
          </w:tcPr>
          <w:p w14:paraId="3357015E" w14:textId="77777777" w:rsidR="00A801F9" w:rsidRPr="005D3E43" w:rsidRDefault="00A801F9" w:rsidP="00A801F9">
            <w:pPr>
              <w:tabs>
                <w:tab w:val="decimal" w:pos="910"/>
                <w:tab w:val="decimal" w:pos="1000"/>
              </w:tabs>
            </w:pPr>
          </w:p>
        </w:tc>
        <w:tc>
          <w:tcPr>
            <w:tcW w:w="180" w:type="dxa"/>
          </w:tcPr>
          <w:p w14:paraId="2BDC51DC" w14:textId="77777777" w:rsidR="00A801F9" w:rsidRPr="005D3E43" w:rsidRDefault="00A801F9" w:rsidP="00A801F9"/>
        </w:tc>
        <w:tc>
          <w:tcPr>
            <w:tcW w:w="1080" w:type="dxa"/>
          </w:tcPr>
          <w:p w14:paraId="3E3D2F2D" w14:textId="77777777" w:rsidR="00A801F9" w:rsidRPr="005D3E43" w:rsidRDefault="00A801F9" w:rsidP="00A801F9">
            <w:pPr>
              <w:tabs>
                <w:tab w:val="decimal" w:pos="825"/>
              </w:tabs>
            </w:pPr>
          </w:p>
        </w:tc>
        <w:tc>
          <w:tcPr>
            <w:tcW w:w="180" w:type="dxa"/>
          </w:tcPr>
          <w:p w14:paraId="4C47AB69" w14:textId="77777777" w:rsidR="00A801F9" w:rsidRPr="005D3E43" w:rsidRDefault="00A801F9" w:rsidP="00A801F9">
            <w:pPr>
              <w:tabs>
                <w:tab w:val="decimal" w:pos="825"/>
              </w:tabs>
            </w:pPr>
          </w:p>
        </w:tc>
        <w:tc>
          <w:tcPr>
            <w:tcW w:w="1177" w:type="dxa"/>
          </w:tcPr>
          <w:p w14:paraId="7487C1B8" w14:textId="77777777" w:rsidR="00A801F9" w:rsidRPr="005D3E43" w:rsidRDefault="00A801F9" w:rsidP="00A801F9">
            <w:pPr>
              <w:tabs>
                <w:tab w:val="decimal" w:pos="825"/>
              </w:tabs>
            </w:pPr>
          </w:p>
        </w:tc>
        <w:tc>
          <w:tcPr>
            <w:tcW w:w="178" w:type="dxa"/>
          </w:tcPr>
          <w:p w14:paraId="171FA33C" w14:textId="77777777" w:rsidR="00A801F9" w:rsidRPr="005D3E43" w:rsidRDefault="00A801F9" w:rsidP="00A801F9"/>
        </w:tc>
        <w:tc>
          <w:tcPr>
            <w:tcW w:w="1178" w:type="dxa"/>
            <w:tcBorders>
              <w:top w:val="double" w:sz="4" w:space="0" w:color="auto"/>
            </w:tcBorders>
          </w:tcPr>
          <w:p w14:paraId="33C60426" w14:textId="77777777" w:rsidR="00A801F9" w:rsidRPr="005D3E43" w:rsidRDefault="00A801F9" w:rsidP="00A801F9">
            <w:pPr>
              <w:tabs>
                <w:tab w:val="decimal" w:pos="990"/>
              </w:tabs>
              <w:ind w:right="118"/>
            </w:pPr>
          </w:p>
        </w:tc>
      </w:tr>
      <w:tr w:rsidR="00A801F9" w:rsidRPr="005D3E43" w14:paraId="76DDFDD4" w14:textId="77777777" w:rsidTr="009E086D">
        <w:trPr>
          <w:cantSplit/>
        </w:trPr>
        <w:tc>
          <w:tcPr>
            <w:tcW w:w="1710" w:type="dxa"/>
          </w:tcPr>
          <w:p w14:paraId="013F792A" w14:textId="77777777" w:rsidR="00A801F9" w:rsidRPr="005D3E43" w:rsidRDefault="00A801F9" w:rsidP="00A801F9">
            <w:pPr>
              <w:spacing w:line="240" w:lineRule="atLeast"/>
              <w:rPr>
                <w:b/>
                <w:bCs/>
                <w:i/>
                <w:iCs/>
              </w:rPr>
            </w:pPr>
            <w:r w:rsidRPr="005D3E43">
              <w:rPr>
                <w:b/>
                <w:bCs/>
                <w:i/>
                <w:iCs/>
              </w:rPr>
              <w:t>Long-term loans</w:t>
            </w:r>
          </w:p>
        </w:tc>
        <w:tc>
          <w:tcPr>
            <w:tcW w:w="1350" w:type="dxa"/>
          </w:tcPr>
          <w:p w14:paraId="7B180065" w14:textId="77777777" w:rsidR="00A801F9" w:rsidRPr="005D3E43" w:rsidRDefault="00A801F9" w:rsidP="00A801F9">
            <w:pPr>
              <w:tabs>
                <w:tab w:val="decimal" w:pos="731"/>
              </w:tabs>
              <w:spacing w:line="240" w:lineRule="atLeast"/>
              <w:ind w:left="-83" w:right="11" w:firstLine="4"/>
              <w:rPr>
                <w:b/>
                <w:bCs/>
              </w:rPr>
            </w:pPr>
          </w:p>
        </w:tc>
        <w:tc>
          <w:tcPr>
            <w:tcW w:w="180" w:type="dxa"/>
          </w:tcPr>
          <w:p w14:paraId="62D40F1D" w14:textId="77777777" w:rsidR="00A801F9" w:rsidRPr="005D3E43" w:rsidRDefault="00A801F9" w:rsidP="00A801F9">
            <w:pPr>
              <w:tabs>
                <w:tab w:val="decimal" w:pos="731"/>
              </w:tabs>
              <w:spacing w:line="240" w:lineRule="atLeast"/>
              <w:ind w:left="-83" w:right="11" w:firstLine="4"/>
              <w:rPr>
                <w:b/>
                <w:bCs/>
              </w:rPr>
            </w:pPr>
          </w:p>
        </w:tc>
        <w:tc>
          <w:tcPr>
            <w:tcW w:w="1170" w:type="dxa"/>
          </w:tcPr>
          <w:p w14:paraId="7C54AA9E" w14:textId="77777777" w:rsidR="00A801F9" w:rsidRPr="005D3E43" w:rsidRDefault="00A801F9" w:rsidP="00A801F9">
            <w:pPr>
              <w:tabs>
                <w:tab w:val="decimal" w:pos="731"/>
              </w:tabs>
              <w:spacing w:line="240" w:lineRule="atLeast"/>
              <w:ind w:left="-83" w:right="11" w:firstLine="4"/>
              <w:rPr>
                <w:b/>
                <w:bCs/>
              </w:rPr>
            </w:pPr>
          </w:p>
        </w:tc>
        <w:tc>
          <w:tcPr>
            <w:tcW w:w="178" w:type="dxa"/>
          </w:tcPr>
          <w:p w14:paraId="57225C7E" w14:textId="77777777" w:rsidR="00A801F9" w:rsidRPr="005D3E43" w:rsidRDefault="00A801F9" w:rsidP="00A801F9">
            <w:pPr>
              <w:tabs>
                <w:tab w:val="decimal" w:pos="731"/>
              </w:tabs>
              <w:spacing w:line="240" w:lineRule="atLeast"/>
              <w:ind w:left="-79" w:right="-72"/>
              <w:rPr>
                <w:b/>
                <w:bCs/>
              </w:rPr>
            </w:pPr>
          </w:p>
        </w:tc>
        <w:tc>
          <w:tcPr>
            <w:tcW w:w="1082" w:type="dxa"/>
          </w:tcPr>
          <w:p w14:paraId="5C433998" w14:textId="77777777" w:rsidR="00A801F9" w:rsidRPr="005D3E43" w:rsidRDefault="00A801F9" w:rsidP="00A801F9">
            <w:pPr>
              <w:tabs>
                <w:tab w:val="decimal" w:pos="731"/>
                <w:tab w:val="decimal" w:pos="910"/>
                <w:tab w:val="decimal" w:pos="1000"/>
              </w:tabs>
              <w:spacing w:line="240" w:lineRule="atLeast"/>
              <w:ind w:left="-79" w:right="-72"/>
              <w:rPr>
                <w:b/>
                <w:bCs/>
              </w:rPr>
            </w:pPr>
          </w:p>
        </w:tc>
        <w:tc>
          <w:tcPr>
            <w:tcW w:w="180" w:type="dxa"/>
          </w:tcPr>
          <w:p w14:paraId="1A0564AC" w14:textId="77777777" w:rsidR="00A801F9" w:rsidRPr="005D3E43" w:rsidRDefault="00A801F9" w:rsidP="00A801F9">
            <w:pPr>
              <w:tabs>
                <w:tab w:val="decimal" w:pos="765"/>
              </w:tabs>
              <w:spacing w:line="240" w:lineRule="atLeast"/>
              <w:rPr>
                <w:b/>
                <w:bCs/>
              </w:rPr>
            </w:pPr>
          </w:p>
        </w:tc>
        <w:tc>
          <w:tcPr>
            <w:tcW w:w="1080" w:type="dxa"/>
          </w:tcPr>
          <w:p w14:paraId="5BF3D5E7" w14:textId="77777777" w:rsidR="00A801F9" w:rsidRPr="005D3E43" w:rsidRDefault="00A801F9" w:rsidP="00A801F9">
            <w:pPr>
              <w:tabs>
                <w:tab w:val="decimal" w:pos="825"/>
                <w:tab w:val="decimal" w:pos="911"/>
              </w:tabs>
              <w:spacing w:line="240" w:lineRule="atLeast"/>
              <w:ind w:right="11"/>
              <w:rPr>
                <w:b/>
                <w:bCs/>
              </w:rPr>
            </w:pPr>
          </w:p>
        </w:tc>
        <w:tc>
          <w:tcPr>
            <w:tcW w:w="180" w:type="dxa"/>
          </w:tcPr>
          <w:p w14:paraId="3461DA55" w14:textId="77777777" w:rsidR="00A801F9" w:rsidRPr="005D3E43" w:rsidRDefault="00A801F9" w:rsidP="00A801F9">
            <w:pPr>
              <w:tabs>
                <w:tab w:val="decimal" w:pos="765"/>
              </w:tabs>
              <w:spacing w:line="240" w:lineRule="atLeast"/>
              <w:rPr>
                <w:b/>
                <w:bCs/>
              </w:rPr>
            </w:pPr>
          </w:p>
        </w:tc>
        <w:tc>
          <w:tcPr>
            <w:tcW w:w="1177" w:type="dxa"/>
          </w:tcPr>
          <w:p w14:paraId="2901B96F" w14:textId="77777777" w:rsidR="00A801F9" w:rsidRPr="005D3E43" w:rsidRDefault="00A801F9" w:rsidP="00A801F9">
            <w:pPr>
              <w:tabs>
                <w:tab w:val="decimal" w:pos="731"/>
              </w:tabs>
              <w:spacing w:line="240" w:lineRule="atLeast"/>
              <w:ind w:right="11"/>
              <w:rPr>
                <w:b/>
                <w:bCs/>
              </w:rPr>
            </w:pPr>
          </w:p>
        </w:tc>
        <w:tc>
          <w:tcPr>
            <w:tcW w:w="178" w:type="dxa"/>
          </w:tcPr>
          <w:p w14:paraId="4233A6E6" w14:textId="77777777" w:rsidR="00A801F9" w:rsidRPr="005D3E43" w:rsidRDefault="00A801F9" w:rsidP="00A801F9">
            <w:pPr>
              <w:tabs>
                <w:tab w:val="decimal" w:pos="765"/>
              </w:tabs>
              <w:spacing w:line="240" w:lineRule="atLeast"/>
              <w:rPr>
                <w:b/>
                <w:bCs/>
              </w:rPr>
            </w:pPr>
          </w:p>
        </w:tc>
        <w:tc>
          <w:tcPr>
            <w:tcW w:w="1178" w:type="dxa"/>
          </w:tcPr>
          <w:p w14:paraId="52969BA6" w14:textId="77777777" w:rsidR="00A801F9" w:rsidRPr="005D3E43" w:rsidRDefault="00A801F9" w:rsidP="00A801F9">
            <w:pPr>
              <w:tabs>
                <w:tab w:val="decimal" w:pos="821"/>
                <w:tab w:val="decimal" w:pos="990"/>
              </w:tabs>
              <w:spacing w:line="240" w:lineRule="atLeast"/>
              <w:ind w:right="118"/>
              <w:rPr>
                <w:b/>
                <w:bCs/>
              </w:rPr>
            </w:pPr>
          </w:p>
        </w:tc>
      </w:tr>
      <w:tr w:rsidR="00A801F9" w:rsidRPr="005D3E43" w14:paraId="35E2F4E2" w14:textId="77777777" w:rsidTr="009E086D">
        <w:trPr>
          <w:cantSplit/>
        </w:trPr>
        <w:tc>
          <w:tcPr>
            <w:tcW w:w="1710" w:type="dxa"/>
          </w:tcPr>
          <w:p w14:paraId="3D5F95A4" w14:textId="77777777" w:rsidR="00A801F9" w:rsidRPr="005D3E43" w:rsidRDefault="00A801F9" w:rsidP="00A801F9">
            <w:pPr>
              <w:spacing w:line="240" w:lineRule="atLeast"/>
              <w:rPr>
                <w:b/>
                <w:bCs/>
              </w:rPr>
            </w:pPr>
            <w:r w:rsidRPr="005D3E43">
              <w:rPr>
                <w:szCs w:val="22"/>
              </w:rPr>
              <w:t>Subsidiaries</w:t>
            </w:r>
          </w:p>
        </w:tc>
        <w:tc>
          <w:tcPr>
            <w:tcW w:w="1350" w:type="dxa"/>
          </w:tcPr>
          <w:p w14:paraId="16FC9683" w14:textId="77777777" w:rsidR="00A801F9" w:rsidRPr="005D3E43" w:rsidRDefault="00A801F9" w:rsidP="00A801F9">
            <w:pPr>
              <w:jc w:val="center"/>
            </w:pPr>
            <w:r w:rsidRPr="005D3E43">
              <w:t>MLR - 0.75</w:t>
            </w:r>
          </w:p>
        </w:tc>
        <w:tc>
          <w:tcPr>
            <w:tcW w:w="180" w:type="dxa"/>
          </w:tcPr>
          <w:p w14:paraId="7326E293" w14:textId="77777777" w:rsidR="00A801F9" w:rsidRPr="005D3E43" w:rsidRDefault="00A801F9" w:rsidP="00A801F9">
            <w:pPr>
              <w:tabs>
                <w:tab w:val="decimal" w:pos="731"/>
              </w:tabs>
              <w:spacing w:line="240" w:lineRule="atLeast"/>
              <w:ind w:left="-83" w:right="11" w:firstLine="4"/>
              <w:rPr>
                <w:b/>
                <w:bCs/>
              </w:rPr>
            </w:pPr>
          </w:p>
        </w:tc>
        <w:tc>
          <w:tcPr>
            <w:tcW w:w="1170" w:type="dxa"/>
          </w:tcPr>
          <w:p w14:paraId="35CF0A14" w14:textId="34F345A9" w:rsidR="00A801F9" w:rsidRPr="005D3E43" w:rsidRDefault="0006525E" w:rsidP="00A801F9">
            <w:pPr>
              <w:jc w:val="center"/>
            </w:pPr>
            <w:r>
              <w:t>4.63</w:t>
            </w:r>
          </w:p>
        </w:tc>
        <w:tc>
          <w:tcPr>
            <w:tcW w:w="178" w:type="dxa"/>
          </w:tcPr>
          <w:p w14:paraId="62C271A9" w14:textId="77777777" w:rsidR="00A801F9" w:rsidRPr="005D3E43" w:rsidRDefault="00A801F9" w:rsidP="00A801F9">
            <w:pPr>
              <w:tabs>
                <w:tab w:val="decimal" w:pos="731"/>
              </w:tabs>
              <w:spacing w:line="240" w:lineRule="atLeast"/>
              <w:ind w:left="-79" w:right="-72"/>
              <w:rPr>
                <w:b/>
                <w:bCs/>
              </w:rPr>
            </w:pPr>
          </w:p>
        </w:tc>
        <w:tc>
          <w:tcPr>
            <w:tcW w:w="1082" w:type="dxa"/>
            <w:tcBorders>
              <w:bottom w:val="double" w:sz="4" w:space="0" w:color="auto"/>
            </w:tcBorders>
          </w:tcPr>
          <w:p w14:paraId="588F5CC6" w14:textId="77777777" w:rsidR="00A801F9" w:rsidRPr="005D3E43" w:rsidRDefault="00A801F9" w:rsidP="00A801F9">
            <w:pPr>
              <w:tabs>
                <w:tab w:val="decimal" w:pos="910"/>
              </w:tabs>
              <w:spacing w:line="240" w:lineRule="atLeast"/>
              <w:ind w:left="-79" w:right="-72"/>
              <w:rPr>
                <w:b/>
                <w:bCs/>
                <w:lang w:val="en-US" w:bidi="th-TH"/>
              </w:rPr>
            </w:pPr>
            <w:r w:rsidRPr="005D3E43">
              <w:rPr>
                <w:b/>
                <w:bCs/>
                <w:lang w:val="en-US" w:bidi="th-TH"/>
              </w:rPr>
              <w:t>4,977,567</w:t>
            </w:r>
          </w:p>
        </w:tc>
        <w:tc>
          <w:tcPr>
            <w:tcW w:w="180" w:type="dxa"/>
          </w:tcPr>
          <w:p w14:paraId="0EE705DA" w14:textId="77777777" w:rsidR="00A801F9" w:rsidRPr="005D3E43" w:rsidRDefault="00A801F9" w:rsidP="00A801F9"/>
        </w:tc>
        <w:tc>
          <w:tcPr>
            <w:tcW w:w="1080" w:type="dxa"/>
          </w:tcPr>
          <w:p w14:paraId="4FD84194" w14:textId="634FC54D" w:rsidR="00A801F9" w:rsidRPr="005D3E43" w:rsidRDefault="00A801F9" w:rsidP="00A801F9">
            <w:pPr>
              <w:tabs>
                <w:tab w:val="decimal" w:pos="911"/>
              </w:tabs>
              <w:spacing w:line="240" w:lineRule="atLeast"/>
              <w:ind w:right="11"/>
            </w:pPr>
            <w:r w:rsidRPr="005D3E43">
              <w:t>1</w:t>
            </w:r>
            <w:r w:rsidR="0006525E">
              <w:t>8</w:t>
            </w:r>
            <w:r w:rsidRPr="005D3E43">
              <w:t>5,</w:t>
            </w:r>
            <w:r w:rsidR="0006525E">
              <w:t>845</w:t>
            </w:r>
          </w:p>
        </w:tc>
        <w:tc>
          <w:tcPr>
            <w:tcW w:w="180" w:type="dxa"/>
          </w:tcPr>
          <w:p w14:paraId="3658AC40" w14:textId="77777777" w:rsidR="00A801F9" w:rsidRPr="005D3E43" w:rsidRDefault="00A801F9" w:rsidP="00A801F9">
            <w:pPr>
              <w:tabs>
                <w:tab w:val="decimal" w:pos="825"/>
              </w:tabs>
            </w:pPr>
          </w:p>
        </w:tc>
        <w:tc>
          <w:tcPr>
            <w:tcW w:w="1177" w:type="dxa"/>
          </w:tcPr>
          <w:p w14:paraId="02D4D2CB" w14:textId="77777777" w:rsidR="00A801F9" w:rsidRPr="005D3E43" w:rsidRDefault="00A801F9" w:rsidP="00A801F9">
            <w:pPr>
              <w:tabs>
                <w:tab w:val="decimal" w:pos="910"/>
              </w:tabs>
            </w:pPr>
            <w:r w:rsidRPr="005D3E43">
              <w:t>(1,311)</w:t>
            </w:r>
          </w:p>
        </w:tc>
        <w:tc>
          <w:tcPr>
            <w:tcW w:w="178" w:type="dxa"/>
          </w:tcPr>
          <w:p w14:paraId="39A76A6C" w14:textId="77777777" w:rsidR="00A801F9" w:rsidRPr="005D3E43" w:rsidRDefault="00A801F9" w:rsidP="00A801F9"/>
        </w:tc>
        <w:tc>
          <w:tcPr>
            <w:tcW w:w="1178" w:type="dxa"/>
            <w:tcBorders>
              <w:bottom w:val="double" w:sz="4" w:space="0" w:color="auto"/>
            </w:tcBorders>
          </w:tcPr>
          <w:p w14:paraId="66AA7F4F" w14:textId="7FD21A19" w:rsidR="00A801F9" w:rsidRPr="005D3E43" w:rsidRDefault="0006525E" w:rsidP="00A801F9">
            <w:pPr>
              <w:tabs>
                <w:tab w:val="decimal" w:pos="910"/>
              </w:tabs>
              <w:ind w:right="118"/>
              <w:rPr>
                <w:b/>
                <w:bCs/>
              </w:rPr>
            </w:pPr>
            <w:r>
              <w:rPr>
                <w:b/>
                <w:bCs/>
              </w:rPr>
              <w:t>5,162,101</w:t>
            </w:r>
          </w:p>
        </w:tc>
      </w:tr>
    </w:tbl>
    <w:p w14:paraId="189556AF" w14:textId="3D765DB6" w:rsidR="00273769" w:rsidRDefault="00273769"/>
    <w:tbl>
      <w:tblPr>
        <w:tblW w:w="9596" w:type="dxa"/>
        <w:tblInd w:w="450" w:type="dxa"/>
        <w:tblLayout w:type="fixed"/>
        <w:tblCellMar>
          <w:left w:w="79" w:type="dxa"/>
          <w:right w:w="79" w:type="dxa"/>
        </w:tblCellMar>
        <w:tblLook w:val="0000" w:firstRow="0" w:lastRow="0" w:firstColumn="0" w:lastColumn="0" w:noHBand="0" w:noVBand="0"/>
      </w:tblPr>
      <w:tblGrid>
        <w:gridCol w:w="3816"/>
        <w:gridCol w:w="1323"/>
        <w:gridCol w:w="220"/>
        <w:gridCol w:w="1257"/>
        <w:gridCol w:w="220"/>
        <w:gridCol w:w="1300"/>
        <w:gridCol w:w="220"/>
        <w:gridCol w:w="1240"/>
      </w:tblGrid>
      <w:tr w:rsidR="00A4313F" w:rsidRPr="005D3E43" w14:paraId="0F6A67F5" w14:textId="77777777" w:rsidTr="009736C8">
        <w:trPr>
          <w:cantSplit/>
          <w:tblHeader/>
        </w:trPr>
        <w:tc>
          <w:tcPr>
            <w:tcW w:w="3816" w:type="dxa"/>
            <w:vAlign w:val="bottom"/>
          </w:tcPr>
          <w:p w14:paraId="125C09DF" w14:textId="71A66C4A" w:rsidR="00612D20" w:rsidRPr="005D3E43" w:rsidRDefault="00612D20" w:rsidP="00335C41">
            <w:pPr>
              <w:spacing w:line="240" w:lineRule="atLeast"/>
              <w:ind w:left="281" w:hanging="281"/>
              <w:rPr>
                <w:b/>
                <w:bCs/>
                <w:i/>
                <w:iCs/>
              </w:rPr>
            </w:pPr>
          </w:p>
        </w:tc>
        <w:tc>
          <w:tcPr>
            <w:tcW w:w="2800" w:type="dxa"/>
            <w:gridSpan w:val="3"/>
          </w:tcPr>
          <w:p w14:paraId="6FF37B76" w14:textId="77777777" w:rsidR="00612D20" w:rsidRPr="005D3E43" w:rsidRDefault="00612D20" w:rsidP="00335C41">
            <w:pPr>
              <w:pStyle w:val="acctmergecolhdg"/>
              <w:spacing w:line="240" w:lineRule="atLeast"/>
            </w:pPr>
            <w:r w:rsidRPr="005D3E43">
              <w:t xml:space="preserve">Consolidated </w:t>
            </w:r>
          </w:p>
          <w:p w14:paraId="6AD45AB2" w14:textId="77777777" w:rsidR="00612D20" w:rsidRPr="005D3E43" w:rsidRDefault="00612D20" w:rsidP="00335C41">
            <w:pPr>
              <w:pStyle w:val="acctmergecolhdg"/>
              <w:spacing w:line="240" w:lineRule="atLeast"/>
            </w:pPr>
            <w:r w:rsidRPr="005D3E43">
              <w:t>financial statements</w:t>
            </w:r>
          </w:p>
        </w:tc>
        <w:tc>
          <w:tcPr>
            <w:tcW w:w="220" w:type="dxa"/>
          </w:tcPr>
          <w:p w14:paraId="6FA8502E" w14:textId="77777777" w:rsidR="00612D20" w:rsidRPr="005D3E43" w:rsidRDefault="00612D20" w:rsidP="00335C41">
            <w:pPr>
              <w:pStyle w:val="acctmergecolhdg"/>
              <w:spacing w:line="240" w:lineRule="atLeast"/>
            </w:pPr>
          </w:p>
        </w:tc>
        <w:tc>
          <w:tcPr>
            <w:tcW w:w="2760" w:type="dxa"/>
            <w:gridSpan w:val="3"/>
          </w:tcPr>
          <w:p w14:paraId="2718D5BF" w14:textId="77777777" w:rsidR="00612D20" w:rsidRPr="005D3E43" w:rsidRDefault="00612D20" w:rsidP="00335C41">
            <w:pPr>
              <w:pStyle w:val="acctmergecolhdg"/>
              <w:spacing w:line="240" w:lineRule="atLeast"/>
            </w:pPr>
            <w:r w:rsidRPr="005D3E43">
              <w:t xml:space="preserve">Separate </w:t>
            </w:r>
          </w:p>
          <w:p w14:paraId="7ECCBC8D" w14:textId="77777777" w:rsidR="00612D20" w:rsidRPr="005D3E43" w:rsidRDefault="00612D20" w:rsidP="00335C41">
            <w:pPr>
              <w:pStyle w:val="acctmergecolhdg"/>
              <w:spacing w:line="240" w:lineRule="atLeast"/>
            </w:pPr>
            <w:r w:rsidRPr="005D3E43">
              <w:t>financial statements</w:t>
            </w:r>
          </w:p>
        </w:tc>
      </w:tr>
      <w:tr w:rsidR="00A801F9" w:rsidRPr="005D3E43" w14:paraId="2CD814DA" w14:textId="77777777" w:rsidTr="009736C8">
        <w:trPr>
          <w:cantSplit/>
          <w:tblHeader/>
        </w:trPr>
        <w:tc>
          <w:tcPr>
            <w:tcW w:w="3816" w:type="dxa"/>
          </w:tcPr>
          <w:p w14:paraId="0022E9DD" w14:textId="77777777" w:rsidR="00A801F9" w:rsidRPr="005D3E43" w:rsidRDefault="00A801F9" w:rsidP="00A801F9">
            <w:pPr>
              <w:pStyle w:val="acctfourfigures"/>
              <w:spacing w:line="240" w:lineRule="atLeast"/>
            </w:pPr>
          </w:p>
        </w:tc>
        <w:tc>
          <w:tcPr>
            <w:tcW w:w="1323" w:type="dxa"/>
            <w:vAlign w:val="center"/>
          </w:tcPr>
          <w:p w14:paraId="56727E2E" w14:textId="6AB4FBDF" w:rsidR="00A801F9" w:rsidRPr="005D3E43" w:rsidRDefault="00A801F9" w:rsidP="00A801F9">
            <w:pPr>
              <w:pStyle w:val="acctmergecolhdg"/>
              <w:spacing w:line="240" w:lineRule="atLeast"/>
              <w:ind w:left="-40" w:right="-63"/>
              <w:rPr>
                <w:b w:val="0"/>
                <w:bCs/>
                <w:spacing w:val="-6"/>
              </w:rPr>
            </w:pPr>
            <w:r>
              <w:rPr>
                <w:b w:val="0"/>
                <w:bCs/>
                <w:szCs w:val="22"/>
                <w:lang w:val="en-US"/>
              </w:rPr>
              <w:t>30 September</w:t>
            </w:r>
          </w:p>
        </w:tc>
        <w:tc>
          <w:tcPr>
            <w:tcW w:w="220" w:type="dxa"/>
            <w:vAlign w:val="center"/>
          </w:tcPr>
          <w:p w14:paraId="015F7BB7" w14:textId="77777777" w:rsidR="00A801F9" w:rsidRPr="005D3E43" w:rsidRDefault="00A801F9" w:rsidP="00A801F9">
            <w:pPr>
              <w:pStyle w:val="acctmergecolhdg"/>
              <w:spacing w:line="240" w:lineRule="atLeast"/>
              <w:rPr>
                <w:b w:val="0"/>
                <w:bCs/>
              </w:rPr>
            </w:pPr>
          </w:p>
        </w:tc>
        <w:tc>
          <w:tcPr>
            <w:tcW w:w="1257" w:type="dxa"/>
            <w:vAlign w:val="center"/>
          </w:tcPr>
          <w:p w14:paraId="4719C48B" w14:textId="77777777" w:rsidR="00A801F9" w:rsidRPr="005D3E43" w:rsidRDefault="00A801F9" w:rsidP="00A801F9">
            <w:pPr>
              <w:pStyle w:val="acctmergecolhdg"/>
              <w:spacing w:line="240" w:lineRule="atLeast"/>
              <w:ind w:left="-80" w:right="-60"/>
              <w:rPr>
                <w:b w:val="0"/>
                <w:bCs/>
              </w:rPr>
            </w:pPr>
            <w:r w:rsidRPr="005D3E43">
              <w:rPr>
                <w:b w:val="0"/>
                <w:bCs/>
                <w:szCs w:val="22"/>
              </w:rPr>
              <w:t>31 December</w:t>
            </w:r>
          </w:p>
        </w:tc>
        <w:tc>
          <w:tcPr>
            <w:tcW w:w="220" w:type="dxa"/>
            <w:vAlign w:val="center"/>
          </w:tcPr>
          <w:p w14:paraId="4295D0A7" w14:textId="77777777" w:rsidR="00A801F9" w:rsidRPr="005D3E43" w:rsidRDefault="00A801F9" w:rsidP="00A801F9">
            <w:pPr>
              <w:pStyle w:val="acctmergecolhdg"/>
              <w:spacing w:line="240" w:lineRule="atLeast"/>
              <w:rPr>
                <w:b w:val="0"/>
                <w:bCs/>
              </w:rPr>
            </w:pPr>
          </w:p>
        </w:tc>
        <w:tc>
          <w:tcPr>
            <w:tcW w:w="1300" w:type="dxa"/>
            <w:vAlign w:val="center"/>
          </w:tcPr>
          <w:p w14:paraId="087278E7" w14:textId="489E8EEE" w:rsidR="00A801F9" w:rsidRPr="005D3E43" w:rsidRDefault="00A801F9" w:rsidP="00A801F9">
            <w:pPr>
              <w:pStyle w:val="acctmergecolhdg"/>
              <w:spacing w:line="240" w:lineRule="atLeast"/>
              <w:ind w:left="-40" w:right="-63"/>
              <w:rPr>
                <w:b w:val="0"/>
                <w:bCs/>
                <w:spacing w:val="-6"/>
              </w:rPr>
            </w:pPr>
            <w:r>
              <w:rPr>
                <w:b w:val="0"/>
                <w:bCs/>
                <w:szCs w:val="22"/>
                <w:lang w:val="en-US"/>
              </w:rPr>
              <w:t>30 September</w:t>
            </w:r>
          </w:p>
        </w:tc>
        <w:tc>
          <w:tcPr>
            <w:tcW w:w="220" w:type="dxa"/>
            <w:vAlign w:val="center"/>
          </w:tcPr>
          <w:p w14:paraId="2A94EE6A" w14:textId="77777777" w:rsidR="00A801F9" w:rsidRPr="005D3E43" w:rsidRDefault="00A801F9" w:rsidP="00A801F9">
            <w:pPr>
              <w:pStyle w:val="acctmergecolhdg"/>
              <w:spacing w:line="240" w:lineRule="atLeast"/>
              <w:rPr>
                <w:b w:val="0"/>
                <w:bCs/>
              </w:rPr>
            </w:pPr>
          </w:p>
        </w:tc>
        <w:tc>
          <w:tcPr>
            <w:tcW w:w="1240" w:type="dxa"/>
            <w:vAlign w:val="center"/>
          </w:tcPr>
          <w:p w14:paraId="2E8B30B3" w14:textId="77777777" w:rsidR="00A801F9" w:rsidRPr="005D3E43" w:rsidRDefault="00A801F9" w:rsidP="00A801F9">
            <w:pPr>
              <w:pStyle w:val="acctmergecolhdg"/>
              <w:spacing w:line="240" w:lineRule="atLeast"/>
              <w:ind w:left="-80" w:right="-60"/>
              <w:rPr>
                <w:b w:val="0"/>
                <w:bCs/>
              </w:rPr>
            </w:pPr>
            <w:r w:rsidRPr="005D3E43">
              <w:rPr>
                <w:b w:val="0"/>
                <w:bCs/>
                <w:szCs w:val="22"/>
              </w:rPr>
              <w:t>31 December</w:t>
            </w:r>
          </w:p>
        </w:tc>
      </w:tr>
      <w:tr w:rsidR="00A801F9" w:rsidRPr="005D3E43" w14:paraId="301D4684" w14:textId="77777777" w:rsidTr="009736C8">
        <w:trPr>
          <w:cantSplit/>
          <w:tblHeader/>
        </w:trPr>
        <w:tc>
          <w:tcPr>
            <w:tcW w:w="3816" w:type="dxa"/>
          </w:tcPr>
          <w:p w14:paraId="78A4B028" w14:textId="77777777" w:rsidR="00A801F9" w:rsidRPr="005D3E43" w:rsidRDefault="00A801F9" w:rsidP="00A801F9">
            <w:pPr>
              <w:pStyle w:val="acctfourfigures"/>
              <w:spacing w:line="240" w:lineRule="atLeast"/>
            </w:pPr>
          </w:p>
        </w:tc>
        <w:tc>
          <w:tcPr>
            <w:tcW w:w="1323" w:type="dxa"/>
            <w:vAlign w:val="center"/>
          </w:tcPr>
          <w:p w14:paraId="6106DAE0" w14:textId="77777777" w:rsidR="00A801F9" w:rsidRPr="005D3E43" w:rsidRDefault="00A801F9" w:rsidP="00A801F9">
            <w:pPr>
              <w:pStyle w:val="acctmergecolhdg"/>
              <w:spacing w:line="240" w:lineRule="atLeast"/>
              <w:rPr>
                <w:b w:val="0"/>
                <w:bCs/>
              </w:rPr>
            </w:pPr>
            <w:r w:rsidRPr="005D3E43">
              <w:rPr>
                <w:b w:val="0"/>
                <w:bCs/>
              </w:rPr>
              <w:t>2020</w:t>
            </w:r>
          </w:p>
        </w:tc>
        <w:tc>
          <w:tcPr>
            <w:tcW w:w="220" w:type="dxa"/>
            <w:vAlign w:val="center"/>
          </w:tcPr>
          <w:p w14:paraId="5F07B663" w14:textId="77777777" w:rsidR="00A801F9" w:rsidRPr="005D3E43" w:rsidRDefault="00A801F9" w:rsidP="00A801F9">
            <w:pPr>
              <w:pStyle w:val="acctmergecolhdg"/>
              <w:spacing w:line="240" w:lineRule="atLeast"/>
              <w:rPr>
                <w:b w:val="0"/>
                <w:bCs/>
              </w:rPr>
            </w:pPr>
          </w:p>
        </w:tc>
        <w:tc>
          <w:tcPr>
            <w:tcW w:w="1257" w:type="dxa"/>
            <w:vAlign w:val="center"/>
          </w:tcPr>
          <w:p w14:paraId="45ECED33" w14:textId="77777777" w:rsidR="00A801F9" w:rsidRPr="005D3E43" w:rsidRDefault="00A801F9" w:rsidP="00A801F9">
            <w:pPr>
              <w:pStyle w:val="acctmergecolhdg"/>
              <w:spacing w:line="240" w:lineRule="atLeast"/>
              <w:rPr>
                <w:b w:val="0"/>
                <w:bCs/>
              </w:rPr>
            </w:pPr>
            <w:r w:rsidRPr="005D3E43">
              <w:rPr>
                <w:b w:val="0"/>
                <w:bCs/>
              </w:rPr>
              <w:t>2019</w:t>
            </w:r>
          </w:p>
        </w:tc>
        <w:tc>
          <w:tcPr>
            <w:tcW w:w="220" w:type="dxa"/>
            <w:vAlign w:val="center"/>
          </w:tcPr>
          <w:p w14:paraId="2D549352" w14:textId="77777777" w:rsidR="00A801F9" w:rsidRPr="005D3E43" w:rsidRDefault="00A801F9" w:rsidP="00A801F9">
            <w:pPr>
              <w:pStyle w:val="acctmergecolhdg"/>
              <w:spacing w:line="240" w:lineRule="atLeast"/>
              <w:rPr>
                <w:b w:val="0"/>
                <w:bCs/>
              </w:rPr>
            </w:pPr>
          </w:p>
        </w:tc>
        <w:tc>
          <w:tcPr>
            <w:tcW w:w="1300" w:type="dxa"/>
            <w:vAlign w:val="center"/>
          </w:tcPr>
          <w:p w14:paraId="20A489CE" w14:textId="77777777" w:rsidR="00A801F9" w:rsidRPr="005D3E43" w:rsidRDefault="00A801F9" w:rsidP="00A801F9">
            <w:pPr>
              <w:pStyle w:val="acctmergecolhdg"/>
              <w:spacing w:line="240" w:lineRule="atLeast"/>
              <w:rPr>
                <w:b w:val="0"/>
                <w:bCs/>
              </w:rPr>
            </w:pPr>
            <w:r w:rsidRPr="005D3E43">
              <w:rPr>
                <w:b w:val="0"/>
                <w:bCs/>
              </w:rPr>
              <w:t>2020</w:t>
            </w:r>
          </w:p>
        </w:tc>
        <w:tc>
          <w:tcPr>
            <w:tcW w:w="220" w:type="dxa"/>
            <w:vAlign w:val="center"/>
          </w:tcPr>
          <w:p w14:paraId="63477595" w14:textId="77777777" w:rsidR="00A801F9" w:rsidRPr="005D3E43" w:rsidRDefault="00A801F9" w:rsidP="00A801F9">
            <w:pPr>
              <w:pStyle w:val="acctmergecolhdg"/>
              <w:spacing w:line="240" w:lineRule="atLeast"/>
              <w:rPr>
                <w:b w:val="0"/>
                <w:bCs/>
              </w:rPr>
            </w:pPr>
          </w:p>
        </w:tc>
        <w:tc>
          <w:tcPr>
            <w:tcW w:w="1240" w:type="dxa"/>
            <w:vAlign w:val="center"/>
          </w:tcPr>
          <w:p w14:paraId="4776B57D" w14:textId="77777777" w:rsidR="00A801F9" w:rsidRPr="005D3E43" w:rsidRDefault="00A801F9" w:rsidP="00A801F9">
            <w:pPr>
              <w:pStyle w:val="acctmergecolhdg"/>
              <w:spacing w:line="240" w:lineRule="atLeast"/>
              <w:rPr>
                <w:b w:val="0"/>
                <w:bCs/>
              </w:rPr>
            </w:pPr>
            <w:r w:rsidRPr="005D3E43">
              <w:rPr>
                <w:b w:val="0"/>
                <w:bCs/>
              </w:rPr>
              <w:t>2019</w:t>
            </w:r>
          </w:p>
        </w:tc>
      </w:tr>
      <w:tr w:rsidR="00A801F9" w:rsidRPr="005D3E43" w14:paraId="14482059" w14:textId="77777777" w:rsidTr="009736C8">
        <w:trPr>
          <w:cantSplit/>
          <w:tblHeader/>
        </w:trPr>
        <w:tc>
          <w:tcPr>
            <w:tcW w:w="3816" w:type="dxa"/>
          </w:tcPr>
          <w:p w14:paraId="6E270214" w14:textId="77777777" w:rsidR="00A801F9" w:rsidRPr="005D3E43" w:rsidRDefault="00A801F9" w:rsidP="00A801F9">
            <w:pPr>
              <w:spacing w:line="240" w:lineRule="atLeast"/>
              <w:rPr>
                <w:b/>
                <w:bCs/>
                <w:i/>
                <w:iCs/>
              </w:rPr>
            </w:pPr>
          </w:p>
        </w:tc>
        <w:tc>
          <w:tcPr>
            <w:tcW w:w="5780" w:type="dxa"/>
            <w:gridSpan w:val="7"/>
          </w:tcPr>
          <w:p w14:paraId="6987A815" w14:textId="77777777" w:rsidR="00A801F9" w:rsidRPr="005D3E43" w:rsidRDefault="00A801F9" w:rsidP="00A801F9">
            <w:pPr>
              <w:pStyle w:val="acctfourfigures"/>
              <w:spacing w:line="240" w:lineRule="atLeast"/>
              <w:jc w:val="center"/>
              <w:rPr>
                <w:i/>
                <w:iCs/>
              </w:rPr>
            </w:pPr>
            <w:r w:rsidRPr="005D3E43">
              <w:rPr>
                <w:i/>
                <w:iCs/>
              </w:rPr>
              <w:t>(in thousand Baht)</w:t>
            </w:r>
          </w:p>
        </w:tc>
      </w:tr>
      <w:tr w:rsidR="00A801F9" w:rsidRPr="005D3E43" w14:paraId="104B2444" w14:textId="77777777" w:rsidTr="00A801F9">
        <w:trPr>
          <w:cantSplit/>
        </w:trPr>
        <w:tc>
          <w:tcPr>
            <w:tcW w:w="3816" w:type="dxa"/>
          </w:tcPr>
          <w:p w14:paraId="2E0DAD55" w14:textId="77777777" w:rsidR="00A801F9" w:rsidRPr="005D3E43" w:rsidRDefault="00A801F9" w:rsidP="00A801F9">
            <w:pPr>
              <w:spacing w:line="240" w:lineRule="atLeast"/>
              <w:rPr>
                <w:b/>
                <w:bCs/>
                <w:i/>
                <w:iCs/>
                <w:szCs w:val="22"/>
                <w:lang w:val="en-US"/>
              </w:rPr>
            </w:pPr>
            <w:r w:rsidRPr="005D3E43">
              <w:rPr>
                <w:b/>
                <w:bCs/>
                <w:i/>
                <w:iCs/>
                <w:szCs w:val="22"/>
                <w:lang w:val="en-US"/>
              </w:rPr>
              <w:t xml:space="preserve">Trade accounts payable </w:t>
            </w:r>
          </w:p>
        </w:tc>
        <w:tc>
          <w:tcPr>
            <w:tcW w:w="5780" w:type="dxa"/>
            <w:gridSpan w:val="7"/>
          </w:tcPr>
          <w:p w14:paraId="5DBF55CB" w14:textId="77777777" w:rsidR="00A801F9" w:rsidRPr="005D3E43" w:rsidRDefault="00A801F9" w:rsidP="00A801F9">
            <w:pPr>
              <w:pStyle w:val="acctfourfigures"/>
              <w:spacing w:line="240" w:lineRule="atLeast"/>
              <w:jc w:val="center"/>
              <w:rPr>
                <w:i/>
                <w:iCs/>
              </w:rPr>
            </w:pPr>
          </w:p>
        </w:tc>
      </w:tr>
      <w:tr w:rsidR="00A801F9" w:rsidRPr="005D3E43" w14:paraId="31797BD4" w14:textId="77777777" w:rsidTr="00A801F9">
        <w:trPr>
          <w:cantSplit/>
        </w:trPr>
        <w:tc>
          <w:tcPr>
            <w:tcW w:w="3816" w:type="dxa"/>
          </w:tcPr>
          <w:p w14:paraId="2DBAFE2D" w14:textId="77777777" w:rsidR="00A801F9" w:rsidRPr="005D3E43" w:rsidRDefault="00A801F9" w:rsidP="00A801F9">
            <w:pPr>
              <w:spacing w:line="240" w:lineRule="atLeast"/>
            </w:pPr>
            <w:r w:rsidRPr="005D3E43">
              <w:t>Ultimate parent company</w:t>
            </w:r>
          </w:p>
        </w:tc>
        <w:tc>
          <w:tcPr>
            <w:tcW w:w="1323" w:type="dxa"/>
          </w:tcPr>
          <w:p w14:paraId="79B5C409" w14:textId="5D7759F9" w:rsidR="00A801F9" w:rsidRPr="005D3E43" w:rsidRDefault="0006525E" w:rsidP="00A801F9">
            <w:pPr>
              <w:tabs>
                <w:tab w:val="decimal" w:pos="1041"/>
              </w:tabs>
              <w:ind w:left="-84" w:right="-95"/>
            </w:pPr>
            <w:r>
              <w:t>13,228</w:t>
            </w:r>
          </w:p>
        </w:tc>
        <w:tc>
          <w:tcPr>
            <w:tcW w:w="220" w:type="dxa"/>
          </w:tcPr>
          <w:p w14:paraId="4D2E763E" w14:textId="77777777" w:rsidR="00A801F9" w:rsidRPr="005D3E43" w:rsidRDefault="00A801F9" w:rsidP="00A801F9">
            <w:pPr>
              <w:tabs>
                <w:tab w:val="decimal" w:pos="1041"/>
              </w:tabs>
              <w:ind w:left="-84" w:right="-95"/>
            </w:pPr>
          </w:p>
        </w:tc>
        <w:tc>
          <w:tcPr>
            <w:tcW w:w="1257" w:type="dxa"/>
          </w:tcPr>
          <w:p w14:paraId="0A7B14CC" w14:textId="77777777" w:rsidR="00A801F9" w:rsidRPr="005D3E43" w:rsidRDefault="00A801F9" w:rsidP="00A801F9">
            <w:pPr>
              <w:tabs>
                <w:tab w:val="decimal" w:pos="762"/>
              </w:tabs>
              <w:ind w:left="-84" w:right="-95"/>
            </w:pPr>
            <w:r w:rsidRPr="005D3E43">
              <w:t>-</w:t>
            </w:r>
          </w:p>
        </w:tc>
        <w:tc>
          <w:tcPr>
            <w:tcW w:w="220" w:type="dxa"/>
          </w:tcPr>
          <w:p w14:paraId="2ED99BA5" w14:textId="77777777" w:rsidR="00A801F9" w:rsidRPr="005D3E43" w:rsidRDefault="00A801F9" w:rsidP="00A801F9">
            <w:pPr>
              <w:tabs>
                <w:tab w:val="decimal" w:pos="1041"/>
              </w:tabs>
              <w:ind w:left="-84" w:right="-95"/>
            </w:pPr>
          </w:p>
        </w:tc>
        <w:tc>
          <w:tcPr>
            <w:tcW w:w="1300" w:type="dxa"/>
          </w:tcPr>
          <w:p w14:paraId="6D34D1FE" w14:textId="78D953B8" w:rsidR="00A801F9" w:rsidRPr="005D3E43" w:rsidRDefault="0006525E" w:rsidP="00A801F9">
            <w:pPr>
              <w:tabs>
                <w:tab w:val="decimal" w:pos="1041"/>
              </w:tabs>
              <w:ind w:left="-84" w:right="-95"/>
              <w:rPr>
                <w:lang w:val="en-US" w:bidi="th-TH"/>
              </w:rPr>
            </w:pPr>
            <w:r>
              <w:rPr>
                <w:lang w:val="en-US" w:bidi="th-TH"/>
              </w:rPr>
              <w:t>13,110</w:t>
            </w:r>
          </w:p>
        </w:tc>
        <w:tc>
          <w:tcPr>
            <w:tcW w:w="220" w:type="dxa"/>
          </w:tcPr>
          <w:p w14:paraId="1E69014D" w14:textId="77777777" w:rsidR="00A801F9" w:rsidRPr="005D3E43" w:rsidRDefault="00A801F9" w:rsidP="00A801F9">
            <w:pPr>
              <w:tabs>
                <w:tab w:val="decimal" w:pos="1041"/>
              </w:tabs>
              <w:ind w:left="-84" w:right="-95"/>
            </w:pPr>
          </w:p>
        </w:tc>
        <w:tc>
          <w:tcPr>
            <w:tcW w:w="1240" w:type="dxa"/>
          </w:tcPr>
          <w:p w14:paraId="3D639C8C" w14:textId="77777777" w:rsidR="00A801F9" w:rsidRPr="005D3E43" w:rsidRDefault="00A801F9" w:rsidP="00A801F9">
            <w:pPr>
              <w:tabs>
                <w:tab w:val="decimal" w:pos="699"/>
              </w:tabs>
              <w:ind w:left="-84" w:right="-95"/>
            </w:pPr>
            <w:r w:rsidRPr="005D3E43">
              <w:t>-</w:t>
            </w:r>
          </w:p>
        </w:tc>
      </w:tr>
      <w:tr w:rsidR="00A801F9" w:rsidRPr="005D3E43" w14:paraId="3A942324" w14:textId="77777777" w:rsidTr="00A801F9">
        <w:trPr>
          <w:cantSplit/>
        </w:trPr>
        <w:tc>
          <w:tcPr>
            <w:tcW w:w="3816" w:type="dxa"/>
          </w:tcPr>
          <w:p w14:paraId="1C904D1C" w14:textId="77777777" w:rsidR="00A801F9" w:rsidRPr="005D3E43" w:rsidRDefault="00A801F9" w:rsidP="00A801F9">
            <w:pPr>
              <w:spacing w:line="240" w:lineRule="atLeast"/>
            </w:pPr>
            <w:r w:rsidRPr="005D3E43">
              <w:t>Subsidiaries</w:t>
            </w:r>
          </w:p>
        </w:tc>
        <w:tc>
          <w:tcPr>
            <w:tcW w:w="1323" w:type="dxa"/>
          </w:tcPr>
          <w:p w14:paraId="66EADD86" w14:textId="46C399AC" w:rsidR="00A801F9" w:rsidRPr="005D3E43" w:rsidRDefault="0006525E" w:rsidP="00A801F9">
            <w:pPr>
              <w:tabs>
                <w:tab w:val="decimal" w:pos="695"/>
              </w:tabs>
              <w:ind w:left="-84" w:right="-95"/>
            </w:pPr>
            <w:r>
              <w:t>-</w:t>
            </w:r>
          </w:p>
        </w:tc>
        <w:tc>
          <w:tcPr>
            <w:tcW w:w="220" w:type="dxa"/>
          </w:tcPr>
          <w:p w14:paraId="5B4139EA" w14:textId="77777777" w:rsidR="00A801F9" w:rsidRPr="005D3E43" w:rsidRDefault="00A801F9" w:rsidP="00A801F9">
            <w:pPr>
              <w:tabs>
                <w:tab w:val="decimal" w:pos="1041"/>
              </w:tabs>
              <w:ind w:left="-84" w:right="-95"/>
            </w:pPr>
          </w:p>
        </w:tc>
        <w:tc>
          <w:tcPr>
            <w:tcW w:w="1257" w:type="dxa"/>
          </w:tcPr>
          <w:p w14:paraId="7057B6D9" w14:textId="77777777" w:rsidR="00A801F9" w:rsidRPr="005D3E43" w:rsidRDefault="00A801F9" w:rsidP="00A801F9">
            <w:pPr>
              <w:tabs>
                <w:tab w:val="decimal" w:pos="762"/>
              </w:tabs>
              <w:ind w:left="-84" w:right="-95"/>
            </w:pPr>
            <w:r w:rsidRPr="005D3E43">
              <w:t>-</w:t>
            </w:r>
          </w:p>
        </w:tc>
        <w:tc>
          <w:tcPr>
            <w:tcW w:w="220" w:type="dxa"/>
          </w:tcPr>
          <w:p w14:paraId="700E91CC" w14:textId="77777777" w:rsidR="00A801F9" w:rsidRPr="005D3E43" w:rsidRDefault="00A801F9" w:rsidP="00A801F9">
            <w:pPr>
              <w:tabs>
                <w:tab w:val="decimal" w:pos="1041"/>
              </w:tabs>
              <w:ind w:left="-84" w:right="-95"/>
            </w:pPr>
          </w:p>
        </w:tc>
        <w:tc>
          <w:tcPr>
            <w:tcW w:w="1300" w:type="dxa"/>
          </w:tcPr>
          <w:p w14:paraId="79FC3FC2" w14:textId="78EA8D43" w:rsidR="00A801F9" w:rsidRPr="005D3E43" w:rsidRDefault="0006525E" w:rsidP="00A801F9">
            <w:pPr>
              <w:tabs>
                <w:tab w:val="decimal" w:pos="1041"/>
              </w:tabs>
              <w:ind w:left="-84" w:right="-95"/>
            </w:pPr>
            <w:r>
              <w:t>135,793</w:t>
            </w:r>
          </w:p>
        </w:tc>
        <w:tc>
          <w:tcPr>
            <w:tcW w:w="220" w:type="dxa"/>
          </w:tcPr>
          <w:p w14:paraId="5D26F108" w14:textId="77777777" w:rsidR="00A801F9" w:rsidRPr="005D3E43" w:rsidRDefault="00A801F9" w:rsidP="00A801F9">
            <w:pPr>
              <w:tabs>
                <w:tab w:val="decimal" w:pos="1041"/>
              </w:tabs>
              <w:ind w:left="-84" w:right="-95"/>
            </w:pPr>
          </w:p>
        </w:tc>
        <w:tc>
          <w:tcPr>
            <w:tcW w:w="1240" w:type="dxa"/>
          </w:tcPr>
          <w:p w14:paraId="39F9ADFA" w14:textId="77777777" w:rsidR="00A801F9" w:rsidRPr="005D3E43" w:rsidRDefault="00A801F9" w:rsidP="00A801F9">
            <w:pPr>
              <w:tabs>
                <w:tab w:val="decimal" w:pos="1041"/>
              </w:tabs>
              <w:ind w:left="-84" w:right="-95"/>
            </w:pPr>
            <w:r w:rsidRPr="005D3E43">
              <w:t>137,007</w:t>
            </w:r>
          </w:p>
        </w:tc>
      </w:tr>
      <w:tr w:rsidR="00A801F9" w:rsidRPr="005D3E43" w14:paraId="3B8386D6" w14:textId="77777777" w:rsidTr="00A801F9">
        <w:trPr>
          <w:cantSplit/>
        </w:trPr>
        <w:tc>
          <w:tcPr>
            <w:tcW w:w="3816" w:type="dxa"/>
          </w:tcPr>
          <w:p w14:paraId="6014F551" w14:textId="7CD36D7F" w:rsidR="00A801F9" w:rsidRPr="005D3E43" w:rsidRDefault="00A801F9" w:rsidP="00A801F9">
            <w:pPr>
              <w:spacing w:line="240" w:lineRule="atLeast"/>
            </w:pPr>
            <w:r w:rsidRPr="005D3E43">
              <w:t>Associates</w:t>
            </w:r>
          </w:p>
        </w:tc>
        <w:tc>
          <w:tcPr>
            <w:tcW w:w="1323" w:type="dxa"/>
          </w:tcPr>
          <w:p w14:paraId="1F140B14" w14:textId="58EB2AC2" w:rsidR="00A801F9" w:rsidRPr="005D3E43" w:rsidRDefault="0006525E" w:rsidP="0006525E">
            <w:pPr>
              <w:tabs>
                <w:tab w:val="decimal" w:pos="695"/>
              </w:tabs>
              <w:ind w:left="-84" w:right="-95"/>
            </w:pPr>
            <w:r>
              <w:t>-</w:t>
            </w:r>
          </w:p>
        </w:tc>
        <w:tc>
          <w:tcPr>
            <w:tcW w:w="220" w:type="dxa"/>
          </w:tcPr>
          <w:p w14:paraId="5EF9D242" w14:textId="77777777" w:rsidR="00A801F9" w:rsidRPr="005D3E43" w:rsidRDefault="00A801F9" w:rsidP="00A801F9">
            <w:pPr>
              <w:tabs>
                <w:tab w:val="decimal" w:pos="1041"/>
              </w:tabs>
              <w:ind w:left="-84" w:right="-95"/>
            </w:pPr>
          </w:p>
        </w:tc>
        <w:tc>
          <w:tcPr>
            <w:tcW w:w="1257" w:type="dxa"/>
          </w:tcPr>
          <w:p w14:paraId="31041F92" w14:textId="77777777" w:rsidR="00A801F9" w:rsidRPr="005D3E43" w:rsidRDefault="00A801F9" w:rsidP="00A801F9">
            <w:pPr>
              <w:tabs>
                <w:tab w:val="decimal" w:pos="1041"/>
              </w:tabs>
              <w:ind w:left="-84" w:right="-95"/>
            </w:pPr>
            <w:r w:rsidRPr="005D3E43">
              <w:t>155</w:t>
            </w:r>
          </w:p>
        </w:tc>
        <w:tc>
          <w:tcPr>
            <w:tcW w:w="220" w:type="dxa"/>
          </w:tcPr>
          <w:p w14:paraId="063BE59B" w14:textId="77777777" w:rsidR="00A801F9" w:rsidRPr="005D3E43" w:rsidRDefault="00A801F9" w:rsidP="00A801F9">
            <w:pPr>
              <w:tabs>
                <w:tab w:val="decimal" w:pos="1041"/>
              </w:tabs>
              <w:ind w:left="-84" w:right="-95"/>
            </w:pPr>
          </w:p>
        </w:tc>
        <w:tc>
          <w:tcPr>
            <w:tcW w:w="1300" w:type="dxa"/>
          </w:tcPr>
          <w:p w14:paraId="42E41C50" w14:textId="593A4C88" w:rsidR="00A801F9" w:rsidRPr="005D3E43" w:rsidRDefault="0006525E" w:rsidP="00A801F9">
            <w:pPr>
              <w:tabs>
                <w:tab w:val="decimal" w:pos="721"/>
              </w:tabs>
              <w:ind w:left="-84" w:right="-95"/>
            </w:pPr>
            <w:r>
              <w:t>-</w:t>
            </w:r>
          </w:p>
        </w:tc>
        <w:tc>
          <w:tcPr>
            <w:tcW w:w="220" w:type="dxa"/>
          </w:tcPr>
          <w:p w14:paraId="441EFAF6" w14:textId="77777777" w:rsidR="00A801F9" w:rsidRPr="005D3E43" w:rsidRDefault="00A801F9" w:rsidP="00A801F9">
            <w:pPr>
              <w:tabs>
                <w:tab w:val="decimal" w:pos="1041"/>
              </w:tabs>
              <w:ind w:left="-84" w:right="-95"/>
            </w:pPr>
          </w:p>
        </w:tc>
        <w:tc>
          <w:tcPr>
            <w:tcW w:w="1240" w:type="dxa"/>
          </w:tcPr>
          <w:p w14:paraId="738E774C" w14:textId="77777777" w:rsidR="00A801F9" w:rsidRPr="005D3E43" w:rsidRDefault="00A801F9" w:rsidP="00A801F9">
            <w:pPr>
              <w:tabs>
                <w:tab w:val="decimal" w:pos="1041"/>
              </w:tabs>
              <w:ind w:left="-84" w:right="-95"/>
            </w:pPr>
            <w:r w:rsidRPr="005D3E43">
              <w:t>155</w:t>
            </w:r>
          </w:p>
        </w:tc>
      </w:tr>
      <w:tr w:rsidR="00A801F9" w:rsidRPr="005D3E43" w14:paraId="30A1F0D0" w14:textId="77777777" w:rsidTr="00A801F9">
        <w:trPr>
          <w:cantSplit/>
        </w:trPr>
        <w:tc>
          <w:tcPr>
            <w:tcW w:w="3816" w:type="dxa"/>
          </w:tcPr>
          <w:p w14:paraId="3FD88CB2" w14:textId="77777777" w:rsidR="00A801F9" w:rsidRPr="005D3E43" w:rsidRDefault="00A801F9" w:rsidP="00A801F9">
            <w:pPr>
              <w:spacing w:line="240" w:lineRule="atLeast"/>
            </w:pPr>
            <w:r w:rsidRPr="005D3E43">
              <w:t>Other related parties</w:t>
            </w:r>
          </w:p>
        </w:tc>
        <w:tc>
          <w:tcPr>
            <w:tcW w:w="1323" w:type="dxa"/>
            <w:tcBorders>
              <w:bottom w:val="single" w:sz="4" w:space="0" w:color="auto"/>
            </w:tcBorders>
          </w:tcPr>
          <w:p w14:paraId="719A510B" w14:textId="13F05BEA" w:rsidR="00A801F9" w:rsidRPr="005D3E43" w:rsidRDefault="0006525E" w:rsidP="00A801F9">
            <w:pPr>
              <w:tabs>
                <w:tab w:val="decimal" w:pos="1041"/>
              </w:tabs>
              <w:ind w:left="-84" w:right="-95"/>
            </w:pPr>
            <w:r>
              <w:t>520</w:t>
            </w:r>
          </w:p>
        </w:tc>
        <w:tc>
          <w:tcPr>
            <w:tcW w:w="220" w:type="dxa"/>
          </w:tcPr>
          <w:p w14:paraId="4823FEAB" w14:textId="77777777" w:rsidR="00A801F9" w:rsidRPr="005D3E43" w:rsidRDefault="00A801F9" w:rsidP="00A801F9">
            <w:pPr>
              <w:tabs>
                <w:tab w:val="decimal" w:pos="1041"/>
              </w:tabs>
              <w:ind w:left="-84" w:right="-95"/>
            </w:pPr>
          </w:p>
        </w:tc>
        <w:tc>
          <w:tcPr>
            <w:tcW w:w="1257" w:type="dxa"/>
            <w:tcBorders>
              <w:bottom w:val="single" w:sz="4" w:space="0" w:color="auto"/>
            </w:tcBorders>
          </w:tcPr>
          <w:p w14:paraId="27EDC0B6" w14:textId="77777777" w:rsidR="00A801F9" w:rsidRPr="005D3E43" w:rsidRDefault="00A801F9" w:rsidP="00A801F9">
            <w:pPr>
              <w:tabs>
                <w:tab w:val="decimal" w:pos="1041"/>
              </w:tabs>
              <w:ind w:right="-95"/>
              <w:rPr>
                <w:lang w:val="en-US" w:bidi="th-TH"/>
              </w:rPr>
            </w:pPr>
            <w:r w:rsidRPr="005D3E43">
              <w:rPr>
                <w:lang w:val="en-US" w:bidi="th-TH"/>
              </w:rPr>
              <w:t>602</w:t>
            </w:r>
          </w:p>
        </w:tc>
        <w:tc>
          <w:tcPr>
            <w:tcW w:w="220" w:type="dxa"/>
          </w:tcPr>
          <w:p w14:paraId="6706D0BE" w14:textId="77777777" w:rsidR="00A801F9" w:rsidRPr="005D3E43" w:rsidRDefault="00A801F9" w:rsidP="00A801F9">
            <w:pPr>
              <w:tabs>
                <w:tab w:val="decimal" w:pos="1041"/>
              </w:tabs>
              <w:ind w:left="-84" w:right="-95"/>
            </w:pPr>
          </w:p>
        </w:tc>
        <w:tc>
          <w:tcPr>
            <w:tcW w:w="1300" w:type="dxa"/>
            <w:tcBorders>
              <w:bottom w:val="single" w:sz="4" w:space="0" w:color="auto"/>
            </w:tcBorders>
          </w:tcPr>
          <w:p w14:paraId="0B8305EF" w14:textId="42B2278A" w:rsidR="00A801F9" w:rsidRPr="005D3E43" w:rsidRDefault="0006525E" w:rsidP="00A801F9">
            <w:pPr>
              <w:tabs>
                <w:tab w:val="decimal" w:pos="1041"/>
              </w:tabs>
              <w:ind w:left="-84" w:right="-95"/>
            </w:pPr>
            <w:r>
              <w:t>356</w:t>
            </w:r>
          </w:p>
        </w:tc>
        <w:tc>
          <w:tcPr>
            <w:tcW w:w="220" w:type="dxa"/>
          </w:tcPr>
          <w:p w14:paraId="3C874D6F" w14:textId="77777777" w:rsidR="00A801F9" w:rsidRPr="005D3E43" w:rsidRDefault="00A801F9" w:rsidP="00A801F9">
            <w:pPr>
              <w:tabs>
                <w:tab w:val="decimal" w:pos="1041"/>
              </w:tabs>
              <w:ind w:left="-84" w:right="-95"/>
            </w:pPr>
          </w:p>
        </w:tc>
        <w:tc>
          <w:tcPr>
            <w:tcW w:w="1240" w:type="dxa"/>
            <w:tcBorders>
              <w:bottom w:val="single" w:sz="4" w:space="0" w:color="auto"/>
            </w:tcBorders>
          </w:tcPr>
          <w:p w14:paraId="2DB26A3A" w14:textId="77777777" w:rsidR="00A801F9" w:rsidRPr="005D3E43" w:rsidRDefault="00A801F9" w:rsidP="00A801F9">
            <w:pPr>
              <w:tabs>
                <w:tab w:val="decimal" w:pos="1041"/>
              </w:tabs>
              <w:ind w:left="-84" w:right="-95"/>
            </w:pPr>
            <w:r w:rsidRPr="005D3E43">
              <w:t>449</w:t>
            </w:r>
          </w:p>
        </w:tc>
      </w:tr>
      <w:tr w:rsidR="00A801F9" w:rsidRPr="005D3E43" w14:paraId="3BB3742B" w14:textId="77777777" w:rsidTr="00A801F9">
        <w:trPr>
          <w:cantSplit/>
        </w:trPr>
        <w:tc>
          <w:tcPr>
            <w:tcW w:w="3816" w:type="dxa"/>
          </w:tcPr>
          <w:p w14:paraId="4FA028D0" w14:textId="77777777" w:rsidR="00A801F9" w:rsidRPr="005D3E43" w:rsidRDefault="00A801F9" w:rsidP="00A801F9">
            <w:pPr>
              <w:spacing w:line="240" w:lineRule="atLeast"/>
              <w:rPr>
                <w:b/>
                <w:bCs/>
              </w:rPr>
            </w:pPr>
            <w:r w:rsidRPr="005D3E43">
              <w:rPr>
                <w:b/>
                <w:bCs/>
              </w:rPr>
              <w:t>Total</w:t>
            </w:r>
          </w:p>
        </w:tc>
        <w:tc>
          <w:tcPr>
            <w:tcW w:w="1323" w:type="dxa"/>
            <w:tcBorders>
              <w:top w:val="single" w:sz="4" w:space="0" w:color="auto"/>
              <w:bottom w:val="double" w:sz="4" w:space="0" w:color="auto"/>
            </w:tcBorders>
          </w:tcPr>
          <w:p w14:paraId="4E4A97D1" w14:textId="1B9C13DC" w:rsidR="00A801F9" w:rsidRPr="005D3E43" w:rsidRDefault="0006525E" w:rsidP="00A801F9">
            <w:pPr>
              <w:tabs>
                <w:tab w:val="decimal" w:pos="1041"/>
              </w:tabs>
              <w:ind w:left="-84" w:right="-95"/>
              <w:rPr>
                <w:b/>
                <w:bCs/>
                <w:cs/>
                <w:lang w:bidi="th-TH"/>
              </w:rPr>
            </w:pPr>
            <w:r>
              <w:rPr>
                <w:b/>
                <w:bCs/>
                <w:lang w:bidi="th-TH"/>
              </w:rPr>
              <w:t>13,748</w:t>
            </w:r>
          </w:p>
        </w:tc>
        <w:tc>
          <w:tcPr>
            <w:tcW w:w="220" w:type="dxa"/>
          </w:tcPr>
          <w:p w14:paraId="1EAF081E" w14:textId="77777777" w:rsidR="00A801F9" w:rsidRPr="005D3E43" w:rsidRDefault="00A801F9" w:rsidP="00A801F9">
            <w:pPr>
              <w:tabs>
                <w:tab w:val="decimal" w:pos="1041"/>
              </w:tabs>
              <w:ind w:left="-84" w:right="-95"/>
              <w:rPr>
                <w:b/>
                <w:bCs/>
              </w:rPr>
            </w:pPr>
          </w:p>
        </w:tc>
        <w:tc>
          <w:tcPr>
            <w:tcW w:w="1257" w:type="dxa"/>
            <w:tcBorders>
              <w:top w:val="single" w:sz="4" w:space="0" w:color="auto"/>
              <w:bottom w:val="double" w:sz="4" w:space="0" w:color="auto"/>
            </w:tcBorders>
          </w:tcPr>
          <w:p w14:paraId="3BD71C8C" w14:textId="77777777" w:rsidR="00A801F9" w:rsidRPr="005D3E43" w:rsidRDefault="00A801F9" w:rsidP="00A801F9">
            <w:pPr>
              <w:tabs>
                <w:tab w:val="decimal" w:pos="1041"/>
              </w:tabs>
              <w:ind w:left="-84" w:right="-95"/>
              <w:rPr>
                <w:b/>
                <w:bCs/>
              </w:rPr>
            </w:pPr>
            <w:r w:rsidRPr="005D3E43">
              <w:rPr>
                <w:b/>
                <w:bCs/>
              </w:rPr>
              <w:t>757</w:t>
            </w:r>
          </w:p>
        </w:tc>
        <w:tc>
          <w:tcPr>
            <w:tcW w:w="220" w:type="dxa"/>
          </w:tcPr>
          <w:p w14:paraId="466F02CC" w14:textId="77777777" w:rsidR="00A801F9" w:rsidRPr="005D3E43" w:rsidRDefault="00A801F9" w:rsidP="00A801F9">
            <w:pPr>
              <w:tabs>
                <w:tab w:val="decimal" w:pos="1041"/>
              </w:tabs>
              <w:ind w:left="-84" w:right="-95"/>
              <w:rPr>
                <w:b/>
                <w:bCs/>
              </w:rPr>
            </w:pPr>
          </w:p>
        </w:tc>
        <w:tc>
          <w:tcPr>
            <w:tcW w:w="1300" w:type="dxa"/>
            <w:tcBorders>
              <w:top w:val="single" w:sz="4" w:space="0" w:color="auto"/>
              <w:bottom w:val="double" w:sz="4" w:space="0" w:color="auto"/>
            </w:tcBorders>
          </w:tcPr>
          <w:p w14:paraId="2BCB2114" w14:textId="45B41577" w:rsidR="00A801F9" w:rsidRPr="005D3E43" w:rsidRDefault="0006525E" w:rsidP="00A801F9">
            <w:pPr>
              <w:tabs>
                <w:tab w:val="decimal" w:pos="1041"/>
              </w:tabs>
              <w:ind w:left="-84" w:right="-95"/>
              <w:rPr>
                <w:b/>
                <w:bCs/>
              </w:rPr>
            </w:pPr>
            <w:r>
              <w:rPr>
                <w:b/>
                <w:bCs/>
              </w:rPr>
              <w:t>149,259</w:t>
            </w:r>
          </w:p>
        </w:tc>
        <w:tc>
          <w:tcPr>
            <w:tcW w:w="220" w:type="dxa"/>
          </w:tcPr>
          <w:p w14:paraId="2AC0D55B" w14:textId="77777777" w:rsidR="00A801F9" w:rsidRPr="005D3E43" w:rsidRDefault="00A801F9" w:rsidP="00A801F9">
            <w:pPr>
              <w:tabs>
                <w:tab w:val="decimal" w:pos="1041"/>
              </w:tabs>
              <w:ind w:left="-84" w:right="-95"/>
              <w:rPr>
                <w:b/>
                <w:bCs/>
              </w:rPr>
            </w:pPr>
          </w:p>
        </w:tc>
        <w:tc>
          <w:tcPr>
            <w:tcW w:w="1240" w:type="dxa"/>
            <w:tcBorders>
              <w:top w:val="single" w:sz="4" w:space="0" w:color="auto"/>
              <w:bottom w:val="double" w:sz="4" w:space="0" w:color="auto"/>
            </w:tcBorders>
          </w:tcPr>
          <w:p w14:paraId="42C5DCC6" w14:textId="77777777" w:rsidR="00A801F9" w:rsidRPr="005D3E43" w:rsidRDefault="00A801F9" w:rsidP="00A801F9">
            <w:pPr>
              <w:tabs>
                <w:tab w:val="decimal" w:pos="1041"/>
              </w:tabs>
              <w:ind w:left="-84" w:right="-95"/>
              <w:rPr>
                <w:b/>
                <w:bCs/>
              </w:rPr>
            </w:pPr>
            <w:r w:rsidRPr="005D3E43">
              <w:rPr>
                <w:b/>
                <w:bCs/>
              </w:rPr>
              <w:t>137,611</w:t>
            </w:r>
          </w:p>
        </w:tc>
      </w:tr>
      <w:tr w:rsidR="00A801F9" w:rsidRPr="005D3E43" w14:paraId="6E5B7983" w14:textId="77777777" w:rsidTr="00A801F9">
        <w:trPr>
          <w:cantSplit/>
        </w:trPr>
        <w:tc>
          <w:tcPr>
            <w:tcW w:w="3816" w:type="dxa"/>
          </w:tcPr>
          <w:p w14:paraId="6E7C6019" w14:textId="77777777" w:rsidR="00A801F9" w:rsidRPr="005D3E43" w:rsidRDefault="00A801F9" w:rsidP="00A801F9">
            <w:pPr>
              <w:spacing w:line="240" w:lineRule="atLeast"/>
              <w:rPr>
                <w:b/>
                <w:bCs/>
                <w:sz w:val="14"/>
                <w:szCs w:val="12"/>
              </w:rPr>
            </w:pPr>
          </w:p>
        </w:tc>
        <w:tc>
          <w:tcPr>
            <w:tcW w:w="1323" w:type="dxa"/>
            <w:tcBorders>
              <w:top w:val="double" w:sz="4" w:space="0" w:color="auto"/>
            </w:tcBorders>
          </w:tcPr>
          <w:p w14:paraId="347F8E0D" w14:textId="77777777" w:rsidR="00A801F9" w:rsidRPr="005D3E43" w:rsidRDefault="00A801F9" w:rsidP="00A801F9">
            <w:pPr>
              <w:pStyle w:val="acctfourfigures"/>
              <w:tabs>
                <w:tab w:val="clear" w:pos="765"/>
                <w:tab w:val="decimal" w:pos="1041"/>
              </w:tabs>
              <w:spacing w:line="240" w:lineRule="atLeast"/>
              <w:ind w:left="-84" w:right="-95"/>
              <w:rPr>
                <w:b/>
                <w:bCs/>
                <w:sz w:val="14"/>
                <w:szCs w:val="12"/>
              </w:rPr>
            </w:pPr>
          </w:p>
        </w:tc>
        <w:tc>
          <w:tcPr>
            <w:tcW w:w="220" w:type="dxa"/>
          </w:tcPr>
          <w:p w14:paraId="1C796304" w14:textId="77777777" w:rsidR="00A801F9" w:rsidRPr="005D3E43" w:rsidRDefault="00A801F9" w:rsidP="00A801F9">
            <w:pPr>
              <w:pStyle w:val="acctfourfigures"/>
              <w:tabs>
                <w:tab w:val="clear" w:pos="765"/>
                <w:tab w:val="decimal" w:pos="1041"/>
              </w:tabs>
              <w:spacing w:line="240" w:lineRule="atLeast"/>
              <w:ind w:left="-84" w:right="-95"/>
              <w:rPr>
                <w:b/>
                <w:bCs/>
                <w:sz w:val="14"/>
                <w:szCs w:val="12"/>
              </w:rPr>
            </w:pPr>
          </w:p>
        </w:tc>
        <w:tc>
          <w:tcPr>
            <w:tcW w:w="1257" w:type="dxa"/>
            <w:tcBorders>
              <w:top w:val="double" w:sz="4" w:space="0" w:color="auto"/>
            </w:tcBorders>
          </w:tcPr>
          <w:p w14:paraId="77D83F35" w14:textId="77777777" w:rsidR="00A801F9" w:rsidRPr="005D3E43" w:rsidRDefault="00A801F9" w:rsidP="00A801F9">
            <w:pPr>
              <w:pStyle w:val="acctfourfigures"/>
              <w:tabs>
                <w:tab w:val="clear" w:pos="765"/>
                <w:tab w:val="decimal" w:pos="1041"/>
              </w:tabs>
              <w:spacing w:line="240" w:lineRule="atLeast"/>
              <w:ind w:left="-84" w:right="-95"/>
              <w:rPr>
                <w:b/>
                <w:bCs/>
                <w:sz w:val="14"/>
                <w:szCs w:val="12"/>
              </w:rPr>
            </w:pPr>
          </w:p>
        </w:tc>
        <w:tc>
          <w:tcPr>
            <w:tcW w:w="220" w:type="dxa"/>
          </w:tcPr>
          <w:p w14:paraId="3DFDBB48" w14:textId="77777777" w:rsidR="00A801F9" w:rsidRPr="005D3E43" w:rsidRDefault="00A801F9" w:rsidP="00A801F9">
            <w:pPr>
              <w:pStyle w:val="acctfourfigures"/>
              <w:tabs>
                <w:tab w:val="clear" w:pos="765"/>
                <w:tab w:val="decimal" w:pos="1041"/>
              </w:tabs>
              <w:spacing w:line="240" w:lineRule="atLeast"/>
              <w:ind w:left="-84" w:right="-95"/>
              <w:rPr>
                <w:b/>
                <w:bCs/>
                <w:sz w:val="14"/>
                <w:szCs w:val="12"/>
              </w:rPr>
            </w:pPr>
          </w:p>
        </w:tc>
        <w:tc>
          <w:tcPr>
            <w:tcW w:w="1300" w:type="dxa"/>
            <w:tcBorders>
              <w:top w:val="double" w:sz="4" w:space="0" w:color="auto"/>
            </w:tcBorders>
          </w:tcPr>
          <w:p w14:paraId="4A0689B4" w14:textId="77777777" w:rsidR="00A801F9" w:rsidRPr="005D3E43" w:rsidRDefault="00A801F9" w:rsidP="00A801F9">
            <w:pPr>
              <w:pStyle w:val="acctfourfigures"/>
              <w:tabs>
                <w:tab w:val="clear" w:pos="765"/>
                <w:tab w:val="decimal" w:pos="1041"/>
              </w:tabs>
              <w:spacing w:line="240" w:lineRule="atLeast"/>
              <w:ind w:left="-84" w:right="-95"/>
              <w:rPr>
                <w:b/>
                <w:bCs/>
                <w:sz w:val="14"/>
                <w:szCs w:val="12"/>
              </w:rPr>
            </w:pPr>
          </w:p>
        </w:tc>
        <w:tc>
          <w:tcPr>
            <w:tcW w:w="220" w:type="dxa"/>
          </w:tcPr>
          <w:p w14:paraId="77DDA258" w14:textId="77777777" w:rsidR="00A801F9" w:rsidRPr="005D3E43" w:rsidRDefault="00A801F9" w:rsidP="00A801F9">
            <w:pPr>
              <w:pStyle w:val="acctfourfigures"/>
              <w:tabs>
                <w:tab w:val="clear" w:pos="765"/>
                <w:tab w:val="decimal" w:pos="1041"/>
              </w:tabs>
              <w:spacing w:line="240" w:lineRule="atLeast"/>
              <w:ind w:left="-84" w:right="-95"/>
              <w:rPr>
                <w:b/>
                <w:bCs/>
                <w:sz w:val="14"/>
                <w:szCs w:val="12"/>
              </w:rPr>
            </w:pPr>
          </w:p>
        </w:tc>
        <w:tc>
          <w:tcPr>
            <w:tcW w:w="1240" w:type="dxa"/>
            <w:tcBorders>
              <w:top w:val="double" w:sz="4" w:space="0" w:color="auto"/>
            </w:tcBorders>
          </w:tcPr>
          <w:p w14:paraId="0CA9EFA6" w14:textId="77777777" w:rsidR="00A801F9" w:rsidRPr="005D3E43" w:rsidRDefault="00A801F9" w:rsidP="00A801F9">
            <w:pPr>
              <w:pStyle w:val="acctfourfigures"/>
              <w:tabs>
                <w:tab w:val="clear" w:pos="765"/>
                <w:tab w:val="decimal" w:pos="1041"/>
              </w:tabs>
              <w:spacing w:line="240" w:lineRule="atLeast"/>
              <w:ind w:left="-84" w:right="-95"/>
              <w:rPr>
                <w:b/>
                <w:bCs/>
                <w:sz w:val="14"/>
                <w:szCs w:val="12"/>
              </w:rPr>
            </w:pPr>
          </w:p>
        </w:tc>
      </w:tr>
      <w:tr w:rsidR="00A801F9" w:rsidRPr="005D3E43" w14:paraId="514A5D13" w14:textId="77777777" w:rsidTr="00A801F9">
        <w:trPr>
          <w:cantSplit/>
        </w:trPr>
        <w:tc>
          <w:tcPr>
            <w:tcW w:w="3816" w:type="dxa"/>
          </w:tcPr>
          <w:p w14:paraId="465177FF" w14:textId="77777777" w:rsidR="00A801F9" w:rsidRPr="005D3E43" w:rsidRDefault="00A801F9" w:rsidP="00A801F9">
            <w:pPr>
              <w:spacing w:line="240" w:lineRule="atLeast"/>
            </w:pPr>
            <w:r w:rsidRPr="005D3E43">
              <w:rPr>
                <w:b/>
                <w:bCs/>
                <w:i/>
                <w:iCs/>
                <w:szCs w:val="22"/>
                <w:lang w:val="en-US"/>
              </w:rPr>
              <w:t>Other payables</w:t>
            </w:r>
          </w:p>
        </w:tc>
        <w:tc>
          <w:tcPr>
            <w:tcW w:w="1323" w:type="dxa"/>
          </w:tcPr>
          <w:p w14:paraId="3E755092" w14:textId="77777777" w:rsidR="00A801F9" w:rsidRPr="005D3E43" w:rsidRDefault="00A801F9" w:rsidP="00A801F9">
            <w:pPr>
              <w:pStyle w:val="acctfourfigures"/>
              <w:tabs>
                <w:tab w:val="clear" w:pos="765"/>
                <w:tab w:val="decimal" w:pos="1041"/>
              </w:tabs>
              <w:spacing w:line="240" w:lineRule="atLeast"/>
              <w:ind w:left="-84" w:right="-95"/>
            </w:pPr>
          </w:p>
        </w:tc>
        <w:tc>
          <w:tcPr>
            <w:tcW w:w="220" w:type="dxa"/>
          </w:tcPr>
          <w:p w14:paraId="35A0D033" w14:textId="77777777" w:rsidR="00A801F9" w:rsidRPr="005D3E43" w:rsidRDefault="00A801F9" w:rsidP="00A801F9">
            <w:pPr>
              <w:pStyle w:val="acctfourfigures"/>
              <w:tabs>
                <w:tab w:val="clear" w:pos="765"/>
                <w:tab w:val="decimal" w:pos="1041"/>
              </w:tabs>
              <w:spacing w:line="240" w:lineRule="atLeast"/>
              <w:ind w:left="-84" w:right="-95"/>
            </w:pPr>
          </w:p>
        </w:tc>
        <w:tc>
          <w:tcPr>
            <w:tcW w:w="1257" w:type="dxa"/>
          </w:tcPr>
          <w:p w14:paraId="7560023A" w14:textId="77777777" w:rsidR="00A801F9" w:rsidRPr="005D3E43" w:rsidRDefault="00A801F9" w:rsidP="00A801F9">
            <w:pPr>
              <w:pStyle w:val="acctfourfigures"/>
              <w:tabs>
                <w:tab w:val="clear" w:pos="765"/>
                <w:tab w:val="decimal" w:pos="1041"/>
              </w:tabs>
              <w:spacing w:line="240" w:lineRule="atLeast"/>
              <w:ind w:left="-84" w:right="-95"/>
            </w:pPr>
          </w:p>
        </w:tc>
        <w:tc>
          <w:tcPr>
            <w:tcW w:w="220" w:type="dxa"/>
          </w:tcPr>
          <w:p w14:paraId="7F4252C4" w14:textId="77777777" w:rsidR="00A801F9" w:rsidRPr="005D3E43" w:rsidRDefault="00A801F9" w:rsidP="00A801F9">
            <w:pPr>
              <w:pStyle w:val="acctfourfigures"/>
              <w:tabs>
                <w:tab w:val="clear" w:pos="765"/>
                <w:tab w:val="decimal" w:pos="1041"/>
              </w:tabs>
              <w:spacing w:line="240" w:lineRule="atLeast"/>
              <w:ind w:left="-84" w:right="-95"/>
            </w:pPr>
          </w:p>
        </w:tc>
        <w:tc>
          <w:tcPr>
            <w:tcW w:w="1300" w:type="dxa"/>
          </w:tcPr>
          <w:p w14:paraId="2E6E3864" w14:textId="77777777" w:rsidR="00A801F9" w:rsidRPr="005D3E43" w:rsidRDefault="00A801F9" w:rsidP="00A801F9">
            <w:pPr>
              <w:pStyle w:val="acctfourfigures"/>
              <w:tabs>
                <w:tab w:val="clear" w:pos="765"/>
                <w:tab w:val="decimal" w:pos="1041"/>
              </w:tabs>
              <w:spacing w:line="240" w:lineRule="atLeast"/>
              <w:ind w:left="-84" w:right="-95"/>
            </w:pPr>
          </w:p>
        </w:tc>
        <w:tc>
          <w:tcPr>
            <w:tcW w:w="220" w:type="dxa"/>
          </w:tcPr>
          <w:p w14:paraId="557632A9" w14:textId="77777777" w:rsidR="00A801F9" w:rsidRPr="005D3E43" w:rsidRDefault="00A801F9" w:rsidP="00A801F9">
            <w:pPr>
              <w:pStyle w:val="acctfourfigures"/>
              <w:tabs>
                <w:tab w:val="clear" w:pos="765"/>
                <w:tab w:val="decimal" w:pos="1041"/>
              </w:tabs>
              <w:spacing w:line="240" w:lineRule="atLeast"/>
              <w:ind w:left="-84" w:right="-95"/>
            </w:pPr>
          </w:p>
        </w:tc>
        <w:tc>
          <w:tcPr>
            <w:tcW w:w="1240" w:type="dxa"/>
          </w:tcPr>
          <w:p w14:paraId="32827189" w14:textId="77777777" w:rsidR="00A801F9" w:rsidRPr="005D3E43" w:rsidRDefault="00A801F9" w:rsidP="00A801F9">
            <w:pPr>
              <w:pStyle w:val="acctfourfigures"/>
              <w:tabs>
                <w:tab w:val="clear" w:pos="765"/>
                <w:tab w:val="decimal" w:pos="1041"/>
              </w:tabs>
              <w:spacing w:line="240" w:lineRule="atLeast"/>
              <w:ind w:left="-84" w:right="-95"/>
            </w:pPr>
          </w:p>
        </w:tc>
      </w:tr>
      <w:tr w:rsidR="00A801F9" w:rsidRPr="005D3E43" w14:paraId="3BEE0F9A" w14:textId="77777777" w:rsidTr="00A801F9">
        <w:trPr>
          <w:cantSplit/>
        </w:trPr>
        <w:tc>
          <w:tcPr>
            <w:tcW w:w="3816" w:type="dxa"/>
          </w:tcPr>
          <w:p w14:paraId="2CE1869C" w14:textId="77777777" w:rsidR="00A801F9" w:rsidRPr="005D3E43" w:rsidRDefault="00A801F9" w:rsidP="00A801F9">
            <w:pPr>
              <w:spacing w:line="240" w:lineRule="atLeast"/>
            </w:pPr>
            <w:r w:rsidRPr="005D3E43">
              <w:t>Ultimate parent company</w:t>
            </w:r>
          </w:p>
        </w:tc>
        <w:tc>
          <w:tcPr>
            <w:tcW w:w="1323" w:type="dxa"/>
          </w:tcPr>
          <w:p w14:paraId="62F5C6F1" w14:textId="53C8FC56" w:rsidR="00A801F9" w:rsidRPr="005D3E43" w:rsidRDefault="0006525E" w:rsidP="00A801F9">
            <w:pPr>
              <w:tabs>
                <w:tab w:val="decimal" w:pos="1041"/>
              </w:tabs>
              <w:ind w:left="-84" w:right="-95"/>
            </w:pPr>
            <w:r>
              <w:t>3,616</w:t>
            </w:r>
          </w:p>
        </w:tc>
        <w:tc>
          <w:tcPr>
            <w:tcW w:w="220" w:type="dxa"/>
          </w:tcPr>
          <w:p w14:paraId="09DDF534" w14:textId="77777777" w:rsidR="00A801F9" w:rsidRPr="005D3E43" w:rsidRDefault="00A801F9" w:rsidP="00A801F9">
            <w:pPr>
              <w:tabs>
                <w:tab w:val="decimal" w:pos="1041"/>
              </w:tabs>
              <w:ind w:left="-84" w:right="-95"/>
            </w:pPr>
          </w:p>
        </w:tc>
        <w:tc>
          <w:tcPr>
            <w:tcW w:w="1257" w:type="dxa"/>
          </w:tcPr>
          <w:p w14:paraId="231483B7" w14:textId="77777777" w:rsidR="00A801F9" w:rsidRPr="005D3E43" w:rsidRDefault="00A801F9" w:rsidP="00A801F9">
            <w:pPr>
              <w:tabs>
                <w:tab w:val="decimal" w:pos="762"/>
              </w:tabs>
              <w:ind w:left="-84" w:right="-95"/>
            </w:pPr>
            <w:r w:rsidRPr="005D3E43">
              <w:t>-</w:t>
            </w:r>
          </w:p>
        </w:tc>
        <w:tc>
          <w:tcPr>
            <w:tcW w:w="220" w:type="dxa"/>
          </w:tcPr>
          <w:p w14:paraId="650DC351" w14:textId="77777777" w:rsidR="00A801F9" w:rsidRPr="005D3E43" w:rsidRDefault="00A801F9" w:rsidP="00A801F9">
            <w:pPr>
              <w:tabs>
                <w:tab w:val="decimal" w:pos="1041"/>
              </w:tabs>
              <w:ind w:left="-84" w:right="-95"/>
            </w:pPr>
          </w:p>
        </w:tc>
        <w:tc>
          <w:tcPr>
            <w:tcW w:w="1300" w:type="dxa"/>
          </w:tcPr>
          <w:p w14:paraId="5C0AF156" w14:textId="7AC5C923" w:rsidR="00A801F9" w:rsidRPr="005D3E43" w:rsidRDefault="0006525E" w:rsidP="00A801F9">
            <w:pPr>
              <w:tabs>
                <w:tab w:val="decimal" w:pos="1041"/>
              </w:tabs>
              <w:ind w:left="-84" w:right="-95"/>
            </w:pPr>
            <w:r>
              <w:t>3,412</w:t>
            </w:r>
          </w:p>
        </w:tc>
        <w:tc>
          <w:tcPr>
            <w:tcW w:w="220" w:type="dxa"/>
          </w:tcPr>
          <w:p w14:paraId="2AD95433" w14:textId="77777777" w:rsidR="00A801F9" w:rsidRPr="005D3E43" w:rsidRDefault="00A801F9" w:rsidP="00A801F9">
            <w:pPr>
              <w:tabs>
                <w:tab w:val="decimal" w:pos="1041"/>
              </w:tabs>
              <w:ind w:left="-84" w:right="-95"/>
            </w:pPr>
          </w:p>
        </w:tc>
        <w:tc>
          <w:tcPr>
            <w:tcW w:w="1240" w:type="dxa"/>
          </w:tcPr>
          <w:p w14:paraId="6E7FE7D7" w14:textId="77777777" w:rsidR="00A801F9" w:rsidRPr="005D3E43" w:rsidRDefault="00A801F9" w:rsidP="00A801F9">
            <w:pPr>
              <w:tabs>
                <w:tab w:val="decimal" w:pos="697"/>
              </w:tabs>
              <w:ind w:left="-84" w:right="-95"/>
            </w:pPr>
            <w:r w:rsidRPr="005D3E43">
              <w:t>-</w:t>
            </w:r>
          </w:p>
        </w:tc>
      </w:tr>
      <w:tr w:rsidR="0006525E" w:rsidRPr="005D3E43" w14:paraId="2317B5DF" w14:textId="77777777" w:rsidTr="00A801F9">
        <w:trPr>
          <w:cantSplit/>
        </w:trPr>
        <w:tc>
          <w:tcPr>
            <w:tcW w:w="3816" w:type="dxa"/>
          </w:tcPr>
          <w:p w14:paraId="2A819826" w14:textId="6F0533E3" w:rsidR="0006525E" w:rsidRPr="005D3E43" w:rsidRDefault="0006525E" w:rsidP="00A801F9">
            <w:pPr>
              <w:spacing w:line="240" w:lineRule="atLeast"/>
            </w:pPr>
            <w:r w:rsidRPr="005D3E43">
              <w:t>Subsidiaries</w:t>
            </w:r>
          </w:p>
        </w:tc>
        <w:tc>
          <w:tcPr>
            <w:tcW w:w="1323" w:type="dxa"/>
          </w:tcPr>
          <w:p w14:paraId="48B6AE24" w14:textId="35A47B2F" w:rsidR="0006525E" w:rsidRDefault="0006525E" w:rsidP="0006525E">
            <w:pPr>
              <w:tabs>
                <w:tab w:val="decimal" w:pos="695"/>
              </w:tabs>
              <w:ind w:left="-84" w:right="-95"/>
            </w:pPr>
            <w:r>
              <w:t>-</w:t>
            </w:r>
          </w:p>
        </w:tc>
        <w:tc>
          <w:tcPr>
            <w:tcW w:w="220" w:type="dxa"/>
          </w:tcPr>
          <w:p w14:paraId="2343761E" w14:textId="77777777" w:rsidR="0006525E" w:rsidRPr="005D3E43" w:rsidRDefault="0006525E" w:rsidP="00A801F9">
            <w:pPr>
              <w:tabs>
                <w:tab w:val="decimal" w:pos="1041"/>
              </w:tabs>
              <w:ind w:left="-84" w:right="-95"/>
            </w:pPr>
          </w:p>
        </w:tc>
        <w:tc>
          <w:tcPr>
            <w:tcW w:w="1257" w:type="dxa"/>
          </w:tcPr>
          <w:p w14:paraId="6E172AF9" w14:textId="2805C205" w:rsidR="0006525E" w:rsidRPr="005D3E43" w:rsidRDefault="0006525E" w:rsidP="00A801F9">
            <w:pPr>
              <w:tabs>
                <w:tab w:val="decimal" w:pos="762"/>
              </w:tabs>
              <w:ind w:left="-84" w:right="-95"/>
            </w:pPr>
            <w:r>
              <w:t>-</w:t>
            </w:r>
          </w:p>
        </w:tc>
        <w:tc>
          <w:tcPr>
            <w:tcW w:w="220" w:type="dxa"/>
          </w:tcPr>
          <w:p w14:paraId="09D876A4" w14:textId="77777777" w:rsidR="0006525E" w:rsidRPr="005D3E43" w:rsidRDefault="0006525E" w:rsidP="00A801F9">
            <w:pPr>
              <w:tabs>
                <w:tab w:val="decimal" w:pos="1041"/>
              </w:tabs>
              <w:ind w:left="-84" w:right="-95"/>
            </w:pPr>
          </w:p>
        </w:tc>
        <w:tc>
          <w:tcPr>
            <w:tcW w:w="1300" w:type="dxa"/>
          </w:tcPr>
          <w:p w14:paraId="504C1F82" w14:textId="05B79716" w:rsidR="0006525E" w:rsidRPr="005D3E43" w:rsidRDefault="0006525E" w:rsidP="00A801F9">
            <w:pPr>
              <w:tabs>
                <w:tab w:val="decimal" w:pos="1041"/>
              </w:tabs>
              <w:ind w:left="-84" w:right="-95"/>
            </w:pPr>
            <w:r>
              <w:t>22</w:t>
            </w:r>
          </w:p>
        </w:tc>
        <w:tc>
          <w:tcPr>
            <w:tcW w:w="220" w:type="dxa"/>
          </w:tcPr>
          <w:p w14:paraId="1361A555" w14:textId="77777777" w:rsidR="0006525E" w:rsidRPr="005D3E43" w:rsidRDefault="0006525E" w:rsidP="00A801F9">
            <w:pPr>
              <w:tabs>
                <w:tab w:val="decimal" w:pos="1041"/>
              </w:tabs>
              <w:ind w:left="-84" w:right="-95"/>
            </w:pPr>
          </w:p>
        </w:tc>
        <w:tc>
          <w:tcPr>
            <w:tcW w:w="1240" w:type="dxa"/>
          </w:tcPr>
          <w:p w14:paraId="24105EF5" w14:textId="7381883A" w:rsidR="0006525E" w:rsidRPr="005D3E43" w:rsidRDefault="0006525E" w:rsidP="00A801F9">
            <w:pPr>
              <w:tabs>
                <w:tab w:val="decimal" w:pos="697"/>
              </w:tabs>
              <w:ind w:left="-84" w:right="-95"/>
            </w:pPr>
            <w:r>
              <w:t>-</w:t>
            </w:r>
          </w:p>
        </w:tc>
      </w:tr>
      <w:tr w:rsidR="00A801F9" w:rsidRPr="005D3E43" w14:paraId="16326938" w14:textId="77777777" w:rsidTr="00A801F9">
        <w:trPr>
          <w:cantSplit/>
        </w:trPr>
        <w:tc>
          <w:tcPr>
            <w:tcW w:w="3816" w:type="dxa"/>
          </w:tcPr>
          <w:p w14:paraId="36D96162" w14:textId="561CABD4" w:rsidR="00A801F9" w:rsidRPr="005D3E43" w:rsidRDefault="00A801F9" w:rsidP="00A801F9">
            <w:pPr>
              <w:spacing w:line="240" w:lineRule="atLeast"/>
            </w:pPr>
            <w:r w:rsidRPr="005D3E43">
              <w:t>Associates</w:t>
            </w:r>
          </w:p>
        </w:tc>
        <w:tc>
          <w:tcPr>
            <w:tcW w:w="1323" w:type="dxa"/>
          </w:tcPr>
          <w:p w14:paraId="4C79CFA8" w14:textId="0BE377A0" w:rsidR="00A801F9" w:rsidRPr="005D3E43" w:rsidRDefault="0006525E" w:rsidP="0006525E">
            <w:pPr>
              <w:tabs>
                <w:tab w:val="decimal" w:pos="1055"/>
              </w:tabs>
              <w:ind w:left="-84" w:right="-95"/>
            </w:pPr>
            <w:r>
              <w:t>4,500</w:t>
            </w:r>
          </w:p>
        </w:tc>
        <w:tc>
          <w:tcPr>
            <w:tcW w:w="220" w:type="dxa"/>
          </w:tcPr>
          <w:p w14:paraId="78203ED0" w14:textId="77777777" w:rsidR="00A801F9" w:rsidRPr="005D3E43" w:rsidRDefault="00A801F9" w:rsidP="00A801F9">
            <w:pPr>
              <w:tabs>
                <w:tab w:val="decimal" w:pos="1041"/>
              </w:tabs>
              <w:ind w:left="-84" w:right="-95"/>
            </w:pPr>
          </w:p>
        </w:tc>
        <w:tc>
          <w:tcPr>
            <w:tcW w:w="1257" w:type="dxa"/>
          </w:tcPr>
          <w:p w14:paraId="0816A927" w14:textId="77777777" w:rsidR="00A801F9" w:rsidRPr="005D3E43" w:rsidRDefault="00A801F9" w:rsidP="00A801F9">
            <w:pPr>
              <w:tabs>
                <w:tab w:val="decimal" w:pos="1041"/>
              </w:tabs>
              <w:ind w:left="-84" w:right="-95"/>
            </w:pPr>
            <w:r w:rsidRPr="005D3E43">
              <w:t>33,753</w:t>
            </w:r>
          </w:p>
        </w:tc>
        <w:tc>
          <w:tcPr>
            <w:tcW w:w="220" w:type="dxa"/>
          </w:tcPr>
          <w:p w14:paraId="6863ECBF" w14:textId="77777777" w:rsidR="00A801F9" w:rsidRPr="005D3E43" w:rsidRDefault="00A801F9" w:rsidP="00A801F9">
            <w:pPr>
              <w:tabs>
                <w:tab w:val="decimal" w:pos="1041"/>
              </w:tabs>
              <w:ind w:left="-84" w:right="-95"/>
            </w:pPr>
          </w:p>
        </w:tc>
        <w:tc>
          <w:tcPr>
            <w:tcW w:w="1300" w:type="dxa"/>
          </w:tcPr>
          <w:p w14:paraId="5C7E4256" w14:textId="13F5F702" w:rsidR="00A801F9" w:rsidRPr="005D3E43" w:rsidRDefault="0006525E" w:rsidP="0006525E">
            <w:pPr>
              <w:tabs>
                <w:tab w:val="decimal" w:pos="1007"/>
              </w:tabs>
              <w:ind w:left="-84" w:right="-95"/>
            </w:pPr>
            <w:r>
              <w:t xml:space="preserve">  4,500</w:t>
            </w:r>
          </w:p>
        </w:tc>
        <w:tc>
          <w:tcPr>
            <w:tcW w:w="220" w:type="dxa"/>
          </w:tcPr>
          <w:p w14:paraId="72C3CD1B" w14:textId="77777777" w:rsidR="00A801F9" w:rsidRPr="005D3E43" w:rsidRDefault="00A801F9" w:rsidP="00A801F9">
            <w:pPr>
              <w:tabs>
                <w:tab w:val="decimal" w:pos="1041"/>
              </w:tabs>
              <w:ind w:left="-84" w:right="-95"/>
            </w:pPr>
          </w:p>
        </w:tc>
        <w:tc>
          <w:tcPr>
            <w:tcW w:w="1240" w:type="dxa"/>
          </w:tcPr>
          <w:p w14:paraId="5CA08C47" w14:textId="77777777" w:rsidR="00A801F9" w:rsidRPr="005D3E43" w:rsidRDefault="00A801F9" w:rsidP="00A801F9">
            <w:pPr>
              <w:tabs>
                <w:tab w:val="decimal" w:pos="697"/>
              </w:tabs>
              <w:ind w:left="-84" w:right="-95"/>
            </w:pPr>
            <w:r w:rsidRPr="005D3E43">
              <w:t>-</w:t>
            </w:r>
          </w:p>
        </w:tc>
      </w:tr>
      <w:tr w:rsidR="0006525E" w:rsidRPr="005D3E43" w14:paraId="31F86BBD" w14:textId="77777777" w:rsidTr="00A801F9">
        <w:trPr>
          <w:cantSplit/>
        </w:trPr>
        <w:tc>
          <w:tcPr>
            <w:tcW w:w="3816" w:type="dxa"/>
          </w:tcPr>
          <w:p w14:paraId="26FB52A0" w14:textId="77777777" w:rsidR="0006525E" w:rsidRPr="005D3E43" w:rsidRDefault="0006525E" w:rsidP="0006525E">
            <w:pPr>
              <w:spacing w:line="240" w:lineRule="atLeast"/>
            </w:pPr>
            <w:r w:rsidRPr="005D3E43">
              <w:t>Other related parties</w:t>
            </w:r>
          </w:p>
        </w:tc>
        <w:tc>
          <w:tcPr>
            <w:tcW w:w="1323" w:type="dxa"/>
          </w:tcPr>
          <w:p w14:paraId="129D9055" w14:textId="11F7190C" w:rsidR="0006525E" w:rsidRPr="005D3E43" w:rsidRDefault="0006525E" w:rsidP="0006525E">
            <w:pPr>
              <w:tabs>
                <w:tab w:val="decimal" w:pos="1055"/>
              </w:tabs>
              <w:ind w:left="-84" w:right="-95"/>
            </w:pPr>
            <w:r>
              <w:t>1,022</w:t>
            </w:r>
          </w:p>
        </w:tc>
        <w:tc>
          <w:tcPr>
            <w:tcW w:w="220" w:type="dxa"/>
          </w:tcPr>
          <w:p w14:paraId="41B6B5F1" w14:textId="77777777" w:rsidR="0006525E" w:rsidRPr="005D3E43" w:rsidRDefault="0006525E" w:rsidP="0006525E">
            <w:pPr>
              <w:tabs>
                <w:tab w:val="decimal" w:pos="1041"/>
              </w:tabs>
              <w:ind w:left="-84" w:right="-95"/>
            </w:pPr>
          </w:p>
        </w:tc>
        <w:tc>
          <w:tcPr>
            <w:tcW w:w="1257" w:type="dxa"/>
          </w:tcPr>
          <w:p w14:paraId="196EA6B6" w14:textId="77777777" w:rsidR="0006525E" w:rsidRPr="005D3E43" w:rsidRDefault="0006525E" w:rsidP="0006525E">
            <w:pPr>
              <w:tabs>
                <w:tab w:val="decimal" w:pos="1041"/>
              </w:tabs>
              <w:ind w:left="-84" w:right="-95"/>
            </w:pPr>
            <w:r w:rsidRPr="005D3E43">
              <w:t>11,445</w:t>
            </w:r>
          </w:p>
        </w:tc>
        <w:tc>
          <w:tcPr>
            <w:tcW w:w="220" w:type="dxa"/>
          </w:tcPr>
          <w:p w14:paraId="44FE4485" w14:textId="77777777" w:rsidR="0006525E" w:rsidRPr="005D3E43" w:rsidRDefault="0006525E" w:rsidP="0006525E">
            <w:pPr>
              <w:tabs>
                <w:tab w:val="decimal" w:pos="1041"/>
              </w:tabs>
              <w:ind w:left="-84" w:right="-95"/>
            </w:pPr>
          </w:p>
        </w:tc>
        <w:tc>
          <w:tcPr>
            <w:tcW w:w="1300" w:type="dxa"/>
          </w:tcPr>
          <w:p w14:paraId="69978931" w14:textId="23EFC649" w:rsidR="0006525E" w:rsidRPr="005D3E43" w:rsidRDefault="0006525E" w:rsidP="0006525E">
            <w:pPr>
              <w:tabs>
                <w:tab w:val="decimal" w:pos="1041"/>
              </w:tabs>
              <w:ind w:left="-84" w:right="-95"/>
            </w:pPr>
            <w:r>
              <w:t>572</w:t>
            </w:r>
          </w:p>
        </w:tc>
        <w:tc>
          <w:tcPr>
            <w:tcW w:w="220" w:type="dxa"/>
          </w:tcPr>
          <w:p w14:paraId="757705B3" w14:textId="77777777" w:rsidR="0006525E" w:rsidRPr="005D3E43" w:rsidRDefault="0006525E" w:rsidP="0006525E">
            <w:pPr>
              <w:tabs>
                <w:tab w:val="decimal" w:pos="1041"/>
              </w:tabs>
              <w:ind w:left="-84" w:right="-95"/>
            </w:pPr>
          </w:p>
        </w:tc>
        <w:tc>
          <w:tcPr>
            <w:tcW w:w="1240" w:type="dxa"/>
          </w:tcPr>
          <w:p w14:paraId="72228941" w14:textId="77777777" w:rsidR="0006525E" w:rsidRPr="005D3E43" w:rsidRDefault="0006525E" w:rsidP="0006525E">
            <w:pPr>
              <w:tabs>
                <w:tab w:val="decimal" w:pos="1041"/>
              </w:tabs>
              <w:ind w:left="-84" w:right="-95"/>
            </w:pPr>
            <w:r w:rsidRPr="005D3E43">
              <w:t>11,372</w:t>
            </w:r>
          </w:p>
        </w:tc>
      </w:tr>
      <w:tr w:rsidR="0006525E" w:rsidRPr="005D3E43" w14:paraId="5AC83019" w14:textId="77777777" w:rsidTr="00A801F9">
        <w:trPr>
          <w:cantSplit/>
        </w:trPr>
        <w:tc>
          <w:tcPr>
            <w:tcW w:w="3816" w:type="dxa"/>
          </w:tcPr>
          <w:p w14:paraId="224A0582" w14:textId="77777777" w:rsidR="0006525E" w:rsidRPr="005D3E43" w:rsidRDefault="0006525E" w:rsidP="0006525E">
            <w:pPr>
              <w:spacing w:line="240" w:lineRule="atLeast"/>
              <w:rPr>
                <w:b/>
                <w:bCs/>
              </w:rPr>
            </w:pPr>
            <w:r w:rsidRPr="005D3E43">
              <w:rPr>
                <w:b/>
                <w:bCs/>
              </w:rPr>
              <w:t>Total</w:t>
            </w:r>
          </w:p>
        </w:tc>
        <w:tc>
          <w:tcPr>
            <w:tcW w:w="1323" w:type="dxa"/>
            <w:tcBorders>
              <w:top w:val="single" w:sz="4" w:space="0" w:color="auto"/>
              <w:bottom w:val="double" w:sz="4" w:space="0" w:color="auto"/>
            </w:tcBorders>
          </w:tcPr>
          <w:p w14:paraId="0CC20985" w14:textId="12926420" w:rsidR="0006525E" w:rsidRPr="005D3E43" w:rsidRDefault="0006525E" w:rsidP="0006525E">
            <w:pPr>
              <w:tabs>
                <w:tab w:val="decimal" w:pos="1041"/>
              </w:tabs>
              <w:ind w:left="-84" w:right="-95"/>
              <w:rPr>
                <w:b/>
                <w:bCs/>
              </w:rPr>
            </w:pPr>
            <w:r>
              <w:rPr>
                <w:b/>
                <w:bCs/>
              </w:rPr>
              <w:t>9,138</w:t>
            </w:r>
          </w:p>
        </w:tc>
        <w:tc>
          <w:tcPr>
            <w:tcW w:w="220" w:type="dxa"/>
          </w:tcPr>
          <w:p w14:paraId="0AF3FD20" w14:textId="77777777" w:rsidR="0006525E" w:rsidRPr="005D3E43" w:rsidRDefault="0006525E" w:rsidP="0006525E">
            <w:pPr>
              <w:tabs>
                <w:tab w:val="decimal" w:pos="1041"/>
              </w:tabs>
              <w:ind w:left="-84" w:right="-95"/>
              <w:rPr>
                <w:b/>
                <w:bCs/>
              </w:rPr>
            </w:pPr>
          </w:p>
        </w:tc>
        <w:tc>
          <w:tcPr>
            <w:tcW w:w="1257" w:type="dxa"/>
            <w:tcBorders>
              <w:top w:val="single" w:sz="4" w:space="0" w:color="auto"/>
              <w:bottom w:val="double" w:sz="4" w:space="0" w:color="auto"/>
            </w:tcBorders>
          </w:tcPr>
          <w:p w14:paraId="4D4264E1" w14:textId="77777777" w:rsidR="0006525E" w:rsidRPr="005D3E43" w:rsidRDefault="0006525E" w:rsidP="0006525E">
            <w:pPr>
              <w:tabs>
                <w:tab w:val="decimal" w:pos="1041"/>
              </w:tabs>
              <w:ind w:left="-84" w:right="-95"/>
              <w:rPr>
                <w:b/>
                <w:bCs/>
              </w:rPr>
            </w:pPr>
            <w:r w:rsidRPr="005D3E43">
              <w:rPr>
                <w:b/>
                <w:bCs/>
              </w:rPr>
              <w:t>45,198</w:t>
            </w:r>
          </w:p>
        </w:tc>
        <w:tc>
          <w:tcPr>
            <w:tcW w:w="220" w:type="dxa"/>
          </w:tcPr>
          <w:p w14:paraId="0724E4AF" w14:textId="77777777" w:rsidR="0006525E" w:rsidRPr="005D3E43" w:rsidRDefault="0006525E" w:rsidP="0006525E">
            <w:pPr>
              <w:tabs>
                <w:tab w:val="decimal" w:pos="1041"/>
              </w:tabs>
              <w:ind w:left="-84" w:right="-95"/>
              <w:rPr>
                <w:b/>
                <w:bCs/>
              </w:rPr>
            </w:pPr>
          </w:p>
        </w:tc>
        <w:tc>
          <w:tcPr>
            <w:tcW w:w="1300" w:type="dxa"/>
            <w:tcBorders>
              <w:top w:val="single" w:sz="4" w:space="0" w:color="auto"/>
              <w:bottom w:val="double" w:sz="4" w:space="0" w:color="auto"/>
            </w:tcBorders>
          </w:tcPr>
          <w:p w14:paraId="2D65B1FE" w14:textId="6D409D1F" w:rsidR="0006525E" w:rsidRPr="005D3E43" w:rsidRDefault="00015DB5" w:rsidP="0006525E">
            <w:pPr>
              <w:tabs>
                <w:tab w:val="decimal" w:pos="1041"/>
              </w:tabs>
              <w:ind w:left="-84" w:right="-95"/>
              <w:rPr>
                <w:b/>
                <w:bCs/>
              </w:rPr>
            </w:pPr>
            <w:r>
              <w:rPr>
                <w:b/>
                <w:bCs/>
              </w:rPr>
              <w:t>8</w:t>
            </w:r>
            <w:r w:rsidR="0006525E">
              <w:rPr>
                <w:b/>
                <w:bCs/>
              </w:rPr>
              <w:t>,</w:t>
            </w:r>
            <w:r>
              <w:rPr>
                <w:b/>
                <w:bCs/>
              </w:rPr>
              <w:t>506</w:t>
            </w:r>
          </w:p>
        </w:tc>
        <w:tc>
          <w:tcPr>
            <w:tcW w:w="220" w:type="dxa"/>
          </w:tcPr>
          <w:p w14:paraId="316A1B64" w14:textId="77777777" w:rsidR="0006525E" w:rsidRPr="005D3E43" w:rsidRDefault="0006525E" w:rsidP="0006525E">
            <w:pPr>
              <w:tabs>
                <w:tab w:val="decimal" w:pos="1041"/>
              </w:tabs>
              <w:ind w:left="-84" w:right="-95"/>
              <w:rPr>
                <w:b/>
                <w:bCs/>
              </w:rPr>
            </w:pPr>
          </w:p>
        </w:tc>
        <w:tc>
          <w:tcPr>
            <w:tcW w:w="1240" w:type="dxa"/>
            <w:tcBorders>
              <w:top w:val="single" w:sz="4" w:space="0" w:color="auto"/>
              <w:bottom w:val="double" w:sz="4" w:space="0" w:color="auto"/>
            </w:tcBorders>
          </w:tcPr>
          <w:p w14:paraId="4EA9950F" w14:textId="77777777" w:rsidR="0006525E" w:rsidRPr="005D3E43" w:rsidRDefault="0006525E" w:rsidP="0006525E">
            <w:pPr>
              <w:tabs>
                <w:tab w:val="decimal" w:pos="1041"/>
              </w:tabs>
              <w:ind w:left="-84" w:right="-95"/>
              <w:rPr>
                <w:b/>
                <w:bCs/>
              </w:rPr>
            </w:pPr>
            <w:r w:rsidRPr="005D3E43">
              <w:rPr>
                <w:b/>
                <w:bCs/>
              </w:rPr>
              <w:t>11,372</w:t>
            </w:r>
          </w:p>
        </w:tc>
      </w:tr>
      <w:tr w:rsidR="0006525E" w:rsidRPr="005D3E43" w14:paraId="0A681A28" w14:textId="77777777" w:rsidTr="00A801F9">
        <w:trPr>
          <w:cantSplit/>
        </w:trPr>
        <w:tc>
          <w:tcPr>
            <w:tcW w:w="3816" w:type="dxa"/>
          </w:tcPr>
          <w:p w14:paraId="4CEA0C24" w14:textId="77777777" w:rsidR="0006525E" w:rsidRPr="005D3E43" w:rsidRDefault="0006525E" w:rsidP="0006525E">
            <w:pPr>
              <w:spacing w:line="240" w:lineRule="atLeast"/>
              <w:rPr>
                <w:b/>
                <w:bCs/>
                <w:sz w:val="14"/>
                <w:szCs w:val="12"/>
              </w:rPr>
            </w:pPr>
          </w:p>
        </w:tc>
        <w:tc>
          <w:tcPr>
            <w:tcW w:w="1323" w:type="dxa"/>
            <w:tcBorders>
              <w:top w:val="double" w:sz="4" w:space="0" w:color="auto"/>
            </w:tcBorders>
          </w:tcPr>
          <w:p w14:paraId="49E0B1D8" w14:textId="77777777" w:rsidR="0006525E" w:rsidRPr="005D3E43" w:rsidRDefault="0006525E" w:rsidP="0006525E">
            <w:pPr>
              <w:pStyle w:val="acctfourfigures"/>
              <w:tabs>
                <w:tab w:val="clear" w:pos="765"/>
                <w:tab w:val="decimal" w:pos="1041"/>
              </w:tabs>
              <w:spacing w:line="240" w:lineRule="atLeast"/>
              <w:ind w:left="-84" w:right="-95"/>
              <w:rPr>
                <w:b/>
                <w:bCs/>
                <w:sz w:val="14"/>
                <w:szCs w:val="12"/>
              </w:rPr>
            </w:pPr>
          </w:p>
        </w:tc>
        <w:tc>
          <w:tcPr>
            <w:tcW w:w="220" w:type="dxa"/>
          </w:tcPr>
          <w:p w14:paraId="4C139378" w14:textId="77777777" w:rsidR="0006525E" w:rsidRPr="005D3E43" w:rsidRDefault="0006525E" w:rsidP="0006525E">
            <w:pPr>
              <w:pStyle w:val="acctfourfigures"/>
              <w:tabs>
                <w:tab w:val="clear" w:pos="765"/>
                <w:tab w:val="decimal" w:pos="1041"/>
              </w:tabs>
              <w:spacing w:line="240" w:lineRule="atLeast"/>
              <w:ind w:left="-84" w:right="-95"/>
              <w:rPr>
                <w:b/>
                <w:bCs/>
                <w:sz w:val="14"/>
                <w:szCs w:val="12"/>
              </w:rPr>
            </w:pPr>
          </w:p>
        </w:tc>
        <w:tc>
          <w:tcPr>
            <w:tcW w:w="1257" w:type="dxa"/>
            <w:tcBorders>
              <w:top w:val="double" w:sz="4" w:space="0" w:color="auto"/>
            </w:tcBorders>
          </w:tcPr>
          <w:p w14:paraId="260D40EE" w14:textId="77777777" w:rsidR="0006525E" w:rsidRPr="005D3E43" w:rsidRDefault="0006525E" w:rsidP="0006525E">
            <w:pPr>
              <w:pStyle w:val="acctfourfigures"/>
              <w:tabs>
                <w:tab w:val="clear" w:pos="765"/>
                <w:tab w:val="decimal" w:pos="1041"/>
              </w:tabs>
              <w:spacing w:line="240" w:lineRule="atLeast"/>
              <w:ind w:left="-84" w:right="-95"/>
              <w:rPr>
                <w:b/>
                <w:bCs/>
                <w:sz w:val="14"/>
                <w:szCs w:val="12"/>
              </w:rPr>
            </w:pPr>
          </w:p>
        </w:tc>
        <w:tc>
          <w:tcPr>
            <w:tcW w:w="220" w:type="dxa"/>
          </w:tcPr>
          <w:p w14:paraId="6580B83C" w14:textId="77777777" w:rsidR="0006525E" w:rsidRPr="005D3E43" w:rsidRDefault="0006525E" w:rsidP="0006525E">
            <w:pPr>
              <w:pStyle w:val="acctfourfigures"/>
              <w:tabs>
                <w:tab w:val="clear" w:pos="765"/>
                <w:tab w:val="decimal" w:pos="1041"/>
              </w:tabs>
              <w:spacing w:line="240" w:lineRule="atLeast"/>
              <w:ind w:left="-84" w:right="-95"/>
              <w:rPr>
                <w:b/>
                <w:bCs/>
                <w:sz w:val="14"/>
                <w:szCs w:val="12"/>
              </w:rPr>
            </w:pPr>
          </w:p>
        </w:tc>
        <w:tc>
          <w:tcPr>
            <w:tcW w:w="1300" w:type="dxa"/>
            <w:tcBorders>
              <w:top w:val="double" w:sz="4" w:space="0" w:color="auto"/>
            </w:tcBorders>
          </w:tcPr>
          <w:p w14:paraId="1628C478" w14:textId="77777777" w:rsidR="0006525E" w:rsidRPr="005D3E43" w:rsidRDefault="0006525E" w:rsidP="0006525E">
            <w:pPr>
              <w:pStyle w:val="acctfourfigures"/>
              <w:tabs>
                <w:tab w:val="clear" w:pos="765"/>
                <w:tab w:val="decimal" w:pos="1041"/>
              </w:tabs>
              <w:spacing w:line="240" w:lineRule="atLeast"/>
              <w:ind w:left="-84" w:right="-95"/>
              <w:rPr>
                <w:b/>
                <w:bCs/>
                <w:sz w:val="14"/>
                <w:szCs w:val="12"/>
              </w:rPr>
            </w:pPr>
          </w:p>
        </w:tc>
        <w:tc>
          <w:tcPr>
            <w:tcW w:w="220" w:type="dxa"/>
          </w:tcPr>
          <w:p w14:paraId="3505EDEF" w14:textId="77777777" w:rsidR="0006525E" w:rsidRPr="005D3E43" w:rsidRDefault="0006525E" w:rsidP="0006525E">
            <w:pPr>
              <w:pStyle w:val="acctfourfigures"/>
              <w:tabs>
                <w:tab w:val="clear" w:pos="765"/>
                <w:tab w:val="decimal" w:pos="1041"/>
              </w:tabs>
              <w:spacing w:line="240" w:lineRule="atLeast"/>
              <w:ind w:left="-84" w:right="-95"/>
              <w:rPr>
                <w:b/>
                <w:bCs/>
                <w:sz w:val="14"/>
                <w:szCs w:val="12"/>
              </w:rPr>
            </w:pPr>
          </w:p>
        </w:tc>
        <w:tc>
          <w:tcPr>
            <w:tcW w:w="1240" w:type="dxa"/>
            <w:tcBorders>
              <w:top w:val="double" w:sz="4" w:space="0" w:color="auto"/>
            </w:tcBorders>
          </w:tcPr>
          <w:p w14:paraId="3F85C876" w14:textId="77777777" w:rsidR="0006525E" w:rsidRPr="005D3E43" w:rsidRDefault="0006525E" w:rsidP="0006525E">
            <w:pPr>
              <w:pStyle w:val="acctfourfigures"/>
              <w:tabs>
                <w:tab w:val="clear" w:pos="765"/>
                <w:tab w:val="decimal" w:pos="1041"/>
              </w:tabs>
              <w:spacing w:line="240" w:lineRule="atLeast"/>
              <w:ind w:left="-84" w:right="-95"/>
              <w:rPr>
                <w:b/>
                <w:bCs/>
                <w:sz w:val="14"/>
                <w:szCs w:val="12"/>
              </w:rPr>
            </w:pPr>
          </w:p>
        </w:tc>
      </w:tr>
      <w:tr w:rsidR="0006525E" w:rsidRPr="005D3E43" w14:paraId="41DCF7C4" w14:textId="77777777" w:rsidTr="00A801F9">
        <w:trPr>
          <w:cantSplit/>
        </w:trPr>
        <w:tc>
          <w:tcPr>
            <w:tcW w:w="3816" w:type="dxa"/>
          </w:tcPr>
          <w:p w14:paraId="3EB92CF8" w14:textId="77777777" w:rsidR="0006525E" w:rsidRPr="005D3E43" w:rsidRDefault="0006525E" w:rsidP="0006525E">
            <w:pPr>
              <w:spacing w:line="240" w:lineRule="atLeast"/>
              <w:rPr>
                <w:b/>
                <w:bCs/>
              </w:rPr>
            </w:pPr>
            <w:r w:rsidRPr="005D3E43">
              <w:rPr>
                <w:b/>
                <w:bCs/>
                <w:i/>
                <w:iCs/>
                <w:szCs w:val="22"/>
                <w:lang w:val="en-US"/>
              </w:rPr>
              <w:t>Retention payable</w:t>
            </w:r>
          </w:p>
        </w:tc>
        <w:tc>
          <w:tcPr>
            <w:tcW w:w="1323" w:type="dxa"/>
          </w:tcPr>
          <w:p w14:paraId="60FEF3CB" w14:textId="77777777" w:rsidR="0006525E" w:rsidRPr="005D3E43" w:rsidRDefault="0006525E" w:rsidP="0006525E">
            <w:pPr>
              <w:pStyle w:val="acctfourfigures"/>
              <w:tabs>
                <w:tab w:val="clear" w:pos="765"/>
                <w:tab w:val="decimal" w:pos="1041"/>
              </w:tabs>
              <w:spacing w:line="240" w:lineRule="atLeast"/>
              <w:ind w:left="-84" w:right="-95"/>
              <w:rPr>
                <w:b/>
                <w:bCs/>
              </w:rPr>
            </w:pPr>
          </w:p>
        </w:tc>
        <w:tc>
          <w:tcPr>
            <w:tcW w:w="220" w:type="dxa"/>
          </w:tcPr>
          <w:p w14:paraId="2FDB9A73" w14:textId="77777777" w:rsidR="0006525E" w:rsidRPr="005D3E43" w:rsidRDefault="0006525E" w:rsidP="0006525E">
            <w:pPr>
              <w:pStyle w:val="acctfourfigures"/>
              <w:tabs>
                <w:tab w:val="clear" w:pos="765"/>
                <w:tab w:val="decimal" w:pos="1041"/>
              </w:tabs>
              <w:spacing w:line="240" w:lineRule="atLeast"/>
              <w:ind w:left="-84" w:right="-95"/>
              <w:rPr>
                <w:b/>
                <w:bCs/>
              </w:rPr>
            </w:pPr>
          </w:p>
        </w:tc>
        <w:tc>
          <w:tcPr>
            <w:tcW w:w="1257" w:type="dxa"/>
          </w:tcPr>
          <w:p w14:paraId="16C0F03E" w14:textId="77777777" w:rsidR="0006525E" w:rsidRPr="005D3E43" w:rsidRDefault="0006525E" w:rsidP="0006525E">
            <w:pPr>
              <w:pStyle w:val="acctfourfigures"/>
              <w:tabs>
                <w:tab w:val="clear" w:pos="765"/>
                <w:tab w:val="decimal" w:pos="1041"/>
              </w:tabs>
              <w:spacing w:line="240" w:lineRule="atLeast"/>
              <w:ind w:left="-84" w:right="-95"/>
              <w:rPr>
                <w:b/>
                <w:bCs/>
              </w:rPr>
            </w:pPr>
          </w:p>
        </w:tc>
        <w:tc>
          <w:tcPr>
            <w:tcW w:w="220" w:type="dxa"/>
          </w:tcPr>
          <w:p w14:paraId="02CD326D" w14:textId="77777777" w:rsidR="0006525E" w:rsidRPr="005D3E43" w:rsidRDefault="0006525E" w:rsidP="0006525E">
            <w:pPr>
              <w:pStyle w:val="acctfourfigures"/>
              <w:tabs>
                <w:tab w:val="clear" w:pos="765"/>
                <w:tab w:val="decimal" w:pos="1041"/>
              </w:tabs>
              <w:spacing w:line="240" w:lineRule="atLeast"/>
              <w:ind w:left="-84" w:right="-95"/>
              <w:rPr>
                <w:b/>
                <w:bCs/>
              </w:rPr>
            </w:pPr>
          </w:p>
        </w:tc>
        <w:tc>
          <w:tcPr>
            <w:tcW w:w="1300" w:type="dxa"/>
          </w:tcPr>
          <w:p w14:paraId="1514200B" w14:textId="77777777" w:rsidR="0006525E" w:rsidRPr="005D3E43" w:rsidRDefault="0006525E" w:rsidP="0006525E">
            <w:pPr>
              <w:pStyle w:val="acctfourfigures"/>
              <w:tabs>
                <w:tab w:val="clear" w:pos="765"/>
                <w:tab w:val="decimal" w:pos="1041"/>
              </w:tabs>
              <w:spacing w:line="240" w:lineRule="atLeast"/>
              <w:ind w:left="-84" w:right="-95"/>
              <w:rPr>
                <w:b/>
                <w:bCs/>
              </w:rPr>
            </w:pPr>
          </w:p>
        </w:tc>
        <w:tc>
          <w:tcPr>
            <w:tcW w:w="220" w:type="dxa"/>
          </w:tcPr>
          <w:p w14:paraId="401E126D" w14:textId="77777777" w:rsidR="0006525E" w:rsidRPr="005D3E43" w:rsidRDefault="0006525E" w:rsidP="0006525E">
            <w:pPr>
              <w:pStyle w:val="acctfourfigures"/>
              <w:tabs>
                <w:tab w:val="clear" w:pos="765"/>
                <w:tab w:val="decimal" w:pos="1041"/>
              </w:tabs>
              <w:spacing w:line="240" w:lineRule="atLeast"/>
              <w:ind w:left="-84" w:right="-95"/>
              <w:rPr>
                <w:b/>
                <w:bCs/>
              </w:rPr>
            </w:pPr>
          </w:p>
        </w:tc>
        <w:tc>
          <w:tcPr>
            <w:tcW w:w="1240" w:type="dxa"/>
          </w:tcPr>
          <w:p w14:paraId="5CB5B491" w14:textId="77777777" w:rsidR="0006525E" w:rsidRPr="005D3E43" w:rsidRDefault="0006525E" w:rsidP="0006525E">
            <w:pPr>
              <w:pStyle w:val="acctfourfigures"/>
              <w:tabs>
                <w:tab w:val="clear" w:pos="765"/>
                <w:tab w:val="decimal" w:pos="1041"/>
              </w:tabs>
              <w:spacing w:line="240" w:lineRule="atLeast"/>
              <w:ind w:left="-84" w:right="-95"/>
              <w:rPr>
                <w:b/>
                <w:bCs/>
              </w:rPr>
            </w:pPr>
          </w:p>
        </w:tc>
      </w:tr>
      <w:tr w:rsidR="0006525E" w:rsidRPr="005D3E43" w14:paraId="18A81061" w14:textId="77777777" w:rsidTr="00A801F9">
        <w:trPr>
          <w:cantSplit/>
        </w:trPr>
        <w:tc>
          <w:tcPr>
            <w:tcW w:w="3816" w:type="dxa"/>
          </w:tcPr>
          <w:p w14:paraId="5519F2EB" w14:textId="77777777" w:rsidR="0006525E" w:rsidRPr="005D3E43" w:rsidRDefault="0006525E" w:rsidP="0006525E">
            <w:pPr>
              <w:spacing w:line="240" w:lineRule="atLeast"/>
            </w:pPr>
            <w:r w:rsidRPr="005D3E43">
              <w:t>Other related parties</w:t>
            </w:r>
          </w:p>
        </w:tc>
        <w:tc>
          <w:tcPr>
            <w:tcW w:w="1323" w:type="dxa"/>
            <w:tcBorders>
              <w:bottom w:val="double" w:sz="4" w:space="0" w:color="auto"/>
            </w:tcBorders>
          </w:tcPr>
          <w:p w14:paraId="5F88FD9B" w14:textId="6DD68F38" w:rsidR="0006525E" w:rsidRPr="005D3E43" w:rsidRDefault="0006525E" w:rsidP="0006525E">
            <w:pPr>
              <w:tabs>
                <w:tab w:val="decimal" w:pos="1041"/>
              </w:tabs>
              <w:ind w:left="-84" w:right="-95"/>
              <w:rPr>
                <w:b/>
                <w:bCs/>
              </w:rPr>
            </w:pPr>
            <w:r>
              <w:rPr>
                <w:b/>
                <w:bCs/>
              </w:rPr>
              <w:t>41,840</w:t>
            </w:r>
          </w:p>
        </w:tc>
        <w:tc>
          <w:tcPr>
            <w:tcW w:w="220" w:type="dxa"/>
          </w:tcPr>
          <w:p w14:paraId="25761427" w14:textId="77777777" w:rsidR="0006525E" w:rsidRPr="005D3E43" w:rsidRDefault="0006525E" w:rsidP="0006525E">
            <w:pPr>
              <w:tabs>
                <w:tab w:val="decimal" w:pos="1041"/>
              </w:tabs>
              <w:ind w:left="-84" w:right="-95"/>
              <w:rPr>
                <w:b/>
                <w:bCs/>
              </w:rPr>
            </w:pPr>
          </w:p>
        </w:tc>
        <w:tc>
          <w:tcPr>
            <w:tcW w:w="1257" w:type="dxa"/>
            <w:tcBorders>
              <w:bottom w:val="double" w:sz="4" w:space="0" w:color="auto"/>
            </w:tcBorders>
          </w:tcPr>
          <w:p w14:paraId="3DEFE4C6" w14:textId="77777777" w:rsidR="0006525E" w:rsidRPr="005D3E43" w:rsidRDefault="0006525E" w:rsidP="0006525E">
            <w:pPr>
              <w:tabs>
                <w:tab w:val="decimal" w:pos="1041"/>
              </w:tabs>
              <w:ind w:left="-84" w:right="-95"/>
              <w:rPr>
                <w:b/>
                <w:bCs/>
              </w:rPr>
            </w:pPr>
            <w:r w:rsidRPr="005D3E43">
              <w:rPr>
                <w:b/>
                <w:bCs/>
              </w:rPr>
              <w:t>42,293</w:t>
            </w:r>
          </w:p>
        </w:tc>
        <w:tc>
          <w:tcPr>
            <w:tcW w:w="220" w:type="dxa"/>
          </w:tcPr>
          <w:p w14:paraId="37285A25" w14:textId="77777777" w:rsidR="0006525E" w:rsidRPr="005D3E43" w:rsidRDefault="0006525E" w:rsidP="0006525E">
            <w:pPr>
              <w:tabs>
                <w:tab w:val="decimal" w:pos="1041"/>
              </w:tabs>
              <w:ind w:left="-84" w:right="-95"/>
              <w:rPr>
                <w:b/>
                <w:bCs/>
              </w:rPr>
            </w:pPr>
          </w:p>
        </w:tc>
        <w:tc>
          <w:tcPr>
            <w:tcW w:w="1300" w:type="dxa"/>
            <w:tcBorders>
              <w:bottom w:val="double" w:sz="4" w:space="0" w:color="auto"/>
            </w:tcBorders>
          </w:tcPr>
          <w:p w14:paraId="22170B98" w14:textId="10A73393" w:rsidR="0006525E" w:rsidRPr="005D3E43" w:rsidRDefault="0006525E" w:rsidP="0006525E">
            <w:pPr>
              <w:tabs>
                <w:tab w:val="decimal" w:pos="1041"/>
              </w:tabs>
              <w:ind w:left="-84" w:right="-95"/>
              <w:rPr>
                <w:b/>
                <w:bCs/>
              </w:rPr>
            </w:pPr>
            <w:r>
              <w:rPr>
                <w:b/>
                <w:bCs/>
              </w:rPr>
              <w:t>457</w:t>
            </w:r>
          </w:p>
        </w:tc>
        <w:tc>
          <w:tcPr>
            <w:tcW w:w="220" w:type="dxa"/>
          </w:tcPr>
          <w:p w14:paraId="69248B00" w14:textId="77777777" w:rsidR="0006525E" w:rsidRPr="005D3E43" w:rsidRDefault="0006525E" w:rsidP="0006525E">
            <w:pPr>
              <w:tabs>
                <w:tab w:val="decimal" w:pos="1041"/>
              </w:tabs>
              <w:ind w:left="-84" w:right="-95"/>
              <w:rPr>
                <w:b/>
                <w:bCs/>
              </w:rPr>
            </w:pPr>
          </w:p>
        </w:tc>
        <w:tc>
          <w:tcPr>
            <w:tcW w:w="1240" w:type="dxa"/>
            <w:tcBorders>
              <w:bottom w:val="double" w:sz="4" w:space="0" w:color="auto"/>
            </w:tcBorders>
          </w:tcPr>
          <w:p w14:paraId="39F57576" w14:textId="77777777" w:rsidR="0006525E" w:rsidRPr="005D3E43" w:rsidRDefault="0006525E" w:rsidP="0006525E">
            <w:pPr>
              <w:tabs>
                <w:tab w:val="decimal" w:pos="1059"/>
              </w:tabs>
              <w:ind w:left="-84" w:right="-95"/>
              <w:rPr>
                <w:b/>
                <w:bCs/>
              </w:rPr>
            </w:pPr>
            <w:r w:rsidRPr="005D3E43">
              <w:rPr>
                <w:b/>
                <w:bCs/>
              </w:rPr>
              <w:t>457</w:t>
            </w:r>
          </w:p>
        </w:tc>
      </w:tr>
      <w:tr w:rsidR="0006525E" w:rsidRPr="005D3E43" w14:paraId="0CCDFBF8" w14:textId="77777777" w:rsidTr="00A801F9">
        <w:trPr>
          <w:cantSplit/>
        </w:trPr>
        <w:tc>
          <w:tcPr>
            <w:tcW w:w="3816" w:type="dxa"/>
          </w:tcPr>
          <w:p w14:paraId="2498C6FB" w14:textId="77777777" w:rsidR="0006525E" w:rsidRPr="005D3E43" w:rsidRDefault="0006525E" w:rsidP="0006525E">
            <w:pPr>
              <w:spacing w:line="240" w:lineRule="atLeast"/>
              <w:rPr>
                <w:b/>
                <w:bCs/>
                <w:i/>
                <w:iCs/>
                <w:szCs w:val="22"/>
                <w:lang w:val="en-US"/>
              </w:rPr>
            </w:pPr>
          </w:p>
        </w:tc>
        <w:tc>
          <w:tcPr>
            <w:tcW w:w="1323" w:type="dxa"/>
          </w:tcPr>
          <w:p w14:paraId="141648B4" w14:textId="77777777" w:rsidR="0006525E" w:rsidRPr="005D3E43" w:rsidRDefault="0006525E" w:rsidP="0006525E">
            <w:pPr>
              <w:pStyle w:val="acctfourfigures"/>
              <w:tabs>
                <w:tab w:val="clear" w:pos="765"/>
                <w:tab w:val="decimal" w:pos="1041"/>
              </w:tabs>
              <w:spacing w:line="240" w:lineRule="atLeast"/>
              <w:ind w:left="-84" w:right="-95"/>
              <w:rPr>
                <w:b/>
                <w:bCs/>
              </w:rPr>
            </w:pPr>
          </w:p>
        </w:tc>
        <w:tc>
          <w:tcPr>
            <w:tcW w:w="220" w:type="dxa"/>
          </w:tcPr>
          <w:p w14:paraId="35EFD9BD" w14:textId="77777777" w:rsidR="0006525E" w:rsidRPr="005D3E43" w:rsidRDefault="0006525E" w:rsidP="0006525E">
            <w:pPr>
              <w:pStyle w:val="acctfourfigures"/>
              <w:tabs>
                <w:tab w:val="clear" w:pos="765"/>
                <w:tab w:val="decimal" w:pos="1041"/>
              </w:tabs>
              <w:spacing w:line="240" w:lineRule="atLeast"/>
              <w:ind w:left="-84" w:right="-95"/>
              <w:rPr>
                <w:b/>
                <w:bCs/>
              </w:rPr>
            </w:pPr>
          </w:p>
        </w:tc>
        <w:tc>
          <w:tcPr>
            <w:tcW w:w="1257" w:type="dxa"/>
          </w:tcPr>
          <w:p w14:paraId="4D80F1EA" w14:textId="77777777" w:rsidR="0006525E" w:rsidRPr="005D3E43" w:rsidRDefault="0006525E" w:rsidP="0006525E">
            <w:pPr>
              <w:pStyle w:val="acctfourfigures"/>
              <w:tabs>
                <w:tab w:val="clear" w:pos="765"/>
                <w:tab w:val="decimal" w:pos="1041"/>
              </w:tabs>
              <w:spacing w:line="240" w:lineRule="atLeast"/>
              <w:ind w:left="-84" w:right="-95"/>
              <w:rPr>
                <w:b/>
                <w:bCs/>
              </w:rPr>
            </w:pPr>
          </w:p>
        </w:tc>
        <w:tc>
          <w:tcPr>
            <w:tcW w:w="220" w:type="dxa"/>
          </w:tcPr>
          <w:p w14:paraId="66CD7812" w14:textId="77777777" w:rsidR="0006525E" w:rsidRPr="005D3E43" w:rsidRDefault="0006525E" w:rsidP="0006525E">
            <w:pPr>
              <w:pStyle w:val="acctfourfigures"/>
              <w:tabs>
                <w:tab w:val="clear" w:pos="765"/>
                <w:tab w:val="decimal" w:pos="1041"/>
              </w:tabs>
              <w:spacing w:line="240" w:lineRule="atLeast"/>
              <w:ind w:left="-84" w:right="-95"/>
              <w:rPr>
                <w:b/>
                <w:bCs/>
              </w:rPr>
            </w:pPr>
          </w:p>
        </w:tc>
        <w:tc>
          <w:tcPr>
            <w:tcW w:w="1300" w:type="dxa"/>
          </w:tcPr>
          <w:p w14:paraId="7384311D" w14:textId="77777777" w:rsidR="0006525E" w:rsidRPr="005D3E43" w:rsidRDefault="0006525E" w:rsidP="0006525E">
            <w:pPr>
              <w:pStyle w:val="acctfourfigures"/>
              <w:tabs>
                <w:tab w:val="clear" w:pos="765"/>
                <w:tab w:val="decimal" w:pos="1041"/>
              </w:tabs>
              <w:spacing w:line="240" w:lineRule="atLeast"/>
              <w:ind w:left="-84" w:right="-95"/>
              <w:rPr>
                <w:b/>
                <w:bCs/>
              </w:rPr>
            </w:pPr>
          </w:p>
        </w:tc>
        <w:tc>
          <w:tcPr>
            <w:tcW w:w="220" w:type="dxa"/>
          </w:tcPr>
          <w:p w14:paraId="315D18ED" w14:textId="77777777" w:rsidR="0006525E" w:rsidRPr="005D3E43" w:rsidRDefault="0006525E" w:rsidP="0006525E">
            <w:pPr>
              <w:pStyle w:val="acctfourfigures"/>
              <w:tabs>
                <w:tab w:val="clear" w:pos="765"/>
                <w:tab w:val="decimal" w:pos="1041"/>
              </w:tabs>
              <w:spacing w:line="240" w:lineRule="atLeast"/>
              <w:ind w:left="-84" w:right="-95"/>
              <w:rPr>
                <w:b/>
                <w:bCs/>
              </w:rPr>
            </w:pPr>
          </w:p>
        </w:tc>
        <w:tc>
          <w:tcPr>
            <w:tcW w:w="1240" w:type="dxa"/>
          </w:tcPr>
          <w:p w14:paraId="5B920B72" w14:textId="77777777" w:rsidR="0006525E" w:rsidRPr="005D3E43" w:rsidRDefault="0006525E" w:rsidP="0006525E">
            <w:pPr>
              <w:pStyle w:val="acctfourfigures"/>
              <w:tabs>
                <w:tab w:val="clear" w:pos="765"/>
                <w:tab w:val="decimal" w:pos="1041"/>
              </w:tabs>
              <w:spacing w:line="240" w:lineRule="atLeast"/>
              <w:ind w:left="-84" w:right="-95"/>
              <w:rPr>
                <w:b/>
                <w:bCs/>
              </w:rPr>
            </w:pPr>
          </w:p>
        </w:tc>
      </w:tr>
      <w:tr w:rsidR="009736C8" w:rsidRPr="005D3E43" w14:paraId="59588A9F" w14:textId="77777777" w:rsidTr="00A801F9">
        <w:trPr>
          <w:cantSplit/>
        </w:trPr>
        <w:tc>
          <w:tcPr>
            <w:tcW w:w="3816" w:type="dxa"/>
          </w:tcPr>
          <w:p w14:paraId="1AC66896" w14:textId="77777777" w:rsidR="009736C8" w:rsidRPr="005D3E43" w:rsidRDefault="009736C8" w:rsidP="0006525E">
            <w:pPr>
              <w:spacing w:line="240" w:lineRule="atLeast"/>
              <w:rPr>
                <w:b/>
                <w:bCs/>
                <w:i/>
                <w:iCs/>
                <w:szCs w:val="22"/>
                <w:lang w:val="en-US"/>
              </w:rPr>
            </w:pPr>
          </w:p>
        </w:tc>
        <w:tc>
          <w:tcPr>
            <w:tcW w:w="1323" w:type="dxa"/>
          </w:tcPr>
          <w:p w14:paraId="48A6F6F1" w14:textId="77777777" w:rsidR="009736C8" w:rsidRPr="005D3E43" w:rsidRDefault="009736C8" w:rsidP="0006525E">
            <w:pPr>
              <w:pStyle w:val="acctfourfigures"/>
              <w:tabs>
                <w:tab w:val="clear" w:pos="765"/>
                <w:tab w:val="decimal" w:pos="1041"/>
              </w:tabs>
              <w:spacing w:line="240" w:lineRule="atLeast"/>
              <w:ind w:left="-84" w:right="-95"/>
              <w:rPr>
                <w:b/>
                <w:bCs/>
              </w:rPr>
            </w:pPr>
          </w:p>
        </w:tc>
        <w:tc>
          <w:tcPr>
            <w:tcW w:w="220" w:type="dxa"/>
          </w:tcPr>
          <w:p w14:paraId="485C5B16" w14:textId="77777777" w:rsidR="009736C8" w:rsidRPr="005D3E43" w:rsidRDefault="009736C8" w:rsidP="0006525E">
            <w:pPr>
              <w:pStyle w:val="acctfourfigures"/>
              <w:tabs>
                <w:tab w:val="clear" w:pos="765"/>
                <w:tab w:val="decimal" w:pos="1041"/>
              </w:tabs>
              <w:spacing w:line="240" w:lineRule="atLeast"/>
              <w:ind w:left="-84" w:right="-95"/>
              <w:rPr>
                <w:b/>
                <w:bCs/>
              </w:rPr>
            </w:pPr>
          </w:p>
        </w:tc>
        <w:tc>
          <w:tcPr>
            <w:tcW w:w="1257" w:type="dxa"/>
          </w:tcPr>
          <w:p w14:paraId="1A1F252D" w14:textId="77777777" w:rsidR="009736C8" w:rsidRPr="005D3E43" w:rsidRDefault="009736C8" w:rsidP="0006525E">
            <w:pPr>
              <w:pStyle w:val="acctfourfigures"/>
              <w:tabs>
                <w:tab w:val="clear" w:pos="765"/>
                <w:tab w:val="decimal" w:pos="1041"/>
              </w:tabs>
              <w:spacing w:line="240" w:lineRule="atLeast"/>
              <w:ind w:left="-84" w:right="-95"/>
              <w:rPr>
                <w:b/>
                <w:bCs/>
              </w:rPr>
            </w:pPr>
          </w:p>
        </w:tc>
        <w:tc>
          <w:tcPr>
            <w:tcW w:w="220" w:type="dxa"/>
          </w:tcPr>
          <w:p w14:paraId="37E1DC15" w14:textId="77777777" w:rsidR="009736C8" w:rsidRPr="005D3E43" w:rsidRDefault="009736C8" w:rsidP="0006525E">
            <w:pPr>
              <w:pStyle w:val="acctfourfigures"/>
              <w:tabs>
                <w:tab w:val="clear" w:pos="765"/>
                <w:tab w:val="decimal" w:pos="1041"/>
              </w:tabs>
              <w:spacing w:line="240" w:lineRule="atLeast"/>
              <w:ind w:left="-84" w:right="-95"/>
              <w:rPr>
                <w:b/>
                <w:bCs/>
              </w:rPr>
            </w:pPr>
          </w:p>
        </w:tc>
        <w:tc>
          <w:tcPr>
            <w:tcW w:w="1300" w:type="dxa"/>
          </w:tcPr>
          <w:p w14:paraId="6EC4D5F6" w14:textId="77777777" w:rsidR="009736C8" w:rsidRPr="005D3E43" w:rsidRDefault="009736C8" w:rsidP="0006525E">
            <w:pPr>
              <w:pStyle w:val="acctfourfigures"/>
              <w:tabs>
                <w:tab w:val="clear" w:pos="765"/>
                <w:tab w:val="decimal" w:pos="1041"/>
              </w:tabs>
              <w:spacing w:line="240" w:lineRule="atLeast"/>
              <w:ind w:left="-84" w:right="-95"/>
              <w:rPr>
                <w:b/>
                <w:bCs/>
              </w:rPr>
            </w:pPr>
          </w:p>
        </w:tc>
        <w:tc>
          <w:tcPr>
            <w:tcW w:w="220" w:type="dxa"/>
          </w:tcPr>
          <w:p w14:paraId="10513163" w14:textId="77777777" w:rsidR="009736C8" w:rsidRPr="005D3E43" w:rsidRDefault="009736C8" w:rsidP="0006525E">
            <w:pPr>
              <w:pStyle w:val="acctfourfigures"/>
              <w:tabs>
                <w:tab w:val="clear" w:pos="765"/>
                <w:tab w:val="decimal" w:pos="1041"/>
              </w:tabs>
              <w:spacing w:line="240" w:lineRule="atLeast"/>
              <w:ind w:left="-84" w:right="-95"/>
              <w:rPr>
                <w:b/>
                <w:bCs/>
              </w:rPr>
            </w:pPr>
          </w:p>
        </w:tc>
        <w:tc>
          <w:tcPr>
            <w:tcW w:w="1240" w:type="dxa"/>
          </w:tcPr>
          <w:p w14:paraId="15E04F8D" w14:textId="77777777" w:rsidR="009736C8" w:rsidRPr="005D3E43" w:rsidRDefault="009736C8" w:rsidP="0006525E">
            <w:pPr>
              <w:pStyle w:val="acctfourfigures"/>
              <w:tabs>
                <w:tab w:val="clear" w:pos="765"/>
                <w:tab w:val="decimal" w:pos="1041"/>
              </w:tabs>
              <w:spacing w:line="240" w:lineRule="atLeast"/>
              <w:ind w:left="-84" w:right="-95"/>
              <w:rPr>
                <w:b/>
                <w:bCs/>
              </w:rPr>
            </w:pPr>
          </w:p>
        </w:tc>
      </w:tr>
      <w:tr w:rsidR="0006525E" w:rsidRPr="005D3E43" w14:paraId="187AFB16" w14:textId="77777777" w:rsidTr="00A801F9">
        <w:trPr>
          <w:cantSplit/>
        </w:trPr>
        <w:tc>
          <w:tcPr>
            <w:tcW w:w="3816" w:type="dxa"/>
          </w:tcPr>
          <w:p w14:paraId="5BFA7630" w14:textId="77777777" w:rsidR="0006525E" w:rsidRPr="005D3E43" w:rsidRDefault="0006525E" w:rsidP="0006525E">
            <w:pPr>
              <w:spacing w:line="240" w:lineRule="atLeast"/>
              <w:rPr>
                <w:szCs w:val="22"/>
              </w:rPr>
            </w:pPr>
            <w:r w:rsidRPr="005D3E43">
              <w:rPr>
                <w:b/>
                <w:bCs/>
                <w:i/>
                <w:iCs/>
                <w:szCs w:val="22"/>
                <w:lang w:val="en-US"/>
              </w:rPr>
              <w:t>Advance rental and service income</w:t>
            </w:r>
          </w:p>
        </w:tc>
        <w:tc>
          <w:tcPr>
            <w:tcW w:w="1323" w:type="dxa"/>
          </w:tcPr>
          <w:p w14:paraId="3294FDE2" w14:textId="77777777" w:rsidR="0006525E" w:rsidRPr="005D3E43" w:rsidRDefault="0006525E" w:rsidP="0006525E">
            <w:pPr>
              <w:tabs>
                <w:tab w:val="decimal" w:pos="1041"/>
              </w:tabs>
              <w:ind w:left="-84" w:right="-95"/>
              <w:rPr>
                <w:b/>
                <w:bCs/>
                <w:szCs w:val="22"/>
              </w:rPr>
            </w:pPr>
          </w:p>
        </w:tc>
        <w:tc>
          <w:tcPr>
            <w:tcW w:w="220" w:type="dxa"/>
          </w:tcPr>
          <w:p w14:paraId="18DC96E7" w14:textId="77777777" w:rsidR="0006525E" w:rsidRPr="005D3E43" w:rsidRDefault="0006525E" w:rsidP="0006525E">
            <w:pPr>
              <w:tabs>
                <w:tab w:val="decimal" w:pos="1041"/>
              </w:tabs>
              <w:ind w:left="-84" w:right="-95"/>
              <w:rPr>
                <w:b/>
                <w:bCs/>
                <w:szCs w:val="22"/>
              </w:rPr>
            </w:pPr>
          </w:p>
        </w:tc>
        <w:tc>
          <w:tcPr>
            <w:tcW w:w="1257" w:type="dxa"/>
          </w:tcPr>
          <w:p w14:paraId="6195E08D" w14:textId="77777777" w:rsidR="0006525E" w:rsidRPr="005D3E43" w:rsidRDefault="0006525E" w:rsidP="0006525E">
            <w:pPr>
              <w:tabs>
                <w:tab w:val="decimal" w:pos="1041"/>
              </w:tabs>
              <w:ind w:left="-84" w:right="-95"/>
              <w:rPr>
                <w:b/>
                <w:bCs/>
                <w:szCs w:val="22"/>
              </w:rPr>
            </w:pPr>
          </w:p>
        </w:tc>
        <w:tc>
          <w:tcPr>
            <w:tcW w:w="220" w:type="dxa"/>
          </w:tcPr>
          <w:p w14:paraId="4DD469BF" w14:textId="77777777" w:rsidR="0006525E" w:rsidRPr="005D3E43" w:rsidRDefault="0006525E" w:rsidP="0006525E">
            <w:pPr>
              <w:tabs>
                <w:tab w:val="decimal" w:pos="1041"/>
              </w:tabs>
              <w:ind w:left="-84" w:right="-95"/>
              <w:rPr>
                <w:b/>
                <w:bCs/>
                <w:szCs w:val="22"/>
              </w:rPr>
            </w:pPr>
          </w:p>
        </w:tc>
        <w:tc>
          <w:tcPr>
            <w:tcW w:w="1300" w:type="dxa"/>
          </w:tcPr>
          <w:p w14:paraId="68E9AD22" w14:textId="77777777" w:rsidR="0006525E" w:rsidRPr="005D3E43" w:rsidRDefault="0006525E" w:rsidP="0006525E">
            <w:pPr>
              <w:tabs>
                <w:tab w:val="decimal" w:pos="1041"/>
              </w:tabs>
              <w:ind w:left="-84" w:right="-95"/>
              <w:rPr>
                <w:b/>
                <w:bCs/>
                <w:szCs w:val="22"/>
              </w:rPr>
            </w:pPr>
          </w:p>
        </w:tc>
        <w:tc>
          <w:tcPr>
            <w:tcW w:w="220" w:type="dxa"/>
          </w:tcPr>
          <w:p w14:paraId="67A3EF01" w14:textId="77777777" w:rsidR="0006525E" w:rsidRPr="005D3E43" w:rsidRDefault="0006525E" w:rsidP="0006525E">
            <w:pPr>
              <w:tabs>
                <w:tab w:val="decimal" w:pos="1041"/>
              </w:tabs>
              <w:ind w:left="-84" w:right="-95"/>
              <w:rPr>
                <w:b/>
                <w:bCs/>
                <w:szCs w:val="22"/>
              </w:rPr>
            </w:pPr>
          </w:p>
        </w:tc>
        <w:tc>
          <w:tcPr>
            <w:tcW w:w="1240" w:type="dxa"/>
          </w:tcPr>
          <w:p w14:paraId="1714EAA8" w14:textId="77777777" w:rsidR="0006525E" w:rsidRPr="005D3E43" w:rsidRDefault="0006525E" w:rsidP="0006525E">
            <w:pPr>
              <w:tabs>
                <w:tab w:val="decimal" w:pos="1041"/>
              </w:tabs>
              <w:ind w:left="-84" w:right="-95"/>
              <w:rPr>
                <w:b/>
                <w:bCs/>
                <w:szCs w:val="22"/>
              </w:rPr>
            </w:pPr>
          </w:p>
        </w:tc>
      </w:tr>
      <w:tr w:rsidR="0006525E" w:rsidRPr="005D3E43" w14:paraId="079683FB" w14:textId="77777777" w:rsidTr="00A801F9">
        <w:trPr>
          <w:cantSplit/>
        </w:trPr>
        <w:tc>
          <w:tcPr>
            <w:tcW w:w="3816" w:type="dxa"/>
          </w:tcPr>
          <w:p w14:paraId="40FF3C7B" w14:textId="55C88FF6" w:rsidR="0006525E" w:rsidRPr="005D3E43" w:rsidRDefault="005D1DDA" w:rsidP="0006525E">
            <w:pPr>
              <w:spacing w:line="240" w:lineRule="atLeast"/>
              <w:rPr>
                <w:szCs w:val="22"/>
              </w:rPr>
            </w:pPr>
            <w:r w:rsidRPr="005D1DDA">
              <w:rPr>
                <w:szCs w:val="22"/>
              </w:rPr>
              <w:t>Associates</w:t>
            </w:r>
          </w:p>
        </w:tc>
        <w:tc>
          <w:tcPr>
            <w:tcW w:w="1323" w:type="dxa"/>
          </w:tcPr>
          <w:p w14:paraId="1AC00B16" w14:textId="797259DA" w:rsidR="0006525E" w:rsidRPr="005D3E43" w:rsidRDefault="0006525E" w:rsidP="0006525E">
            <w:pPr>
              <w:tabs>
                <w:tab w:val="decimal" w:pos="695"/>
              </w:tabs>
              <w:ind w:left="-84" w:right="-95"/>
              <w:rPr>
                <w:szCs w:val="22"/>
              </w:rPr>
            </w:pPr>
            <w:r>
              <w:rPr>
                <w:szCs w:val="22"/>
              </w:rPr>
              <w:t>-</w:t>
            </w:r>
          </w:p>
        </w:tc>
        <w:tc>
          <w:tcPr>
            <w:tcW w:w="220" w:type="dxa"/>
          </w:tcPr>
          <w:p w14:paraId="5475FAA5" w14:textId="77777777" w:rsidR="0006525E" w:rsidRPr="005D3E43" w:rsidRDefault="0006525E" w:rsidP="0006525E">
            <w:pPr>
              <w:tabs>
                <w:tab w:val="decimal" w:pos="1041"/>
              </w:tabs>
              <w:ind w:left="-84" w:right="-95"/>
              <w:rPr>
                <w:b/>
                <w:bCs/>
                <w:szCs w:val="22"/>
              </w:rPr>
            </w:pPr>
          </w:p>
        </w:tc>
        <w:tc>
          <w:tcPr>
            <w:tcW w:w="1257" w:type="dxa"/>
          </w:tcPr>
          <w:p w14:paraId="4D1D79DC" w14:textId="77777777" w:rsidR="0006525E" w:rsidRPr="005D3E43" w:rsidRDefault="0006525E" w:rsidP="0006525E">
            <w:pPr>
              <w:tabs>
                <w:tab w:val="decimal" w:pos="1030"/>
              </w:tabs>
              <w:ind w:left="-84" w:right="-95"/>
              <w:rPr>
                <w:szCs w:val="22"/>
              </w:rPr>
            </w:pPr>
            <w:r w:rsidRPr="005D3E43">
              <w:rPr>
                <w:szCs w:val="22"/>
              </w:rPr>
              <w:t>5,177,188</w:t>
            </w:r>
          </w:p>
        </w:tc>
        <w:tc>
          <w:tcPr>
            <w:tcW w:w="220" w:type="dxa"/>
          </w:tcPr>
          <w:p w14:paraId="7ED8D8AA" w14:textId="77777777" w:rsidR="0006525E" w:rsidRPr="005D3E43" w:rsidRDefault="0006525E" w:rsidP="0006525E">
            <w:pPr>
              <w:tabs>
                <w:tab w:val="decimal" w:pos="1041"/>
              </w:tabs>
              <w:ind w:left="-84" w:right="-95"/>
              <w:rPr>
                <w:b/>
                <w:bCs/>
                <w:szCs w:val="22"/>
              </w:rPr>
            </w:pPr>
          </w:p>
        </w:tc>
        <w:tc>
          <w:tcPr>
            <w:tcW w:w="1300" w:type="dxa"/>
          </w:tcPr>
          <w:p w14:paraId="5FFCF99A" w14:textId="07D31B04" w:rsidR="0006525E" w:rsidRPr="005D3E43" w:rsidRDefault="0006525E" w:rsidP="0006525E">
            <w:pPr>
              <w:tabs>
                <w:tab w:val="decimal" w:pos="722"/>
              </w:tabs>
              <w:ind w:left="-84" w:right="-95"/>
              <w:rPr>
                <w:szCs w:val="22"/>
              </w:rPr>
            </w:pPr>
            <w:r>
              <w:rPr>
                <w:szCs w:val="22"/>
              </w:rPr>
              <w:t>-</w:t>
            </w:r>
          </w:p>
        </w:tc>
        <w:tc>
          <w:tcPr>
            <w:tcW w:w="220" w:type="dxa"/>
          </w:tcPr>
          <w:p w14:paraId="07006EED" w14:textId="77777777" w:rsidR="0006525E" w:rsidRPr="005D3E43" w:rsidRDefault="0006525E" w:rsidP="0006525E">
            <w:pPr>
              <w:tabs>
                <w:tab w:val="decimal" w:pos="1041"/>
              </w:tabs>
              <w:ind w:left="-84" w:right="-95"/>
              <w:rPr>
                <w:b/>
                <w:bCs/>
                <w:szCs w:val="22"/>
              </w:rPr>
            </w:pPr>
          </w:p>
        </w:tc>
        <w:tc>
          <w:tcPr>
            <w:tcW w:w="1240" w:type="dxa"/>
          </w:tcPr>
          <w:p w14:paraId="36AC35BE" w14:textId="77777777" w:rsidR="0006525E" w:rsidRPr="005D3E43" w:rsidRDefault="0006525E" w:rsidP="0006525E">
            <w:pPr>
              <w:tabs>
                <w:tab w:val="decimal" w:pos="1041"/>
              </w:tabs>
              <w:ind w:left="-84" w:right="-95"/>
              <w:rPr>
                <w:szCs w:val="22"/>
              </w:rPr>
            </w:pPr>
            <w:r w:rsidRPr="005D3E43">
              <w:rPr>
                <w:szCs w:val="22"/>
              </w:rPr>
              <w:t>4,061,942</w:t>
            </w:r>
          </w:p>
        </w:tc>
      </w:tr>
      <w:tr w:rsidR="0006525E" w:rsidRPr="005D3E43" w14:paraId="0DA96ACD" w14:textId="77777777" w:rsidTr="00A801F9">
        <w:trPr>
          <w:cantSplit/>
        </w:trPr>
        <w:tc>
          <w:tcPr>
            <w:tcW w:w="3816" w:type="dxa"/>
          </w:tcPr>
          <w:p w14:paraId="3451F260" w14:textId="77777777" w:rsidR="0006525E" w:rsidRPr="005D3E43" w:rsidRDefault="0006525E" w:rsidP="0006525E">
            <w:pPr>
              <w:spacing w:line="240" w:lineRule="atLeast"/>
              <w:rPr>
                <w:szCs w:val="22"/>
              </w:rPr>
            </w:pPr>
            <w:r w:rsidRPr="005D3E43">
              <w:rPr>
                <w:szCs w:val="22"/>
              </w:rPr>
              <w:t>Other related parties</w:t>
            </w:r>
          </w:p>
        </w:tc>
        <w:tc>
          <w:tcPr>
            <w:tcW w:w="1323" w:type="dxa"/>
            <w:tcBorders>
              <w:bottom w:val="single" w:sz="4" w:space="0" w:color="auto"/>
            </w:tcBorders>
          </w:tcPr>
          <w:p w14:paraId="46CC1D93" w14:textId="28BD66B3" w:rsidR="0006525E" w:rsidRPr="005D3E43" w:rsidRDefault="0006525E" w:rsidP="0006525E">
            <w:pPr>
              <w:tabs>
                <w:tab w:val="decimal" w:pos="1041"/>
              </w:tabs>
              <w:ind w:left="-84" w:right="-95"/>
              <w:rPr>
                <w:szCs w:val="22"/>
              </w:rPr>
            </w:pPr>
            <w:r>
              <w:rPr>
                <w:szCs w:val="22"/>
              </w:rPr>
              <w:t>5,005,021</w:t>
            </w:r>
          </w:p>
        </w:tc>
        <w:tc>
          <w:tcPr>
            <w:tcW w:w="220" w:type="dxa"/>
          </w:tcPr>
          <w:p w14:paraId="1F975BEF" w14:textId="77777777" w:rsidR="0006525E" w:rsidRPr="005D3E43" w:rsidRDefault="0006525E" w:rsidP="0006525E">
            <w:pPr>
              <w:tabs>
                <w:tab w:val="decimal" w:pos="1041"/>
              </w:tabs>
              <w:ind w:left="-84" w:right="-95"/>
              <w:rPr>
                <w:b/>
                <w:bCs/>
                <w:szCs w:val="22"/>
              </w:rPr>
            </w:pPr>
          </w:p>
        </w:tc>
        <w:tc>
          <w:tcPr>
            <w:tcW w:w="1257" w:type="dxa"/>
            <w:tcBorders>
              <w:bottom w:val="single" w:sz="4" w:space="0" w:color="auto"/>
            </w:tcBorders>
          </w:tcPr>
          <w:p w14:paraId="0CAE96E6" w14:textId="77777777" w:rsidR="0006525E" w:rsidRPr="005D3E43" w:rsidRDefault="0006525E" w:rsidP="0006525E">
            <w:pPr>
              <w:tabs>
                <w:tab w:val="decimal" w:pos="760"/>
              </w:tabs>
              <w:ind w:left="-84" w:right="-95"/>
              <w:rPr>
                <w:szCs w:val="22"/>
              </w:rPr>
            </w:pPr>
            <w:r w:rsidRPr="005D3E43">
              <w:rPr>
                <w:szCs w:val="22"/>
              </w:rPr>
              <w:t>-</w:t>
            </w:r>
          </w:p>
        </w:tc>
        <w:tc>
          <w:tcPr>
            <w:tcW w:w="220" w:type="dxa"/>
          </w:tcPr>
          <w:p w14:paraId="20DFBC70" w14:textId="77777777" w:rsidR="0006525E" w:rsidRPr="005D3E43" w:rsidRDefault="0006525E" w:rsidP="0006525E">
            <w:pPr>
              <w:tabs>
                <w:tab w:val="decimal" w:pos="1041"/>
              </w:tabs>
              <w:ind w:left="-84" w:right="-95"/>
              <w:rPr>
                <w:b/>
                <w:bCs/>
                <w:szCs w:val="22"/>
              </w:rPr>
            </w:pPr>
          </w:p>
        </w:tc>
        <w:tc>
          <w:tcPr>
            <w:tcW w:w="1300" w:type="dxa"/>
            <w:tcBorders>
              <w:bottom w:val="single" w:sz="4" w:space="0" w:color="auto"/>
            </w:tcBorders>
          </w:tcPr>
          <w:p w14:paraId="424CE815" w14:textId="5010E455" w:rsidR="0006525E" w:rsidRPr="005D3E43" w:rsidRDefault="0006525E" w:rsidP="0006525E">
            <w:pPr>
              <w:tabs>
                <w:tab w:val="decimal" w:pos="1041"/>
              </w:tabs>
              <w:ind w:left="-84" w:right="-95"/>
              <w:rPr>
                <w:szCs w:val="22"/>
              </w:rPr>
            </w:pPr>
            <w:r>
              <w:rPr>
                <w:szCs w:val="22"/>
              </w:rPr>
              <w:t>3,946,031</w:t>
            </w:r>
          </w:p>
        </w:tc>
        <w:tc>
          <w:tcPr>
            <w:tcW w:w="220" w:type="dxa"/>
          </w:tcPr>
          <w:p w14:paraId="1B704DD7" w14:textId="77777777" w:rsidR="0006525E" w:rsidRPr="005D3E43" w:rsidRDefault="0006525E" w:rsidP="0006525E">
            <w:pPr>
              <w:tabs>
                <w:tab w:val="decimal" w:pos="1041"/>
              </w:tabs>
              <w:ind w:left="-84" w:right="-95"/>
              <w:rPr>
                <w:b/>
                <w:bCs/>
                <w:szCs w:val="22"/>
              </w:rPr>
            </w:pPr>
          </w:p>
        </w:tc>
        <w:tc>
          <w:tcPr>
            <w:tcW w:w="1240" w:type="dxa"/>
            <w:tcBorders>
              <w:bottom w:val="single" w:sz="4" w:space="0" w:color="auto"/>
            </w:tcBorders>
          </w:tcPr>
          <w:p w14:paraId="3E66ED46" w14:textId="77777777" w:rsidR="0006525E" w:rsidRPr="005D3E43" w:rsidRDefault="0006525E" w:rsidP="0006525E">
            <w:pPr>
              <w:tabs>
                <w:tab w:val="decimal" w:pos="697"/>
              </w:tabs>
              <w:ind w:left="-84" w:right="-95"/>
              <w:rPr>
                <w:szCs w:val="22"/>
              </w:rPr>
            </w:pPr>
            <w:r w:rsidRPr="005D3E43">
              <w:rPr>
                <w:szCs w:val="22"/>
              </w:rPr>
              <w:t>-</w:t>
            </w:r>
          </w:p>
        </w:tc>
      </w:tr>
      <w:tr w:rsidR="0006525E" w:rsidRPr="005D3E43" w14:paraId="1E8CCFAA" w14:textId="77777777" w:rsidTr="00A801F9">
        <w:trPr>
          <w:cantSplit/>
        </w:trPr>
        <w:tc>
          <w:tcPr>
            <w:tcW w:w="3816" w:type="dxa"/>
          </w:tcPr>
          <w:p w14:paraId="3773022E" w14:textId="77777777" w:rsidR="0006525E" w:rsidRPr="005D3E43" w:rsidRDefault="0006525E" w:rsidP="0006525E">
            <w:pPr>
              <w:spacing w:line="240" w:lineRule="atLeast"/>
              <w:rPr>
                <w:szCs w:val="22"/>
              </w:rPr>
            </w:pPr>
            <w:r w:rsidRPr="005D3E43">
              <w:rPr>
                <w:b/>
                <w:bCs/>
                <w:szCs w:val="22"/>
              </w:rPr>
              <w:lastRenderedPageBreak/>
              <w:t>Total</w:t>
            </w:r>
          </w:p>
        </w:tc>
        <w:tc>
          <w:tcPr>
            <w:tcW w:w="1323" w:type="dxa"/>
            <w:tcBorders>
              <w:top w:val="single" w:sz="4" w:space="0" w:color="auto"/>
              <w:bottom w:val="double" w:sz="4" w:space="0" w:color="auto"/>
            </w:tcBorders>
          </w:tcPr>
          <w:p w14:paraId="52277208" w14:textId="58531ED8" w:rsidR="0006525E" w:rsidRPr="005D3E43" w:rsidRDefault="0006525E" w:rsidP="0006525E">
            <w:pPr>
              <w:tabs>
                <w:tab w:val="decimal" w:pos="1041"/>
              </w:tabs>
              <w:ind w:left="-84" w:right="-95"/>
              <w:rPr>
                <w:b/>
                <w:bCs/>
                <w:szCs w:val="22"/>
              </w:rPr>
            </w:pPr>
            <w:r>
              <w:rPr>
                <w:b/>
                <w:bCs/>
                <w:szCs w:val="22"/>
              </w:rPr>
              <w:t>5,005,021</w:t>
            </w:r>
          </w:p>
        </w:tc>
        <w:tc>
          <w:tcPr>
            <w:tcW w:w="220" w:type="dxa"/>
          </w:tcPr>
          <w:p w14:paraId="4E4E7625" w14:textId="77777777" w:rsidR="0006525E" w:rsidRPr="005D3E43" w:rsidRDefault="0006525E" w:rsidP="0006525E">
            <w:pPr>
              <w:tabs>
                <w:tab w:val="decimal" w:pos="1041"/>
              </w:tabs>
              <w:ind w:left="-84" w:right="-95"/>
              <w:rPr>
                <w:b/>
                <w:bCs/>
                <w:szCs w:val="22"/>
              </w:rPr>
            </w:pPr>
          </w:p>
        </w:tc>
        <w:tc>
          <w:tcPr>
            <w:tcW w:w="1257" w:type="dxa"/>
            <w:tcBorders>
              <w:top w:val="single" w:sz="4" w:space="0" w:color="auto"/>
              <w:bottom w:val="double" w:sz="4" w:space="0" w:color="auto"/>
            </w:tcBorders>
          </w:tcPr>
          <w:p w14:paraId="33175018" w14:textId="77777777" w:rsidR="0006525E" w:rsidRPr="005D3E43" w:rsidRDefault="0006525E" w:rsidP="0006525E">
            <w:pPr>
              <w:tabs>
                <w:tab w:val="decimal" w:pos="1041"/>
              </w:tabs>
              <w:ind w:left="-84" w:right="-95"/>
              <w:rPr>
                <w:b/>
                <w:bCs/>
                <w:szCs w:val="22"/>
              </w:rPr>
            </w:pPr>
            <w:r w:rsidRPr="005D3E43">
              <w:rPr>
                <w:b/>
                <w:bCs/>
                <w:szCs w:val="22"/>
              </w:rPr>
              <w:t>5,177,188</w:t>
            </w:r>
          </w:p>
        </w:tc>
        <w:tc>
          <w:tcPr>
            <w:tcW w:w="220" w:type="dxa"/>
          </w:tcPr>
          <w:p w14:paraId="20687CB7" w14:textId="77777777" w:rsidR="0006525E" w:rsidRPr="005D3E43" w:rsidRDefault="0006525E" w:rsidP="0006525E">
            <w:pPr>
              <w:tabs>
                <w:tab w:val="decimal" w:pos="1041"/>
              </w:tabs>
              <w:ind w:left="-84" w:right="-95"/>
              <w:rPr>
                <w:b/>
                <w:bCs/>
                <w:szCs w:val="22"/>
              </w:rPr>
            </w:pPr>
          </w:p>
        </w:tc>
        <w:tc>
          <w:tcPr>
            <w:tcW w:w="1300" w:type="dxa"/>
            <w:tcBorders>
              <w:top w:val="single" w:sz="4" w:space="0" w:color="auto"/>
              <w:bottom w:val="double" w:sz="4" w:space="0" w:color="auto"/>
            </w:tcBorders>
          </w:tcPr>
          <w:p w14:paraId="638543B5" w14:textId="4385D6E7" w:rsidR="0006525E" w:rsidRPr="005D3E43" w:rsidRDefault="0006525E" w:rsidP="0006525E">
            <w:pPr>
              <w:tabs>
                <w:tab w:val="decimal" w:pos="1041"/>
              </w:tabs>
              <w:ind w:left="-84" w:right="-95"/>
              <w:rPr>
                <w:b/>
                <w:bCs/>
                <w:szCs w:val="22"/>
              </w:rPr>
            </w:pPr>
            <w:r>
              <w:rPr>
                <w:b/>
                <w:bCs/>
                <w:szCs w:val="22"/>
              </w:rPr>
              <w:t>3,946,031</w:t>
            </w:r>
          </w:p>
        </w:tc>
        <w:tc>
          <w:tcPr>
            <w:tcW w:w="220" w:type="dxa"/>
          </w:tcPr>
          <w:p w14:paraId="0A835EAF" w14:textId="77777777" w:rsidR="0006525E" w:rsidRPr="005D3E43" w:rsidRDefault="0006525E" w:rsidP="0006525E">
            <w:pPr>
              <w:tabs>
                <w:tab w:val="decimal" w:pos="1041"/>
              </w:tabs>
              <w:ind w:left="-84" w:right="-95"/>
              <w:rPr>
                <w:b/>
                <w:bCs/>
                <w:szCs w:val="22"/>
              </w:rPr>
            </w:pPr>
          </w:p>
        </w:tc>
        <w:tc>
          <w:tcPr>
            <w:tcW w:w="1240" w:type="dxa"/>
            <w:tcBorders>
              <w:top w:val="single" w:sz="4" w:space="0" w:color="auto"/>
              <w:bottom w:val="double" w:sz="4" w:space="0" w:color="auto"/>
            </w:tcBorders>
          </w:tcPr>
          <w:p w14:paraId="6CD41093" w14:textId="77777777" w:rsidR="0006525E" w:rsidRPr="005D3E43" w:rsidRDefault="0006525E" w:rsidP="0006525E">
            <w:pPr>
              <w:tabs>
                <w:tab w:val="decimal" w:pos="1041"/>
              </w:tabs>
              <w:ind w:left="-84" w:right="-95"/>
              <w:rPr>
                <w:b/>
                <w:bCs/>
                <w:szCs w:val="22"/>
              </w:rPr>
            </w:pPr>
            <w:r w:rsidRPr="005D3E43">
              <w:rPr>
                <w:b/>
                <w:bCs/>
                <w:szCs w:val="22"/>
              </w:rPr>
              <w:t>4,061,942</w:t>
            </w:r>
          </w:p>
        </w:tc>
      </w:tr>
      <w:tr w:rsidR="0006525E" w:rsidRPr="005D3E43" w14:paraId="6BC6CDC9" w14:textId="77777777" w:rsidTr="00A801F9">
        <w:trPr>
          <w:cantSplit/>
        </w:trPr>
        <w:tc>
          <w:tcPr>
            <w:tcW w:w="3816" w:type="dxa"/>
          </w:tcPr>
          <w:p w14:paraId="1B0774C4" w14:textId="77777777" w:rsidR="0006525E" w:rsidRPr="005D3E43" w:rsidRDefault="0006525E" w:rsidP="0006525E">
            <w:pPr>
              <w:spacing w:line="240" w:lineRule="atLeast"/>
              <w:rPr>
                <w:b/>
                <w:bCs/>
                <w:i/>
                <w:iCs/>
                <w:szCs w:val="22"/>
                <w:lang w:val="en-US"/>
              </w:rPr>
            </w:pPr>
          </w:p>
        </w:tc>
        <w:tc>
          <w:tcPr>
            <w:tcW w:w="1323" w:type="dxa"/>
            <w:tcBorders>
              <w:top w:val="double" w:sz="4" w:space="0" w:color="auto"/>
            </w:tcBorders>
          </w:tcPr>
          <w:p w14:paraId="08174C0A"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220" w:type="dxa"/>
          </w:tcPr>
          <w:p w14:paraId="00CCBE07"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1257" w:type="dxa"/>
            <w:tcBorders>
              <w:top w:val="double" w:sz="4" w:space="0" w:color="auto"/>
            </w:tcBorders>
          </w:tcPr>
          <w:p w14:paraId="49A2D454"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220" w:type="dxa"/>
          </w:tcPr>
          <w:p w14:paraId="06B886CB"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1300" w:type="dxa"/>
            <w:tcBorders>
              <w:top w:val="double" w:sz="4" w:space="0" w:color="auto"/>
            </w:tcBorders>
          </w:tcPr>
          <w:p w14:paraId="7017C461"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220" w:type="dxa"/>
          </w:tcPr>
          <w:p w14:paraId="5AD5A4A3"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1240" w:type="dxa"/>
            <w:tcBorders>
              <w:top w:val="double" w:sz="4" w:space="0" w:color="auto"/>
            </w:tcBorders>
          </w:tcPr>
          <w:p w14:paraId="5119F487"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r>
      <w:tr w:rsidR="0006525E" w:rsidRPr="005D3E43" w14:paraId="1F5CB0BD" w14:textId="77777777" w:rsidTr="00A801F9">
        <w:trPr>
          <w:cantSplit/>
        </w:trPr>
        <w:tc>
          <w:tcPr>
            <w:tcW w:w="3816" w:type="dxa"/>
          </w:tcPr>
          <w:p w14:paraId="44D183B1" w14:textId="77777777" w:rsidR="0006525E" w:rsidRPr="005D3E43" w:rsidRDefault="0006525E" w:rsidP="0006525E">
            <w:pPr>
              <w:spacing w:line="240" w:lineRule="atLeast"/>
              <w:rPr>
                <w:b/>
                <w:bCs/>
                <w:i/>
                <w:iCs/>
                <w:szCs w:val="22"/>
                <w:lang w:val="en-US" w:bidi="th-TH"/>
              </w:rPr>
            </w:pPr>
            <w:r w:rsidRPr="005D3E43">
              <w:rPr>
                <w:b/>
                <w:bCs/>
                <w:i/>
                <w:iCs/>
                <w:szCs w:val="22"/>
                <w:lang w:val="en-US" w:bidi="th-TH"/>
              </w:rPr>
              <w:t>Lease liabilities</w:t>
            </w:r>
          </w:p>
        </w:tc>
        <w:tc>
          <w:tcPr>
            <w:tcW w:w="1323" w:type="dxa"/>
          </w:tcPr>
          <w:p w14:paraId="34B5F7E4"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220" w:type="dxa"/>
          </w:tcPr>
          <w:p w14:paraId="43F3B075"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1257" w:type="dxa"/>
          </w:tcPr>
          <w:p w14:paraId="76C54F0B"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220" w:type="dxa"/>
          </w:tcPr>
          <w:p w14:paraId="0A765156"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1300" w:type="dxa"/>
          </w:tcPr>
          <w:p w14:paraId="781AF8ED"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220" w:type="dxa"/>
          </w:tcPr>
          <w:p w14:paraId="3DCC8E24"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1240" w:type="dxa"/>
          </w:tcPr>
          <w:p w14:paraId="6B75C03C"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r>
      <w:tr w:rsidR="0006525E" w:rsidRPr="005D3E43" w14:paraId="675EC907" w14:textId="77777777" w:rsidTr="00A801F9">
        <w:trPr>
          <w:cantSplit/>
        </w:trPr>
        <w:tc>
          <w:tcPr>
            <w:tcW w:w="3816" w:type="dxa"/>
          </w:tcPr>
          <w:p w14:paraId="41F50EB6" w14:textId="77777777" w:rsidR="0006525E" w:rsidRPr="005D3E43" w:rsidRDefault="0006525E" w:rsidP="0006525E">
            <w:pPr>
              <w:spacing w:line="240" w:lineRule="atLeast"/>
              <w:rPr>
                <w:szCs w:val="22"/>
              </w:rPr>
            </w:pPr>
            <w:r w:rsidRPr="005D3E43">
              <w:rPr>
                <w:szCs w:val="22"/>
              </w:rPr>
              <w:t>Subsidiaries</w:t>
            </w:r>
          </w:p>
        </w:tc>
        <w:tc>
          <w:tcPr>
            <w:tcW w:w="1323" w:type="dxa"/>
          </w:tcPr>
          <w:p w14:paraId="714243F7" w14:textId="00923995" w:rsidR="0006525E" w:rsidRPr="005D3E43" w:rsidRDefault="0006525E" w:rsidP="0006525E">
            <w:pPr>
              <w:tabs>
                <w:tab w:val="decimal" w:pos="695"/>
              </w:tabs>
              <w:ind w:left="-84" w:right="-95"/>
              <w:rPr>
                <w:szCs w:val="22"/>
              </w:rPr>
            </w:pPr>
            <w:r>
              <w:rPr>
                <w:szCs w:val="22"/>
              </w:rPr>
              <w:t>-</w:t>
            </w:r>
          </w:p>
        </w:tc>
        <w:tc>
          <w:tcPr>
            <w:tcW w:w="220" w:type="dxa"/>
          </w:tcPr>
          <w:p w14:paraId="1636517F" w14:textId="77777777" w:rsidR="0006525E" w:rsidRPr="005D3E43" w:rsidRDefault="0006525E" w:rsidP="0006525E">
            <w:pPr>
              <w:tabs>
                <w:tab w:val="decimal" w:pos="1041"/>
              </w:tabs>
              <w:ind w:left="-84" w:right="-95"/>
              <w:rPr>
                <w:szCs w:val="22"/>
              </w:rPr>
            </w:pPr>
          </w:p>
        </w:tc>
        <w:tc>
          <w:tcPr>
            <w:tcW w:w="1257" w:type="dxa"/>
          </w:tcPr>
          <w:p w14:paraId="3CE124DE" w14:textId="77777777" w:rsidR="0006525E" w:rsidRPr="005D3E43" w:rsidRDefault="0006525E" w:rsidP="0006525E">
            <w:pPr>
              <w:tabs>
                <w:tab w:val="decimal" w:pos="765"/>
              </w:tabs>
              <w:ind w:left="-84" w:right="-95"/>
              <w:rPr>
                <w:szCs w:val="22"/>
              </w:rPr>
            </w:pPr>
            <w:r w:rsidRPr="005D3E43">
              <w:rPr>
                <w:szCs w:val="22"/>
              </w:rPr>
              <w:t>-</w:t>
            </w:r>
          </w:p>
        </w:tc>
        <w:tc>
          <w:tcPr>
            <w:tcW w:w="220" w:type="dxa"/>
          </w:tcPr>
          <w:p w14:paraId="2450272D" w14:textId="77777777" w:rsidR="0006525E" w:rsidRPr="005D3E43" w:rsidRDefault="0006525E" w:rsidP="0006525E">
            <w:pPr>
              <w:tabs>
                <w:tab w:val="decimal" w:pos="1041"/>
              </w:tabs>
              <w:ind w:left="-84" w:right="-95"/>
              <w:rPr>
                <w:szCs w:val="22"/>
              </w:rPr>
            </w:pPr>
          </w:p>
        </w:tc>
        <w:tc>
          <w:tcPr>
            <w:tcW w:w="1300" w:type="dxa"/>
          </w:tcPr>
          <w:p w14:paraId="31FBAA9D" w14:textId="3A4D5EB8" w:rsidR="0006525E" w:rsidRPr="005D3E43" w:rsidRDefault="0006525E" w:rsidP="0006525E">
            <w:pPr>
              <w:tabs>
                <w:tab w:val="decimal" w:pos="1041"/>
              </w:tabs>
              <w:ind w:left="-84" w:right="-95"/>
              <w:rPr>
                <w:szCs w:val="22"/>
              </w:rPr>
            </w:pPr>
            <w:r>
              <w:rPr>
                <w:szCs w:val="22"/>
              </w:rPr>
              <w:t>10,551</w:t>
            </w:r>
          </w:p>
        </w:tc>
        <w:tc>
          <w:tcPr>
            <w:tcW w:w="220" w:type="dxa"/>
          </w:tcPr>
          <w:p w14:paraId="1ECD0488" w14:textId="77777777" w:rsidR="0006525E" w:rsidRPr="005D3E43" w:rsidRDefault="0006525E" w:rsidP="0006525E">
            <w:pPr>
              <w:tabs>
                <w:tab w:val="decimal" w:pos="1041"/>
              </w:tabs>
              <w:ind w:left="-84" w:right="-95"/>
              <w:rPr>
                <w:szCs w:val="22"/>
              </w:rPr>
            </w:pPr>
          </w:p>
        </w:tc>
        <w:tc>
          <w:tcPr>
            <w:tcW w:w="1240" w:type="dxa"/>
          </w:tcPr>
          <w:p w14:paraId="3A33916D" w14:textId="77777777" w:rsidR="0006525E" w:rsidRPr="005D3E43" w:rsidRDefault="0006525E" w:rsidP="0006525E">
            <w:pPr>
              <w:tabs>
                <w:tab w:val="decimal" w:pos="699"/>
              </w:tabs>
              <w:ind w:left="-84" w:right="-95"/>
              <w:rPr>
                <w:szCs w:val="22"/>
              </w:rPr>
            </w:pPr>
            <w:r w:rsidRPr="005D3E43">
              <w:rPr>
                <w:szCs w:val="22"/>
              </w:rPr>
              <w:t>-</w:t>
            </w:r>
          </w:p>
        </w:tc>
      </w:tr>
      <w:tr w:rsidR="0006525E" w:rsidRPr="005D3E43" w14:paraId="6FC2983B" w14:textId="77777777" w:rsidTr="00A801F9">
        <w:trPr>
          <w:cantSplit/>
        </w:trPr>
        <w:tc>
          <w:tcPr>
            <w:tcW w:w="3816" w:type="dxa"/>
          </w:tcPr>
          <w:p w14:paraId="3A5307DB" w14:textId="77777777" w:rsidR="0006525E" w:rsidRPr="005D3E43" w:rsidRDefault="0006525E" w:rsidP="0006525E">
            <w:pPr>
              <w:spacing w:line="240" w:lineRule="atLeast"/>
              <w:rPr>
                <w:szCs w:val="22"/>
                <w:cs/>
                <w:lang w:bidi="th-TH"/>
              </w:rPr>
            </w:pPr>
            <w:r w:rsidRPr="005D3E43">
              <w:rPr>
                <w:szCs w:val="22"/>
              </w:rPr>
              <w:t>Other related parties</w:t>
            </w:r>
          </w:p>
        </w:tc>
        <w:tc>
          <w:tcPr>
            <w:tcW w:w="1323" w:type="dxa"/>
            <w:tcBorders>
              <w:bottom w:val="single" w:sz="4" w:space="0" w:color="auto"/>
            </w:tcBorders>
          </w:tcPr>
          <w:p w14:paraId="1E612F22" w14:textId="38725C91" w:rsidR="0006525E" w:rsidRPr="005D3E43" w:rsidRDefault="0006525E" w:rsidP="0006525E">
            <w:pPr>
              <w:tabs>
                <w:tab w:val="decimal" w:pos="1041"/>
              </w:tabs>
              <w:ind w:left="-84" w:right="-95"/>
              <w:rPr>
                <w:szCs w:val="22"/>
              </w:rPr>
            </w:pPr>
            <w:r>
              <w:rPr>
                <w:szCs w:val="22"/>
              </w:rPr>
              <w:t>133,728</w:t>
            </w:r>
          </w:p>
        </w:tc>
        <w:tc>
          <w:tcPr>
            <w:tcW w:w="220" w:type="dxa"/>
          </w:tcPr>
          <w:p w14:paraId="1159E546" w14:textId="77777777" w:rsidR="0006525E" w:rsidRPr="005D3E43" w:rsidRDefault="0006525E" w:rsidP="0006525E">
            <w:pPr>
              <w:tabs>
                <w:tab w:val="decimal" w:pos="1041"/>
              </w:tabs>
              <w:ind w:left="-84" w:right="-95"/>
              <w:rPr>
                <w:szCs w:val="22"/>
              </w:rPr>
            </w:pPr>
          </w:p>
        </w:tc>
        <w:tc>
          <w:tcPr>
            <w:tcW w:w="1257" w:type="dxa"/>
            <w:tcBorders>
              <w:bottom w:val="single" w:sz="4" w:space="0" w:color="auto"/>
            </w:tcBorders>
          </w:tcPr>
          <w:p w14:paraId="40BD7191" w14:textId="77777777" w:rsidR="0006525E" w:rsidRPr="005D3E43" w:rsidRDefault="0006525E" w:rsidP="0006525E">
            <w:pPr>
              <w:tabs>
                <w:tab w:val="decimal" w:pos="765"/>
              </w:tabs>
              <w:ind w:left="-84" w:right="-95"/>
              <w:rPr>
                <w:szCs w:val="22"/>
              </w:rPr>
            </w:pPr>
            <w:r w:rsidRPr="005D3E43">
              <w:rPr>
                <w:szCs w:val="22"/>
              </w:rPr>
              <w:t>-</w:t>
            </w:r>
          </w:p>
        </w:tc>
        <w:tc>
          <w:tcPr>
            <w:tcW w:w="220" w:type="dxa"/>
          </w:tcPr>
          <w:p w14:paraId="3EBA97ED" w14:textId="77777777" w:rsidR="0006525E" w:rsidRPr="005D3E43" w:rsidRDefault="0006525E" w:rsidP="0006525E">
            <w:pPr>
              <w:tabs>
                <w:tab w:val="decimal" w:pos="1041"/>
              </w:tabs>
              <w:ind w:left="-84" w:right="-95"/>
              <w:rPr>
                <w:szCs w:val="22"/>
              </w:rPr>
            </w:pPr>
          </w:p>
        </w:tc>
        <w:tc>
          <w:tcPr>
            <w:tcW w:w="1300" w:type="dxa"/>
            <w:tcBorders>
              <w:bottom w:val="single" w:sz="4" w:space="0" w:color="auto"/>
            </w:tcBorders>
          </w:tcPr>
          <w:p w14:paraId="1763272E" w14:textId="453784BF" w:rsidR="0006525E" w:rsidRPr="005D3E43" w:rsidRDefault="0006525E" w:rsidP="0006525E">
            <w:pPr>
              <w:tabs>
                <w:tab w:val="decimal" w:pos="721"/>
              </w:tabs>
              <w:ind w:left="-84" w:right="-95"/>
              <w:rPr>
                <w:szCs w:val="22"/>
              </w:rPr>
            </w:pPr>
            <w:r>
              <w:rPr>
                <w:szCs w:val="22"/>
              </w:rPr>
              <w:t>-</w:t>
            </w:r>
          </w:p>
        </w:tc>
        <w:tc>
          <w:tcPr>
            <w:tcW w:w="220" w:type="dxa"/>
          </w:tcPr>
          <w:p w14:paraId="51E2DF82" w14:textId="77777777" w:rsidR="0006525E" w:rsidRPr="005D3E43" w:rsidRDefault="0006525E" w:rsidP="0006525E">
            <w:pPr>
              <w:tabs>
                <w:tab w:val="decimal" w:pos="1041"/>
              </w:tabs>
              <w:ind w:left="-84" w:right="-95"/>
              <w:rPr>
                <w:szCs w:val="22"/>
              </w:rPr>
            </w:pPr>
          </w:p>
        </w:tc>
        <w:tc>
          <w:tcPr>
            <w:tcW w:w="1240" w:type="dxa"/>
            <w:tcBorders>
              <w:bottom w:val="single" w:sz="4" w:space="0" w:color="auto"/>
            </w:tcBorders>
          </w:tcPr>
          <w:p w14:paraId="07A5693A" w14:textId="77777777" w:rsidR="0006525E" w:rsidRPr="005D3E43" w:rsidRDefault="0006525E" w:rsidP="0006525E">
            <w:pPr>
              <w:tabs>
                <w:tab w:val="decimal" w:pos="699"/>
              </w:tabs>
              <w:ind w:left="-84" w:right="-95"/>
              <w:rPr>
                <w:szCs w:val="22"/>
              </w:rPr>
            </w:pPr>
            <w:r w:rsidRPr="005D3E43">
              <w:rPr>
                <w:szCs w:val="22"/>
              </w:rPr>
              <w:t>-</w:t>
            </w:r>
          </w:p>
        </w:tc>
      </w:tr>
      <w:tr w:rsidR="0006525E" w:rsidRPr="005D3E43" w14:paraId="219FE23F" w14:textId="77777777" w:rsidTr="00A801F9">
        <w:trPr>
          <w:cantSplit/>
        </w:trPr>
        <w:tc>
          <w:tcPr>
            <w:tcW w:w="3816" w:type="dxa"/>
          </w:tcPr>
          <w:p w14:paraId="1756F830" w14:textId="77777777" w:rsidR="0006525E" w:rsidRPr="005D3E43" w:rsidRDefault="0006525E" w:rsidP="0006525E">
            <w:pPr>
              <w:spacing w:line="240" w:lineRule="atLeast"/>
              <w:rPr>
                <w:b/>
                <w:bCs/>
                <w:szCs w:val="22"/>
              </w:rPr>
            </w:pPr>
            <w:r w:rsidRPr="005D3E43">
              <w:rPr>
                <w:b/>
                <w:bCs/>
                <w:szCs w:val="22"/>
              </w:rPr>
              <w:t>Total</w:t>
            </w:r>
          </w:p>
        </w:tc>
        <w:tc>
          <w:tcPr>
            <w:tcW w:w="1323" w:type="dxa"/>
            <w:tcBorders>
              <w:top w:val="single" w:sz="4" w:space="0" w:color="auto"/>
            </w:tcBorders>
          </w:tcPr>
          <w:p w14:paraId="7E7BFA83" w14:textId="5878EFE5" w:rsidR="0006525E" w:rsidRPr="005D3E43" w:rsidRDefault="0006525E" w:rsidP="0006525E">
            <w:pPr>
              <w:tabs>
                <w:tab w:val="decimal" w:pos="1057"/>
              </w:tabs>
              <w:ind w:left="-84" w:right="-95"/>
              <w:rPr>
                <w:b/>
                <w:bCs/>
                <w:szCs w:val="22"/>
              </w:rPr>
            </w:pPr>
            <w:r>
              <w:rPr>
                <w:b/>
                <w:bCs/>
                <w:szCs w:val="22"/>
              </w:rPr>
              <w:t>133,728</w:t>
            </w:r>
          </w:p>
        </w:tc>
        <w:tc>
          <w:tcPr>
            <w:tcW w:w="220" w:type="dxa"/>
          </w:tcPr>
          <w:p w14:paraId="754672D1" w14:textId="77777777" w:rsidR="0006525E" w:rsidRPr="005D3E43" w:rsidRDefault="0006525E" w:rsidP="0006525E">
            <w:pPr>
              <w:tabs>
                <w:tab w:val="decimal" w:pos="787"/>
              </w:tabs>
              <w:ind w:left="-84" w:right="-95"/>
              <w:rPr>
                <w:b/>
                <w:bCs/>
                <w:szCs w:val="22"/>
              </w:rPr>
            </w:pPr>
          </w:p>
        </w:tc>
        <w:tc>
          <w:tcPr>
            <w:tcW w:w="1257" w:type="dxa"/>
            <w:tcBorders>
              <w:top w:val="single" w:sz="4" w:space="0" w:color="auto"/>
            </w:tcBorders>
          </w:tcPr>
          <w:p w14:paraId="2AAFA640" w14:textId="77777777" w:rsidR="0006525E" w:rsidRPr="005D3E43" w:rsidRDefault="0006525E" w:rsidP="0006525E">
            <w:pPr>
              <w:tabs>
                <w:tab w:val="decimal" w:pos="787"/>
              </w:tabs>
              <w:ind w:left="-84" w:right="-95"/>
              <w:rPr>
                <w:b/>
                <w:bCs/>
                <w:szCs w:val="22"/>
              </w:rPr>
            </w:pPr>
            <w:r w:rsidRPr="005D3E43">
              <w:rPr>
                <w:b/>
                <w:bCs/>
                <w:szCs w:val="22"/>
              </w:rPr>
              <w:t>-</w:t>
            </w:r>
          </w:p>
        </w:tc>
        <w:tc>
          <w:tcPr>
            <w:tcW w:w="220" w:type="dxa"/>
          </w:tcPr>
          <w:p w14:paraId="2F89B580" w14:textId="77777777" w:rsidR="0006525E" w:rsidRPr="005D3E43" w:rsidRDefault="0006525E" w:rsidP="0006525E">
            <w:pPr>
              <w:tabs>
                <w:tab w:val="decimal" w:pos="787"/>
              </w:tabs>
              <w:ind w:left="-84" w:right="-95"/>
              <w:rPr>
                <w:b/>
                <w:bCs/>
                <w:szCs w:val="22"/>
              </w:rPr>
            </w:pPr>
          </w:p>
        </w:tc>
        <w:tc>
          <w:tcPr>
            <w:tcW w:w="1300" w:type="dxa"/>
            <w:tcBorders>
              <w:top w:val="single" w:sz="4" w:space="0" w:color="auto"/>
            </w:tcBorders>
          </w:tcPr>
          <w:p w14:paraId="5104B795" w14:textId="6856FCBA" w:rsidR="0006525E" w:rsidRPr="005D3E43" w:rsidRDefault="0006525E" w:rsidP="0006525E">
            <w:pPr>
              <w:tabs>
                <w:tab w:val="decimal" w:pos="1041"/>
              </w:tabs>
              <w:ind w:left="-84" w:right="-95"/>
              <w:rPr>
                <w:b/>
                <w:bCs/>
                <w:szCs w:val="22"/>
              </w:rPr>
            </w:pPr>
            <w:r>
              <w:rPr>
                <w:b/>
                <w:bCs/>
                <w:szCs w:val="22"/>
              </w:rPr>
              <w:t>10,5</w:t>
            </w:r>
            <w:r w:rsidR="00B7336A">
              <w:rPr>
                <w:b/>
                <w:bCs/>
                <w:szCs w:val="22"/>
              </w:rPr>
              <w:t>5</w:t>
            </w:r>
            <w:r>
              <w:rPr>
                <w:b/>
                <w:bCs/>
                <w:szCs w:val="22"/>
              </w:rPr>
              <w:t>1</w:t>
            </w:r>
          </w:p>
        </w:tc>
        <w:tc>
          <w:tcPr>
            <w:tcW w:w="220" w:type="dxa"/>
          </w:tcPr>
          <w:p w14:paraId="3D039EEE" w14:textId="77777777" w:rsidR="0006525E" w:rsidRPr="005D3E43" w:rsidRDefault="0006525E" w:rsidP="0006525E">
            <w:pPr>
              <w:tabs>
                <w:tab w:val="decimal" w:pos="787"/>
              </w:tabs>
              <w:ind w:left="-84" w:right="-95"/>
              <w:rPr>
                <w:b/>
                <w:bCs/>
                <w:szCs w:val="22"/>
              </w:rPr>
            </w:pPr>
          </w:p>
        </w:tc>
        <w:tc>
          <w:tcPr>
            <w:tcW w:w="1240" w:type="dxa"/>
            <w:tcBorders>
              <w:top w:val="single" w:sz="4" w:space="0" w:color="auto"/>
            </w:tcBorders>
          </w:tcPr>
          <w:p w14:paraId="4EF4D518" w14:textId="77777777" w:rsidR="0006525E" w:rsidRPr="005D3E43" w:rsidRDefault="0006525E" w:rsidP="0006525E">
            <w:pPr>
              <w:tabs>
                <w:tab w:val="decimal" w:pos="699"/>
              </w:tabs>
              <w:ind w:left="-84" w:right="-95"/>
              <w:rPr>
                <w:b/>
                <w:bCs/>
                <w:szCs w:val="22"/>
              </w:rPr>
            </w:pPr>
            <w:r w:rsidRPr="005D3E43">
              <w:rPr>
                <w:b/>
                <w:bCs/>
                <w:szCs w:val="22"/>
              </w:rPr>
              <w:t>-</w:t>
            </w:r>
          </w:p>
        </w:tc>
      </w:tr>
      <w:tr w:rsidR="0006525E" w:rsidRPr="005D3E43" w14:paraId="1313EE0E" w14:textId="77777777" w:rsidTr="00A801F9">
        <w:trPr>
          <w:cantSplit/>
        </w:trPr>
        <w:tc>
          <w:tcPr>
            <w:tcW w:w="3816" w:type="dxa"/>
          </w:tcPr>
          <w:p w14:paraId="0DB74D47" w14:textId="77777777" w:rsidR="0006525E" w:rsidRPr="005D3E43" w:rsidRDefault="0006525E" w:rsidP="0006525E">
            <w:pPr>
              <w:spacing w:line="240" w:lineRule="atLeast"/>
              <w:rPr>
                <w:szCs w:val="22"/>
              </w:rPr>
            </w:pPr>
          </w:p>
        </w:tc>
        <w:tc>
          <w:tcPr>
            <w:tcW w:w="1323" w:type="dxa"/>
            <w:tcBorders>
              <w:top w:val="double" w:sz="4" w:space="0" w:color="auto"/>
            </w:tcBorders>
          </w:tcPr>
          <w:p w14:paraId="4C1C4DB9"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220" w:type="dxa"/>
          </w:tcPr>
          <w:p w14:paraId="74DE7D22"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1257" w:type="dxa"/>
            <w:tcBorders>
              <w:top w:val="double" w:sz="4" w:space="0" w:color="auto"/>
            </w:tcBorders>
          </w:tcPr>
          <w:p w14:paraId="167373C5"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220" w:type="dxa"/>
          </w:tcPr>
          <w:p w14:paraId="662D0E20"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1300" w:type="dxa"/>
            <w:tcBorders>
              <w:top w:val="double" w:sz="4" w:space="0" w:color="auto"/>
            </w:tcBorders>
          </w:tcPr>
          <w:p w14:paraId="6983DF5A"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220" w:type="dxa"/>
          </w:tcPr>
          <w:p w14:paraId="031C77F6"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1240" w:type="dxa"/>
            <w:tcBorders>
              <w:top w:val="double" w:sz="4" w:space="0" w:color="auto"/>
            </w:tcBorders>
          </w:tcPr>
          <w:p w14:paraId="7632B9EF"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r>
      <w:tr w:rsidR="0006525E" w:rsidRPr="005D3E43" w14:paraId="1DB149C5" w14:textId="77777777" w:rsidTr="00A801F9">
        <w:trPr>
          <w:cantSplit/>
        </w:trPr>
        <w:tc>
          <w:tcPr>
            <w:tcW w:w="3816" w:type="dxa"/>
          </w:tcPr>
          <w:p w14:paraId="7EA04C99" w14:textId="77777777" w:rsidR="0006525E" w:rsidRPr="005D3E43" w:rsidRDefault="0006525E" w:rsidP="0006525E">
            <w:pPr>
              <w:spacing w:line="240" w:lineRule="atLeast"/>
              <w:rPr>
                <w:b/>
                <w:bCs/>
                <w:szCs w:val="22"/>
              </w:rPr>
            </w:pPr>
            <w:r w:rsidRPr="005D3E43">
              <w:rPr>
                <w:b/>
                <w:bCs/>
                <w:i/>
                <w:iCs/>
                <w:szCs w:val="22"/>
                <w:lang w:val="en-US"/>
              </w:rPr>
              <w:t>Rental and service retention</w:t>
            </w:r>
            <w:r w:rsidRPr="005D3E43">
              <w:rPr>
                <w:b/>
                <w:bCs/>
                <w:i/>
                <w:iCs/>
                <w:szCs w:val="22"/>
                <w:lang w:val="en-US"/>
              </w:rPr>
              <w:tab/>
            </w:r>
          </w:p>
        </w:tc>
        <w:tc>
          <w:tcPr>
            <w:tcW w:w="1323" w:type="dxa"/>
          </w:tcPr>
          <w:p w14:paraId="66A78EA7"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220" w:type="dxa"/>
          </w:tcPr>
          <w:p w14:paraId="45188D49"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1257" w:type="dxa"/>
          </w:tcPr>
          <w:p w14:paraId="59F10395"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220" w:type="dxa"/>
          </w:tcPr>
          <w:p w14:paraId="0E2351B6"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1300" w:type="dxa"/>
          </w:tcPr>
          <w:p w14:paraId="7C0259C7"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220" w:type="dxa"/>
          </w:tcPr>
          <w:p w14:paraId="013B1D02"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1240" w:type="dxa"/>
          </w:tcPr>
          <w:p w14:paraId="53D496FD"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r>
      <w:tr w:rsidR="0006525E" w:rsidRPr="005D3E43" w14:paraId="5C593D5C" w14:textId="77777777" w:rsidTr="00A801F9">
        <w:trPr>
          <w:cantSplit/>
        </w:trPr>
        <w:tc>
          <w:tcPr>
            <w:tcW w:w="3816" w:type="dxa"/>
          </w:tcPr>
          <w:p w14:paraId="3567D20D" w14:textId="77777777" w:rsidR="0006525E" w:rsidRPr="005D3E43" w:rsidRDefault="0006525E" w:rsidP="0006525E">
            <w:pPr>
              <w:spacing w:line="240" w:lineRule="atLeast"/>
              <w:rPr>
                <w:b/>
                <w:bCs/>
                <w:i/>
                <w:iCs/>
                <w:szCs w:val="22"/>
                <w:lang w:val="en-US"/>
              </w:rPr>
            </w:pPr>
            <w:r w:rsidRPr="005D3E43">
              <w:rPr>
                <w:szCs w:val="22"/>
              </w:rPr>
              <w:t>Subsidiaries</w:t>
            </w:r>
          </w:p>
        </w:tc>
        <w:tc>
          <w:tcPr>
            <w:tcW w:w="1323" w:type="dxa"/>
          </w:tcPr>
          <w:p w14:paraId="6AF1FB23" w14:textId="495A116D" w:rsidR="0006525E" w:rsidRPr="005D3E43" w:rsidRDefault="0006525E" w:rsidP="0006525E">
            <w:pPr>
              <w:tabs>
                <w:tab w:val="decimal" w:pos="787"/>
              </w:tabs>
              <w:ind w:left="-84" w:right="-95"/>
              <w:rPr>
                <w:szCs w:val="22"/>
              </w:rPr>
            </w:pPr>
            <w:r>
              <w:rPr>
                <w:szCs w:val="22"/>
              </w:rPr>
              <w:t>-</w:t>
            </w:r>
          </w:p>
        </w:tc>
        <w:tc>
          <w:tcPr>
            <w:tcW w:w="220" w:type="dxa"/>
          </w:tcPr>
          <w:p w14:paraId="603C5351" w14:textId="77777777" w:rsidR="0006525E" w:rsidRPr="005D3E43" w:rsidRDefault="0006525E" w:rsidP="0006525E">
            <w:pPr>
              <w:tabs>
                <w:tab w:val="decimal" w:pos="1041"/>
              </w:tabs>
              <w:ind w:left="-84" w:right="-95"/>
              <w:rPr>
                <w:szCs w:val="22"/>
              </w:rPr>
            </w:pPr>
          </w:p>
        </w:tc>
        <w:tc>
          <w:tcPr>
            <w:tcW w:w="1257" w:type="dxa"/>
          </w:tcPr>
          <w:p w14:paraId="05552FF5" w14:textId="77777777" w:rsidR="0006525E" w:rsidRPr="005D3E43" w:rsidRDefault="0006525E" w:rsidP="0006525E">
            <w:pPr>
              <w:tabs>
                <w:tab w:val="decimal" w:pos="762"/>
              </w:tabs>
              <w:ind w:left="-84" w:right="-95"/>
              <w:rPr>
                <w:szCs w:val="22"/>
              </w:rPr>
            </w:pPr>
            <w:r w:rsidRPr="005D3E43">
              <w:rPr>
                <w:szCs w:val="22"/>
              </w:rPr>
              <w:t>-</w:t>
            </w:r>
          </w:p>
        </w:tc>
        <w:tc>
          <w:tcPr>
            <w:tcW w:w="220" w:type="dxa"/>
          </w:tcPr>
          <w:p w14:paraId="301D8234" w14:textId="77777777" w:rsidR="0006525E" w:rsidRPr="005D3E43" w:rsidRDefault="0006525E" w:rsidP="0006525E">
            <w:pPr>
              <w:pStyle w:val="acctfourfigures"/>
              <w:tabs>
                <w:tab w:val="clear" w:pos="765"/>
                <w:tab w:val="decimal" w:pos="1041"/>
              </w:tabs>
              <w:spacing w:line="240" w:lineRule="atLeast"/>
              <w:ind w:left="-84" w:right="-95"/>
              <w:rPr>
                <w:b/>
                <w:bCs/>
                <w:szCs w:val="22"/>
              </w:rPr>
            </w:pPr>
          </w:p>
        </w:tc>
        <w:tc>
          <w:tcPr>
            <w:tcW w:w="1300" w:type="dxa"/>
          </w:tcPr>
          <w:p w14:paraId="7718C134" w14:textId="1F5B6E46" w:rsidR="0006525E" w:rsidRPr="005D3E43" w:rsidRDefault="0006525E" w:rsidP="0006525E">
            <w:pPr>
              <w:pStyle w:val="acctfourfigures"/>
              <w:tabs>
                <w:tab w:val="clear" w:pos="765"/>
                <w:tab w:val="decimal" w:pos="737"/>
              </w:tabs>
              <w:spacing w:line="240" w:lineRule="atLeast"/>
              <w:ind w:left="-84" w:right="-95"/>
              <w:rPr>
                <w:szCs w:val="22"/>
              </w:rPr>
            </w:pPr>
            <w:r>
              <w:rPr>
                <w:szCs w:val="22"/>
              </w:rPr>
              <w:t>-</w:t>
            </w:r>
          </w:p>
        </w:tc>
        <w:tc>
          <w:tcPr>
            <w:tcW w:w="220" w:type="dxa"/>
          </w:tcPr>
          <w:p w14:paraId="0BB8F090" w14:textId="77777777" w:rsidR="0006525E" w:rsidRPr="005D3E43" w:rsidRDefault="0006525E" w:rsidP="0006525E">
            <w:pPr>
              <w:pStyle w:val="acctfourfigures"/>
              <w:tabs>
                <w:tab w:val="clear" w:pos="765"/>
                <w:tab w:val="decimal" w:pos="1041"/>
              </w:tabs>
              <w:spacing w:line="240" w:lineRule="atLeast"/>
              <w:ind w:left="-84" w:right="-95"/>
              <w:rPr>
                <w:szCs w:val="22"/>
              </w:rPr>
            </w:pPr>
          </w:p>
        </w:tc>
        <w:tc>
          <w:tcPr>
            <w:tcW w:w="1240" w:type="dxa"/>
          </w:tcPr>
          <w:p w14:paraId="50F183C7" w14:textId="77777777" w:rsidR="0006525E" w:rsidRPr="005D3E43" w:rsidRDefault="0006525E" w:rsidP="0006525E">
            <w:pPr>
              <w:pStyle w:val="acctfourfigures"/>
              <w:tabs>
                <w:tab w:val="clear" w:pos="765"/>
                <w:tab w:val="decimal" w:pos="1041"/>
              </w:tabs>
              <w:spacing w:line="240" w:lineRule="atLeast"/>
              <w:ind w:left="-84" w:right="-95"/>
              <w:rPr>
                <w:szCs w:val="22"/>
              </w:rPr>
            </w:pPr>
            <w:r w:rsidRPr="005D3E43">
              <w:rPr>
                <w:szCs w:val="22"/>
              </w:rPr>
              <w:t>130</w:t>
            </w:r>
          </w:p>
        </w:tc>
      </w:tr>
      <w:tr w:rsidR="0006525E" w:rsidRPr="005D3E43" w14:paraId="4A69CBAC" w14:textId="77777777" w:rsidTr="00A801F9">
        <w:trPr>
          <w:cantSplit/>
        </w:trPr>
        <w:tc>
          <w:tcPr>
            <w:tcW w:w="3816" w:type="dxa"/>
          </w:tcPr>
          <w:p w14:paraId="6693EAFB" w14:textId="77777777" w:rsidR="0006525E" w:rsidRPr="005D3E43" w:rsidRDefault="0006525E" w:rsidP="0006525E">
            <w:pPr>
              <w:spacing w:line="240" w:lineRule="atLeast"/>
              <w:rPr>
                <w:szCs w:val="22"/>
              </w:rPr>
            </w:pPr>
            <w:r w:rsidRPr="005D3E43">
              <w:rPr>
                <w:szCs w:val="22"/>
              </w:rPr>
              <w:t>Other related parties</w:t>
            </w:r>
          </w:p>
        </w:tc>
        <w:tc>
          <w:tcPr>
            <w:tcW w:w="1323" w:type="dxa"/>
            <w:tcBorders>
              <w:bottom w:val="single" w:sz="4" w:space="0" w:color="auto"/>
            </w:tcBorders>
          </w:tcPr>
          <w:p w14:paraId="53AA82FD" w14:textId="0D18FFD4" w:rsidR="0006525E" w:rsidRPr="005D3E43" w:rsidRDefault="0006525E" w:rsidP="0006525E">
            <w:pPr>
              <w:tabs>
                <w:tab w:val="decimal" w:pos="1041"/>
              </w:tabs>
              <w:ind w:left="-84" w:right="-95"/>
              <w:rPr>
                <w:szCs w:val="22"/>
              </w:rPr>
            </w:pPr>
            <w:r>
              <w:rPr>
                <w:szCs w:val="22"/>
              </w:rPr>
              <w:t>4,609</w:t>
            </w:r>
          </w:p>
        </w:tc>
        <w:tc>
          <w:tcPr>
            <w:tcW w:w="220" w:type="dxa"/>
          </w:tcPr>
          <w:p w14:paraId="4F6FFBA7" w14:textId="77777777" w:rsidR="0006525E" w:rsidRPr="005D3E43" w:rsidRDefault="0006525E" w:rsidP="0006525E">
            <w:pPr>
              <w:tabs>
                <w:tab w:val="decimal" w:pos="1041"/>
              </w:tabs>
              <w:ind w:left="-84" w:right="-95"/>
              <w:rPr>
                <w:szCs w:val="22"/>
              </w:rPr>
            </w:pPr>
          </w:p>
        </w:tc>
        <w:tc>
          <w:tcPr>
            <w:tcW w:w="1257" w:type="dxa"/>
            <w:tcBorders>
              <w:bottom w:val="single" w:sz="4" w:space="0" w:color="auto"/>
            </w:tcBorders>
          </w:tcPr>
          <w:p w14:paraId="1616040C" w14:textId="77777777" w:rsidR="0006525E" w:rsidRPr="005D3E43" w:rsidRDefault="0006525E" w:rsidP="0006525E">
            <w:pPr>
              <w:tabs>
                <w:tab w:val="decimal" w:pos="762"/>
              </w:tabs>
              <w:ind w:left="-84" w:right="-95"/>
              <w:rPr>
                <w:szCs w:val="22"/>
              </w:rPr>
            </w:pPr>
            <w:r w:rsidRPr="005D3E43">
              <w:rPr>
                <w:szCs w:val="22"/>
              </w:rPr>
              <w:t>-</w:t>
            </w:r>
          </w:p>
        </w:tc>
        <w:tc>
          <w:tcPr>
            <w:tcW w:w="220" w:type="dxa"/>
          </w:tcPr>
          <w:p w14:paraId="65A5F3AF" w14:textId="77777777" w:rsidR="0006525E" w:rsidRPr="005D3E43" w:rsidRDefault="0006525E" w:rsidP="0006525E">
            <w:pPr>
              <w:tabs>
                <w:tab w:val="decimal" w:pos="1041"/>
              </w:tabs>
              <w:ind w:left="-84" w:right="-95"/>
              <w:rPr>
                <w:szCs w:val="22"/>
              </w:rPr>
            </w:pPr>
          </w:p>
        </w:tc>
        <w:tc>
          <w:tcPr>
            <w:tcW w:w="1300" w:type="dxa"/>
            <w:tcBorders>
              <w:bottom w:val="single" w:sz="4" w:space="0" w:color="auto"/>
            </w:tcBorders>
          </w:tcPr>
          <w:p w14:paraId="2A826AAD" w14:textId="21A4CD9F" w:rsidR="0006525E" w:rsidRPr="005D3E43" w:rsidRDefault="0006525E" w:rsidP="0006525E">
            <w:pPr>
              <w:tabs>
                <w:tab w:val="decimal" w:pos="721"/>
              </w:tabs>
              <w:ind w:left="-84" w:right="-95"/>
              <w:rPr>
                <w:szCs w:val="22"/>
              </w:rPr>
            </w:pPr>
            <w:r>
              <w:rPr>
                <w:szCs w:val="22"/>
              </w:rPr>
              <w:t>-</w:t>
            </w:r>
          </w:p>
        </w:tc>
        <w:tc>
          <w:tcPr>
            <w:tcW w:w="220" w:type="dxa"/>
          </w:tcPr>
          <w:p w14:paraId="68432A1D" w14:textId="77777777" w:rsidR="0006525E" w:rsidRPr="005D3E43" w:rsidRDefault="0006525E" w:rsidP="0006525E">
            <w:pPr>
              <w:tabs>
                <w:tab w:val="decimal" w:pos="1041"/>
              </w:tabs>
              <w:ind w:left="-84" w:right="-95"/>
              <w:rPr>
                <w:szCs w:val="22"/>
              </w:rPr>
            </w:pPr>
          </w:p>
        </w:tc>
        <w:tc>
          <w:tcPr>
            <w:tcW w:w="1240" w:type="dxa"/>
            <w:tcBorders>
              <w:bottom w:val="single" w:sz="4" w:space="0" w:color="auto"/>
            </w:tcBorders>
          </w:tcPr>
          <w:p w14:paraId="73B38E5F" w14:textId="77777777" w:rsidR="0006525E" w:rsidRPr="005D3E43" w:rsidRDefault="0006525E" w:rsidP="0006525E">
            <w:pPr>
              <w:tabs>
                <w:tab w:val="decimal" w:pos="699"/>
              </w:tabs>
              <w:ind w:left="-84" w:right="-95"/>
              <w:rPr>
                <w:szCs w:val="22"/>
              </w:rPr>
            </w:pPr>
            <w:r w:rsidRPr="005D3E43">
              <w:rPr>
                <w:szCs w:val="22"/>
              </w:rPr>
              <w:t>-</w:t>
            </w:r>
          </w:p>
        </w:tc>
      </w:tr>
      <w:tr w:rsidR="0006525E" w:rsidRPr="005D3E43" w14:paraId="29ED5FE1" w14:textId="77777777" w:rsidTr="00A801F9">
        <w:trPr>
          <w:cantSplit/>
        </w:trPr>
        <w:tc>
          <w:tcPr>
            <w:tcW w:w="3816" w:type="dxa"/>
          </w:tcPr>
          <w:p w14:paraId="57B75462" w14:textId="77777777" w:rsidR="0006525E" w:rsidRPr="005D3E43" w:rsidRDefault="0006525E" w:rsidP="0006525E">
            <w:pPr>
              <w:spacing w:line="240" w:lineRule="atLeast"/>
              <w:rPr>
                <w:b/>
                <w:bCs/>
                <w:szCs w:val="22"/>
              </w:rPr>
            </w:pPr>
            <w:r w:rsidRPr="005D3E43">
              <w:rPr>
                <w:b/>
                <w:bCs/>
                <w:szCs w:val="22"/>
              </w:rPr>
              <w:t>Total</w:t>
            </w:r>
          </w:p>
        </w:tc>
        <w:tc>
          <w:tcPr>
            <w:tcW w:w="1323" w:type="dxa"/>
            <w:tcBorders>
              <w:top w:val="single" w:sz="4" w:space="0" w:color="auto"/>
              <w:bottom w:val="double" w:sz="4" w:space="0" w:color="auto"/>
            </w:tcBorders>
          </w:tcPr>
          <w:p w14:paraId="2F2D17B5" w14:textId="1805629D" w:rsidR="0006525E" w:rsidRPr="005D3E43" w:rsidRDefault="0006525E" w:rsidP="0006525E">
            <w:pPr>
              <w:tabs>
                <w:tab w:val="decimal" w:pos="1041"/>
              </w:tabs>
              <w:ind w:left="-84" w:right="-95"/>
              <w:rPr>
                <w:b/>
                <w:bCs/>
                <w:szCs w:val="22"/>
              </w:rPr>
            </w:pPr>
            <w:r>
              <w:rPr>
                <w:b/>
                <w:bCs/>
                <w:szCs w:val="22"/>
              </w:rPr>
              <w:t>4,609</w:t>
            </w:r>
          </w:p>
        </w:tc>
        <w:tc>
          <w:tcPr>
            <w:tcW w:w="220" w:type="dxa"/>
          </w:tcPr>
          <w:p w14:paraId="6FF34801" w14:textId="77777777" w:rsidR="0006525E" w:rsidRPr="005D3E43" w:rsidRDefault="0006525E" w:rsidP="0006525E">
            <w:pPr>
              <w:tabs>
                <w:tab w:val="decimal" w:pos="1041"/>
              </w:tabs>
              <w:ind w:left="-84" w:right="-95"/>
              <w:rPr>
                <w:szCs w:val="22"/>
              </w:rPr>
            </w:pPr>
          </w:p>
        </w:tc>
        <w:tc>
          <w:tcPr>
            <w:tcW w:w="1257" w:type="dxa"/>
            <w:tcBorders>
              <w:top w:val="single" w:sz="4" w:space="0" w:color="auto"/>
              <w:bottom w:val="double" w:sz="4" w:space="0" w:color="auto"/>
            </w:tcBorders>
          </w:tcPr>
          <w:p w14:paraId="631E329E" w14:textId="77777777" w:rsidR="0006525E" w:rsidRPr="005D3E43" w:rsidRDefault="0006525E" w:rsidP="0006525E">
            <w:pPr>
              <w:tabs>
                <w:tab w:val="decimal" w:pos="762"/>
              </w:tabs>
              <w:ind w:left="-84" w:right="-95"/>
              <w:rPr>
                <w:b/>
                <w:bCs/>
                <w:szCs w:val="22"/>
              </w:rPr>
            </w:pPr>
            <w:r w:rsidRPr="005D3E43">
              <w:rPr>
                <w:b/>
                <w:bCs/>
                <w:szCs w:val="22"/>
              </w:rPr>
              <w:t>-</w:t>
            </w:r>
          </w:p>
        </w:tc>
        <w:tc>
          <w:tcPr>
            <w:tcW w:w="220" w:type="dxa"/>
          </w:tcPr>
          <w:p w14:paraId="1888B2BD" w14:textId="77777777" w:rsidR="0006525E" w:rsidRPr="005D3E43" w:rsidRDefault="0006525E" w:rsidP="0006525E">
            <w:pPr>
              <w:tabs>
                <w:tab w:val="decimal" w:pos="1041"/>
              </w:tabs>
              <w:ind w:left="-84" w:right="-95"/>
              <w:rPr>
                <w:szCs w:val="22"/>
              </w:rPr>
            </w:pPr>
          </w:p>
        </w:tc>
        <w:tc>
          <w:tcPr>
            <w:tcW w:w="1300" w:type="dxa"/>
            <w:tcBorders>
              <w:top w:val="single" w:sz="4" w:space="0" w:color="auto"/>
              <w:bottom w:val="double" w:sz="4" w:space="0" w:color="auto"/>
            </w:tcBorders>
          </w:tcPr>
          <w:p w14:paraId="4F3DC03F" w14:textId="4A710329" w:rsidR="0006525E" w:rsidRPr="005D3E43" w:rsidRDefault="0006525E" w:rsidP="0006525E">
            <w:pPr>
              <w:tabs>
                <w:tab w:val="decimal" w:pos="737"/>
              </w:tabs>
              <w:ind w:left="-84" w:right="-95"/>
              <w:rPr>
                <w:b/>
                <w:bCs/>
                <w:szCs w:val="22"/>
              </w:rPr>
            </w:pPr>
            <w:r>
              <w:rPr>
                <w:b/>
                <w:bCs/>
                <w:szCs w:val="22"/>
              </w:rPr>
              <w:t>-</w:t>
            </w:r>
          </w:p>
        </w:tc>
        <w:tc>
          <w:tcPr>
            <w:tcW w:w="220" w:type="dxa"/>
          </w:tcPr>
          <w:p w14:paraId="0F050496" w14:textId="77777777" w:rsidR="0006525E" w:rsidRPr="005D3E43" w:rsidRDefault="0006525E" w:rsidP="0006525E">
            <w:pPr>
              <w:tabs>
                <w:tab w:val="decimal" w:pos="1041"/>
              </w:tabs>
              <w:ind w:left="-84" w:right="-95"/>
              <w:rPr>
                <w:b/>
                <w:bCs/>
                <w:szCs w:val="22"/>
              </w:rPr>
            </w:pPr>
          </w:p>
        </w:tc>
        <w:tc>
          <w:tcPr>
            <w:tcW w:w="1240" w:type="dxa"/>
            <w:tcBorders>
              <w:top w:val="single" w:sz="4" w:space="0" w:color="auto"/>
              <w:bottom w:val="double" w:sz="4" w:space="0" w:color="auto"/>
            </w:tcBorders>
          </w:tcPr>
          <w:p w14:paraId="4E8D9DD9" w14:textId="77777777" w:rsidR="0006525E" w:rsidRPr="005D3E43" w:rsidRDefault="0006525E" w:rsidP="0006525E">
            <w:pPr>
              <w:tabs>
                <w:tab w:val="decimal" w:pos="1041"/>
              </w:tabs>
              <w:ind w:left="-84" w:right="-95"/>
              <w:rPr>
                <w:b/>
                <w:bCs/>
                <w:szCs w:val="22"/>
              </w:rPr>
            </w:pPr>
            <w:r w:rsidRPr="005D3E43">
              <w:rPr>
                <w:b/>
                <w:bCs/>
                <w:szCs w:val="22"/>
              </w:rPr>
              <w:t>130</w:t>
            </w:r>
          </w:p>
        </w:tc>
      </w:tr>
    </w:tbl>
    <w:p w14:paraId="62CD6127" w14:textId="77777777" w:rsidR="009736C8" w:rsidRDefault="009736C8" w:rsidP="00B41807">
      <w:pPr>
        <w:spacing w:line="240" w:lineRule="auto"/>
        <w:ind w:left="540" w:right="-297"/>
        <w:jc w:val="both"/>
        <w:rPr>
          <w:spacing w:val="-2"/>
          <w:szCs w:val="22"/>
          <w:lang w:val="en-US"/>
        </w:rPr>
      </w:pPr>
    </w:p>
    <w:p w14:paraId="6F7DEA4A" w14:textId="34CACAA8" w:rsidR="00190318" w:rsidRPr="005D3E43" w:rsidRDefault="00190318" w:rsidP="00B41807">
      <w:pPr>
        <w:spacing w:line="240" w:lineRule="auto"/>
        <w:ind w:left="540" w:right="-297"/>
        <w:jc w:val="both"/>
        <w:rPr>
          <w:spacing w:val="-2"/>
          <w:szCs w:val="22"/>
          <w:lang w:val="en-US"/>
        </w:rPr>
      </w:pPr>
      <w:r w:rsidRPr="005D3E43">
        <w:rPr>
          <w:spacing w:val="-2"/>
          <w:szCs w:val="22"/>
          <w:lang w:val="en-US"/>
        </w:rPr>
        <w:t xml:space="preserve">Movements during the </w:t>
      </w:r>
      <w:r w:rsidR="00A801F9">
        <w:rPr>
          <w:spacing w:val="-2"/>
          <w:szCs w:val="22"/>
          <w:lang w:val="en-US"/>
        </w:rPr>
        <w:t>nine</w:t>
      </w:r>
      <w:r w:rsidRPr="005D3E43">
        <w:rPr>
          <w:spacing w:val="-2"/>
          <w:szCs w:val="22"/>
          <w:lang w:val="en-US"/>
        </w:rPr>
        <w:t xml:space="preserve">-month period ended </w:t>
      </w:r>
      <w:r w:rsidR="00F024A2" w:rsidRPr="005D3E43">
        <w:rPr>
          <w:szCs w:val="22"/>
          <w:lang w:val="en-US"/>
        </w:rPr>
        <w:t xml:space="preserve">30 </w:t>
      </w:r>
      <w:r w:rsidR="00A801F9">
        <w:rPr>
          <w:szCs w:val="22"/>
          <w:lang w:val="en-US"/>
        </w:rPr>
        <w:t xml:space="preserve">September </w:t>
      </w:r>
      <w:r w:rsidRPr="005D3E43">
        <w:rPr>
          <w:spacing w:val="-2"/>
          <w:szCs w:val="22"/>
          <w:lang w:val="en-US"/>
        </w:rPr>
        <w:t>of loans from related parties were as follows:</w:t>
      </w:r>
    </w:p>
    <w:p w14:paraId="4C920CDF" w14:textId="77777777" w:rsidR="00190318" w:rsidRPr="005D3E43" w:rsidRDefault="00190318" w:rsidP="00BE0348">
      <w:pPr>
        <w:ind w:firstLine="540"/>
        <w:rPr>
          <w:b/>
          <w:bCs/>
          <w:szCs w:val="22"/>
          <w:lang w:val="en-US"/>
        </w:rPr>
      </w:pPr>
    </w:p>
    <w:tbl>
      <w:tblPr>
        <w:tblW w:w="9825" w:type="dxa"/>
        <w:tblInd w:w="450" w:type="dxa"/>
        <w:tblLayout w:type="fixed"/>
        <w:tblLook w:val="04A0" w:firstRow="1" w:lastRow="0" w:firstColumn="1" w:lastColumn="0" w:noHBand="0" w:noVBand="1"/>
      </w:tblPr>
      <w:tblGrid>
        <w:gridCol w:w="1710"/>
        <w:gridCol w:w="1260"/>
        <w:gridCol w:w="270"/>
        <w:gridCol w:w="1260"/>
        <w:gridCol w:w="270"/>
        <w:gridCol w:w="990"/>
        <w:gridCol w:w="242"/>
        <w:gridCol w:w="1108"/>
        <w:gridCol w:w="268"/>
        <w:gridCol w:w="1080"/>
        <w:gridCol w:w="270"/>
        <w:gridCol w:w="1097"/>
      </w:tblGrid>
      <w:tr w:rsidR="00190318" w:rsidRPr="005D3E43" w14:paraId="14E0BCA0" w14:textId="77777777" w:rsidTr="007D3024">
        <w:trPr>
          <w:tblHeader/>
        </w:trPr>
        <w:tc>
          <w:tcPr>
            <w:tcW w:w="1710" w:type="dxa"/>
            <w:shd w:val="clear" w:color="auto" w:fill="auto"/>
            <w:vAlign w:val="bottom"/>
          </w:tcPr>
          <w:p w14:paraId="1A04A7BF" w14:textId="77777777" w:rsidR="00190318" w:rsidRPr="005D3E43" w:rsidRDefault="00190318" w:rsidP="00295C61">
            <w:pPr>
              <w:spacing w:line="240" w:lineRule="auto"/>
              <w:rPr>
                <w:b/>
                <w:bCs/>
                <w:szCs w:val="22"/>
                <w:cs/>
              </w:rPr>
            </w:pPr>
            <w:r w:rsidRPr="005D3E43">
              <w:rPr>
                <w:szCs w:val="22"/>
              </w:rPr>
              <w:br w:type="page"/>
            </w:r>
          </w:p>
        </w:tc>
        <w:tc>
          <w:tcPr>
            <w:tcW w:w="2790" w:type="dxa"/>
            <w:gridSpan w:val="3"/>
            <w:shd w:val="clear" w:color="auto" w:fill="auto"/>
            <w:vAlign w:val="bottom"/>
          </w:tcPr>
          <w:p w14:paraId="3FA410F8" w14:textId="77777777" w:rsidR="00190318" w:rsidRPr="005D3E43" w:rsidRDefault="00190318" w:rsidP="00295C61">
            <w:pPr>
              <w:spacing w:line="240" w:lineRule="auto"/>
              <w:jc w:val="center"/>
              <w:rPr>
                <w:b/>
                <w:bCs/>
                <w:szCs w:val="22"/>
                <w:cs/>
              </w:rPr>
            </w:pPr>
            <w:r w:rsidRPr="005D3E43">
              <w:rPr>
                <w:b/>
                <w:bCs/>
                <w:szCs w:val="22"/>
              </w:rPr>
              <w:t>Interest rate</w:t>
            </w:r>
          </w:p>
        </w:tc>
        <w:tc>
          <w:tcPr>
            <w:tcW w:w="270" w:type="dxa"/>
            <w:shd w:val="clear" w:color="auto" w:fill="auto"/>
            <w:vAlign w:val="bottom"/>
          </w:tcPr>
          <w:p w14:paraId="142BD7FB" w14:textId="77777777" w:rsidR="00190318" w:rsidRPr="005D3E43" w:rsidRDefault="00190318" w:rsidP="00295C61">
            <w:pPr>
              <w:spacing w:line="240" w:lineRule="auto"/>
              <w:jc w:val="center"/>
              <w:rPr>
                <w:b/>
                <w:bCs/>
                <w:szCs w:val="22"/>
              </w:rPr>
            </w:pPr>
          </w:p>
        </w:tc>
        <w:tc>
          <w:tcPr>
            <w:tcW w:w="5050" w:type="dxa"/>
            <w:gridSpan w:val="7"/>
            <w:shd w:val="clear" w:color="auto" w:fill="auto"/>
            <w:vAlign w:val="bottom"/>
          </w:tcPr>
          <w:p w14:paraId="71098283" w14:textId="77777777" w:rsidR="00190318" w:rsidRPr="005D3E43" w:rsidRDefault="00190318" w:rsidP="00295C61">
            <w:pPr>
              <w:spacing w:line="240" w:lineRule="auto"/>
              <w:ind w:left="-95" w:right="-120"/>
              <w:jc w:val="center"/>
              <w:rPr>
                <w:b/>
                <w:bCs/>
                <w:szCs w:val="22"/>
                <w:lang w:val="en-US" w:bidi="th-TH"/>
              </w:rPr>
            </w:pPr>
            <w:r w:rsidRPr="005D3E43">
              <w:rPr>
                <w:b/>
                <w:bCs/>
                <w:szCs w:val="22"/>
              </w:rPr>
              <w:t>Consolidated financial statement</w:t>
            </w:r>
            <w:r w:rsidR="00375534" w:rsidRPr="005D3E43">
              <w:rPr>
                <w:b/>
                <w:bCs/>
                <w:szCs w:val="22"/>
                <w:lang w:val="en-US" w:bidi="th-TH"/>
              </w:rPr>
              <w:t>s</w:t>
            </w:r>
          </w:p>
        </w:tc>
      </w:tr>
      <w:tr w:rsidR="00A801F9" w:rsidRPr="005D3E43" w14:paraId="327564B2" w14:textId="77777777" w:rsidTr="007D3024">
        <w:trPr>
          <w:tblHeader/>
        </w:trPr>
        <w:tc>
          <w:tcPr>
            <w:tcW w:w="1710" w:type="dxa"/>
            <w:shd w:val="clear" w:color="auto" w:fill="auto"/>
            <w:vAlign w:val="bottom"/>
          </w:tcPr>
          <w:p w14:paraId="0CB1024C" w14:textId="77777777" w:rsidR="00A801F9" w:rsidRPr="005D3E43" w:rsidRDefault="00A801F9" w:rsidP="00A801F9">
            <w:pPr>
              <w:spacing w:line="240" w:lineRule="auto"/>
              <w:rPr>
                <w:b/>
                <w:bCs/>
                <w:i/>
                <w:iCs/>
                <w:szCs w:val="22"/>
                <w:cs/>
              </w:rPr>
            </w:pPr>
          </w:p>
        </w:tc>
        <w:tc>
          <w:tcPr>
            <w:tcW w:w="1260" w:type="dxa"/>
            <w:shd w:val="clear" w:color="auto" w:fill="auto"/>
            <w:vAlign w:val="bottom"/>
          </w:tcPr>
          <w:p w14:paraId="7DB1CB9D" w14:textId="77777777" w:rsidR="00A801F9" w:rsidRPr="005D3E43" w:rsidRDefault="00A801F9" w:rsidP="00A801F9">
            <w:pPr>
              <w:spacing w:line="240" w:lineRule="auto"/>
              <w:ind w:left="-95" w:right="-120"/>
              <w:jc w:val="center"/>
              <w:rPr>
                <w:szCs w:val="22"/>
                <w:cs/>
              </w:rPr>
            </w:pPr>
            <w:r w:rsidRPr="005D3E43">
              <w:rPr>
                <w:szCs w:val="22"/>
              </w:rPr>
              <w:t>31</w:t>
            </w:r>
            <w:r w:rsidRPr="005D3E43">
              <w:rPr>
                <w:szCs w:val="22"/>
              </w:rPr>
              <w:br/>
              <w:t>December</w:t>
            </w:r>
            <w:r w:rsidRPr="005D3E43">
              <w:rPr>
                <w:szCs w:val="22"/>
              </w:rPr>
              <w:br/>
              <w:t>2019</w:t>
            </w:r>
          </w:p>
        </w:tc>
        <w:tc>
          <w:tcPr>
            <w:tcW w:w="270" w:type="dxa"/>
            <w:shd w:val="clear" w:color="auto" w:fill="auto"/>
            <w:vAlign w:val="bottom"/>
          </w:tcPr>
          <w:p w14:paraId="28DD341B" w14:textId="77777777" w:rsidR="00A801F9" w:rsidRPr="005D3E43" w:rsidRDefault="00A801F9" w:rsidP="00A801F9">
            <w:pPr>
              <w:spacing w:line="240" w:lineRule="auto"/>
              <w:jc w:val="center"/>
              <w:rPr>
                <w:szCs w:val="22"/>
              </w:rPr>
            </w:pPr>
          </w:p>
        </w:tc>
        <w:tc>
          <w:tcPr>
            <w:tcW w:w="1260" w:type="dxa"/>
            <w:shd w:val="clear" w:color="auto" w:fill="auto"/>
            <w:vAlign w:val="bottom"/>
          </w:tcPr>
          <w:p w14:paraId="4924C334" w14:textId="77777777" w:rsidR="00A801F9" w:rsidRPr="005D3E43" w:rsidRDefault="00A801F9" w:rsidP="00A801F9">
            <w:pPr>
              <w:spacing w:line="240" w:lineRule="atLeast"/>
              <w:ind w:left="-83" w:right="-75" w:firstLine="4"/>
              <w:jc w:val="center"/>
              <w:rPr>
                <w:bCs/>
                <w:szCs w:val="22"/>
              </w:rPr>
            </w:pPr>
            <w:r w:rsidRPr="005D3E43">
              <w:rPr>
                <w:bCs/>
                <w:szCs w:val="22"/>
              </w:rPr>
              <w:t xml:space="preserve">30 </w:t>
            </w:r>
          </w:p>
          <w:p w14:paraId="2261821A" w14:textId="3553366C" w:rsidR="00A801F9" w:rsidRPr="005D3E43" w:rsidRDefault="00A801F9" w:rsidP="00A801F9">
            <w:pPr>
              <w:spacing w:line="240" w:lineRule="atLeast"/>
              <w:ind w:left="-83" w:right="-75" w:firstLine="4"/>
              <w:jc w:val="center"/>
              <w:rPr>
                <w:bCs/>
                <w:szCs w:val="22"/>
              </w:rPr>
            </w:pPr>
            <w:r>
              <w:rPr>
                <w:szCs w:val="22"/>
                <w:lang w:val="en-US"/>
              </w:rPr>
              <w:t>September</w:t>
            </w:r>
          </w:p>
          <w:p w14:paraId="11C8DB9E" w14:textId="77777777" w:rsidR="00A801F9" w:rsidRPr="005D3E43" w:rsidRDefault="00A801F9" w:rsidP="00A801F9">
            <w:pPr>
              <w:spacing w:line="240" w:lineRule="auto"/>
              <w:ind w:left="-95" w:right="-120"/>
              <w:jc w:val="center"/>
              <w:rPr>
                <w:szCs w:val="22"/>
                <w:cs/>
              </w:rPr>
            </w:pPr>
            <w:r w:rsidRPr="005D3E43">
              <w:rPr>
                <w:bCs/>
                <w:szCs w:val="22"/>
              </w:rPr>
              <w:t>2020</w:t>
            </w:r>
          </w:p>
        </w:tc>
        <w:tc>
          <w:tcPr>
            <w:tcW w:w="270" w:type="dxa"/>
            <w:shd w:val="clear" w:color="auto" w:fill="auto"/>
            <w:vAlign w:val="bottom"/>
          </w:tcPr>
          <w:p w14:paraId="619DEA67" w14:textId="77777777" w:rsidR="00A801F9" w:rsidRPr="005D3E43" w:rsidRDefault="00A801F9" w:rsidP="00A801F9">
            <w:pPr>
              <w:spacing w:line="240" w:lineRule="auto"/>
              <w:jc w:val="center"/>
              <w:rPr>
                <w:szCs w:val="22"/>
              </w:rPr>
            </w:pPr>
          </w:p>
        </w:tc>
        <w:tc>
          <w:tcPr>
            <w:tcW w:w="990" w:type="dxa"/>
            <w:shd w:val="clear" w:color="auto" w:fill="auto"/>
            <w:vAlign w:val="bottom"/>
          </w:tcPr>
          <w:p w14:paraId="02365F7E" w14:textId="77777777" w:rsidR="00A801F9" w:rsidRPr="005D3E43" w:rsidRDefault="00A801F9" w:rsidP="00A801F9">
            <w:pPr>
              <w:spacing w:line="240" w:lineRule="auto"/>
              <w:ind w:left="-129" w:right="-86"/>
              <w:jc w:val="center"/>
              <w:rPr>
                <w:szCs w:val="22"/>
                <w:cs/>
              </w:rPr>
            </w:pPr>
            <w:r w:rsidRPr="005D3E43">
              <w:rPr>
                <w:szCs w:val="22"/>
              </w:rPr>
              <w:t>31</w:t>
            </w:r>
            <w:r w:rsidRPr="005D3E43">
              <w:rPr>
                <w:szCs w:val="22"/>
              </w:rPr>
              <w:br/>
              <w:t>December</w:t>
            </w:r>
            <w:r w:rsidRPr="005D3E43">
              <w:rPr>
                <w:szCs w:val="22"/>
              </w:rPr>
              <w:br/>
              <w:t>2019</w:t>
            </w:r>
          </w:p>
        </w:tc>
        <w:tc>
          <w:tcPr>
            <w:tcW w:w="242" w:type="dxa"/>
            <w:shd w:val="clear" w:color="auto" w:fill="auto"/>
            <w:vAlign w:val="bottom"/>
          </w:tcPr>
          <w:p w14:paraId="7AFA11BA" w14:textId="77777777" w:rsidR="00A801F9" w:rsidRPr="005D3E43" w:rsidRDefault="00A801F9" w:rsidP="00A801F9">
            <w:pPr>
              <w:spacing w:line="240" w:lineRule="auto"/>
              <w:jc w:val="center"/>
              <w:rPr>
                <w:szCs w:val="22"/>
              </w:rPr>
            </w:pPr>
          </w:p>
        </w:tc>
        <w:tc>
          <w:tcPr>
            <w:tcW w:w="1108" w:type="dxa"/>
            <w:shd w:val="clear" w:color="auto" w:fill="auto"/>
            <w:vAlign w:val="bottom"/>
          </w:tcPr>
          <w:p w14:paraId="66870C2C" w14:textId="77777777" w:rsidR="00A801F9" w:rsidRPr="005D3E43" w:rsidRDefault="00A801F9" w:rsidP="00A801F9">
            <w:pPr>
              <w:spacing w:line="240" w:lineRule="auto"/>
              <w:ind w:left="-95" w:right="-120"/>
              <w:jc w:val="center"/>
              <w:rPr>
                <w:szCs w:val="22"/>
                <w:cs/>
              </w:rPr>
            </w:pPr>
            <w:r w:rsidRPr="005D3E43">
              <w:rPr>
                <w:szCs w:val="22"/>
              </w:rPr>
              <w:t>Increase</w:t>
            </w:r>
          </w:p>
        </w:tc>
        <w:tc>
          <w:tcPr>
            <w:tcW w:w="268" w:type="dxa"/>
            <w:shd w:val="clear" w:color="auto" w:fill="auto"/>
            <w:vAlign w:val="bottom"/>
          </w:tcPr>
          <w:p w14:paraId="65EAF1A3" w14:textId="77777777" w:rsidR="00A801F9" w:rsidRPr="005D3E43" w:rsidRDefault="00A801F9" w:rsidP="00A801F9">
            <w:pPr>
              <w:spacing w:line="240" w:lineRule="auto"/>
              <w:jc w:val="center"/>
              <w:rPr>
                <w:szCs w:val="22"/>
              </w:rPr>
            </w:pPr>
          </w:p>
        </w:tc>
        <w:tc>
          <w:tcPr>
            <w:tcW w:w="1080" w:type="dxa"/>
            <w:shd w:val="clear" w:color="auto" w:fill="auto"/>
            <w:vAlign w:val="bottom"/>
          </w:tcPr>
          <w:p w14:paraId="0144EB83" w14:textId="77777777" w:rsidR="00A801F9" w:rsidRPr="005D3E43" w:rsidRDefault="00A801F9" w:rsidP="00A801F9">
            <w:pPr>
              <w:spacing w:line="240" w:lineRule="auto"/>
              <w:ind w:left="-95" w:right="-120"/>
              <w:jc w:val="center"/>
              <w:rPr>
                <w:szCs w:val="22"/>
                <w:cs/>
              </w:rPr>
            </w:pPr>
            <w:r w:rsidRPr="005D3E43">
              <w:rPr>
                <w:szCs w:val="22"/>
              </w:rPr>
              <w:t>(Decrease)</w:t>
            </w:r>
          </w:p>
        </w:tc>
        <w:tc>
          <w:tcPr>
            <w:tcW w:w="270" w:type="dxa"/>
            <w:shd w:val="clear" w:color="auto" w:fill="auto"/>
            <w:vAlign w:val="bottom"/>
          </w:tcPr>
          <w:p w14:paraId="4C0BA647" w14:textId="77777777" w:rsidR="00A801F9" w:rsidRPr="005D3E43" w:rsidRDefault="00A801F9" w:rsidP="00A801F9">
            <w:pPr>
              <w:spacing w:line="240" w:lineRule="auto"/>
              <w:jc w:val="center"/>
              <w:rPr>
                <w:szCs w:val="22"/>
              </w:rPr>
            </w:pPr>
          </w:p>
        </w:tc>
        <w:tc>
          <w:tcPr>
            <w:tcW w:w="1097" w:type="dxa"/>
            <w:shd w:val="clear" w:color="auto" w:fill="auto"/>
            <w:vAlign w:val="bottom"/>
          </w:tcPr>
          <w:p w14:paraId="0652CA1A" w14:textId="77777777" w:rsidR="00A801F9" w:rsidRPr="005D3E43" w:rsidRDefault="00A801F9" w:rsidP="00A801F9">
            <w:pPr>
              <w:spacing w:line="240" w:lineRule="atLeast"/>
              <w:ind w:left="-83" w:right="-75" w:firstLine="4"/>
              <w:jc w:val="center"/>
              <w:rPr>
                <w:bCs/>
                <w:szCs w:val="22"/>
              </w:rPr>
            </w:pPr>
            <w:r w:rsidRPr="005D3E43">
              <w:rPr>
                <w:bCs/>
                <w:szCs w:val="22"/>
              </w:rPr>
              <w:t xml:space="preserve">30 </w:t>
            </w:r>
          </w:p>
          <w:p w14:paraId="312003EA" w14:textId="77777777" w:rsidR="00A801F9" w:rsidRPr="005D3E43" w:rsidRDefault="00A801F9" w:rsidP="00A801F9">
            <w:pPr>
              <w:spacing w:line="240" w:lineRule="atLeast"/>
              <w:ind w:left="-83" w:right="-75" w:firstLine="4"/>
              <w:jc w:val="center"/>
              <w:rPr>
                <w:bCs/>
                <w:szCs w:val="22"/>
              </w:rPr>
            </w:pPr>
            <w:r>
              <w:rPr>
                <w:szCs w:val="22"/>
                <w:lang w:val="en-US"/>
              </w:rPr>
              <w:t>September</w:t>
            </w:r>
          </w:p>
          <w:p w14:paraId="4FF62EFC" w14:textId="3442F1E3" w:rsidR="00A801F9" w:rsidRPr="005D3E43" w:rsidRDefault="00A801F9" w:rsidP="00A801F9">
            <w:pPr>
              <w:spacing w:line="240" w:lineRule="auto"/>
              <w:ind w:left="-95" w:right="-120"/>
              <w:jc w:val="center"/>
              <w:rPr>
                <w:szCs w:val="22"/>
                <w:cs/>
              </w:rPr>
            </w:pPr>
            <w:r w:rsidRPr="005D3E43">
              <w:rPr>
                <w:bCs/>
                <w:szCs w:val="22"/>
              </w:rPr>
              <w:t>2020</w:t>
            </w:r>
          </w:p>
        </w:tc>
      </w:tr>
      <w:tr w:rsidR="00A801F9" w:rsidRPr="005D3E43" w14:paraId="61C73B0B" w14:textId="77777777" w:rsidTr="007D3024">
        <w:trPr>
          <w:tblHeader/>
        </w:trPr>
        <w:tc>
          <w:tcPr>
            <w:tcW w:w="1710" w:type="dxa"/>
            <w:shd w:val="clear" w:color="auto" w:fill="auto"/>
          </w:tcPr>
          <w:p w14:paraId="5CA4D0C3" w14:textId="77777777" w:rsidR="00A801F9" w:rsidRPr="005D3E43" w:rsidRDefault="00A801F9" w:rsidP="00A801F9">
            <w:pPr>
              <w:spacing w:line="240" w:lineRule="auto"/>
              <w:rPr>
                <w:szCs w:val="22"/>
              </w:rPr>
            </w:pPr>
          </w:p>
        </w:tc>
        <w:tc>
          <w:tcPr>
            <w:tcW w:w="2790" w:type="dxa"/>
            <w:gridSpan w:val="3"/>
            <w:shd w:val="clear" w:color="auto" w:fill="auto"/>
          </w:tcPr>
          <w:p w14:paraId="39E9A959" w14:textId="77777777" w:rsidR="00A801F9" w:rsidRPr="005D3E43" w:rsidRDefault="00A801F9" w:rsidP="00A801F9">
            <w:pPr>
              <w:spacing w:line="240" w:lineRule="auto"/>
              <w:jc w:val="center"/>
              <w:rPr>
                <w:i/>
                <w:iCs/>
                <w:szCs w:val="22"/>
              </w:rPr>
            </w:pPr>
            <w:r w:rsidRPr="005D3E43">
              <w:rPr>
                <w:i/>
                <w:iCs/>
                <w:szCs w:val="22"/>
              </w:rPr>
              <w:t>(% per annum)</w:t>
            </w:r>
          </w:p>
        </w:tc>
        <w:tc>
          <w:tcPr>
            <w:tcW w:w="270" w:type="dxa"/>
            <w:shd w:val="clear" w:color="auto" w:fill="auto"/>
          </w:tcPr>
          <w:p w14:paraId="5412935F" w14:textId="77777777" w:rsidR="00A801F9" w:rsidRPr="005D3E43" w:rsidRDefault="00A801F9" w:rsidP="00A801F9">
            <w:pPr>
              <w:spacing w:line="240" w:lineRule="auto"/>
              <w:rPr>
                <w:szCs w:val="22"/>
              </w:rPr>
            </w:pPr>
          </w:p>
        </w:tc>
        <w:tc>
          <w:tcPr>
            <w:tcW w:w="5050" w:type="dxa"/>
            <w:gridSpan w:val="7"/>
            <w:shd w:val="clear" w:color="auto" w:fill="auto"/>
          </w:tcPr>
          <w:p w14:paraId="67AC8DC2" w14:textId="77777777" w:rsidR="00A801F9" w:rsidRPr="005D3E43" w:rsidRDefault="00A801F9" w:rsidP="00A801F9">
            <w:pPr>
              <w:spacing w:line="240" w:lineRule="auto"/>
              <w:ind w:left="-95" w:right="-120"/>
              <w:jc w:val="center"/>
              <w:rPr>
                <w:i/>
                <w:iCs/>
                <w:szCs w:val="22"/>
              </w:rPr>
            </w:pPr>
            <w:r w:rsidRPr="005D3E43">
              <w:rPr>
                <w:i/>
                <w:iCs/>
                <w:szCs w:val="22"/>
              </w:rPr>
              <w:t>(in thousand Baht)</w:t>
            </w:r>
          </w:p>
        </w:tc>
      </w:tr>
      <w:tr w:rsidR="00A801F9" w:rsidRPr="005D3E43" w14:paraId="00C155FD" w14:textId="77777777" w:rsidTr="007D3024">
        <w:trPr>
          <w:tblHeader/>
        </w:trPr>
        <w:tc>
          <w:tcPr>
            <w:tcW w:w="4500" w:type="dxa"/>
            <w:gridSpan w:val="4"/>
            <w:shd w:val="clear" w:color="auto" w:fill="auto"/>
            <w:vAlign w:val="bottom"/>
          </w:tcPr>
          <w:p w14:paraId="33310098" w14:textId="77777777" w:rsidR="00A801F9" w:rsidRPr="005D3E43" w:rsidRDefault="00A801F9" w:rsidP="00A801F9">
            <w:pPr>
              <w:spacing w:line="240" w:lineRule="auto"/>
              <w:rPr>
                <w:i/>
                <w:iCs/>
                <w:szCs w:val="22"/>
                <w:cs/>
              </w:rPr>
            </w:pPr>
            <w:r w:rsidRPr="005D3E43">
              <w:rPr>
                <w:b/>
                <w:bCs/>
                <w:i/>
                <w:iCs/>
                <w:szCs w:val="22"/>
              </w:rPr>
              <w:t>Short-term loan</w:t>
            </w:r>
          </w:p>
        </w:tc>
        <w:tc>
          <w:tcPr>
            <w:tcW w:w="270" w:type="dxa"/>
            <w:shd w:val="clear" w:color="auto" w:fill="auto"/>
          </w:tcPr>
          <w:p w14:paraId="79F09AC3" w14:textId="77777777" w:rsidR="00A801F9" w:rsidRPr="005D3E43" w:rsidRDefault="00A801F9" w:rsidP="00A801F9">
            <w:pPr>
              <w:spacing w:line="240" w:lineRule="auto"/>
              <w:rPr>
                <w:szCs w:val="22"/>
              </w:rPr>
            </w:pPr>
          </w:p>
        </w:tc>
        <w:tc>
          <w:tcPr>
            <w:tcW w:w="5050" w:type="dxa"/>
            <w:gridSpan w:val="7"/>
            <w:shd w:val="clear" w:color="auto" w:fill="auto"/>
          </w:tcPr>
          <w:p w14:paraId="1E6E18FD" w14:textId="77777777" w:rsidR="00A801F9" w:rsidRPr="005D3E43" w:rsidRDefault="00A801F9" w:rsidP="00A801F9">
            <w:pPr>
              <w:spacing w:line="240" w:lineRule="auto"/>
              <w:ind w:left="-95" w:right="-120"/>
              <w:jc w:val="center"/>
              <w:rPr>
                <w:i/>
                <w:iCs/>
                <w:szCs w:val="22"/>
                <w:cs/>
              </w:rPr>
            </w:pPr>
          </w:p>
        </w:tc>
      </w:tr>
      <w:tr w:rsidR="00A801F9" w:rsidRPr="005D3E43" w14:paraId="610ED573" w14:textId="77777777" w:rsidTr="007D3024">
        <w:tc>
          <w:tcPr>
            <w:tcW w:w="1710" w:type="dxa"/>
            <w:shd w:val="clear" w:color="auto" w:fill="auto"/>
          </w:tcPr>
          <w:p w14:paraId="140C879B" w14:textId="77777777" w:rsidR="00A801F9" w:rsidRPr="005D3E43" w:rsidRDefault="00A801F9" w:rsidP="00A801F9">
            <w:pPr>
              <w:tabs>
                <w:tab w:val="left" w:pos="966"/>
              </w:tabs>
              <w:spacing w:line="240" w:lineRule="auto"/>
              <w:ind w:right="-288"/>
              <w:rPr>
                <w:szCs w:val="22"/>
                <w:cs/>
              </w:rPr>
            </w:pPr>
            <w:r w:rsidRPr="005D3E43">
              <w:rPr>
                <w:szCs w:val="22"/>
              </w:rPr>
              <w:t>Parent company</w:t>
            </w:r>
          </w:p>
        </w:tc>
        <w:tc>
          <w:tcPr>
            <w:tcW w:w="1260" w:type="dxa"/>
            <w:shd w:val="clear" w:color="auto" w:fill="auto"/>
          </w:tcPr>
          <w:p w14:paraId="3FBAFDBB" w14:textId="77777777" w:rsidR="00A801F9" w:rsidRPr="005D3E43" w:rsidRDefault="00A801F9" w:rsidP="00A801F9">
            <w:pPr>
              <w:spacing w:line="240" w:lineRule="auto"/>
              <w:jc w:val="center"/>
              <w:rPr>
                <w:szCs w:val="22"/>
              </w:rPr>
            </w:pPr>
            <w:r w:rsidRPr="005D3E43">
              <w:rPr>
                <w:spacing w:val="-4"/>
                <w:szCs w:val="22"/>
              </w:rPr>
              <w:t>MLR -0.75</w:t>
            </w:r>
          </w:p>
        </w:tc>
        <w:tc>
          <w:tcPr>
            <w:tcW w:w="270" w:type="dxa"/>
            <w:shd w:val="clear" w:color="auto" w:fill="auto"/>
          </w:tcPr>
          <w:p w14:paraId="03A4CBA9" w14:textId="77777777" w:rsidR="00A801F9" w:rsidRPr="005D3E43" w:rsidRDefault="00A801F9" w:rsidP="00A801F9">
            <w:pPr>
              <w:spacing w:line="240" w:lineRule="auto"/>
              <w:rPr>
                <w:szCs w:val="22"/>
              </w:rPr>
            </w:pPr>
          </w:p>
        </w:tc>
        <w:tc>
          <w:tcPr>
            <w:tcW w:w="1260" w:type="dxa"/>
            <w:shd w:val="clear" w:color="auto" w:fill="auto"/>
          </w:tcPr>
          <w:p w14:paraId="6425D095" w14:textId="1363E362" w:rsidR="00A801F9" w:rsidRPr="005D3E43" w:rsidRDefault="005A6861" w:rsidP="00A801F9">
            <w:pPr>
              <w:spacing w:line="240" w:lineRule="auto"/>
              <w:jc w:val="center"/>
              <w:rPr>
                <w:szCs w:val="22"/>
              </w:rPr>
            </w:pPr>
            <w:r w:rsidRPr="005D3E43">
              <w:rPr>
                <w:spacing w:val="-4"/>
                <w:szCs w:val="22"/>
              </w:rPr>
              <w:t>MLR -</w:t>
            </w:r>
            <w:r w:rsidR="002657BD">
              <w:rPr>
                <w:spacing w:val="-4"/>
                <w:szCs w:val="22"/>
              </w:rPr>
              <w:t xml:space="preserve"> </w:t>
            </w:r>
            <w:r w:rsidRPr="005D3E43">
              <w:rPr>
                <w:spacing w:val="-4"/>
                <w:szCs w:val="22"/>
              </w:rPr>
              <w:t>0.75</w:t>
            </w:r>
          </w:p>
        </w:tc>
        <w:tc>
          <w:tcPr>
            <w:tcW w:w="270" w:type="dxa"/>
            <w:shd w:val="clear" w:color="auto" w:fill="auto"/>
          </w:tcPr>
          <w:p w14:paraId="19BFDB31" w14:textId="77777777" w:rsidR="00A801F9" w:rsidRPr="005D3E43" w:rsidRDefault="00A801F9" w:rsidP="00A801F9">
            <w:pPr>
              <w:spacing w:line="240" w:lineRule="auto"/>
              <w:rPr>
                <w:szCs w:val="22"/>
              </w:rPr>
            </w:pPr>
          </w:p>
        </w:tc>
        <w:tc>
          <w:tcPr>
            <w:tcW w:w="990" w:type="dxa"/>
            <w:tcBorders>
              <w:bottom w:val="double" w:sz="4" w:space="0" w:color="auto"/>
            </w:tcBorders>
            <w:shd w:val="clear" w:color="auto" w:fill="auto"/>
            <w:vAlign w:val="bottom"/>
          </w:tcPr>
          <w:p w14:paraId="7048B253" w14:textId="77777777" w:rsidR="00A801F9" w:rsidRPr="005D3E43" w:rsidRDefault="00A801F9" w:rsidP="00A801F9">
            <w:pPr>
              <w:tabs>
                <w:tab w:val="decimal" w:pos="804"/>
              </w:tabs>
              <w:spacing w:line="240" w:lineRule="auto"/>
              <w:ind w:left="-129" w:right="-86"/>
              <w:rPr>
                <w:b/>
                <w:bCs/>
                <w:szCs w:val="22"/>
              </w:rPr>
            </w:pPr>
            <w:r w:rsidRPr="005D3E43">
              <w:rPr>
                <w:b/>
                <w:bCs/>
                <w:szCs w:val="22"/>
              </w:rPr>
              <w:t>170,745</w:t>
            </w:r>
          </w:p>
        </w:tc>
        <w:tc>
          <w:tcPr>
            <w:tcW w:w="242" w:type="dxa"/>
            <w:shd w:val="clear" w:color="auto" w:fill="auto"/>
          </w:tcPr>
          <w:p w14:paraId="2FEE1DF4" w14:textId="77777777" w:rsidR="00A801F9" w:rsidRPr="005D3E43" w:rsidRDefault="00A801F9" w:rsidP="00A801F9">
            <w:pPr>
              <w:spacing w:line="240" w:lineRule="auto"/>
              <w:rPr>
                <w:szCs w:val="22"/>
              </w:rPr>
            </w:pPr>
          </w:p>
        </w:tc>
        <w:tc>
          <w:tcPr>
            <w:tcW w:w="1108" w:type="dxa"/>
            <w:shd w:val="clear" w:color="auto" w:fill="auto"/>
            <w:vAlign w:val="bottom"/>
          </w:tcPr>
          <w:p w14:paraId="5CFFE099" w14:textId="067EA033" w:rsidR="00A801F9" w:rsidRPr="005D3E43" w:rsidRDefault="0006525E" w:rsidP="00A801F9">
            <w:pPr>
              <w:tabs>
                <w:tab w:val="decimal" w:pos="647"/>
              </w:tabs>
              <w:spacing w:line="240" w:lineRule="auto"/>
              <w:ind w:right="-120"/>
              <w:rPr>
                <w:szCs w:val="22"/>
              </w:rPr>
            </w:pPr>
            <w:r>
              <w:rPr>
                <w:szCs w:val="22"/>
              </w:rPr>
              <w:t>1,574,734</w:t>
            </w:r>
          </w:p>
        </w:tc>
        <w:tc>
          <w:tcPr>
            <w:tcW w:w="268" w:type="dxa"/>
            <w:shd w:val="clear" w:color="auto" w:fill="auto"/>
            <w:vAlign w:val="bottom"/>
          </w:tcPr>
          <w:p w14:paraId="5F5827F2" w14:textId="77777777" w:rsidR="00A801F9" w:rsidRPr="005D3E43" w:rsidRDefault="00A801F9" w:rsidP="00A801F9">
            <w:pPr>
              <w:spacing w:line="240" w:lineRule="auto"/>
              <w:rPr>
                <w:szCs w:val="22"/>
              </w:rPr>
            </w:pPr>
          </w:p>
        </w:tc>
        <w:tc>
          <w:tcPr>
            <w:tcW w:w="1080" w:type="dxa"/>
            <w:shd w:val="clear" w:color="auto" w:fill="auto"/>
            <w:vAlign w:val="bottom"/>
          </w:tcPr>
          <w:p w14:paraId="54014B00" w14:textId="4BF1A614" w:rsidR="00A801F9" w:rsidRPr="005D3E43" w:rsidRDefault="00A801F9" w:rsidP="00A801F9">
            <w:pPr>
              <w:jc w:val="center"/>
              <w:rPr>
                <w:szCs w:val="22"/>
              </w:rPr>
            </w:pPr>
            <w:r w:rsidRPr="005D3E43">
              <w:rPr>
                <w:szCs w:val="22"/>
              </w:rPr>
              <w:t>(</w:t>
            </w:r>
            <w:r w:rsidR="0006525E">
              <w:rPr>
                <w:szCs w:val="22"/>
              </w:rPr>
              <w:t>462</w:t>
            </w:r>
            <w:r w:rsidRPr="005D3E43">
              <w:rPr>
                <w:szCs w:val="22"/>
              </w:rPr>
              <w:t>,</w:t>
            </w:r>
            <w:r w:rsidR="0006525E">
              <w:rPr>
                <w:szCs w:val="22"/>
              </w:rPr>
              <w:t>912</w:t>
            </w:r>
            <w:r w:rsidRPr="005D3E43">
              <w:rPr>
                <w:szCs w:val="22"/>
              </w:rPr>
              <w:t>)</w:t>
            </w:r>
          </w:p>
        </w:tc>
        <w:tc>
          <w:tcPr>
            <w:tcW w:w="270" w:type="dxa"/>
            <w:shd w:val="clear" w:color="auto" w:fill="auto"/>
          </w:tcPr>
          <w:p w14:paraId="50A721E8" w14:textId="77777777" w:rsidR="00A801F9" w:rsidRPr="005D3E43" w:rsidRDefault="00A801F9" w:rsidP="00A801F9">
            <w:pPr>
              <w:spacing w:line="240" w:lineRule="auto"/>
              <w:rPr>
                <w:szCs w:val="22"/>
              </w:rPr>
            </w:pPr>
          </w:p>
        </w:tc>
        <w:tc>
          <w:tcPr>
            <w:tcW w:w="1097" w:type="dxa"/>
            <w:tcBorders>
              <w:bottom w:val="double" w:sz="4" w:space="0" w:color="auto"/>
            </w:tcBorders>
            <w:shd w:val="clear" w:color="auto" w:fill="auto"/>
            <w:vAlign w:val="bottom"/>
          </w:tcPr>
          <w:p w14:paraId="36CC9221" w14:textId="1D584C27" w:rsidR="00A801F9" w:rsidRPr="005D3E43" w:rsidRDefault="0006525E" w:rsidP="00A801F9">
            <w:pPr>
              <w:tabs>
                <w:tab w:val="decimal" w:pos="870"/>
              </w:tabs>
              <w:ind w:left="-95"/>
              <w:rPr>
                <w:b/>
                <w:bCs/>
                <w:szCs w:val="22"/>
              </w:rPr>
            </w:pPr>
            <w:r>
              <w:rPr>
                <w:b/>
                <w:bCs/>
                <w:szCs w:val="22"/>
              </w:rPr>
              <w:t>1,282,567</w:t>
            </w:r>
          </w:p>
        </w:tc>
      </w:tr>
    </w:tbl>
    <w:p w14:paraId="111F9856" w14:textId="77777777" w:rsidR="00190318" w:rsidRPr="005D3E43" w:rsidRDefault="00190318" w:rsidP="00190318">
      <w:pPr>
        <w:pStyle w:val="BodyText"/>
        <w:spacing w:after="0"/>
        <w:ind w:left="630" w:right="-45"/>
        <w:jc w:val="thaiDistribute"/>
        <w:rPr>
          <w:szCs w:val="22"/>
        </w:rPr>
      </w:pPr>
    </w:p>
    <w:tbl>
      <w:tblPr>
        <w:tblW w:w="9804" w:type="dxa"/>
        <w:tblInd w:w="450" w:type="dxa"/>
        <w:tblLayout w:type="fixed"/>
        <w:tblLook w:val="04A0" w:firstRow="1" w:lastRow="0" w:firstColumn="1" w:lastColumn="0" w:noHBand="0" w:noVBand="1"/>
      </w:tblPr>
      <w:tblGrid>
        <w:gridCol w:w="1710"/>
        <w:gridCol w:w="1260"/>
        <w:gridCol w:w="236"/>
        <w:gridCol w:w="1294"/>
        <w:gridCol w:w="270"/>
        <w:gridCol w:w="990"/>
        <w:gridCol w:w="240"/>
        <w:gridCol w:w="1110"/>
        <w:gridCol w:w="249"/>
        <w:gridCol w:w="1080"/>
        <w:gridCol w:w="270"/>
        <w:gridCol w:w="1084"/>
        <w:gridCol w:w="11"/>
      </w:tblGrid>
      <w:tr w:rsidR="00190318" w:rsidRPr="005D3E43" w14:paraId="53C428EB" w14:textId="77777777" w:rsidTr="007D3024">
        <w:trPr>
          <w:tblHeader/>
        </w:trPr>
        <w:tc>
          <w:tcPr>
            <w:tcW w:w="1710" w:type="dxa"/>
            <w:shd w:val="clear" w:color="auto" w:fill="auto"/>
            <w:vAlign w:val="bottom"/>
          </w:tcPr>
          <w:p w14:paraId="0423E2E1" w14:textId="77777777" w:rsidR="00190318" w:rsidRPr="005D3E43" w:rsidRDefault="00190318" w:rsidP="00190318">
            <w:pPr>
              <w:spacing w:line="240" w:lineRule="auto"/>
              <w:rPr>
                <w:b/>
                <w:bCs/>
                <w:szCs w:val="22"/>
                <w:cs/>
              </w:rPr>
            </w:pPr>
            <w:r w:rsidRPr="005D3E43">
              <w:rPr>
                <w:szCs w:val="22"/>
              </w:rPr>
              <w:br w:type="page"/>
            </w:r>
          </w:p>
        </w:tc>
        <w:tc>
          <w:tcPr>
            <w:tcW w:w="2790" w:type="dxa"/>
            <w:gridSpan w:val="3"/>
            <w:shd w:val="clear" w:color="auto" w:fill="auto"/>
            <w:vAlign w:val="bottom"/>
          </w:tcPr>
          <w:p w14:paraId="6FC377B9" w14:textId="77777777" w:rsidR="00190318" w:rsidRPr="005D3E43" w:rsidRDefault="00190318" w:rsidP="00190318">
            <w:pPr>
              <w:spacing w:line="240" w:lineRule="auto"/>
              <w:jc w:val="center"/>
              <w:rPr>
                <w:b/>
                <w:bCs/>
                <w:szCs w:val="22"/>
                <w:cs/>
              </w:rPr>
            </w:pPr>
            <w:r w:rsidRPr="005D3E43">
              <w:rPr>
                <w:b/>
                <w:bCs/>
                <w:szCs w:val="22"/>
              </w:rPr>
              <w:t>Interest rate</w:t>
            </w:r>
          </w:p>
        </w:tc>
        <w:tc>
          <w:tcPr>
            <w:tcW w:w="270" w:type="dxa"/>
            <w:shd w:val="clear" w:color="auto" w:fill="auto"/>
            <w:vAlign w:val="bottom"/>
          </w:tcPr>
          <w:p w14:paraId="38D4F7EF" w14:textId="77777777" w:rsidR="00190318" w:rsidRPr="005D3E43" w:rsidRDefault="00190318" w:rsidP="00190318">
            <w:pPr>
              <w:spacing w:line="240" w:lineRule="auto"/>
              <w:jc w:val="center"/>
              <w:rPr>
                <w:b/>
                <w:bCs/>
                <w:szCs w:val="22"/>
              </w:rPr>
            </w:pPr>
          </w:p>
        </w:tc>
        <w:tc>
          <w:tcPr>
            <w:tcW w:w="5034" w:type="dxa"/>
            <w:gridSpan w:val="8"/>
            <w:shd w:val="clear" w:color="auto" w:fill="auto"/>
            <w:vAlign w:val="bottom"/>
          </w:tcPr>
          <w:p w14:paraId="5D384BE3" w14:textId="77777777" w:rsidR="00190318" w:rsidRPr="005D3E43" w:rsidRDefault="00190318" w:rsidP="00190318">
            <w:pPr>
              <w:spacing w:line="240" w:lineRule="auto"/>
              <w:ind w:left="-95" w:right="-120"/>
              <w:jc w:val="center"/>
              <w:rPr>
                <w:b/>
                <w:bCs/>
                <w:szCs w:val="22"/>
                <w:cs/>
              </w:rPr>
            </w:pPr>
            <w:r w:rsidRPr="005D3E43">
              <w:rPr>
                <w:b/>
                <w:bCs/>
                <w:szCs w:val="22"/>
              </w:rPr>
              <w:t>Separate financial statement</w:t>
            </w:r>
            <w:r w:rsidR="00375534" w:rsidRPr="005D3E43">
              <w:rPr>
                <w:b/>
                <w:bCs/>
                <w:szCs w:val="22"/>
              </w:rPr>
              <w:t>s</w:t>
            </w:r>
          </w:p>
        </w:tc>
      </w:tr>
      <w:tr w:rsidR="00A801F9" w:rsidRPr="005D3E43" w14:paraId="4F6FCCA1" w14:textId="77777777" w:rsidTr="007D3024">
        <w:trPr>
          <w:gridAfter w:val="1"/>
          <w:wAfter w:w="11" w:type="dxa"/>
          <w:tblHeader/>
        </w:trPr>
        <w:tc>
          <w:tcPr>
            <w:tcW w:w="1710" w:type="dxa"/>
            <w:shd w:val="clear" w:color="auto" w:fill="auto"/>
            <w:vAlign w:val="bottom"/>
          </w:tcPr>
          <w:p w14:paraId="276296F7" w14:textId="77777777" w:rsidR="00A801F9" w:rsidRPr="005D3E43" w:rsidRDefault="00A801F9" w:rsidP="00A801F9">
            <w:pPr>
              <w:spacing w:line="240" w:lineRule="auto"/>
              <w:rPr>
                <w:b/>
                <w:bCs/>
                <w:i/>
                <w:iCs/>
                <w:szCs w:val="22"/>
                <w:cs/>
              </w:rPr>
            </w:pPr>
          </w:p>
        </w:tc>
        <w:tc>
          <w:tcPr>
            <w:tcW w:w="1260" w:type="dxa"/>
            <w:shd w:val="clear" w:color="auto" w:fill="auto"/>
            <w:vAlign w:val="bottom"/>
          </w:tcPr>
          <w:p w14:paraId="0C46422C" w14:textId="77777777" w:rsidR="00A801F9" w:rsidRPr="005D3E43" w:rsidRDefault="00A801F9" w:rsidP="00A801F9">
            <w:pPr>
              <w:spacing w:line="240" w:lineRule="auto"/>
              <w:ind w:left="-95" w:right="-120"/>
              <w:jc w:val="center"/>
              <w:rPr>
                <w:szCs w:val="22"/>
                <w:cs/>
              </w:rPr>
            </w:pPr>
            <w:r w:rsidRPr="005D3E43">
              <w:rPr>
                <w:szCs w:val="22"/>
              </w:rPr>
              <w:t>31</w:t>
            </w:r>
            <w:r w:rsidRPr="005D3E43">
              <w:rPr>
                <w:szCs w:val="22"/>
              </w:rPr>
              <w:br/>
              <w:t>December</w:t>
            </w:r>
            <w:r w:rsidRPr="005D3E43">
              <w:rPr>
                <w:szCs w:val="22"/>
              </w:rPr>
              <w:br/>
              <w:t>2019</w:t>
            </w:r>
          </w:p>
        </w:tc>
        <w:tc>
          <w:tcPr>
            <w:tcW w:w="236" w:type="dxa"/>
            <w:shd w:val="clear" w:color="auto" w:fill="auto"/>
            <w:vAlign w:val="bottom"/>
          </w:tcPr>
          <w:p w14:paraId="7E654D8D" w14:textId="77777777" w:rsidR="00A801F9" w:rsidRPr="005D3E43" w:rsidRDefault="00A801F9" w:rsidP="00A801F9">
            <w:pPr>
              <w:spacing w:line="240" w:lineRule="auto"/>
              <w:jc w:val="center"/>
              <w:rPr>
                <w:szCs w:val="22"/>
              </w:rPr>
            </w:pPr>
          </w:p>
        </w:tc>
        <w:tc>
          <w:tcPr>
            <w:tcW w:w="1294" w:type="dxa"/>
            <w:shd w:val="clear" w:color="auto" w:fill="auto"/>
            <w:vAlign w:val="bottom"/>
          </w:tcPr>
          <w:p w14:paraId="4E4170FA" w14:textId="77777777" w:rsidR="00A801F9" w:rsidRPr="005D3E43" w:rsidRDefault="00A801F9" w:rsidP="00A801F9">
            <w:pPr>
              <w:spacing w:line="240" w:lineRule="atLeast"/>
              <w:ind w:left="-83" w:right="-75" w:firstLine="4"/>
              <w:jc w:val="center"/>
              <w:rPr>
                <w:bCs/>
                <w:szCs w:val="22"/>
              </w:rPr>
            </w:pPr>
            <w:r w:rsidRPr="005D3E43">
              <w:rPr>
                <w:bCs/>
                <w:szCs w:val="22"/>
              </w:rPr>
              <w:t xml:space="preserve">30 </w:t>
            </w:r>
          </w:p>
          <w:p w14:paraId="3F98072E" w14:textId="77777777" w:rsidR="00A801F9" w:rsidRPr="005D3E43" w:rsidRDefault="00A801F9" w:rsidP="00A801F9">
            <w:pPr>
              <w:spacing w:line="240" w:lineRule="atLeast"/>
              <w:ind w:left="-83" w:right="-75" w:firstLine="4"/>
              <w:jc w:val="center"/>
              <w:rPr>
                <w:bCs/>
                <w:szCs w:val="22"/>
              </w:rPr>
            </w:pPr>
            <w:r>
              <w:rPr>
                <w:szCs w:val="22"/>
                <w:lang w:val="en-US"/>
              </w:rPr>
              <w:t>September</w:t>
            </w:r>
          </w:p>
          <w:p w14:paraId="18E55C8C" w14:textId="465850D1" w:rsidR="00A801F9" w:rsidRPr="005D3E43" w:rsidRDefault="00A801F9" w:rsidP="00A801F9">
            <w:pPr>
              <w:spacing w:line="240" w:lineRule="auto"/>
              <w:ind w:left="-95" w:right="-120"/>
              <w:jc w:val="center"/>
              <w:rPr>
                <w:szCs w:val="22"/>
                <w:cs/>
              </w:rPr>
            </w:pPr>
            <w:r w:rsidRPr="005D3E43">
              <w:rPr>
                <w:bCs/>
                <w:szCs w:val="22"/>
              </w:rPr>
              <w:t>2020</w:t>
            </w:r>
          </w:p>
        </w:tc>
        <w:tc>
          <w:tcPr>
            <w:tcW w:w="270" w:type="dxa"/>
            <w:shd w:val="clear" w:color="auto" w:fill="auto"/>
            <w:vAlign w:val="bottom"/>
          </w:tcPr>
          <w:p w14:paraId="321C2DD1" w14:textId="77777777" w:rsidR="00A801F9" w:rsidRPr="005D3E43" w:rsidRDefault="00A801F9" w:rsidP="00A801F9">
            <w:pPr>
              <w:spacing w:line="240" w:lineRule="auto"/>
              <w:ind w:left="-95" w:right="-120"/>
              <w:jc w:val="center"/>
              <w:rPr>
                <w:szCs w:val="22"/>
                <w:cs/>
              </w:rPr>
            </w:pPr>
          </w:p>
        </w:tc>
        <w:tc>
          <w:tcPr>
            <w:tcW w:w="990" w:type="dxa"/>
            <w:shd w:val="clear" w:color="auto" w:fill="auto"/>
            <w:vAlign w:val="bottom"/>
          </w:tcPr>
          <w:p w14:paraId="7E168549" w14:textId="77777777" w:rsidR="00A801F9" w:rsidRPr="005D3E43" w:rsidRDefault="00A801F9" w:rsidP="00A801F9">
            <w:pPr>
              <w:spacing w:line="240" w:lineRule="auto"/>
              <w:ind w:left="-129" w:right="-86"/>
              <w:jc w:val="center"/>
              <w:rPr>
                <w:szCs w:val="22"/>
                <w:cs/>
              </w:rPr>
            </w:pPr>
            <w:r w:rsidRPr="005D3E43">
              <w:rPr>
                <w:szCs w:val="22"/>
              </w:rPr>
              <w:t>31</w:t>
            </w:r>
            <w:r w:rsidRPr="005D3E43">
              <w:rPr>
                <w:szCs w:val="22"/>
              </w:rPr>
              <w:br/>
              <w:t>December</w:t>
            </w:r>
            <w:r w:rsidRPr="005D3E43">
              <w:rPr>
                <w:szCs w:val="22"/>
              </w:rPr>
              <w:br/>
              <w:t>2019</w:t>
            </w:r>
          </w:p>
        </w:tc>
        <w:tc>
          <w:tcPr>
            <w:tcW w:w="240" w:type="dxa"/>
            <w:shd w:val="clear" w:color="auto" w:fill="auto"/>
            <w:vAlign w:val="bottom"/>
          </w:tcPr>
          <w:p w14:paraId="410443F8" w14:textId="77777777" w:rsidR="00A801F9" w:rsidRPr="005D3E43" w:rsidRDefault="00A801F9" w:rsidP="00A801F9">
            <w:pPr>
              <w:spacing w:line="240" w:lineRule="auto"/>
              <w:jc w:val="center"/>
              <w:rPr>
                <w:szCs w:val="22"/>
              </w:rPr>
            </w:pPr>
          </w:p>
        </w:tc>
        <w:tc>
          <w:tcPr>
            <w:tcW w:w="1110" w:type="dxa"/>
            <w:shd w:val="clear" w:color="auto" w:fill="auto"/>
            <w:vAlign w:val="bottom"/>
          </w:tcPr>
          <w:p w14:paraId="5BB06413" w14:textId="77777777" w:rsidR="00A801F9" w:rsidRPr="005D3E43" w:rsidRDefault="00A801F9" w:rsidP="00A801F9">
            <w:pPr>
              <w:spacing w:line="240" w:lineRule="auto"/>
              <w:ind w:left="-95" w:right="-120"/>
              <w:jc w:val="center"/>
              <w:rPr>
                <w:szCs w:val="22"/>
                <w:cs/>
              </w:rPr>
            </w:pPr>
            <w:r w:rsidRPr="005D3E43">
              <w:rPr>
                <w:szCs w:val="22"/>
              </w:rPr>
              <w:t>Increase</w:t>
            </w:r>
          </w:p>
        </w:tc>
        <w:tc>
          <w:tcPr>
            <w:tcW w:w="249" w:type="dxa"/>
            <w:shd w:val="clear" w:color="auto" w:fill="auto"/>
            <w:vAlign w:val="bottom"/>
          </w:tcPr>
          <w:p w14:paraId="18FC04B9" w14:textId="77777777" w:rsidR="00A801F9" w:rsidRPr="005D3E43" w:rsidRDefault="00A801F9" w:rsidP="00A801F9">
            <w:pPr>
              <w:spacing w:line="240" w:lineRule="auto"/>
              <w:jc w:val="center"/>
              <w:rPr>
                <w:szCs w:val="22"/>
              </w:rPr>
            </w:pPr>
          </w:p>
        </w:tc>
        <w:tc>
          <w:tcPr>
            <w:tcW w:w="1080" w:type="dxa"/>
            <w:shd w:val="clear" w:color="auto" w:fill="auto"/>
            <w:vAlign w:val="bottom"/>
          </w:tcPr>
          <w:p w14:paraId="174DDC31" w14:textId="77777777" w:rsidR="00A801F9" w:rsidRPr="005D3E43" w:rsidRDefault="00A801F9" w:rsidP="00A801F9">
            <w:pPr>
              <w:spacing w:line="240" w:lineRule="auto"/>
              <w:ind w:left="-95" w:right="-120"/>
              <w:jc w:val="center"/>
              <w:rPr>
                <w:szCs w:val="22"/>
                <w:cs/>
              </w:rPr>
            </w:pPr>
            <w:r w:rsidRPr="005D3E43">
              <w:rPr>
                <w:szCs w:val="22"/>
              </w:rPr>
              <w:t>(Decrease)</w:t>
            </w:r>
          </w:p>
        </w:tc>
        <w:tc>
          <w:tcPr>
            <w:tcW w:w="270" w:type="dxa"/>
            <w:shd w:val="clear" w:color="auto" w:fill="auto"/>
            <w:vAlign w:val="bottom"/>
          </w:tcPr>
          <w:p w14:paraId="2104F302" w14:textId="77777777" w:rsidR="00A801F9" w:rsidRPr="005D3E43" w:rsidRDefault="00A801F9" w:rsidP="00A801F9">
            <w:pPr>
              <w:spacing w:line="240" w:lineRule="auto"/>
              <w:jc w:val="center"/>
              <w:rPr>
                <w:szCs w:val="22"/>
              </w:rPr>
            </w:pPr>
          </w:p>
        </w:tc>
        <w:tc>
          <w:tcPr>
            <w:tcW w:w="1084" w:type="dxa"/>
            <w:shd w:val="clear" w:color="auto" w:fill="auto"/>
            <w:vAlign w:val="bottom"/>
          </w:tcPr>
          <w:p w14:paraId="7B5295FE" w14:textId="77777777" w:rsidR="00A801F9" w:rsidRPr="005D3E43" w:rsidRDefault="00A801F9" w:rsidP="00A801F9">
            <w:pPr>
              <w:spacing w:line="240" w:lineRule="atLeast"/>
              <w:ind w:left="-83" w:right="-75" w:firstLine="4"/>
              <w:jc w:val="center"/>
              <w:rPr>
                <w:bCs/>
                <w:szCs w:val="22"/>
              </w:rPr>
            </w:pPr>
            <w:r w:rsidRPr="005D3E43">
              <w:rPr>
                <w:bCs/>
                <w:szCs w:val="22"/>
              </w:rPr>
              <w:t xml:space="preserve">30 </w:t>
            </w:r>
          </w:p>
          <w:p w14:paraId="2A513E84" w14:textId="77777777" w:rsidR="00A801F9" w:rsidRPr="005D3E43" w:rsidRDefault="00A801F9" w:rsidP="00A801F9">
            <w:pPr>
              <w:spacing w:line="240" w:lineRule="atLeast"/>
              <w:ind w:left="-83" w:right="-75" w:firstLine="4"/>
              <w:jc w:val="center"/>
              <w:rPr>
                <w:bCs/>
                <w:szCs w:val="22"/>
              </w:rPr>
            </w:pPr>
            <w:r>
              <w:rPr>
                <w:szCs w:val="22"/>
                <w:lang w:val="en-US"/>
              </w:rPr>
              <w:t>September</w:t>
            </w:r>
          </w:p>
          <w:p w14:paraId="43FCAC6E" w14:textId="09D81091" w:rsidR="00A801F9" w:rsidRPr="005D3E43" w:rsidRDefault="00A801F9" w:rsidP="00A801F9">
            <w:pPr>
              <w:spacing w:line="240" w:lineRule="auto"/>
              <w:ind w:left="-95" w:right="-120"/>
              <w:jc w:val="center"/>
              <w:rPr>
                <w:szCs w:val="22"/>
                <w:cs/>
              </w:rPr>
            </w:pPr>
            <w:r w:rsidRPr="005D3E43">
              <w:rPr>
                <w:bCs/>
                <w:szCs w:val="22"/>
              </w:rPr>
              <w:t>2020</w:t>
            </w:r>
          </w:p>
        </w:tc>
      </w:tr>
      <w:tr w:rsidR="00A801F9" w:rsidRPr="005D3E43" w14:paraId="28B9B33F" w14:textId="77777777" w:rsidTr="007D3024">
        <w:trPr>
          <w:tblHeader/>
        </w:trPr>
        <w:tc>
          <w:tcPr>
            <w:tcW w:w="1710" w:type="dxa"/>
            <w:shd w:val="clear" w:color="auto" w:fill="auto"/>
          </w:tcPr>
          <w:p w14:paraId="0F0A2012" w14:textId="77777777" w:rsidR="00A801F9" w:rsidRPr="005D3E43" w:rsidRDefault="00A801F9" w:rsidP="00A801F9">
            <w:pPr>
              <w:spacing w:line="240" w:lineRule="auto"/>
              <w:rPr>
                <w:szCs w:val="22"/>
              </w:rPr>
            </w:pPr>
          </w:p>
        </w:tc>
        <w:tc>
          <w:tcPr>
            <w:tcW w:w="2790" w:type="dxa"/>
            <w:gridSpan w:val="3"/>
            <w:shd w:val="clear" w:color="auto" w:fill="auto"/>
          </w:tcPr>
          <w:p w14:paraId="127D1561" w14:textId="77777777" w:rsidR="00A801F9" w:rsidRPr="005D3E43" w:rsidRDefault="00A801F9" w:rsidP="00A801F9">
            <w:pPr>
              <w:spacing w:line="240" w:lineRule="auto"/>
              <w:jc w:val="center"/>
              <w:rPr>
                <w:i/>
                <w:iCs/>
                <w:szCs w:val="22"/>
              </w:rPr>
            </w:pPr>
            <w:r w:rsidRPr="005D3E43">
              <w:rPr>
                <w:i/>
                <w:iCs/>
                <w:szCs w:val="22"/>
              </w:rPr>
              <w:t>(% per annum)</w:t>
            </w:r>
          </w:p>
        </w:tc>
        <w:tc>
          <w:tcPr>
            <w:tcW w:w="270" w:type="dxa"/>
            <w:shd w:val="clear" w:color="auto" w:fill="auto"/>
          </w:tcPr>
          <w:p w14:paraId="63A9DE9C" w14:textId="77777777" w:rsidR="00A801F9" w:rsidRPr="005D3E43" w:rsidRDefault="00A801F9" w:rsidP="00A801F9">
            <w:pPr>
              <w:spacing w:line="240" w:lineRule="auto"/>
              <w:rPr>
                <w:szCs w:val="22"/>
              </w:rPr>
            </w:pPr>
          </w:p>
        </w:tc>
        <w:tc>
          <w:tcPr>
            <w:tcW w:w="5034" w:type="dxa"/>
            <w:gridSpan w:val="8"/>
            <w:shd w:val="clear" w:color="auto" w:fill="auto"/>
          </w:tcPr>
          <w:p w14:paraId="06CE059B" w14:textId="77777777" w:rsidR="00A801F9" w:rsidRPr="005D3E43" w:rsidRDefault="00A801F9" w:rsidP="00A801F9">
            <w:pPr>
              <w:spacing w:line="240" w:lineRule="auto"/>
              <w:ind w:left="-95" w:right="-120"/>
              <w:jc w:val="center"/>
              <w:rPr>
                <w:i/>
                <w:iCs/>
                <w:szCs w:val="22"/>
              </w:rPr>
            </w:pPr>
            <w:r w:rsidRPr="005D3E43">
              <w:rPr>
                <w:i/>
                <w:iCs/>
                <w:szCs w:val="22"/>
              </w:rPr>
              <w:t>(in thousand Baht)</w:t>
            </w:r>
          </w:p>
        </w:tc>
      </w:tr>
      <w:tr w:rsidR="00A801F9" w:rsidRPr="005D3E43" w14:paraId="349D40D8" w14:textId="77777777" w:rsidTr="007D3024">
        <w:trPr>
          <w:tblHeader/>
        </w:trPr>
        <w:tc>
          <w:tcPr>
            <w:tcW w:w="4500" w:type="dxa"/>
            <w:gridSpan w:val="4"/>
            <w:shd w:val="clear" w:color="auto" w:fill="auto"/>
            <w:vAlign w:val="bottom"/>
          </w:tcPr>
          <w:p w14:paraId="771E4A9B" w14:textId="77777777" w:rsidR="00A801F9" w:rsidRPr="005D3E43" w:rsidRDefault="00A801F9" w:rsidP="00A801F9">
            <w:pPr>
              <w:spacing w:line="240" w:lineRule="auto"/>
              <w:rPr>
                <w:i/>
                <w:iCs/>
                <w:szCs w:val="22"/>
                <w:cs/>
              </w:rPr>
            </w:pPr>
            <w:r w:rsidRPr="005D3E43">
              <w:rPr>
                <w:b/>
                <w:bCs/>
                <w:i/>
                <w:iCs/>
                <w:szCs w:val="22"/>
              </w:rPr>
              <w:t>Short-term loan</w:t>
            </w:r>
          </w:p>
        </w:tc>
        <w:tc>
          <w:tcPr>
            <w:tcW w:w="270" w:type="dxa"/>
            <w:shd w:val="clear" w:color="auto" w:fill="auto"/>
          </w:tcPr>
          <w:p w14:paraId="60210A87" w14:textId="77777777" w:rsidR="00A801F9" w:rsidRPr="005D3E43" w:rsidRDefault="00A801F9" w:rsidP="00A801F9">
            <w:pPr>
              <w:spacing w:line="240" w:lineRule="auto"/>
              <w:rPr>
                <w:szCs w:val="22"/>
              </w:rPr>
            </w:pPr>
          </w:p>
        </w:tc>
        <w:tc>
          <w:tcPr>
            <w:tcW w:w="5034" w:type="dxa"/>
            <w:gridSpan w:val="8"/>
            <w:shd w:val="clear" w:color="auto" w:fill="auto"/>
          </w:tcPr>
          <w:p w14:paraId="6E9DBE5F" w14:textId="77777777" w:rsidR="00A801F9" w:rsidRPr="005D3E43" w:rsidRDefault="00A801F9" w:rsidP="00A801F9">
            <w:pPr>
              <w:spacing w:line="240" w:lineRule="auto"/>
              <w:ind w:left="-95" w:right="-120"/>
              <w:jc w:val="center"/>
              <w:rPr>
                <w:i/>
                <w:iCs/>
                <w:szCs w:val="22"/>
                <w:cs/>
              </w:rPr>
            </w:pPr>
          </w:p>
        </w:tc>
      </w:tr>
      <w:tr w:rsidR="0006525E" w:rsidRPr="005D3E43" w14:paraId="3D97B6ED" w14:textId="77777777" w:rsidTr="007D3024">
        <w:trPr>
          <w:gridAfter w:val="1"/>
          <w:wAfter w:w="11" w:type="dxa"/>
        </w:trPr>
        <w:tc>
          <w:tcPr>
            <w:tcW w:w="1710" w:type="dxa"/>
            <w:shd w:val="clear" w:color="auto" w:fill="auto"/>
          </w:tcPr>
          <w:p w14:paraId="0FCD5B8A" w14:textId="77777777" w:rsidR="0006525E" w:rsidRPr="005D3E43" w:rsidRDefault="0006525E" w:rsidP="0006525E">
            <w:pPr>
              <w:spacing w:line="240" w:lineRule="auto"/>
              <w:ind w:right="-288"/>
              <w:rPr>
                <w:szCs w:val="22"/>
                <w:cs/>
              </w:rPr>
            </w:pPr>
            <w:r w:rsidRPr="005D3E43">
              <w:rPr>
                <w:szCs w:val="22"/>
              </w:rPr>
              <w:t>Parent company</w:t>
            </w:r>
          </w:p>
        </w:tc>
        <w:tc>
          <w:tcPr>
            <w:tcW w:w="1260" w:type="dxa"/>
            <w:shd w:val="clear" w:color="auto" w:fill="auto"/>
          </w:tcPr>
          <w:p w14:paraId="543D7208" w14:textId="77777777" w:rsidR="0006525E" w:rsidRPr="005D3E43" w:rsidRDefault="0006525E" w:rsidP="0006525E">
            <w:pPr>
              <w:spacing w:line="240" w:lineRule="auto"/>
              <w:jc w:val="center"/>
              <w:rPr>
                <w:szCs w:val="22"/>
              </w:rPr>
            </w:pPr>
            <w:r w:rsidRPr="005D3E43">
              <w:rPr>
                <w:spacing w:val="-4"/>
                <w:szCs w:val="22"/>
              </w:rPr>
              <w:t>MLR - 0.75</w:t>
            </w:r>
          </w:p>
        </w:tc>
        <w:tc>
          <w:tcPr>
            <w:tcW w:w="236" w:type="dxa"/>
            <w:shd w:val="clear" w:color="auto" w:fill="auto"/>
          </w:tcPr>
          <w:p w14:paraId="544C7FE3" w14:textId="77777777" w:rsidR="0006525E" w:rsidRPr="005D3E43" w:rsidRDefault="0006525E" w:rsidP="0006525E">
            <w:pPr>
              <w:spacing w:line="240" w:lineRule="auto"/>
              <w:rPr>
                <w:szCs w:val="22"/>
              </w:rPr>
            </w:pPr>
          </w:p>
        </w:tc>
        <w:tc>
          <w:tcPr>
            <w:tcW w:w="1294" w:type="dxa"/>
            <w:shd w:val="clear" w:color="auto" w:fill="auto"/>
          </w:tcPr>
          <w:p w14:paraId="15D2FF49" w14:textId="1B7360E8" w:rsidR="0006525E" w:rsidRPr="005D3E43" w:rsidRDefault="0006525E" w:rsidP="0006525E">
            <w:pPr>
              <w:spacing w:line="240" w:lineRule="auto"/>
              <w:jc w:val="center"/>
              <w:rPr>
                <w:szCs w:val="22"/>
              </w:rPr>
            </w:pPr>
            <w:r>
              <w:rPr>
                <w:szCs w:val="22"/>
              </w:rPr>
              <w:t>MLR - 0.75</w:t>
            </w:r>
          </w:p>
        </w:tc>
        <w:tc>
          <w:tcPr>
            <w:tcW w:w="270" w:type="dxa"/>
            <w:shd w:val="clear" w:color="auto" w:fill="auto"/>
          </w:tcPr>
          <w:p w14:paraId="5A984280" w14:textId="77777777" w:rsidR="0006525E" w:rsidRPr="005D3E43" w:rsidRDefault="0006525E" w:rsidP="0006525E">
            <w:pPr>
              <w:spacing w:line="240" w:lineRule="auto"/>
              <w:rPr>
                <w:szCs w:val="22"/>
              </w:rPr>
            </w:pPr>
          </w:p>
        </w:tc>
        <w:tc>
          <w:tcPr>
            <w:tcW w:w="990" w:type="dxa"/>
            <w:shd w:val="clear" w:color="auto" w:fill="auto"/>
            <w:vAlign w:val="bottom"/>
          </w:tcPr>
          <w:p w14:paraId="1E3BFE12" w14:textId="77777777" w:rsidR="0006525E" w:rsidRPr="007D3024" w:rsidRDefault="0006525E" w:rsidP="0006525E">
            <w:pPr>
              <w:tabs>
                <w:tab w:val="decimal" w:pos="804"/>
              </w:tabs>
              <w:spacing w:line="240" w:lineRule="auto"/>
              <w:ind w:left="-129" w:right="-86"/>
              <w:rPr>
                <w:szCs w:val="22"/>
              </w:rPr>
            </w:pPr>
            <w:r w:rsidRPr="007D3024">
              <w:rPr>
                <w:szCs w:val="22"/>
              </w:rPr>
              <w:t>170,745</w:t>
            </w:r>
          </w:p>
        </w:tc>
        <w:tc>
          <w:tcPr>
            <w:tcW w:w="240" w:type="dxa"/>
            <w:shd w:val="clear" w:color="auto" w:fill="auto"/>
          </w:tcPr>
          <w:p w14:paraId="7E8EBCA5" w14:textId="77777777" w:rsidR="0006525E" w:rsidRPr="007D3024" w:rsidRDefault="0006525E" w:rsidP="0006525E">
            <w:pPr>
              <w:spacing w:line="240" w:lineRule="auto"/>
              <w:rPr>
                <w:szCs w:val="22"/>
              </w:rPr>
            </w:pPr>
          </w:p>
        </w:tc>
        <w:tc>
          <w:tcPr>
            <w:tcW w:w="1110" w:type="dxa"/>
            <w:shd w:val="clear" w:color="auto" w:fill="auto"/>
            <w:vAlign w:val="bottom"/>
          </w:tcPr>
          <w:p w14:paraId="44E80A6A" w14:textId="673A5A85" w:rsidR="0006525E" w:rsidRPr="007D3024" w:rsidRDefault="0006525E" w:rsidP="007D3024">
            <w:pPr>
              <w:tabs>
                <w:tab w:val="decimal" w:pos="647"/>
              </w:tabs>
              <w:spacing w:line="240" w:lineRule="auto"/>
              <w:ind w:right="-293"/>
              <w:rPr>
                <w:szCs w:val="22"/>
              </w:rPr>
            </w:pPr>
            <w:r w:rsidRPr="007D3024">
              <w:rPr>
                <w:szCs w:val="22"/>
              </w:rPr>
              <w:t>1,574,734</w:t>
            </w:r>
          </w:p>
        </w:tc>
        <w:tc>
          <w:tcPr>
            <w:tcW w:w="249" w:type="dxa"/>
            <w:shd w:val="clear" w:color="auto" w:fill="auto"/>
            <w:vAlign w:val="bottom"/>
          </w:tcPr>
          <w:p w14:paraId="14E463BF" w14:textId="77777777" w:rsidR="0006525E" w:rsidRPr="007D3024" w:rsidRDefault="0006525E" w:rsidP="007D3024">
            <w:pPr>
              <w:spacing w:line="240" w:lineRule="auto"/>
              <w:ind w:right="-293"/>
              <w:rPr>
                <w:szCs w:val="22"/>
              </w:rPr>
            </w:pPr>
          </w:p>
        </w:tc>
        <w:tc>
          <w:tcPr>
            <w:tcW w:w="1080" w:type="dxa"/>
            <w:shd w:val="clear" w:color="auto" w:fill="auto"/>
            <w:vAlign w:val="bottom"/>
          </w:tcPr>
          <w:p w14:paraId="18D344B2" w14:textId="1E2CDCD5" w:rsidR="0006525E" w:rsidRPr="007D3024" w:rsidRDefault="0006525E" w:rsidP="0006525E">
            <w:pPr>
              <w:jc w:val="center"/>
              <w:rPr>
                <w:szCs w:val="22"/>
              </w:rPr>
            </w:pPr>
            <w:r w:rsidRPr="007D3024">
              <w:rPr>
                <w:szCs w:val="22"/>
              </w:rPr>
              <w:t>(462,912)</w:t>
            </w:r>
          </w:p>
        </w:tc>
        <w:tc>
          <w:tcPr>
            <w:tcW w:w="270" w:type="dxa"/>
            <w:shd w:val="clear" w:color="auto" w:fill="auto"/>
          </w:tcPr>
          <w:p w14:paraId="7BFF1DE1" w14:textId="77777777" w:rsidR="0006525E" w:rsidRPr="007D3024" w:rsidRDefault="0006525E" w:rsidP="0006525E">
            <w:pPr>
              <w:spacing w:line="240" w:lineRule="auto"/>
              <w:rPr>
                <w:szCs w:val="22"/>
              </w:rPr>
            </w:pPr>
          </w:p>
        </w:tc>
        <w:tc>
          <w:tcPr>
            <w:tcW w:w="1084" w:type="dxa"/>
            <w:shd w:val="clear" w:color="auto" w:fill="auto"/>
            <w:vAlign w:val="bottom"/>
          </w:tcPr>
          <w:p w14:paraId="052A29F1" w14:textId="3A75815C" w:rsidR="0006525E" w:rsidRPr="007D3024" w:rsidRDefault="007D3024" w:rsidP="0006525E">
            <w:pPr>
              <w:tabs>
                <w:tab w:val="decimal" w:pos="870"/>
              </w:tabs>
              <w:ind w:left="-95"/>
              <w:rPr>
                <w:szCs w:val="22"/>
              </w:rPr>
            </w:pPr>
            <w:r>
              <w:rPr>
                <w:szCs w:val="22"/>
              </w:rPr>
              <w:t>1,282,567</w:t>
            </w:r>
          </w:p>
        </w:tc>
      </w:tr>
      <w:tr w:rsidR="00A801F9" w:rsidRPr="005D3E43" w14:paraId="50E6449E" w14:textId="77777777" w:rsidTr="007D3024">
        <w:trPr>
          <w:gridAfter w:val="1"/>
          <w:wAfter w:w="11" w:type="dxa"/>
        </w:trPr>
        <w:tc>
          <w:tcPr>
            <w:tcW w:w="1710" w:type="dxa"/>
            <w:shd w:val="clear" w:color="auto" w:fill="auto"/>
          </w:tcPr>
          <w:p w14:paraId="00517AAB" w14:textId="77777777" w:rsidR="00A801F9" w:rsidRPr="005D3E43" w:rsidRDefault="00A801F9" w:rsidP="00A801F9">
            <w:pPr>
              <w:spacing w:line="240" w:lineRule="auto"/>
              <w:rPr>
                <w:szCs w:val="22"/>
                <w:cs/>
              </w:rPr>
            </w:pPr>
            <w:r w:rsidRPr="005D3E43">
              <w:rPr>
                <w:szCs w:val="22"/>
              </w:rPr>
              <w:t>Subsidiaries</w:t>
            </w:r>
          </w:p>
        </w:tc>
        <w:tc>
          <w:tcPr>
            <w:tcW w:w="1260" w:type="dxa"/>
            <w:shd w:val="clear" w:color="auto" w:fill="auto"/>
          </w:tcPr>
          <w:p w14:paraId="50DB9A0F" w14:textId="77777777" w:rsidR="00A801F9" w:rsidRPr="005D3E43" w:rsidRDefault="00A801F9" w:rsidP="00A801F9">
            <w:pPr>
              <w:ind w:left="-108" w:right="-108"/>
              <w:jc w:val="center"/>
              <w:rPr>
                <w:szCs w:val="22"/>
              </w:rPr>
            </w:pPr>
            <w:r w:rsidRPr="005D3E43">
              <w:rPr>
                <w:szCs w:val="22"/>
              </w:rPr>
              <w:t xml:space="preserve">MLR - 0.5, </w:t>
            </w:r>
          </w:p>
          <w:p w14:paraId="13B2042D" w14:textId="77777777" w:rsidR="00A801F9" w:rsidRPr="005D3E43" w:rsidRDefault="00A801F9" w:rsidP="00A801F9">
            <w:pPr>
              <w:ind w:left="-108" w:right="-108"/>
              <w:jc w:val="center"/>
              <w:rPr>
                <w:szCs w:val="22"/>
              </w:rPr>
            </w:pPr>
            <w:r w:rsidRPr="005D3E43">
              <w:rPr>
                <w:szCs w:val="22"/>
              </w:rPr>
              <w:t xml:space="preserve">- 1.5, Fixed deposit rate 6M + 2, </w:t>
            </w:r>
          </w:p>
          <w:p w14:paraId="2F56E23A" w14:textId="77777777" w:rsidR="00A801F9" w:rsidRPr="005D3E43" w:rsidRDefault="00A801F9" w:rsidP="00A801F9">
            <w:pPr>
              <w:ind w:left="-108" w:right="-108"/>
              <w:jc w:val="center"/>
              <w:rPr>
                <w:szCs w:val="22"/>
              </w:rPr>
            </w:pPr>
            <w:r w:rsidRPr="005D3E43">
              <w:rPr>
                <w:szCs w:val="22"/>
              </w:rPr>
              <w:t>+ 0.25</w:t>
            </w:r>
          </w:p>
        </w:tc>
        <w:tc>
          <w:tcPr>
            <w:tcW w:w="236" w:type="dxa"/>
            <w:shd w:val="clear" w:color="auto" w:fill="auto"/>
          </w:tcPr>
          <w:p w14:paraId="3331A788" w14:textId="77777777" w:rsidR="00A801F9" w:rsidRPr="005D3E43" w:rsidRDefault="00A801F9" w:rsidP="00A801F9">
            <w:pPr>
              <w:spacing w:line="240" w:lineRule="auto"/>
              <w:rPr>
                <w:szCs w:val="22"/>
              </w:rPr>
            </w:pPr>
          </w:p>
        </w:tc>
        <w:tc>
          <w:tcPr>
            <w:tcW w:w="1294" w:type="dxa"/>
            <w:shd w:val="clear" w:color="auto" w:fill="auto"/>
          </w:tcPr>
          <w:p w14:paraId="47A5F5F1" w14:textId="77777777" w:rsidR="00A801F9" w:rsidRDefault="007D3024" w:rsidP="00A801F9">
            <w:pPr>
              <w:ind w:left="-204" w:right="-174"/>
              <w:jc w:val="center"/>
              <w:rPr>
                <w:szCs w:val="22"/>
              </w:rPr>
            </w:pPr>
            <w:r>
              <w:rPr>
                <w:szCs w:val="22"/>
              </w:rPr>
              <w:t xml:space="preserve">Fixed deposit </w:t>
            </w:r>
          </w:p>
          <w:p w14:paraId="5F1BED86" w14:textId="77777777" w:rsidR="007D3024" w:rsidRDefault="007D3024" w:rsidP="00A801F9">
            <w:pPr>
              <w:ind w:left="-204" w:right="-174"/>
              <w:jc w:val="center"/>
              <w:rPr>
                <w:szCs w:val="22"/>
              </w:rPr>
            </w:pPr>
            <w:r>
              <w:rPr>
                <w:szCs w:val="22"/>
              </w:rPr>
              <w:t>rate 6M, 6M+</w:t>
            </w:r>
          </w:p>
          <w:p w14:paraId="12F4EBCB" w14:textId="440C1FCE" w:rsidR="007D3024" w:rsidRPr="005D3E43" w:rsidRDefault="007D3024" w:rsidP="00A801F9">
            <w:pPr>
              <w:ind w:left="-204" w:right="-174"/>
              <w:jc w:val="center"/>
              <w:rPr>
                <w:szCs w:val="22"/>
              </w:rPr>
            </w:pPr>
            <w:proofErr w:type="gramStart"/>
            <w:r>
              <w:rPr>
                <w:szCs w:val="22"/>
              </w:rPr>
              <w:t>2,+</w:t>
            </w:r>
            <w:proofErr w:type="gramEnd"/>
            <w:r>
              <w:rPr>
                <w:szCs w:val="22"/>
              </w:rPr>
              <w:t>0.25</w:t>
            </w:r>
          </w:p>
        </w:tc>
        <w:tc>
          <w:tcPr>
            <w:tcW w:w="270" w:type="dxa"/>
            <w:shd w:val="clear" w:color="auto" w:fill="auto"/>
          </w:tcPr>
          <w:p w14:paraId="590686FD" w14:textId="77777777" w:rsidR="00A801F9" w:rsidRPr="005D3E43" w:rsidRDefault="00A801F9" w:rsidP="00A801F9">
            <w:pPr>
              <w:spacing w:line="240" w:lineRule="auto"/>
              <w:rPr>
                <w:szCs w:val="22"/>
              </w:rPr>
            </w:pPr>
          </w:p>
        </w:tc>
        <w:tc>
          <w:tcPr>
            <w:tcW w:w="990" w:type="dxa"/>
            <w:tcBorders>
              <w:bottom w:val="single" w:sz="4" w:space="0" w:color="auto"/>
            </w:tcBorders>
            <w:shd w:val="clear" w:color="auto" w:fill="auto"/>
            <w:vAlign w:val="bottom"/>
          </w:tcPr>
          <w:p w14:paraId="6A75733F" w14:textId="77777777" w:rsidR="00A801F9" w:rsidRPr="005D3E43" w:rsidRDefault="00A801F9" w:rsidP="00A801F9">
            <w:pPr>
              <w:tabs>
                <w:tab w:val="decimal" w:pos="804"/>
              </w:tabs>
              <w:spacing w:line="240" w:lineRule="auto"/>
              <w:ind w:left="-129" w:right="-86"/>
              <w:rPr>
                <w:szCs w:val="22"/>
              </w:rPr>
            </w:pPr>
            <w:r w:rsidRPr="005D3E43">
              <w:rPr>
                <w:szCs w:val="22"/>
              </w:rPr>
              <w:t>3,047,687</w:t>
            </w:r>
          </w:p>
        </w:tc>
        <w:tc>
          <w:tcPr>
            <w:tcW w:w="240" w:type="dxa"/>
            <w:shd w:val="clear" w:color="auto" w:fill="auto"/>
          </w:tcPr>
          <w:p w14:paraId="36D321D6" w14:textId="77777777" w:rsidR="00A801F9" w:rsidRPr="005D3E43" w:rsidRDefault="00A801F9" w:rsidP="00A801F9">
            <w:pPr>
              <w:spacing w:line="240" w:lineRule="auto"/>
              <w:rPr>
                <w:szCs w:val="22"/>
              </w:rPr>
            </w:pPr>
          </w:p>
        </w:tc>
        <w:tc>
          <w:tcPr>
            <w:tcW w:w="1110" w:type="dxa"/>
            <w:shd w:val="clear" w:color="auto" w:fill="auto"/>
            <w:vAlign w:val="bottom"/>
          </w:tcPr>
          <w:p w14:paraId="5CC5E270" w14:textId="5874318D" w:rsidR="00A801F9" w:rsidRPr="005D3E43" w:rsidRDefault="007D3024" w:rsidP="007D3024">
            <w:pPr>
              <w:tabs>
                <w:tab w:val="decimal" w:pos="818"/>
              </w:tabs>
              <w:spacing w:line="240" w:lineRule="auto"/>
              <w:ind w:right="-120"/>
              <w:rPr>
                <w:szCs w:val="22"/>
              </w:rPr>
            </w:pPr>
            <w:r>
              <w:rPr>
                <w:szCs w:val="22"/>
              </w:rPr>
              <w:t>794,</w:t>
            </w:r>
            <w:r w:rsidR="002657BD">
              <w:rPr>
                <w:szCs w:val="22"/>
              </w:rPr>
              <w:t>3</w:t>
            </w:r>
            <w:r>
              <w:rPr>
                <w:szCs w:val="22"/>
              </w:rPr>
              <w:t>85</w:t>
            </w:r>
          </w:p>
        </w:tc>
        <w:tc>
          <w:tcPr>
            <w:tcW w:w="249" w:type="dxa"/>
            <w:shd w:val="clear" w:color="auto" w:fill="auto"/>
            <w:vAlign w:val="bottom"/>
          </w:tcPr>
          <w:p w14:paraId="2E8CB868" w14:textId="77777777" w:rsidR="00A801F9" w:rsidRPr="005D3E43" w:rsidRDefault="00A801F9" w:rsidP="00A801F9">
            <w:pPr>
              <w:spacing w:line="240" w:lineRule="auto"/>
              <w:rPr>
                <w:szCs w:val="22"/>
              </w:rPr>
            </w:pPr>
          </w:p>
        </w:tc>
        <w:tc>
          <w:tcPr>
            <w:tcW w:w="1080" w:type="dxa"/>
            <w:shd w:val="clear" w:color="auto" w:fill="auto"/>
            <w:vAlign w:val="bottom"/>
          </w:tcPr>
          <w:p w14:paraId="678B3FD3" w14:textId="24AF7B40" w:rsidR="00A801F9" w:rsidRPr="005D3E43" w:rsidRDefault="00A801F9" w:rsidP="00A801F9">
            <w:pPr>
              <w:jc w:val="center"/>
              <w:rPr>
                <w:szCs w:val="22"/>
              </w:rPr>
            </w:pPr>
            <w:r w:rsidRPr="005D3E43">
              <w:rPr>
                <w:szCs w:val="22"/>
              </w:rPr>
              <w:t>(</w:t>
            </w:r>
            <w:r w:rsidR="007D3024">
              <w:rPr>
                <w:szCs w:val="22"/>
              </w:rPr>
              <w:t>418</w:t>
            </w:r>
            <w:r w:rsidRPr="005D3E43">
              <w:rPr>
                <w:szCs w:val="22"/>
              </w:rPr>
              <w:t>,</w:t>
            </w:r>
            <w:r w:rsidR="007D3024">
              <w:rPr>
                <w:szCs w:val="22"/>
              </w:rPr>
              <w:t>072</w:t>
            </w:r>
            <w:r w:rsidRPr="005D3E43">
              <w:rPr>
                <w:szCs w:val="22"/>
              </w:rPr>
              <w:t>)</w:t>
            </w:r>
          </w:p>
        </w:tc>
        <w:tc>
          <w:tcPr>
            <w:tcW w:w="270" w:type="dxa"/>
            <w:shd w:val="clear" w:color="auto" w:fill="auto"/>
          </w:tcPr>
          <w:p w14:paraId="641C7DE2" w14:textId="77777777" w:rsidR="00A801F9" w:rsidRPr="005D3E43" w:rsidRDefault="00A801F9" w:rsidP="00A801F9">
            <w:pPr>
              <w:spacing w:line="240" w:lineRule="auto"/>
              <w:rPr>
                <w:szCs w:val="22"/>
              </w:rPr>
            </w:pPr>
          </w:p>
        </w:tc>
        <w:tc>
          <w:tcPr>
            <w:tcW w:w="1084" w:type="dxa"/>
            <w:tcBorders>
              <w:bottom w:val="single" w:sz="4" w:space="0" w:color="auto"/>
            </w:tcBorders>
            <w:shd w:val="clear" w:color="auto" w:fill="auto"/>
            <w:vAlign w:val="bottom"/>
          </w:tcPr>
          <w:p w14:paraId="34162716" w14:textId="27DBDC3F" w:rsidR="00A801F9" w:rsidRPr="005D3E43" w:rsidRDefault="007D3024" w:rsidP="00A801F9">
            <w:pPr>
              <w:tabs>
                <w:tab w:val="decimal" w:pos="876"/>
              </w:tabs>
              <w:ind w:left="-95" w:right="-282"/>
              <w:rPr>
                <w:szCs w:val="22"/>
              </w:rPr>
            </w:pPr>
            <w:r>
              <w:rPr>
                <w:szCs w:val="22"/>
              </w:rPr>
              <w:t>3,424,00</w:t>
            </w:r>
            <w:r w:rsidR="00AF07BE">
              <w:rPr>
                <w:szCs w:val="22"/>
              </w:rPr>
              <w:t>0</w:t>
            </w:r>
          </w:p>
        </w:tc>
      </w:tr>
      <w:tr w:rsidR="00A801F9" w:rsidRPr="005D3E43" w14:paraId="34A386C4" w14:textId="77777777" w:rsidTr="007D3024">
        <w:trPr>
          <w:gridAfter w:val="1"/>
          <w:wAfter w:w="11" w:type="dxa"/>
        </w:trPr>
        <w:tc>
          <w:tcPr>
            <w:tcW w:w="1710" w:type="dxa"/>
            <w:shd w:val="clear" w:color="auto" w:fill="auto"/>
          </w:tcPr>
          <w:p w14:paraId="2CE34222" w14:textId="77777777" w:rsidR="00A801F9" w:rsidRPr="005D3E43" w:rsidRDefault="00A801F9" w:rsidP="00A801F9">
            <w:pPr>
              <w:spacing w:line="240" w:lineRule="auto"/>
              <w:rPr>
                <w:b/>
                <w:bCs/>
                <w:szCs w:val="22"/>
                <w:cs/>
              </w:rPr>
            </w:pPr>
            <w:r w:rsidRPr="005D3E43">
              <w:rPr>
                <w:b/>
                <w:bCs/>
                <w:szCs w:val="22"/>
              </w:rPr>
              <w:t>Total</w:t>
            </w:r>
          </w:p>
        </w:tc>
        <w:tc>
          <w:tcPr>
            <w:tcW w:w="1260" w:type="dxa"/>
            <w:shd w:val="clear" w:color="auto" w:fill="auto"/>
          </w:tcPr>
          <w:p w14:paraId="256CD8F0" w14:textId="77777777" w:rsidR="00A801F9" w:rsidRPr="005D3E43" w:rsidRDefault="00A801F9" w:rsidP="00A801F9">
            <w:pPr>
              <w:spacing w:line="240" w:lineRule="auto"/>
              <w:jc w:val="center"/>
              <w:rPr>
                <w:b/>
                <w:bCs/>
                <w:szCs w:val="22"/>
              </w:rPr>
            </w:pPr>
          </w:p>
        </w:tc>
        <w:tc>
          <w:tcPr>
            <w:tcW w:w="236" w:type="dxa"/>
            <w:shd w:val="clear" w:color="auto" w:fill="auto"/>
          </w:tcPr>
          <w:p w14:paraId="5BCB26B5" w14:textId="77777777" w:rsidR="00A801F9" w:rsidRPr="005D3E43" w:rsidRDefault="00A801F9" w:rsidP="00A801F9">
            <w:pPr>
              <w:spacing w:line="240" w:lineRule="auto"/>
              <w:rPr>
                <w:b/>
                <w:bCs/>
                <w:szCs w:val="22"/>
              </w:rPr>
            </w:pPr>
          </w:p>
        </w:tc>
        <w:tc>
          <w:tcPr>
            <w:tcW w:w="1294" w:type="dxa"/>
            <w:shd w:val="clear" w:color="auto" w:fill="auto"/>
          </w:tcPr>
          <w:p w14:paraId="1B98DE73" w14:textId="77777777" w:rsidR="00A801F9" w:rsidRPr="005D3E43" w:rsidRDefault="00A801F9" w:rsidP="00A801F9">
            <w:pPr>
              <w:spacing w:line="240" w:lineRule="auto"/>
              <w:jc w:val="center"/>
              <w:rPr>
                <w:b/>
                <w:bCs/>
                <w:szCs w:val="22"/>
              </w:rPr>
            </w:pPr>
          </w:p>
        </w:tc>
        <w:tc>
          <w:tcPr>
            <w:tcW w:w="270" w:type="dxa"/>
            <w:shd w:val="clear" w:color="auto" w:fill="auto"/>
          </w:tcPr>
          <w:p w14:paraId="529A9C72" w14:textId="77777777" w:rsidR="00A801F9" w:rsidRPr="005D3E43" w:rsidRDefault="00A801F9" w:rsidP="00A801F9">
            <w:pPr>
              <w:spacing w:line="240" w:lineRule="auto"/>
              <w:rPr>
                <w:b/>
                <w:bCs/>
                <w:szCs w:val="22"/>
              </w:rPr>
            </w:pPr>
          </w:p>
        </w:tc>
        <w:tc>
          <w:tcPr>
            <w:tcW w:w="990" w:type="dxa"/>
            <w:tcBorders>
              <w:top w:val="single" w:sz="4" w:space="0" w:color="auto"/>
              <w:bottom w:val="double" w:sz="4" w:space="0" w:color="auto"/>
            </w:tcBorders>
            <w:shd w:val="clear" w:color="auto" w:fill="auto"/>
          </w:tcPr>
          <w:p w14:paraId="1070A3E0" w14:textId="77777777" w:rsidR="00A801F9" w:rsidRPr="005D3E43" w:rsidRDefault="00A801F9" w:rsidP="00A801F9">
            <w:pPr>
              <w:tabs>
                <w:tab w:val="decimal" w:pos="804"/>
              </w:tabs>
              <w:spacing w:line="240" w:lineRule="auto"/>
              <w:ind w:left="-129" w:right="-86"/>
              <w:rPr>
                <w:b/>
                <w:bCs/>
                <w:szCs w:val="22"/>
              </w:rPr>
            </w:pPr>
            <w:r w:rsidRPr="005D3E43">
              <w:rPr>
                <w:b/>
                <w:bCs/>
                <w:szCs w:val="22"/>
                <w:cs/>
              </w:rPr>
              <w:t>3</w:t>
            </w:r>
            <w:r w:rsidRPr="005D3E43">
              <w:rPr>
                <w:b/>
                <w:bCs/>
                <w:szCs w:val="22"/>
              </w:rPr>
              <w:t>,</w:t>
            </w:r>
            <w:r w:rsidRPr="005D3E43">
              <w:rPr>
                <w:b/>
                <w:bCs/>
                <w:szCs w:val="22"/>
                <w:cs/>
              </w:rPr>
              <w:t>218</w:t>
            </w:r>
            <w:r w:rsidRPr="005D3E43">
              <w:rPr>
                <w:b/>
                <w:bCs/>
                <w:szCs w:val="22"/>
              </w:rPr>
              <w:t>,</w:t>
            </w:r>
            <w:r w:rsidRPr="005D3E43">
              <w:rPr>
                <w:b/>
                <w:bCs/>
                <w:szCs w:val="22"/>
                <w:cs/>
              </w:rPr>
              <w:t>432</w:t>
            </w:r>
          </w:p>
        </w:tc>
        <w:tc>
          <w:tcPr>
            <w:tcW w:w="240" w:type="dxa"/>
            <w:shd w:val="clear" w:color="auto" w:fill="auto"/>
          </w:tcPr>
          <w:p w14:paraId="4C4B6F6A" w14:textId="77777777" w:rsidR="00A801F9" w:rsidRPr="005D3E43" w:rsidRDefault="00A801F9" w:rsidP="00A801F9">
            <w:pPr>
              <w:spacing w:line="240" w:lineRule="auto"/>
              <w:rPr>
                <w:b/>
                <w:bCs/>
                <w:szCs w:val="22"/>
              </w:rPr>
            </w:pPr>
          </w:p>
        </w:tc>
        <w:tc>
          <w:tcPr>
            <w:tcW w:w="1110" w:type="dxa"/>
            <w:shd w:val="clear" w:color="auto" w:fill="auto"/>
          </w:tcPr>
          <w:p w14:paraId="04FE0157" w14:textId="77777777" w:rsidR="00A801F9" w:rsidRPr="005D3E43" w:rsidRDefault="00A801F9" w:rsidP="00A801F9">
            <w:pPr>
              <w:tabs>
                <w:tab w:val="decimal" w:pos="647"/>
              </w:tabs>
              <w:spacing w:line="240" w:lineRule="auto"/>
              <w:ind w:right="-120"/>
              <w:rPr>
                <w:b/>
                <w:bCs/>
                <w:szCs w:val="22"/>
              </w:rPr>
            </w:pPr>
          </w:p>
        </w:tc>
        <w:tc>
          <w:tcPr>
            <w:tcW w:w="249" w:type="dxa"/>
            <w:shd w:val="clear" w:color="auto" w:fill="auto"/>
          </w:tcPr>
          <w:p w14:paraId="1F861331" w14:textId="77777777" w:rsidR="00A801F9" w:rsidRPr="005D3E43" w:rsidRDefault="00A801F9" w:rsidP="00A801F9">
            <w:pPr>
              <w:spacing w:line="240" w:lineRule="auto"/>
              <w:rPr>
                <w:b/>
                <w:bCs/>
                <w:szCs w:val="22"/>
              </w:rPr>
            </w:pPr>
          </w:p>
        </w:tc>
        <w:tc>
          <w:tcPr>
            <w:tcW w:w="1080" w:type="dxa"/>
            <w:shd w:val="clear" w:color="auto" w:fill="auto"/>
          </w:tcPr>
          <w:p w14:paraId="759AF532" w14:textId="77777777" w:rsidR="00A801F9" w:rsidRPr="005D3E43" w:rsidRDefault="00A801F9" w:rsidP="00A801F9">
            <w:pPr>
              <w:tabs>
                <w:tab w:val="decimal" w:pos="574"/>
              </w:tabs>
              <w:spacing w:line="240" w:lineRule="auto"/>
              <w:ind w:left="-95" w:right="-120"/>
              <w:rPr>
                <w:b/>
                <w:bCs/>
                <w:szCs w:val="22"/>
              </w:rPr>
            </w:pPr>
          </w:p>
        </w:tc>
        <w:tc>
          <w:tcPr>
            <w:tcW w:w="270" w:type="dxa"/>
            <w:shd w:val="clear" w:color="auto" w:fill="auto"/>
          </w:tcPr>
          <w:p w14:paraId="54BD7A6C" w14:textId="77777777" w:rsidR="00A801F9" w:rsidRPr="005D3E43" w:rsidRDefault="00A801F9" w:rsidP="00A801F9">
            <w:pPr>
              <w:spacing w:line="240" w:lineRule="auto"/>
              <w:rPr>
                <w:b/>
                <w:bCs/>
                <w:szCs w:val="22"/>
              </w:rPr>
            </w:pPr>
          </w:p>
        </w:tc>
        <w:tc>
          <w:tcPr>
            <w:tcW w:w="1084" w:type="dxa"/>
            <w:tcBorders>
              <w:top w:val="single" w:sz="4" w:space="0" w:color="auto"/>
              <w:bottom w:val="double" w:sz="4" w:space="0" w:color="auto"/>
            </w:tcBorders>
            <w:shd w:val="clear" w:color="auto" w:fill="auto"/>
          </w:tcPr>
          <w:p w14:paraId="040E536F" w14:textId="3D57FB98" w:rsidR="00A801F9" w:rsidRPr="005D3E43" w:rsidRDefault="007D3024" w:rsidP="00A801F9">
            <w:pPr>
              <w:tabs>
                <w:tab w:val="decimal" w:pos="870"/>
              </w:tabs>
              <w:ind w:left="-95"/>
              <w:rPr>
                <w:b/>
                <w:bCs/>
                <w:szCs w:val="22"/>
              </w:rPr>
            </w:pPr>
            <w:r>
              <w:rPr>
                <w:b/>
                <w:bCs/>
                <w:szCs w:val="22"/>
              </w:rPr>
              <w:t>4,706,567</w:t>
            </w:r>
          </w:p>
        </w:tc>
      </w:tr>
    </w:tbl>
    <w:p w14:paraId="0075E4F3" w14:textId="77777777" w:rsidR="005275A3" w:rsidRPr="005D3E43" w:rsidRDefault="005275A3" w:rsidP="00BB408D">
      <w:pPr>
        <w:spacing w:line="240" w:lineRule="auto"/>
        <w:jc w:val="thaiDistribute"/>
        <w:rPr>
          <w:b/>
          <w:bCs/>
          <w:sz w:val="24"/>
          <w:szCs w:val="24"/>
        </w:rPr>
      </w:pPr>
    </w:p>
    <w:p w14:paraId="521D7304" w14:textId="77777777" w:rsidR="00FD091F" w:rsidRPr="005D3E43" w:rsidRDefault="00FD091F" w:rsidP="00A801F9">
      <w:pPr>
        <w:spacing w:line="240" w:lineRule="auto"/>
        <w:ind w:left="540" w:hanging="540"/>
        <w:jc w:val="thaiDistribute"/>
        <w:rPr>
          <w:b/>
          <w:sz w:val="24"/>
          <w:szCs w:val="30"/>
          <w:lang w:val="en-US" w:bidi="th-TH"/>
        </w:rPr>
      </w:pPr>
      <w:r w:rsidRPr="005D3E43">
        <w:rPr>
          <w:b/>
          <w:bCs/>
          <w:sz w:val="24"/>
          <w:szCs w:val="24"/>
        </w:rPr>
        <w:t>5</w:t>
      </w:r>
      <w:r w:rsidRPr="005D3E43">
        <w:rPr>
          <w:b/>
          <w:sz w:val="24"/>
          <w:szCs w:val="30"/>
          <w:lang w:val="en-US" w:bidi="th-TH"/>
        </w:rPr>
        <w:tab/>
        <w:t>Impact of COVID-19 Outbreak</w:t>
      </w:r>
    </w:p>
    <w:p w14:paraId="4ED253EB" w14:textId="77777777" w:rsidR="00FD091F" w:rsidRPr="005D3E43" w:rsidRDefault="00FD091F" w:rsidP="00FD091F">
      <w:pPr>
        <w:spacing w:line="240" w:lineRule="auto"/>
        <w:ind w:left="540"/>
        <w:jc w:val="thaiDistribute"/>
        <w:rPr>
          <w:b/>
          <w:sz w:val="24"/>
          <w:szCs w:val="30"/>
          <w:lang w:val="en-US" w:bidi="th-TH"/>
        </w:rPr>
      </w:pPr>
    </w:p>
    <w:p w14:paraId="75EA34AF" w14:textId="7C14F200" w:rsidR="00840425" w:rsidRDefault="00840425" w:rsidP="00840425">
      <w:pPr>
        <w:ind w:left="540"/>
        <w:jc w:val="thaiDistribute"/>
        <w:rPr>
          <w:szCs w:val="22"/>
        </w:rPr>
      </w:pPr>
      <w:r w:rsidRPr="005D3E43">
        <w:rPr>
          <w:szCs w:val="22"/>
        </w:rPr>
        <w:t>Due to the COVID-19 outbreak at the beginning of 2020, Thailand and many other countries have enacted several protective measures against the outbreak, e.g. the order to temporarily shut down operating facilities or reduce operating hours, social distancing, etc. This has affected to the Group’s businesses as follows:</w:t>
      </w:r>
    </w:p>
    <w:p w14:paraId="4A94EC3A" w14:textId="77777777" w:rsidR="009736C8" w:rsidRPr="005D3E43" w:rsidRDefault="009736C8" w:rsidP="00840425">
      <w:pPr>
        <w:ind w:left="540"/>
        <w:jc w:val="thaiDistribute"/>
        <w:rPr>
          <w:sz w:val="18"/>
          <w:lang w:val="en-US" w:bidi="th-TH"/>
        </w:rPr>
      </w:pPr>
    </w:p>
    <w:p w14:paraId="34F4275E" w14:textId="0504643A" w:rsidR="00840425" w:rsidRDefault="00840425" w:rsidP="00840425">
      <w:pPr>
        <w:ind w:left="540"/>
        <w:rPr>
          <w:szCs w:val="22"/>
        </w:rPr>
      </w:pPr>
      <w:r w:rsidRPr="005D3E43">
        <w:rPr>
          <w:szCs w:val="22"/>
        </w:rPr>
        <w:t> </w:t>
      </w:r>
    </w:p>
    <w:p w14:paraId="1485BFF8" w14:textId="6A2237BA" w:rsidR="005D4AA5" w:rsidRDefault="005D4AA5" w:rsidP="00840425">
      <w:pPr>
        <w:ind w:left="540"/>
        <w:rPr>
          <w:szCs w:val="22"/>
        </w:rPr>
      </w:pPr>
    </w:p>
    <w:p w14:paraId="3DC0C1F9" w14:textId="26DE3A69" w:rsidR="005D4AA5" w:rsidRDefault="005D4AA5" w:rsidP="00840425">
      <w:pPr>
        <w:ind w:left="540"/>
        <w:rPr>
          <w:szCs w:val="22"/>
        </w:rPr>
      </w:pPr>
    </w:p>
    <w:p w14:paraId="36739687" w14:textId="77777777" w:rsidR="005D4AA5" w:rsidRPr="005D3E43" w:rsidRDefault="005D4AA5" w:rsidP="00840425">
      <w:pPr>
        <w:ind w:left="540"/>
      </w:pPr>
    </w:p>
    <w:p w14:paraId="15971C7D" w14:textId="77777777" w:rsidR="00840425" w:rsidRPr="005D3E43" w:rsidRDefault="00840425" w:rsidP="00840425">
      <w:pPr>
        <w:ind w:left="540"/>
      </w:pPr>
      <w:r w:rsidRPr="005D3E43">
        <w:rPr>
          <w:i/>
          <w:iCs/>
          <w:szCs w:val="22"/>
        </w:rPr>
        <w:lastRenderedPageBreak/>
        <w:t>Rental and services in office buildings</w:t>
      </w:r>
      <w:r w:rsidRPr="005D3E43">
        <w:rPr>
          <w:i/>
          <w:iCs/>
          <w:szCs w:val="22"/>
          <w:cs/>
        </w:rPr>
        <w:t xml:space="preserve"> </w:t>
      </w:r>
      <w:r w:rsidRPr="005D3E43">
        <w:rPr>
          <w:i/>
          <w:iCs/>
          <w:szCs w:val="22"/>
        </w:rPr>
        <w:t>and retail shop</w:t>
      </w:r>
    </w:p>
    <w:p w14:paraId="612CAAFE" w14:textId="77777777" w:rsidR="00840425" w:rsidRPr="005D3E43" w:rsidRDefault="00840425" w:rsidP="00840425">
      <w:pPr>
        <w:ind w:left="540"/>
      </w:pPr>
      <w:r w:rsidRPr="005D3E43">
        <w:rPr>
          <w:szCs w:val="22"/>
        </w:rPr>
        <w:t> </w:t>
      </w:r>
    </w:p>
    <w:p w14:paraId="09A8CC56" w14:textId="744399B1" w:rsidR="00840425" w:rsidRPr="005D3E43" w:rsidRDefault="00840425" w:rsidP="00840425">
      <w:pPr>
        <w:ind w:left="540"/>
        <w:jc w:val="thaiDistribute"/>
        <w:rPr>
          <w:szCs w:val="28"/>
          <w:lang w:bidi="th-TH"/>
        </w:rPr>
      </w:pPr>
      <w:r w:rsidRPr="005D3E43">
        <w:rPr>
          <w:szCs w:val="22"/>
        </w:rPr>
        <w:t>In March 2020, in an effort to contain the impact of COVID-19, provincial governments decided to temporarily shut down the Group’s retail shop in the enforced locations for specific periods of time .The retail shop remains to open the restaurants (take-away), and some businesses according to provincial government orders. During temporarily shut down, the Group considered to provide rental discounts to tenants that has affected.</w:t>
      </w:r>
      <w:r w:rsidR="00F47041" w:rsidRPr="005D3E43">
        <w:rPr>
          <w:szCs w:val="22"/>
        </w:rPr>
        <w:t xml:space="preserve"> </w:t>
      </w:r>
      <w:r w:rsidR="00B97A3D" w:rsidRPr="005D3E43">
        <w:rPr>
          <w:szCs w:val="22"/>
        </w:rPr>
        <w:t>In May 2020</w:t>
      </w:r>
      <w:r w:rsidR="00F47041" w:rsidRPr="005D3E43">
        <w:rPr>
          <w:szCs w:val="22"/>
        </w:rPr>
        <w:t xml:space="preserve">, the Group’s retail shop </w:t>
      </w:r>
      <w:r w:rsidR="00B97A3D" w:rsidRPr="005D3E43">
        <w:rPr>
          <w:szCs w:val="22"/>
        </w:rPr>
        <w:t xml:space="preserve">had </w:t>
      </w:r>
      <w:r w:rsidR="00B97A3D" w:rsidRPr="005D3E43">
        <w:rPr>
          <w:szCs w:val="28"/>
          <w:lang w:val="en-US" w:bidi="th-TH"/>
        </w:rPr>
        <w:t>re</w:t>
      </w:r>
      <w:r w:rsidR="00B97A3D" w:rsidRPr="005D3E43">
        <w:rPr>
          <w:szCs w:val="22"/>
        </w:rPr>
        <w:t>opened</w:t>
      </w:r>
      <w:r w:rsidR="00F47041" w:rsidRPr="005D3E43">
        <w:rPr>
          <w:szCs w:val="22"/>
        </w:rPr>
        <w:t xml:space="preserve"> according to governance announcement</w:t>
      </w:r>
      <w:r w:rsidR="00381E85" w:rsidRPr="005D3E43">
        <w:rPr>
          <w:szCs w:val="28"/>
          <w:lang w:bidi="th-TH"/>
        </w:rPr>
        <w:t>.</w:t>
      </w:r>
    </w:p>
    <w:p w14:paraId="2BB3AE99" w14:textId="77777777" w:rsidR="00E365C2" w:rsidRPr="005D3E43" w:rsidRDefault="00E365C2" w:rsidP="004C4729">
      <w:pPr>
        <w:ind w:left="540"/>
        <w:jc w:val="thaiDistribute"/>
        <w:rPr>
          <w:szCs w:val="22"/>
        </w:rPr>
      </w:pPr>
    </w:p>
    <w:p w14:paraId="273DF5A1" w14:textId="66733D55" w:rsidR="00873789" w:rsidRPr="005D3E43" w:rsidRDefault="0076125C" w:rsidP="00873789">
      <w:pPr>
        <w:ind w:left="540"/>
        <w:jc w:val="thaiDistribute"/>
        <w:rPr>
          <w:szCs w:val="22"/>
        </w:rPr>
      </w:pPr>
      <w:r w:rsidRPr="005D3E43">
        <w:rPr>
          <w:szCs w:val="22"/>
        </w:rPr>
        <w:t xml:space="preserve">At </w:t>
      </w:r>
      <w:r w:rsidR="00D03A44" w:rsidRPr="005D3E43">
        <w:rPr>
          <w:szCs w:val="22"/>
          <w:lang w:val="en-US"/>
        </w:rPr>
        <w:t xml:space="preserve">30 </w:t>
      </w:r>
      <w:r w:rsidR="00A801F9">
        <w:rPr>
          <w:szCs w:val="22"/>
          <w:lang w:val="en-US"/>
        </w:rPr>
        <w:t xml:space="preserve">September </w:t>
      </w:r>
      <w:r w:rsidRPr="005D3E43">
        <w:rPr>
          <w:szCs w:val="22"/>
        </w:rPr>
        <w:t>2020, the situation of COVID-19 outbreak is still ongoing, resulting in estimation uncertainty on the potential impact, therefore, the Group elected to apply accounting guidance on temporary accounting relief measures for additional accounting options in response to impact from the situation of COVID-19 outbreak</w:t>
      </w:r>
      <w:r w:rsidR="0070170E" w:rsidRPr="005D3E43">
        <w:rPr>
          <w:szCs w:val="28"/>
          <w:lang w:val="en-US" w:bidi="th-TH"/>
        </w:rPr>
        <w:t xml:space="preserve">. </w:t>
      </w:r>
      <w:r w:rsidR="0070170E" w:rsidRPr="005D3E43">
        <w:rPr>
          <w:szCs w:val="22"/>
        </w:rPr>
        <w:t>The Group considered impairment of trade accounts receivables under simplified approach using historical loss rate and did not take forward-looking information into account and fair value under TFRS13.</w:t>
      </w:r>
      <w:r w:rsidR="00426B61" w:rsidRPr="005D3E43">
        <w:rPr>
          <w:szCs w:val="22"/>
        </w:rPr>
        <w:t xml:space="preserve"> </w:t>
      </w:r>
      <w:r w:rsidR="00873789" w:rsidRPr="005D3E43">
        <w:rPr>
          <w:szCs w:val="22"/>
        </w:rPr>
        <w:t>Non-financial assets</w:t>
      </w:r>
      <w:r w:rsidR="00B731D2">
        <w:rPr>
          <w:szCs w:val="22"/>
        </w:rPr>
        <w:t xml:space="preserve"> and</w:t>
      </w:r>
      <w:r w:rsidR="00863C8C">
        <w:rPr>
          <w:szCs w:val="22"/>
        </w:rPr>
        <w:t xml:space="preserve"> </w:t>
      </w:r>
      <w:r w:rsidR="00863C8C" w:rsidRPr="00863C8C">
        <w:rPr>
          <w:szCs w:val="22"/>
        </w:rPr>
        <w:t xml:space="preserve">non-marketable equity </w:t>
      </w:r>
      <w:proofErr w:type="gramStart"/>
      <w:r w:rsidR="00863C8C" w:rsidRPr="00863C8C">
        <w:rPr>
          <w:szCs w:val="22"/>
        </w:rPr>
        <w:t>securities</w:t>
      </w:r>
      <w:r w:rsidR="00863C8C">
        <w:rPr>
          <w:szCs w:val="22"/>
        </w:rPr>
        <w:t xml:space="preserve"> </w:t>
      </w:r>
      <w:r w:rsidR="00873789" w:rsidRPr="005D3E43">
        <w:rPr>
          <w:szCs w:val="22"/>
        </w:rPr>
        <w:t>:</w:t>
      </w:r>
      <w:proofErr w:type="gramEnd"/>
      <w:r w:rsidR="00873789" w:rsidRPr="005D3E43">
        <w:rPr>
          <w:szCs w:val="22"/>
        </w:rPr>
        <w:t xml:space="preserve"> The </w:t>
      </w:r>
      <w:r w:rsidR="00375534" w:rsidRPr="005D3E43">
        <w:rPr>
          <w:szCs w:val="22"/>
        </w:rPr>
        <w:t>Group</w:t>
      </w:r>
      <w:r w:rsidR="00873789" w:rsidRPr="005D3E43">
        <w:rPr>
          <w:szCs w:val="22"/>
        </w:rPr>
        <w:t xml:space="preserve"> can </w:t>
      </w:r>
      <w:r w:rsidR="00375534" w:rsidRPr="005D3E43">
        <w:rPr>
          <w:szCs w:val="22"/>
        </w:rPr>
        <w:t>choose</w:t>
      </w:r>
      <w:r w:rsidR="00873789" w:rsidRPr="005D3E43">
        <w:rPr>
          <w:szCs w:val="22"/>
        </w:rPr>
        <w:t xml:space="preserve"> to exclude the factor of COVID-19 situation</w:t>
      </w:r>
      <w:r w:rsidR="00B731D2">
        <w:rPr>
          <w:szCs w:val="22"/>
        </w:rPr>
        <w:t>,</w:t>
      </w:r>
      <w:r w:rsidR="00873789" w:rsidRPr="005D3E43">
        <w:rPr>
          <w:szCs w:val="22"/>
        </w:rPr>
        <w:t xml:space="preserve"> which may affect future financial forecast, in fair value measurement technique.</w:t>
      </w:r>
    </w:p>
    <w:p w14:paraId="0F04F75C" w14:textId="77777777" w:rsidR="00873789" w:rsidRPr="005D3E43" w:rsidRDefault="00873789" w:rsidP="00873789">
      <w:pPr>
        <w:ind w:left="540"/>
        <w:jc w:val="thaiDistribute"/>
        <w:rPr>
          <w:szCs w:val="22"/>
        </w:rPr>
      </w:pPr>
    </w:p>
    <w:p w14:paraId="4C923E0B" w14:textId="62E520DC" w:rsidR="007C20C6" w:rsidRPr="005D3E43" w:rsidRDefault="00BB408D" w:rsidP="007C20C6">
      <w:pPr>
        <w:ind w:left="547" w:right="-25" w:hanging="547"/>
        <w:jc w:val="both"/>
        <w:rPr>
          <w:b/>
          <w:sz w:val="24"/>
          <w:szCs w:val="30"/>
          <w:lang w:val="en-US" w:bidi="th-TH"/>
        </w:rPr>
      </w:pPr>
      <w:r w:rsidRPr="005D3E43">
        <w:rPr>
          <w:b/>
          <w:bCs/>
          <w:sz w:val="24"/>
          <w:szCs w:val="24"/>
        </w:rPr>
        <w:t>6</w:t>
      </w:r>
      <w:r w:rsidR="007C20C6" w:rsidRPr="005D3E43">
        <w:rPr>
          <w:b/>
          <w:sz w:val="24"/>
          <w:szCs w:val="30"/>
          <w:lang w:val="en-US" w:bidi="th-TH"/>
        </w:rPr>
        <w:tab/>
        <w:t xml:space="preserve">Other </w:t>
      </w:r>
      <w:r w:rsidR="002A748E">
        <w:rPr>
          <w:b/>
          <w:sz w:val="24"/>
          <w:szCs w:val="30"/>
          <w:lang w:val="en-US" w:bidi="th-TH"/>
        </w:rPr>
        <w:t>non-current financial asset</w:t>
      </w:r>
      <w:r w:rsidR="003C09C2">
        <w:rPr>
          <w:b/>
          <w:sz w:val="24"/>
          <w:szCs w:val="30"/>
          <w:lang w:val="en-US" w:bidi="th-TH"/>
        </w:rPr>
        <w:t xml:space="preserve"> - long term investment</w:t>
      </w:r>
    </w:p>
    <w:p w14:paraId="2162F9A0" w14:textId="77777777" w:rsidR="00A76EE7" w:rsidRPr="005D3E43" w:rsidRDefault="00A76EE7" w:rsidP="007C20C6">
      <w:pPr>
        <w:ind w:left="547" w:right="-25" w:hanging="547"/>
        <w:jc w:val="both"/>
        <w:rPr>
          <w:b/>
          <w:szCs w:val="22"/>
          <w:lang w:val="en-US" w:bidi="th-TH"/>
        </w:rPr>
      </w:pPr>
    </w:p>
    <w:p w14:paraId="6D0F297E" w14:textId="3E9B2114" w:rsidR="00B02931" w:rsidRPr="005D3E43" w:rsidRDefault="00A76EE7" w:rsidP="00BB408D">
      <w:pPr>
        <w:ind w:left="547" w:right="-25" w:hanging="7"/>
        <w:jc w:val="both"/>
        <w:rPr>
          <w:szCs w:val="22"/>
          <w:lang w:val="en-US"/>
        </w:rPr>
      </w:pPr>
      <w:r w:rsidRPr="005D3E43">
        <w:rPr>
          <w:szCs w:val="22"/>
          <w:lang w:val="en-US"/>
        </w:rPr>
        <w:t>Other</w:t>
      </w:r>
      <w:r w:rsidR="003C09C2">
        <w:rPr>
          <w:szCs w:val="22"/>
          <w:lang w:val="en-US"/>
        </w:rPr>
        <w:t xml:space="preserve"> non-current  financial asset </w:t>
      </w:r>
      <w:r w:rsidR="006B57C3">
        <w:rPr>
          <w:szCs w:val="22"/>
          <w:lang w:val="en-US"/>
        </w:rPr>
        <w:t>-</w:t>
      </w:r>
      <w:r w:rsidR="003C09C2">
        <w:rPr>
          <w:szCs w:val="22"/>
          <w:lang w:val="en-US"/>
        </w:rPr>
        <w:t xml:space="preserve"> </w:t>
      </w:r>
      <w:r w:rsidRPr="005D3E43">
        <w:rPr>
          <w:szCs w:val="22"/>
          <w:lang w:val="en-US"/>
        </w:rPr>
        <w:t>long</w:t>
      </w:r>
      <w:r w:rsidR="003C09C2">
        <w:rPr>
          <w:szCs w:val="22"/>
          <w:lang w:val="en-US"/>
        </w:rPr>
        <w:t xml:space="preserve"> </w:t>
      </w:r>
      <w:r w:rsidRPr="005D3E43">
        <w:rPr>
          <w:szCs w:val="22"/>
          <w:lang w:val="en-US"/>
        </w:rPr>
        <w:t xml:space="preserve">term investments represent investment in ordinary shares of Central </w:t>
      </w:r>
      <w:proofErr w:type="spellStart"/>
      <w:r w:rsidRPr="005D3E43">
        <w:rPr>
          <w:szCs w:val="22"/>
          <w:lang w:val="en-US"/>
        </w:rPr>
        <w:t>Pattana</w:t>
      </w:r>
      <w:proofErr w:type="spellEnd"/>
      <w:r w:rsidRPr="005D3E43">
        <w:rPr>
          <w:szCs w:val="22"/>
          <w:lang w:val="en-US"/>
        </w:rPr>
        <w:t xml:space="preserve"> Nine Square Co., Ltd., in which </w:t>
      </w:r>
      <w:proofErr w:type="spellStart"/>
      <w:r w:rsidRPr="005D3E43">
        <w:rPr>
          <w:szCs w:val="22"/>
          <w:lang w:val="en-US"/>
        </w:rPr>
        <w:t>Praram</w:t>
      </w:r>
      <w:proofErr w:type="spellEnd"/>
      <w:r w:rsidRPr="005D3E43">
        <w:rPr>
          <w:szCs w:val="22"/>
          <w:lang w:val="en-US"/>
        </w:rPr>
        <w:t xml:space="preserve"> 9 Square Limited, a subsidiary, holds 3.27 % interest.</w:t>
      </w:r>
    </w:p>
    <w:p w14:paraId="79B7B3B7" w14:textId="77777777" w:rsidR="008167D4" w:rsidRPr="005D3E43" w:rsidRDefault="008167D4" w:rsidP="0087172B">
      <w:pPr>
        <w:rPr>
          <w:szCs w:val="22"/>
        </w:rPr>
      </w:pPr>
    </w:p>
    <w:p w14:paraId="36E1CB14" w14:textId="16FB57D0" w:rsidR="00B8416D" w:rsidRPr="005D3E43" w:rsidRDefault="00BB408D" w:rsidP="00B8416D">
      <w:pPr>
        <w:ind w:left="547" w:right="-25" w:hanging="547"/>
        <w:jc w:val="both"/>
        <w:rPr>
          <w:b/>
          <w:sz w:val="24"/>
          <w:szCs w:val="30"/>
          <w:lang w:val="en-US" w:bidi="th-TH"/>
        </w:rPr>
      </w:pPr>
      <w:r w:rsidRPr="005D3E43">
        <w:rPr>
          <w:b/>
          <w:bCs/>
          <w:sz w:val="24"/>
          <w:szCs w:val="24"/>
        </w:rPr>
        <w:t>7</w:t>
      </w:r>
      <w:r w:rsidR="00B8416D" w:rsidRPr="005D3E43">
        <w:rPr>
          <w:b/>
          <w:sz w:val="24"/>
          <w:szCs w:val="30"/>
          <w:lang w:val="en-US" w:bidi="th-TH"/>
        </w:rPr>
        <w:tab/>
        <w:t xml:space="preserve">Real estate projects under development </w:t>
      </w:r>
    </w:p>
    <w:p w14:paraId="0F389E07" w14:textId="77777777" w:rsidR="00B8416D" w:rsidRPr="005D3E43" w:rsidRDefault="00B8416D" w:rsidP="00B8416D">
      <w:pPr>
        <w:rPr>
          <w:szCs w:val="22"/>
        </w:rPr>
      </w:pPr>
    </w:p>
    <w:tbl>
      <w:tblPr>
        <w:tblW w:w="9186" w:type="dxa"/>
        <w:tblInd w:w="450" w:type="dxa"/>
        <w:tblBorders>
          <w:bottom w:val="single" w:sz="4" w:space="0" w:color="auto"/>
        </w:tblBorders>
        <w:tblLayout w:type="fixed"/>
        <w:tblLook w:val="0000" w:firstRow="0" w:lastRow="0" w:firstColumn="0" w:lastColumn="0" w:noHBand="0" w:noVBand="0"/>
      </w:tblPr>
      <w:tblGrid>
        <w:gridCol w:w="3690"/>
        <w:gridCol w:w="1180"/>
        <w:gridCol w:w="236"/>
        <w:gridCol w:w="1194"/>
        <w:gridCol w:w="236"/>
        <w:gridCol w:w="1204"/>
        <w:gridCol w:w="236"/>
        <w:gridCol w:w="1210"/>
      </w:tblGrid>
      <w:tr w:rsidR="00B8416D" w:rsidRPr="005D3E43" w14:paraId="195D3FC3" w14:textId="77777777" w:rsidTr="00A801F9">
        <w:trPr>
          <w:cantSplit/>
        </w:trPr>
        <w:tc>
          <w:tcPr>
            <w:tcW w:w="3690" w:type="dxa"/>
          </w:tcPr>
          <w:p w14:paraId="0A132B44" w14:textId="77777777" w:rsidR="00B8416D" w:rsidRPr="005D3E43" w:rsidRDefault="00B8416D" w:rsidP="002860DC">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610" w:type="dxa"/>
            <w:gridSpan w:val="3"/>
          </w:tcPr>
          <w:p w14:paraId="1C6F9670" w14:textId="77777777" w:rsidR="00B8416D" w:rsidRPr="005D3E43" w:rsidRDefault="00B8416D" w:rsidP="002860DC">
            <w:pPr>
              <w:pStyle w:val="acctmergecolhdg"/>
              <w:spacing w:line="240" w:lineRule="atLeast"/>
              <w:ind w:left="-106" w:right="-79"/>
              <w:rPr>
                <w:szCs w:val="22"/>
              </w:rPr>
            </w:pPr>
            <w:r w:rsidRPr="005D3E43">
              <w:rPr>
                <w:szCs w:val="22"/>
              </w:rPr>
              <w:t>Consolidated</w:t>
            </w:r>
          </w:p>
        </w:tc>
        <w:tc>
          <w:tcPr>
            <w:tcW w:w="236" w:type="dxa"/>
          </w:tcPr>
          <w:p w14:paraId="7FEB0C24" w14:textId="77777777" w:rsidR="00B8416D" w:rsidRPr="005D3E43" w:rsidRDefault="00B8416D" w:rsidP="002860DC">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650" w:type="dxa"/>
            <w:gridSpan w:val="3"/>
          </w:tcPr>
          <w:p w14:paraId="773DCFE3" w14:textId="77777777" w:rsidR="00B8416D" w:rsidRPr="005D3E43" w:rsidRDefault="00B8416D" w:rsidP="002860DC">
            <w:pPr>
              <w:pStyle w:val="3"/>
              <w:tabs>
                <w:tab w:val="clear" w:pos="360"/>
                <w:tab w:val="clear" w:pos="720"/>
              </w:tabs>
              <w:spacing w:line="240" w:lineRule="atLeast"/>
              <w:ind w:left="-108"/>
              <w:jc w:val="center"/>
              <w:rPr>
                <w:rFonts w:ascii="Times New Roman" w:hAnsi="Times New Roman" w:cs="Times New Roman"/>
                <w:b/>
                <w:bCs/>
                <w:lang w:val="en-US"/>
              </w:rPr>
            </w:pPr>
            <w:r w:rsidRPr="005D3E43">
              <w:rPr>
                <w:rFonts w:ascii="Times New Roman" w:hAnsi="Times New Roman" w:cs="Times New Roman"/>
                <w:b/>
                <w:bCs/>
                <w:cs/>
              </w:rPr>
              <w:t>Separate</w:t>
            </w:r>
          </w:p>
        </w:tc>
      </w:tr>
      <w:tr w:rsidR="00B8416D" w:rsidRPr="005D3E43" w14:paraId="208C0373" w14:textId="77777777" w:rsidTr="00A801F9">
        <w:trPr>
          <w:cantSplit/>
        </w:trPr>
        <w:tc>
          <w:tcPr>
            <w:tcW w:w="3690" w:type="dxa"/>
          </w:tcPr>
          <w:p w14:paraId="2963DEE7" w14:textId="77777777" w:rsidR="00B8416D" w:rsidRPr="005D3E43" w:rsidRDefault="00B8416D" w:rsidP="002860D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610" w:type="dxa"/>
            <w:gridSpan w:val="3"/>
          </w:tcPr>
          <w:p w14:paraId="776B0D32" w14:textId="77777777" w:rsidR="00B8416D" w:rsidRPr="005D3E43" w:rsidRDefault="00B8416D" w:rsidP="002860DC">
            <w:pPr>
              <w:pStyle w:val="acctmergecolhdg"/>
              <w:spacing w:line="240" w:lineRule="atLeast"/>
              <w:ind w:left="-106" w:right="-79"/>
              <w:rPr>
                <w:szCs w:val="22"/>
              </w:rPr>
            </w:pPr>
            <w:r w:rsidRPr="005D3E43">
              <w:rPr>
                <w:szCs w:val="22"/>
              </w:rPr>
              <w:t>financial statements</w:t>
            </w:r>
          </w:p>
        </w:tc>
        <w:tc>
          <w:tcPr>
            <w:tcW w:w="236" w:type="dxa"/>
          </w:tcPr>
          <w:p w14:paraId="60E629BA" w14:textId="77777777" w:rsidR="00B8416D" w:rsidRPr="005D3E43" w:rsidRDefault="00B8416D" w:rsidP="002860DC">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650" w:type="dxa"/>
            <w:gridSpan w:val="3"/>
          </w:tcPr>
          <w:p w14:paraId="78DBBA6E" w14:textId="77777777" w:rsidR="00B8416D" w:rsidRPr="005D3E43" w:rsidRDefault="00B8416D" w:rsidP="002860DC">
            <w:pPr>
              <w:pStyle w:val="3"/>
              <w:tabs>
                <w:tab w:val="clear" w:pos="360"/>
                <w:tab w:val="clear" w:pos="720"/>
              </w:tabs>
              <w:spacing w:line="240" w:lineRule="atLeast"/>
              <w:ind w:left="-108"/>
              <w:jc w:val="center"/>
              <w:rPr>
                <w:rFonts w:ascii="Times New Roman" w:hAnsi="Times New Roman" w:cs="Times New Roman"/>
                <w:lang w:val="en-US"/>
              </w:rPr>
            </w:pPr>
            <w:r w:rsidRPr="005D3E43">
              <w:rPr>
                <w:rFonts w:ascii="Times New Roman" w:hAnsi="Times New Roman" w:cs="Times New Roman"/>
                <w:b/>
                <w:bCs/>
                <w:cs/>
              </w:rPr>
              <w:t>financial statements</w:t>
            </w:r>
          </w:p>
        </w:tc>
      </w:tr>
      <w:tr w:rsidR="00A801F9" w:rsidRPr="005D3E43" w14:paraId="0D5610ED" w14:textId="77777777" w:rsidTr="00A801F9">
        <w:trPr>
          <w:cantSplit/>
          <w:trHeight w:val="56"/>
        </w:trPr>
        <w:tc>
          <w:tcPr>
            <w:tcW w:w="3690" w:type="dxa"/>
          </w:tcPr>
          <w:p w14:paraId="366D256D" w14:textId="77777777" w:rsidR="00A801F9" w:rsidRPr="005D3E43" w:rsidRDefault="00A801F9" w:rsidP="00A801F9">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180" w:type="dxa"/>
            <w:vAlign w:val="center"/>
          </w:tcPr>
          <w:p w14:paraId="30F7856D" w14:textId="3C9A5BA1" w:rsidR="00A801F9" w:rsidRPr="005D3E43" w:rsidRDefault="00A801F9" w:rsidP="00A801F9">
            <w:pPr>
              <w:pStyle w:val="acctmergecolhdg"/>
              <w:spacing w:line="240" w:lineRule="atLeast"/>
              <w:ind w:left="-40" w:right="-63"/>
              <w:rPr>
                <w:b w:val="0"/>
                <w:bCs/>
                <w:spacing w:val="-6"/>
                <w:szCs w:val="22"/>
              </w:rPr>
            </w:pPr>
            <w:r>
              <w:rPr>
                <w:b w:val="0"/>
                <w:bCs/>
                <w:spacing w:val="-6"/>
                <w:szCs w:val="22"/>
              </w:rPr>
              <w:t>30 September</w:t>
            </w:r>
          </w:p>
        </w:tc>
        <w:tc>
          <w:tcPr>
            <w:tcW w:w="236" w:type="dxa"/>
            <w:vAlign w:val="center"/>
          </w:tcPr>
          <w:p w14:paraId="22C67739" w14:textId="77777777" w:rsidR="00A801F9" w:rsidRPr="005D3E43" w:rsidRDefault="00A801F9" w:rsidP="00A801F9">
            <w:pPr>
              <w:pStyle w:val="acctmergecolhdg"/>
              <w:spacing w:line="240" w:lineRule="atLeast"/>
              <w:rPr>
                <w:b w:val="0"/>
                <w:bCs/>
                <w:szCs w:val="22"/>
              </w:rPr>
            </w:pPr>
          </w:p>
        </w:tc>
        <w:tc>
          <w:tcPr>
            <w:tcW w:w="1194" w:type="dxa"/>
            <w:vAlign w:val="center"/>
          </w:tcPr>
          <w:p w14:paraId="32D88A44" w14:textId="77777777" w:rsidR="00A801F9" w:rsidRPr="005D3E43" w:rsidRDefault="00A801F9" w:rsidP="00A801F9">
            <w:pPr>
              <w:pStyle w:val="acctmergecolhdg"/>
              <w:spacing w:line="240" w:lineRule="atLeast"/>
              <w:ind w:left="-80" w:right="-60"/>
              <w:rPr>
                <w:b w:val="0"/>
                <w:bCs/>
                <w:szCs w:val="22"/>
              </w:rPr>
            </w:pPr>
            <w:r w:rsidRPr="005D3E43">
              <w:rPr>
                <w:b w:val="0"/>
                <w:bCs/>
                <w:szCs w:val="22"/>
              </w:rPr>
              <w:t>31 December</w:t>
            </w:r>
          </w:p>
        </w:tc>
        <w:tc>
          <w:tcPr>
            <w:tcW w:w="236" w:type="dxa"/>
            <w:vAlign w:val="center"/>
          </w:tcPr>
          <w:p w14:paraId="383D3443" w14:textId="77777777" w:rsidR="00A801F9" w:rsidRPr="005D3E43" w:rsidRDefault="00A801F9" w:rsidP="00A801F9">
            <w:pPr>
              <w:pStyle w:val="acctmergecolhdg"/>
              <w:spacing w:line="240" w:lineRule="atLeast"/>
              <w:ind w:left="-143"/>
              <w:rPr>
                <w:b w:val="0"/>
                <w:bCs/>
                <w:szCs w:val="22"/>
              </w:rPr>
            </w:pPr>
          </w:p>
        </w:tc>
        <w:tc>
          <w:tcPr>
            <w:tcW w:w="1204" w:type="dxa"/>
            <w:vAlign w:val="center"/>
          </w:tcPr>
          <w:p w14:paraId="78C8BFBF" w14:textId="5043D34C" w:rsidR="00A801F9" w:rsidRPr="005D3E43" w:rsidRDefault="00A801F9" w:rsidP="00A801F9">
            <w:pPr>
              <w:pStyle w:val="acctmergecolhdg"/>
              <w:spacing w:line="240" w:lineRule="atLeast"/>
              <w:ind w:left="-40" w:right="-63"/>
              <w:rPr>
                <w:b w:val="0"/>
                <w:bCs/>
                <w:spacing w:val="-6"/>
                <w:szCs w:val="22"/>
              </w:rPr>
            </w:pPr>
            <w:r>
              <w:rPr>
                <w:b w:val="0"/>
                <w:bCs/>
                <w:spacing w:val="-6"/>
                <w:szCs w:val="22"/>
              </w:rPr>
              <w:t>30 September</w:t>
            </w:r>
          </w:p>
        </w:tc>
        <w:tc>
          <w:tcPr>
            <w:tcW w:w="236" w:type="dxa"/>
            <w:vAlign w:val="center"/>
          </w:tcPr>
          <w:p w14:paraId="4870F733" w14:textId="77777777" w:rsidR="00A801F9" w:rsidRPr="005D3E43" w:rsidRDefault="00A801F9" w:rsidP="00A801F9">
            <w:pPr>
              <w:pStyle w:val="acctmergecolhdg"/>
              <w:spacing w:line="240" w:lineRule="atLeast"/>
              <w:rPr>
                <w:b w:val="0"/>
                <w:bCs/>
                <w:szCs w:val="22"/>
              </w:rPr>
            </w:pPr>
          </w:p>
        </w:tc>
        <w:tc>
          <w:tcPr>
            <w:tcW w:w="1210" w:type="dxa"/>
            <w:vAlign w:val="center"/>
          </w:tcPr>
          <w:p w14:paraId="30C84043" w14:textId="77777777" w:rsidR="00A801F9" w:rsidRPr="005D3E43" w:rsidRDefault="00A801F9" w:rsidP="00A801F9">
            <w:pPr>
              <w:pStyle w:val="acctmergecolhdg"/>
              <w:spacing w:line="240" w:lineRule="atLeast"/>
              <w:ind w:left="-80" w:right="-60"/>
              <w:rPr>
                <w:b w:val="0"/>
                <w:bCs/>
                <w:szCs w:val="22"/>
              </w:rPr>
            </w:pPr>
            <w:r w:rsidRPr="005D3E43">
              <w:rPr>
                <w:b w:val="0"/>
                <w:bCs/>
                <w:szCs w:val="22"/>
              </w:rPr>
              <w:t>31 December</w:t>
            </w:r>
          </w:p>
        </w:tc>
      </w:tr>
      <w:tr w:rsidR="00A801F9" w:rsidRPr="005D3E43" w14:paraId="48C75929" w14:textId="77777777" w:rsidTr="00A801F9">
        <w:trPr>
          <w:cantSplit/>
        </w:trPr>
        <w:tc>
          <w:tcPr>
            <w:tcW w:w="3690" w:type="dxa"/>
          </w:tcPr>
          <w:p w14:paraId="39D40B9F" w14:textId="77777777" w:rsidR="00A801F9" w:rsidRPr="005D3E43" w:rsidRDefault="00A801F9" w:rsidP="00A801F9">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180" w:type="dxa"/>
            <w:vAlign w:val="center"/>
          </w:tcPr>
          <w:p w14:paraId="16CE9D18" w14:textId="77777777" w:rsidR="00A801F9" w:rsidRPr="005D3E43" w:rsidRDefault="00A801F9" w:rsidP="00A801F9">
            <w:pPr>
              <w:pStyle w:val="acctmergecolhdg"/>
              <w:spacing w:line="240" w:lineRule="atLeast"/>
              <w:rPr>
                <w:b w:val="0"/>
                <w:bCs/>
                <w:szCs w:val="22"/>
              </w:rPr>
            </w:pPr>
            <w:r w:rsidRPr="005D3E43">
              <w:rPr>
                <w:b w:val="0"/>
                <w:bCs/>
                <w:szCs w:val="22"/>
              </w:rPr>
              <w:t>2020</w:t>
            </w:r>
          </w:p>
        </w:tc>
        <w:tc>
          <w:tcPr>
            <w:tcW w:w="236" w:type="dxa"/>
            <w:vAlign w:val="center"/>
          </w:tcPr>
          <w:p w14:paraId="0F6D5C64" w14:textId="77777777" w:rsidR="00A801F9" w:rsidRPr="005D3E43" w:rsidRDefault="00A801F9" w:rsidP="00A801F9">
            <w:pPr>
              <w:pStyle w:val="acctmergecolhdg"/>
              <w:spacing w:line="240" w:lineRule="atLeast"/>
              <w:rPr>
                <w:b w:val="0"/>
                <w:bCs/>
                <w:szCs w:val="22"/>
              </w:rPr>
            </w:pPr>
          </w:p>
        </w:tc>
        <w:tc>
          <w:tcPr>
            <w:tcW w:w="1194" w:type="dxa"/>
            <w:vAlign w:val="center"/>
          </w:tcPr>
          <w:p w14:paraId="717E246B" w14:textId="77777777" w:rsidR="00A801F9" w:rsidRPr="005D3E43" w:rsidRDefault="00A801F9" w:rsidP="00A801F9">
            <w:pPr>
              <w:pStyle w:val="acctmergecolhdg"/>
              <w:spacing w:line="240" w:lineRule="atLeast"/>
              <w:rPr>
                <w:b w:val="0"/>
                <w:bCs/>
                <w:szCs w:val="22"/>
              </w:rPr>
            </w:pPr>
            <w:r w:rsidRPr="005D3E43">
              <w:rPr>
                <w:b w:val="0"/>
                <w:bCs/>
                <w:szCs w:val="22"/>
              </w:rPr>
              <w:t>2019</w:t>
            </w:r>
          </w:p>
        </w:tc>
        <w:tc>
          <w:tcPr>
            <w:tcW w:w="236" w:type="dxa"/>
          </w:tcPr>
          <w:p w14:paraId="0F4810A3" w14:textId="77777777" w:rsidR="00A801F9" w:rsidRPr="005D3E43" w:rsidRDefault="00A801F9" w:rsidP="00A801F9">
            <w:pPr>
              <w:pStyle w:val="acctfourfigures"/>
              <w:spacing w:line="240" w:lineRule="atLeast"/>
              <w:ind w:left="-106" w:right="-142"/>
              <w:rPr>
                <w:szCs w:val="22"/>
              </w:rPr>
            </w:pPr>
          </w:p>
        </w:tc>
        <w:tc>
          <w:tcPr>
            <w:tcW w:w="1204" w:type="dxa"/>
            <w:vAlign w:val="center"/>
          </w:tcPr>
          <w:p w14:paraId="5AB3091E" w14:textId="77777777" w:rsidR="00A801F9" w:rsidRPr="005D3E43" w:rsidRDefault="00A801F9" w:rsidP="00A801F9">
            <w:pPr>
              <w:pStyle w:val="acctmergecolhdg"/>
              <w:spacing w:line="240" w:lineRule="atLeast"/>
              <w:rPr>
                <w:b w:val="0"/>
                <w:bCs/>
                <w:szCs w:val="22"/>
              </w:rPr>
            </w:pPr>
            <w:r w:rsidRPr="005D3E43">
              <w:rPr>
                <w:b w:val="0"/>
                <w:bCs/>
                <w:szCs w:val="22"/>
              </w:rPr>
              <w:t>2020</w:t>
            </w:r>
          </w:p>
        </w:tc>
        <w:tc>
          <w:tcPr>
            <w:tcW w:w="236" w:type="dxa"/>
            <w:vAlign w:val="center"/>
          </w:tcPr>
          <w:p w14:paraId="21719DD1" w14:textId="77777777" w:rsidR="00A801F9" w:rsidRPr="005D3E43" w:rsidRDefault="00A801F9" w:rsidP="00A801F9">
            <w:pPr>
              <w:pStyle w:val="acctmergecolhdg"/>
              <w:spacing w:line="240" w:lineRule="atLeast"/>
              <w:rPr>
                <w:b w:val="0"/>
                <w:bCs/>
                <w:szCs w:val="22"/>
              </w:rPr>
            </w:pPr>
          </w:p>
        </w:tc>
        <w:tc>
          <w:tcPr>
            <w:tcW w:w="1210" w:type="dxa"/>
            <w:vAlign w:val="center"/>
          </w:tcPr>
          <w:p w14:paraId="1EC00D34" w14:textId="77777777" w:rsidR="00A801F9" w:rsidRPr="005D3E43" w:rsidRDefault="00A801F9" w:rsidP="00A801F9">
            <w:pPr>
              <w:pStyle w:val="acctmergecolhdg"/>
              <w:spacing w:line="240" w:lineRule="atLeast"/>
              <w:rPr>
                <w:b w:val="0"/>
                <w:bCs/>
                <w:szCs w:val="22"/>
              </w:rPr>
            </w:pPr>
            <w:r w:rsidRPr="005D3E43">
              <w:rPr>
                <w:b w:val="0"/>
                <w:bCs/>
                <w:szCs w:val="22"/>
              </w:rPr>
              <w:t>2019</w:t>
            </w:r>
          </w:p>
        </w:tc>
      </w:tr>
      <w:tr w:rsidR="00A801F9" w:rsidRPr="005D3E43" w14:paraId="3F3E0BE2" w14:textId="77777777" w:rsidTr="00A801F9">
        <w:trPr>
          <w:cantSplit/>
        </w:trPr>
        <w:tc>
          <w:tcPr>
            <w:tcW w:w="3690" w:type="dxa"/>
          </w:tcPr>
          <w:p w14:paraId="22B4487F" w14:textId="77777777" w:rsidR="00A801F9" w:rsidRPr="005D3E43" w:rsidRDefault="00A801F9" w:rsidP="00A801F9">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5496" w:type="dxa"/>
            <w:gridSpan w:val="7"/>
            <w:tcBorders>
              <w:bottom w:val="nil"/>
            </w:tcBorders>
          </w:tcPr>
          <w:p w14:paraId="794DF85D" w14:textId="77777777" w:rsidR="00A801F9" w:rsidRPr="005D3E43" w:rsidRDefault="00A801F9" w:rsidP="00A801F9">
            <w:pPr>
              <w:pStyle w:val="3"/>
              <w:tabs>
                <w:tab w:val="clear" w:pos="360"/>
                <w:tab w:val="clear" w:pos="720"/>
              </w:tabs>
              <w:spacing w:line="240" w:lineRule="atLeast"/>
              <w:ind w:left="-108"/>
              <w:jc w:val="center"/>
              <w:rPr>
                <w:rFonts w:ascii="Times New Roman" w:hAnsi="Times New Roman" w:cs="Times New Roman"/>
                <w:i/>
                <w:iCs/>
                <w:lang w:val="en-US"/>
              </w:rPr>
            </w:pPr>
            <w:r w:rsidRPr="005D3E43">
              <w:rPr>
                <w:rFonts w:ascii="Times New Roman" w:hAnsi="Times New Roman" w:cs="Times New Roman"/>
                <w:i/>
                <w:iCs/>
                <w:lang w:val="en-US"/>
              </w:rPr>
              <w:t>(in thousand Baht)</w:t>
            </w:r>
          </w:p>
        </w:tc>
      </w:tr>
      <w:tr w:rsidR="00A801F9" w:rsidRPr="005D3E43" w14:paraId="6FC7E1BA" w14:textId="77777777" w:rsidTr="00A801F9">
        <w:trPr>
          <w:cantSplit/>
        </w:trPr>
        <w:tc>
          <w:tcPr>
            <w:tcW w:w="3690" w:type="dxa"/>
            <w:tcBorders>
              <w:top w:val="nil"/>
              <w:bottom w:val="nil"/>
            </w:tcBorders>
          </w:tcPr>
          <w:p w14:paraId="4A5ABFEF" w14:textId="77777777" w:rsidR="00A801F9" w:rsidRPr="005D3E43" w:rsidRDefault="00A801F9" w:rsidP="00A801F9">
            <w:pPr>
              <w:pStyle w:val="3"/>
              <w:tabs>
                <w:tab w:val="clear" w:pos="360"/>
                <w:tab w:val="clear" w:pos="720"/>
                <w:tab w:val="left" w:pos="327"/>
              </w:tabs>
              <w:spacing w:line="240" w:lineRule="atLeast"/>
              <w:jc w:val="thaiDistribute"/>
              <w:rPr>
                <w:rFonts w:ascii="Times New Roman" w:hAnsi="Times New Roman" w:cs="Times New Roman"/>
                <w:lang w:val="en-US"/>
              </w:rPr>
            </w:pPr>
            <w:r w:rsidRPr="005D3E43">
              <w:rPr>
                <w:rFonts w:ascii="Times New Roman" w:hAnsi="Times New Roman" w:cs="Times New Roman"/>
                <w:lang w:val="en-US"/>
              </w:rPr>
              <w:t>Land and construction under</w:t>
            </w:r>
          </w:p>
        </w:tc>
        <w:tc>
          <w:tcPr>
            <w:tcW w:w="1180" w:type="dxa"/>
            <w:tcBorders>
              <w:top w:val="nil"/>
              <w:bottom w:val="nil"/>
            </w:tcBorders>
          </w:tcPr>
          <w:p w14:paraId="1681FDB5" w14:textId="77777777" w:rsidR="00A801F9" w:rsidRPr="005D3E43" w:rsidRDefault="00A801F9" w:rsidP="00A801F9">
            <w:pPr>
              <w:tabs>
                <w:tab w:val="decimal" w:pos="950"/>
              </w:tabs>
              <w:spacing w:line="240" w:lineRule="atLeast"/>
              <w:rPr>
                <w:szCs w:val="22"/>
              </w:rPr>
            </w:pPr>
          </w:p>
        </w:tc>
        <w:tc>
          <w:tcPr>
            <w:tcW w:w="236" w:type="dxa"/>
            <w:tcBorders>
              <w:top w:val="nil"/>
              <w:bottom w:val="nil"/>
            </w:tcBorders>
          </w:tcPr>
          <w:p w14:paraId="13EEBFFB" w14:textId="77777777" w:rsidR="00A801F9" w:rsidRPr="005D3E43" w:rsidRDefault="00A801F9" w:rsidP="00A801F9">
            <w:pPr>
              <w:spacing w:line="240" w:lineRule="atLeast"/>
              <w:jc w:val="center"/>
              <w:rPr>
                <w:szCs w:val="22"/>
              </w:rPr>
            </w:pPr>
          </w:p>
        </w:tc>
        <w:tc>
          <w:tcPr>
            <w:tcW w:w="1194" w:type="dxa"/>
            <w:tcBorders>
              <w:top w:val="nil"/>
              <w:bottom w:val="nil"/>
            </w:tcBorders>
          </w:tcPr>
          <w:p w14:paraId="4947AEA4" w14:textId="77777777" w:rsidR="00A801F9" w:rsidRPr="005D3E43" w:rsidRDefault="00A801F9" w:rsidP="00A801F9">
            <w:pPr>
              <w:tabs>
                <w:tab w:val="decimal" w:pos="934"/>
              </w:tabs>
              <w:spacing w:line="240" w:lineRule="atLeast"/>
              <w:ind w:left="-108" w:right="-108"/>
              <w:rPr>
                <w:szCs w:val="22"/>
              </w:rPr>
            </w:pPr>
          </w:p>
        </w:tc>
        <w:tc>
          <w:tcPr>
            <w:tcW w:w="236" w:type="dxa"/>
            <w:tcBorders>
              <w:top w:val="nil"/>
              <w:bottom w:val="nil"/>
            </w:tcBorders>
          </w:tcPr>
          <w:p w14:paraId="5E0394BB" w14:textId="77777777" w:rsidR="00A801F9" w:rsidRPr="005D3E43" w:rsidRDefault="00A801F9" w:rsidP="00A801F9">
            <w:pPr>
              <w:spacing w:line="240" w:lineRule="atLeast"/>
              <w:jc w:val="center"/>
              <w:rPr>
                <w:szCs w:val="22"/>
              </w:rPr>
            </w:pPr>
          </w:p>
        </w:tc>
        <w:tc>
          <w:tcPr>
            <w:tcW w:w="1204" w:type="dxa"/>
            <w:tcBorders>
              <w:top w:val="nil"/>
              <w:bottom w:val="nil"/>
            </w:tcBorders>
          </w:tcPr>
          <w:p w14:paraId="4A6DAAE4" w14:textId="77777777" w:rsidR="00A801F9" w:rsidRPr="005D3E43" w:rsidRDefault="00A801F9" w:rsidP="00A801F9">
            <w:pPr>
              <w:tabs>
                <w:tab w:val="decimal" w:pos="880"/>
              </w:tabs>
              <w:spacing w:line="240" w:lineRule="atLeast"/>
              <w:jc w:val="center"/>
              <w:rPr>
                <w:szCs w:val="22"/>
              </w:rPr>
            </w:pPr>
          </w:p>
        </w:tc>
        <w:tc>
          <w:tcPr>
            <w:tcW w:w="236" w:type="dxa"/>
            <w:tcBorders>
              <w:top w:val="nil"/>
              <w:bottom w:val="nil"/>
            </w:tcBorders>
          </w:tcPr>
          <w:p w14:paraId="6C41C850" w14:textId="77777777" w:rsidR="00A801F9" w:rsidRPr="005D3E43" w:rsidRDefault="00A801F9" w:rsidP="00A801F9">
            <w:pPr>
              <w:spacing w:line="240" w:lineRule="atLeast"/>
              <w:jc w:val="center"/>
              <w:rPr>
                <w:szCs w:val="22"/>
              </w:rPr>
            </w:pPr>
          </w:p>
        </w:tc>
        <w:tc>
          <w:tcPr>
            <w:tcW w:w="1210" w:type="dxa"/>
            <w:tcBorders>
              <w:top w:val="nil"/>
              <w:bottom w:val="nil"/>
            </w:tcBorders>
          </w:tcPr>
          <w:p w14:paraId="32AE9CF3" w14:textId="77777777" w:rsidR="00A801F9" w:rsidRPr="005D3E43" w:rsidRDefault="00A801F9" w:rsidP="00A801F9">
            <w:pPr>
              <w:tabs>
                <w:tab w:val="decimal" w:pos="880"/>
              </w:tabs>
              <w:spacing w:line="240" w:lineRule="atLeast"/>
              <w:jc w:val="center"/>
              <w:rPr>
                <w:szCs w:val="22"/>
              </w:rPr>
            </w:pPr>
          </w:p>
        </w:tc>
      </w:tr>
      <w:tr w:rsidR="00A801F9" w:rsidRPr="005D3E43" w14:paraId="406621A2" w14:textId="77777777" w:rsidTr="00A801F9">
        <w:trPr>
          <w:cantSplit/>
        </w:trPr>
        <w:tc>
          <w:tcPr>
            <w:tcW w:w="3690" w:type="dxa"/>
            <w:tcBorders>
              <w:top w:val="nil"/>
              <w:bottom w:val="nil"/>
            </w:tcBorders>
          </w:tcPr>
          <w:p w14:paraId="622B9966" w14:textId="77777777" w:rsidR="00A801F9" w:rsidRPr="005D3E43" w:rsidRDefault="00A801F9" w:rsidP="00A801F9">
            <w:pPr>
              <w:shd w:val="clear" w:color="auto" w:fill="FFFFFF"/>
              <w:spacing w:line="240" w:lineRule="atLeast"/>
              <w:ind w:left="180"/>
              <w:rPr>
                <w:szCs w:val="22"/>
              </w:rPr>
            </w:pPr>
            <w:r w:rsidRPr="005D3E43">
              <w:rPr>
                <w:szCs w:val="22"/>
              </w:rPr>
              <w:t>development</w:t>
            </w:r>
          </w:p>
        </w:tc>
        <w:tc>
          <w:tcPr>
            <w:tcW w:w="1180" w:type="dxa"/>
            <w:tcBorders>
              <w:top w:val="nil"/>
              <w:bottom w:val="nil"/>
            </w:tcBorders>
          </w:tcPr>
          <w:p w14:paraId="3DA8CF92" w14:textId="107CADEC" w:rsidR="00A801F9" w:rsidRPr="005D3E43" w:rsidRDefault="007D3024" w:rsidP="00A801F9">
            <w:pPr>
              <w:tabs>
                <w:tab w:val="decimal" w:pos="950"/>
              </w:tabs>
              <w:spacing w:line="240" w:lineRule="atLeast"/>
              <w:rPr>
                <w:szCs w:val="22"/>
              </w:rPr>
            </w:pPr>
            <w:r>
              <w:rPr>
                <w:szCs w:val="22"/>
              </w:rPr>
              <w:t>852,134</w:t>
            </w:r>
          </w:p>
        </w:tc>
        <w:tc>
          <w:tcPr>
            <w:tcW w:w="236" w:type="dxa"/>
            <w:tcBorders>
              <w:top w:val="nil"/>
              <w:bottom w:val="nil"/>
            </w:tcBorders>
          </w:tcPr>
          <w:p w14:paraId="102FF500" w14:textId="77777777" w:rsidR="00A801F9" w:rsidRPr="005D3E43" w:rsidRDefault="00A801F9" w:rsidP="00A801F9">
            <w:pPr>
              <w:tabs>
                <w:tab w:val="decimal" w:pos="950"/>
              </w:tabs>
              <w:spacing w:line="240" w:lineRule="atLeast"/>
              <w:rPr>
                <w:szCs w:val="22"/>
              </w:rPr>
            </w:pPr>
          </w:p>
        </w:tc>
        <w:tc>
          <w:tcPr>
            <w:tcW w:w="1194" w:type="dxa"/>
            <w:tcBorders>
              <w:top w:val="nil"/>
              <w:bottom w:val="nil"/>
            </w:tcBorders>
          </w:tcPr>
          <w:p w14:paraId="1AD6B620" w14:textId="77777777" w:rsidR="00A801F9" w:rsidRPr="005D3E43" w:rsidRDefault="00A801F9" w:rsidP="00A801F9">
            <w:pPr>
              <w:tabs>
                <w:tab w:val="decimal" w:pos="950"/>
              </w:tabs>
              <w:spacing w:line="240" w:lineRule="atLeast"/>
              <w:rPr>
                <w:szCs w:val="22"/>
              </w:rPr>
            </w:pPr>
            <w:r w:rsidRPr="005D3E43">
              <w:rPr>
                <w:szCs w:val="22"/>
              </w:rPr>
              <w:t>817,974</w:t>
            </w:r>
          </w:p>
        </w:tc>
        <w:tc>
          <w:tcPr>
            <w:tcW w:w="236" w:type="dxa"/>
            <w:tcBorders>
              <w:top w:val="nil"/>
              <w:bottom w:val="nil"/>
            </w:tcBorders>
          </w:tcPr>
          <w:p w14:paraId="3A15BB26" w14:textId="77777777" w:rsidR="00A801F9" w:rsidRPr="005D3E43" w:rsidRDefault="00A801F9" w:rsidP="00A801F9">
            <w:pPr>
              <w:spacing w:line="240" w:lineRule="atLeast"/>
              <w:jc w:val="center"/>
              <w:rPr>
                <w:szCs w:val="22"/>
              </w:rPr>
            </w:pPr>
          </w:p>
        </w:tc>
        <w:tc>
          <w:tcPr>
            <w:tcW w:w="1204" w:type="dxa"/>
            <w:tcBorders>
              <w:top w:val="nil"/>
              <w:bottom w:val="nil"/>
            </w:tcBorders>
          </w:tcPr>
          <w:p w14:paraId="6EB96C41" w14:textId="234E2E3F" w:rsidR="00A801F9" w:rsidRPr="005D3E43" w:rsidRDefault="007D3024" w:rsidP="00A801F9">
            <w:pPr>
              <w:tabs>
                <w:tab w:val="decimal" w:pos="880"/>
              </w:tabs>
              <w:spacing w:line="240" w:lineRule="atLeast"/>
              <w:jc w:val="center"/>
              <w:rPr>
                <w:szCs w:val="22"/>
              </w:rPr>
            </w:pPr>
            <w:r>
              <w:rPr>
                <w:szCs w:val="22"/>
              </w:rPr>
              <w:t>623,563</w:t>
            </w:r>
          </w:p>
        </w:tc>
        <w:tc>
          <w:tcPr>
            <w:tcW w:w="236" w:type="dxa"/>
            <w:tcBorders>
              <w:top w:val="nil"/>
              <w:bottom w:val="nil"/>
            </w:tcBorders>
          </w:tcPr>
          <w:p w14:paraId="5A7AF671" w14:textId="77777777" w:rsidR="00A801F9" w:rsidRPr="005D3E43" w:rsidRDefault="00A801F9" w:rsidP="00A801F9">
            <w:pPr>
              <w:spacing w:line="240" w:lineRule="atLeast"/>
              <w:jc w:val="center"/>
              <w:rPr>
                <w:szCs w:val="22"/>
              </w:rPr>
            </w:pPr>
          </w:p>
        </w:tc>
        <w:tc>
          <w:tcPr>
            <w:tcW w:w="1210" w:type="dxa"/>
            <w:tcBorders>
              <w:top w:val="nil"/>
              <w:bottom w:val="nil"/>
            </w:tcBorders>
          </w:tcPr>
          <w:p w14:paraId="3A4D3E91" w14:textId="77777777" w:rsidR="00A801F9" w:rsidRPr="005D3E43" w:rsidRDefault="00A801F9" w:rsidP="00A801F9">
            <w:pPr>
              <w:tabs>
                <w:tab w:val="decimal" w:pos="880"/>
              </w:tabs>
              <w:spacing w:line="240" w:lineRule="atLeast"/>
              <w:jc w:val="center"/>
              <w:rPr>
                <w:szCs w:val="22"/>
              </w:rPr>
            </w:pPr>
            <w:r w:rsidRPr="005D3E43">
              <w:rPr>
                <w:szCs w:val="22"/>
              </w:rPr>
              <w:t>623,563</w:t>
            </w:r>
          </w:p>
        </w:tc>
      </w:tr>
      <w:tr w:rsidR="00A801F9" w:rsidRPr="005D3E43" w14:paraId="78F4884A" w14:textId="77777777" w:rsidTr="00A801F9">
        <w:trPr>
          <w:cantSplit/>
        </w:trPr>
        <w:tc>
          <w:tcPr>
            <w:tcW w:w="3690" w:type="dxa"/>
          </w:tcPr>
          <w:p w14:paraId="29251F57" w14:textId="77777777" w:rsidR="00A801F9" w:rsidRPr="005D3E43" w:rsidRDefault="00A801F9" w:rsidP="00A801F9">
            <w:pPr>
              <w:pStyle w:val="3"/>
              <w:tabs>
                <w:tab w:val="clear" w:pos="360"/>
                <w:tab w:val="clear" w:pos="720"/>
                <w:tab w:val="left" w:pos="327"/>
              </w:tabs>
              <w:spacing w:line="240" w:lineRule="atLeast"/>
              <w:jc w:val="thaiDistribute"/>
              <w:rPr>
                <w:rFonts w:ascii="Times New Roman" w:hAnsi="Times New Roman" w:cs="Times New Roman"/>
                <w:lang w:val="en-US"/>
              </w:rPr>
            </w:pPr>
            <w:r w:rsidRPr="005D3E43">
              <w:rPr>
                <w:rFonts w:ascii="Times New Roman" w:hAnsi="Times New Roman" w:cs="Times New Roman"/>
                <w:lang w:val="en-US"/>
              </w:rPr>
              <w:t xml:space="preserve">Land and construction developed </w:t>
            </w:r>
          </w:p>
        </w:tc>
        <w:tc>
          <w:tcPr>
            <w:tcW w:w="1180" w:type="dxa"/>
            <w:tcBorders>
              <w:bottom w:val="single" w:sz="4" w:space="0" w:color="auto"/>
            </w:tcBorders>
          </w:tcPr>
          <w:p w14:paraId="10301E21" w14:textId="26413667" w:rsidR="00A801F9" w:rsidRPr="005D3E43" w:rsidRDefault="007D3024" w:rsidP="00A801F9">
            <w:pPr>
              <w:tabs>
                <w:tab w:val="decimal" w:pos="950"/>
              </w:tabs>
              <w:spacing w:line="240" w:lineRule="atLeast"/>
              <w:rPr>
                <w:szCs w:val="22"/>
              </w:rPr>
            </w:pPr>
            <w:r>
              <w:rPr>
                <w:szCs w:val="22"/>
              </w:rPr>
              <w:t>89,965</w:t>
            </w:r>
          </w:p>
        </w:tc>
        <w:tc>
          <w:tcPr>
            <w:tcW w:w="236" w:type="dxa"/>
            <w:tcBorders>
              <w:bottom w:val="nil"/>
            </w:tcBorders>
          </w:tcPr>
          <w:p w14:paraId="2100A371" w14:textId="77777777" w:rsidR="00A801F9" w:rsidRPr="005D3E43" w:rsidRDefault="00A801F9" w:rsidP="00A801F9">
            <w:pPr>
              <w:tabs>
                <w:tab w:val="decimal" w:pos="950"/>
              </w:tabs>
              <w:spacing w:line="240" w:lineRule="atLeast"/>
              <w:rPr>
                <w:szCs w:val="22"/>
              </w:rPr>
            </w:pPr>
          </w:p>
        </w:tc>
        <w:tc>
          <w:tcPr>
            <w:tcW w:w="1194" w:type="dxa"/>
            <w:tcBorders>
              <w:bottom w:val="single" w:sz="4" w:space="0" w:color="auto"/>
            </w:tcBorders>
          </w:tcPr>
          <w:p w14:paraId="308AFC85" w14:textId="77777777" w:rsidR="00A801F9" w:rsidRPr="005D3E43" w:rsidRDefault="00A801F9" w:rsidP="00A801F9">
            <w:pPr>
              <w:tabs>
                <w:tab w:val="decimal" w:pos="950"/>
              </w:tabs>
              <w:spacing w:line="240" w:lineRule="atLeast"/>
              <w:rPr>
                <w:szCs w:val="22"/>
              </w:rPr>
            </w:pPr>
            <w:r w:rsidRPr="005D3E43">
              <w:rPr>
                <w:szCs w:val="22"/>
              </w:rPr>
              <w:t>136,076</w:t>
            </w:r>
          </w:p>
        </w:tc>
        <w:tc>
          <w:tcPr>
            <w:tcW w:w="236" w:type="dxa"/>
            <w:tcBorders>
              <w:bottom w:val="nil"/>
            </w:tcBorders>
          </w:tcPr>
          <w:p w14:paraId="5F064551" w14:textId="77777777" w:rsidR="00A801F9" w:rsidRPr="005D3E43" w:rsidRDefault="00A801F9" w:rsidP="00A801F9">
            <w:pPr>
              <w:tabs>
                <w:tab w:val="decimal" w:pos="774"/>
              </w:tabs>
              <w:spacing w:line="240" w:lineRule="atLeast"/>
              <w:rPr>
                <w:b/>
                <w:szCs w:val="22"/>
              </w:rPr>
            </w:pPr>
          </w:p>
        </w:tc>
        <w:tc>
          <w:tcPr>
            <w:tcW w:w="1204" w:type="dxa"/>
            <w:tcBorders>
              <w:bottom w:val="single" w:sz="4" w:space="0" w:color="auto"/>
            </w:tcBorders>
          </w:tcPr>
          <w:p w14:paraId="0E9E2DD0" w14:textId="0950F783" w:rsidR="00A801F9" w:rsidRPr="005D3E43" w:rsidRDefault="007D3024" w:rsidP="00A801F9">
            <w:pPr>
              <w:tabs>
                <w:tab w:val="decimal" w:pos="340"/>
              </w:tabs>
              <w:spacing w:line="240" w:lineRule="atLeast"/>
              <w:jc w:val="center"/>
              <w:rPr>
                <w:szCs w:val="22"/>
              </w:rPr>
            </w:pPr>
            <w:r>
              <w:rPr>
                <w:szCs w:val="22"/>
              </w:rPr>
              <w:t>-</w:t>
            </w:r>
          </w:p>
        </w:tc>
        <w:tc>
          <w:tcPr>
            <w:tcW w:w="236" w:type="dxa"/>
            <w:tcBorders>
              <w:bottom w:val="nil"/>
            </w:tcBorders>
          </w:tcPr>
          <w:p w14:paraId="655041ED" w14:textId="77777777" w:rsidR="00A801F9" w:rsidRPr="005D3E43" w:rsidRDefault="00A801F9" w:rsidP="00A801F9">
            <w:pPr>
              <w:tabs>
                <w:tab w:val="decimal" w:pos="774"/>
              </w:tabs>
              <w:spacing w:line="240" w:lineRule="atLeast"/>
              <w:rPr>
                <w:szCs w:val="22"/>
              </w:rPr>
            </w:pPr>
          </w:p>
        </w:tc>
        <w:tc>
          <w:tcPr>
            <w:tcW w:w="1210" w:type="dxa"/>
            <w:tcBorders>
              <w:bottom w:val="single" w:sz="4" w:space="0" w:color="auto"/>
            </w:tcBorders>
          </w:tcPr>
          <w:p w14:paraId="52FE183C" w14:textId="77777777" w:rsidR="00A801F9" w:rsidRPr="005D3E43" w:rsidRDefault="00A801F9" w:rsidP="00A801F9">
            <w:pPr>
              <w:tabs>
                <w:tab w:val="decimal" w:pos="340"/>
              </w:tabs>
              <w:spacing w:line="240" w:lineRule="atLeast"/>
              <w:jc w:val="center"/>
              <w:rPr>
                <w:szCs w:val="22"/>
              </w:rPr>
            </w:pPr>
            <w:r w:rsidRPr="005D3E43">
              <w:rPr>
                <w:szCs w:val="22"/>
              </w:rPr>
              <w:t>-</w:t>
            </w:r>
          </w:p>
        </w:tc>
      </w:tr>
      <w:tr w:rsidR="00A801F9" w:rsidRPr="005D3E43" w14:paraId="7ABA7E8F" w14:textId="77777777" w:rsidTr="00A801F9">
        <w:trPr>
          <w:cantSplit/>
        </w:trPr>
        <w:tc>
          <w:tcPr>
            <w:tcW w:w="3690" w:type="dxa"/>
            <w:tcBorders>
              <w:top w:val="nil"/>
              <w:bottom w:val="nil"/>
            </w:tcBorders>
          </w:tcPr>
          <w:p w14:paraId="581D7E8F" w14:textId="77777777" w:rsidR="00A801F9" w:rsidRPr="005D3E43" w:rsidRDefault="00A801F9" w:rsidP="00A801F9">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5D3E43">
              <w:rPr>
                <w:rFonts w:ascii="Times New Roman" w:hAnsi="Times New Roman" w:cs="Times New Roman"/>
                <w:b/>
                <w:bCs/>
                <w:lang w:val="en-US"/>
              </w:rPr>
              <w:t>Total</w:t>
            </w:r>
          </w:p>
        </w:tc>
        <w:tc>
          <w:tcPr>
            <w:tcW w:w="1180" w:type="dxa"/>
            <w:tcBorders>
              <w:top w:val="single" w:sz="4" w:space="0" w:color="auto"/>
              <w:bottom w:val="double" w:sz="4" w:space="0" w:color="auto"/>
            </w:tcBorders>
          </w:tcPr>
          <w:p w14:paraId="7E8D2191" w14:textId="27CABB73" w:rsidR="00A801F9" w:rsidRPr="005D3E43" w:rsidRDefault="007D3024" w:rsidP="00A801F9">
            <w:pPr>
              <w:tabs>
                <w:tab w:val="decimal" w:pos="950"/>
              </w:tabs>
              <w:spacing w:line="240" w:lineRule="atLeast"/>
              <w:rPr>
                <w:b/>
                <w:bCs/>
                <w:szCs w:val="22"/>
              </w:rPr>
            </w:pPr>
            <w:r>
              <w:rPr>
                <w:b/>
                <w:bCs/>
                <w:szCs w:val="22"/>
              </w:rPr>
              <w:t>942,099</w:t>
            </w:r>
          </w:p>
        </w:tc>
        <w:tc>
          <w:tcPr>
            <w:tcW w:w="236" w:type="dxa"/>
            <w:tcBorders>
              <w:top w:val="nil"/>
              <w:bottom w:val="nil"/>
            </w:tcBorders>
          </w:tcPr>
          <w:p w14:paraId="074DADEB" w14:textId="77777777" w:rsidR="00A801F9" w:rsidRPr="005D3E43" w:rsidRDefault="00A801F9" w:rsidP="00A801F9">
            <w:pPr>
              <w:tabs>
                <w:tab w:val="decimal" w:pos="774"/>
              </w:tabs>
              <w:spacing w:line="240" w:lineRule="atLeast"/>
              <w:rPr>
                <w:b/>
                <w:bCs/>
                <w:szCs w:val="22"/>
              </w:rPr>
            </w:pPr>
          </w:p>
        </w:tc>
        <w:tc>
          <w:tcPr>
            <w:tcW w:w="1194" w:type="dxa"/>
            <w:tcBorders>
              <w:top w:val="single" w:sz="4" w:space="0" w:color="auto"/>
              <w:bottom w:val="double" w:sz="4" w:space="0" w:color="auto"/>
            </w:tcBorders>
          </w:tcPr>
          <w:p w14:paraId="4A15B5C3" w14:textId="77777777" w:rsidR="00A801F9" w:rsidRPr="005D3E43" w:rsidRDefault="00A801F9" w:rsidP="00A801F9">
            <w:pPr>
              <w:tabs>
                <w:tab w:val="decimal" w:pos="934"/>
              </w:tabs>
              <w:spacing w:line="240" w:lineRule="atLeast"/>
              <w:ind w:left="-108" w:right="-108"/>
              <w:rPr>
                <w:b/>
                <w:bCs/>
                <w:szCs w:val="22"/>
              </w:rPr>
            </w:pPr>
            <w:r w:rsidRPr="005D3E43">
              <w:rPr>
                <w:b/>
                <w:bCs/>
                <w:szCs w:val="22"/>
              </w:rPr>
              <w:t>954,050</w:t>
            </w:r>
          </w:p>
        </w:tc>
        <w:tc>
          <w:tcPr>
            <w:tcW w:w="236" w:type="dxa"/>
            <w:tcBorders>
              <w:top w:val="nil"/>
              <w:bottom w:val="nil"/>
            </w:tcBorders>
          </w:tcPr>
          <w:p w14:paraId="3DEAC5D1" w14:textId="77777777" w:rsidR="00A801F9" w:rsidRPr="005D3E43" w:rsidRDefault="00A801F9" w:rsidP="00A801F9">
            <w:pPr>
              <w:tabs>
                <w:tab w:val="decimal" w:pos="774"/>
              </w:tabs>
              <w:spacing w:line="240" w:lineRule="atLeast"/>
              <w:rPr>
                <w:b/>
                <w:bCs/>
                <w:szCs w:val="22"/>
              </w:rPr>
            </w:pPr>
          </w:p>
        </w:tc>
        <w:tc>
          <w:tcPr>
            <w:tcW w:w="1204" w:type="dxa"/>
            <w:tcBorders>
              <w:top w:val="single" w:sz="4" w:space="0" w:color="auto"/>
              <w:bottom w:val="double" w:sz="4" w:space="0" w:color="auto"/>
            </w:tcBorders>
          </w:tcPr>
          <w:p w14:paraId="72B3C3CE" w14:textId="78155D6D" w:rsidR="00A801F9" w:rsidRPr="005D3E43" w:rsidRDefault="007D3024" w:rsidP="00A801F9">
            <w:pPr>
              <w:tabs>
                <w:tab w:val="decimal" w:pos="880"/>
              </w:tabs>
              <w:spacing w:line="240" w:lineRule="atLeast"/>
              <w:jc w:val="center"/>
              <w:rPr>
                <w:b/>
                <w:bCs/>
                <w:szCs w:val="22"/>
              </w:rPr>
            </w:pPr>
            <w:r>
              <w:rPr>
                <w:b/>
                <w:bCs/>
                <w:szCs w:val="22"/>
              </w:rPr>
              <w:t>623,563</w:t>
            </w:r>
          </w:p>
        </w:tc>
        <w:tc>
          <w:tcPr>
            <w:tcW w:w="236" w:type="dxa"/>
            <w:tcBorders>
              <w:top w:val="nil"/>
              <w:bottom w:val="nil"/>
            </w:tcBorders>
          </w:tcPr>
          <w:p w14:paraId="756BB0B7" w14:textId="77777777" w:rsidR="00A801F9" w:rsidRPr="005D3E43" w:rsidRDefault="00A801F9" w:rsidP="00A801F9">
            <w:pPr>
              <w:spacing w:line="240" w:lineRule="atLeast"/>
              <w:jc w:val="center"/>
              <w:rPr>
                <w:szCs w:val="22"/>
              </w:rPr>
            </w:pPr>
          </w:p>
        </w:tc>
        <w:tc>
          <w:tcPr>
            <w:tcW w:w="1210" w:type="dxa"/>
            <w:tcBorders>
              <w:top w:val="single" w:sz="4" w:space="0" w:color="auto"/>
              <w:bottom w:val="double" w:sz="4" w:space="0" w:color="auto"/>
            </w:tcBorders>
          </w:tcPr>
          <w:p w14:paraId="3F67587D" w14:textId="77777777" w:rsidR="00A801F9" w:rsidRPr="005D3E43" w:rsidRDefault="00A801F9" w:rsidP="00A801F9">
            <w:pPr>
              <w:tabs>
                <w:tab w:val="decimal" w:pos="940"/>
              </w:tabs>
              <w:spacing w:line="240" w:lineRule="atLeast"/>
              <w:ind w:left="-108"/>
              <w:rPr>
                <w:b/>
                <w:bCs/>
                <w:szCs w:val="22"/>
              </w:rPr>
            </w:pPr>
            <w:r w:rsidRPr="005D3E43">
              <w:rPr>
                <w:b/>
                <w:bCs/>
                <w:szCs w:val="22"/>
              </w:rPr>
              <w:t>623,563</w:t>
            </w:r>
          </w:p>
        </w:tc>
      </w:tr>
    </w:tbl>
    <w:p w14:paraId="5F963B45" w14:textId="77777777" w:rsidR="00D03A44" w:rsidRPr="005D3E43" w:rsidRDefault="00D03A44" w:rsidP="00715DBC">
      <w:pPr>
        <w:spacing w:line="240" w:lineRule="atLeast"/>
        <w:ind w:left="540"/>
        <w:jc w:val="thaiDistribute"/>
        <w:rPr>
          <w:szCs w:val="22"/>
        </w:rPr>
      </w:pPr>
    </w:p>
    <w:p w14:paraId="216CA1B5" w14:textId="77777777" w:rsidR="0010136A" w:rsidRPr="005D3E43" w:rsidRDefault="00BE1F1B" w:rsidP="00715DBC">
      <w:pPr>
        <w:spacing w:line="240" w:lineRule="atLeast"/>
        <w:ind w:left="540"/>
        <w:jc w:val="thaiDistribute"/>
        <w:rPr>
          <w:szCs w:val="22"/>
        </w:rPr>
      </w:pPr>
      <w:r w:rsidRPr="005D3E43">
        <w:rPr>
          <w:szCs w:val="22"/>
        </w:rPr>
        <w:t xml:space="preserve">The </w:t>
      </w:r>
      <w:r w:rsidR="00CF618F" w:rsidRPr="005D3E43">
        <w:rPr>
          <w:szCs w:val="22"/>
        </w:rPr>
        <w:t>Group</w:t>
      </w:r>
      <w:r w:rsidRPr="005D3E43">
        <w:rPr>
          <w:szCs w:val="22"/>
        </w:rPr>
        <w:t xml:space="preserve"> h</w:t>
      </w:r>
      <w:r w:rsidR="0074538D" w:rsidRPr="005D3E43">
        <w:rPr>
          <w:szCs w:val="28"/>
          <w:lang w:val="en-US" w:bidi="th-TH"/>
        </w:rPr>
        <w:t>as</w:t>
      </w:r>
      <w:r w:rsidRPr="005D3E43">
        <w:rPr>
          <w:szCs w:val="22"/>
        </w:rPr>
        <w:t xml:space="preserve"> mortgaged </w:t>
      </w:r>
      <w:r w:rsidR="0074538D" w:rsidRPr="005D3E43">
        <w:rPr>
          <w:szCs w:val="22"/>
        </w:rPr>
        <w:t>its</w:t>
      </w:r>
      <w:r w:rsidRPr="005D3E43">
        <w:rPr>
          <w:szCs w:val="22"/>
        </w:rPr>
        <w:t xml:space="preserve"> land and construction thereon with banks to secure</w:t>
      </w:r>
      <w:r w:rsidR="009B3675" w:rsidRPr="005D3E43">
        <w:rPr>
          <w:szCs w:val="22"/>
        </w:rPr>
        <w:t xml:space="preserve"> </w:t>
      </w:r>
      <w:r w:rsidRPr="005D3E43">
        <w:rPr>
          <w:szCs w:val="22"/>
        </w:rPr>
        <w:t>loans from the</w:t>
      </w:r>
      <w:r w:rsidR="0074538D" w:rsidRPr="005D3E43">
        <w:rPr>
          <w:szCs w:val="22"/>
        </w:rPr>
        <w:t xml:space="preserve"> </w:t>
      </w:r>
      <w:r w:rsidRPr="005D3E43">
        <w:rPr>
          <w:szCs w:val="22"/>
        </w:rPr>
        <w:t>banks.</w:t>
      </w:r>
    </w:p>
    <w:p w14:paraId="5F8455D9" w14:textId="03DDDE73" w:rsidR="009E7F69" w:rsidRPr="005D3E43" w:rsidRDefault="009E7F69">
      <w:pPr>
        <w:spacing w:line="240" w:lineRule="auto"/>
        <w:rPr>
          <w:szCs w:val="22"/>
        </w:rPr>
      </w:pPr>
    </w:p>
    <w:p w14:paraId="72DE4F67" w14:textId="24F8C640" w:rsidR="00BE1F1B" w:rsidRPr="005D3E43" w:rsidRDefault="00BB408D" w:rsidP="000C0C9A">
      <w:pPr>
        <w:pStyle w:val="Heading1"/>
      </w:pPr>
      <w:r w:rsidRPr="005D3E43">
        <w:t>8</w:t>
      </w:r>
      <w:r w:rsidR="00BE1F1B" w:rsidRPr="005D3E43">
        <w:tab/>
        <w:t>Investments in associate</w:t>
      </w:r>
      <w:r w:rsidR="002C0BEB" w:rsidRPr="005D3E43">
        <w:t>s</w:t>
      </w:r>
      <w:r w:rsidR="00BE1F1B" w:rsidRPr="005D3E43">
        <w:t xml:space="preserve"> and joint venture</w:t>
      </w:r>
    </w:p>
    <w:p w14:paraId="0B71152F" w14:textId="77777777" w:rsidR="00B651B8" w:rsidRPr="008121B6" w:rsidRDefault="00B651B8" w:rsidP="00B651B8">
      <w:pPr>
        <w:rPr>
          <w:szCs w:val="22"/>
          <w:lang w:val="en-US"/>
        </w:rPr>
      </w:pPr>
    </w:p>
    <w:p w14:paraId="3A53F5EB" w14:textId="5719AE68" w:rsidR="00D03A44" w:rsidRPr="005D3E43" w:rsidRDefault="00B651B8" w:rsidP="009647F7">
      <w:pPr>
        <w:ind w:left="540" w:right="-117"/>
        <w:jc w:val="both"/>
        <w:rPr>
          <w:szCs w:val="22"/>
        </w:rPr>
      </w:pPr>
      <w:r w:rsidRPr="005D3E43">
        <w:rPr>
          <w:szCs w:val="22"/>
        </w:rPr>
        <w:t xml:space="preserve">During the period ended 30 </w:t>
      </w:r>
      <w:r w:rsidR="00A801F9">
        <w:rPr>
          <w:szCs w:val="22"/>
        </w:rPr>
        <w:t xml:space="preserve">September </w:t>
      </w:r>
      <w:r w:rsidRPr="005D3E43">
        <w:rPr>
          <w:szCs w:val="22"/>
        </w:rPr>
        <w:t>2020 and 2019, there was no acquisitions or disposals of investments in associate</w:t>
      </w:r>
      <w:r w:rsidR="002C0BEB" w:rsidRPr="005D3E43">
        <w:rPr>
          <w:szCs w:val="22"/>
        </w:rPr>
        <w:t>s</w:t>
      </w:r>
      <w:r w:rsidRPr="005D3E43">
        <w:rPr>
          <w:szCs w:val="22"/>
        </w:rPr>
        <w:t xml:space="preserve"> and joint venture.</w:t>
      </w:r>
    </w:p>
    <w:p w14:paraId="370BA568" w14:textId="54D55B00" w:rsidR="00743F32" w:rsidRPr="005D3E43" w:rsidRDefault="00743F32" w:rsidP="009647F7">
      <w:pPr>
        <w:ind w:left="540" w:right="-117"/>
        <w:jc w:val="both"/>
        <w:rPr>
          <w:szCs w:val="22"/>
        </w:rPr>
      </w:pPr>
    </w:p>
    <w:p w14:paraId="712A825D" w14:textId="780BF904" w:rsidR="00743F32" w:rsidRPr="005D3E43" w:rsidRDefault="00743F32" w:rsidP="009647F7">
      <w:pPr>
        <w:ind w:left="547" w:right="-117" w:hanging="7"/>
        <w:jc w:val="thaiDistribute"/>
        <w:rPr>
          <w:i/>
          <w:iCs/>
          <w:szCs w:val="22"/>
        </w:rPr>
      </w:pPr>
      <w:r w:rsidRPr="005D3E43">
        <w:rPr>
          <w:i/>
          <w:iCs/>
          <w:szCs w:val="22"/>
        </w:rPr>
        <w:t>Classification from</w:t>
      </w:r>
      <w:r w:rsidRPr="005D3E43">
        <w:rPr>
          <w:i/>
          <w:iCs/>
          <w:szCs w:val="28"/>
          <w:cs/>
          <w:lang w:bidi="th-TH"/>
        </w:rPr>
        <w:t xml:space="preserve"> </w:t>
      </w:r>
      <w:r w:rsidRPr="005D3E43">
        <w:rPr>
          <w:i/>
          <w:iCs/>
          <w:szCs w:val="28"/>
          <w:lang w:val="en-US" w:bidi="th-TH"/>
        </w:rPr>
        <w:t>investment in</w:t>
      </w:r>
      <w:r w:rsidRPr="005D3E43">
        <w:rPr>
          <w:i/>
          <w:iCs/>
          <w:szCs w:val="22"/>
        </w:rPr>
        <w:t xml:space="preserve"> joint venture to be </w:t>
      </w:r>
      <w:r w:rsidRPr="005D3E43">
        <w:rPr>
          <w:i/>
          <w:iCs/>
          <w:szCs w:val="28"/>
          <w:lang w:val="en-US" w:bidi="th-TH"/>
        </w:rPr>
        <w:t>investment in</w:t>
      </w:r>
      <w:r w:rsidRPr="005D3E43">
        <w:rPr>
          <w:i/>
          <w:iCs/>
          <w:szCs w:val="22"/>
        </w:rPr>
        <w:t xml:space="preserve"> associate</w:t>
      </w:r>
    </w:p>
    <w:p w14:paraId="1810EF23" w14:textId="0AE6F4D6" w:rsidR="00743F32" w:rsidRPr="005D3E43" w:rsidRDefault="00743F32" w:rsidP="009647F7">
      <w:pPr>
        <w:ind w:left="540" w:right="-117"/>
        <w:jc w:val="both"/>
        <w:rPr>
          <w:szCs w:val="22"/>
        </w:rPr>
      </w:pPr>
    </w:p>
    <w:p w14:paraId="2DB5B7A2" w14:textId="4AE4DD5B" w:rsidR="00BE1F1B" w:rsidRPr="002A748E" w:rsidRDefault="00743F32" w:rsidP="002A748E">
      <w:pPr>
        <w:ind w:left="540" w:right="-117"/>
        <w:jc w:val="both"/>
        <w:rPr>
          <w:szCs w:val="22"/>
        </w:rPr>
        <w:sectPr w:rsidR="00BE1F1B" w:rsidRPr="002A748E" w:rsidSect="006464A5">
          <w:headerReference w:type="default" r:id="rId10"/>
          <w:pgSz w:w="11907" w:h="16840"/>
          <w:pgMar w:top="691" w:right="1152" w:bottom="576" w:left="1152" w:header="720" w:footer="720" w:gutter="0"/>
          <w:cols w:space="720"/>
        </w:sectPr>
      </w:pPr>
      <w:r w:rsidRPr="005D3E43">
        <w:rPr>
          <w:szCs w:val="22"/>
        </w:rPr>
        <w:t xml:space="preserve">During the year 2020, Central </w:t>
      </w:r>
      <w:proofErr w:type="spellStart"/>
      <w:r w:rsidRPr="005D3E43">
        <w:rPr>
          <w:szCs w:val="22"/>
        </w:rPr>
        <w:t>Pattana</w:t>
      </w:r>
      <w:proofErr w:type="spellEnd"/>
      <w:r w:rsidRPr="005D3E43">
        <w:rPr>
          <w:szCs w:val="22"/>
        </w:rPr>
        <w:t xml:space="preserve"> Public Company Limited obtained the control over Bayswater </w:t>
      </w:r>
      <w:r w:rsidR="009647F7" w:rsidRPr="005D3E43">
        <w:rPr>
          <w:szCs w:val="22"/>
          <w:cs/>
        </w:rPr>
        <w:br/>
      </w:r>
      <w:r w:rsidRPr="005D3E43">
        <w:rPr>
          <w:szCs w:val="22"/>
        </w:rPr>
        <w:t xml:space="preserve">Co., Ltd. from purchase </w:t>
      </w:r>
      <w:r w:rsidR="004F5A09" w:rsidRPr="005D3E43">
        <w:rPr>
          <w:szCs w:val="22"/>
        </w:rPr>
        <w:t xml:space="preserve">the </w:t>
      </w:r>
      <w:r w:rsidRPr="005D3E43">
        <w:rPr>
          <w:szCs w:val="22"/>
        </w:rPr>
        <w:t xml:space="preserve">ordinary shares of BTS Group Holding </w:t>
      </w:r>
      <w:r w:rsidRPr="005D3E43">
        <w:t>Public Company Limited.</w:t>
      </w:r>
      <w:r w:rsidR="002A748E">
        <w:t xml:space="preserve"> Investment in such company was classified from indirect joint venture to indirect associate</w:t>
      </w:r>
    </w:p>
    <w:p w14:paraId="2F527BFF" w14:textId="149D6838" w:rsidR="00C533E6" w:rsidRPr="005D3E43" w:rsidRDefault="00C533E6" w:rsidP="00C533E6">
      <w:pPr>
        <w:ind w:right="360"/>
        <w:jc w:val="both"/>
        <w:rPr>
          <w:szCs w:val="22"/>
        </w:rPr>
      </w:pPr>
      <w:r w:rsidRPr="005D3E43">
        <w:rPr>
          <w:szCs w:val="22"/>
        </w:rPr>
        <w:lastRenderedPageBreak/>
        <w:t>Investments in associate</w:t>
      </w:r>
      <w:r w:rsidR="002C0BEB" w:rsidRPr="005D3E43">
        <w:rPr>
          <w:szCs w:val="22"/>
        </w:rPr>
        <w:t>s</w:t>
      </w:r>
      <w:r w:rsidRPr="005D3E43">
        <w:rPr>
          <w:szCs w:val="22"/>
        </w:rPr>
        <w:t xml:space="preserve"> and joint venture</w:t>
      </w:r>
      <w:r w:rsidRPr="005D3E43" w:rsidDel="00C707C3">
        <w:rPr>
          <w:szCs w:val="22"/>
        </w:rPr>
        <w:t xml:space="preserve"> </w:t>
      </w:r>
      <w:r w:rsidRPr="005D3E43">
        <w:rPr>
          <w:szCs w:val="22"/>
        </w:rPr>
        <w:t xml:space="preserve">as at </w:t>
      </w:r>
      <w:r w:rsidR="00B651B8" w:rsidRPr="005D3E43">
        <w:rPr>
          <w:szCs w:val="22"/>
        </w:rPr>
        <w:t xml:space="preserve">30 </w:t>
      </w:r>
      <w:r w:rsidR="00273769">
        <w:rPr>
          <w:szCs w:val="22"/>
        </w:rPr>
        <w:t xml:space="preserve">September </w:t>
      </w:r>
      <w:r w:rsidR="00977C03" w:rsidRPr="005D3E43">
        <w:rPr>
          <w:szCs w:val="22"/>
        </w:rPr>
        <w:t>2020</w:t>
      </w:r>
      <w:r w:rsidRPr="005D3E43">
        <w:rPr>
          <w:szCs w:val="22"/>
        </w:rPr>
        <w:t xml:space="preserve"> and 31 December 201</w:t>
      </w:r>
      <w:r w:rsidR="00977C03" w:rsidRPr="005D3E43">
        <w:rPr>
          <w:szCs w:val="22"/>
        </w:rPr>
        <w:t>9</w:t>
      </w:r>
      <w:r w:rsidRPr="005D3E43">
        <w:rPr>
          <w:szCs w:val="22"/>
        </w:rPr>
        <w:t xml:space="preserve">, and dividend income from those investments for the </w:t>
      </w:r>
      <w:r w:rsidR="00273769">
        <w:rPr>
          <w:szCs w:val="22"/>
        </w:rPr>
        <w:t>nine</w:t>
      </w:r>
      <w:r w:rsidRPr="005D3E43">
        <w:rPr>
          <w:szCs w:val="22"/>
        </w:rPr>
        <w:t xml:space="preserve">-month period ended </w:t>
      </w:r>
      <w:r w:rsidR="00B651B8" w:rsidRPr="005D3E43">
        <w:rPr>
          <w:szCs w:val="22"/>
        </w:rPr>
        <w:t xml:space="preserve">30 </w:t>
      </w:r>
      <w:r w:rsidR="00290D15">
        <w:rPr>
          <w:szCs w:val="22"/>
        </w:rPr>
        <w:t>September</w:t>
      </w:r>
      <w:r w:rsidR="00B651B8" w:rsidRPr="005D3E43">
        <w:rPr>
          <w:szCs w:val="22"/>
        </w:rPr>
        <w:t xml:space="preserve"> </w:t>
      </w:r>
      <w:r w:rsidRPr="005D3E43">
        <w:rPr>
          <w:szCs w:val="22"/>
        </w:rPr>
        <w:t>were as follows:</w:t>
      </w:r>
    </w:p>
    <w:p w14:paraId="0A6BBDAE" w14:textId="77777777" w:rsidR="0072151A" w:rsidRPr="005D3E43" w:rsidRDefault="0072151A" w:rsidP="003E1B1C">
      <w:pPr>
        <w:pStyle w:val="index"/>
        <w:numPr>
          <w:ilvl w:val="0"/>
          <w:numId w:val="0"/>
        </w:numPr>
        <w:tabs>
          <w:tab w:val="left" w:pos="450"/>
        </w:tabs>
        <w:spacing w:after="0" w:line="240" w:lineRule="atLeast"/>
        <w:rPr>
          <w:highlight w:val="yellow"/>
        </w:rPr>
      </w:pPr>
    </w:p>
    <w:tbl>
      <w:tblPr>
        <w:tblW w:w="15408" w:type="dxa"/>
        <w:tblInd w:w="-270" w:type="dxa"/>
        <w:tblLayout w:type="fixed"/>
        <w:tblCellMar>
          <w:left w:w="79" w:type="dxa"/>
          <w:right w:w="79" w:type="dxa"/>
        </w:tblCellMar>
        <w:tblLook w:val="0000" w:firstRow="0" w:lastRow="0" w:firstColumn="0" w:lastColumn="0" w:noHBand="0" w:noVBand="0"/>
      </w:tblPr>
      <w:tblGrid>
        <w:gridCol w:w="1705"/>
        <w:gridCol w:w="1073"/>
        <w:gridCol w:w="187"/>
        <w:gridCol w:w="801"/>
        <w:gridCol w:w="189"/>
        <w:gridCol w:w="810"/>
        <w:gridCol w:w="180"/>
        <w:gridCol w:w="896"/>
        <w:gridCol w:w="184"/>
        <w:gridCol w:w="987"/>
        <w:gridCol w:w="183"/>
        <w:gridCol w:w="891"/>
        <w:gridCol w:w="189"/>
        <w:gridCol w:w="897"/>
        <w:gridCol w:w="183"/>
        <w:gridCol w:w="891"/>
        <w:gridCol w:w="189"/>
        <w:gridCol w:w="900"/>
        <w:gridCol w:w="270"/>
        <w:gridCol w:w="801"/>
        <w:gridCol w:w="189"/>
        <w:gridCol w:w="810"/>
        <w:gridCol w:w="180"/>
        <w:gridCol w:w="810"/>
        <w:gridCol w:w="180"/>
        <w:gridCol w:w="833"/>
      </w:tblGrid>
      <w:tr w:rsidR="003C226A" w:rsidRPr="005D3E43" w14:paraId="59C1A94C" w14:textId="77777777" w:rsidTr="00273769">
        <w:trPr>
          <w:cantSplit/>
          <w:trHeight w:val="242"/>
          <w:tblHeader/>
        </w:trPr>
        <w:tc>
          <w:tcPr>
            <w:tcW w:w="1705" w:type="dxa"/>
          </w:tcPr>
          <w:p w14:paraId="62588018" w14:textId="77777777" w:rsidR="003C226A" w:rsidRPr="005D3E43" w:rsidRDefault="003C226A" w:rsidP="004865D1">
            <w:pPr>
              <w:spacing w:line="240" w:lineRule="atLeast"/>
              <w:rPr>
                <w:sz w:val="20"/>
              </w:rPr>
            </w:pPr>
          </w:p>
        </w:tc>
        <w:tc>
          <w:tcPr>
            <w:tcW w:w="1073" w:type="dxa"/>
            <w:vAlign w:val="bottom"/>
          </w:tcPr>
          <w:p w14:paraId="78370849" w14:textId="77777777" w:rsidR="003C226A" w:rsidRPr="005D3E43" w:rsidRDefault="003C226A" w:rsidP="004865D1">
            <w:pPr>
              <w:spacing w:line="240" w:lineRule="atLeast"/>
              <w:ind w:left="-68" w:right="-79"/>
              <w:jc w:val="center"/>
              <w:rPr>
                <w:sz w:val="20"/>
              </w:rPr>
            </w:pPr>
          </w:p>
        </w:tc>
        <w:tc>
          <w:tcPr>
            <w:tcW w:w="187" w:type="dxa"/>
            <w:vAlign w:val="bottom"/>
          </w:tcPr>
          <w:p w14:paraId="7245C41D" w14:textId="77777777" w:rsidR="003C226A" w:rsidRPr="005D3E43" w:rsidRDefault="003C226A" w:rsidP="004865D1">
            <w:pPr>
              <w:spacing w:line="240" w:lineRule="atLeast"/>
              <w:jc w:val="center"/>
              <w:rPr>
                <w:sz w:val="20"/>
              </w:rPr>
            </w:pPr>
          </w:p>
        </w:tc>
        <w:tc>
          <w:tcPr>
            <w:tcW w:w="1800" w:type="dxa"/>
            <w:gridSpan w:val="3"/>
            <w:vAlign w:val="bottom"/>
          </w:tcPr>
          <w:p w14:paraId="79818671" w14:textId="77777777" w:rsidR="003C226A" w:rsidRPr="005D3E43" w:rsidRDefault="003C226A" w:rsidP="004865D1">
            <w:pPr>
              <w:spacing w:line="240" w:lineRule="atLeast"/>
              <w:jc w:val="center"/>
              <w:rPr>
                <w:sz w:val="20"/>
              </w:rPr>
            </w:pPr>
          </w:p>
        </w:tc>
        <w:tc>
          <w:tcPr>
            <w:tcW w:w="180" w:type="dxa"/>
            <w:vAlign w:val="bottom"/>
          </w:tcPr>
          <w:p w14:paraId="790F8B44" w14:textId="77777777" w:rsidR="003C226A" w:rsidRPr="005D3E43" w:rsidRDefault="003C226A" w:rsidP="004865D1">
            <w:pPr>
              <w:spacing w:line="240" w:lineRule="atLeast"/>
              <w:jc w:val="center"/>
              <w:rPr>
                <w:sz w:val="20"/>
              </w:rPr>
            </w:pPr>
          </w:p>
        </w:tc>
        <w:tc>
          <w:tcPr>
            <w:tcW w:w="2067" w:type="dxa"/>
            <w:gridSpan w:val="3"/>
            <w:vAlign w:val="bottom"/>
          </w:tcPr>
          <w:p w14:paraId="645EB765" w14:textId="77777777" w:rsidR="003C226A" w:rsidRPr="005D3E43" w:rsidRDefault="003C226A" w:rsidP="004865D1">
            <w:pPr>
              <w:pStyle w:val="acctmergecolhdg"/>
              <w:spacing w:line="240" w:lineRule="atLeast"/>
              <w:rPr>
                <w:b w:val="0"/>
                <w:bCs/>
                <w:sz w:val="20"/>
              </w:rPr>
            </w:pPr>
          </w:p>
        </w:tc>
        <w:tc>
          <w:tcPr>
            <w:tcW w:w="183" w:type="dxa"/>
            <w:vAlign w:val="bottom"/>
          </w:tcPr>
          <w:p w14:paraId="20AE9C19" w14:textId="77777777" w:rsidR="003C226A" w:rsidRPr="005D3E43" w:rsidRDefault="003C226A" w:rsidP="004865D1">
            <w:pPr>
              <w:pStyle w:val="acctmergecolhdg"/>
              <w:spacing w:line="240" w:lineRule="atLeast"/>
              <w:rPr>
                <w:b w:val="0"/>
                <w:bCs/>
                <w:sz w:val="20"/>
              </w:rPr>
            </w:pPr>
          </w:p>
        </w:tc>
        <w:tc>
          <w:tcPr>
            <w:tcW w:w="8213" w:type="dxa"/>
            <w:gridSpan w:val="15"/>
            <w:vAlign w:val="bottom"/>
          </w:tcPr>
          <w:p w14:paraId="65A72EF7" w14:textId="77777777" w:rsidR="003C226A" w:rsidRPr="005D3E43" w:rsidRDefault="003C226A" w:rsidP="004865D1">
            <w:pPr>
              <w:pStyle w:val="acctmergecolhdg"/>
              <w:spacing w:line="240" w:lineRule="atLeast"/>
              <w:rPr>
                <w:b w:val="0"/>
                <w:bCs/>
                <w:sz w:val="20"/>
                <w:szCs w:val="18"/>
              </w:rPr>
            </w:pPr>
            <w:r w:rsidRPr="005D3E43">
              <w:rPr>
                <w:sz w:val="20"/>
              </w:rPr>
              <w:t xml:space="preserve">Consolidated financial statements </w:t>
            </w:r>
          </w:p>
        </w:tc>
      </w:tr>
      <w:tr w:rsidR="003C226A" w:rsidRPr="005D3E43" w14:paraId="538B5AE1" w14:textId="77777777" w:rsidTr="00273769">
        <w:trPr>
          <w:cantSplit/>
          <w:trHeight w:val="473"/>
          <w:tblHeader/>
        </w:trPr>
        <w:tc>
          <w:tcPr>
            <w:tcW w:w="1705" w:type="dxa"/>
          </w:tcPr>
          <w:p w14:paraId="7588B434" w14:textId="77777777" w:rsidR="003C226A" w:rsidRPr="005D3E43" w:rsidRDefault="003C226A" w:rsidP="004865D1">
            <w:pPr>
              <w:spacing w:line="240" w:lineRule="atLeast"/>
              <w:rPr>
                <w:sz w:val="20"/>
              </w:rPr>
            </w:pPr>
          </w:p>
        </w:tc>
        <w:tc>
          <w:tcPr>
            <w:tcW w:w="1073" w:type="dxa"/>
            <w:vAlign w:val="bottom"/>
          </w:tcPr>
          <w:p w14:paraId="187628CD" w14:textId="77777777" w:rsidR="003C226A" w:rsidRPr="005D3E43" w:rsidRDefault="003C226A" w:rsidP="004865D1">
            <w:pPr>
              <w:spacing w:line="240" w:lineRule="atLeast"/>
              <w:ind w:left="-68" w:right="-79"/>
              <w:jc w:val="center"/>
              <w:rPr>
                <w:sz w:val="20"/>
              </w:rPr>
            </w:pPr>
            <w:r w:rsidRPr="005D3E43">
              <w:rPr>
                <w:sz w:val="20"/>
              </w:rPr>
              <w:t>Type of business</w:t>
            </w:r>
          </w:p>
        </w:tc>
        <w:tc>
          <w:tcPr>
            <w:tcW w:w="187" w:type="dxa"/>
            <w:vAlign w:val="bottom"/>
          </w:tcPr>
          <w:p w14:paraId="08080855" w14:textId="77777777" w:rsidR="003C226A" w:rsidRPr="005D3E43" w:rsidRDefault="003C226A" w:rsidP="004865D1">
            <w:pPr>
              <w:spacing w:line="240" w:lineRule="atLeast"/>
              <w:jc w:val="center"/>
              <w:rPr>
                <w:sz w:val="20"/>
              </w:rPr>
            </w:pPr>
          </w:p>
        </w:tc>
        <w:tc>
          <w:tcPr>
            <w:tcW w:w="1800" w:type="dxa"/>
            <w:gridSpan w:val="3"/>
            <w:vAlign w:val="bottom"/>
          </w:tcPr>
          <w:p w14:paraId="37345FC6" w14:textId="77777777" w:rsidR="003C226A" w:rsidRPr="005D3E43" w:rsidRDefault="003C226A" w:rsidP="004865D1">
            <w:pPr>
              <w:spacing w:line="240" w:lineRule="atLeast"/>
              <w:jc w:val="center"/>
              <w:rPr>
                <w:sz w:val="20"/>
              </w:rPr>
            </w:pPr>
            <w:r w:rsidRPr="005D3E43">
              <w:rPr>
                <w:sz w:val="20"/>
              </w:rPr>
              <w:t>Ownership</w:t>
            </w:r>
          </w:p>
          <w:p w14:paraId="6F4AFFED" w14:textId="77777777" w:rsidR="003C226A" w:rsidRPr="005D3E43" w:rsidRDefault="003C226A" w:rsidP="004865D1">
            <w:pPr>
              <w:spacing w:line="240" w:lineRule="atLeast"/>
              <w:jc w:val="center"/>
              <w:rPr>
                <w:sz w:val="20"/>
              </w:rPr>
            </w:pPr>
            <w:r w:rsidRPr="005D3E43">
              <w:rPr>
                <w:sz w:val="20"/>
              </w:rPr>
              <w:t>interest</w:t>
            </w:r>
          </w:p>
        </w:tc>
        <w:tc>
          <w:tcPr>
            <w:tcW w:w="180" w:type="dxa"/>
            <w:vAlign w:val="bottom"/>
          </w:tcPr>
          <w:p w14:paraId="2B490E80" w14:textId="77777777" w:rsidR="003C226A" w:rsidRPr="005D3E43" w:rsidRDefault="003C226A" w:rsidP="004865D1">
            <w:pPr>
              <w:spacing w:line="240" w:lineRule="atLeast"/>
              <w:jc w:val="center"/>
              <w:rPr>
                <w:sz w:val="20"/>
              </w:rPr>
            </w:pPr>
          </w:p>
        </w:tc>
        <w:tc>
          <w:tcPr>
            <w:tcW w:w="2067" w:type="dxa"/>
            <w:gridSpan w:val="3"/>
            <w:vAlign w:val="bottom"/>
          </w:tcPr>
          <w:p w14:paraId="2CBE1174" w14:textId="77777777" w:rsidR="003C226A" w:rsidRPr="005D3E43" w:rsidRDefault="003C226A" w:rsidP="004865D1">
            <w:pPr>
              <w:pStyle w:val="acctmergecolhdg"/>
              <w:spacing w:line="240" w:lineRule="atLeast"/>
              <w:rPr>
                <w:b w:val="0"/>
                <w:bCs/>
                <w:sz w:val="20"/>
              </w:rPr>
            </w:pPr>
          </w:p>
          <w:p w14:paraId="12B05786" w14:textId="77777777" w:rsidR="003C226A" w:rsidRPr="005D3E43" w:rsidRDefault="003C226A" w:rsidP="004865D1">
            <w:pPr>
              <w:pStyle w:val="acctmergecolhdg"/>
              <w:spacing w:line="240" w:lineRule="atLeast"/>
              <w:rPr>
                <w:b w:val="0"/>
                <w:bCs/>
                <w:sz w:val="20"/>
              </w:rPr>
            </w:pPr>
            <w:r w:rsidRPr="005D3E43">
              <w:rPr>
                <w:b w:val="0"/>
                <w:bCs/>
                <w:sz w:val="20"/>
              </w:rPr>
              <w:t>Paid-up capital</w:t>
            </w:r>
          </w:p>
        </w:tc>
        <w:tc>
          <w:tcPr>
            <w:tcW w:w="183" w:type="dxa"/>
            <w:vAlign w:val="bottom"/>
          </w:tcPr>
          <w:p w14:paraId="121A74FE" w14:textId="77777777" w:rsidR="003C226A" w:rsidRPr="005D3E43" w:rsidRDefault="003C226A" w:rsidP="004865D1">
            <w:pPr>
              <w:pStyle w:val="acctmergecolhdg"/>
              <w:spacing w:line="240" w:lineRule="atLeast"/>
              <w:rPr>
                <w:b w:val="0"/>
                <w:bCs/>
                <w:sz w:val="20"/>
              </w:rPr>
            </w:pPr>
          </w:p>
        </w:tc>
        <w:tc>
          <w:tcPr>
            <w:tcW w:w="1977" w:type="dxa"/>
            <w:gridSpan w:val="3"/>
            <w:vAlign w:val="bottom"/>
          </w:tcPr>
          <w:p w14:paraId="1C06E86D" w14:textId="77777777" w:rsidR="003C226A" w:rsidRPr="005D3E43" w:rsidRDefault="003C226A" w:rsidP="004865D1">
            <w:pPr>
              <w:pStyle w:val="acctmergecolhdg"/>
              <w:spacing w:line="240" w:lineRule="atLeast"/>
              <w:rPr>
                <w:b w:val="0"/>
                <w:bCs/>
                <w:sz w:val="20"/>
              </w:rPr>
            </w:pPr>
          </w:p>
          <w:p w14:paraId="500F6142" w14:textId="77777777" w:rsidR="003C226A" w:rsidRPr="005D3E43" w:rsidRDefault="003C226A" w:rsidP="004865D1">
            <w:pPr>
              <w:pStyle w:val="acctmergecolhdg"/>
              <w:spacing w:line="240" w:lineRule="atLeast"/>
              <w:rPr>
                <w:b w:val="0"/>
                <w:bCs/>
                <w:sz w:val="20"/>
              </w:rPr>
            </w:pPr>
            <w:r w:rsidRPr="005D3E43">
              <w:rPr>
                <w:b w:val="0"/>
                <w:bCs/>
                <w:sz w:val="20"/>
              </w:rPr>
              <w:t>Cost</w:t>
            </w:r>
          </w:p>
        </w:tc>
        <w:tc>
          <w:tcPr>
            <w:tcW w:w="183" w:type="dxa"/>
            <w:vAlign w:val="bottom"/>
          </w:tcPr>
          <w:p w14:paraId="7912FBA3" w14:textId="77777777" w:rsidR="003C226A" w:rsidRPr="005D3E43" w:rsidRDefault="003C226A" w:rsidP="004865D1">
            <w:pPr>
              <w:pStyle w:val="acctmergecolhdg"/>
              <w:spacing w:line="240" w:lineRule="atLeast"/>
              <w:rPr>
                <w:b w:val="0"/>
                <w:bCs/>
                <w:sz w:val="20"/>
              </w:rPr>
            </w:pPr>
          </w:p>
        </w:tc>
        <w:tc>
          <w:tcPr>
            <w:tcW w:w="1980" w:type="dxa"/>
            <w:gridSpan w:val="3"/>
            <w:vAlign w:val="bottom"/>
          </w:tcPr>
          <w:p w14:paraId="684C942C" w14:textId="77777777" w:rsidR="003C226A" w:rsidRPr="005D3E43" w:rsidRDefault="003C226A" w:rsidP="00E41B5B">
            <w:pPr>
              <w:pStyle w:val="acctmergecolhdg"/>
              <w:spacing w:line="240" w:lineRule="atLeast"/>
              <w:ind w:right="90"/>
              <w:rPr>
                <w:b w:val="0"/>
                <w:bCs/>
                <w:sz w:val="20"/>
              </w:rPr>
            </w:pPr>
          </w:p>
          <w:p w14:paraId="5CDD54D8" w14:textId="77777777" w:rsidR="003C226A" w:rsidRPr="005D3E43" w:rsidRDefault="003C226A" w:rsidP="004865D1">
            <w:pPr>
              <w:pStyle w:val="acctmergecolhdg"/>
              <w:spacing w:line="240" w:lineRule="atLeast"/>
              <w:rPr>
                <w:b w:val="0"/>
                <w:bCs/>
                <w:sz w:val="20"/>
              </w:rPr>
            </w:pPr>
            <w:r w:rsidRPr="005D3E43">
              <w:rPr>
                <w:b w:val="0"/>
                <w:bCs/>
                <w:sz w:val="20"/>
              </w:rPr>
              <w:t>Equity</w:t>
            </w:r>
          </w:p>
        </w:tc>
        <w:tc>
          <w:tcPr>
            <w:tcW w:w="270" w:type="dxa"/>
            <w:vAlign w:val="bottom"/>
          </w:tcPr>
          <w:p w14:paraId="320CBBC9" w14:textId="77777777" w:rsidR="003C226A" w:rsidRPr="005D3E43" w:rsidRDefault="003C226A" w:rsidP="004865D1">
            <w:pPr>
              <w:pStyle w:val="acctmergecolhdg"/>
              <w:spacing w:line="240" w:lineRule="atLeast"/>
              <w:rPr>
                <w:b w:val="0"/>
                <w:bCs/>
                <w:sz w:val="20"/>
              </w:rPr>
            </w:pPr>
          </w:p>
        </w:tc>
        <w:tc>
          <w:tcPr>
            <w:tcW w:w="1800" w:type="dxa"/>
            <w:gridSpan w:val="3"/>
            <w:vAlign w:val="bottom"/>
          </w:tcPr>
          <w:p w14:paraId="2D8CD547" w14:textId="77777777" w:rsidR="003C226A" w:rsidRPr="005D3E43" w:rsidRDefault="003C226A" w:rsidP="004865D1">
            <w:pPr>
              <w:pStyle w:val="acctmergecolhdg"/>
              <w:spacing w:line="240" w:lineRule="atLeast"/>
              <w:rPr>
                <w:b w:val="0"/>
                <w:bCs/>
                <w:sz w:val="20"/>
              </w:rPr>
            </w:pPr>
            <w:r w:rsidRPr="005D3E43">
              <w:rPr>
                <w:b w:val="0"/>
                <w:bCs/>
                <w:sz w:val="20"/>
              </w:rPr>
              <w:t>Fair value of</w:t>
            </w:r>
          </w:p>
          <w:p w14:paraId="0EDED4AB" w14:textId="77777777" w:rsidR="003C226A" w:rsidRPr="005D3E43" w:rsidRDefault="003C226A" w:rsidP="004865D1">
            <w:pPr>
              <w:pStyle w:val="acctmergecolhdg"/>
              <w:spacing w:line="240" w:lineRule="atLeast"/>
              <w:rPr>
                <w:b w:val="0"/>
                <w:bCs/>
                <w:sz w:val="20"/>
              </w:rPr>
            </w:pPr>
            <w:r w:rsidRPr="005D3E43">
              <w:rPr>
                <w:b w:val="0"/>
                <w:bCs/>
                <w:sz w:val="20"/>
              </w:rPr>
              <w:t>listed securities</w:t>
            </w:r>
          </w:p>
        </w:tc>
        <w:tc>
          <w:tcPr>
            <w:tcW w:w="180" w:type="dxa"/>
          </w:tcPr>
          <w:p w14:paraId="15916FBA" w14:textId="77777777" w:rsidR="003C226A" w:rsidRPr="005D3E43" w:rsidRDefault="003C226A" w:rsidP="004865D1">
            <w:pPr>
              <w:pStyle w:val="acctmergecolhdg"/>
              <w:spacing w:line="240" w:lineRule="atLeast"/>
              <w:rPr>
                <w:b w:val="0"/>
                <w:bCs/>
                <w:sz w:val="20"/>
              </w:rPr>
            </w:pPr>
          </w:p>
        </w:tc>
        <w:tc>
          <w:tcPr>
            <w:tcW w:w="1823" w:type="dxa"/>
            <w:gridSpan w:val="3"/>
            <w:vAlign w:val="bottom"/>
          </w:tcPr>
          <w:p w14:paraId="0777F09D" w14:textId="5B5074F2" w:rsidR="009E7F69" w:rsidRPr="005D3E43" w:rsidRDefault="009E7F69" w:rsidP="009E7F69">
            <w:pPr>
              <w:pStyle w:val="acctmergecolhdg"/>
              <w:spacing w:line="240" w:lineRule="atLeast"/>
              <w:rPr>
                <w:b w:val="0"/>
                <w:bCs/>
                <w:sz w:val="20"/>
              </w:rPr>
            </w:pPr>
          </w:p>
          <w:p w14:paraId="1F5679CC" w14:textId="38A3584F" w:rsidR="003C226A" w:rsidRPr="005D3E43" w:rsidRDefault="009E7F69" w:rsidP="004865D1">
            <w:pPr>
              <w:pStyle w:val="acctmergecolhdg"/>
              <w:spacing w:line="240" w:lineRule="atLeast"/>
              <w:rPr>
                <w:b w:val="0"/>
                <w:bCs/>
                <w:sz w:val="20"/>
              </w:rPr>
            </w:pPr>
            <w:r w:rsidRPr="005D3E43">
              <w:rPr>
                <w:b w:val="0"/>
                <w:bCs/>
                <w:sz w:val="20"/>
                <w:szCs w:val="18"/>
              </w:rPr>
              <w:t>Dividend income</w:t>
            </w:r>
          </w:p>
        </w:tc>
      </w:tr>
      <w:tr w:rsidR="00E10D8F" w:rsidRPr="005D3E43" w14:paraId="13998159" w14:textId="77777777" w:rsidTr="00273769">
        <w:trPr>
          <w:cantSplit/>
          <w:trHeight w:val="242"/>
          <w:tblHeader/>
        </w:trPr>
        <w:tc>
          <w:tcPr>
            <w:tcW w:w="1705" w:type="dxa"/>
          </w:tcPr>
          <w:p w14:paraId="242A466D" w14:textId="77777777" w:rsidR="00BE4FD2" w:rsidRPr="005D3E43" w:rsidRDefault="00BE4FD2" w:rsidP="00BE4FD2">
            <w:pPr>
              <w:pStyle w:val="acctfourfigures"/>
              <w:spacing w:line="240" w:lineRule="atLeast"/>
              <w:jc w:val="center"/>
              <w:rPr>
                <w:sz w:val="20"/>
              </w:rPr>
            </w:pPr>
          </w:p>
        </w:tc>
        <w:tc>
          <w:tcPr>
            <w:tcW w:w="1073" w:type="dxa"/>
          </w:tcPr>
          <w:p w14:paraId="04DC9187" w14:textId="77777777" w:rsidR="00BE4FD2" w:rsidRPr="005D3E43" w:rsidRDefault="00BE4FD2" w:rsidP="00BE4FD2">
            <w:pPr>
              <w:pStyle w:val="acctmergecolhdg"/>
              <w:spacing w:line="240" w:lineRule="atLeast"/>
              <w:ind w:left="-68" w:right="-79"/>
              <w:rPr>
                <w:b w:val="0"/>
                <w:bCs/>
                <w:sz w:val="20"/>
              </w:rPr>
            </w:pPr>
          </w:p>
        </w:tc>
        <w:tc>
          <w:tcPr>
            <w:tcW w:w="187" w:type="dxa"/>
          </w:tcPr>
          <w:p w14:paraId="1CC797ED" w14:textId="77777777" w:rsidR="00BE4FD2" w:rsidRPr="005D3E43" w:rsidRDefault="00BE4FD2" w:rsidP="00BE4FD2">
            <w:pPr>
              <w:pStyle w:val="acctmergecolhdg"/>
              <w:spacing w:line="240" w:lineRule="atLeast"/>
              <w:rPr>
                <w:b w:val="0"/>
                <w:bCs/>
                <w:sz w:val="20"/>
              </w:rPr>
            </w:pPr>
          </w:p>
        </w:tc>
        <w:tc>
          <w:tcPr>
            <w:tcW w:w="801" w:type="dxa"/>
            <w:vAlign w:val="bottom"/>
          </w:tcPr>
          <w:p w14:paraId="301C1532" w14:textId="77777777" w:rsidR="00BE4FD2" w:rsidRPr="005D3E43" w:rsidRDefault="00BE4FD2" w:rsidP="00BE4FD2">
            <w:pPr>
              <w:pStyle w:val="acctmergecolhdg"/>
              <w:spacing w:line="240" w:lineRule="atLeast"/>
              <w:rPr>
                <w:b w:val="0"/>
                <w:bCs/>
                <w:sz w:val="18"/>
                <w:szCs w:val="18"/>
              </w:rPr>
            </w:pPr>
            <w:r w:rsidRPr="005D3E43">
              <w:rPr>
                <w:b w:val="0"/>
                <w:bCs/>
                <w:sz w:val="18"/>
                <w:szCs w:val="18"/>
              </w:rPr>
              <w:t>30</w:t>
            </w:r>
          </w:p>
        </w:tc>
        <w:tc>
          <w:tcPr>
            <w:tcW w:w="189" w:type="dxa"/>
            <w:vAlign w:val="bottom"/>
          </w:tcPr>
          <w:p w14:paraId="4065FE8C" w14:textId="77777777" w:rsidR="00BE4FD2" w:rsidRPr="005D3E43" w:rsidRDefault="00BE4FD2" w:rsidP="00BE4FD2">
            <w:pPr>
              <w:pStyle w:val="acctmergecolhdg"/>
              <w:spacing w:line="240" w:lineRule="atLeast"/>
              <w:rPr>
                <w:b w:val="0"/>
                <w:bCs/>
                <w:sz w:val="18"/>
                <w:szCs w:val="18"/>
              </w:rPr>
            </w:pPr>
          </w:p>
        </w:tc>
        <w:tc>
          <w:tcPr>
            <w:tcW w:w="810" w:type="dxa"/>
            <w:vAlign w:val="bottom"/>
          </w:tcPr>
          <w:p w14:paraId="23E32378" w14:textId="77777777" w:rsidR="00BE4FD2" w:rsidRPr="005D3E43" w:rsidRDefault="00BE4FD2" w:rsidP="00BE4FD2">
            <w:pPr>
              <w:pStyle w:val="acctmergecolhdg"/>
              <w:spacing w:line="240" w:lineRule="atLeast"/>
              <w:ind w:left="-79" w:right="-79"/>
              <w:rPr>
                <w:b w:val="0"/>
                <w:bCs/>
                <w:sz w:val="18"/>
                <w:szCs w:val="18"/>
              </w:rPr>
            </w:pPr>
            <w:r w:rsidRPr="005D3E43">
              <w:rPr>
                <w:b w:val="0"/>
                <w:bCs/>
                <w:sz w:val="18"/>
                <w:szCs w:val="18"/>
              </w:rPr>
              <w:t>31</w:t>
            </w:r>
          </w:p>
        </w:tc>
        <w:tc>
          <w:tcPr>
            <w:tcW w:w="180" w:type="dxa"/>
          </w:tcPr>
          <w:p w14:paraId="5BD46791" w14:textId="77777777" w:rsidR="00BE4FD2" w:rsidRPr="005D3E43" w:rsidRDefault="00BE4FD2" w:rsidP="00BE4FD2">
            <w:pPr>
              <w:pStyle w:val="acctmergecolhdg"/>
              <w:spacing w:line="240" w:lineRule="atLeast"/>
              <w:rPr>
                <w:b w:val="0"/>
                <w:bCs/>
                <w:sz w:val="18"/>
                <w:szCs w:val="18"/>
              </w:rPr>
            </w:pPr>
          </w:p>
        </w:tc>
        <w:tc>
          <w:tcPr>
            <w:tcW w:w="896" w:type="dxa"/>
            <w:vAlign w:val="bottom"/>
          </w:tcPr>
          <w:p w14:paraId="7E960F9F" w14:textId="77777777" w:rsidR="00BE4FD2" w:rsidRPr="005D3E43" w:rsidRDefault="00BE4FD2" w:rsidP="00BE4FD2">
            <w:pPr>
              <w:pStyle w:val="acctmergecolhdg"/>
              <w:spacing w:line="240" w:lineRule="atLeast"/>
              <w:rPr>
                <w:b w:val="0"/>
                <w:bCs/>
                <w:sz w:val="18"/>
                <w:szCs w:val="18"/>
              </w:rPr>
            </w:pPr>
            <w:r w:rsidRPr="005D3E43">
              <w:rPr>
                <w:b w:val="0"/>
                <w:bCs/>
                <w:sz w:val="18"/>
                <w:szCs w:val="18"/>
              </w:rPr>
              <w:t>30</w:t>
            </w:r>
          </w:p>
        </w:tc>
        <w:tc>
          <w:tcPr>
            <w:tcW w:w="184" w:type="dxa"/>
            <w:vAlign w:val="bottom"/>
          </w:tcPr>
          <w:p w14:paraId="5DE240D2" w14:textId="77777777" w:rsidR="00BE4FD2" w:rsidRPr="005D3E43" w:rsidRDefault="00BE4FD2" w:rsidP="00BE4FD2">
            <w:pPr>
              <w:pStyle w:val="acctmergecolhdg"/>
              <w:spacing w:line="240" w:lineRule="atLeast"/>
              <w:rPr>
                <w:b w:val="0"/>
                <w:bCs/>
                <w:sz w:val="18"/>
                <w:szCs w:val="18"/>
              </w:rPr>
            </w:pPr>
          </w:p>
        </w:tc>
        <w:tc>
          <w:tcPr>
            <w:tcW w:w="987" w:type="dxa"/>
            <w:vAlign w:val="bottom"/>
          </w:tcPr>
          <w:p w14:paraId="4BDD8E15" w14:textId="77777777" w:rsidR="00BE4FD2" w:rsidRPr="005D3E43" w:rsidRDefault="00BE4FD2" w:rsidP="00BE4FD2">
            <w:pPr>
              <w:pStyle w:val="acctmergecolhdg"/>
              <w:spacing w:line="240" w:lineRule="atLeast"/>
              <w:ind w:left="-79" w:right="-79"/>
              <w:rPr>
                <w:b w:val="0"/>
                <w:bCs/>
                <w:sz w:val="18"/>
                <w:szCs w:val="18"/>
              </w:rPr>
            </w:pPr>
            <w:r w:rsidRPr="005D3E43">
              <w:rPr>
                <w:b w:val="0"/>
                <w:bCs/>
                <w:sz w:val="18"/>
                <w:szCs w:val="18"/>
              </w:rPr>
              <w:t>31</w:t>
            </w:r>
          </w:p>
        </w:tc>
        <w:tc>
          <w:tcPr>
            <w:tcW w:w="183" w:type="dxa"/>
          </w:tcPr>
          <w:p w14:paraId="0DA094A6" w14:textId="77777777" w:rsidR="00BE4FD2" w:rsidRPr="005D3E43" w:rsidRDefault="00BE4FD2" w:rsidP="00BE4FD2">
            <w:pPr>
              <w:pStyle w:val="acctmergecolhdg"/>
              <w:spacing w:line="240" w:lineRule="atLeast"/>
              <w:rPr>
                <w:b w:val="0"/>
                <w:bCs/>
                <w:sz w:val="18"/>
                <w:szCs w:val="18"/>
              </w:rPr>
            </w:pPr>
          </w:p>
        </w:tc>
        <w:tc>
          <w:tcPr>
            <w:tcW w:w="891" w:type="dxa"/>
            <w:vAlign w:val="bottom"/>
          </w:tcPr>
          <w:p w14:paraId="64734FB0" w14:textId="77777777" w:rsidR="00BE4FD2" w:rsidRPr="005D3E43" w:rsidRDefault="00BE4FD2" w:rsidP="00BE4FD2">
            <w:pPr>
              <w:pStyle w:val="acctmergecolhdg"/>
              <w:spacing w:line="240" w:lineRule="atLeast"/>
              <w:rPr>
                <w:b w:val="0"/>
                <w:bCs/>
                <w:sz w:val="18"/>
                <w:szCs w:val="18"/>
              </w:rPr>
            </w:pPr>
            <w:r w:rsidRPr="005D3E43">
              <w:rPr>
                <w:b w:val="0"/>
                <w:bCs/>
                <w:sz w:val="18"/>
                <w:szCs w:val="18"/>
              </w:rPr>
              <w:t>30</w:t>
            </w:r>
          </w:p>
        </w:tc>
        <w:tc>
          <w:tcPr>
            <w:tcW w:w="189" w:type="dxa"/>
            <w:vAlign w:val="bottom"/>
          </w:tcPr>
          <w:p w14:paraId="36C4F34C" w14:textId="77777777" w:rsidR="00BE4FD2" w:rsidRPr="005D3E43" w:rsidRDefault="00BE4FD2" w:rsidP="00BE4FD2">
            <w:pPr>
              <w:pStyle w:val="acctmergecolhdg"/>
              <w:spacing w:line="240" w:lineRule="atLeast"/>
              <w:rPr>
                <w:b w:val="0"/>
                <w:bCs/>
                <w:sz w:val="18"/>
                <w:szCs w:val="18"/>
              </w:rPr>
            </w:pPr>
          </w:p>
        </w:tc>
        <w:tc>
          <w:tcPr>
            <w:tcW w:w="897" w:type="dxa"/>
            <w:vAlign w:val="bottom"/>
          </w:tcPr>
          <w:p w14:paraId="3CB674B7" w14:textId="77777777" w:rsidR="00BE4FD2" w:rsidRPr="005D3E43" w:rsidRDefault="00BE4FD2" w:rsidP="00BE4FD2">
            <w:pPr>
              <w:pStyle w:val="acctmergecolhdg"/>
              <w:spacing w:line="240" w:lineRule="atLeast"/>
              <w:ind w:left="-79" w:right="-79"/>
              <w:rPr>
                <w:b w:val="0"/>
                <w:bCs/>
                <w:sz w:val="18"/>
                <w:szCs w:val="18"/>
              </w:rPr>
            </w:pPr>
            <w:r w:rsidRPr="005D3E43">
              <w:rPr>
                <w:b w:val="0"/>
                <w:bCs/>
                <w:sz w:val="18"/>
                <w:szCs w:val="18"/>
              </w:rPr>
              <w:t>31</w:t>
            </w:r>
          </w:p>
        </w:tc>
        <w:tc>
          <w:tcPr>
            <w:tcW w:w="183" w:type="dxa"/>
          </w:tcPr>
          <w:p w14:paraId="3EA85C9C" w14:textId="77777777" w:rsidR="00BE4FD2" w:rsidRPr="005D3E43" w:rsidRDefault="00BE4FD2" w:rsidP="00BE4FD2">
            <w:pPr>
              <w:pStyle w:val="acctmergecolhdg"/>
              <w:spacing w:line="240" w:lineRule="atLeast"/>
              <w:rPr>
                <w:b w:val="0"/>
                <w:bCs/>
                <w:sz w:val="18"/>
                <w:szCs w:val="18"/>
              </w:rPr>
            </w:pPr>
          </w:p>
        </w:tc>
        <w:tc>
          <w:tcPr>
            <w:tcW w:w="891" w:type="dxa"/>
            <w:vAlign w:val="bottom"/>
          </w:tcPr>
          <w:p w14:paraId="5BF59520" w14:textId="77777777" w:rsidR="00BE4FD2" w:rsidRPr="005D3E43" w:rsidRDefault="00BE4FD2" w:rsidP="00BE4FD2">
            <w:pPr>
              <w:pStyle w:val="acctmergecolhdg"/>
              <w:spacing w:line="240" w:lineRule="atLeast"/>
              <w:rPr>
                <w:b w:val="0"/>
                <w:bCs/>
                <w:sz w:val="18"/>
                <w:szCs w:val="18"/>
              </w:rPr>
            </w:pPr>
            <w:r w:rsidRPr="005D3E43">
              <w:rPr>
                <w:b w:val="0"/>
                <w:bCs/>
                <w:sz w:val="18"/>
                <w:szCs w:val="18"/>
              </w:rPr>
              <w:t>30</w:t>
            </w:r>
          </w:p>
        </w:tc>
        <w:tc>
          <w:tcPr>
            <w:tcW w:w="189" w:type="dxa"/>
            <w:vAlign w:val="bottom"/>
          </w:tcPr>
          <w:p w14:paraId="7766DF43" w14:textId="77777777" w:rsidR="00BE4FD2" w:rsidRPr="005D3E43" w:rsidRDefault="00BE4FD2" w:rsidP="00BE4FD2">
            <w:pPr>
              <w:pStyle w:val="acctmergecolhdg"/>
              <w:spacing w:line="240" w:lineRule="atLeast"/>
              <w:rPr>
                <w:b w:val="0"/>
                <w:bCs/>
                <w:sz w:val="18"/>
                <w:szCs w:val="18"/>
              </w:rPr>
            </w:pPr>
          </w:p>
        </w:tc>
        <w:tc>
          <w:tcPr>
            <w:tcW w:w="900" w:type="dxa"/>
            <w:vAlign w:val="bottom"/>
          </w:tcPr>
          <w:p w14:paraId="40900A19" w14:textId="77777777" w:rsidR="00BE4FD2" w:rsidRPr="005D3E43" w:rsidRDefault="00BE4FD2" w:rsidP="00BE4FD2">
            <w:pPr>
              <w:pStyle w:val="acctmergecolhdg"/>
              <w:spacing w:line="240" w:lineRule="atLeast"/>
              <w:ind w:left="-79" w:right="-79"/>
              <w:rPr>
                <w:b w:val="0"/>
                <w:bCs/>
                <w:sz w:val="18"/>
                <w:szCs w:val="18"/>
              </w:rPr>
            </w:pPr>
            <w:r w:rsidRPr="005D3E43">
              <w:rPr>
                <w:b w:val="0"/>
                <w:bCs/>
                <w:sz w:val="18"/>
                <w:szCs w:val="18"/>
              </w:rPr>
              <w:t>31</w:t>
            </w:r>
          </w:p>
        </w:tc>
        <w:tc>
          <w:tcPr>
            <w:tcW w:w="270" w:type="dxa"/>
          </w:tcPr>
          <w:p w14:paraId="70E02530" w14:textId="77777777" w:rsidR="00BE4FD2" w:rsidRPr="005D3E43" w:rsidRDefault="00BE4FD2" w:rsidP="00BE4FD2">
            <w:pPr>
              <w:pStyle w:val="acctmergecolhdg"/>
              <w:spacing w:line="240" w:lineRule="atLeast"/>
              <w:rPr>
                <w:b w:val="0"/>
                <w:bCs/>
                <w:sz w:val="18"/>
                <w:szCs w:val="18"/>
              </w:rPr>
            </w:pPr>
          </w:p>
        </w:tc>
        <w:tc>
          <w:tcPr>
            <w:tcW w:w="801" w:type="dxa"/>
            <w:vAlign w:val="bottom"/>
          </w:tcPr>
          <w:p w14:paraId="61FFA6E9" w14:textId="77777777" w:rsidR="00BE4FD2" w:rsidRPr="005D3E43" w:rsidRDefault="00BE4FD2" w:rsidP="00BE4FD2">
            <w:pPr>
              <w:pStyle w:val="acctmergecolhdg"/>
              <w:spacing w:line="240" w:lineRule="atLeast"/>
              <w:rPr>
                <w:b w:val="0"/>
                <w:bCs/>
                <w:sz w:val="18"/>
                <w:szCs w:val="18"/>
              </w:rPr>
            </w:pPr>
            <w:r w:rsidRPr="005D3E43">
              <w:rPr>
                <w:b w:val="0"/>
                <w:bCs/>
                <w:sz w:val="18"/>
                <w:szCs w:val="18"/>
              </w:rPr>
              <w:t>30</w:t>
            </w:r>
          </w:p>
        </w:tc>
        <w:tc>
          <w:tcPr>
            <w:tcW w:w="189" w:type="dxa"/>
            <w:vAlign w:val="bottom"/>
          </w:tcPr>
          <w:p w14:paraId="27B317E1" w14:textId="77777777" w:rsidR="00BE4FD2" w:rsidRPr="005D3E43" w:rsidRDefault="00BE4FD2" w:rsidP="00BE4FD2">
            <w:pPr>
              <w:pStyle w:val="acctmergecolhdg"/>
              <w:spacing w:line="240" w:lineRule="atLeast"/>
              <w:rPr>
                <w:b w:val="0"/>
                <w:bCs/>
                <w:sz w:val="18"/>
                <w:szCs w:val="18"/>
              </w:rPr>
            </w:pPr>
          </w:p>
        </w:tc>
        <w:tc>
          <w:tcPr>
            <w:tcW w:w="810" w:type="dxa"/>
            <w:vAlign w:val="bottom"/>
          </w:tcPr>
          <w:p w14:paraId="1CA7E769" w14:textId="77777777" w:rsidR="00BE4FD2" w:rsidRPr="005D3E43" w:rsidRDefault="00BE4FD2" w:rsidP="00BE4FD2">
            <w:pPr>
              <w:pStyle w:val="acctmergecolhdg"/>
              <w:spacing w:line="240" w:lineRule="atLeast"/>
              <w:ind w:left="-79" w:right="-79"/>
              <w:rPr>
                <w:b w:val="0"/>
                <w:bCs/>
                <w:sz w:val="18"/>
                <w:szCs w:val="18"/>
              </w:rPr>
            </w:pPr>
            <w:r w:rsidRPr="005D3E43">
              <w:rPr>
                <w:b w:val="0"/>
                <w:bCs/>
                <w:sz w:val="18"/>
                <w:szCs w:val="18"/>
              </w:rPr>
              <w:t>31</w:t>
            </w:r>
          </w:p>
        </w:tc>
        <w:tc>
          <w:tcPr>
            <w:tcW w:w="180" w:type="dxa"/>
          </w:tcPr>
          <w:p w14:paraId="7065645C" w14:textId="77777777" w:rsidR="00BE4FD2" w:rsidRPr="005D3E43" w:rsidRDefault="00BE4FD2" w:rsidP="00BE4FD2">
            <w:pPr>
              <w:pStyle w:val="acctmergecolhdg"/>
              <w:spacing w:line="240" w:lineRule="atLeast"/>
              <w:rPr>
                <w:b w:val="0"/>
                <w:bCs/>
                <w:sz w:val="18"/>
                <w:szCs w:val="18"/>
              </w:rPr>
            </w:pPr>
          </w:p>
        </w:tc>
        <w:tc>
          <w:tcPr>
            <w:tcW w:w="810" w:type="dxa"/>
            <w:vAlign w:val="bottom"/>
          </w:tcPr>
          <w:p w14:paraId="7CC8069E" w14:textId="77777777" w:rsidR="00BE4FD2" w:rsidRPr="005D3E43" w:rsidRDefault="00BE4FD2" w:rsidP="00BE4FD2">
            <w:pPr>
              <w:pStyle w:val="acctmergecolhdg"/>
              <w:spacing w:line="240" w:lineRule="atLeast"/>
              <w:rPr>
                <w:b w:val="0"/>
                <w:bCs/>
                <w:sz w:val="18"/>
                <w:szCs w:val="18"/>
              </w:rPr>
            </w:pPr>
            <w:r w:rsidRPr="005D3E43">
              <w:rPr>
                <w:b w:val="0"/>
                <w:bCs/>
                <w:sz w:val="18"/>
                <w:szCs w:val="18"/>
              </w:rPr>
              <w:t>30</w:t>
            </w:r>
          </w:p>
        </w:tc>
        <w:tc>
          <w:tcPr>
            <w:tcW w:w="180" w:type="dxa"/>
            <w:vAlign w:val="bottom"/>
          </w:tcPr>
          <w:p w14:paraId="20B2DC81" w14:textId="77777777" w:rsidR="00BE4FD2" w:rsidRPr="005D3E43" w:rsidRDefault="00BE4FD2" w:rsidP="00BE4FD2">
            <w:pPr>
              <w:pStyle w:val="acctmergecolhdg"/>
              <w:spacing w:line="240" w:lineRule="atLeast"/>
              <w:rPr>
                <w:b w:val="0"/>
                <w:bCs/>
                <w:sz w:val="18"/>
                <w:szCs w:val="18"/>
              </w:rPr>
            </w:pPr>
          </w:p>
        </w:tc>
        <w:tc>
          <w:tcPr>
            <w:tcW w:w="833" w:type="dxa"/>
            <w:vAlign w:val="bottom"/>
          </w:tcPr>
          <w:p w14:paraId="08C1F325" w14:textId="77777777" w:rsidR="00BE4FD2" w:rsidRPr="005D3E43" w:rsidRDefault="00BE4FD2" w:rsidP="00BE4FD2">
            <w:pPr>
              <w:pStyle w:val="acctmergecolhdg"/>
              <w:spacing w:line="240" w:lineRule="atLeast"/>
              <w:rPr>
                <w:b w:val="0"/>
                <w:bCs/>
                <w:sz w:val="18"/>
                <w:szCs w:val="18"/>
              </w:rPr>
            </w:pPr>
            <w:r w:rsidRPr="005D3E43">
              <w:rPr>
                <w:b w:val="0"/>
                <w:bCs/>
                <w:sz w:val="18"/>
                <w:szCs w:val="18"/>
              </w:rPr>
              <w:t>30</w:t>
            </w:r>
          </w:p>
        </w:tc>
      </w:tr>
      <w:tr w:rsidR="00273769" w:rsidRPr="005D3E43" w14:paraId="0820B0EB" w14:textId="77777777" w:rsidTr="00273769">
        <w:trPr>
          <w:cantSplit/>
          <w:trHeight w:val="230"/>
          <w:tblHeader/>
        </w:trPr>
        <w:tc>
          <w:tcPr>
            <w:tcW w:w="1705" w:type="dxa"/>
          </w:tcPr>
          <w:p w14:paraId="030401F0" w14:textId="77777777" w:rsidR="00273769" w:rsidRPr="005D3E43" w:rsidRDefault="00273769" w:rsidP="00273769">
            <w:pPr>
              <w:pStyle w:val="acctfourfigures"/>
              <w:spacing w:line="240" w:lineRule="atLeast"/>
              <w:jc w:val="center"/>
              <w:rPr>
                <w:sz w:val="20"/>
              </w:rPr>
            </w:pPr>
          </w:p>
        </w:tc>
        <w:tc>
          <w:tcPr>
            <w:tcW w:w="1073" w:type="dxa"/>
          </w:tcPr>
          <w:p w14:paraId="4BCAF60E" w14:textId="77777777" w:rsidR="00273769" w:rsidRPr="005D3E43" w:rsidRDefault="00273769" w:rsidP="00273769">
            <w:pPr>
              <w:pStyle w:val="acctmergecolhdg"/>
              <w:spacing w:line="240" w:lineRule="atLeast"/>
              <w:ind w:left="-68" w:right="-79"/>
              <w:rPr>
                <w:b w:val="0"/>
                <w:bCs/>
                <w:sz w:val="20"/>
              </w:rPr>
            </w:pPr>
          </w:p>
        </w:tc>
        <w:tc>
          <w:tcPr>
            <w:tcW w:w="187" w:type="dxa"/>
          </w:tcPr>
          <w:p w14:paraId="444E54D3" w14:textId="77777777" w:rsidR="00273769" w:rsidRPr="005D3E43" w:rsidRDefault="00273769" w:rsidP="00273769">
            <w:pPr>
              <w:pStyle w:val="acctmergecolhdg"/>
              <w:spacing w:line="240" w:lineRule="atLeast"/>
              <w:rPr>
                <w:b w:val="0"/>
                <w:bCs/>
                <w:sz w:val="20"/>
              </w:rPr>
            </w:pPr>
          </w:p>
        </w:tc>
        <w:tc>
          <w:tcPr>
            <w:tcW w:w="801" w:type="dxa"/>
            <w:vAlign w:val="bottom"/>
          </w:tcPr>
          <w:p w14:paraId="0C18F60D" w14:textId="2F8F8860" w:rsidR="00273769" w:rsidRPr="005D3E43" w:rsidRDefault="00273769" w:rsidP="00273769">
            <w:pPr>
              <w:pStyle w:val="acctmergecolhdg"/>
              <w:spacing w:line="240" w:lineRule="atLeast"/>
              <w:ind w:left="-73" w:right="-82"/>
              <w:rPr>
                <w:b w:val="0"/>
                <w:bCs/>
                <w:sz w:val="18"/>
                <w:szCs w:val="18"/>
              </w:rPr>
            </w:pPr>
            <w:r>
              <w:rPr>
                <w:b w:val="0"/>
                <w:bCs/>
                <w:sz w:val="18"/>
                <w:szCs w:val="18"/>
              </w:rPr>
              <w:t>September</w:t>
            </w:r>
          </w:p>
        </w:tc>
        <w:tc>
          <w:tcPr>
            <w:tcW w:w="189" w:type="dxa"/>
            <w:vAlign w:val="bottom"/>
          </w:tcPr>
          <w:p w14:paraId="34A40A91" w14:textId="77777777" w:rsidR="00273769" w:rsidRPr="005D3E43" w:rsidRDefault="00273769" w:rsidP="00273769">
            <w:pPr>
              <w:pStyle w:val="acctmergecolhdg"/>
              <w:spacing w:line="240" w:lineRule="atLeast"/>
              <w:rPr>
                <w:b w:val="0"/>
                <w:bCs/>
                <w:sz w:val="18"/>
                <w:szCs w:val="18"/>
              </w:rPr>
            </w:pPr>
          </w:p>
        </w:tc>
        <w:tc>
          <w:tcPr>
            <w:tcW w:w="810" w:type="dxa"/>
            <w:vAlign w:val="bottom"/>
          </w:tcPr>
          <w:p w14:paraId="14363F36" w14:textId="77777777" w:rsidR="00273769" w:rsidRPr="005D3E43" w:rsidRDefault="00273769" w:rsidP="00273769">
            <w:pPr>
              <w:pStyle w:val="acctmergecolhdg"/>
              <w:spacing w:line="240" w:lineRule="atLeast"/>
              <w:ind w:left="-79" w:right="-79"/>
              <w:rPr>
                <w:b w:val="0"/>
                <w:bCs/>
                <w:sz w:val="18"/>
                <w:szCs w:val="18"/>
              </w:rPr>
            </w:pPr>
            <w:r w:rsidRPr="005D3E43">
              <w:rPr>
                <w:b w:val="0"/>
                <w:bCs/>
                <w:sz w:val="18"/>
                <w:szCs w:val="18"/>
              </w:rPr>
              <w:t>December</w:t>
            </w:r>
          </w:p>
        </w:tc>
        <w:tc>
          <w:tcPr>
            <w:tcW w:w="180" w:type="dxa"/>
          </w:tcPr>
          <w:p w14:paraId="0023A8A1" w14:textId="77777777" w:rsidR="00273769" w:rsidRPr="005D3E43" w:rsidRDefault="00273769" w:rsidP="00273769">
            <w:pPr>
              <w:pStyle w:val="acctmergecolhdg"/>
              <w:spacing w:line="240" w:lineRule="atLeast"/>
              <w:rPr>
                <w:b w:val="0"/>
                <w:bCs/>
                <w:sz w:val="18"/>
                <w:szCs w:val="18"/>
              </w:rPr>
            </w:pPr>
          </w:p>
        </w:tc>
        <w:tc>
          <w:tcPr>
            <w:tcW w:w="896" w:type="dxa"/>
            <w:vAlign w:val="bottom"/>
          </w:tcPr>
          <w:p w14:paraId="7308C9D4" w14:textId="69115774" w:rsidR="00273769" w:rsidRPr="005D3E43" w:rsidRDefault="00273769" w:rsidP="00273769">
            <w:pPr>
              <w:pStyle w:val="acctmergecolhdg"/>
              <w:spacing w:line="240" w:lineRule="atLeast"/>
              <w:ind w:left="-73" w:right="-82"/>
              <w:rPr>
                <w:b w:val="0"/>
                <w:bCs/>
                <w:sz w:val="18"/>
                <w:szCs w:val="18"/>
              </w:rPr>
            </w:pPr>
            <w:r>
              <w:rPr>
                <w:b w:val="0"/>
                <w:bCs/>
                <w:sz w:val="18"/>
                <w:szCs w:val="18"/>
              </w:rPr>
              <w:t>September</w:t>
            </w:r>
          </w:p>
        </w:tc>
        <w:tc>
          <w:tcPr>
            <w:tcW w:w="184" w:type="dxa"/>
            <w:vAlign w:val="bottom"/>
          </w:tcPr>
          <w:p w14:paraId="3333C3B4" w14:textId="77777777" w:rsidR="00273769" w:rsidRPr="005D3E43" w:rsidRDefault="00273769" w:rsidP="00273769">
            <w:pPr>
              <w:pStyle w:val="acctmergecolhdg"/>
              <w:spacing w:line="240" w:lineRule="atLeast"/>
              <w:rPr>
                <w:b w:val="0"/>
                <w:bCs/>
                <w:sz w:val="18"/>
                <w:szCs w:val="18"/>
              </w:rPr>
            </w:pPr>
          </w:p>
        </w:tc>
        <w:tc>
          <w:tcPr>
            <w:tcW w:w="987" w:type="dxa"/>
            <w:vAlign w:val="bottom"/>
          </w:tcPr>
          <w:p w14:paraId="63E791A7" w14:textId="77777777" w:rsidR="00273769" w:rsidRPr="005D3E43" w:rsidRDefault="00273769" w:rsidP="00273769">
            <w:pPr>
              <w:pStyle w:val="acctmergecolhdg"/>
              <w:spacing w:line="240" w:lineRule="atLeast"/>
              <w:ind w:left="-79" w:right="-79"/>
              <w:rPr>
                <w:b w:val="0"/>
                <w:bCs/>
                <w:sz w:val="18"/>
                <w:szCs w:val="18"/>
              </w:rPr>
            </w:pPr>
            <w:r w:rsidRPr="005D3E43">
              <w:rPr>
                <w:b w:val="0"/>
                <w:bCs/>
                <w:sz w:val="18"/>
                <w:szCs w:val="18"/>
              </w:rPr>
              <w:t>December</w:t>
            </w:r>
          </w:p>
        </w:tc>
        <w:tc>
          <w:tcPr>
            <w:tcW w:w="183" w:type="dxa"/>
          </w:tcPr>
          <w:p w14:paraId="45CB9586" w14:textId="77777777" w:rsidR="00273769" w:rsidRPr="005D3E43" w:rsidRDefault="00273769" w:rsidP="00273769">
            <w:pPr>
              <w:pStyle w:val="acctmergecolhdg"/>
              <w:spacing w:line="240" w:lineRule="atLeast"/>
              <w:rPr>
                <w:b w:val="0"/>
                <w:bCs/>
                <w:sz w:val="18"/>
                <w:szCs w:val="18"/>
              </w:rPr>
            </w:pPr>
          </w:p>
        </w:tc>
        <w:tc>
          <w:tcPr>
            <w:tcW w:w="891" w:type="dxa"/>
            <w:vAlign w:val="bottom"/>
          </w:tcPr>
          <w:p w14:paraId="2E341810" w14:textId="49BD59D6" w:rsidR="00273769" w:rsidRPr="005D3E43" w:rsidRDefault="00273769" w:rsidP="00273769">
            <w:pPr>
              <w:pStyle w:val="acctmergecolhdg"/>
              <w:spacing w:line="240" w:lineRule="atLeast"/>
              <w:ind w:left="-73" w:right="-82"/>
              <w:rPr>
                <w:b w:val="0"/>
                <w:bCs/>
                <w:sz w:val="18"/>
                <w:szCs w:val="18"/>
              </w:rPr>
            </w:pPr>
            <w:r>
              <w:rPr>
                <w:b w:val="0"/>
                <w:bCs/>
                <w:sz w:val="18"/>
                <w:szCs w:val="18"/>
              </w:rPr>
              <w:t>September</w:t>
            </w:r>
          </w:p>
        </w:tc>
        <w:tc>
          <w:tcPr>
            <w:tcW w:w="189" w:type="dxa"/>
            <w:vAlign w:val="bottom"/>
          </w:tcPr>
          <w:p w14:paraId="1F8BE43F" w14:textId="77777777" w:rsidR="00273769" w:rsidRPr="005D3E43" w:rsidRDefault="00273769" w:rsidP="00273769">
            <w:pPr>
              <w:pStyle w:val="acctmergecolhdg"/>
              <w:spacing w:line="240" w:lineRule="atLeast"/>
              <w:rPr>
                <w:b w:val="0"/>
                <w:bCs/>
                <w:sz w:val="18"/>
                <w:szCs w:val="18"/>
              </w:rPr>
            </w:pPr>
          </w:p>
        </w:tc>
        <w:tc>
          <w:tcPr>
            <w:tcW w:w="897" w:type="dxa"/>
            <w:vAlign w:val="bottom"/>
          </w:tcPr>
          <w:p w14:paraId="54C014D6" w14:textId="77777777" w:rsidR="00273769" w:rsidRPr="005D3E43" w:rsidRDefault="00273769" w:rsidP="00273769">
            <w:pPr>
              <w:pStyle w:val="acctmergecolhdg"/>
              <w:spacing w:line="240" w:lineRule="atLeast"/>
              <w:ind w:left="-79" w:right="-79"/>
              <w:rPr>
                <w:b w:val="0"/>
                <w:bCs/>
                <w:sz w:val="18"/>
                <w:szCs w:val="18"/>
              </w:rPr>
            </w:pPr>
            <w:r w:rsidRPr="005D3E43">
              <w:rPr>
                <w:b w:val="0"/>
                <w:bCs/>
                <w:sz w:val="18"/>
                <w:szCs w:val="18"/>
              </w:rPr>
              <w:t>December</w:t>
            </w:r>
          </w:p>
        </w:tc>
        <w:tc>
          <w:tcPr>
            <w:tcW w:w="183" w:type="dxa"/>
          </w:tcPr>
          <w:p w14:paraId="67EC2850" w14:textId="77777777" w:rsidR="00273769" w:rsidRPr="005D3E43" w:rsidRDefault="00273769" w:rsidP="00273769">
            <w:pPr>
              <w:pStyle w:val="acctmergecolhdg"/>
              <w:spacing w:line="240" w:lineRule="atLeast"/>
              <w:rPr>
                <w:b w:val="0"/>
                <w:bCs/>
                <w:sz w:val="18"/>
                <w:szCs w:val="18"/>
              </w:rPr>
            </w:pPr>
          </w:p>
        </w:tc>
        <w:tc>
          <w:tcPr>
            <w:tcW w:w="891" w:type="dxa"/>
            <w:vAlign w:val="bottom"/>
          </w:tcPr>
          <w:p w14:paraId="69D36558" w14:textId="28E04A81" w:rsidR="00273769" w:rsidRPr="005D3E43" w:rsidRDefault="00273769" w:rsidP="00273769">
            <w:pPr>
              <w:pStyle w:val="acctmergecolhdg"/>
              <w:spacing w:line="240" w:lineRule="atLeast"/>
              <w:ind w:left="-73" w:right="-82"/>
              <w:rPr>
                <w:b w:val="0"/>
                <w:bCs/>
                <w:sz w:val="18"/>
                <w:szCs w:val="18"/>
              </w:rPr>
            </w:pPr>
            <w:r>
              <w:rPr>
                <w:b w:val="0"/>
                <w:bCs/>
                <w:sz w:val="18"/>
                <w:szCs w:val="18"/>
              </w:rPr>
              <w:t>September</w:t>
            </w:r>
          </w:p>
        </w:tc>
        <w:tc>
          <w:tcPr>
            <w:tcW w:w="189" w:type="dxa"/>
            <w:vAlign w:val="bottom"/>
          </w:tcPr>
          <w:p w14:paraId="6DE3CA77" w14:textId="77777777" w:rsidR="00273769" w:rsidRPr="005D3E43" w:rsidRDefault="00273769" w:rsidP="00273769">
            <w:pPr>
              <w:pStyle w:val="acctmergecolhdg"/>
              <w:spacing w:line="240" w:lineRule="atLeast"/>
              <w:rPr>
                <w:b w:val="0"/>
                <w:bCs/>
                <w:sz w:val="18"/>
                <w:szCs w:val="18"/>
              </w:rPr>
            </w:pPr>
          </w:p>
        </w:tc>
        <w:tc>
          <w:tcPr>
            <w:tcW w:w="900" w:type="dxa"/>
            <w:vAlign w:val="bottom"/>
          </w:tcPr>
          <w:p w14:paraId="56DB2DD7" w14:textId="77777777" w:rsidR="00273769" w:rsidRPr="005D3E43" w:rsidRDefault="00273769" w:rsidP="00273769">
            <w:pPr>
              <w:pStyle w:val="acctmergecolhdg"/>
              <w:spacing w:line="240" w:lineRule="atLeast"/>
              <w:ind w:left="-79" w:right="-79"/>
              <w:rPr>
                <w:b w:val="0"/>
                <w:bCs/>
                <w:sz w:val="18"/>
                <w:szCs w:val="18"/>
              </w:rPr>
            </w:pPr>
            <w:r w:rsidRPr="005D3E43">
              <w:rPr>
                <w:b w:val="0"/>
                <w:bCs/>
                <w:sz w:val="18"/>
                <w:szCs w:val="18"/>
              </w:rPr>
              <w:t>December</w:t>
            </w:r>
          </w:p>
        </w:tc>
        <w:tc>
          <w:tcPr>
            <w:tcW w:w="270" w:type="dxa"/>
          </w:tcPr>
          <w:p w14:paraId="317A7FA0" w14:textId="77777777" w:rsidR="00273769" w:rsidRPr="005D3E43" w:rsidRDefault="00273769" w:rsidP="00273769">
            <w:pPr>
              <w:pStyle w:val="acctmergecolhdg"/>
              <w:spacing w:line="240" w:lineRule="atLeast"/>
              <w:rPr>
                <w:b w:val="0"/>
                <w:bCs/>
                <w:sz w:val="18"/>
                <w:szCs w:val="18"/>
              </w:rPr>
            </w:pPr>
          </w:p>
        </w:tc>
        <w:tc>
          <w:tcPr>
            <w:tcW w:w="801" w:type="dxa"/>
            <w:vAlign w:val="bottom"/>
          </w:tcPr>
          <w:p w14:paraId="437EF3E4" w14:textId="31529BDD" w:rsidR="00273769" w:rsidRPr="005D3E43" w:rsidRDefault="00273769" w:rsidP="00273769">
            <w:pPr>
              <w:pStyle w:val="acctmergecolhdg"/>
              <w:spacing w:line="240" w:lineRule="atLeast"/>
              <w:ind w:left="-73" w:right="-82"/>
              <w:rPr>
                <w:b w:val="0"/>
                <w:bCs/>
                <w:sz w:val="18"/>
                <w:szCs w:val="18"/>
              </w:rPr>
            </w:pPr>
            <w:r>
              <w:rPr>
                <w:b w:val="0"/>
                <w:bCs/>
                <w:sz w:val="18"/>
                <w:szCs w:val="18"/>
              </w:rPr>
              <w:t>September</w:t>
            </w:r>
          </w:p>
        </w:tc>
        <w:tc>
          <w:tcPr>
            <w:tcW w:w="189" w:type="dxa"/>
            <w:vAlign w:val="bottom"/>
          </w:tcPr>
          <w:p w14:paraId="785F58B4" w14:textId="77777777" w:rsidR="00273769" w:rsidRPr="005D3E43" w:rsidRDefault="00273769" w:rsidP="00273769">
            <w:pPr>
              <w:pStyle w:val="acctmergecolhdg"/>
              <w:spacing w:line="240" w:lineRule="atLeast"/>
              <w:rPr>
                <w:b w:val="0"/>
                <w:bCs/>
                <w:sz w:val="18"/>
                <w:szCs w:val="18"/>
              </w:rPr>
            </w:pPr>
          </w:p>
        </w:tc>
        <w:tc>
          <w:tcPr>
            <w:tcW w:w="810" w:type="dxa"/>
            <w:vAlign w:val="bottom"/>
          </w:tcPr>
          <w:p w14:paraId="7CDADA49" w14:textId="77777777" w:rsidR="00273769" w:rsidRPr="005D3E43" w:rsidRDefault="00273769" w:rsidP="00273769">
            <w:pPr>
              <w:pStyle w:val="acctmergecolhdg"/>
              <w:spacing w:line="240" w:lineRule="atLeast"/>
              <w:ind w:left="-79" w:right="-79"/>
              <w:rPr>
                <w:b w:val="0"/>
                <w:bCs/>
                <w:sz w:val="18"/>
                <w:szCs w:val="18"/>
              </w:rPr>
            </w:pPr>
            <w:r w:rsidRPr="005D3E43">
              <w:rPr>
                <w:b w:val="0"/>
                <w:bCs/>
                <w:sz w:val="18"/>
                <w:szCs w:val="18"/>
              </w:rPr>
              <w:t>December</w:t>
            </w:r>
          </w:p>
        </w:tc>
        <w:tc>
          <w:tcPr>
            <w:tcW w:w="180" w:type="dxa"/>
          </w:tcPr>
          <w:p w14:paraId="72F52E1C" w14:textId="77777777" w:rsidR="00273769" w:rsidRPr="005D3E43" w:rsidRDefault="00273769" w:rsidP="00273769">
            <w:pPr>
              <w:pStyle w:val="acctmergecolhdg"/>
              <w:spacing w:line="240" w:lineRule="atLeast"/>
              <w:rPr>
                <w:b w:val="0"/>
                <w:bCs/>
                <w:sz w:val="18"/>
                <w:szCs w:val="18"/>
              </w:rPr>
            </w:pPr>
          </w:p>
        </w:tc>
        <w:tc>
          <w:tcPr>
            <w:tcW w:w="810" w:type="dxa"/>
            <w:vAlign w:val="bottom"/>
          </w:tcPr>
          <w:p w14:paraId="42F6D14C" w14:textId="254F365B" w:rsidR="00273769" w:rsidRPr="005D3E43" w:rsidRDefault="00273769" w:rsidP="00273769">
            <w:pPr>
              <w:pStyle w:val="acctmergecolhdg"/>
              <w:spacing w:line="240" w:lineRule="atLeast"/>
              <w:ind w:left="-73" w:right="-82"/>
              <w:rPr>
                <w:b w:val="0"/>
                <w:bCs/>
                <w:sz w:val="18"/>
                <w:szCs w:val="18"/>
              </w:rPr>
            </w:pPr>
            <w:r>
              <w:rPr>
                <w:b w:val="0"/>
                <w:bCs/>
                <w:sz w:val="18"/>
                <w:szCs w:val="18"/>
              </w:rPr>
              <w:t>September</w:t>
            </w:r>
          </w:p>
        </w:tc>
        <w:tc>
          <w:tcPr>
            <w:tcW w:w="180" w:type="dxa"/>
            <w:vAlign w:val="bottom"/>
          </w:tcPr>
          <w:p w14:paraId="11C82475" w14:textId="77777777" w:rsidR="00273769" w:rsidRPr="005D3E43" w:rsidRDefault="00273769" w:rsidP="00273769">
            <w:pPr>
              <w:pStyle w:val="acctmergecolhdg"/>
              <w:spacing w:line="240" w:lineRule="atLeast"/>
              <w:rPr>
                <w:b w:val="0"/>
                <w:bCs/>
                <w:sz w:val="18"/>
                <w:szCs w:val="18"/>
              </w:rPr>
            </w:pPr>
          </w:p>
        </w:tc>
        <w:tc>
          <w:tcPr>
            <w:tcW w:w="833" w:type="dxa"/>
            <w:vAlign w:val="bottom"/>
          </w:tcPr>
          <w:p w14:paraId="462B59CC" w14:textId="3219D945" w:rsidR="00273769" w:rsidRPr="005D3E43" w:rsidRDefault="00273769" w:rsidP="00273769">
            <w:pPr>
              <w:pStyle w:val="acctmergecolhdg"/>
              <w:spacing w:line="240" w:lineRule="atLeast"/>
              <w:ind w:left="-73" w:right="-82"/>
              <w:rPr>
                <w:b w:val="0"/>
                <w:bCs/>
                <w:sz w:val="18"/>
                <w:szCs w:val="18"/>
              </w:rPr>
            </w:pPr>
            <w:r>
              <w:rPr>
                <w:b w:val="0"/>
                <w:bCs/>
                <w:sz w:val="18"/>
                <w:szCs w:val="18"/>
              </w:rPr>
              <w:t>September</w:t>
            </w:r>
          </w:p>
        </w:tc>
      </w:tr>
      <w:tr w:rsidR="00273769" w:rsidRPr="005D3E43" w14:paraId="1FE3A897" w14:textId="77777777" w:rsidTr="00273769">
        <w:trPr>
          <w:cantSplit/>
          <w:trHeight w:val="242"/>
          <w:tblHeader/>
        </w:trPr>
        <w:tc>
          <w:tcPr>
            <w:tcW w:w="1705" w:type="dxa"/>
          </w:tcPr>
          <w:p w14:paraId="692FD79F" w14:textId="77777777" w:rsidR="00273769" w:rsidRPr="005D3E43" w:rsidRDefault="00273769" w:rsidP="00273769">
            <w:pPr>
              <w:pStyle w:val="acctfourfigures"/>
              <w:spacing w:line="240" w:lineRule="atLeast"/>
              <w:jc w:val="center"/>
              <w:rPr>
                <w:sz w:val="20"/>
              </w:rPr>
            </w:pPr>
          </w:p>
        </w:tc>
        <w:tc>
          <w:tcPr>
            <w:tcW w:w="1073" w:type="dxa"/>
          </w:tcPr>
          <w:p w14:paraId="6B6FEE10" w14:textId="77777777" w:rsidR="00273769" w:rsidRPr="005D3E43" w:rsidRDefault="00273769" w:rsidP="00273769">
            <w:pPr>
              <w:pStyle w:val="acctmergecolhdg"/>
              <w:spacing w:line="240" w:lineRule="atLeast"/>
              <w:ind w:left="-68" w:right="-79"/>
              <w:rPr>
                <w:b w:val="0"/>
                <w:bCs/>
                <w:sz w:val="20"/>
              </w:rPr>
            </w:pPr>
          </w:p>
        </w:tc>
        <w:tc>
          <w:tcPr>
            <w:tcW w:w="187" w:type="dxa"/>
          </w:tcPr>
          <w:p w14:paraId="400CCCF4" w14:textId="77777777" w:rsidR="00273769" w:rsidRPr="005D3E43" w:rsidRDefault="00273769" w:rsidP="00273769">
            <w:pPr>
              <w:pStyle w:val="acctmergecolhdg"/>
              <w:spacing w:line="240" w:lineRule="atLeast"/>
              <w:rPr>
                <w:b w:val="0"/>
                <w:bCs/>
                <w:sz w:val="20"/>
              </w:rPr>
            </w:pPr>
          </w:p>
        </w:tc>
        <w:tc>
          <w:tcPr>
            <w:tcW w:w="801" w:type="dxa"/>
            <w:vAlign w:val="bottom"/>
          </w:tcPr>
          <w:p w14:paraId="461F9145" w14:textId="77777777" w:rsidR="00273769" w:rsidRPr="005D3E43" w:rsidRDefault="00273769" w:rsidP="00273769">
            <w:pPr>
              <w:pStyle w:val="acctmergecolhdg"/>
              <w:spacing w:line="240" w:lineRule="atLeast"/>
              <w:rPr>
                <w:b w:val="0"/>
                <w:bCs/>
                <w:sz w:val="18"/>
                <w:szCs w:val="18"/>
              </w:rPr>
            </w:pPr>
            <w:r w:rsidRPr="005D3E43">
              <w:rPr>
                <w:b w:val="0"/>
                <w:bCs/>
                <w:sz w:val="18"/>
                <w:szCs w:val="18"/>
              </w:rPr>
              <w:t>2020</w:t>
            </w:r>
          </w:p>
        </w:tc>
        <w:tc>
          <w:tcPr>
            <w:tcW w:w="189" w:type="dxa"/>
            <w:vAlign w:val="bottom"/>
          </w:tcPr>
          <w:p w14:paraId="4414DBBC" w14:textId="77777777" w:rsidR="00273769" w:rsidRPr="005D3E43" w:rsidRDefault="00273769" w:rsidP="00273769">
            <w:pPr>
              <w:pStyle w:val="acctmergecolhdg"/>
              <w:spacing w:line="240" w:lineRule="atLeast"/>
              <w:rPr>
                <w:b w:val="0"/>
                <w:bCs/>
                <w:sz w:val="18"/>
                <w:szCs w:val="18"/>
              </w:rPr>
            </w:pPr>
          </w:p>
        </w:tc>
        <w:tc>
          <w:tcPr>
            <w:tcW w:w="810" w:type="dxa"/>
            <w:vAlign w:val="bottom"/>
          </w:tcPr>
          <w:p w14:paraId="6F3E82B3" w14:textId="77777777" w:rsidR="00273769" w:rsidRPr="005D3E43" w:rsidRDefault="00273769" w:rsidP="00273769">
            <w:pPr>
              <w:pStyle w:val="acctmergecolhdg"/>
              <w:spacing w:line="240" w:lineRule="atLeast"/>
              <w:ind w:left="-79" w:right="-79"/>
              <w:rPr>
                <w:b w:val="0"/>
                <w:bCs/>
                <w:sz w:val="18"/>
                <w:szCs w:val="18"/>
              </w:rPr>
            </w:pPr>
            <w:r w:rsidRPr="005D3E43">
              <w:rPr>
                <w:b w:val="0"/>
                <w:bCs/>
                <w:sz w:val="18"/>
                <w:szCs w:val="18"/>
              </w:rPr>
              <w:t>2019</w:t>
            </w:r>
          </w:p>
        </w:tc>
        <w:tc>
          <w:tcPr>
            <w:tcW w:w="180" w:type="dxa"/>
          </w:tcPr>
          <w:p w14:paraId="4C291133" w14:textId="77777777" w:rsidR="00273769" w:rsidRPr="005D3E43" w:rsidRDefault="00273769" w:rsidP="00273769">
            <w:pPr>
              <w:pStyle w:val="acctmergecolhdg"/>
              <w:spacing w:line="240" w:lineRule="atLeast"/>
              <w:rPr>
                <w:b w:val="0"/>
                <w:bCs/>
                <w:sz w:val="18"/>
                <w:szCs w:val="18"/>
              </w:rPr>
            </w:pPr>
          </w:p>
        </w:tc>
        <w:tc>
          <w:tcPr>
            <w:tcW w:w="896" w:type="dxa"/>
            <w:vAlign w:val="bottom"/>
          </w:tcPr>
          <w:p w14:paraId="5E85BB40" w14:textId="77777777" w:rsidR="00273769" w:rsidRPr="005D3E43" w:rsidRDefault="00273769" w:rsidP="00273769">
            <w:pPr>
              <w:pStyle w:val="acctmergecolhdg"/>
              <w:spacing w:line="240" w:lineRule="atLeast"/>
              <w:rPr>
                <w:b w:val="0"/>
                <w:bCs/>
                <w:sz w:val="18"/>
                <w:szCs w:val="18"/>
              </w:rPr>
            </w:pPr>
            <w:r w:rsidRPr="005D3E43">
              <w:rPr>
                <w:b w:val="0"/>
                <w:bCs/>
                <w:sz w:val="18"/>
                <w:szCs w:val="18"/>
              </w:rPr>
              <w:t>2020</w:t>
            </w:r>
          </w:p>
        </w:tc>
        <w:tc>
          <w:tcPr>
            <w:tcW w:w="184" w:type="dxa"/>
            <w:vAlign w:val="bottom"/>
          </w:tcPr>
          <w:p w14:paraId="4B6D6B67" w14:textId="77777777" w:rsidR="00273769" w:rsidRPr="005D3E43" w:rsidRDefault="00273769" w:rsidP="00273769">
            <w:pPr>
              <w:pStyle w:val="acctmergecolhdg"/>
              <w:spacing w:line="240" w:lineRule="atLeast"/>
              <w:rPr>
                <w:b w:val="0"/>
                <w:bCs/>
                <w:sz w:val="18"/>
                <w:szCs w:val="18"/>
              </w:rPr>
            </w:pPr>
          </w:p>
        </w:tc>
        <w:tc>
          <w:tcPr>
            <w:tcW w:w="987" w:type="dxa"/>
            <w:vAlign w:val="bottom"/>
          </w:tcPr>
          <w:p w14:paraId="3FBE3080" w14:textId="77777777" w:rsidR="00273769" w:rsidRPr="005D3E43" w:rsidRDefault="00273769" w:rsidP="00273769">
            <w:pPr>
              <w:pStyle w:val="acctmergecolhdg"/>
              <w:spacing w:line="240" w:lineRule="atLeast"/>
              <w:ind w:left="-79" w:right="-79"/>
              <w:rPr>
                <w:b w:val="0"/>
                <w:bCs/>
                <w:sz w:val="18"/>
                <w:szCs w:val="18"/>
              </w:rPr>
            </w:pPr>
            <w:r w:rsidRPr="005D3E43">
              <w:rPr>
                <w:b w:val="0"/>
                <w:bCs/>
                <w:sz w:val="18"/>
                <w:szCs w:val="18"/>
              </w:rPr>
              <w:t>2019</w:t>
            </w:r>
          </w:p>
        </w:tc>
        <w:tc>
          <w:tcPr>
            <w:tcW w:w="183" w:type="dxa"/>
          </w:tcPr>
          <w:p w14:paraId="7E576F6B" w14:textId="77777777" w:rsidR="00273769" w:rsidRPr="005D3E43" w:rsidRDefault="00273769" w:rsidP="00273769">
            <w:pPr>
              <w:pStyle w:val="acctmergecolhdg"/>
              <w:spacing w:line="240" w:lineRule="atLeast"/>
              <w:rPr>
                <w:b w:val="0"/>
                <w:bCs/>
                <w:sz w:val="18"/>
                <w:szCs w:val="18"/>
              </w:rPr>
            </w:pPr>
          </w:p>
        </w:tc>
        <w:tc>
          <w:tcPr>
            <w:tcW w:w="891" w:type="dxa"/>
            <w:vAlign w:val="bottom"/>
          </w:tcPr>
          <w:p w14:paraId="7B5A62AA" w14:textId="77777777" w:rsidR="00273769" w:rsidRPr="005D3E43" w:rsidRDefault="00273769" w:rsidP="00273769">
            <w:pPr>
              <w:pStyle w:val="acctmergecolhdg"/>
              <w:spacing w:line="240" w:lineRule="atLeast"/>
              <w:rPr>
                <w:b w:val="0"/>
                <w:bCs/>
                <w:sz w:val="18"/>
                <w:szCs w:val="18"/>
              </w:rPr>
            </w:pPr>
            <w:r w:rsidRPr="005D3E43">
              <w:rPr>
                <w:b w:val="0"/>
                <w:bCs/>
                <w:sz w:val="18"/>
                <w:szCs w:val="18"/>
              </w:rPr>
              <w:t>2020</w:t>
            </w:r>
          </w:p>
        </w:tc>
        <w:tc>
          <w:tcPr>
            <w:tcW w:w="189" w:type="dxa"/>
            <w:vAlign w:val="bottom"/>
          </w:tcPr>
          <w:p w14:paraId="55880B44" w14:textId="77777777" w:rsidR="00273769" w:rsidRPr="005D3E43" w:rsidRDefault="00273769" w:rsidP="00273769">
            <w:pPr>
              <w:pStyle w:val="acctmergecolhdg"/>
              <w:spacing w:line="240" w:lineRule="atLeast"/>
              <w:rPr>
                <w:b w:val="0"/>
                <w:bCs/>
                <w:sz w:val="18"/>
                <w:szCs w:val="18"/>
              </w:rPr>
            </w:pPr>
          </w:p>
        </w:tc>
        <w:tc>
          <w:tcPr>
            <w:tcW w:w="897" w:type="dxa"/>
            <w:vAlign w:val="bottom"/>
          </w:tcPr>
          <w:p w14:paraId="5F25251D" w14:textId="77777777" w:rsidR="00273769" w:rsidRPr="005D3E43" w:rsidRDefault="00273769" w:rsidP="00273769">
            <w:pPr>
              <w:pStyle w:val="acctmergecolhdg"/>
              <w:spacing w:line="240" w:lineRule="atLeast"/>
              <w:ind w:left="-79" w:right="-79"/>
              <w:rPr>
                <w:b w:val="0"/>
                <w:bCs/>
                <w:sz w:val="18"/>
                <w:szCs w:val="18"/>
              </w:rPr>
            </w:pPr>
            <w:r w:rsidRPr="005D3E43">
              <w:rPr>
                <w:b w:val="0"/>
                <w:bCs/>
                <w:sz w:val="18"/>
                <w:szCs w:val="18"/>
              </w:rPr>
              <w:t>2019</w:t>
            </w:r>
          </w:p>
        </w:tc>
        <w:tc>
          <w:tcPr>
            <w:tcW w:w="183" w:type="dxa"/>
          </w:tcPr>
          <w:p w14:paraId="2F0DBB94" w14:textId="77777777" w:rsidR="00273769" w:rsidRPr="005D3E43" w:rsidRDefault="00273769" w:rsidP="00273769">
            <w:pPr>
              <w:pStyle w:val="acctmergecolhdg"/>
              <w:spacing w:line="240" w:lineRule="atLeast"/>
              <w:rPr>
                <w:b w:val="0"/>
                <w:bCs/>
                <w:sz w:val="18"/>
                <w:szCs w:val="18"/>
              </w:rPr>
            </w:pPr>
          </w:p>
        </w:tc>
        <w:tc>
          <w:tcPr>
            <w:tcW w:w="891" w:type="dxa"/>
            <w:vAlign w:val="bottom"/>
          </w:tcPr>
          <w:p w14:paraId="3CE1E1C6" w14:textId="77777777" w:rsidR="00273769" w:rsidRPr="005D3E43" w:rsidRDefault="00273769" w:rsidP="00273769">
            <w:pPr>
              <w:pStyle w:val="acctmergecolhdg"/>
              <w:spacing w:line="240" w:lineRule="atLeast"/>
              <w:rPr>
                <w:b w:val="0"/>
                <w:bCs/>
                <w:sz w:val="18"/>
                <w:szCs w:val="18"/>
              </w:rPr>
            </w:pPr>
            <w:r w:rsidRPr="005D3E43">
              <w:rPr>
                <w:b w:val="0"/>
                <w:bCs/>
                <w:sz w:val="18"/>
                <w:szCs w:val="18"/>
              </w:rPr>
              <w:t>2020</w:t>
            </w:r>
          </w:p>
        </w:tc>
        <w:tc>
          <w:tcPr>
            <w:tcW w:w="189" w:type="dxa"/>
            <w:vAlign w:val="bottom"/>
          </w:tcPr>
          <w:p w14:paraId="409F4DEF" w14:textId="77777777" w:rsidR="00273769" w:rsidRPr="005D3E43" w:rsidRDefault="00273769" w:rsidP="00273769">
            <w:pPr>
              <w:pStyle w:val="acctmergecolhdg"/>
              <w:spacing w:line="240" w:lineRule="atLeast"/>
              <w:rPr>
                <w:b w:val="0"/>
                <w:bCs/>
                <w:sz w:val="18"/>
                <w:szCs w:val="18"/>
              </w:rPr>
            </w:pPr>
          </w:p>
        </w:tc>
        <w:tc>
          <w:tcPr>
            <w:tcW w:w="900" w:type="dxa"/>
            <w:vAlign w:val="bottom"/>
          </w:tcPr>
          <w:p w14:paraId="3A7D9DF8" w14:textId="77777777" w:rsidR="00273769" w:rsidRPr="005D3E43" w:rsidRDefault="00273769" w:rsidP="00273769">
            <w:pPr>
              <w:pStyle w:val="acctmergecolhdg"/>
              <w:spacing w:line="240" w:lineRule="atLeast"/>
              <w:ind w:left="-79" w:right="-79"/>
              <w:rPr>
                <w:b w:val="0"/>
                <w:bCs/>
                <w:sz w:val="18"/>
                <w:szCs w:val="18"/>
              </w:rPr>
            </w:pPr>
            <w:r w:rsidRPr="005D3E43">
              <w:rPr>
                <w:b w:val="0"/>
                <w:bCs/>
                <w:sz w:val="18"/>
                <w:szCs w:val="18"/>
              </w:rPr>
              <w:t>2019</w:t>
            </w:r>
          </w:p>
        </w:tc>
        <w:tc>
          <w:tcPr>
            <w:tcW w:w="270" w:type="dxa"/>
          </w:tcPr>
          <w:p w14:paraId="00220C43" w14:textId="77777777" w:rsidR="00273769" w:rsidRPr="005D3E43" w:rsidRDefault="00273769" w:rsidP="00273769">
            <w:pPr>
              <w:pStyle w:val="acctmergecolhdg"/>
              <w:spacing w:line="240" w:lineRule="atLeast"/>
              <w:rPr>
                <w:b w:val="0"/>
                <w:bCs/>
                <w:sz w:val="18"/>
                <w:szCs w:val="18"/>
              </w:rPr>
            </w:pPr>
          </w:p>
        </w:tc>
        <w:tc>
          <w:tcPr>
            <w:tcW w:w="801" w:type="dxa"/>
            <w:vAlign w:val="bottom"/>
          </w:tcPr>
          <w:p w14:paraId="353D1FA9" w14:textId="77777777" w:rsidR="00273769" w:rsidRPr="005D3E43" w:rsidRDefault="00273769" w:rsidP="00273769">
            <w:pPr>
              <w:pStyle w:val="acctmergecolhdg"/>
              <w:spacing w:line="240" w:lineRule="atLeast"/>
              <w:rPr>
                <w:b w:val="0"/>
                <w:bCs/>
                <w:sz w:val="18"/>
                <w:szCs w:val="18"/>
              </w:rPr>
            </w:pPr>
            <w:r w:rsidRPr="005D3E43">
              <w:rPr>
                <w:b w:val="0"/>
                <w:bCs/>
                <w:sz w:val="18"/>
                <w:szCs w:val="18"/>
              </w:rPr>
              <w:t>2020</w:t>
            </w:r>
          </w:p>
        </w:tc>
        <w:tc>
          <w:tcPr>
            <w:tcW w:w="189" w:type="dxa"/>
            <w:vAlign w:val="bottom"/>
          </w:tcPr>
          <w:p w14:paraId="04F46E84" w14:textId="77777777" w:rsidR="00273769" w:rsidRPr="005D3E43" w:rsidRDefault="00273769" w:rsidP="00273769">
            <w:pPr>
              <w:pStyle w:val="acctmergecolhdg"/>
              <w:spacing w:line="240" w:lineRule="atLeast"/>
              <w:rPr>
                <w:b w:val="0"/>
                <w:bCs/>
                <w:sz w:val="18"/>
                <w:szCs w:val="18"/>
              </w:rPr>
            </w:pPr>
          </w:p>
        </w:tc>
        <w:tc>
          <w:tcPr>
            <w:tcW w:w="810" w:type="dxa"/>
            <w:vAlign w:val="bottom"/>
          </w:tcPr>
          <w:p w14:paraId="304070D5" w14:textId="77777777" w:rsidR="00273769" w:rsidRPr="005D3E43" w:rsidRDefault="00273769" w:rsidP="00273769">
            <w:pPr>
              <w:pStyle w:val="acctmergecolhdg"/>
              <w:spacing w:line="240" w:lineRule="atLeast"/>
              <w:ind w:left="-79" w:right="-79"/>
              <w:rPr>
                <w:b w:val="0"/>
                <w:bCs/>
                <w:sz w:val="18"/>
                <w:szCs w:val="18"/>
              </w:rPr>
            </w:pPr>
            <w:r w:rsidRPr="005D3E43">
              <w:rPr>
                <w:b w:val="0"/>
                <w:bCs/>
                <w:sz w:val="18"/>
                <w:szCs w:val="18"/>
              </w:rPr>
              <w:t>2019</w:t>
            </w:r>
          </w:p>
        </w:tc>
        <w:tc>
          <w:tcPr>
            <w:tcW w:w="180" w:type="dxa"/>
          </w:tcPr>
          <w:p w14:paraId="33355BAB" w14:textId="77777777" w:rsidR="00273769" w:rsidRPr="005D3E43" w:rsidRDefault="00273769" w:rsidP="00273769">
            <w:pPr>
              <w:pStyle w:val="acctmergecolhdg"/>
              <w:spacing w:line="240" w:lineRule="atLeast"/>
              <w:rPr>
                <w:b w:val="0"/>
                <w:bCs/>
                <w:sz w:val="18"/>
                <w:szCs w:val="18"/>
              </w:rPr>
            </w:pPr>
          </w:p>
        </w:tc>
        <w:tc>
          <w:tcPr>
            <w:tcW w:w="810" w:type="dxa"/>
            <w:vAlign w:val="bottom"/>
          </w:tcPr>
          <w:p w14:paraId="210A831E" w14:textId="77777777" w:rsidR="00273769" w:rsidRPr="005D3E43" w:rsidRDefault="00273769" w:rsidP="00273769">
            <w:pPr>
              <w:pStyle w:val="acctmergecolhdg"/>
              <w:spacing w:line="240" w:lineRule="atLeast"/>
              <w:ind w:right="-76"/>
              <w:rPr>
                <w:b w:val="0"/>
                <w:bCs/>
                <w:sz w:val="18"/>
                <w:szCs w:val="18"/>
              </w:rPr>
            </w:pPr>
            <w:r w:rsidRPr="005D3E43">
              <w:rPr>
                <w:b w:val="0"/>
                <w:bCs/>
                <w:sz w:val="18"/>
                <w:szCs w:val="18"/>
              </w:rPr>
              <w:t>2020</w:t>
            </w:r>
          </w:p>
        </w:tc>
        <w:tc>
          <w:tcPr>
            <w:tcW w:w="180" w:type="dxa"/>
            <w:vAlign w:val="bottom"/>
          </w:tcPr>
          <w:p w14:paraId="2B54E121" w14:textId="77777777" w:rsidR="00273769" w:rsidRPr="005D3E43" w:rsidRDefault="00273769" w:rsidP="00273769">
            <w:pPr>
              <w:pStyle w:val="acctmergecolhdg"/>
              <w:spacing w:line="240" w:lineRule="atLeast"/>
              <w:rPr>
                <w:b w:val="0"/>
                <w:bCs/>
                <w:sz w:val="20"/>
                <w:highlight w:val="yellow"/>
              </w:rPr>
            </w:pPr>
          </w:p>
        </w:tc>
        <w:tc>
          <w:tcPr>
            <w:tcW w:w="833" w:type="dxa"/>
            <w:vAlign w:val="bottom"/>
          </w:tcPr>
          <w:p w14:paraId="724D708C" w14:textId="77777777" w:rsidR="00273769" w:rsidRPr="005D3E43" w:rsidRDefault="00273769" w:rsidP="00273769">
            <w:pPr>
              <w:pStyle w:val="acctmergecolhdg"/>
              <w:spacing w:line="240" w:lineRule="atLeast"/>
              <w:ind w:left="-106" w:right="-59"/>
              <w:rPr>
                <w:b w:val="0"/>
                <w:bCs/>
                <w:sz w:val="18"/>
                <w:szCs w:val="18"/>
              </w:rPr>
            </w:pPr>
            <w:r w:rsidRPr="005D3E43">
              <w:rPr>
                <w:b w:val="0"/>
                <w:bCs/>
                <w:sz w:val="18"/>
                <w:szCs w:val="18"/>
              </w:rPr>
              <w:t>2019</w:t>
            </w:r>
          </w:p>
        </w:tc>
      </w:tr>
      <w:tr w:rsidR="00273769" w:rsidRPr="005D3E43" w14:paraId="2984D698" w14:textId="77777777" w:rsidTr="00273769">
        <w:trPr>
          <w:cantSplit/>
          <w:trHeight w:val="268"/>
        </w:trPr>
        <w:tc>
          <w:tcPr>
            <w:tcW w:w="1705" w:type="dxa"/>
          </w:tcPr>
          <w:p w14:paraId="7BC77AE6" w14:textId="77777777" w:rsidR="00273769" w:rsidRPr="005D3E43" w:rsidRDefault="00273769" w:rsidP="00273769">
            <w:pPr>
              <w:spacing w:line="240" w:lineRule="atLeast"/>
              <w:rPr>
                <w:b/>
                <w:bCs/>
                <w:sz w:val="20"/>
                <w:szCs w:val="25"/>
                <w:cs/>
                <w:lang w:bidi="th-TH"/>
              </w:rPr>
            </w:pPr>
          </w:p>
        </w:tc>
        <w:tc>
          <w:tcPr>
            <w:tcW w:w="1073" w:type="dxa"/>
          </w:tcPr>
          <w:p w14:paraId="2EC2C5CA" w14:textId="77777777" w:rsidR="00273769" w:rsidRPr="005D3E43" w:rsidRDefault="00273769" w:rsidP="00273769">
            <w:pPr>
              <w:tabs>
                <w:tab w:val="decimal" w:pos="461"/>
              </w:tabs>
              <w:spacing w:line="240" w:lineRule="atLeast"/>
              <w:ind w:left="-68" w:right="-79"/>
              <w:jc w:val="center"/>
              <w:rPr>
                <w:i/>
                <w:iCs/>
                <w:sz w:val="20"/>
              </w:rPr>
            </w:pPr>
          </w:p>
        </w:tc>
        <w:tc>
          <w:tcPr>
            <w:tcW w:w="187" w:type="dxa"/>
          </w:tcPr>
          <w:p w14:paraId="012A9028" w14:textId="77777777" w:rsidR="00273769" w:rsidRPr="005D3E43" w:rsidRDefault="00273769" w:rsidP="00273769">
            <w:pPr>
              <w:tabs>
                <w:tab w:val="decimal" w:pos="461"/>
              </w:tabs>
              <w:spacing w:line="240" w:lineRule="atLeast"/>
              <w:rPr>
                <w:i/>
                <w:iCs/>
                <w:sz w:val="20"/>
              </w:rPr>
            </w:pPr>
          </w:p>
        </w:tc>
        <w:tc>
          <w:tcPr>
            <w:tcW w:w="1800" w:type="dxa"/>
            <w:gridSpan w:val="3"/>
          </w:tcPr>
          <w:p w14:paraId="58E903BB" w14:textId="77777777" w:rsidR="00273769" w:rsidRPr="005D3E43" w:rsidRDefault="00273769" w:rsidP="00273769">
            <w:pPr>
              <w:tabs>
                <w:tab w:val="decimal" w:pos="461"/>
              </w:tabs>
              <w:spacing w:line="240" w:lineRule="atLeast"/>
              <w:jc w:val="center"/>
              <w:rPr>
                <w:sz w:val="20"/>
              </w:rPr>
            </w:pPr>
            <w:r w:rsidRPr="005D3E43">
              <w:rPr>
                <w:i/>
                <w:iCs/>
                <w:sz w:val="20"/>
              </w:rPr>
              <w:t>(%)</w:t>
            </w:r>
          </w:p>
        </w:tc>
        <w:tc>
          <w:tcPr>
            <w:tcW w:w="180" w:type="dxa"/>
          </w:tcPr>
          <w:p w14:paraId="7E40F56C" w14:textId="77777777" w:rsidR="00273769" w:rsidRPr="005D3E43" w:rsidRDefault="00273769" w:rsidP="00273769">
            <w:pPr>
              <w:tabs>
                <w:tab w:val="decimal" w:pos="461"/>
              </w:tabs>
              <w:spacing w:line="240" w:lineRule="atLeast"/>
              <w:rPr>
                <w:sz w:val="20"/>
              </w:rPr>
            </w:pPr>
          </w:p>
        </w:tc>
        <w:tc>
          <w:tcPr>
            <w:tcW w:w="10463" w:type="dxa"/>
            <w:gridSpan w:val="19"/>
          </w:tcPr>
          <w:p w14:paraId="1D142965" w14:textId="77777777" w:rsidR="00273769" w:rsidRPr="005D3E43" w:rsidRDefault="00273769" w:rsidP="00273769">
            <w:pPr>
              <w:pStyle w:val="acctfourfigures"/>
              <w:tabs>
                <w:tab w:val="clear" w:pos="765"/>
                <w:tab w:val="decimal" w:pos="551"/>
              </w:tabs>
              <w:spacing w:line="240" w:lineRule="atLeast"/>
              <w:ind w:right="11"/>
              <w:jc w:val="center"/>
              <w:rPr>
                <w:sz w:val="20"/>
              </w:rPr>
            </w:pPr>
            <w:r w:rsidRPr="005D3E43">
              <w:rPr>
                <w:i/>
                <w:iCs/>
                <w:sz w:val="20"/>
              </w:rPr>
              <w:t>(in thousand Baht)</w:t>
            </w:r>
          </w:p>
        </w:tc>
      </w:tr>
      <w:tr w:rsidR="00273769" w:rsidRPr="005D3E43" w14:paraId="1C0D4BD1" w14:textId="77777777" w:rsidTr="00273769">
        <w:trPr>
          <w:cantSplit/>
          <w:trHeight w:val="268"/>
        </w:trPr>
        <w:tc>
          <w:tcPr>
            <w:tcW w:w="1705" w:type="dxa"/>
          </w:tcPr>
          <w:p w14:paraId="682942F5" w14:textId="03EE3C2B" w:rsidR="00273769" w:rsidRPr="005D3E43" w:rsidRDefault="00273769" w:rsidP="00273769">
            <w:pPr>
              <w:spacing w:line="240" w:lineRule="atLeast"/>
              <w:rPr>
                <w:i/>
                <w:iCs/>
                <w:sz w:val="18"/>
                <w:szCs w:val="18"/>
              </w:rPr>
            </w:pPr>
            <w:r w:rsidRPr="005D3E43">
              <w:rPr>
                <w:b/>
                <w:bCs/>
                <w:i/>
                <w:iCs/>
                <w:sz w:val="18"/>
                <w:szCs w:val="18"/>
              </w:rPr>
              <w:t>Associates</w:t>
            </w:r>
          </w:p>
        </w:tc>
        <w:tc>
          <w:tcPr>
            <w:tcW w:w="1073" w:type="dxa"/>
          </w:tcPr>
          <w:p w14:paraId="11FAA49F" w14:textId="77777777" w:rsidR="00273769" w:rsidRPr="005D3E43" w:rsidRDefault="00273769" w:rsidP="00273769">
            <w:pPr>
              <w:tabs>
                <w:tab w:val="decimal" w:pos="461"/>
              </w:tabs>
              <w:spacing w:line="240" w:lineRule="atLeast"/>
              <w:ind w:left="-68" w:right="-79"/>
              <w:jc w:val="center"/>
              <w:rPr>
                <w:sz w:val="18"/>
                <w:szCs w:val="18"/>
              </w:rPr>
            </w:pPr>
          </w:p>
        </w:tc>
        <w:tc>
          <w:tcPr>
            <w:tcW w:w="187" w:type="dxa"/>
          </w:tcPr>
          <w:p w14:paraId="578A25A7" w14:textId="77777777" w:rsidR="00273769" w:rsidRPr="005D3E43" w:rsidRDefault="00273769" w:rsidP="00273769">
            <w:pPr>
              <w:tabs>
                <w:tab w:val="decimal" w:pos="461"/>
              </w:tabs>
              <w:spacing w:line="240" w:lineRule="atLeast"/>
              <w:rPr>
                <w:sz w:val="18"/>
                <w:szCs w:val="18"/>
              </w:rPr>
            </w:pPr>
          </w:p>
        </w:tc>
        <w:tc>
          <w:tcPr>
            <w:tcW w:w="801" w:type="dxa"/>
          </w:tcPr>
          <w:p w14:paraId="69D352DA" w14:textId="77777777" w:rsidR="00273769" w:rsidRPr="005D3E43" w:rsidRDefault="00273769" w:rsidP="00273769">
            <w:pPr>
              <w:tabs>
                <w:tab w:val="decimal" w:pos="461"/>
              </w:tabs>
              <w:spacing w:line="240" w:lineRule="atLeast"/>
              <w:rPr>
                <w:sz w:val="18"/>
                <w:szCs w:val="18"/>
              </w:rPr>
            </w:pPr>
          </w:p>
        </w:tc>
        <w:tc>
          <w:tcPr>
            <w:tcW w:w="189" w:type="dxa"/>
          </w:tcPr>
          <w:p w14:paraId="6B1E7791" w14:textId="77777777" w:rsidR="00273769" w:rsidRPr="005D3E43" w:rsidRDefault="00273769" w:rsidP="00273769">
            <w:pPr>
              <w:tabs>
                <w:tab w:val="decimal" w:pos="461"/>
              </w:tabs>
              <w:spacing w:line="240" w:lineRule="atLeast"/>
              <w:rPr>
                <w:sz w:val="18"/>
                <w:szCs w:val="18"/>
              </w:rPr>
            </w:pPr>
          </w:p>
        </w:tc>
        <w:tc>
          <w:tcPr>
            <w:tcW w:w="810" w:type="dxa"/>
          </w:tcPr>
          <w:p w14:paraId="0ADDF7FB" w14:textId="77777777" w:rsidR="00273769" w:rsidRPr="005D3E43" w:rsidRDefault="00273769" w:rsidP="00273769">
            <w:pPr>
              <w:tabs>
                <w:tab w:val="decimal" w:pos="461"/>
              </w:tabs>
              <w:spacing w:line="240" w:lineRule="atLeast"/>
              <w:rPr>
                <w:sz w:val="18"/>
                <w:szCs w:val="18"/>
              </w:rPr>
            </w:pPr>
          </w:p>
        </w:tc>
        <w:tc>
          <w:tcPr>
            <w:tcW w:w="180" w:type="dxa"/>
          </w:tcPr>
          <w:p w14:paraId="007F06DE" w14:textId="77777777" w:rsidR="00273769" w:rsidRPr="005D3E43" w:rsidRDefault="00273769" w:rsidP="00273769">
            <w:pPr>
              <w:tabs>
                <w:tab w:val="decimal" w:pos="461"/>
              </w:tabs>
              <w:spacing w:line="240" w:lineRule="atLeast"/>
              <w:rPr>
                <w:sz w:val="18"/>
                <w:szCs w:val="18"/>
              </w:rPr>
            </w:pPr>
          </w:p>
        </w:tc>
        <w:tc>
          <w:tcPr>
            <w:tcW w:w="896" w:type="dxa"/>
          </w:tcPr>
          <w:p w14:paraId="24372C58" w14:textId="77777777" w:rsidR="00273769" w:rsidRPr="005D3E43" w:rsidRDefault="00273769" w:rsidP="00273769">
            <w:pPr>
              <w:pStyle w:val="acctfourfigures"/>
              <w:tabs>
                <w:tab w:val="clear" w:pos="765"/>
                <w:tab w:val="decimal" w:pos="461"/>
              </w:tabs>
              <w:spacing w:line="240" w:lineRule="atLeast"/>
              <w:ind w:right="11"/>
              <w:rPr>
                <w:sz w:val="18"/>
                <w:szCs w:val="18"/>
              </w:rPr>
            </w:pPr>
          </w:p>
        </w:tc>
        <w:tc>
          <w:tcPr>
            <w:tcW w:w="184" w:type="dxa"/>
          </w:tcPr>
          <w:p w14:paraId="73AD0090" w14:textId="77777777" w:rsidR="00273769" w:rsidRPr="005D3E43" w:rsidRDefault="00273769" w:rsidP="00273769">
            <w:pPr>
              <w:pStyle w:val="acctfourfigures"/>
              <w:tabs>
                <w:tab w:val="decimal" w:pos="461"/>
              </w:tabs>
              <w:spacing w:line="240" w:lineRule="atLeast"/>
              <w:rPr>
                <w:sz w:val="18"/>
                <w:szCs w:val="18"/>
              </w:rPr>
            </w:pPr>
          </w:p>
        </w:tc>
        <w:tc>
          <w:tcPr>
            <w:tcW w:w="987" w:type="dxa"/>
          </w:tcPr>
          <w:p w14:paraId="4EFB7C6D" w14:textId="77777777" w:rsidR="00273769" w:rsidRPr="005D3E43" w:rsidRDefault="00273769" w:rsidP="00273769">
            <w:pPr>
              <w:pStyle w:val="acctfourfigures"/>
              <w:tabs>
                <w:tab w:val="clear" w:pos="765"/>
                <w:tab w:val="decimal" w:pos="461"/>
              </w:tabs>
              <w:spacing w:line="240" w:lineRule="atLeast"/>
              <w:ind w:right="11"/>
              <w:rPr>
                <w:sz w:val="18"/>
                <w:szCs w:val="18"/>
              </w:rPr>
            </w:pPr>
          </w:p>
        </w:tc>
        <w:tc>
          <w:tcPr>
            <w:tcW w:w="183" w:type="dxa"/>
          </w:tcPr>
          <w:p w14:paraId="20E1373E" w14:textId="77777777" w:rsidR="00273769" w:rsidRPr="005D3E43" w:rsidRDefault="00273769" w:rsidP="00273769">
            <w:pPr>
              <w:pStyle w:val="acctfourfigures"/>
              <w:spacing w:line="240" w:lineRule="atLeast"/>
              <w:rPr>
                <w:sz w:val="18"/>
                <w:szCs w:val="18"/>
              </w:rPr>
            </w:pPr>
          </w:p>
        </w:tc>
        <w:tc>
          <w:tcPr>
            <w:tcW w:w="891" w:type="dxa"/>
          </w:tcPr>
          <w:p w14:paraId="7B111099" w14:textId="77777777" w:rsidR="00273769" w:rsidRPr="005D3E43" w:rsidRDefault="00273769" w:rsidP="00273769">
            <w:pPr>
              <w:pStyle w:val="acctfourfigures"/>
              <w:tabs>
                <w:tab w:val="clear" w:pos="765"/>
                <w:tab w:val="decimal" w:pos="551"/>
              </w:tabs>
              <w:spacing w:line="240" w:lineRule="atLeast"/>
              <w:ind w:right="11"/>
              <w:rPr>
                <w:sz w:val="18"/>
                <w:szCs w:val="18"/>
              </w:rPr>
            </w:pPr>
          </w:p>
        </w:tc>
        <w:tc>
          <w:tcPr>
            <w:tcW w:w="189" w:type="dxa"/>
          </w:tcPr>
          <w:p w14:paraId="58B6BDEF" w14:textId="77777777" w:rsidR="00273769" w:rsidRPr="005D3E43" w:rsidRDefault="00273769" w:rsidP="00273769">
            <w:pPr>
              <w:pStyle w:val="acctfourfigures"/>
              <w:tabs>
                <w:tab w:val="decimal" w:pos="551"/>
              </w:tabs>
              <w:spacing w:line="240" w:lineRule="atLeast"/>
              <w:rPr>
                <w:sz w:val="18"/>
                <w:szCs w:val="18"/>
              </w:rPr>
            </w:pPr>
          </w:p>
        </w:tc>
        <w:tc>
          <w:tcPr>
            <w:tcW w:w="897" w:type="dxa"/>
          </w:tcPr>
          <w:p w14:paraId="75A15981" w14:textId="77777777" w:rsidR="00273769" w:rsidRPr="005D3E43" w:rsidRDefault="00273769" w:rsidP="00273769">
            <w:pPr>
              <w:pStyle w:val="acctfourfigures"/>
              <w:tabs>
                <w:tab w:val="clear" w:pos="765"/>
                <w:tab w:val="decimal" w:pos="551"/>
              </w:tabs>
              <w:spacing w:line="240" w:lineRule="atLeast"/>
              <w:ind w:right="11"/>
              <w:rPr>
                <w:sz w:val="18"/>
                <w:szCs w:val="18"/>
              </w:rPr>
            </w:pPr>
          </w:p>
        </w:tc>
        <w:tc>
          <w:tcPr>
            <w:tcW w:w="183" w:type="dxa"/>
          </w:tcPr>
          <w:p w14:paraId="49F3A858" w14:textId="77777777" w:rsidR="00273769" w:rsidRPr="005D3E43" w:rsidRDefault="00273769" w:rsidP="00273769">
            <w:pPr>
              <w:pStyle w:val="acctfourfigures"/>
              <w:tabs>
                <w:tab w:val="decimal" w:pos="551"/>
              </w:tabs>
              <w:spacing w:line="240" w:lineRule="atLeast"/>
              <w:rPr>
                <w:sz w:val="18"/>
                <w:szCs w:val="18"/>
              </w:rPr>
            </w:pPr>
          </w:p>
        </w:tc>
        <w:tc>
          <w:tcPr>
            <w:tcW w:w="891" w:type="dxa"/>
          </w:tcPr>
          <w:p w14:paraId="238E02D3" w14:textId="77777777" w:rsidR="00273769" w:rsidRPr="005D3E43" w:rsidRDefault="00273769" w:rsidP="00273769">
            <w:pPr>
              <w:pStyle w:val="acctfourfigures"/>
              <w:tabs>
                <w:tab w:val="clear" w:pos="765"/>
                <w:tab w:val="decimal" w:pos="551"/>
              </w:tabs>
              <w:spacing w:line="240" w:lineRule="atLeast"/>
              <w:ind w:right="11"/>
              <w:rPr>
                <w:sz w:val="18"/>
                <w:szCs w:val="18"/>
              </w:rPr>
            </w:pPr>
          </w:p>
        </w:tc>
        <w:tc>
          <w:tcPr>
            <w:tcW w:w="189" w:type="dxa"/>
          </w:tcPr>
          <w:p w14:paraId="1A0F1DBD" w14:textId="77777777" w:rsidR="00273769" w:rsidRPr="005D3E43" w:rsidRDefault="00273769" w:rsidP="00273769">
            <w:pPr>
              <w:pStyle w:val="acctfourfigures"/>
              <w:tabs>
                <w:tab w:val="decimal" w:pos="551"/>
              </w:tabs>
              <w:spacing w:line="240" w:lineRule="atLeast"/>
              <w:rPr>
                <w:sz w:val="18"/>
                <w:szCs w:val="18"/>
              </w:rPr>
            </w:pPr>
          </w:p>
        </w:tc>
        <w:tc>
          <w:tcPr>
            <w:tcW w:w="900" w:type="dxa"/>
          </w:tcPr>
          <w:p w14:paraId="50F4A145" w14:textId="77777777" w:rsidR="00273769" w:rsidRPr="005D3E43" w:rsidRDefault="00273769" w:rsidP="00273769">
            <w:pPr>
              <w:pStyle w:val="acctfourfigures"/>
              <w:tabs>
                <w:tab w:val="clear" w:pos="765"/>
                <w:tab w:val="decimal" w:pos="731"/>
              </w:tabs>
              <w:spacing w:line="240" w:lineRule="atLeast"/>
              <w:ind w:right="11"/>
              <w:rPr>
                <w:sz w:val="18"/>
                <w:szCs w:val="18"/>
              </w:rPr>
            </w:pPr>
          </w:p>
        </w:tc>
        <w:tc>
          <w:tcPr>
            <w:tcW w:w="270" w:type="dxa"/>
          </w:tcPr>
          <w:p w14:paraId="53DBA417" w14:textId="77777777" w:rsidR="00273769" w:rsidRPr="005D3E43" w:rsidRDefault="00273769" w:rsidP="00273769">
            <w:pPr>
              <w:pStyle w:val="acctfourfigures"/>
              <w:tabs>
                <w:tab w:val="decimal" w:pos="551"/>
              </w:tabs>
              <w:spacing w:line="240" w:lineRule="atLeast"/>
              <w:rPr>
                <w:sz w:val="18"/>
                <w:szCs w:val="18"/>
              </w:rPr>
            </w:pPr>
          </w:p>
        </w:tc>
        <w:tc>
          <w:tcPr>
            <w:tcW w:w="801" w:type="dxa"/>
          </w:tcPr>
          <w:p w14:paraId="2C32DFE5" w14:textId="77777777" w:rsidR="00273769" w:rsidRPr="005D3E43" w:rsidRDefault="00273769" w:rsidP="00273769">
            <w:pPr>
              <w:pStyle w:val="acctfourfigures"/>
              <w:tabs>
                <w:tab w:val="decimal" w:pos="551"/>
              </w:tabs>
              <w:spacing w:line="240" w:lineRule="atLeast"/>
              <w:rPr>
                <w:sz w:val="18"/>
                <w:szCs w:val="18"/>
              </w:rPr>
            </w:pPr>
          </w:p>
        </w:tc>
        <w:tc>
          <w:tcPr>
            <w:tcW w:w="189" w:type="dxa"/>
          </w:tcPr>
          <w:p w14:paraId="36C4305B" w14:textId="77777777" w:rsidR="00273769" w:rsidRPr="005D3E43" w:rsidRDefault="00273769" w:rsidP="00273769">
            <w:pPr>
              <w:pStyle w:val="acctfourfigures"/>
              <w:tabs>
                <w:tab w:val="clear" w:pos="765"/>
                <w:tab w:val="decimal" w:pos="551"/>
                <w:tab w:val="decimal" w:pos="731"/>
              </w:tabs>
              <w:spacing w:line="240" w:lineRule="atLeast"/>
              <w:ind w:right="11"/>
              <w:rPr>
                <w:sz w:val="18"/>
                <w:szCs w:val="18"/>
              </w:rPr>
            </w:pPr>
          </w:p>
        </w:tc>
        <w:tc>
          <w:tcPr>
            <w:tcW w:w="810" w:type="dxa"/>
          </w:tcPr>
          <w:p w14:paraId="1F7FD692" w14:textId="77777777" w:rsidR="00273769" w:rsidRPr="005D3E43" w:rsidRDefault="00273769" w:rsidP="00273769">
            <w:pPr>
              <w:pStyle w:val="acctfourfigures"/>
              <w:tabs>
                <w:tab w:val="clear" w:pos="765"/>
                <w:tab w:val="decimal" w:pos="551"/>
              </w:tabs>
              <w:spacing w:line="240" w:lineRule="atLeast"/>
              <w:ind w:right="11"/>
              <w:rPr>
                <w:sz w:val="18"/>
                <w:szCs w:val="18"/>
              </w:rPr>
            </w:pPr>
          </w:p>
        </w:tc>
        <w:tc>
          <w:tcPr>
            <w:tcW w:w="180" w:type="dxa"/>
          </w:tcPr>
          <w:p w14:paraId="06576BC5" w14:textId="77777777" w:rsidR="00273769" w:rsidRPr="005D3E43" w:rsidRDefault="00273769" w:rsidP="00273769">
            <w:pPr>
              <w:pStyle w:val="acctfourfigures"/>
              <w:tabs>
                <w:tab w:val="clear" w:pos="765"/>
                <w:tab w:val="decimal" w:pos="551"/>
              </w:tabs>
              <w:spacing w:line="240" w:lineRule="atLeast"/>
              <w:ind w:right="11"/>
              <w:rPr>
                <w:sz w:val="18"/>
                <w:szCs w:val="18"/>
              </w:rPr>
            </w:pPr>
          </w:p>
        </w:tc>
        <w:tc>
          <w:tcPr>
            <w:tcW w:w="810" w:type="dxa"/>
          </w:tcPr>
          <w:p w14:paraId="62CE180A" w14:textId="77777777" w:rsidR="00273769" w:rsidRPr="005D3E43" w:rsidRDefault="00273769" w:rsidP="00273769">
            <w:pPr>
              <w:pStyle w:val="acctfourfigures"/>
              <w:tabs>
                <w:tab w:val="clear" w:pos="765"/>
                <w:tab w:val="decimal" w:pos="551"/>
              </w:tabs>
              <w:spacing w:line="240" w:lineRule="atLeast"/>
              <w:ind w:right="11"/>
              <w:rPr>
                <w:sz w:val="18"/>
                <w:szCs w:val="18"/>
              </w:rPr>
            </w:pPr>
          </w:p>
        </w:tc>
        <w:tc>
          <w:tcPr>
            <w:tcW w:w="180" w:type="dxa"/>
          </w:tcPr>
          <w:p w14:paraId="177D2FAC" w14:textId="77777777" w:rsidR="00273769" w:rsidRPr="005D3E43" w:rsidRDefault="00273769" w:rsidP="00273769">
            <w:pPr>
              <w:pStyle w:val="acctfourfigures"/>
              <w:tabs>
                <w:tab w:val="clear" w:pos="765"/>
                <w:tab w:val="decimal" w:pos="551"/>
                <w:tab w:val="decimal" w:pos="731"/>
              </w:tabs>
              <w:spacing w:line="240" w:lineRule="atLeast"/>
              <w:ind w:right="11"/>
              <w:rPr>
                <w:sz w:val="18"/>
                <w:szCs w:val="18"/>
              </w:rPr>
            </w:pPr>
          </w:p>
        </w:tc>
        <w:tc>
          <w:tcPr>
            <w:tcW w:w="833" w:type="dxa"/>
          </w:tcPr>
          <w:p w14:paraId="389A8C83" w14:textId="77777777" w:rsidR="00273769" w:rsidRPr="005D3E43" w:rsidRDefault="00273769" w:rsidP="00273769">
            <w:pPr>
              <w:pStyle w:val="acctfourfigures"/>
              <w:tabs>
                <w:tab w:val="clear" w:pos="765"/>
                <w:tab w:val="decimal" w:pos="551"/>
              </w:tabs>
              <w:spacing w:line="240" w:lineRule="atLeast"/>
              <w:ind w:right="11"/>
              <w:rPr>
                <w:sz w:val="18"/>
                <w:szCs w:val="18"/>
              </w:rPr>
            </w:pPr>
          </w:p>
        </w:tc>
      </w:tr>
      <w:tr w:rsidR="00273769" w:rsidRPr="005D3E43" w14:paraId="508F9D7B" w14:textId="77777777" w:rsidTr="00A4634B">
        <w:trPr>
          <w:cantSplit/>
          <w:trHeight w:val="268"/>
        </w:trPr>
        <w:tc>
          <w:tcPr>
            <w:tcW w:w="1705" w:type="dxa"/>
          </w:tcPr>
          <w:p w14:paraId="45225CAE" w14:textId="77777777" w:rsidR="00273769" w:rsidRPr="005D3E43" w:rsidRDefault="00273769" w:rsidP="00273769">
            <w:pPr>
              <w:spacing w:line="240" w:lineRule="atLeast"/>
              <w:ind w:left="100" w:hanging="100"/>
              <w:rPr>
                <w:sz w:val="18"/>
                <w:szCs w:val="18"/>
                <w:lang w:val="en-US" w:bidi="th-TH"/>
              </w:rPr>
            </w:pPr>
            <w:r w:rsidRPr="005D3E43">
              <w:rPr>
                <w:sz w:val="18"/>
                <w:szCs w:val="18"/>
                <w:lang w:val="en-US"/>
              </w:rPr>
              <w:t xml:space="preserve">GLAND Office Leasehold </w:t>
            </w:r>
          </w:p>
          <w:p w14:paraId="5C4A293D" w14:textId="0EAA2425" w:rsidR="00273769" w:rsidRPr="005D3E43" w:rsidRDefault="00273769" w:rsidP="00273769">
            <w:pPr>
              <w:spacing w:line="240" w:lineRule="atLeast"/>
              <w:ind w:left="100"/>
              <w:rPr>
                <w:sz w:val="18"/>
                <w:szCs w:val="18"/>
                <w:lang w:val="en-US"/>
              </w:rPr>
            </w:pPr>
            <w:r w:rsidRPr="005D3E43">
              <w:rPr>
                <w:sz w:val="18"/>
                <w:szCs w:val="18"/>
                <w:lang w:val="en-US"/>
              </w:rPr>
              <w:t>Real Estate Investment Trust</w:t>
            </w:r>
          </w:p>
          <w:p w14:paraId="07335153" w14:textId="066B4531" w:rsidR="00273769" w:rsidRPr="005D3E43" w:rsidRDefault="00273769" w:rsidP="00273769">
            <w:pPr>
              <w:spacing w:line="240" w:lineRule="atLeast"/>
              <w:ind w:left="93"/>
              <w:rPr>
                <w:i/>
                <w:iCs/>
                <w:sz w:val="18"/>
                <w:szCs w:val="18"/>
              </w:rPr>
            </w:pPr>
            <w:r w:rsidRPr="005D3E43">
              <w:rPr>
                <w:i/>
                <w:iCs/>
                <w:sz w:val="18"/>
                <w:szCs w:val="18"/>
                <w:lang w:val="en-US"/>
              </w:rPr>
              <w:t>(Under liquidation process)</w:t>
            </w:r>
          </w:p>
        </w:tc>
        <w:tc>
          <w:tcPr>
            <w:tcW w:w="1073" w:type="dxa"/>
            <w:vAlign w:val="bottom"/>
          </w:tcPr>
          <w:p w14:paraId="4B326DF1" w14:textId="4B02AC79" w:rsidR="00273769" w:rsidRPr="005D3E43" w:rsidRDefault="00273769" w:rsidP="007D3024">
            <w:pPr>
              <w:tabs>
                <w:tab w:val="decimal" w:pos="200"/>
              </w:tabs>
              <w:spacing w:line="240" w:lineRule="atLeast"/>
              <w:ind w:left="-68" w:right="-79"/>
              <w:jc w:val="center"/>
              <w:rPr>
                <w:sz w:val="18"/>
                <w:szCs w:val="18"/>
              </w:rPr>
            </w:pPr>
            <w:r w:rsidRPr="005D3E43">
              <w:rPr>
                <w:sz w:val="18"/>
                <w:szCs w:val="18"/>
              </w:rPr>
              <w:t>Investment</w:t>
            </w:r>
          </w:p>
          <w:p w14:paraId="68B087B2" w14:textId="77777777" w:rsidR="00273769" w:rsidRPr="005D3E43" w:rsidRDefault="00273769" w:rsidP="007D3024">
            <w:pPr>
              <w:spacing w:line="240" w:lineRule="atLeast"/>
              <w:ind w:left="100" w:right="-79" w:hanging="79"/>
              <w:jc w:val="center"/>
              <w:rPr>
                <w:sz w:val="18"/>
                <w:szCs w:val="18"/>
              </w:rPr>
            </w:pPr>
            <w:r w:rsidRPr="005D3E43">
              <w:rPr>
                <w:sz w:val="18"/>
                <w:szCs w:val="18"/>
              </w:rPr>
              <w:t>trust</w:t>
            </w:r>
          </w:p>
        </w:tc>
        <w:tc>
          <w:tcPr>
            <w:tcW w:w="187" w:type="dxa"/>
          </w:tcPr>
          <w:p w14:paraId="5752AD00" w14:textId="77777777" w:rsidR="00273769" w:rsidRPr="005D3E43" w:rsidRDefault="00273769" w:rsidP="00273769">
            <w:pPr>
              <w:tabs>
                <w:tab w:val="decimal" w:pos="461"/>
              </w:tabs>
              <w:spacing w:line="240" w:lineRule="atLeast"/>
              <w:rPr>
                <w:sz w:val="18"/>
                <w:szCs w:val="18"/>
              </w:rPr>
            </w:pPr>
          </w:p>
        </w:tc>
        <w:tc>
          <w:tcPr>
            <w:tcW w:w="801" w:type="dxa"/>
            <w:vAlign w:val="bottom"/>
          </w:tcPr>
          <w:p w14:paraId="1FE08688" w14:textId="6AD8143A" w:rsidR="00273769" w:rsidRPr="005D3E43" w:rsidRDefault="007D3024" w:rsidP="007D3024">
            <w:pPr>
              <w:tabs>
                <w:tab w:val="decimal" w:pos="461"/>
              </w:tabs>
              <w:spacing w:line="240" w:lineRule="atLeast"/>
              <w:rPr>
                <w:sz w:val="18"/>
                <w:szCs w:val="18"/>
              </w:rPr>
            </w:pPr>
            <w:r>
              <w:rPr>
                <w:sz w:val="18"/>
                <w:szCs w:val="18"/>
              </w:rPr>
              <w:t>15</w:t>
            </w:r>
          </w:p>
        </w:tc>
        <w:tc>
          <w:tcPr>
            <w:tcW w:w="189" w:type="dxa"/>
          </w:tcPr>
          <w:p w14:paraId="0395D2C5" w14:textId="77777777" w:rsidR="00273769" w:rsidRPr="005D3E43" w:rsidRDefault="00273769" w:rsidP="00273769">
            <w:pPr>
              <w:tabs>
                <w:tab w:val="decimal" w:pos="461"/>
              </w:tabs>
              <w:spacing w:line="240" w:lineRule="atLeast"/>
              <w:rPr>
                <w:sz w:val="18"/>
                <w:szCs w:val="18"/>
              </w:rPr>
            </w:pPr>
          </w:p>
        </w:tc>
        <w:tc>
          <w:tcPr>
            <w:tcW w:w="810" w:type="dxa"/>
          </w:tcPr>
          <w:p w14:paraId="503DBC95" w14:textId="77777777" w:rsidR="00273769" w:rsidRDefault="00273769" w:rsidP="00273769">
            <w:pPr>
              <w:tabs>
                <w:tab w:val="decimal" w:pos="461"/>
              </w:tabs>
              <w:spacing w:line="240" w:lineRule="atLeast"/>
              <w:rPr>
                <w:sz w:val="18"/>
                <w:szCs w:val="18"/>
              </w:rPr>
            </w:pPr>
          </w:p>
          <w:p w14:paraId="09955DA1" w14:textId="77777777" w:rsidR="00273769" w:rsidRDefault="00273769" w:rsidP="00273769">
            <w:pPr>
              <w:tabs>
                <w:tab w:val="decimal" w:pos="461"/>
              </w:tabs>
              <w:spacing w:line="240" w:lineRule="atLeast"/>
              <w:rPr>
                <w:sz w:val="18"/>
                <w:szCs w:val="18"/>
              </w:rPr>
            </w:pPr>
          </w:p>
          <w:p w14:paraId="1E5D7B32" w14:textId="77777777" w:rsidR="00273769" w:rsidRDefault="00273769" w:rsidP="00273769">
            <w:pPr>
              <w:tabs>
                <w:tab w:val="decimal" w:pos="461"/>
              </w:tabs>
              <w:spacing w:line="240" w:lineRule="atLeast"/>
              <w:rPr>
                <w:sz w:val="18"/>
                <w:szCs w:val="18"/>
              </w:rPr>
            </w:pPr>
          </w:p>
          <w:p w14:paraId="15BE4E29" w14:textId="77777777" w:rsidR="00273769" w:rsidRDefault="00273769" w:rsidP="00273769">
            <w:pPr>
              <w:tabs>
                <w:tab w:val="decimal" w:pos="461"/>
              </w:tabs>
              <w:spacing w:line="240" w:lineRule="atLeast"/>
              <w:rPr>
                <w:sz w:val="18"/>
                <w:szCs w:val="18"/>
              </w:rPr>
            </w:pPr>
          </w:p>
          <w:p w14:paraId="02524C30" w14:textId="77777777" w:rsidR="00273769" w:rsidRDefault="00273769" w:rsidP="00273769">
            <w:pPr>
              <w:tabs>
                <w:tab w:val="decimal" w:pos="461"/>
              </w:tabs>
              <w:spacing w:line="240" w:lineRule="atLeast"/>
              <w:rPr>
                <w:sz w:val="18"/>
                <w:szCs w:val="18"/>
              </w:rPr>
            </w:pPr>
          </w:p>
          <w:p w14:paraId="7863D10F" w14:textId="40C93711" w:rsidR="00273769" w:rsidRPr="005D3E43" w:rsidRDefault="00273769" w:rsidP="00273769">
            <w:pPr>
              <w:tabs>
                <w:tab w:val="decimal" w:pos="461"/>
              </w:tabs>
              <w:spacing w:line="240" w:lineRule="atLeast"/>
              <w:rPr>
                <w:sz w:val="18"/>
                <w:szCs w:val="18"/>
              </w:rPr>
            </w:pPr>
            <w:r w:rsidRPr="005D3E43">
              <w:rPr>
                <w:sz w:val="18"/>
                <w:szCs w:val="18"/>
              </w:rPr>
              <w:t>15</w:t>
            </w:r>
          </w:p>
        </w:tc>
        <w:tc>
          <w:tcPr>
            <w:tcW w:w="180" w:type="dxa"/>
          </w:tcPr>
          <w:p w14:paraId="28581BB8" w14:textId="77777777" w:rsidR="00273769" w:rsidRPr="005D3E43" w:rsidRDefault="00273769" w:rsidP="00273769">
            <w:pPr>
              <w:tabs>
                <w:tab w:val="decimal" w:pos="461"/>
              </w:tabs>
              <w:spacing w:line="240" w:lineRule="atLeast"/>
              <w:rPr>
                <w:sz w:val="18"/>
                <w:szCs w:val="18"/>
              </w:rPr>
            </w:pPr>
          </w:p>
        </w:tc>
        <w:tc>
          <w:tcPr>
            <w:tcW w:w="896" w:type="dxa"/>
            <w:vAlign w:val="bottom"/>
          </w:tcPr>
          <w:p w14:paraId="572C31A4" w14:textId="6E669C43" w:rsidR="00273769" w:rsidRPr="005D3E43" w:rsidRDefault="007D3024" w:rsidP="00F32B61">
            <w:pPr>
              <w:pStyle w:val="acctfourfigures"/>
              <w:tabs>
                <w:tab w:val="clear" w:pos="765"/>
                <w:tab w:val="decimal" w:pos="467"/>
              </w:tabs>
              <w:spacing w:line="240" w:lineRule="atLeast"/>
              <w:ind w:right="11"/>
              <w:jc w:val="center"/>
              <w:rPr>
                <w:sz w:val="18"/>
                <w:szCs w:val="18"/>
              </w:rPr>
            </w:pPr>
            <w:r>
              <w:rPr>
                <w:sz w:val="18"/>
                <w:szCs w:val="18"/>
              </w:rPr>
              <w:t>600</w:t>
            </w:r>
          </w:p>
        </w:tc>
        <w:tc>
          <w:tcPr>
            <w:tcW w:w="184" w:type="dxa"/>
            <w:vAlign w:val="bottom"/>
          </w:tcPr>
          <w:p w14:paraId="55794B93" w14:textId="77777777" w:rsidR="00273769" w:rsidRPr="005D3E43" w:rsidRDefault="00273769" w:rsidP="00273769">
            <w:pPr>
              <w:pStyle w:val="acctfourfigures"/>
              <w:tabs>
                <w:tab w:val="decimal" w:pos="461"/>
              </w:tabs>
              <w:spacing w:line="240" w:lineRule="atLeast"/>
              <w:rPr>
                <w:sz w:val="18"/>
                <w:szCs w:val="18"/>
              </w:rPr>
            </w:pPr>
          </w:p>
        </w:tc>
        <w:tc>
          <w:tcPr>
            <w:tcW w:w="987" w:type="dxa"/>
          </w:tcPr>
          <w:p w14:paraId="46C9BDB3" w14:textId="77777777" w:rsidR="00273769" w:rsidRDefault="00273769" w:rsidP="00273769">
            <w:pPr>
              <w:pStyle w:val="acctfourfigures"/>
              <w:tabs>
                <w:tab w:val="clear" w:pos="765"/>
                <w:tab w:val="decimal" w:pos="461"/>
              </w:tabs>
              <w:spacing w:line="240" w:lineRule="atLeast"/>
              <w:ind w:right="11"/>
              <w:rPr>
                <w:sz w:val="18"/>
                <w:szCs w:val="18"/>
              </w:rPr>
            </w:pPr>
          </w:p>
          <w:p w14:paraId="642DA15C" w14:textId="77777777" w:rsidR="00273769" w:rsidRDefault="00273769" w:rsidP="00273769">
            <w:pPr>
              <w:pStyle w:val="acctfourfigures"/>
              <w:tabs>
                <w:tab w:val="clear" w:pos="765"/>
                <w:tab w:val="decimal" w:pos="461"/>
              </w:tabs>
              <w:spacing w:line="240" w:lineRule="atLeast"/>
              <w:ind w:right="11"/>
              <w:rPr>
                <w:sz w:val="18"/>
                <w:szCs w:val="18"/>
              </w:rPr>
            </w:pPr>
          </w:p>
          <w:p w14:paraId="62161470" w14:textId="77777777" w:rsidR="00273769" w:rsidRDefault="00273769" w:rsidP="00273769">
            <w:pPr>
              <w:pStyle w:val="acctfourfigures"/>
              <w:tabs>
                <w:tab w:val="clear" w:pos="765"/>
                <w:tab w:val="decimal" w:pos="461"/>
              </w:tabs>
              <w:spacing w:line="240" w:lineRule="atLeast"/>
              <w:ind w:right="11"/>
              <w:rPr>
                <w:sz w:val="18"/>
                <w:szCs w:val="18"/>
              </w:rPr>
            </w:pPr>
          </w:p>
          <w:p w14:paraId="17B712F5" w14:textId="77777777" w:rsidR="00273769" w:rsidRDefault="00273769" w:rsidP="00273769">
            <w:pPr>
              <w:pStyle w:val="acctfourfigures"/>
              <w:tabs>
                <w:tab w:val="clear" w:pos="765"/>
                <w:tab w:val="decimal" w:pos="461"/>
              </w:tabs>
              <w:spacing w:line="240" w:lineRule="atLeast"/>
              <w:ind w:right="11"/>
              <w:rPr>
                <w:sz w:val="18"/>
                <w:szCs w:val="18"/>
              </w:rPr>
            </w:pPr>
          </w:p>
          <w:p w14:paraId="09F50068" w14:textId="77777777" w:rsidR="00273769" w:rsidRDefault="00273769" w:rsidP="00273769">
            <w:pPr>
              <w:pStyle w:val="acctfourfigures"/>
              <w:tabs>
                <w:tab w:val="clear" w:pos="765"/>
                <w:tab w:val="decimal" w:pos="461"/>
              </w:tabs>
              <w:spacing w:line="240" w:lineRule="atLeast"/>
              <w:ind w:right="11"/>
              <w:rPr>
                <w:sz w:val="18"/>
                <w:szCs w:val="18"/>
              </w:rPr>
            </w:pPr>
          </w:p>
          <w:p w14:paraId="3B479011" w14:textId="655F094F" w:rsidR="00273769" w:rsidRPr="005D3E43" w:rsidRDefault="00273769" w:rsidP="00290D15">
            <w:pPr>
              <w:pStyle w:val="acctfourfigures"/>
              <w:tabs>
                <w:tab w:val="clear" w:pos="765"/>
                <w:tab w:val="decimal" w:pos="818"/>
              </w:tabs>
              <w:spacing w:line="240" w:lineRule="atLeast"/>
              <w:ind w:right="11"/>
              <w:rPr>
                <w:sz w:val="18"/>
                <w:szCs w:val="18"/>
              </w:rPr>
            </w:pPr>
            <w:r w:rsidRPr="005D3E43">
              <w:rPr>
                <w:sz w:val="18"/>
                <w:szCs w:val="18"/>
              </w:rPr>
              <w:t>4,558,489</w:t>
            </w:r>
          </w:p>
        </w:tc>
        <w:tc>
          <w:tcPr>
            <w:tcW w:w="183" w:type="dxa"/>
          </w:tcPr>
          <w:p w14:paraId="436EAC93" w14:textId="77777777" w:rsidR="00273769" w:rsidRPr="005D3E43" w:rsidRDefault="00273769" w:rsidP="00273769">
            <w:pPr>
              <w:pStyle w:val="acctfourfigures"/>
              <w:spacing w:line="240" w:lineRule="atLeast"/>
              <w:rPr>
                <w:sz w:val="18"/>
                <w:szCs w:val="18"/>
              </w:rPr>
            </w:pPr>
          </w:p>
        </w:tc>
        <w:tc>
          <w:tcPr>
            <w:tcW w:w="891" w:type="dxa"/>
            <w:vAlign w:val="bottom"/>
          </w:tcPr>
          <w:p w14:paraId="07DF596C" w14:textId="2CC14069" w:rsidR="00273769" w:rsidRPr="005D3E43" w:rsidRDefault="00A4634B" w:rsidP="00A4634B">
            <w:pPr>
              <w:pStyle w:val="acctfourfigures"/>
              <w:tabs>
                <w:tab w:val="clear" w:pos="765"/>
                <w:tab w:val="decimal" w:pos="462"/>
              </w:tabs>
              <w:spacing w:line="240" w:lineRule="atLeast"/>
              <w:ind w:right="11"/>
              <w:jc w:val="center"/>
              <w:rPr>
                <w:sz w:val="18"/>
                <w:szCs w:val="18"/>
              </w:rPr>
            </w:pPr>
            <w:r>
              <w:rPr>
                <w:sz w:val="18"/>
                <w:szCs w:val="18"/>
              </w:rPr>
              <w:t>90</w:t>
            </w:r>
          </w:p>
        </w:tc>
        <w:tc>
          <w:tcPr>
            <w:tcW w:w="189" w:type="dxa"/>
          </w:tcPr>
          <w:p w14:paraId="1E764BCB" w14:textId="77777777" w:rsidR="00273769" w:rsidRPr="005D3E43" w:rsidRDefault="00273769" w:rsidP="00273769">
            <w:pPr>
              <w:pStyle w:val="acctfourfigures"/>
              <w:tabs>
                <w:tab w:val="decimal" w:pos="551"/>
              </w:tabs>
              <w:spacing w:line="240" w:lineRule="atLeast"/>
              <w:rPr>
                <w:sz w:val="18"/>
                <w:szCs w:val="18"/>
              </w:rPr>
            </w:pPr>
          </w:p>
        </w:tc>
        <w:tc>
          <w:tcPr>
            <w:tcW w:w="897" w:type="dxa"/>
          </w:tcPr>
          <w:p w14:paraId="3B467021" w14:textId="77777777" w:rsidR="00273769" w:rsidRPr="005D3E43" w:rsidRDefault="00273769" w:rsidP="00273769">
            <w:pPr>
              <w:pStyle w:val="acctfourfigures"/>
              <w:tabs>
                <w:tab w:val="clear" w:pos="765"/>
                <w:tab w:val="decimal" w:pos="731"/>
              </w:tabs>
              <w:spacing w:line="240" w:lineRule="atLeast"/>
              <w:ind w:right="11"/>
              <w:rPr>
                <w:sz w:val="18"/>
                <w:szCs w:val="18"/>
              </w:rPr>
            </w:pPr>
          </w:p>
          <w:p w14:paraId="18488379" w14:textId="692C8332" w:rsidR="00273769" w:rsidRDefault="00273769" w:rsidP="00273769">
            <w:pPr>
              <w:pStyle w:val="acctfourfigures"/>
              <w:tabs>
                <w:tab w:val="clear" w:pos="765"/>
                <w:tab w:val="decimal" w:pos="731"/>
              </w:tabs>
              <w:spacing w:line="240" w:lineRule="atLeast"/>
              <w:ind w:right="11"/>
              <w:rPr>
                <w:sz w:val="18"/>
                <w:szCs w:val="18"/>
              </w:rPr>
            </w:pPr>
          </w:p>
          <w:p w14:paraId="6BB1F931" w14:textId="25B1B973" w:rsidR="00273769" w:rsidRDefault="00273769" w:rsidP="00273769">
            <w:pPr>
              <w:pStyle w:val="acctfourfigures"/>
              <w:tabs>
                <w:tab w:val="clear" w:pos="765"/>
                <w:tab w:val="decimal" w:pos="731"/>
              </w:tabs>
              <w:spacing w:line="240" w:lineRule="atLeast"/>
              <w:ind w:right="11"/>
              <w:rPr>
                <w:sz w:val="18"/>
                <w:szCs w:val="18"/>
              </w:rPr>
            </w:pPr>
          </w:p>
          <w:p w14:paraId="2E2432F1" w14:textId="77777777" w:rsidR="00273769" w:rsidRPr="005D3E43" w:rsidRDefault="00273769" w:rsidP="00273769">
            <w:pPr>
              <w:pStyle w:val="acctfourfigures"/>
              <w:tabs>
                <w:tab w:val="clear" w:pos="765"/>
                <w:tab w:val="decimal" w:pos="731"/>
              </w:tabs>
              <w:spacing w:line="240" w:lineRule="atLeast"/>
              <w:ind w:right="11"/>
              <w:rPr>
                <w:sz w:val="18"/>
                <w:szCs w:val="18"/>
              </w:rPr>
            </w:pPr>
          </w:p>
          <w:p w14:paraId="78A55640" w14:textId="77777777" w:rsidR="00273769" w:rsidRPr="005D3E43" w:rsidRDefault="00273769" w:rsidP="00273769">
            <w:pPr>
              <w:pStyle w:val="acctfourfigures"/>
              <w:tabs>
                <w:tab w:val="clear" w:pos="765"/>
                <w:tab w:val="decimal" w:pos="731"/>
              </w:tabs>
              <w:spacing w:line="240" w:lineRule="atLeast"/>
              <w:ind w:right="11"/>
              <w:rPr>
                <w:sz w:val="18"/>
                <w:szCs w:val="18"/>
              </w:rPr>
            </w:pPr>
          </w:p>
          <w:p w14:paraId="05E9826B" w14:textId="7CF5B172" w:rsidR="00273769" w:rsidRPr="005D3E43" w:rsidRDefault="00273769" w:rsidP="00273769">
            <w:pPr>
              <w:pStyle w:val="acctfourfigures"/>
              <w:tabs>
                <w:tab w:val="clear" w:pos="765"/>
                <w:tab w:val="decimal" w:pos="731"/>
              </w:tabs>
              <w:spacing w:line="240" w:lineRule="atLeast"/>
              <w:ind w:right="11"/>
              <w:rPr>
                <w:sz w:val="18"/>
                <w:szCs w:val="18"/>
              </w:rPr>
            </w:pPr>
            <w:r w:rsidRPr="005D3E43">
              <w:rPr>
                <w:sz w:val="18"/>
                <w:szCs w:val="18"/>
              </w:rPr>
              <w:t>683,774</w:t>
            </w:r>
          </w:p>
        </w:tc>
        <w:tc>
          <w:tcPr>
            <w:tcW w:w="183" w:type="dxa"/>
          </w:tcPr>
          <w:p w14:paraId="6A3CF0BA" w14:textId="77777777" w:rsidR="00273769" w:rsidRPr="005D3E43" w:rsidRDefault="00273769" w:rsidP="00273769">
            <w:pPr>
              <w:pStyle w:val="acctfourfigures"/>
              <w:tabs>
                <w:tab w:val="decimal" w:pos="551"/>
              </w:tabs>
              <w:spacing w:line="240" w:lineRule="atLeast"/>
              <w:rPr>
                <w:sz w:val="18"/>
                <w:szCs w:val="18"/>
              </w:rPr>
            </w:pPr>
          </w:p>
        </w:tc>
        <w:tc>
          <w:tcPr>
            <w:tcW w:w="891" w:type="dxa"/>
            <w:vAlign w:val="bottom"/>
          </w:tcPr>
          <w:p w14:paraId="3EEBEFB4" w14:textId="176F924D" w:rsidR="00273769" w:rsidRPr="005D3E43" w:rsidRDefault="00A4634B" w:rsidP="00A4634B">
            <w:pPr>
              <w:pStyle w:val="acctfourfigures"/>
              <w:tabs>
                <w:tab w:val="clear" w:pos="765"/>
                <w:tab w:val="decimal" w:pos="639"/>
              </w:tabs>
              <w:spacing w:line="240" w:lineRule="atLeast"/>
              <w:ind w:right="11"/>
              <w:rPr>
                <w:sz w:val="18"/>
                <w:szCs w:val="18"/>
              </w:rPr>
            </w:pPr>
            <w:r>
              <w:rPr>
                <w:sz w:val="18"/>
                <w:szCs w:val="18"/>
              </w:rPr>
              <w:t>1,108</w:t>
            </w:r>
          </w:p>
        </w:tc>
        <w:tc>
          <w:tcPr>
            <w:tcW w:w="189" w:type="dxa"/>
          </w:tcPr>
          <w:p w14:paraId="7C57A7F3" w14:textId="77777777" w:rsidR="00273769" w:rsidRPr="005D3E43" w:rsidRDefault="00273769" w:rsidP="00273769">
            <w:pPr>
              <w:pStyle w:val="acctfourfigures"/>
              <w:tabs>
                <w:tab w:val="decimal" w:pos="551"/>
              </w:tabs>
              <w:spacing w:line="240" w:lineRule="atLeast"/>
              <w:rPr>
                <w:sz w:val="18"/>
                <w:szCs w:val="18"/>
              </w:rPr>
            </w:pPr>
          </w:p>
        </w:tc>
        <w:tc>
          <w:tcPr>
            <w:tcW w:w="900" w:type="dxa"/>
          </w:tcPr>
          <w:p w14:paraId="49D31421" w14:textId="77777777" w:rsidR="00273769" w:rsidRPr="005D3E43" w:rsidRDefault="00273769" w:rsidP="00273769">
            <w:pPr>
              <w:pStyle w:val="acctfourfigures"/>
              <w:tabs>
                <w:tab w:val="clear" w:pos="765"/>
                <w:tab w:val="decimal" w:pos="731"/>
              </w:tabs>
              <w:spacing w:line="240" w:lineRule="atLeast"/>
              <w:ind w:right="11"/>
              <w:rPr>
                <w:sz w:val="18"/>
                <w:szCs w:val="18"/>
              </w:rPr>
            </w:pPr>
          </w:p>
          <w:p w14:paraId="41B823C2" w14:textId="5EBF04F6" w:rsidR="00273769" w:rsidRDefault="00273769" w:rsidP="00273769">
            <w:pPr>
              <w:pStyle w:val="acctfourfigures"/>
              <w:tabs>
                <w:tab w:val="clear" w:pos="765"/>
                <w:tab w:val="decimal" w:pos="731"/>
              </w:tabs>
              <w:spacing w:line="240" w:lineRule="atLeast"/>
              <w:ind w:right="11"/>
              <w:rPr>
                <w:sz w:val="18"/>
                <w:szCs w:val="18"/>
              </w:rPr>
            </w:pPr>
          </w:p>
          <w:p w14:paraId="612E449B" w14:textId="470AD616" w:rsidR="00273769" w:rsidRDefault="00273769" w:rsidP="00273769">
            <w:pPr>
              <w:pStyle w:val="acctfourfigures"/>
              <w:tabs>
                <w:tab w:val="clear" w:pos="765"/>
                <w:tab w:val="decimal" w:pos="731"/>
              </w:tabs>
              <w:spacing w:line="240" w:lineRule="atLeast"/>
              <w:ind w:right="11"/>
              <w:rPr>
                <w:sz w:val="18"/>
                <w:szCs w:val="18"/>
              </w:rPr>
            </w:pPr>
          </w:p>
          <w:p w14:paraId="05C3D36D" w14:textId="77777777" w:rsidR="00273769" w:rsidRPr="005D3E43" w:rsidRDefault="00273769" w:rsidP="00273769">
            <w:pPr>
              <w:pStyle w:val="acctfourfigures"/>
              <w:tabs>
                <w:tab w:val="clear" w:pos="765"/>
                <w:tab w:val="decimal" w:pos="731"/>
              </w:tabs>
              <w:spacing w:line="240" w:lineRule="atLeast"/>
              <w:ind w:right="11"/>
              <w:rPr>
                <w:sz w:val="18"/>
                <w:szCs w:val="18"/>
              </w:rPr>
            </w:pPr>
          </w:p>
          <w:p w14:paraId="3E89DD93" w14:textId="77777777" w:rsidR="00273769" w:rsidRPr="005D3E43" w:rsidRDefault="00273769" w:rsidP="00273769">
            <w:pPr>
              <w:pStyle w:val="acctfourfigures"/>
              <w:tabs>
                <w:tab w:val="clear" w:pos="765"/>
                <w:tab w:val="decimal" w:pos="731"/>
              </w:tabs>
              <w:spacing w:line="240" w:lineRule="atLeast"/>
              <w:ind w:right="11"/>
              <w:rPr>
                <w:sz w:val="18"/>
                <w:szCs w:val="18"/>
              </w:rPr>
            </w:pPr>
          </w:p>
          <w:p w14:paraId="7D974EED" w14:textId="7D33928B" w:rsidR="00273769" w:rsidRPr="005D3E43" w:rsidRDefault="00273769" w:rsidP="00273769">
            <w:pPr>
              <w:pStyle w:val="acctfourfigures"/>
              <w:tabs>
                <w:tab w:val="clear" w:pos="765"/>
                <w:tab w:val="decimal" w:pos="731"/>
              </w:tabs>
              <w:spacing w:line="240" w:lineRule="atLeast"/>
              <w:ind w:right="11"/>
              <w:rPr>
                <w:sz w:val="18"/>
                <w:szCs w:val="18"/>
              </w:rPr>
            </w:pPr>
            <w:r w:rsidRPr="005D3E43">
              <w:rPr>
                <w:sz w:val="18"/>
                <w:szCs w:val="18"/>
              </w:rPr>
              <w:t>791,459</w:t>
            </w:r>
          </w:p>
        </w:tc>
        <w:tc>
          <w:tcPr>
            <w:tcW w:w="270" w:type="dxa"/>
          </w:tcPr>
          <w:p w14:paraId="30BBD162" w14:textId="77777777" w:rsidR="00273769" w:rsidRPr="005D3E43" w:rsidRDefault="00273769" w:rsidP="00273769">
            <w:pPr>
              <w:pStyle w:val="acctfourfigures"/>
              <w:tabs>
                <w:tab w:val="decimal" w:pos="551"/>
              </w:tabs>
              <w:spacing w:line="240" w:lineRule="atLeast"/>
              <w:rPr>
                <w:sz w:val="18"/>
                <w:szCs w:val="18"/>
              </w:rPr>
            </w:pPr>
          </w:p>
        </w:tc>
        <w:tc>
          <w:tcPr>
            <w:tcW w:w="801" w:type="dxa"/>
            <w:vAlign w:val="bottom"/>
          </w:tcPr>
          <w:p w14:paraId="305C7D09" w14:textId="2E4C5C6E" w:rsidR="00273769" w:rsidRPr="005D3E43" w:rsidRDefault="00A4634B" w:rsidP="00273769">
            <w:pPr>
              <w:pStyle w:val="acctfourfigures"/>
              <w:tabs>
                <w:tab w:val="clear" w:pos="765"/>
                <w:tab w:val="decimal" w:pos="438"/>
              </w:tabs>
              <w:spacing w:line="240" w:lineRule="atLeast"/>
              <w:ind w:right="11"/>
              <w:rPr>
                <w:sz w:val="18"/>
                <w:szCs w:val="18"/>
              </w:rPr>
            </w:pPr>
            <w:r>
              <w:rPr>
                <w:sz w:val="18"/>
                <w:szCs w:val="18"/>
              </w:rPr>
              <w:t>-</w:t>
            </w:r>
          </w:p>
        </w:tc>
        <w:tc>
          <w:tcPr>
            <w:tcW w:w="189" w:type="dxa"/>
          </w:tcPr>
          <w:p w14:paraId="67359357" w14:textId="77777777" w:rsidR="00273769" w:rsidRPr="005D3E43" w:rsidRDefault="00273769" w:rsidP="00273769">
            <w:pPr>
              <w:pStyle w:val="acctfourfigures"/>
              <w:tabs>
                <w:tab w:val="clear" w:pos="765"/>
                <w:tab w:val="decimal" w:pos="551"/>
                <w:tab w:val="decimal" w:pos="731"/>
              </w:tabs>
              <w:spacing w:line="240" w:lineRule="atLeast"/>
              <w:ind w:right="11"/>
              <w:rPr>
                <w:sz w:val="18"/>
                <w:szCs w:val="18"/>
              </w:rPr>
            </w:pPr>
          </w:p>
        </w:tc>
        <w:tc>
          <w:tcPr>
            <w:tcW w:w="810" w:type="dxa"/>
          </w:tcPr>
          <w:p w14:paraId="1EE59763" w14:textId="77777777" w:rsidR="00273769" w:rsidRPr="005D3E43" w:rsidRDefault="00273769" w:rsidP="00273769">
            <w:pPr>
              <w:pStyle w:val="acctfourfigures"/>
              <w:tabs>
                <w:tab w:val="clear" w:pos="765"/>
                <w:tab w:val="decimal" w:pos="729"/>
              </w:tabs>
              <w:spacing w:line="240" w:lineRule="atLeast"/>
              <w:ind w:right="11"/>
              <w:rPr>
                <w:sz w:val="18"/>
                <w:szCs w:val="18"/>
              </w:rPr>
            </w:pPr>
          </w:p>
          <w:p w14:paraId="68ED76DF" w14:textId="77777777" w:rsidR="00273769" w:rsidRPr="005D3E43" w:rsidRDefault="00273769" w:rsidP="00273769">
            <w:pPr>
              <w:pStyle w:val="acctfourfigures"/>
              <w:tabs>
                <w:tab w:val="clear" w:pos="765"/>
                <w:tab w:val="decimal" w:pos="729"/>
              </w:tabs>
              <w:spacing w:line="240" w:lineRule="atLeast"/>
              <w:ind w:right="11"/>
              <w:rPr>
                <w:sz w:val="18"/>
                <w:szCs w:val="18"/>
              </w:rPr>
            </w:pPr>
          </w:p>
          <w:p w14:paraId="69EB5A0E" w14:textId="4492B060" w:rsidR="00273769" w:rsidRDefault="00273769" w:rsidP="00273769">
            <w:pPr>
              <w:pStyle w:val="acctfourfigures"/>
              <w:tabs>
                <w:tab w:val="clear" w:pos="765"/>
                <w:tab w:val="decimal" w:pos="729"/>
              </w:tabs>
              <w:spacing w:line="240" w:lineRule="atLeast"/>
              <w:ind w:right="11"/>
              <w:rPr>
                <w:sz w:val="18"/>
                <w:szCs w:val="18"/>
              </w:rPr>
            </w:pPr>
          </w:p>
          <w:p w14:paraId="4A851A0E" w14:textId="6F457A5A" w:rsidR="00273769" w:rsidRDefault="00273769" w:rsidP="00273769">
            <w:pPr>
              <w:pStyle w:val="acctfourfigures"/>
              <w:tabs>
                <w:tab w:val="clear" w:pos="765"/>
                <w:tab w:val="decimal" w:pos="729"/>
              </w:tabs>
              <w:spacing w:line="240" w:lineRule="atLeast"/>
              <w:ind w:right="11"/>
              <w:rPr>
                <w:sz w:val="18"/>
                <w:szCs w:val="18"/>
              </w:rPr>
            </w:pPr>
          </w:p>
          <w:p w14:paraId="5773C4C8" w14:textId="77777777" w:rsidR="00273769" w:rsidRPr="005D3E43" w:rsidRDefault="00273769" w:rsidP="00273769">
            <w:pPr>
              <w:pStyle w:val="acctfourfigures"/>
              <w:tabs>
                <w:tab w:val="clear" w:pos="765"/>
                <w:tab w:val="decimal" w:pos="729"/>
              </w:tabs>
              <w:spacing w:line="240" w:lineRule="atLeast"/>
              <w:ind w:right="11"/>
              <w:rPr>
                <w:sz w:val="18"/>
                <w:szCs w:val="18"/>
              </w:rPr>
            </w:pPr>
          </w:p>
          <w:p w14:paraId="78F634E8" w14:textId="1536A920" w:rsidR="00273769" w:rsidRPr="005D3E43" w:rsidRDefault="00273769" w:rsidP="00273769">
            <w:pPr>
              <w:pStyle w:val="acctfourfigures"/>
              <w:tabs>
                <w:tab w:val="clear" w:pos="765"/>
                <w:tab w:val="decimal" w:pos="729"/>
              </w:tabs>
              <w:spacing w:line="240" w:lineRule="atLeast"/>
              <w:ind w:right="11"/>
              <w:rPr>
                <w:sz w:val="18"/>
                <w:szCs w:val="18"/>
              </w:rPr>
            </w:pPr>
            <w:r w:rsidRPr="005D3E43">
              <w:rPr>
                <w:sz w:val="18"/>
                <w:szCs w:val="18"/>
              </w:rPr>
              <w:t>997,038</w:t>
            </w:r>
          </w:p>
        </w:tc>
        <w:tc>
          <w:tcPr>
            <w:tcW w:w="180" w:type="dxa"/>
          </w:tcPr>
          <w:p w14:paraId="185897B4" w14:textId="77777777" w:rsidR="00273769" w:rsidRPr="005D3E43" w:rsidRDefault="00273769" w:rsidP="00273769">
            <w:pPr>
              <w:pStyle w:val="acctfourfigures"/>
              <w:tabs>
                <w:tab w:val="clear" w:pos="765"/>
                <w:tab w:val="decimal" w:pos="551"/>
              </w:tabs>
              <w:spacing w:line="240" w:lineRule="atLeast"/>
              <w:ind w:right="11"/>
              <w:rPr>
                <w:sz w:val="18"/>
                <w:szCs w:val="18"/>
              </w:rPr>
            </w:pPr>
          </w:p>
        </w:tc>
        <w:tc>
          <w:tcPr>
            <w:tcW w:w="810" w:type="dxa"/>
            <w:vAlign w:val="bottom"/>
          </w:tcPr>
          <w:p w14:paraId="19C08BC4" w14:textId="54B760EE" w:rsidR="00273769" w:rsidRPr="005D3E43" w:rsidRDefault="00A4634B" w:rsidP="00A4634B">
            <w:pPr>
              <w:pStyle w:val="acctfourfigures"/>
              <w:tabs>
                <w:tab w:val="clear" w:pos="765"/>
                <w:tab w:val="decimal" w:pos="640"/>
              </w:tabs>
              <w:spacing w:line="240" w:lineRule="atLeast"/>
              <w:ind w:right="11"/>
              <w:rPr>
                <w:sz w:val="18"/>
                <w:szCs w:val="18"/>
              </w:rPr>
            </w:pPr>
            <w:r>
              <w:rPr>
                <w:sz w:val="18"/>
                <w:szCs w:val="18"/>
              </w:rPr>
              <w:t>3</w:t>
            </w:r>
            <w:r w:rsidR="002A748E">
              <w:rPr>
                <w:sz w:val="18"/>
                <w:szCs w:val="18"/>
              </w:rPr>
              <w:t>0</w:t>
            </w:r>
            <w:r>
              <w:rPr>
                <w:sz w:val="18"/>
                <w:szCs w:val="18"/>
              </w:rPr>
              <w:t>8,242</w:t>
            </w:r>
          </w:p>
        </w:tc>
        <w:tc>
          <w:tcPr>
            <w:tcW w:w="180" w:type="dxa"/>
            <w:vAlign w:val="bottom"/>
          </w:tcPr>
          <w:p w14:paraId="0ABE9A99" w14:textId="77777777" w:rsidR="00273769" w:rsidRPr="005D3E43" w:rsidRDefault="00273769" w:rsidP="00273769">
            <w:pPr>
              <w:pStyle w:val="acctfourfigures"/>
              <w:tabs>
                <w:tab w:val="clear" w:pos="765"/>
                <w:tab w:val="decimal" w:pos="551"/>
                <w:tab w:val="decimal" w:pos="731"/>
              </w:tabs>
              <w:spacing w:line="240" w:lineRule="atLeast"/>
              <w:ind w:right="11"/>
              <w:rPr>
                <w:sz w:val="18"/>
                <w:szCs w:val="18"/>
              </w:rPr>
            </w:pPr>
          </w:p>
        </w:tc>
        <w:tc>
          <w:tcPr>
            <w:tcW w:w="833" w:type="dxa"/>
            <w:vAlign w:val="bottom"/>
          </w:tcPr>
          <w:p w14:paraId="0F622505" w14:textId="77777777" w:rsidR="00273769" w:rsidRDefault="00273769" w:rsidP="00A4634B">
            <w:pPr>
              <w:pStyle w:val="acctfourfigures"/>
              <w:tabs>
                <w:tab w:val="clear" w:pos="765"/>
                <w:tab w:val="decimal" w:pos="641"/>
              </w:tabs>
              <w:spacing w:line="240" w:lineRule="atLeast"/>
              <w:ind w:right="11"/>
              <w:rPr>
                <w:sz w:val="18"/>
                <w:szCs w:val="18"/>
              </w:rPr>
            </w:pPr>
          </w:p>
          <w:p w14:paraId="15EADAB3" w14:textId="77777777" w:rsidR="00A4634B" w:rsidRPr="00A4634B" w:rsidRDefault="00A4634B" w:rsidP="00A4634B">
            <w:pPr>
              <w:rPr>
                <w:sz w:val="18"/>
                <w:szCs w:val="18"/>
              </w:rPr>
            </w:pPr>
          </w:p>
          <w:p w14:paraId="180CB821" w14:textId="77777777" w:rsidR="00A4634B" w:rsidRPr="00A4634B" w:rsidRDefault="00A4634B" w:rsidP="00A4634B">
            <w:pPr>
              <w:rPr>
                <w:sz w:val="18"/>
                <w:szCs w:val="18"/>
              </w:rPr>
            </w:pPr>
          </w:p>
          <w:p w14:paraId="1D588A37" w14:textId="77777777" w:rsidR="00A4634B" w:rsidRDefault="00A4634B" w:rsidP="00A4634B">
            <w:pPr>
              <w:rPr>
                <w:sz w:val="18"/>
                <w:szCs w:val="18"/>
              </w:rPr>
            </w:pPr>
          </w:p>
          <w:p w14:paraId="4D3DA27E" w14:textId="4263D9B9" w:rsidR="00A4634B" w:rsidRPr="00A4634B" w:rsidRDefault="00A4634B" w:rsidP="00A4634B">
            <w:pPr>
              <w:jc w:val="center"/>
              <w:rPr>
                <w:sz w:val="18"/>
                <w:szCs w:val="18"/>
              </w:rPr>
            </w:pPr>
            <w:r>
              <w:rPr>
                <w:sz w:val="18"/>
                <w:szCs w:val="18"/>
              </w:rPr>
              <w:t xml:space="preserve">  </w:t>
            </w:r>
            <w:r w:rsidRPr="00A4634B">
              <w:rPr>
                <w:sz w:val="18"/>
                <w:szCs w:val="18"/>
              </w:rPr>
              <w:t>39,499</w:t>
            </w:r>
          </w:p>
        </w:tc>
      </w:tr>
      <w:tr w:rsidR="00273769" w:rsidRPr="005D3E43" w14:paraId="36F67618" w14:textId="77777777" w:rsidTr="00A4634B">
        <w:trPr>
          <w:cantSplit/>
          <w:trHeight w:val="473"/>
        </w:trPr>
        <w:tc>
          <w:tcPr>
            <w:tcW w:w="1705" w:type="dxa"/>
          </w:tcPr>
          <w:p w14:paraId="4782DBA8" w14:textId="77777777" w:rsidR="00273769" w:rsidRPr="005D3E43" w:rsidRDefault="00273769" w:rsidP="00273769">
            <w:pPr>
              <w:spacing w:line="240" w:lineRule="atLeast"/>
              <w:ind w:left="100" w:hanging="100"/>
              <w:rPr>
                <w:i/>
                <w:iCs/>
                <w:sz w:val="18"/>
                <w:szCs w:val="18"/>
                <w:lang w:val="en-US"/>
              </w:rPr>
            </w:pPr>
            <w:proofErr w:type="spellStart"/>
            <w:r w:rsidRPr="005D3E43">
              <w:rPr>
                <w:sz w:val="18"/>
                <w:szCs w:val="18"/>
                <w:lang w:val="en-US"/>
              </w:rPr>
              <w:t>Bayswater</w:t>
            </w:r>
            <w:proofErr w:type="spellEnd"/>
            <w:r w:rsidRPr="005D3E43">
              <w:rPr>
                <w:sz w:val="18"/>
                <w:szCs w:val="18"/>
                <w:lang w:val="en-US"/>
              </w:rPr>
              <w:t xml:space="preserve"> Co., Ltd</w:t>
            </w:r>
            <w:r w:rsidRPr="005D3E43">
              <w:rPr>
                <w:i/>
                <w:iCs/>
                <w:sz w:val="18"/>
                <w:szCs w:val="18"/>
                <w:lang w:val="en-US"/>
              </w:rPr>
              <w:t>.</w:t>
            </w:r>
          </w:p>
          <w:p w14:paraId="02C02093" w14:textId="249FB2FA" w:rsidR="00273769" w:rsidRPr="005D3E43" w:rsidRDefault="00273769" w:rsidP="00273769">
            <w:pPr>
              <w:spacing w:line="240" w:lineRule="atLeast"/>
              <w:rPr>
                <w:i/>
                <w:iCs/>
                <w:sz w:val="18"/>
                <w:szCs w:val="18"/>
                <w:lang w:val="en-US"/>
              </w:rPr>
            </w:pPr>
            <w:r w:rsidRPr="005D3E43">
              <w:rPr>
                <w:i/>
                <w:iCs/>
                <w:sz w:val="18"/>
                <w:szCs w:val="22"/>
                <w:cs/>
                <w:lang w:val="en-US" w:bidi="th-TH"/>
              </w:rPr>
              <w:t xml:space="preserve">   </w:t>
            </w:r>
            <w:r w:rsidRPr="005D3E43">
              <w:rPr>
                <w:i/>
                <w:iCs/>
                <w:sz w:val="18"/>
                <w:szCs w:val="18"/>
                <w:lang w:val="en-US"/>
              </w:rPr>
              <w:t xml:space="preserve">(Indirect </w:t>
            </w:r>
            <w:r w:rsidRPr="005D3E43">
              <w:rPr>
                <w:i/>
                <w:iCs/>
                <w:sz w:val="18"/>
                <w:szCs w:val="22"/>
                <w:cs/>
                <w:lang w:val="en-US" w:bidi="th-TH"/>
              </w:rPr>
              <w:t xml:space="preserve">   </w:t>
            </w:r>
            <w:r w:rsidRPr="005D3E43">
              <w:rPr>
                <w:i/>
                <w:iCs/>
                <w:sz w:val="18"/>
                <w:szCs w:val="22"/>
                <w:cs/>
                <w:lang w:val="en-US" w:bidi="th-TH"/>
              </w:rPr>
              <w:br/>
              <w:t xml:space="preserve">   </w:t>
            </w:r>
            <w:r w:rsidRPr="005D3E43">
              <w:rPr>
                <w:i/>
                <w:iCs/>
                <w:sz w:val="18"/>
                <w:szCs w:val="18"/>
                <w:lang w:val="en-US"/>
              </w:rPr>
              <w:t xml:space="preserve">shareholding by </w:t>
            </w:r>
          </w:p>
          <w:p w14:paraId="0E92B382" w14:textId="4CCF44D9" w:rsidR="00273769" w:rsidRPr="005D3E43" w:rsidRDefault="00273769" w:rsidP="00273769">
            <w:pPr>
              <w:spacing w:line="240" w:lineRule="atLeast"/>
              <w:ind w:left="3"/>
              <w:rPr>
                <w:sz w:val="18"/>
                <w:szCs w:val="18"/>
              </w:rPr>
            </w:pPr>
            <w:r w:rsidRPr="005D3E43">
              <w:rPr>
                <w:i/>
                <w:iCs/>
                <w:sz w:val="18"/>
                <w:szCs w:val="22"/>
                <w:cs/>
                <w:lang w:val="en-US" w:bidi="th-TH"/>
              </w:rPr>
              <w:t xml:space="preserve">   </w:t>
            </w:r>
            <w:r w:rsidRPr="005D3E43">
              <w:rPr>
                <w:i/>
                <w:iCs/>
                <w:sz w:val="18"/>
                <w:szCs w:val="18"/>
                <w:lang w:val="en-US"/>
              </w:rPr>
              <w:t>a subsidiary)</w:t>
            </w:r>
          </w:p>
        </w:tc>
        <w:tc>
          <w:tcPr>
            <w:tcW w:w="1073" w:type="dxa"/>
            <w:vAlign w:val="bottom"/>
          </w:tcPr>
          <w:p w14:paraId="2CFD2E49" w14:textId="77777777" w:rsidR="00273769" w:rsidRPr="005D3E43" w:rsidRDefault="00273769" w:rsidP="00A4634B">
            <w:pPr>
              <w:tabs>
                <w:tab w:val="decimal" w:pos="200"/>
              </w:tabs>
              <w:spacing w:line="240" w:lineRule="atLeast"/>
              <w:ind w:left="10" w:right="-79" w:hanging="78"/>
              <w:jc w:val="center"/>
              <w:rPr>
                <w:sz w:val="18"/>
                <w:szCs w:val="18"/>
              </w:rPr>
            </w:pPr>
            <w:r w:rsidRPr="005D3E43">
              <w:rPr>
                <w:sz w:val="18"/>
                <w:szCs w:val="18"/>
              </w:rPr>
              <w:t>Real estate development</w:t>
            </w:r>
          </w:p>
        </w:tc>
        <w:tc>
          <w:tcPr>
            <w:tcW w:w="187" w:type="dxa"/>
          </w:tcPr>
          <w:p w14:paraId="07E578DF" w14:textId="77777777" w:rsidR="00273769" w:rsidRPr="005D3E43" w:rsidRDefault="00273769" w:rsidP="00273769">
            <w:pPr>
              <w:tabs>
                <w:tab w:val="decimal" w:pos="461"/>
              </w:tabs>
              <w:spacing w:line="240" w:lineRule="atLeast"/>
              <w:rPr>
                <w:sz w:val="18"/>
                <w:szCs w:val="18"/>
              </w:rPr>
            </w:pPr>
          </w:p>
        </w:tc>
        <w:tc>
          <w:tcPr>
            <w:tcW w:w="801" w:type="dxa"/>
            <w:vAlign w:val="bottom"/>
          </w:tcPr>
          <w:p w14:paraId="75ECE40A" w14:textId="117FCEC3" w:rsidR="00273769" w:rsidRPr="005D3E43" w:rsidRDefault="00A4634B" w:rsidP="00A4634B">
            <w:pPr>
              <w:tabs>
                <w:tab w:val="decimal" w:pos="461"/>
              </w:tabs>
              <w:spacing w:line="240" w:lineRule="atLeast"/>
              <w:rPr>
                <w:sz w:val="18"/>
                <w:szCs w:val="18"/>
              </w:rPr>
            </w:pPr>
            <w:r>
              <w:rPr>
                <w:sz w:val="18"/>
                <w:szCs w:val="18"/>
              </w:rPr>
              <w:t>50</w:t>
            </w:r>
          </w:p>
        </w:tc>
        <w:tc>
          <w:tcPr>
            <w:tcW w:w="189" w:type="dxa"/>
          </w:tcPr>
          <w:p w14:paraId="1BF5491F" w14:textId="77777777" w:rsidR="00273769" w:rsidRPr="005D3E43" w:rsidRDefault="00273769" w:rsidP="00273769">
            <w:pPr>
              <w:tabs>
                <w:tab w:val="decimal" w:pos="461"/>
              </w:tabs>
              <w:spacing w:line="240" w:lineRule="atLeast"/>
              <w:rPr>
                <w:sz w:val="18"/>
                <w:szCs w:val="18"/>
              </w:rPr>
            </w:pPr>
          </w:p>
        </w:tc>
        <w:tc>
          <w:tcPr>
            <w:tcW w:w="810" w:type="dxa"/>
            <w:vAlign w:val="bottom"/>
          </w:tcPr>
          <w:p w14:paraId="2C02FCE9" w14:textId="77777777" w:rsidR="00273769" w:rsidRPr="005D3E43" w:rsidRDefault="00273769" w:rsidP="00A4634B">
            <w:pPr>
              <w:tabs>
                <w:tab w:val="decimal" w:pos="461"/>
              </w:tabs>
              <w:spacing w:line="240" w:lineRule="atLeast"/>
              <w:rPr>
                <w:sz w:val="18"/>
                <w:szCs w:val="18"/>
              </w:rPr>
            </w:pPr>
          </w:p>
          <w:p w14:paraId="09AD3789" w14:textId="7B75AD6B" w:rsidR="00273769" w:rsidRPr="005D3E43" w:rsidRDefault="00273769" w:rsidP="00A4634B">
            <w:pPr>
              <w:tabs>
                <w:tab w:val="decimal" w:pos="370"/>
              </w:tabs>
              <w:spacing w:line="240" w:lineRule="atLeast"/>
              <w:rPr>
                <w:sz w:val="18"/>
                <w:szCs w:val="18"/>
              </w:rPr>
            </w:pPr>
            <w:r w:rsidRPr="005D3E43">
              <w:rPr>
                <w:sz w:val="18"/>
                <w:szCs w:val="18"/>
              </w:rPr>
              <w:t>-</w:t>
            </w:r>
          </w:p>
        </w:tc>
        <w:tc>
          <w:tcPr>
            <w:tcW w:w="180" w:type="dxa"/>
            <w:vAlign w:val="bottom"/>
          </w:tcPr>
          <w:p w14:paraId="553841C9" w14:textId="77777777" w:rsidR="00273769" w:rsidRPr="005D3E43" w:rsidRDefault="00273769" w:rsidP="00A4634B">
            <w:pPr>
              <w:tabs>
                <w:tab w:val="decimal" w:pos="461"/>
              </w:tabs>
              <w:spacing w:line="240" w:lineRule="atLeast"/>
              <w:rPr>
                <w:sz w:val="18"/>
                <w:szCs w:val="18"/>
              </w:rPr>
            </w:pPr>
          </w:p>
        </w:tc>
        <w:tc>
          <w:tcPr>
            <w:tcW w:w="896" w:type="dxa"/>
            <w:vAlign w:val="bottom"/>
          </w:tcPr>
          <w:p w14:paraId="6A408CA4" w14:textId="4DA05BAB" w:rsidR="00273769" w:rsidRPr="005D3E43" w:rsidRDefault="00A4634B" w:rsidP="00A4634B">
            <w:pPr>
              <w:pStyle w:val="acctfourfigures"/>
              <w:tabs>
                <w:tab w:val="clear" w:pos="765"/>
                <w:tab w:val="decimal" w:pos="719"/>
              </w:tabs>
              <w:spacing w:line="240" w:lineRule="atLeast"/>
              <w:ind w:right="11"/>
              <w:rPr>
                <w:sz w:val="18"/>
                <w:szCs w:val="18"/>
              </w:rPr>
            </w:pPr>
            <w:r>
              <w:rPr>
                <w:sz w:val="18"/>
                <w:szCs w:val="18"/>
              </w:rPr>
              <w:t>10,000</w:t>
            </w:r>
          </w:p>
        </w:tc>
        <w:tc>
          <w:tcPr>
            <w:tcW w:w="184" w:type="dxa"/>
            <w:vAlign w:val="bottom"/>
          </w:tcPr>
          <w:p w14:paraId="49605A80" w14:textId="77777777" w:rsidR="00273769" w:rsidRPr="005D3E43" w:rsidRDefault="00273769" w:rsidP="00A4634B">
            <w:pPr>
              <w:pStyle w:val="acctfourfigures"/>
              <w:tabs>
                <w:tab w:val="decimal" w:pos="461"/>
              </w:tabs>
              <w:spacing w:line="240" w:lineRule="atLeast"/>
              <w:rPr>
                <w:sz w:val="18"/>
                <w:szCs w:val="18"/>
              </w:rPr>
            </w:pPr>
          </w:p>
        </w:tc>
        <w:tc>
          <w:tcPr>
            <w:tcW w:w="987" w:type="dxa"/>
            <w:vAlign w:val="bottom"/>
          </w:tcPr>
          <w:p w14:paraId="107CC20F" w14:textId="77777777" w:rsidR="00273769" w:rsidRPr="005D3E43" w:rsidRDefault="00273769" w:rsidP="00A4634B">
            <w:pPr>
              <w:pStyle w:val="acctfourfigures"/>
              <w:tabs>
                <w:tab w:val="clear" w:pos="765"/>
                <w:tab w:val="decimal" w:pos="461"/>
              </w:tabs>
              <w:spacing w:line="240" w:lineRule="atLeast"/>
              <w:ind w:right="11"/>
              <w:rPr>
                <w:sz w:val="18"/>
                <w:szCs w:val="18"/>
              </w:rPr>
            </w:pPr>
          </w:p>
          <w:p w14:paraId="1D2D7FF6" w14:textId="1A9711D1" w:rsidR="00273769" w:rsidRPr="005D3E43" w:rsidRDefault="00273769" w:rsidP="00290D15">
            <w:pPr>
              <w:pStyle w:val="acctfourfigures"/>
              <w:tabs>
                <w:tab w:val="clear" w:pos="765"/>
                <w:tab w:val="decimal" w:pos="557"/>
              </w:tabs>
              <w:spacing w:line="240" w:lineRule="atLeast"/>
              <w:ind w:right="11"/>
              <w:rPr>
                <w:sz w:val="18"/>
                <w:szCs w:val="18"/>
              </w:rPr>
            </w:pPr>
            <w:r w:rsidRPr="005D3E43">
              <w:rPr>
                <w:sz w:val="18"/>
                <w:szCs w:val="18"/>
              </w:rPr>
              <w:t>-</w:t>
            </w:r>
          </w:p>
        </w:tc>
        <w:tc>
          <w:tcPr>
            <w:tcW w:w="183" w:type="dxa"/>
            <w:vAlign w:val="bottom"/>
          </w:tcPr>
          <w:p w14:paraId="7592B0EB" w14:textId="77777777" w:rsidR="00273769" w:rsidRPr="005D3E43" w:rsidRDefault="00273769" w:rsidP="00A4634B">
            <w:pPr>
              <w:pStyle w:val="acctfourfigures"/>
              <w:spacing w:line="240" w:lineRule="atLeast"/>
              <w:rPr>
                <w:sz w:val="18"/>
                <w:szCs w:val="18"/>
              </w:rPr>
            </w:pPr>
          </w:p>
        </w:tc>
        <w:tc>
          <w:tcPr>
            <w:tcW w:w="891" w:type="dxa"/>
            <w:vAlign w:val="bottom"/>
          </w:tcPr>
          <w:p w14:paraId="179A1C30" w14:textId="1BE99F24" w:rsidR="00273769" w:rsidRPr="005D3E43" w:rsidRDefault="00A4634B" w:rsidP="00A4634B">
            <w:pPr>
              <w:pStyle w:val="acctfourfigures"/>
              <w:tabs>
                <w:tab w:val="clear" w:pos="765"/>
                <w:tab w:val="decimal" w:pos="373"/>
              </w:tabs>
              <w:spacing w:line="240" w:lineRule="atLeast"/>
              <w:ind w:right="11"/>
              <w:rPr>
                <w:sz w:val="18"/>
                <w:szCs w:val="18"/>
              </w:rPr>
            </w:pPr>
            <w:r>
              <w:rPr>
                <w:sz w:val="18"/>
                <w:szCs w:val="18"/>
              </w:rPr>
              <w:t>-</w:t>
            </w:r>
          </w:p>
        </w:tc>
        <w:tc>
          <w:tcPr>
            <w:tcW w:w="189" w:type="dxa"/>
            <w:vAlign w:val="bottom"/>
          </w:tcPr>
          <w:p w14:paraId="0E3817CF" w14:textId="77777777" w:rsidR="00273769" w:rsidRPr="005D3E43" w:rsidRDefault="00273769" w:rsidP="00A4634B">
            <w:pPr>
              <w:pStyle w:val="acctfourfigures"/>
              <w:tabs>
                <w:tab w:val="decimal" w:pos="551"/>
              </w:tabs>
              <w:spacing w:line="240" w:lineRule="atLeast"/>
              <w:rPr>
                <w:sz w:val="18"/>
                <w:szCs w:val="18"/>
              </w:rPr>
            </w:pPr>
          </w:p>
        </w:tc>
        <w:tc>
          <w:tcPr>
            <w:tcW w:w="897" w:type="dxa"/>
            <w:vAlign w:val="bottom"/>
          </w:tcPr>
          <w:p w14:paraId="18F626C9" w14:textId="77777777" w:rsidR="00273769" w:rsidRPr="005D3E43" w:rsidRDefault="00273769" w:rsidP="00A4634B">
            <w:pPr>
              <w:pStyle w:val="acctfourfigures"/>
              <w:tabs>
                <w:tab w:val="clear" w:pos="765"/>
                <w:tab w:val="decimal" w:pos="731"/>
              </w:tabs>
              <w:spacing w:line="240" w:lineRule="atLeast"/>
              <w:ind w:right="11"/>
              <w:rPr>
                <w:sz w:val="18"/>
                <w:szCs w:val="18"/>
              </w:rPr>
            </w:pPr>
          </w:p>
          <w:p w14:paraId="363AA48B" w14:textId="77777777" w:rsidR="00273769" w:rsidRPr="005D3E43" w:rsidRDefault="00273769" w:rsidP="00290D15">
            <w:pPr>
              <w:pStyle w:val="acctfourfigures"/>
              <w:tabs>
                <w:tab w:val="clear" w:pos="765"/>
                <w:tab w:val="decimal" w:pos="466"/>
              </w:tabs>
              <w:spacing w:line="240" w:lineRule="atLeast"/>
              <w:ind w:right="11"/>
              <w:rPr>
                <w:sz w:val="18"/>
                <w:szCs w:val="18"/>
              </w:rPr>
            </w:pPr>
            <w:r w:rsidRPr="005D3E43">
              <w:rPr>
                <w:sz w:val="18"/>
                <w:szCs w:val="18"/>
              </w:rPr>
              <w:t>-</w:t>
            </w:r>
          </w:p>
        </w:tc>
        <w:tc>
          <w:tcPr>
            <w:tcW w:w="183" w:type="dxa"/>
            <w:vAlign w:val="bottom"/>
          </w:tcPr>
          <w:p w14:paraId="02C732D4" w14:textId="77777777" w:rsidR="00273769" w:rsidRPr="005D3E43" w:rsidRDefault="00273769" w:rsidP="00A4634B">
            <w:pPr>
              <w:pStyle w:val="acctfourfigures"/>
              <w:tabs>
                <w:tab w:val="decimal" w:pos="551"/>
              </w:tabs>
              <w:spacing w:line="240" w:lineRule="atLeast"/>
              <w:rPr>
                <w:sz w:val="18"/>
                <w:szCs w:val="18"/>
              </w:rPr>
            </w:pPr>
          </w:p>
        </w:tc>
        <w:tc>
          <w:tcPr>
            <w:tcW w:w="891" w:type="dxa"/>
            <w:vAlign w:val="bottom"/>
          </w:tcPr>
          <w:p w14:paraId="2EF5A9B0" w14:textId="6C8AF0C2" w:rsidR="00273769" w:rsidRPr="005D3E43" w:rsidRDefault="00A4634B" w:rsidP="00290D15">
            <w:pPr>
              <w:pStyle w:val="acctfourfigures"/>
              <w:tabs>
                <w:tab w:val="clear" w:pos="765"/>
                <w:tab w:val="decimal" w:pos="366"/>
              </w:tabs>
              <w:spacing w:line="240" w:lineRule="atLeast"/>
              <w:ind w:right="11"/>
              <w:rPr>
                <w:sz w:val="18"/>
                <w:szCs w:val="18"/>
              </w:rPr>
            </w:pPr>
            <w:r>
              <w:rPr>
                <w:sz w:val="18"/>
                <w:szCs w:val="18"/>
              </w:rPr>
              <w:t>-</w:t>
            </w:r>
          </w:p>
        </w:tc>
        <w:tc>
          <w:tcPr>
            <w:tcW w:w="189" w:type="dxa"/>
            <w:vAlign w:val="bottom"/>
          </w:tcPr>
          <w:p w14:paraId="217B8109" w14:textId="77777777" w:rsidR="00273769" w:rsidRPr="005D3E43" w:rsidRDefault="00273769" w:rsidP="00A4634B">
            <w:pPr>
              <w:pStyle w:val="acctfourfigures"/>
              <w:tabs>
                <w:tab w:val="decimal" w:pos="551"/>
              </w:tabs>
              <w:spacing w:line="240" w:lineRule="atLeast"/>
              <w:rPr>
                <w:sz w:val="18"/>
                <w:szCs w:val="18"/>
              </w:rPr>
            </w:pPr>
          </w:p>
        </w:tc>
        <w:tc>
          <w:tcPr>
            <w:tcW w:w="900" w:type="dxa"/>
            <w:vAlign w:val="bottom"/>
          </w:tcPr>
          <w:p w14:paraId="1A11F450" w14:textId="77777777" w:rsidR="00273769" w:rsidRPr="005D3E43" w:rsidRDefault="00273769" w:rsidP="00A4634B">
            <w:pPr>
              <w:pStyle w:val="acctfourfigures"/>
              <w:tabs>
                <w:tab w:val="clear" w:pos="765"/>
                <w:tab w:val="decimal" w:pos="357"/>
              </w:tabs>
              <w:spacing w:line="240" w:lineRule="atLeast"/>
              <w:ind w:right="11"/>
              <w:rPr>
                <w:sz w:val="18"/>
                <w:szCs w:val="18"/>
              </w:rPr>
            </w:pPr>
          </w:p>
          <w:p w14:paraId="3DD663D3" w14:textId="77777777" w:rsidR="00273769" w:rsidRPr="005D3E43" w:rsidRDefault="00273769" w:rsidP="00A4634B">
            <w:pPr>
              <w:pStyle w:val="acctfourfigures"/>
              <w:tabs>
                <w:tab w:val="clear" w:pos="765"/>
                <w:tab w:val="decimal" w:pos="357"/>
              </w:tabs>
              <w:spacing w:line="240" w:lineRule="atLeast"/>
              <w:ind w:right="11"/>
              <w:rPr>
                <w:sz w:val="18"/>
                <w:szCs w:val="18"/>
              </w:rPr>
            </w:pPr>
            <w:r w:rsidRPr="005D3E43">
              <w:rPr>
                <w:sz w:val="18"/>
                <w:szCs w:val="18"/>
              </w:rPr>
              <w:t>-</w:t>
            </w:r>
          </w:p>
        </w:tc>
        <w:tc>
          <w:tcPr>
            <w:tcW w:w="270" w:type="dxa"/>
            <w:vAlign w:val="bottom"/>
          </w:tcPr>
          <w:p w14:paraId="64C0696C" w14:textId="77777777" w:rsidR="00273769" w:rsidRPr="005D3E43" w:rsidRDefault="00273769" w:rsidP="00A4634B">
            <w:pPr>
              <w:pStyle w:val="acctfourfigures"/>
              <w:tabs>
                <w:tab w:val="decimal" w:pos="551"/>
              </w:tabs>
              <w:spacing w:line="240" w:lineRule="atLeast"/>
              <w:rPr>
                <w:sz w:val="18"/>
                <w:szCs w:val="18"/>
              </w:rPr>
            </w:pPr>
          </w:p>
        </w:tc>
        <w:tc>
          <w:tcPr>
            <w:tcW w:w="801" w:type="dxa"/>
            <w:vAlign w:val="bottom"/>
          </w:tcPr>
          <w:p w14:paraId="449930EC" w14:textId="294323A9" w:rsidR="00273769" w:rsidRPr="005D3E43" w:rsidRDefault="00A4634B" w:rsidP="00A4634B">
            <w:pPr>
              <w:pStyle w:val="acctfourfigures"/>
              <w:tabs>
                <w:tab w:val="clear" w:pos="765"/>
                <w:tab w:val="decimal" w:pos="470"/>
              </w:tabs>
              <w:spacing w:line="240" w:lineRule="atLeast"/>
              <w:ind w:right="11"/>
              <w:rPr>
                <w:sz w:val="18"/>
                <w:szCs w:val="18"/>
              </w:rPr>
            </w:pPr>
            <w:r>
              <w:rPr>
                <w:sz w:val="18"/>
                <w:szCs w:val="18"/>
              </w:rPr>
              <w:t>-</w:t>
            </w:r>
          </w:p>
        </w:tc>
        <w:tc>
          <w:tcPr>
            <w:tcW w:w="189" w:type="dxa"/>
            <w:vAlign w:val="bottom"/>
          </w:tcPr>
          <w:p w14:paraId="43F69BA9" w14:textId="77777777" w:rsidR="00273769" w:rsidRPr="005D3E43" w:rsidRDefault="00273769" w:rsidP="00A4634B">
            <w:pPr>
              <w:pStyle w:val="acctfourfigures"/>
              <w:tabs>
                <w:tab w:val="decimal" w:pos="551"/>
              </w:tabs>
              <w:spacing w:line="240" w:lineRule="atLeast"/>
              <w:rPr>
                <w:sz w:val="18"/>
                <w:szCs w:val="18"/>
              </w:rPr>
            </w:pPr>
          </w:p>
        </w:tc>
        <w:tc>
          <w:tcPr>
            <w:tcW w:w="810" w:type="dxa"/>
            <w:vAlign w:val="bottom"/>
          </w:tcPr>
          <w:p w14:paraId="66BE78A3" w14:textId="77777777" w:rsidR="00273769" w:rsidRPr="005D3E43" w:rsidRDefault="00273769" w:rsidP="00A4634B">
            <w:pPr>
              <w:pStyle w:val="acctfourfigures"/>
              <w:tabs>
                <w:tab w:val="clear" w:pos="765"/>
                <w:tab w:val="decimal" w:pos="470"/>
              </w:tabs>
              <w:spacing w:line="240" w:lineRule="atLeast"/>
              <w:ind w:right="11"/>
              <w:rPr>
                <w:sz w:val="18"/>
                <w:szCs w:val="18"/>
              </w:rPr>
            </w:pPr>
          </w:p>
          <w:p w14:paraId="3426E1AD" w14:textId="77777777" w:rsidR="00273769" w:rsidRPr="005D3E43" w:rsidRDefault="00273769" w:rsidP="00A4634B">
            <w:pPr>
              <w:pStyle w:val="acctfourfigures"/>
              <w:tabs>
                <w:tab w:val="clear" w:pos="765"/>
                <w:tab w:val="decimal" w:pos="343"/>
              </w:tabs>
              <w:spacing w:line="240" w:lineRule="atLeast"/>
              <w:ind w:right="11"/>
              <w:rPr>
                <w:sz w:val="18"/>
                <w:szCs w:val="18"/>
              </w:rPr>
            </w:pPr>
            <w:r w:rsidRPr="005D3E43">
              <w:rPr>
                <w:sz w:val="18"/>
                <w:szCs w:val="18"/>
              </w:rPr>
              <w:t>-</w:t>
            </w:r>
          </w:p>
        </w:tc>
        <w:tc>
          <w:tcPr>
            <w:tcW w:w="180" w:type="dxa"/>
            <w:vAlign w:val="bottom"/>
          </w:tcPr>
          <w:p w14:paraId="52AC893B" w14:textId="77777777" w:rsidR="00273769" w:rsidRPr="005D3E43" w:rsidRDefault="00273769" w:rsidP="00A4634B">
            <w:pPr>
              <w:pStyle w:val="acctfourfigures"/>
              <w:tabs>
                <w:tab w:val="clear" w:pos="765"/>
                <w:tab w:val="decimal" w:pos="551"/>
              </w:tabs>
              <w:spacing w:line="240" w:lineRule="atLeast"/>
              <w:ind w:right="11"/>
              <w:rPr>
                <w:sz w:val="18"/>
                <w:szCs w:val="18"/>
              </w:rPr>
            </w:pPr>
          </w:p>
        </w:tc>
        <w:tc>
          <w:tcPr>
            <w:tcW w:w="810" w:type="dxa"/>
            <w:vAlign w:val="bottom"/>
          </w:tcPr>
          <w:p w14:paraId="40197F0A" w14:textId="0FBBD480" w:rsidR="00273769" w:rsidRPr="005D3E43" w:rsidRDefault="00A4634B" w:rsidP="00A4634B">
            <w:pPr>
              <w:pStyle w:val="acctfourfigures"/>
              <w:tabs>
                <w:tab w:val="clear" w:pos="765"/>
                <w:tab w:val="decimal" w:pos="337"/>
              </w:tabs>
              <w:spacing w:line="240" w:lineRule="atLeast"/>
              <w:ind w:right="11"/>
              <w:rPr>
                <w:sz w:val="18"/>
                <w:szCs w:val="18"/>
              </w:rPr>
            </w:pPr>
            <w:r>
              <w:rPr>
                <w:sz w:val="18"/>
                <w:szCs w:val="18"/>
              </w:rPr>
              <w:t>-</w:t>
            </w:r>
          </w:p>
        </w:tc>
        <w:tc>
          <w:tcPr>
            <w:tcW w:w="180" w:type="dxa"/>
            <w:vAlign w:val="bottom"/>
          </w:tcPr>
          <w:p w14:paraId="2D2B7DF9" w14:textId="77777777" w:rsidR="00273769" w:rsidRPr="005D3E43" w:rsidRDefault="00273769" w:rsidP="00A4634B">
            <w:pPr>
              <w:pStyle w:val="acctfourfigures"/>
              <w:tabs>
                <w:tab w:val="decimal" w:pos="551"/>
              </w:tabs>
              <w:spacing w:line="240" w:lineRule="atLeast"/>
              <w:rPr>
                <w:sz w:val="18"/>
                <w:szCs w:val="18"/>
              </w:rPr>
            </w:pPr>
          </w:p>
        </w:tc>
        <w:tc>
          <w:tcPr>
            <w:tcW w:w="833" w:type="dxa"/>
            <w:vAlign w:val="bottom"/>
          </w:tcPr>
          <w:p w14:paraId="40A5E2B1" w14:textId="33D3FEA1" w:rsidR="00273769" w:rsidRPr="005D3E43" w:rsidRDefault="00A4634B" w:rsidP="00A4634B">
            <w:pPr>
              <w:pStyle w:val="acctfourfigures"/>
              <w:tabs>
                <w:tab w:val="clear" w:pos="765"/>
                <w:tab w:val="decimal" w:pos="370"/>
              </w:tabs>
              <w:spacing w:line="240" w:lineRule="atLeast"/>
              <w:ind w:right="11"/>
              <w:rPr>
                <w:sz w:val="18"/>
                <w:szCs w:val="18"/>
              </w:rPr>
            </w:pPr>
            <w:r>
              <w:rPr>
                <w:sz w:val="18"/>
                <w:szCs w:val="18"/>
              </w:rPr>
              <w:t>-</w:t>
            </w:r>
          </w:p>
        </w:tc>
      </w:tr>
      <w:tr w:rsidR="00273769" w:rsidRPr="005D3E43" w14:paraId="62E970E9" w14:textId="77777777" w:rsidTr="00273769">
        <w:trPr>
          <w:cantSplit/>
          <w:trHeight w:val="242"/>
        </w:trPr>
        <w:tc>
          <w:tcPr>
            <w:tcW w:w="1705" w:type="dxa"/>
          </w:tcPr>
          <w:p w14:paraId="30994C21" w14:textId="77777777" w:rsidR="00273769" w:rsidRPr="005D3E43" w:rsidRDefault="00273769" w:rsidP="00273769">
            <w:pPr>
              <w:spacing w:line="240" w:lineRule="atLeast"/>
              <w:rPr>
                <w:b/>
                <w:bCs/>
                <w:sz w:val="18"/>
                <w:szCs w:val="18"/>
              </w:rPr>
            </w:pPr>
          </w:p>
        </w:tc>
        <w:tc>
          <w:tcPr>
            <w:tcW w:w="1073" w:type="dxa"/>
          </w:tcPr>
          <w:p w14:paraId="040A5CAB" w14:textId="77777777" w:rsidR="00273769" w:rsidRPr="005D3E43" w:rsidRDefault="00273769" w:rsidP="00273769">
            <w:pPr>
              <w:tabs>
                <w:tab w:val="decimal" w:pos="461"/>
              </w:tabs>
              <w:spacing w:line="240" w:lineRule="atLeast"/>
              <w:ind w:left="-68" w:right="-79"/>
              <w:jc w:val="center"/>
              <w:rPr>
                <w:b/>
                <w:bCs/>
                <w:sz w:val="18"/>
                <w:szCs w:val="18"/>
              </w:rPr>
            </w:pPr>
          </w:p>
        </w:tc>
        <w:tc>
          <w:tcPr>
            <w:tcW w:w="187" w:type="dxa"/>
          </w:tcPr>
          <w:p w14:paraId="1C91B4F6" w14:textId="77777777" w:rsidR="00273769" w:rsidRPr="005D3E43" w:rsidRDefault="00273769" w:rsidP="00273769">
            <w:pPr>
              <w:tabs>
                <w:tab w:val="decimal" w:pos="461"/>
              </w:tabs>
              <w:spacing w:line="240" w:lineRule="atLeast"/>
              <w:rPr>
                <w:b/>
                <w:bCs/>
                <w:sz w:val="18"/>
                <w:szCs w:val="18"/>
              </w:rPr>
            </w:pPr>
          </w:p>
        </w:tc>
        <w:tc>
          <w:tcPr>
            <w:tcW w:w="801" w:type="dxa"/>
          </w:tcPr>
          <w:p w14:paraId="1CD7F49F" w14:textId="77777777" w:rsidR="00273769" w:rsidRPr="005D3E43" w:rsidRDefault="00273769" w:rsidP="00273769">
            <w:pPr>
              <w:tabs>
                <w:tab w:val="decimal" w:pos="461"/>
              </w:tabs>
              <w:spacing w:line="240" w:lineRule="atLeast"/>
              <w:rPr>
                <w:b/>
                <w:bCs/>
                <w:sz w:val="18"/>
                <w:szCs w:val="18"/>
              </w:rPr>
            </w:pPr>
          </w:p>
        </w:tc>
        <w:tc>
          <w:tcPr>
            <w:tcW w:w="189" w:type="dxa"/>
          </w:tcPr>
          <w:p w14:paraId="23D03488" w14:textId="77777777" w:rsidR="00273769" w:rsidRPr="005D3E43" w:rsidRDefault="00273769" w:rsidP="00273769">
            <w:pPr>
              <w:tabs>
                <w:tab w:val="decimal" w:pos="461"/>
              </w:tabs>
              <w:spacing w:line="240" w:lineRule="atLeast"/>
              <w:rPr>
                <w:b/>
                <w:bCs/>
                <w:sz w:val="18"/>
                <w:szCs w:val="18"/>
              </w:rPr>
            </w:pPr>
          </w:p>
        </w:tc>
        <w:tc>
          <w:tcPr>
            <w:tcW w:w="810" w:type="dxa"/>
          </w:tcPr>
          <w:p w14:paraId="057C04CD" w14:textId="77777777" w:rsidR="00273769" w:rsidRPr="005D3E43" w:rsidRDefault="00273769" w:rsidP="00273769">
            <w:pPr>
              <w:tabs>
                <w:tab w:val="decimal" w:pos="461"/>
              </w:tabs>
              <w:spacing w:line="240" w:lineRule="atLeast"/>
              <w:rPr>
                <w:b/>
                <w:bCs/>
                <w:sz w:val="18"/>
                <w:szCs w:val="18"/>
              </w:rPr>
            </w:pPr>
          </w:p>
        </w:tc>
        <w:tc>
          <w:tcPr>
            <w:tcW w:w="180" w:type="dxa"/>
          </w:tcPr>
          <w:p w14:paraId="01D0D337" w14:textId="77777777" w:rsidR="00273769" w:rsidRPr="005D3E43" w:rsidRDefault="00273769" w:rsidP="00273769">
            <w:pPr>
              <w:tabs>
                <w:tab w:val="decimal" w:pos="461"/>
              </w:tabs>
              <w:spacing w:line="240" w:lineRule="atLeast"/>
              <w:rPr>
                <w:b/>
                <w:bCs/>
                <w:sz w:val="18"/>
                <w:szCs w:val="18"/>
              </w:rPr>
            </w:pPr>
          </w:p>
        </w:tc>
        <w:tc>
          <w:tcPr>
            <w:tcW w:w="896" w:type="dxa"/>
          </w:tcPr>
          <w:p w14:paraId="434394EF" w14:textId="77777777" w:rsidR="00273769" w:rsidRPr="005D3E43" w:rsidRDefault="00273769" w:rsidP="00273769">
            <w:pPr>
              <w:pStyle w:val="acctfourfigures"/>
              <w:tabs>
                <w:tab w:val="clear" w:pos="765"/>
                <w:tab w:val="decimal" w:pos="461"/>
              </w:tabs>
              <w:spacing w:line="240" w:lineRule="atLeast"/>
              <w:ind w:right="11"/>
              <w:rPr>
                <w:b/>
                <w:bCs/>
                <w:sz w:val="18"/>
                <w:szCs w:val="18"/>
              </w:rPr>
            </w:pPr>
          </w:p>
        </w:tc>
        <w:tc>
          <w:tcPr>
            <w:tcW w:w="184" w:type="dxa"/>
          </w:tcPr>
          <w:p w14:paraId="12B57842" w14:textId="77777777" w:rsidR="00273769" w:rsidRPr="005D3E43" w:rsidRDefault="00273769" w:rsidP="00273769">
            <w:pPr>
              <w:pStyle w:val="acctfourfigures"/>
              <w:tabs>
                <w:tab w:val="decimal" w:pos="461"/>
              </w:tabs>
              <w:spacing w:line="240" w:lineRule="atLeast"/>
              <w:rPr>
                <w:b/>
                <w:bCs/>
                <w:sz w:val="18"/>
                <w:szCs w:val="18"/>
              </w:rPr>
            </w:pPr>
          </w:p>
        </w:tc>
        <w:tc>
          <w:tcPr>
            <w:tcW w:w="987" w:type="dxa"/>
          </w:tcPr>
          <w:p w14:paraId="56D347E1" w14:textId="77777777" w:rsidR="00273769" w:rsidRPr="005D3E43" w:rsidRDefault="00273769" w:rsidP="00273769">
            <w:pPr>
              <w:pStyle w:val="acctfourfigures"/>
              <w:tabs>
                <w:tab w:val="clear" w:pos="765"/>
                <w:tab w:val="decimal" w:pos="461"/>
              </w:tabs>
              <w:spacing w:line="240" w:lineRule="atLeast"/>
              <w:ind w:right="11"/>
              <w:rPr>
                <w:b/>
                <w:bCs/>
                <w:sz w:val="18"/>
                <w:szCs w:val="18"/>
              </w:rPr>
            </w:pPr>
          </w:p>
        </w:tc>
        <w:tc>
          <w:tcPr>
            <w:tcW w:w="183" w:type="dxa"/>
          </w:tcPr>
          <w:p w14:paraId="02795CA8" w14:textId="77777777" w:rsidR="00273769" w:rsidRPr="005D3E43" w:rsidRDefault="00273769" w:rsidP="00273769">
            <w:pPr>
              <w:pStyle w:val="acctfourfigures"/>
              <w:spacing w:line="240" w:lineRule="atLeast"/>
              <w:rPr>
                <w:sz w:val="18"/>
                <w:szCs w:val="18"/>
              </w:rPr>
            </w:pPr>
          </w:p>
        </w:tc>
        <w:tc>
          <w:tcPr>
            <w:tcW w:w="891" w:type="dxa"/>
          </w:tcPr>
          <w:p w14:paraId="04E44B50" w14:textId="77777777" w:rsidR="00273769" w:rsidRPr="005D3E43" w:rsidRDefault="00273769" w:rsidP="00273769">
            <w:pPr>
              <w:pStyle w:val="acctfourfigures"/>
              <w:tabs>
                <w:tab w:val="clear" w:pos="765"/>
                <w:tab w:val="decimal" w:pos="551"/>
              </w:tabs>
              <w:spacing w:line="240" w:lineRule="atLeast"/>
              <w:ind w:right="11"/>
              <w:rPr>
                <w:b/>
                <w:bCs/>
                <w:sz w:val="18"/>
                <w:szCs w:val="18"/>
              </w:rPr>
            </w:pPr>
          </w:p>
        </w:tc>
        <w:tc>
          <w:tcPr>
            <w:tcW w:w="189" w:type="dxa"/>
          </w:tcPr>
          <w:p w14:paraId="4529EAF8" w14:textId="77777777" w:rsidR="00273769" w:rsidRPr="005D3E43" w:rsidRDefault="00273769" w:rsidP="00273769">
            <w:pPr>
              <w:pStyle w:val="acctfourfigures"/>
              <w:tabs>
                <w:tab w:val="decimal" w:pos="551"/>
              </w:tabs>
              <w:spacing w:line="240" w:lineRule="atLeast"/>
              <w:rPr>
                <w:sz w:val="18"/>
                <w:szCs w:val="18"/>
              </w:rPr>
            </w:pPr>
          </w:p>
        </w:tc>
        <w:tc>
          <w:tcPr>
            <w:tcW w:w="897" w:type="dxa"/>
          </w:tcPr>
          <w:p w14:paraId="742811AF" w14:textId="77777777" w:rsidR="00273769" w:rsidRPr="005D3E43" w:rsidRDefault="00273769" w:rsidP="00273769">
            <w:pPr>
              <w:pStyle w:val="acctfourfigures"/>
              <w:tabs>
                <w:tab w:val="clear" w:pos="765"/>
                <w:tab w:val="decimal" w:pos="551"/>
                <w:tab w:val="decimal" w:pos="731"/>
              </w:tabs>
              <w:spacing w:line="240" w:lineRule="atLeast"/>
              <w:ind w:right="11"/>
              <w:rPr>
                <w:b/>
                <w:bCs/>
                <w:sz w:val="18"/>
                <w:szCs w:val="18"/>
              </w:rPr>
            </w:pPr>
          </w:p>
        </w:tc>
        <w:tc>
          <w:tcPr>
            <w:tcW w:w="183" w:type="dxa"/>
          </w:tcPr>
          <w:p w14:paraId="403B632E" w14:textId="77777777" w:rsidR="00273769" w:rsidRPr="005D3E43" w:rsidRDefault="00273769" w:rsidP="00273769">
            <w:pPr>
              <w:pStyle w:val="acctfourfigures"/>
              <w:tabs>
                <w:tab w:val="decimal" w:pos="551"/>
              </w:tabs>
              <w:spacing w:line="240" w:lineRule="atLeast"/>
              <w:rPr>
                <w:sz w:val="18"/>
                <w:szCs w:val="18"/>
              </w:rPr>
            </w:pPr>
          </w:p>
        </w:tc>
        <w:tc>
          <w:tcPr>
            <w:tcW w:w="891" w:type="dxa"/>
          </w:tcPr>
          <w:p w14:paraId="4158B83F" w14:textId="77777777" w:rsidR="00273769" w:rsidRPr="005D3E43" w:rsidRDefault="00273769" w:rsidP="00273769">
            <w:pPr>
              <w:pStyle w:val="acctfourfigures"/>
              <w:tabs>
                <w:tab w:val="clear" w:pos="765"/>
                <w:tab w:val="decimal" w:pos="551"/>
              </w:tabs>
              <w:spacing w:line="240" w:lineRule="atLeast"/>
              <w:ind w:right="11"/>
              <w:rPr>
                <w:b/>
                <w:bCs/>
                <w:sz w:val="18"/>
                <w:szCs w:val="18"/>
              </w:rPr>
            </w:pPr>
          </w:p>
        </w:tc>
        <w:tc>
          <w:tcPr>
            <w:tcW w:w="189" w:type="dxa"/>
          </w:tcPr>
          <w:p w14:paraId="03A12F3E" w14:textId="77777777" w:rsidR="00273769" w:rsidRPr="005D3E43" w:rsidRDefault="00273769" w:rsidP="00273769">
            <w:pPr>
              <w:pStyle w:val="acctfourfigures"/>
              <w:tabs>
                <w:tab w:val="decimal" w:pos="551"/>
              </w:tabs>
              <w:spacing w:line="240" w:lineRule="atLeast"/>
              <w:rPr>
                <w:sz w:val="18"/>
                <w:szCs w:val="18"/>
              </w:rPr>
            </w:pPr>
          </w:p>
        </w:tc>
        <w:tc>
          <w:tcPr>
            <w:tcW w:w="900" w:type="dxa"/>
          </w:tcPr>
          <w:p w14:paraId="599E15A5" w14:textId="77777777" w:rsidR="00273769" w:rsidRPr="005D3E43" w:rsidRDefault="00273769" w:rsidP="00273769">
            <w:pPr>
              <w:pStyle w:val="acctfourfigures"/>
              <w:tabs>
                <w:tab w:val="clear" w:pos="765"/>
                <w:tab w:val="decimal" w:pos="731"/>
              </w:tabs>
              <w:spacing w:line="240" w:lineRule="atLeast"/>
              <w:ind w:right="11"/>
              <w:rPr>
                <w:b/>
                <w:bCs/>
                <w:sz w:val="18"/>
                <w:szCs w:val="18"/>
              </w:rPr>
            </w:pPr>
          </w:p>
        </w:tc>
        <w:tc>
          <w:tcPr>
            <w:tcW w:w="270" w:type="dxa"/>
          </w:tcPr>
          <w:p w14:paraId="20B136A8" w14:textId="77777777" w:rsidR="00273769" w:rsidRPr="005D3E43" w:rsidRDefault="00273769" w:rsidP="00273769">
            <w:pPr>
              <w:pStyle w:val="acctfourfigures"/>
              <w:tabs>
                <w:tab w:val="decimal" w:pos="551"/>
              </w:tabs>
              <w:spacing w:line="240" w:lineRule="atLeast"/>
              <w:rPr>
                <w:sz w:val="18"/>
                <w:szCs w:val="18"/>
              </w:rPr>
            </w:pPr>
          </w:p>
        </w:tc>
        <w:tc>
          <w:tcPr>
            <w:tcW w:w="801" w:type="dxa"/>
          </w:tcPr>
          <w:p w14:paraId="498A8B18" w14:textId="77777777" w:rsidR="00273769" w:rsidRPr="005D3E43" w:rsidRDefault="00273769" w:rsidP="00273769">
            <w:pPr>
              <w:pStyle w:val="acctfourfigures"/>
              <w:tabs>
                <w:tab w:val="clear" w:pos="765"/>
                <w:tab w:val="decimal" w:pos="551"/>
              </w:tabs>
              <w:spacing w:line="240" w:lineRule="atLeast"/>
              <w:ind w:right="11"/>
              <w:rPr>
                <w:b/>
                <w:bCs/>
                <w:sz w:val="18"/>
                <w:szCs w:val="18"/>
              </w:rPr>
            </w:pPr>
          </w:p>
        </w:tc>
        <w:tc>
          <w:tcPr>
            <w:tcW w:w="189" w:type="dxa"/>
          </w:tcPr>
          <w:p w14:paraId="6306FD2B" w14:textId="77777777" w:rsidR="00273769" w:rsidRPr="005D3E43" w:rsidRDefault="00273769" w:rsidP="00273769">
            <w:pPr>
              <w:pStyle w:val="acctfourfigures"/>
              <w:tabs>
                <w:tab w:val="clear" w:pos="765"/>
                <w:tab w:val="decimal" w:pos="551"/>
                <w:tab w:val="decimal" w:pos="731"/>
              </w:tabs>
              <w:spacing w:line="240" w:lineRule="atLeast"/>
              <w:ind w:right="11"/>
              <w:rPr>
                <w:b/>
                <w:bCs/>
                <w:sz w:val="18"/>
                <w:szCs w:val="18"/>
              </w:rPr>
            </w:pPr>
          </w:p>
        </w:tc>
        <w:tc>
          <w:tcPr>
            <w:tcW w:w="810" w:type="dxa"/>
          </w:tcPr>
          <w:p w14:paraId="1E2B5894" w14:textId="77777777" w:rsidR="00273769" w:rsidRPr="005D3E43" w:rsidRDefault="00273769" w:rsidP="00273769">
            <w:pPr>
              <w:pStyle w:val="acctfourfigures"/>
              <w:tabs>
                <w:tab w:val="clear" w:pos="765"/>
                <w:tab w:val="decimal" w:pos="551"/>
              </w:tabs>
              <w:spacing w:line="240" w:lineRule="atLeast"/>
              <w:ind w:right="11"/>
              <w:rPr>
                <w:b/>
                <w:bCs/>
                <w:sz w:val="18"/>
                <w:szCs w:val="18"/>
              </w:rPr>
            </w:pPr>
          </w:p>
        </w:tc>
        <w:tc>
          <w:tcPr>
            <w:tcW w:w="180" w:type="dxa"/>
          </w:tcPr>
          <w:p w14:paraId="7FF1E633" w14:textId="77777777" w:rsidR="00273769" w:rsidRPr="005D3E43" w:rsidRDefault="00273769" w:rsidP="00273769">
            <w:pPr>
              <w:pStyle w:val="acctfourfigures"/>
              <w:tabs>
                <w:tab w:val="clear" w:pos="765"/>
                <w:tab w:val="decimal" w:pos="551"/>
              </w:tabs>
              <w:spacing w:line="240" w:lineRule="atLeast"/>
              <w:ind w:right="11"/>
              <w:rPr>
                <w:b/>
                <w:bCs/>
                <w:sz w:val="18"/>
                <w:szCs w:val="18"/>
              </w:rPr>
            </w:pPr>
          </w:p>
        </w:tc>
        <w:tc>
          <w:tcPr>
            <w:tcW w:w="810" w:type="dxa"/>
          </w:tcPr>
          <w:p w14:paraId="7E193AD2" w14:textId="77777777" w:rsidR="00273769" w:rsidRPr="005D3E43" w:rsidRDefault="00273769" w:rsidP="00273769">
            <w:pPr>
              <w:pStyle w:val="acctfourfigures"/>
              <w:tabs>
                <w:tab w:val="clear" w:pos="765"/>
                <w:tab w:val="decimal" w:pos="551"/>
              </w:tabs>
              <w:spacing w:line="240" w:lineRule="atLeast"/>
              <w:ind w:right="11"/>
              <w:rPr>
                <w:b/>
                <w:bCs/>
                <w:sz w:val="18"/>
                <w:szCs w:val="18"/>
              </w:rPr>
            </w:pPr>
          </w:p>
        </w:tc>
        <w:tc>
          <w:tcPr>
            <w:tcW w:w="180" w:type="dxa"/>
          </w:tcPr>
          <w:p w14:paraId="28F273B7" w14:textId="77777777" w:rsidR="00273769" w:rsidRPr="005D3E43" w:rsidRDefault="00273769" w:rsidP="00273769">
            <w:pPr>
              <w:pStyle w:val="acctfourfigures"/>
              <w:tabs>
                <w:tab w:val="clear" w:pos="765"/>
                <w:tab w:val="decimal" w:pos="551"/>
                <w:tab w:val="decimal" w:pos="731"/>
              </w:tabs>
              <w:spacing w:line="240" w:lineRule="atLeast"/>
              <w:ind w:right="11"/>
              <w:rPr>
                <w:b/>
                <w:bCs/>
                <w:sz w:val="18"/>
                <w:szCs w:val="18"/>
              </w:rPr>
            </w:pPr>
          </w:p>
        </w:tc>
        <w:tc>
          <w:tcPr>
            <w:tcW w:w="833" w:type="dxa"/>
          </w:tcPr>
          <w:p w14:paraId="784DFCD5" w14:textId="77777777" w:rsidR="00273769" w:rsidRPr="005D3E43" w:rsidRDefault="00273769" w:rsidP="00273769">
            <w:pPr>
              <w:pStyle w:val="acctfourfigures"/>
              <w:tabs>
                <w:tab w:val="clear" w:pos="765"/>
                <w:tab w:val="decimal" w:pos="551"/>
              </w:tabs>
              <w:spacing w:line="240" w:lineRule="atLeast"/>
              <w:ind w:right="11"/>
              <w:rPr>
                <w:b/>
                <w:bCs/>
                <w:sz w:val="18"/>
                <w:szCs w:val="18"/>
              </w:rPr>
            </w:pPr>
          </w:p>
        </w:tc>
      </w:tr>
      <w:tr w:rsidR="00273769" w:rsidRPr="005D3E43" w14:paraId="28F53576" w14:textId="77777777" w:rsidTr="00273769">
        <w:trPr>
          <w:cantSplit/>
          <w:trHeight w:val="254"/>
        </w:trPr>
        <w:tc>
          <w:tcPr>
            <w:tcW w:w="4765" w:type="dxa"/>
            <w:gridSpan w:val="6"/>
          </w:tcPr>
          <w:p w14:paraId="309D8C76" w14:textId="77777777" w:rsidR="00273769" w:rsidRPr="005D3E43" w:rsidRDefault="00273769" w:rsidP="00273769">
            <w:pPr>
              <w:tabs>
                <w:tab w:val="decimal" w:pos="461"/>
              </w:tabs>
              <w:spacing w:line="240" w:lineRule="atLeast"/>
              <w:rPr>
                <w:i/>
                <w:iCs/>
                <w:sz w:val="18"/>
                <w:szCs w:val="18"/>
              </w:rPr>
            </w:pPr>
            <w:r w:rsidRPr="005D3E43">
              <w:rPr>
                <w:b/>
                <w:bCs/>
                <w:i/>
                <w:iCs/>
                <w:sz w:val="18"/>
                <w:szCs w:val="18"/>
              </w:rPr>
              <w:t>Joint venture - indirect shareholding by a subsidiary</w:t>
            </w:r>
          </w:p>
        </w:tc>
        <w:tc>
          <w:tcPr>
            <w:tcW w:w="180" w:type="dxa"/>
          </w:tcPr>
          <w:p w14:paraId="27226156" w14:textId="77777777" w:rsidR="00273769" w:rsidRPr="005D3E43" w:rsidRDefault="00273769" w:rsidP="00273769">
            <w:pPr>
              <w:tabs>
                <w:tab w:val="decimal" w:pos="461"/>
              </w:tabs>
              <w:spacing w:line="240" w:lineRule="atLeast"/>
              <w:rPr>
                <w:i/>
                <w:iCs/>
                <w:sz w:val="18"/>
                <w:szCs w:val="18"/>
              </w:rPr>
            </w:pPr>
          </w:p>
        </w:tc>
        <w:tc>
          <w:tcPr>
            <w:tcW w:w="896" w:type="dxa"/>
          </w:tcPr>
          <w:p w14:paraId="6CFCEB3E" w14:textId="77777777" w:rsidR="00273769" w:rsidRPr="005D3E43" w:rsidRDefault="00273769" w:rsidP="00273769">
            <w:pPr>
              <w:tabs>
                <w:tab w:val="decimal" w:pos="461"/>
              </w:tabs>
              <w:rPr>
                <w:sz w:val="18"/>
                <w:szCs w:val="18"/>
              </w:rPr>
            </w:pPr>
          </w:p>
        </w:tc>
        <w:tc>
          <w:tcPr>
            <w:tcW w:w="184" w:type="dxa"/>
          </w:tcPr>
          <w:p w14:paraId="3DD9A2E8" w14:textId="77777777" w:rsidR="00273769" w:rsidRPr="005D3E43" w:rsidRDefault="00273769" w:rsidP="00273769">
            <w:pPr>
              <w:pStyle w:val="acctfourfigures"/>
              <w:tabs>
                <w:tab w:val="decimal" w:pos="461"/>
              </w:tabs>
              <w:spacing w:line="240" w:lineRule="atLeast"/>
              <w:rPr>
                <w:sz w:val="18"/>
                <w:szCs w:val="18"/>
              </w:rPr>
            </w:pPr>
          </w:p>
        </w:tc>
        <w:tc>
          <w:tcPr>
            <w:tcW w:w="987" w:type="dxa"/>
          </w:tcPr>
          <w:p w14:paraId="614B8202" w14:textId="77777777" w:rsidR="00273769" w:rsidRPr="005D3E43" w:rsidRDefault="00273769" w:rsidP="00273769">
            <w:pPr>
              <w:pStyle w:val="acctfourfigures"/>
              <w:tabs>
                <w:tab w:val="decimal" w:pos="461"/>
              </w:tabs>
              <w:spacing w:line="240" w:lineRule="atLeast"/>
              <w:rPr>
                <w:sz w:val="18"/>
                <w:szCs w:val="18"/>
              </w:rPr>
            </w:pPr>
          </w:p>
        </w:tc>
        <w:tc>
          <w:tcPr>
            <w:tcW w:w="183" w:type="dxa"/>
          </w:tcPr>
          <w:p w14:paraId="28C77DDD" w14:textId="77777777" w:rsidR="00273769" w:rsidRPr="005D3E43" w:rsidRDefault="00273769" w:rsidP="00273769">
            <w:pPr>
              <w:pStyle w:val="acctfourfigures"/>
              <w:spacing w:line="240" w:lineRule="atLeast"/>
              <w:rPr>
                <w:sz w:val="18"/>
                <w:szCs w:val="18"/>
              </w:rPr>
            </w:pPr>
          </w:p>
        </w:tc>
        <w:tc>
          <w:tcPr>
            <w:tcW w:w="891" w:type="dxa"/>
          </w:tcPr>
          <w:p w14:paraId="083459C9" w14:textId="77777777" w:rsidR="00273769" w:rsidRPr="005D3E43" w:rsidRDefault="00273769" w:rsidP="00273769">
            <w:pPr>
              <w:pStyle w:val="acctfourfigures"/>
              <w:tabs>
                <w:tab w:val="clear" w:pos="765"/>
                <w:tab w:val="decimal" w:pos="551"/>
                <w:tab w:val="decimal" w:pos="731"/>
              </w:tabs>
              <w:spacing w:line="240" w:lineRule="atLeast"/>
              <w:ind w:right="11"/>
              <w:rPr>
                <w:sz w:val="18"/>
                <w:szCs w:val="18"/>
              </w:rPr>
            </w:pPr>
          </w:p>
        </w:tc>
        <w:tc>
          <w:tcPr>
            <w:tcW w:w="189" w:type="dxa"/>
          </w:tcPr>
          <w:p w14:paraId="5B6526F8" w14:textId="77777777" w:rsidR="00273769" w:rsidRPr="005D3E43" w:rsidRDefault="00273769" w:rsidP="00273769">
            <w:pPr>
              <w:pStyle w:val="acctfourfigures"/>
              <w:tabs>
                <w:tab w:val="decimal" w:pos="551"/>
              </w:tabs>
              <w:spacing w:line="240" w:lineRule="atLeast"/>
              <w:rPr>
                <w:sz w:val="18"/>
                <w:szCs w:val="18"/>
              </w:rPr>
            </w:pPr>
          </w:p>
        </w:tc>
        <w:tc>
          <w:tcPr>
            <w:tcW w:w="897" w:type="dxa"/>
          </w:tcPr>
          <w:p w14:paraId="5294E5B7" w14:textId="77777777" w:rsidR="00273769" w:rsidRPr="005D3E43" w:rsidRDefault="00273769" w:rsidP="00273769">
            <w:pPr>
              <w:pStyle w:val="acctfourfigures"/>
              <w:tabs>
                <w:tab w:val="clear" w:pos="765"/>
                <w:tab w:val="decimal" w:pos="551"/>
                <w:tab w:val="decimal" w:pos="731"/>
              </w:tabs>
              <w:spacing w:line="240" w:lineRule="atLeast"/>
              <w:ind w:right="11"/>
              <w:rPr>
                <w:sz w:val="18"/>
                <w:szCs w:val="18"/>
              </w:rPr>
            </w:pPr>
          </w:p>
        </w:tc>
        <w:tc>
          <w:tcPr>
            <w:tcW w:w="183" w:type="dxa"/>
          </w:tcPr>
          <w:p w14:paraId="353D6D5B" w14:textId="77777777" w:rsidR="00273769" w:rsidRPr="005D3E43" w:rsidRDefault="00273769" w:rsidP="00273769">
            <w:pPr>
              <w:pStyle w:val="acctfourfigures"/>
              <w:tabs>
                <w:tab w:val="decimal" w:pos="551"/>
              </w:tabs>
              <w:spacing w:line="240" w:lineRule="atLeast"/>
              <w:rPr>
                <w:sz w:val="18"/>
                <w:szCs w:val="18"/>
              </w:rPr>
            </w:pPr>
          </w:p>
        </w:tc>
        <w:tc>
          <w:tcPr>
            <w:tcW w:w="891" w:type="dxa"/>
          </w:tcPr>
          <w:p w14:paraId="109907AA" w14:textId="77777777" w:rsidR="00273769" w:rsidRPr="005D3E43" w:rsidRDefault="00273769" w:rsidP="00273769">
            <w:pPr>
              <w:pStyle w:val="acctfourfigures"/>
              <w:tabs>
                <w:tab w:val="clear" w:pos="765"/>
                <w:tab w:val="decimal" w:pos="551"/>
                <w:tab w:val="decimal" w:pos="731"/>
              </w:tabs>
              <w:spacing w:line="240" w:lineRule="atLeast"/>
              <w:ind w:right="11"/>
              <w:rPr>
                <w:sz w:val="18"/>
                <w:szCs w:val="18"/>
              </w:rPr>
            </w:pPr>
          </w:p>
        </w:tc>
        <w:tc>
          <w:tcPr>
            <w:tcW w:w="189" w:type="dxa"/>
          </w:tcPr>
          <w:p w14:paraId="59C7C2CC" w14:textId="77777777" w:rsidR="00273769" w:rsidRPr="005D3E43" w:rsidRDefault="00273769" w:rsidP="00273769">
            <w:pPr>
              <w:pStyle w:val="acctfourfigures"/>
              <w:tabs>
                <w:tab w:val="decimal" w:pos="551"/>
              </w:tabs>
              <w:spacing w:line="240" w:lineRule="atLeast"/>
              <w:rPr>
                <w:sz w:val="18"/>
                <w:szCs w:val="18"/>
              </w:rPr>
            </w:pPr>
          </w:p>
        </w:tc>
        <w:tc>
          <w:tcPr>
            <w:tcW w:w="900" w:type="dxa"/>
          </w:tcPr>
          <w:p w14:paraId="5F88F53B" w14:textId="77777777" w:rsidR="00273769" w:rsidRPr="005D3E43" w:rsidRDefault="00273769" w:rsidP="00273769">
            <w:pPr>
              <w:pStyle w:val="acctfourfigures"/>
              <w:tabs>
                <w:tab w:val="clear" w:pos="765"/>
                <w:tab w:val="decimal" w:pos="731"/>
              </w:tabs>
              <w:spacing w:line="240" w:lineRule="atLeast"/>
              <w:ind w:right="11"/>
              <w:rPr>
                <w:sz w:val="18"/>
                <w:szCs w:val="18"/>
              </w:rPr>
            </w:pPr>
          </w:p>
        </w:tc>
        <w:tc>
          <w:tcPr>
            <w:tcW w:w="270" w:type="dxa"/>
          </w:tcPr>
          <w:p w14:paraId="2434D292" w14:textId="77777777" w:rsidR="00273769" w:rsidRPr="005D3E43" w:rsidRDefault="00273769" w:rsidP="00273769">
            <w:pPr>
              <w:pStyle w:val="acctfourfigures"/>
              <w:tabs>
                <w:tab w:val="decimal" w:pos="551"/>
              </w:tabs>
              <w:spacing w:line="240" w:lineRule="atLeast"/>
              <w:rPr>
                <w:sz w:val="18"/>
                <w:szCs w:val="18"/>
              </w:rPr>
            </w:pPr>
          </w:p>
        </w:tc>
        <w:tc>
          <w:tcPr>
            <w:tcW w:w="801" w:type="dxa"/>
          </w:tcPr>
          <w:p w14:paraId="197EE15D" w14:textId="77777777" w:rsidR="00273769" w:rsidRPr="005D3E43" w:rsidRDefault="00273769" w:rsidP="00273769">
            <w:pPr>
              <w:pStyle w:val="acctfourfigures"/>
              <w:tabs>
                <w:tab w:val="clear" w:pos="765"/>
                <w:tab w:val="decimal" w:pos="551"/>
                <w:tab w:val="decimal" w:pos="731"/>
              </w:tabs>
              <w:spacing w:line="240" w:lineRule="atLeast"/>
              <w:ind w:right="11"/>
              <w:rPr>
                <w:sz w:val="18"/>
                <w:szCs w:val="18"/>
              </w:rPr>
            </w:pPr>
          </w:p>
        </w:tc>
        <w:tc>
          <w:tcPr>
            <w:tcW w:w="189" w:type="dxa"/>
          </w:tcPr>
          <w:p w14:paraId="33987AB6" w14:textId="77777777" w:rsidR="00273769" w:rsidRPr="005D3E43" w:rsidRDefault="00273769" w:rsidP="00273769">
            <w:pPr>
              <w:pStyle w:val="acctfourfigures"/>
              <w:tabs>
                <w:tab w:val="clear" w:pos="765"/>
                <w:tab w:val="decimal" w:pos="551"/>
                <w:tab w:val="decimal" w:pos="731"/>
              </w:tabs>
              <w:spacing w:line="240" w:lineRule="atLeast"/>
              <w:ind w:right="11"/>
              <w:rPr>
                <w:sz w:val="18"/>
                <w:szCs w:val="18"/>
              </w:rPr>
            </w:pPr>
          </w:p>
        </w:tc>
        <w:tc>
          <w:tcPr>
            <w:tcW w:w="810" w:type="dxa"/>
          </w:tcPr>
          <w:p w14:paraId="7BA86E5B" w14:textId="77777777" w:rsidR="00273769" w:rsidRPr="005D3E43" w:rsidRDefault="00273769" w:rsidP="00273769">
            <w:pPr>
              <w:pStyle w:val="acctfourfigures"/>
              <w:tabs>
                <w:tab w:val="clear" w:pos="765"/>
                <w:tab w:val="decimal" w:pos="551"/>
                <w:tab w:val="decimal" w:pos="731"/>
              </w:tabs>
              <w:spacing w:line="240" w:lineRule="atLeast"/>
              <w:ind w:right="11"/>
              <w:rPr>
                <w:sz w:val="18"/>
                <w:szCs w:val="18"/>
              </w:rPr>
            </w:pPr>
          </w:p>
        </w:tc>
        <w:tc>
          <w:tcPr>
            <w:tcW w:w="180" w:type="dxa"/>
          </w:tcPr>
          <w:p w14:paraId="079E9BE3" w14:textId="77777777" w:rsidR="00273769" w:rsidRPr="005D3E43" w:rsidRDefault="00273769" w:rsidP="00273769">
            <w:pPr>
              <w:pStyle w:val="acctfourfigures"/>
              <w:tabs>
                <w:tab w:val="clear" w:pos="765"/>
                <w:tab w:val="decimal" w:pos="551"/>
                <w:tab w:val="decimal" w:pos="731"/>
              </w:tabs>
              <w:spacing w:line="240" w:lineRule="atLeast"/>
              <w:ind w:right="11"/>
              <w:rPr>
                <w:sz w:val="18"/>
                <w:szCs w:val="18"/>
              </w:rPr>
            </w:pPr>
          </w:p>
        </w:tc>
        <w:tc>
          <w:tcPr>
            <w:tcW w:w="810" w:type="dxa"/>
          </w:tcPr>
          <w:p w14:paraId="6ACF0CA2" w14:textId="77777777" w:rsidR="00273769" w:rsidRPr="005D3E43" w:rsidRDefault="00273769" w:rsidP="00273769">
            <w:pPr>
              <w:pStyle w:val="acctfourfigures"/>
              <w:tabs>
                <w:tab w:val="clear" w:pos="765"/>
                <w:tab w:val="decimal" w:pos="551"/>
                <w:tab w:val="decimal" w:pos="731"/>
              </w:tabs>
              <w:spacing w:line="240" w:lineRule="atLeast"/>
              <w:ind w:right="11"/>
              <w:rPr>
                <w:sz w:val="18"/>
                <w:szCs w:val="18"/>
              </w:rPr>
            </w:pPr>
          </w:p>
        </w:tc>
        <w:tc>
          <w:tcPr>
            <w:tcW w:w="180" w:type="dxa"/>
          </w:tcPr>
          <w:p w14:paraId="24249365" w14:textId="77777777" w:rsidR="00273769" w:rsidRPr="005D3E43" w:rsidRDefault="00273769" w:rsidP="00273769">
            <w:pPr>
              <w:pStyle w:val="acctfourfigures"/>
              <w:tabs>
                <w:tab w:val="clear" w:pos="765"/>
                <w:tab w:val="decimal" w:pos="551"/>
                <w:tab w:val="decimal" w:pos="731"/>
              </w:tabs>
              <w:spacing w:line="240" w:lineRule="atLeast"/>
              <w:ind w:right="11"/>
              <w:rPr>
                <w:sz w:val="18"/>
                <w:szCs w:val="18"/>
              </w:rPr>
            </w:pPr>
          </w:p>
        </w:tc>
        <w:tc>
          <w:tcPr>
            <w:tcW w:w="833" w:type="dxa"/>
          </w:tcPr>
          <w:p w14:paraId="2A375CF0" w14:textId="77777777" w:rsidR="00273769" w:rsidRPr="005D3E43" w:rsidRDefault="00273769" w:rsidP="00273769">
            <w:pPr>
              <w:pStyle w:val="acctfourfigures"/>
              <w:tabs>
                <w:tab w:val="clear" w:pos="765"/>
                <w:tab w:val="decimal" w:pos="551"/>
                <w:tab w:val="decimal" w:pos="731"/>
              </w:tabs>
              <w:spacing w:line="240" w:lineRule="atLeast"/>
              <w:ind w:right="11"/>
              <w:rPr>
                <w:sz w:val="18"/>
                <w:szCs w:val="18"/>
              </w:rPr>
            </w:pPr>
          </w:p>
        </w:tc>
      </w:tr>
      <w:tr w:rsidR="00273769" w:rsidRPr="005D3E43" w14:paraId="735A0B0F" w14:textId="77777777" w:rsidTr="00A4634B">
        <w:trPr>
          <w:cantSplit/>
          <w:trHeight w:val="473"/>
        </w:trPr>
        <w:tc>
          <w:tcPr>
            <w:tcW w:w="1705" w:type="dxa"/>
          </w:tcPr>
          <w:p w14:paraId="6210B446" w14:textId="77777777" w:rsidR="00273769" w:rsidRPr="005D3E43" w:rsidRDefault="00273769" w:rsidP="00273769">
            <w:pPr>
              <w:spacing w:line="240" w:lineRule="atLeast"/>
              <w:ind w:left="100" w:hanging="100"/>
              <w:rPr>
                <w:sz w:val="18"/>
                <w:szCs w:val="18"/>
              </w:rPr>
            </w:pPr>
            <w:proofErr w:type="spellStart"/>
            <w:r w:rsidRPr="005D3E43">
              <w:rPr>
                <w:sz w:val="18"/>
                <w:szCs w:val="18"/>
                <w:lang w:val="en-US"/>
              </w:rPr>
              <w:t>Bayswater</w:t>
            </w:r>
            <w:proofErr w:type="spellEnd"/>
            <w:r w:rsidRPr="005D3E43">
              <w:rPr>
                <w:sz w:val="18"/>
                <w:szCs w:val="18"/>
                <w:lang w:val="en-US"/>
              </w:rPr>
              <w:t xml:space="preserve"> Co., Ltd.</w:t>
            </w:r>
          </w:p>
        </w:tc>
        <w:tc>
          <w:tcPr>
            <w:tcW w:w="1073" w:type="dxa"/>
          </w:tcPr>
          <w:p w14:paraId="35E0DB6A" w14:textId="77777777" w:rsidR="00273769" w:rsidRPr="005D3E43" w:rsidRDefault="00273769" w:rsidP="00273769">
            <w:pPr>
              <w:tabs>
                <w:tab w:val="decimal" w:pos="200"/>
              </w:tabs>
              <w:spacing w:line="240" w:lineRule="atLeast"/>
              <w:ind w:left="10" w:right="-79" w:hanging="78"/>
              <w:jc w:val="center"/>
              <w:rPr>
                <w:sz w:val="18"/>
                <w:szCs w:val="18"/>
              </w:rPr>
            </w:pPr>
            <w:r w:rsidRPr="005D3E43">
              <w:rPr>
                <w:sz w:val="18"/>
                <w:szCs w:val="18"/>
              </w:rPr>
              <w:t>Real estate development</w:t>
            </w:r>
          </w:p>
        </w:tc>
        <w:tc>
          <w:tcPr>
            <w:tcW w:w="187" w:type="dxa"/>
          </w:tcPr>
          <w:p w14:paraId="0E4E4043" w14:textId="77777777" w:rsidR="00273769" w:rsidRPr="005D3E43" w:rsidRDefault="00273769" w:rsidP="00273769">
            <w:pPr>
              <w:tabs>
                <w:tab w:val="decimal" w:pos="461"/>
              </w:tabs>
              <w:spacing w:line="240" w:lineRule="atLeast"/>
              <w:rPr>
                <w:sz w:val="18"/>
                <w:szCs w:val="18"/>
              </w:rPr>
            </w:pPr>
          </w:p>
        </w:tc>
        <w:tc>
          <w:tcPr>
            <w:tcW w:w="801" w:type="dxa"/>
            <w:vAlign w:val="bottom"/>
          </w:tcPr>
          <w:p w14:paraId="12A032F0" w14:textId="66DC2EF1" w:rsidR="00273769" w:rsidRPr="005D3E43" w:rsidRDefault="00A4634B" w:rsidP="00A4634B">
            <w:pPr>
              <w:tabs>
                <w:tab w:val="decimal" w:pos="370"/>
              </w:tabs>
              <w:spacing w:line="240" w:lineRule="atLeast"/>
              <w:rPr>
                <w:sz w:val="18"/>
                <w:szCs w:val="18"/>
              </w:rPr>
            </w:pPr>
            <w:r>
              <w:rPr>
                <w:sz w:val="18"/>
                <w:szCs w:val="18"/>
              </w:rPr>
              <w:t>-</w:t>
            </w:r>
          </w:p>
        </w:tc>
        <w:tc>
          <w:tcPr>
            <w:tcW w:w="189" w:type="dxa"/>
          </w:tcPr>
          <w:p w14:paraId="26CEDE68" w14:textId="77777777" w:rsidR="00273769" w:rsidRPr="005D3E43" w:rsidRDefault="00273769" w:rsidP="00273769">
            <w:pPr>
              <w:tabs>
                <w:tab w:val="decimal" w:pos="461"/>
              </w:tabs>
              <w:spacing w:line="240" w:lineRule="atLeast"/>
              <w:rPr>
                <w:sz w:val="18"/>
                <w:szCs w:val="18"/>
              </w:rPr>
            </w:pPr>
          </w:p>
        </w:tc>
        <w:tc>
          <w:tcPr>
            <w:tcW w:w="810" w:type="dxa"/>
          </w:tcPr>
          <w:p w14:paraId="6936FE9D" w14:textId="77777777" w:rsidR="00273769" w:rsidRPr="005D3E43" w:rsidRDefault="00273769" w:rsidP="00273769">
            <w:pPr>
              <w:tabs>
                <w:tab w:val="decimal" w:pos="461"/>
              </w:tabs>
              <w:spacing w:line="240" w:lineRule="atLeast"/>
              <w:rPr>
                <w:sz w:val="18"/>
                <w:szCs w:val="18"/>
              </w:rPr>
            </w:pPr>
          </w:p>
          <w:p w14:paraId="7DD2CE22" w14:textId="77777777" w:rsidR="00273769" w:rsidRPr="005D3E43" w:rsidRDefault="00273769" w:rsidP="00273769">
            <w:pPr>
              <w:tabs>
                <w:tab w:val="decimal" w:pos="461"/>
              </w:tabs>
              <w:spacing w:line="240" w:lineRule="atLeast"/>
              <w:rPr>
                <w:sz w:val="18"/>
                <w:szCs w:val="18"/>
              </w:rPr>
            </w:pPr>
            <w:r w:rsidRPr="005D3E43">
              <w:rPr>
                <w:sz w:val="18"/>
                <w:szCs w:val="18"/>
              </w:rPr>
              <w:t>50</w:t>
            </w:r>
          </w:p>
        </w:tc>
        <w:tc>
          <w:tcPr>
            <w:tcW w:w="180" w:type="dxa"/>
          </w:tcPr>
          <w:p w14:paraId="1B3AED48" w14:textId="77777777" w:rsidR="00273769" w:rsidRPr="005D3E43" w:rsidRDefault="00273769" w:rsidP="00273769">
            <w:pPr>
              <w:tabs>
                <w:tab w:val="decimal" w:pos="461"/>
              </w:tabs>
              <w:spacing w:line="240" w:lineRule="atLeast"/>
              <w:rPr>
                <w:sz w:val="18"/>
                <w:szCs w:val="18"/>
              </w:rPr>
            </w:pPr>
          </w:p>
        </w:tc>
        <w:tc>
          <w:tcPr>
            <w:tcW w:w="896" w:type="dxa"/>
            <w:vAlign w:val="bottom"/>
          </w:tcPr>
          <w:p w14:paraId="3EADB19B" w14:textId="2801C631" w:rsidR="00273769" w:rsidRPr="005D3E43" w:rsidRDefault="00A4634B" w:rsidP="00273769">
            <w:pPr>
              <w:pStyle w:val="acctfourfigures"/>
              <w:tabs>
                <w:tab w:val="clear" w:pos="765"/>
                <w:tab w:val="decimal" w:pos="190"/>
              </w:tabs>
              <w:spacing w:line="240" w:lineRule="atLeast"/>
              <w:ind w:right="11"/>
              <w:jc w:val="center"/>
              <w:rPr>
                <w:sz w:val="18"/>
                <w:szCs w:val="18"/>
              </w:rPr>
            </w:pPr>
            <w:r>
              <w:rPr>
                <w:sz w:val="18"/>
                <w:szCs w:val="18"/>
              </w:rPr>
              <w:t>-</w:t>
            </w:r>
          </w:p>
        </w:tc>
        <w:tc>
          <w:tcPr>
            <w:tcW w:w="184" w:type="dxa"/>
          </w:tcPr>
          <w:p w14:paraId="288367F8" w14:textId="77777777" w:rsidR="00273769" w:rsidRPr="005D3E43" w:rsidRDefault="00273769" w:rsidP="00273769">
            <w:pPr>
              <w:pStyle w:val="acctfourfigures"/>
              <w:tabs>
                <w:tab w:val="decimal" w:pos="461"/>
              </w:tabs>
              <w:spacing w:line="240" w:lineRule="atLeast"/>
              <w:rPr>
                <w:sz w:val="18"/>
                <w:szCs w:val="18"/>
              </w:rPr>
            </w:pPr>
          </w:p>
        </w:tc>
        <w:tc>
          <w:tcPr>
            <w:tcW w:w="987" w:type="dxa"/>
          </w:tcPr>
          <w:p w14:paraId="543854B5" w14:textId="77777777" w:rsidR="00273769" w:rsidRPr="005D3E43" w:rsidRDefault="00273769" w:rsidP="00273769">
            <w:pPr>
              <w:pStyle w:val="acctfourfigures"/>
              <w:tabs>
                <w:tab w:val="clear" w:pos="765"/>
                <w:tab w:val="decimal" w:pos="461"/>
              </w:tabs>
              <w:spacing w:line="240" w:lineRule="atLeast"/>
              <w:ind w:right="11"/>
              <w:rPr>
                <w:sz w:val="18"/>
                <w:szCs w:val="18"/>
              </w:rPr>
            </w:pPr>
          </w:p>
          <w:p w14:paraId="101685C3" w14:textId="77777777" w:rsidR="00273769" w:rsidRPr="005D3E43" w:rsidRDefault="00273769" w:rsidP="00290D15">
            <w:pPr>
              <w:pStyle w:val="acctfourfigures"/>
              <w:tabs>
                <w:tab w:val="clear" w:pos="765"/>
                <w:tab w:val="decimal" w:pos="818"/>
              </w:tabs>
              <w:spacing w:line="240" w:lineRule="atLeast"/>
              <w:ind w:right="11"/>
              <w:rPr>
                <w:sz w:val="18"/>
                <w:szCs w:val="18"/>
              </w:rPr>
            </w:pPr>
            <w:r w:rsidRPr="005D3E43">
              <w:rPr>
                <w:sz w:val="18"/>
                <w:szCs w:val="18"/>
              </w:rPr>
              <w:t>10,000</w:t>
            </w:r>
          </w:p>
        </w:tc>
        <w:tc>
          <w:tcPr>
            <w:tcW w:w="183" w:type="dxa"/>
          </w:tcPr>
          <w:p w14:paraId="4B1653CB" w14:textId="77777777" w:rsidR="00273769" w:rsidRPr="005D3E43" w:rsidRDefault="00273769" w:rsidP="00273769">
            <w:pPr>
              <w:pStyle w:val="acctfourfigures"/>
              <w:spacing w:line="240" w:lineRule="atLeast"/>
              <w:rPr>
                <w:sz w:val="18"/>
                <w:szCs w:val="18"/>
              </w:rPr>
            </w:pPr>
          </w:p>
        </w:tc>
        <w:tc>
          <w:tcPr>
            <w:tcW w:w="891" w:type="dxa"/>
            <w:tcBorders>
              <w:bottom w:val="single" w:sz="4" w:space="0" w:color="auto"/>
            </w:tcBorders>
            <w:vAlign w:val="bottom"/>
          </w:tcPr>
          <w:p w14:paraId="3299774D" w14:textId="671D1C31" w:rsidR="00273769" w:rsidRPr="005D3E43" w:rsidRDefault="00A4634B" w:rsidP="00273769">
            <w:pPr>
              <w:pStyle w:val="acctfourfigures"/>
              <w:tabs>
                <w:tab w:val="clear" w:pos="765"/>
                <w:tab w:val="decimal" w:pos="373"/>
              </w:tabs>
              <w:spacing w:line="240" w:lineRule="atLeast"/>
              <w:ind w:right="11"/>
              <w:rPr>
                <w:sz w:val="18"/>
                <w:szCs w:val="18"/>
              </w:rPr>
            </w:pPr>
            <w:r>
              <w:rPr>
                <w:sz w:val="18"/>
                <w:szCs w:val="18"/>
              </w:rPr>
              <w:t>-</w:t>
            </w:r>
          </w:p>
        </w:tc>
        <w:tc>
          <w:tcPr>
            <w:tcW w:w="189" w:type="dxa"/>
          </w:tcPr>
          <w:p w14:paraId="448295AC" w14:textId="77777777" w:rsidR="00273769" w:rsidRPr="005D3E43" w:rsidRDefault="00273769" w:rsidP="00273769">
            <w:pPr>
              <w:pStyle w:val="acctfourfigures"/>
              <w:tabs>
                <w:tab w:val="decimal" w:pos="551"/>
              </w:tabs>
              <w:spacing w:line="240" w:lineRule="atLeast"/>
              <w:rPr>
                <w:sz w:val="18"/>
                <w:szCs w:val="18"/>
              </w:rPr>
            </w:pPr>
          </w:p>
        </w:tc>
        <w:tc>
          <w:tcPr>
            <w:tcW w:w="897" w:type="dxa"/>
            <w:tcBorders>
              <w:bottom w:val="single" w:sz="4" w:space="0" w:color="auto"/>
            </w:tcBorders>
          </w:tcPr>
          <w:p w14:paraId="60B4B303" w14:textId="77777777" w:rsidR="00273769" w:rsidRPr="005D3E43" w:rsidRDefault="00273769" w:rsidP="00273769">
            <w:pPr>
              <w:pStyle w:val="acctfourfigures"/>
              <w:tabs>
                <w:tab w:val="clear" w:pos="765"/>
                <w:tab w:val="decimal" w:pos="731"/>
              </w:tabs>
              <w:spacing w:line="240" w:lineRule="atLeast"/>
              <w:ind w:right="11"/>
              <w:rPr>
                <w:sz w:val="18"/>
                <w:szCs w:val="18"/>
              </w:rPr>
            </w:pPr>
          </w:p>
          <w:p w14:paraId="0F445787" w14:textId="77777777" w:rsidR="00273769" w:rsidRPr="005D3E43" w:rsidRDefault="00273769" w:rsidP="00290D15">
            <w:pPr>
              <w:pStyle w:val="acctfourfigures"/>
              <w:tabs>
                <w:tab w:val="clear" w:pos="765"/>
                <w:tab w:val="decimal" w:pos="466"/>
              </w:tabs>
              <w:spacing w:line="240" w:lineRule="atLeast"/>
              <w:ind w:right="11"/>
              <w:rPr>
                <w:sz w:val="18"/>
                <w:szCs w:val="18"/>
              </w:rPr>
            </w:pPr>
            <w:r w:rsidRPr="005D3E43">
              <w:rPr>
                <w:sz w:val="18"/>
                <w:szCs w:val="18"/>
              </w:rPr>
              <w:t>-</w:t>
            </w:r>
          </w:p>
        </w:tc>
        <w:tc>
          <w:tcPr>
            <w:tcW w:w="183" w:type="dxa"/>
          </w:tcPr>
          <w:p w14:paraId="4BDE9CED" w14:textId="77777777" w:rsidR="00273769" w:rsidRPr="005D3E43" w:rsidRDefault="00273769" w:rsidP="00273769">
            <w:pPr>
              <w:pStyle w:val="acctfourfigures"/>
              <w:tabs>
                <w:tab w:val="decimal" w:pos="551"/>
              </w:tabs>
              <w:spacing w:line="240" w:lineRule="atLeast"/>
              <w:rPr>
                <w:sz w:val="18"/>
                <w:szCs w:val="18"/>
              </w:rPr>
            </w:pPr>
          </w:p>
        </w:tc>
        <w:tc>
          <w:tcPr>
            <w:tcW w:w="891" w:type="dxa"/>
            <w:tcBorders>
              <w:bottom w:val="single" w:sz="4" w:space="0" w:color="auto"/>
            </w:tcBorders>
            <w:vAlign w:val="bottom"/>
          </w:tcPr>
          <w:p w14:paraId="3637037E" w14:textId="62CF6E32" w:rsidR="00273769" w:rsidRPr="005D3E43" w:rsidRDefault="00A4634B" w:rsidP="00290D15">
            <w:pPr>
              <w:pStyle w:val="acctfourfigures"/>
              <w:tabs>
                <w:tab w:val="clear" w:pos="765"/>
                <w:tab w:val="decimal" w:pos="366"/>
              </w:tabs>
              <w:spacing w:line="240" w:lineRule="atLeast"/>
              <w:ind w:right="11"/>
              <w:rPr>
                <w:sz w:val="18"/>
                <w:szCs w:val="18"/>
              </w:rPr>
            </w:pPr>
            <w:r>
              <w:rPr>
                <w:sz w:val="18"/>
                <w:szCs w:val="18"/>
              </w:rPr>
              <w:t>-</w:t>
            </w:r>
          </w:p>
        </w:tc>
        <w:tc>
          <w:tcPr>
            <w:tcW w:w="189" w:type="dxa"/>
          </w:tcPr>
          <w:p w14:paraId="778DD8FA" w14:textId="77777777" w:rsidR="00273769" w:rsidRPr="005D3E43" w:rsidRDefault="00273769" w:rsidP="00273769">
            <w:pPr>
              <w:pStyle w:val="acctfourfigures"/>
              <w:tabs>
                <w:tab w:val="decimal" w:pos="551"/>
              </w:tabs>
              <w:spacing w:line="240" w:lineRule="atLeast"/>
              <w:rPr>
                <w:sz w:val="18"/>
                <w:szCs w:val="18"/>
              </w:rPr>
            </w:pPr>
          </w:p>
        </w:tc>
        <w:tc>
          <w:tcPr>
            <w:tcW w:w="900" w:type="dxa"/>
            <w:tcBorders>
              <w:bottom w:val="single" w:sz="4" w:space="0" w:color="auto"/>
            </w:tcBorders>
          </w:tcPr>
          <w:p w14:paraId="17C9F7B8" w14:textId="77777777" w:rsidR="00273769" w:rsidRPr="005D3E43" w:rsidRDefault="00273769" w:rsidP="00273769">
            <w:pPr>
              <w:pStyle w:val="acctfourfigures"/>
              <w:tabs>
                <w:tab w:val="clear" w:pos="765"/>
                <w:tab w:val="decimal" w:pos="357"/>
              </w:tabs>
              <w:spacing w:line="240" w:lineRule="atLeast"/>
              <w:ind w:right="11"/>
              <w:rPr>
                <w:sz w:val="18"/>
                <w:szCs w:val="18"/>
              </w:rPr>
            </w:pPr>
          </w:p>
          <w:p w14:paraId="3A30FBED" w14:textId="77777777" w:rsidR="00273769" w:rsidRPr="005D3E43" w:rsidRDefault="00273769" w:rsidP="00273769">
            <w:pPr>
              <w:pStyle w:val="acctfourfigures"/>
              <w:tabs>
                <w:tab w:val="clear" w:pos="765"/>
                <w:tab w:val="decimal" w:pos="357"/>
              </w:tabs>
              <w:spacing w:line="240" w:lineRule="atLeast"/>
              <w:ind w:right="11"/>
              <w:rPr>
                <w:sz w:val="18"/>
                <w:szCs w:val="18"/>
              </w:rPr>
            </w:pPr>
            <w:r w:rsidRPr="005D3E43">
              <w:rPr>
                <w:sz w:val="18"/>
                <w:szCs w:val="18"/>
              </w:rPr>
              <w:t>-</w:t>
            </w:r>
          </w:p>
        </w:tc>
        <w:tc>
          <w:tcPr>
            <w:tcW w:w="270" w:type="dxa"/>
          </w:tcPr>
          <w:p w14:paraId="043D81C7" w14:textId="77777777" w:rsidR="00273769" w:rsidRPr="005D3E43" w:rsidRDefault="00273769" w:rsidP="00273769">
            <w:pPr>
              <w:pStyle w:val="acctfourfigures"/>
              <w:tabs>
                <w:tab w:val="decimal" w:pos="551"/>
              </w:tabs>
              <w:spacing w:line="240" w:lineRule="atLeast"/>
              <w:rPr>
                <w:sz w:val="18"/>
                <w:szCs w:val="18"/>
              </w:rPr>
            </w:pPr>
          </w:p>
        </w:tc>
        <w:tc>
          <w:tcPr>
            <w:tcW w:w="801" w:type="dxa"/>
            <w:vAlign w:val="bottom"/>
          </w:tcPr>
          <w:p w14:paraId="46A85821" w14:textId="7C6F6C9C" w:rsidR="00273769" w:rsidRPr="005D3E43" w:rsidRDefault="00A4634B" w:rsidP="00273769">
            <w:pPr>
              <w:pStyle w:val="acctfourfigures"/>
              <w:tabs>
                <w:tab w:val="clear" w:pos="765"/>
                <w:tab w:val="decimal" w:pos="470"/>
              </w:tabs>
              <w:spacing w:line="240" w:lineRule="atLeast"/>
              <w:ind w:right="11"/>
              <w:rPr>
                <w:sz w:val="18"/>
                <w:szCs w:val="18"/>
              </w:rPr>
            </w:pPr>
            <w:r>
              <w:rPr>
                <w:sz w:val="18"/>
                <w:szCs w:val="18"/>
              </w:rPr>
              <w:t>-</w:t>
            </w:r>
          </w:p>
        </w:tc>
        <w:tc>
          <w:tcPr>
            <w:tcW w:w="189" w:type="dxa"/>
          </w:tcPr>
          <w:p w14:paraId="4349C39A" w14:textId="77777777" w:rsidR="00273769" w:rsidRPr="005D3E43" w:rsidRDefault="00273769" w:rsidP="00273769">
            <w:pPr>
              <w:pStyle w:val="acctfourfigures"/>
              <w:tabs>
                <w:tab w:val="decimal" w:pos="551"/>
              </w:tabs>
              <w:spacing w:line="240" w:lineRule="atLeast"/>
              <w:rPr>
                <w:sz w:val="18"/>
                <w:szCs w:val="18"/>
              </w:rPr>
            </w:pPr>
          </w:p>
        </w:tc>
        <w:tc>
          <w:tcPr>
            <w:tcW w:w="810" w:type="dxa"/>
          </w:tcPr>
          <w:p w14:paraId="7FE1CE12" w14:textId="77777777" w:rsidR="00273769" w:rsidRPr="005D3E43" w:rsidRDefault="00273769" w:rsidP="00273769">
            <w:pPr>
              <w:pStyle w:val="acctfourfigures"/>
              <w:tabs>
                <w:tab w:val="clear" w:pos="765"/>
                <w:tab w:val="decimal" w:pos="470"/>
              </w:tabs>
              <w:spacing w:line="240" w:lineRule="atLeast"/>
              <w:ind w:right="11"/>
              <w:rPr>
                <w:sz w:val="18"/>
                <w:szCs w:val="18"/>
              </w:rPr>
            </w:pPr>
          </w:p>
          <w:p w14:paraId="14AB94A8" w14:textId="77777777" w:rsidR="00273769" w:rsidRPr="005D3E43" w:rsidRDefault="00273769" w:rsidP="00273769">
            <w:pPr>
              <w:pStyle w:val="acctfourfigures"/>
              <w:tabs>
                <w:tab w:val="clear" w:pos="765"/>
                <w:tab w:val="decimal" w:pos="343"/>
              </w:tabs>
              <w:spacing w:line="240" w:lineRule="atLeast"/>
              <w:ind w:right="11"/>
              <w:rPr>
                <w:sz w:val="18"/>
                <w:szCs w:val="18"/>
              </w:rPr>
            </w:pPr>
            <w:r w:rsidRPr="005D3E43">
              <w:rPr>
                <w:sz w:val="18"/>
                <w:szCs w:val="18"/>
              </w:rPr>
              <w:t>-</w:t>
            </w:r>
          </w:p>
        </w:tc>
        <w:tc>
          <w:tcPr>
            <w:tcW w:w="180" w:type="dxa"/>
          </w:tcPr>
          <w:p w14:paraId="1572BE49" w14:textId="77777777" w:rsidR="00273769" w:rsidRPr="005D3E43" w:rsidRDefault="00273769" w:rsidP="00273769">
            <w:pPr>
              <w:pStyle w:val="acctfourfigures"/>
              <w:tabs>
                <w:tab w:val="clear" w:pos="765"/>
                <w:tab w:val="decimal" w:pos="551"/>
              </w:tabs>
              <w:spacing w:line="240" w:lineRule="atLeast"/>
              <w:ind w:right="11"/>
              <w:rPr>
                <w:sz w:val="18"/>
                <w:szCs w:val="18"/>
              </w:rPr>
            </w:pPr>
          </w:p>
        </w:tc>
        <w:tc>
          <w:tcPr>
            <w:tcW w:w="810" w:type="dxa"/>
            <w:tcBorders>
              <w:bottom w:val="single" w:sz="4" w:space="0" w:color="auto"/>
            </w:tcBorders>
            <w:vAlign w:val="bottom"/>
          </w:tcPr>
          <w:p w14:paraId="6DFAB468" w14:textId="4AC371AB" w:rsidR="00273769" w:rsidRPr="005D3E43" w:rsidRDefault="00A4634B" w:rsidP="00273769">
            <w:pPr>
              <w:pStyle w:val="acctfourfigures"/>
              <w:tabs>
                <w:tab w:val="clear" w:pos="765"/>
                <w:tab w:val="decimal" w:pos="337"/>
              </w:tabs>
              <w:spacing w:line="240" w:lineRule="atLeast"/>
              <w:ind w:right="11"/>
              <w:rPr>
                <w:sz w:val="18"/>
                <w:szCs w:val="18"/>
              </w:rPr>
            </w:pPr>
            <w:r>
              <w:rPr>
                <w:sz w:val="18"/>
                <w:szCs w:val="18"/>
              </w:rPr>
              <w:t>-</w:t>
            </w:r>
          </w:p>
        </w:tc>
        <w:tc>
          <w:tcPr>
            <w:tcW w:w="180" w:type="dxa"/>
          </w:tcPr>
          <w:p w14:paraId="45E7FB55" w14:textId="77777777" w:rsidR="00273769" w:rsidRPr="005D3E43" w:rsidRDefault="00273769" w:rsidP="00273769">
            <w:pPr>
              <w:pStyle w:val="acctfourfigures"/>
              <w:tabs>
                <w:tab w:val="decimal" w:pos="551"/>
              </w:tabs>
              <w:spacing w:line="240" w:lineRule="atLeast"/>
              <w:rPr>
                <w:sz w:val="18"/>
                <w:szCs w:val="18"/>
              </w:rPr>
            </w:pPr>
          </w:p>
        </w:tc>
        <w:tc>
          <w:tcPr>
            <w:tcW w:w="833" w:type="dxa"/>
            <w:tcBorders>
              <w:bottom w:val="single" w:sz="4" w:space="0" w:color="auto"/>
            </w:tcBorders>
            <w:vAlign w:val="bottom"/>
          </w:tcPr>
          <w:p w14:paraId="2C8131A3" w14:textId="46EC907A" w:rsidR="00273769" w:rsidRPr="005D3E43" w:rsidRDefault="00A4634B" w:rsidP="00A4634B">
            <w:pPr>
              <w:pStyle w:val="acctfourfigures"/>
              <w:tabs>
                <w:tab w:val="clear" w:pos="765"/>
                <w:tab w:val="decimal" w:pos="370"/>
              </w:tabs>
              <w:spacing w:line="240" w:lineRule="atLeast"/>
              <w:ind w:right="11"/>
              <w:rPr>
                <w:sz w:val="18"/>
                <w:szCs w:val="18"/>
              </w:rPr>
            </w:pPr>
            <w:r>
              <w:rPr>
                <w:sz w:val="18"/>
                <w:szCs w:val="18"/>
              </w:rPr>
              <w:t>-</w:t>
            </w:r>
          </w:p>
        </w:tc>
      </w:tr>
      <w:tr w:rsidR="00273769" w:rsidRPr="005D3E43" w14:paraId="38424DA2" w14:textId="77777777" w:rsidTr="00273769">
        <w:trPr>
          <w:cantSplit/>
          <w:trHeight w:val="242"/>
        </w:trPr>
        <w:tc>
          <w:tcPr>
            <w:tcW w:w="1705" w:type="dxa"/>
          </w:tcPr>
          <w:p w14:paraId="60673E46" w14:textId="77777777" w:rsidR="00273769" w:rsidRPr="005D3E43" w:rsidRDefault="00273769" w:rsidP="00273769">
            <w:pPr>
              <w:spacing w:line="240" w:lineRule="atLeast"/>
              <w:rPr>
                <w:b/>
                <w:bCs/>
                <w:sz w:val="18"/>
                <w:szCs w:val="18"/>
              </w:rPr>
            </w:pPr>
            <w:r w:rsidRPr="005D3E43">
              <w:rPr>
                <w:b/>
                <w:bCs/>
                <w:sz w:val="18"/>
                <w:szCs w:val="18"/>
              </w:rPr>
              <w:t>Total</w:t>
            </w:r>
          </w:p>
        </w:tc>
        <w:tc>
          <w:tcPr>
            <w:tcW w:w="1073" w:type="dxa"/>
          </w:tcPr>
          <w:p w14:paraId="73CCFF22" w14:textId="77777777" w:rsidR="00273769" w:rsidRPr="005D3E43" w:rsidRDefault="00273769" w:rsidP="00273769">
            <w:pPr>
              <w:tabs>
                <w:tab w:val="decimal" w:pos="461"/>
              </w:tabs>
              <w:spacing w:line="240" w:lineRule="atLeast"/>
              <w:ind w:left="-68" w:right="-79"/>
              <w:jc w:val="center"/>
              <w:rPr>
                <w:b/>
                <w:bCs/>
                <w:sz w:val="18"/>
                <w:szCs w:val="18"/>
              </w:rPr>
            </w:pPr>
          </w:p>
        </w:tc>
        <w:tc>
          <w:tcPr>
            <w:tcW w:w="187" w:type="dxa"/>
          </w:tcPr>
          <w:p w14:paraId="1A64B749" w14:textId="77777777" w:rsidR="00273769" w:rsidRPr="005D3E43" w:rsidRDefault="00273769" w:rsidP="00273769">
            <w:pPr>
              <w:tabs>
                <w:tab w:val="decimal" w:pos="461"/>
              </w:tabs>
              <w:spacing w:line="240" w:lineRule="atLeast"/>
              <w:rPr>
                <w:b/>
                <w:bCs/>
                <w:sz w:val="18"/>
                <w:szCs w:val="18"/>
              </w:rPr>
            </w:pPr>
          </w:p>
        </w:tc>
        <w:tc>
          <w:tcPr>
            <w:tcW w:w="801" w:type="dxa"/>
          </w:tcPr>
          <w:p w14:paraId="24D82FC8" w14:textId="77777777" w:rsidR="00273769" w:rsidRPr="005D3E43" w:rsidRDefault="00273769" w:rsidP="00273769">
            <w:pPr>
              <w:tabs>
                <w:tab w:val="decimal" w:pos="461"/>
              </w:tabs>
              <w:spacing w:line="240" w:lineRule="atLeast"/>
              <w:rPr>
                <w:b/>
                <w:bCs/>
                <w:sz w:val="18"/>
                <w:szCs w:val="18"/>
              </w:rPr>
            </w:pPr>
          </w:p>
        </w:tc>
        <w:tc>
          <w:tcPr>
            <w:tcW w:w="189" w:type="dxa"/>
          </w:tcPr>
          <w:p w14:paraId="14ADD158" w14:textId="77777777" w:rsidR="00273769" w:rsidRPr="005D3E43" w:rsidRDefault="00273769" w:rsidP="00273769">
            <w:pPr>
              <w:tabs>
                <w:tab w:val="decimal" w:pos="461"/>
              </w:tabs>
              <w:spacing w:line="240" w:lineRule="atLeast"/>
              <w:rPr>
                <w:b/>
                <w:bCs/>
                <w:sz w:val="18"/>
                <w:szCs w:val="18"/>
              </w:rPr>
            </w:pPr>
          </w:p>
        </w:tc>
        <w:tc>
          <w:tcPr>
            <w:tcW w:w="810" w:type="dxa"/>
          </w:tcPr>
          <w:p w14:paraId="6B44CD98" w14:textId="77777777" w:rsidR="00273769" w:rsidRPr="005D3E43" w:rsidRDefault="00273769" w:rsidP="00273769">
            <w:pPr>
              <w:tabs>
                <w:tab w:val="decimal" w:pos="461"/>
              </w:tabs>
              <w:spacing w:line="240" w:lineRule="atLeast"/>
              <w:rPr>
                <w:b/>
                <w:bCs/>
                <w:sz w:val="18"/>
                <w:szCs w:val="18"/>
              </w:rPr>
            </w:pPr>
          </w:p>
        </w:tc>
        <w:tc>
          <w:tcPr>
            <w:tcW w:w="180" w:type="dxa"/>
          </w:tcPr>
          <w:p w14:paraId="49903C00" w14:textId="77777777" w:rsidR="00273769" w:rsidRPr="005D3E43" w:rsidRDefault="00273769" w:rsidP="00273769">
            <w:pPr>
              <w:tabs>
                <w:tab w:val="decimal" w:pos="461"/>
              </w:tabs>
              <w:spacing w:line="240" w:lineRule="atLeast"/>
              <w:rPr>
                <w:b/>
                <w:bCs/>
                <w:sz w:val="18"/>
                <w:szCs w:val="18"/>
              </w:rPr>
            </w:pPr>
          </w:p>
        </w:tc>
        <w:tc>
          <w:tcPr>
            <w:tcW w:w="896" w:type="dxa"/>
          </w:tcPr>
          <w:p w14:paraId="3D5AA889" w14:textId="77777777" w:rsidR="00273769" w:rsidRPr="005D3E43" w:rsidRDefault="00273769" w:rsidP="00273769">
            <w:pPr>
              <w:pStyle w:val="acctfourfigures"/>
              <w:tabs>
                <w:tab w:val="clear" w:pos="765"/>
                <w:tab w:val="decimal" w:pos="461"/>
              </w:tabs>
              <w:spacing w:line="240" w:lineRule="atLeast"/>
              <w:ind w:right="11"/>
              <w:rPr>
                <w:b/>
                <w:bCs/>
                <w:sz w:val="18"/>
                <w:szCs w:val="18"/>
              </w:rPr>
            </w:pPr>
          </w:p>
        </w:tc>
        <w:tc>
          <w:tcPr>
            <w:tcW w:w="184" w:type="dxa"/>
          </w:tcPr>
          <w:p w14:paraId="5A00761F" w14:textId="77777777" w:rsidR="00273769" w:rsidRPr="005D3E43" w:rsidRDefault="00273769" w:rsidP="00273769">
            <w:pPr>
              <w:pStyle w:val="acctfourfigures"/>
              <w:tabs>
                <w:tab w:val="decimal" w:pos="461"/>
              </w:tabs>
              <w:spacing w:line="240" w:lineRule="atLeast"/>
              <w:rPr>
                <w:b/>
                <w:bCs/>
                <w:sz w:val="18"/>
                <w:szCs w:val="18"/>
              </w:rPr>
            </w:pPr>
          </w:p>
        </w:tc>
        <w:tc>
          <w:tcPr>
            <w:tcW w:w="987" w:type="dxa"/>
          </w:tcPr>
          <w:p w14:paraId="5EC061BF" w14:textId="77777777" w:rsidR="00273769" w:rsidRPr="005D3E43" w:rsidRDefault="00273769" w:rsidP="00273769">
            <w:pPr>
              <w:pStyle w:val="acctfourfigures"/>
              <w:tabs>
                <w:tab w:val="clear" w:pos="765"/>
                <w:tab w:val="decimal" w:pos="461"/>
              </w:tabs>
              <w:spacing w:line="240" w:lineRule="atLeast"/>
              <w:ind w:right="11"/>
              <w:rPr>
                <w:b/>
                <w:bCs/>
                <w:sz w:val="18"/>
                <w:szCs w:val="18"/>
              </w:rPr>
            </w:pPr>
          </w:p>
        </w:tc>
        <w:tc>
          <w:tcPr>
            <w:tcW w:w="183" w:type="dxa"/>
          </w:tcPr>
          <w:p w14:paraId="1572B81A" w14:textId="77777777" w:rsidR="00273769" w:rsidRPr="005D3E43" w:rsidRDefault="00273769" w:rsidP="00273769">
            <w:pPr>
              <w:pStyle w:val="acctfourfigures"/>
              <w:spacing w:line="240" w:lineRule="atLeast"/>
              <w:rPr>
                <w:sz w:val="18"/>
                <w:szCs w:val="18"/>
              </w:rPr>
            </w:pPr>
          </w:p>
        </w:tc>
        <w:tc>
          <w:tcPr>
            <w:tcW w:w="891" w:type="dxa"/>
            <w:tcBorders>
              <w:top w:val="single" w:sz="4" w:space="0" w:color="auto"/>
              <w:bottom w:val="double" w:sz="4" w:space="0" w:color="auto"/>
            </w:tcBorders>
          </w:tcPr>
          <w:p w14:paraId="6D0D7D82" w14:textId="6DE5E0B0" w:rsidR="00273769" w:rsidRPr="005D3E43" w:rsidRDefault="00A4634B" w:rsidP="00A4634B">
            <w:pPr>
              <w:pStyle w:val="acctfourfigures"/>
              <w:tabs>
                <w:tab w:val="clear" w:pos="765"/>
                <w:tab w:val="left" w:pos="644"/>
              </w:tabs>
              <w:spacing w:line="240" w:lineRule="atLeast"/>
              <w:ind w:left="-70" w:right="11" w:hanging="70"/>
              <w:jc w:val="center"/>
              <w:rPr>
                <w:b/>
                <w:bCs/>
                <w:sz w:val="18"/>
                <w:szCs w:val="18"/>
              </w:rPr>
            </w:pPr>
            <w:r>
              <w:rPr>
                <w:b/>
                <w:bCs/>
                <w:sz w:val="18"/>
                <w:szCs w:val="18"/>
              </w:rPr>
              <w:t xml:space="preserve">          90</w:t>
            </w:r>
          </w:p>
        </w:tc>
        <w:tc>
          <w:tcPr>
            <w:tcW w:w="189" w:type="dxa"/>
          </w:tcPr>
          <w:p w14:paraId="3994C9AE" w14:textId="77777777" w:rsidR="00273769" w:rsidRPr="005D3E43" w:rsidRDefault="00273769" w:rsidP="00273769">
            <w:pPr>
              <w:pStyle w:val="acctfourfigures"/>
              <w:tabs>
                <w:tab w:val="decimal" w:pos="551"/>
              </w:tabs>
              <w:spacing w:line="240" w:lineRule="atLeast"/>
              <w:rPr>
                <w:b/>
                <w:bCs/>
                <w:sz w:val="18"/>
                <w:szCs w:val="18"/>
              </w:rPr>
            </w:pPr>
          </w:p>
        </w:tc>
        <w:tc>
          <w:tcPr>
            <w:tcW w:w="897" w:type="dxa"/>
            <w:tcBorders>
              <w:top w:val="single" w:sz="4" w:space="0" w:color="auto"/>
              <w:bottom w:val="double" w:sz="4" w:space="0" w:color="auto"/>
            </w:tcBorders>
          </w:tcPr>
          <w:p w14:paraId="1C09EFF4" w14:textId="77777777" w:rsidR="00273769" w:rsidRPr="005D3E43" w:rsidRDefault="00273769" w:rsidP="00273769">
            <w:pPr>
              <w:pStyle w:val="acctfourfigures"/>
              <w:tabs>
                <w:tab w:val="clear" w:pos="765"/>
              </w:tabs>
              <w:spacing w:line="240" w:lineRule="atLeast"/>
              <w:ind w:right="11"/>
              <w:jc w:val="right"/>
              <w:rPr>
                <w:b/>
                <w:bCs/>
                <w:sz w:val="18"/>
                <w:szCs w:val="18"/>
              </w:rPr>
            </w:pPr>
            <w:r w:rsidRPr="005D3E43">
              <w:rPr>
                <w:b/>
                <w:bCs/>
                <w:sz w:val="18"/>
                <w:szCs w:val="18"/>
              </w:rPr>
              <w:t>683,774</w:t>
            </w:r>
          </w:p>
        </w:tc>
        <w:tc>
          <w:tcPr>
            <w:tcW w:w="183" w:type="dxa"/>
          </w:tcPr>
          <w:p w14:paraId="44473204" w14:textId="77777777" w:rsidR="00273769" w:rsidRPr="005D3E43" w:rsidRDefault="00273769" w:rsidP="00273769">
            <w:pPr>
              <w:pStyle w:val="acctfourfigures"/>
              <w:tabs>
                <w:tab w:val="decimal" w:pos="551"/>
              </w:tabs>
              <w:spacing w:line="240" w:lineRule="atLeast"/>
              <w:rPr>
                <w:b/>
                <w:bCs/>
                <w:sz w:val="18"/>
                <w:szCs w:val="18"/>
              </w:rPr>
            </w:pPr>
          </w:p>
        </w:tc>
        <w:tc>
          <w:tcPr>
            <w:tcW w:w="891" w:type="dxa"/>
            <w:tcBorders>
              <w:top w:val="single" w:sz="4" w:space="0" w:color="auto"/>
              <w:bottom w:val="double" w:sz="4" w:space="0" w:color="auto"/>
            </w:tcBorders>
          </w:tcPr>
          <w:p w14:paraId="7A569D24" w14:textId="1C2BAB44" w:rsidR="00273769" w:rsidRPr="005D3E43" w:rsidRDefault="00A4634B" w:rsidP="00273769">
            <w:pPr>
              <w:pStyle w:val="acctfourfigures"/>
              <w:tabs>
                <w:tab w:val="clear" w:pos="765"/>
                <w:tab w:val="decimal" w:pos="731"/>
              </w:tabs>
              <w:spacing w:line="240" w:lineRule="atLeast"/>
              <w:ind w:right="11"/>
              <w:rPr>
                <w:b/>
                <w:bCs/>
                <w:sz w:val="18"/>
                <w:szCs w:val="18"/>
              </w:rPr>
            </w:pPr>
            <w:r>
              <w:rPr>
                <w:b/>
                <w:bCs/>
                <w:sz w:val="18"/>
                <w:szCs w:val="18"/>
              </w:rPr>
              <w:t>1,108</w:t>
            </w:r>
          </w:p>
        </w:tc>
        <w:tc>
          <w:tcPr>
            <w:tcW w:w="189" w:type="dxa"/>
          </w:tcPr>
          <w:p w14:paraId="67D7582D" w14:textId="77777777" w:rsidR="00273769" w:rsidRPr="005D3E43" w:rsidRDefault="00273769" w:rsidP="00273769">
            <w:pPr>
              <w:pStyle w:val="acctfourfigures"/>
              <w:tabs>
                <w:tab w:val="decimal" w:pos="551"/>
              </w:tabs>
              <w:spacing w:line="240" w:lineRule="atLeast"/>
              <w:rPr>
                <w:b/>
                <w:bCs/>
                <w:sz w:val="18"/>
                <w:szCs w:val="18"/>
              </w:rPr>
            </w:pPr>
          </w:p>
        </w:tc>
        <w:tc>
          <w:tcPr>
            <w:tcW w:w="900" w:type="dxa"/>
            <w:tcBorders>
              <w:top w:val="single" w:sz="4" w:space="0" w:color="auto"/>
              <w:bottom w:val="double" w:sz="4" w:space="0" w:color="auto"/>
            </w:tcBorders>
          </w:tcPr>
          <w:p w14:paraId="4B5E97FB" w14:textId="77777777" w:rsidR="00273769" w:rsidRPr="005D3E43" w:rsidRDefault="00273769" w:rsidP="00273769">
            <w:pPr>
              <w:pStyle w:val="acctfourfigures"/>
              <w:tabs>
                <w:tab w:val="clear" w:pos="765"/>
                <w:tab w:val="decimal" w:pos="731"/>
              </w:tabs>
              <w:spacing w:line="240" w:lineRule="atLeast"/>
              <w:ind w:right="11"/>
              <w:rPr>
                <w:b/>
                <w:bCs/>
                <w:sz w:val="18"/>
                <w:szCs w:val="18"/>
              </w:rPr>
            </w:pPr>
            <w:r w:rsidRPr="005D3E43">
              <w:rPr>
                <w:b/>
                <w:bCs/>
                <w:sz w:val="18"/>
                <w:szCs w:val="18"/>
              </w:rPr>
              <w:t>791,459</w:t>
            </w:r>
          </w:p>
        </w:tc>
        <w:tc>
          <w:tcPr>
            <w:tcW w:w="270" w:type="dxa"/>
          </w:tcPr>
          <w:p w14:paraId="06F945AA" w14:textId="77777777" w:rsidR="00273769" w:rsidRPr="005D3E43" w:rsidRDefault="00273769" w:rsidP="00273769">
            <w:pPr>
              <w:pStyle w:val="acctfourfigures"/>
              <w:tabs>
                <w:tab w:val="decimal" w:pos="551"/>
              </w:tabs>
              <w:spacing w:line="240" w:lineRule="atLeast"/>
              <w:rPr>
                <w:b/>
                <w:bCs/>
                <w:sz w:val="18"/>
                <w:szCs w:val="18"/>
              </w:rPr>
            </w:pPr>
          </w:p>
        </w:tc>
        <w:tc>
          <w:tcPr>
            <w:tcW w:w="801" w:type="dxa"/>
          </w:tcPr>
          <w:p w14:paraId="23F23731" w14:textId="77777777" w:rsidR="00273769" w:rsidRPr="005D3E43" w:rsidRDefault="00273769" w:rsidP="00273769">
            <w:pPr>
              <w:pStyle w:val="acctfourfigures"/>
              <w:tabs>
                <w:tab w:val="clear" w:pos="765"/>
                <w:tab w:val="decimal" w:pos="551"/>
              </w:tabs>
              <w:spacing w:line="240" w:lineRule="atLeast"/>
              <w:ind w:right="11"/>
              <w:rPr>
                <w:b/>
                <w:bCs/>
                <w:sz w:val="18"/>
                <w:szCs w:val="18"/>
              </w:rPr>
            </w:pPr>
          </w:p>
        </w:tc>
        <w:tc>
          <w:tcPr>
            <w:tcW w:w="189" w:type="dxa"/>
          </w:tcPr>
          <w:p w14:paraId="1E3C21A1" w14:textId="77777777" w:rsidR="00273769" w:rsidRPr="005D3E43" w:rsidRDefault="00273769" w:rsidP="00273769">
            <w:pPr>
              <w:pStyle w:val="acctfourfigures"/>
              <w:tabs>
                <w:tab w:val="clear" w:pos="765"/>
                <w:tab w:val="decimal" w:pos="551"/>
                <w:tab w:val="decimal" w:pos="731"/>
              </w:tabs>
              <w:spacing w:line="240" w:lineRule="atLeast"/>
              <w:ind w:right="11"/>
              <w:rPr>
                <w:b/>
                <w:bCs/>
                <w:sz w:val="18"/>
                <w:szCs w:val="18"/>
              </w:rPr>
            </w:pPr>
          </w:p>
        </w:tc>
        <w:tc>
          <w:tcPr>
            <w:tcW w:w="810" w:type="dxa"/>
          </w:tcPr>
          <w:p w14:paraId="03E2D444" w14:textId="77777777" w:rsidR="00273769" w:rsidRPr="005D3E43" w:rsidRDefault="00273769" w:rsidP="00273769">
            <w:pPr>
              <w:pStyle w:val="acctfourfigures"/>
              <w:tabs>
                <w:tab w:val="clear" w:pos="765"/>
                <w:tab w:val="decimal" w:pos="551"/>
              </w:tabs>
              <w:spacing w:line="240" w:lineRule="atLeast"/>
              <w:ind w:right="11"/>
              <w:rPr>
                <w:b/>
                <w:bCs/>
                <w:sz w:val="18"/>
                <w:szCs w:val="18"/>
              </w:rPr>
            </w:pPr>
          </w:p>
        </w:tc>
        <w:tc>
          <w:tcPr>
            <w:tcW w:w="180" w:type="dxa"/>
          </w:tcPr>
          <w:p w14:paraId="2FF5DFB7" w14:textId="77777777" w:rsidR="00273769" w:rsidRPr="005D3E43" w:rsidRDefault="00273769" w:rsidP="00273769">
            <w:pPr>
              <w:pStyle w:val="acctfourfigures"/>
              <w:tabs>
                <w:tab w:val="clear" w:pos="765"/>
                <w:tab w:val="decimal" w:pos="551"/>
              </w:tabs>
              <w:spacing w:line="240" w:lineRule="atLeast"/>
              <w:ind w:right="11"/>
              <w:rPr>
                <w:b/>
                <w:bCs/>
                <w:sz w:val="18"/>
                <w:szCs w:val="18"/>
              </w:rPr>
            </w:pPr>
          </w:p>
        </w:tc>
        <w:tc>
          <w:tcPr>
            <w:tcW w:w="810" w:type="dxa"/>
            <w:tcBorders>
              <w:top w:val="single" w:sz="4" w:space="0" w:color="auto"/>
              <w:bottom w:val="double" w:sz="4" w:space="0" w:color="auto"/>
            </w:tcBorders>
          </w:tcPr>
          <w:p w14:paraId="06942D00" w14:textId="011F2DCF" w:rsidR="00273769" w:rsidRPr="005D3E43" w:rsidRDefault="00A4634B" w:rsidP="00273769">
            <w:pPr>
              <w:pStyle w:val="acctfourfigures"/>
              <w:tabs>
                <w:tab w:val="clear" w:pos="765"/>
                <w:tab w:val="decimal" w:pos="640"/>
              </w:tabs>
              <w:spacing w:line="240" w:lineRule="atLeast"/>
              <w:ind w:right="11"/>
              <w:rPr>
                <w:b/>
                <w:bCs/>
                <w:sz w:val="18"/>
                <w:szCs w:val="18"/>
              </w:rPr>
            </w:pPr>
            <w:r>
              <w:rPr>
                <w:b/>
                <w:bCs/>
                <w:sz w:val="18"/>
                <w:szCs w:val="18"/>
              </w:rPr>
              <w:t>308,242</w:t>
            </w:r>
          </w:p>
        </w:tc>
        <w:tc>
          <w:tcPr>
            <w:tcW w:w="180" w:type="dxa"/>
          </w:tcPr>
          <w:p w14:paraId="7D8F1158" w14:textId="77777777" w:rsidR="00273769" w:rsidRPr="005D3E43" w:rsidRDefault="00273769" w:rsidP="00273769">
            <w:pPr>
              <w:pStyle w:val="acctfourfigures"/>
              <w:tabs>
                <w:tab w:val="clear" w:pos="765"/>
                <w:tab w:val="decimal" w:pos="551"/>
                <w:tab w:val="decimal" w:pos="731"/>
              </w:tabs>
              <w:spacing w:line="240" w:lineRule="atLeast"/>
              <w:ind w:right="11"/>
              <w:rPr>
                <w:b/>
                <w:bCs/>
                <w:sz w:val="18"/>
                <w:szCs w:val="18"/>
              </w:rPr>
            </w:pPr>
          </w:p>
        </w:tc>
        <w:tc>
          <w:tcPr>
            <w:tcW w:w="833" w:type="dxa"/>
            <w:tcBorders>
              <w:top w:val="single" w:sz="4" w:space="0" w:color="auto"/>
              <w:bottom w:val="double" w:sz="4" w:space="0" w:color="auto"/>
            </w:tcBorders>
          </w:tcPr>
          <w:p w14:paraId="74994D95" w14:textId="2834F67B" w:rsidR="00273769" w:rsidRPr="005D3E43" w:rsidRDefault="00A4634B" w:rsidP="00273769">
            <w:pPr>
              <w:pStyle w:val="acctfourfigures"/>
              <w:tabs>
                <w:tab w:val="clear" w:pos="765"/>
                <w:tab w:val="decimal" w:pos="641"/>
              </w:tabs>
              <w:spacing w:line="240" w:lineRule="atLeast"/>
              <w:ind w:right="11"/>
              <w:rPr>
                <w:b/>
                <w:bCs/>
                <w:sz w:val="18"/>
                <w:szCs w:val="18"/>
              </w:rPr>
            </w:pPr>
            <w:r>
              <w:rPr>
                <w:b/>
                <w:bCs/>
                <w:sz w:val="18"/>
                <w:szCs w:val="18"/>
              </w:rPr>
              <w:t>39,499</w:t>
            </w:r>
          </w:p>
        </w:tc>
      </w:tr>
    </w:tbl>
    <w:p w14:paraId="2B700409" w14:textId="77777777" w:rsidR="00FA7FA0" w:rsidRPr="005D3E43" w:rsidRDefault="00FA7FA0" w:rsidP="003E1B1C">
      <w:pPr>
        <w:pStyle w:val="index"/>
        <w:numPr>
          <w:ilvl w:val="0"/>
          <w:numId w:val="0"/>
        </w:numPr>
        <w:tabs>
          <w:tab w:val="left" w:pos="450"/>
        </w:tabs>
        <w:spacing w:after="0" w:line="240" w:lineRule="atLeast"/>
        <w:rPr>
          <w:b/>
          <w:bCs/>
          <w:highlight w:val="yellow"/>
          <w:lang w:val="en-US" w:bidi="th-TH"/>
        </w:rPr>
      </w:pPr>
    </w:p>
    <w:p w14:paraId="6F78FFF7" w14:textId="6E04D824" w:rsidR="003E2253" w:rsidRPr="005D3E43" w:rsidRDefault="00F32B61" w:rsidP="00B731D2">
      <w:pPr>
        <w:spacing w:line="240" w:lineRule="auto"/>
        <w:rPr>
          <w:szCs w:val="22"/>
        </w:rPr>
      </w:pPr>
      <w:r>
        <w:rPr>
          <w:szCs w:val="22"/>
        </w:rPr>
        <w:br w:type="page"/>
      </w:r>
    </w:p>
    <w:p w14:paraId="61070134" w14:textId="0AFF5084" w:rsidR="00F32B61" w:rsidRPr="005D3E43" w:rsidRDefault="00F32B61" w:rsidP="00F32B61">
      <w:pPr>
        <w:ind w:right="360"/>
        <w:jc w:val="both"/>
        <w:rPr>
          <w:szCs w:val="22"/>
        </w:rPr>
      </w:pPr>
      <w:r w:rsidRPr="005D3E43">
        <w:rPr>
          <w:szCs w:val="22"/>
        </w:rPr>
        <w:lastRenderedPageBreak/>
        <w:t xml:space="preserve">Investments in associates as at 30 </w:t>
      </w:r>
      <w:r>
        <w:rPr>
          <w:szCs w:val="22"/>
        </w:rPr>
        <w:t xml:space="preserve">September </w:t>
      </w:r>
      <w:r w:rsidRPr="005D3E43">
        <w:rPr>
          <w:szCs w:val="22"/>
        </w:rPr>
        <w:t xml:space="preserve">2020 and 31 December 2019, and dividend income from those investments for the </w:t>
      </w:r>
      <w:r>
        <w:rPr>
          <w:szCs w:val="22"/>
        </w:rPr>
        <w:t>nine</w:t>
      </w:r>
      <w:r w:rsidRPr="005D3E43">
        <w:rPr>
          <w:szCs w:val="22"/>
        </w:rPr>
        <w:t xml:space="preserve">-month period ended </w:t>
      </w:r>
      <w:r w:rsidR="00270335">
        <w:rPr>
          <w:szCs w:val="22"/>
          <w:cs/>
        </w:rPr>
        <w:br/>
      </w:r>
      <w:r w:rsidRPr="005D3E43">
        <w:rPr>
          <w:szCs w:val="22"/>
        </w:rPr>
        <w:t xml:space="preserve">30 </w:t>
      </w:r>
      <w:r w:rsidR="00AF07BE">
        <w:rPr>
          <w:szCs w:val="22"/>
        </w:rPr>
        <w:t>September</w:t>
      </w:r>
      <w:r w:rsidRPr="005D3E43">
        <w:rPr>
          <w:szCs w:val="22"/>
        </w:rPr>
        <w:t xml:space="preserve"> were as follows:</w:t>
      </w:r>
    </w:p>
    <w:p w14:paraId="64C606BF" w14:textId="77777777" w:rsidR="00F32B61" w:rsidRPr="005D3E43" w:rsidRDefault="00F32B61" w:rsidP="00F32B61">
      <w:pPr>
        <w:pStyle w:val="index"/>
        <w:numPr>
          <w:ilvl w:val="0"/>
          <w:numId w:val="0"/>
        </w:numPr>
        <w:tabs>
          <w:tab w:val="left" w:pos="450"/>
        </w:tabs>
        <w:spacing w:after="0" w:line="240" w:lineRule="atLeast"/>
        <w:rPr>
          <w:highlight w:val="yellow"/>
        </w:rPr>
      </w:pPr>
    </w:p>
    <w:tbl>
      <w:tblPr>
        <w:tblW w:w="15036" w:type="dxa"/>
        <w:tblInd w:w="-270" w:type="dxa"/>
        <w:tblLayout w:type="fixed"/>
        <w:tblCellMar>
          <w:left w:w="79" w:type="dxa"/>
          <w:right w:w="79" w:type="dxa"/>
        </w:tblCellMar>
        <w:tblLook w:val="0000" w:firstRow="0" w:lastRow="0" w:firstColumn="0" w:lastColumn="0" w:noHBand="0" w:noVBand="0"/>
      </w:tblPr>
      <w:tblGrid>
        <w:gridCol w:w="2160"/>
        <w:gridCol w:w="1530"/>
        <w:gridCol w:w="187"/>
        <w:gridCol w:w="893"/>
        <w:gridCol w:w="189"/>
        <w:gridCol w:w="891"/>
        <w:gridCol w:w="180"/>
        <w:gridCol w:w="900"/>
        <w:gridCol w:w="184"/>
        <w:gridCol w:w="896"/>
        <w:gridCol w:w="183"/>
        <w:gridCol w:w="987"/>
        <w:gridCol w:w="189"/>
        <w:gridCol w:w="981"/>
        <w:gridCol w:w="183"/>
        <w:gridCol w:w="987"/>
        <w:gridCol w:w="189"/>
        <w:gridCol w:w="984"/>
        <w:gridCol w:w="180"/>
        <w:gridCol w:w="990"/>
        <w:gridCol w:w="180"/>
        <w:gridCol w:w="993"/>
      </w:tblGrid>
      <w:tr w:rsidR="00F32B61" w:rsidRPr="005D3E43" w14:paraId="2109FBBF" w14:textId="77777777" w:rsidTr="005F58EB">
        <w:trPr>
          <w:cantSplit/>
          <w:trHeight w:val="242"/>
          <w:tblHeader/>
        </w:trPr>
        <w:tc>
          <w:tcPr>
            <w:tcW w:w="2160" w:type="dxa"/>
          </w:tcPr>
          <w:p w14:paraId="1BFDCBF1" w14:textId="77777777" w:rsidR="00F32B61" w:rsidRPr="005D3E43" w:rsidRDefault="00F32B61" w:rsidP="009840C5">
            <w:pPr>
              <w:spacing w:line="240" w:lineRule="atLeast"/>
              <w:rPr>
                <w:sz w:val="20"/>
              </w:rPr>
            </w:pPr>
          </w:p>
        </w:tc>
        <w:tc>
          <w:tcPr>
            <w:tcW w:w="1530" w:type="dxa"/>
            <w:vAlign w:val="bottom"/>
          </w:tcPr>
          <w:p w14:paraId="7285AE5F" w14:textId="77777777" w:rsidR="00F32B61" w:rsidRPr="005D3E43" w:rsidRDefault="00F32B61" w:rsidP="009840C5">
            <w:pPr>
              <w:spacing w:line="240" w:lineRule="atLeast"/>
              <w:ind w:left="-68" w:right="-79"/>
              <w:jc w:val="center"/>
              <w:rPr>
                <w:sz w:val="20"/>
              </w:rPr>
            </w:pPr>
          </w:p>
        </w:tc>
        <w:tc>
          <w:tcPr>
            <w:tcW w:w="187" w:type="dxa"/>
            <w:vAlign w:val="bottom"/>
          </w:tcPr>
          <w:p w14:paraId="0D7F59D7" w14:textId="77777777" w:rsidR="00F32B61" w:rsidRPr="005D3E43" w:rsidRDefault="00F32B61" w:rsidP="009840C5">
            <w:pPr>
              <w:spacing w:line="240" w:lineRule="atLeast"/>
              <w:jc w:val="center"/>
              <w:rPr>
                <w:sz w:val="20"/>
              </w:rPr>
            </w:pPr>
          </w:p>
        </w:tc>
        <w:tc>
          <w:tcPr>
            <w:tcW w:w="1973" w:type="dxa"/>
            <w:gridSpan w:val="3"/>
            <w:vAlign w:val="bottom"/>
          </w:tcPr>
          <w:p w14:paraId="69A65329" w14:textId="77777777" w:rsidR="00F32B61" w:rsidRPr="005D3E43" w:rsidRDefault="00F32B61" w:rsidP="009840C5">
            <w:pPr>
              <w:spacing w:line="240" w:lineRule="atLeast"/>
              <w:jc w:val="center"/>
              <w:rPr>
                <w:sz w:val="20"/>
              </w:rPr>
            </w:pPr>
          </w:p>
        </w:tc>
        <w:tc>
          <w:tcPr>
            <w:tcW w:w="180" w:type="dxa"/>
            <w:vAlign w:val="bottom"/>
          </w:tcPr>
          <w:p w14:paraId="2CD145BB" w14:textId="77777777" w:rsidR="00F32B61" w:rsidRPr="005D3E43" w:rsidRDefault="00F32B61" w:rsidP="009840C5">
            <w:pPr>
              <w:spacing w:line="240" w:lineRule="atLeast"/>
              <w:jc w:val="center"/>
              <w:rPr>
                <w:sz w:val="20"/>
              </w:rPr>
            </w:pPr>
          </w:p>
        </w:tc>
        <w:tc>
          <w:tcPr>
            <w:tcW w:w="1980" w:type="dxa"/>
            <w:gridSpan w:val="3"/>
            <w:vAlign w:val="bottom"/>
          </w:tcPr>
          <w:p w14:paraId="736CD7BE" w14:textId="77777777" w:rsidR="00F32B61" w:rsidRPr="005D3E43" w:rsidRDefault="00F32B61" w:rsidP="009840C5">
            <w:pPr>
              <w:pStyle w:val="acctmergecolhdg"/>
              <w:spacing w:line="240" w:lineRule="atLeast"/>
              <w:rPr>
                <w:b w:val="0"/>
                <w:bCs/>
                <w:sz w:val="20"/>
              </w:rPr>
            </w:pPr>
          </w:p>
        </w:tc>
        <w:tc>
          <w:tcPr>
            <w:tcW w:w="183" w:type="dxa"/>
            <w:vAlign w:val="bottom"/>
          </w:tcPr>
          <w:p w14:paraId="319D98CC" w14:textId="77777777" w:rsidR="00F32B61" w:rsidRPr="005D3E43" w:rsidRDefault="00F32B61" w:rsidP="009840C5">
            <w:pPr>
              <w:pStyle w:val="acctmergecolhdg"/>
              <w:spacing w:line="240" w:lineRule="atLeast"/>
              <w:rPr>
                <w:b w:val="0"/>
                <w:bCs/>
                <w:sz w:val="20"/>
              </w:rPr>
            </w:pPr>
          </w:p>
        </w:tc>
        <w:tc>
          <w:tcPr>
            <w:tcW w:w="6843" w:type="dxa"/>
            <w:gridSpan w:val="11"/>
            <w:vAlign w:val="bottom"/>
          </w:tcPr>
          <w:p w14:paraId="05FB9EDB" w14:textId="375316CE" w:rsidR="00F32B61" w:rsidRPr="005D3E43" w:rsidRDefault="00015DB5" w:rsidP="009840C5">
            <w:pPr>
              <w:pStyle w:val="acctmergecolhdg"/>
              <w:spacing w:line="240" w:lineRule="atLeast"/>
              <w:rPr>
                <w:b w:val="0"/>
                <w:bCs/>
                <w:sz w:val="20"/>
                <w:szCs w:val="18"/>
              </w:rPr>
            </w:pPr>
            <w:r>
              <w:rPr>
                <w:sz w:val="20"/>
              </w:rPr>
              <w:t>Separate</w:t>
            </w:r>
            <w:r w:rsidR="00F32B61" w:rsidRPr="005D3E43">
              <w:rPr>
                <w:sz w:val="20"/>
              </w:rPr>
              <w:t xml:space="preserve"> financial statements </w:t>
            </w:r>
          </w:p>
        </w:tc>
      </w:tr>
      <w:tr w:rsidR="00015DB5" w:rsidRPr="005D3E43" w14:paraId="2800B768" w14:textId="77777777" w:rsidTr="005F58EB">
        <w:trPr>
          <w:cantSplit/>
          <w:trHeight w:val="473"/>
          <w:tblHeader/>
        </w:trPr>
        <w:tc>
          <w:tcPr>
            <w:tcW w:w="2160" w:type="dxa"/>
          </w:tcPr>
          <w:p w14:paraId="170B8D1B" w14:textId="77777777" w:rsidR="00015DB5" w:rsidRPr="005D3E43" w:rsidRDefault="00015DB5" w:rsidP="009840C5">
            <w:pPr>
              <w:spacing w:line="240" w:lineRule="atLeast"/>
              <w:rPr>
                <w:sz w:val="20"/>
              </w:rPr>
            </w:pPr>
          </w:p>
        </w:tc>
        <w:tc>
          <w:tcPr>
            <w:tcW w:w="1530" w:type="dxa"/>
            <w:vAlign w:val="bottom"/>
          </w:tcPr>
          <w:p w14:paraId="3130F98F" w14:textId="77777777" w:rsidR="00015DB5" w:rsidRPr="005D3E43" w:rsidRDefault="00015DB5" w:rsidP="009840C5">
            <w:pPr>
              <w:spacing w:line="240" w:lineRule="atLeast"/>
              <w:ind w:left="-68" w:right="-79"/>
              <w:jc w:val="center"/>
              <w:rPr>
                <w:sz w:val="20"/>
              </w:rPr>
            </w:pPr>
            <w:r w:rsidRPr="005D3E43">
              <w:rPr>
                <w:sz w:val="20"/>
              </w:rPr>
              <w:t>Type of business</w:t>
            </w:r>
          </w:p>
        </w:tc>
        <w:tc>
          <w:tcPr>
            <w:tcW w:w="187" w:type="dxa"/>
            <w:vAlign w:val="bottom"/>
          </w:tcPr>
          <w:p w14:paraId="3EE2B7FE" w14:textId="77777777" w:rsidR="00015DB5" w:rsidRPr="005D3E43" w:rsidRDefault="00015DB5" w:rsidP="009840C5">
            <w:pPr>
              <w:spacing w:line="240" w:lineRule="atLeast"/>
              <w:jc w:val="center"/>
              <w:rPr>
                <w:sz w:val="20"/>
              </w:rPr>
            </w:pPr>
          </w:p>
        </w:tc>
        <w:tc>
          <w:tcPr>
            <w:tcW w:w="1973" w:type="dxa"/>
            <w:gridSpan w:val="3"/>
            <w:vAlign w:val="bottom"/>
          </w:tcPr>
          <w:p w14:paraId="1AB96B56" w14:textId="77777777" w:rsidR="00015DB5" w:rsidRPr="005D3E43" w:rsidRDefault="00015DB5" w:rsidP="009840C5">
            <w:pPr>
              <w:spacing w:line="240" w:lineRule="atLeast"/>
              <w:jc w:val="center"/>
              <w:rPr>
                <w:sz w:val="20"/>
              </w:rPr>
            </w:pPr>
            <w:r w:rsidRPr="005D3E43">
              <w:rPr>
                <w:sz w:val="20"/>
              </w:rPr>
              <w:t>Ownership</w:t>
            </w:r>
          </w:p>
          <w:p w14:paraId="56577079" w14:textId="77777777" w:rsidR="00015DB5" w:rsidRPr="005D3E43" w:rsidRDefault="00015DB5" w:rsidP="009840C5">
            <w:pPr>
              <w:spacing w:line="240" w:lineRule="atLeast"/>
              <w:jc w:val="center"/>
              <w:rPr>
                <w:sz w:val="20"/>
              </w:rPr>
            </w:pPr>
            <w:r w:rsidRPr="005D3E43">
              <w:rPr>
                <w:sz w:val="20"/>
              </w:rPr>
              <w:t>interest</w:t>
            </w:r>
          </w:p>
        </w:tc>
        <w:tc>
          <w:tcPr>
            <w:tcW w:w="180" w:type="dxa"/>
            <w:vAlign w:val="bottom"/>
          </w:tcPr>
          <w:p w14:paraId="7382AE91" w14:textId="77777777" w:rsidR="00015DB5" w:rsidRPr="005D3E43" w:rsidRDefault="00015DB5" w:rsidP="009840C5">
            <w:pPr>
              <w:spacing w:line="240" w:lineRule="atLeast"/>
              <w:jc w:val="center"/>
              <w:rPr>
                <w:sz w:val="20"/>
              </w:rPr>
            </w:pPr>
          </w:p>
        </w:tc>
        <w:tc>
          <w:tcPr>
            <w:tcW w:w="1980" w:type="dxa"/>
            <w:gridSpan w:val="3"/>
            <w:vAlign w:val="bottom"/>
          </w:tcPr>
          <w:p w14:paraId="776FDDFE" w14:textId="77777777" w:rsidR="00015DB5" w:rsidRPr="005D3E43" w:rsidRDefault="00015DB5" w:rsidP="009840C5">
            <w:pPr>
              <w:pStyle w:val="acctmergecolhdg"/>
              <w:spacing w:line="240" w:lineRule="atLeast"/>
              <w:rPr>
                <w:b w:val="0"/>
                <w:bCs/>
                <w:sz w:val="20"/>
              </w:rPr>
            </w:pPr>
          </w:p>
          <w:p w14:paraId="19A45A14" w14:textId="77777777" w:rsidR="00015DB5" w:rsidRPr="005D3E43" w:rsidRDefault="00015DB5" w:rsidP="009840C5">
            <w:pPr>
              <w:pStyle w:val="acctmergecolhdg"/>
              <w:spacing w:line="240" w:lineRule="atLeast"/>
              <w:rPr>
                <w:b w:val="0"/>
                <w:bCs/>
                <w:sz w:val="20"/>
              </w:rPr>
            </w:pPr>
            <w:r w:rsidRPr="005D3E43">
              <w:rPr>
                <w:b w:val="0"/>
                <w:bCs/>
                <w:sz w:val="20"/>
              </w:rPr>
              <w:t>Paid-up capital</w:t>
            </w:r>
          </w:p>
        </w:tc>
        <w:tc>
          <w:tcPr>
            <w:tcW w:w="183" w:type="dxa"/>
            <w:vAlign w:val="bottom"/>
          </w:tcPr>
          <w:p w14:paraId="51206E08" w14:textId="77777777" w:rsidR="00015DB5" w:rsidRPr="005D3E43" w:rsidRDefault="00015DB5" w:rsidP="009840C5">
            <w:pPr>
              <w:pStyle w:val="acctmergecolhdg"/>
              <w:spacing w:line="240" w:lineRule="atLeast"/>
              <w:rPr>
                <w:b w:val="0"/>
                <w:bCs/>
                <w:sz w:val="20"/>
              </w:rPr>
            </w:pPr>
          </w:p>
        </w:tc>
        <w:tc>
          <w:tcPr>
            <w:tcW w:w="2157" w:type="dxa"/>
            <w:gridSpan w:val="3"/>
            <w:vAlign w:val="bottom"/>
          </w:tcPr>
          <w:p w14:paraId="642A0EA8" w14:textId="77777777" w:rsidR="00015DB5" w:rsidRPr="005D3E43" w:rsidRDefault="00015DB5" w:rsidP="009840C5">
            <w:pPr>
              <w:pStyle w:val="acctmergecolhdg"/>
              <w:spacing w:line="240" w:lineRule="atLeast"/>
              <w:rPr>
                <w:b w:val="0"/>
                <w:bCs/>
                <w:sz w:val="20"/>
              </w:rPr>
            </w:pPr>
          </w:p>
          <w:p w14:paraId="3C81367F" w14:textId="77777777" w:rsidR="00015DB5" w:rsidRPr="005D3E43" w:rsidRDefault="00015DB5" w:rsidP="009840C5">
            <w:pPr>
              <w:pStyle w:val="acctmergecolhdg"/>
              <w:spacing w:line="240" w:lineRule="atLeast"/>
              <w:rPr>
                <w:b w:val="0"/>
                <w:bCs/>
                <w:sz w:val="20"/>
              </w:rPr>
            </w:pPr>
            <w:r w:rsidRPr="005D3E43">
              <w:rPr>
                <w:b w:val="0"/>
                <w:bCs/>
                <w:sz w:val="20"/>
              </w:rPr>
              <w:t>Cost</w:t>
            </w:r>
          </w:p>
        </w:tc>
        <w:tc>
          <w:tcPr>
            <w:tcW w:w="183" w:type="dxa"/>
            <w:vAlign w:val="bottom"/>
          </w:tcPr>
          <w:p w14:paraId="44147C74" w14:textId="77777777" w:rsidR="00015DB5" w:rsidRPr="005D3E43" w:rsidRDefault="00015DB5" w:rsidP="009840C5">
            <w:pPr>
              <w:pStyle w:val="acctmergecolhdg"/>
              <w:spacing w:line="240" w:lineRule="atLeast"/>
              <w:rPr>
                <w:b w:val="0"/>
                <w:bCs/>
                <w:sz w:val="20"/>
              </w:rPr>
            </w:pPr>
          </w:p>
        </w:tc>
        <w:tc>
          <w:tcPr>
            <w:tcW w:w="2160" w:type="dxa"/>
            <w:gridSpan w:val="3"/>
            <w:vAlign w:val="bottom"/>
          </w:tcPr>
          <w:p w14:paraId="2946D575" w14:textId="77777777" w:rsidR="00015DB5" w:rsidRPr="005D3E43" w:rsidRDefault="00015DB5" w:rsidP="009840C5">
            <w:pPr>
              <w:pStyle w:val="acctmergecolhdg"/>
              <w:spacing w:line="240" w:lineRule="atLeast"/>
              <w:rPr>
                <w:b w:val="0"/>
                <w:bCs/>
                <w:sz w:val="20"/>
              </w:rPr>
            </w:pPr>
            <w:r w:rsidRPr="005D3E43">
              <w:rPr>
                <w:b w:val="0"/>
                <w:bCs/>
                <w:sz w:val="20"/>
              </w:rPr>
              <w:t>Fair value of</w:t>
            </w:r>
          </w:p>
          <w:p w14:paraId="1D77BEDA" w14:textId="77777777" w:rsidR="00015DB5" w:rsidRPr="005D3E43" w:rsidRDefault="00015DB5" w:rsidP="009840C5">
            <w:pPr>
              <w:pStyle w:val="acctmergecolhdg"/>
              <w:spacing w:line="240" w:lineRule="atLeast"/>
              <w:rPr>
                <w:b w:val="0"/>
                <w:bCs/>
                <w:sz w:val="20"/>
              </w:rPr>
            </w:pPr>
            <w:r w:rsidRPr="005D3E43">
              <w:rPr>
                <w:b w:val="0"/>
                <w:bCs/>
                <w:sz w:val="20"/>
              </w:rPr>
              <w:t>listed securities</w:t>
            </w:r>
          </w:p>
        </w:tc>
        <w:tc>
          <w:tcPr>
            <w:tcW w:w="180" w:type="dxa"/>
          </w:tcPr>
          <w:p w14:paraId="15E16067" w14:textId="77777777" w:rsidR="00015DB5" w:rsidRPr="005D3E43" w:rsidRDefault="00015DB5" w:rsidP="009840C5">
            <w:pPr>
              <w:pStyle w:val="acctmergecolhdg"/>
              <w:spacing w:line="240" w:lineRule="atLeast"/>
              <w:rPr>
                <w:b w:val="0"/>
                <w:bCs/>
                <w:sz w:val="20"/>
              </w:rPr>
            </w:pPr>
          </w:p>
        </w:tc>
        <w:tc>
          <w:tcPr>
            <w:tcW w:w="2163" w:type="dxa"/>
            <w:gridSpan w:val="3"/>
            <w:vAlign w:val="bottom"/>
          </w:tcPr>
          <w:p w14:paraId="023C1388" w14:textId="77777777" w:rsidR="00015DB5" w:rsidRPr="005D3E43" w:rsidRDefault="00015DB5" w:rsidP="009840C5">
            <w:pPr>
              <w:pStyle w:val="acctmergecolhdg"/>
              <w:spacing w:line="240" w:lineRule="atLeast"/>
              <w:rPr>
                <w:b w:val="0"/>
                <w:bCs/>
                <w:sz w:val="20"/>
              </w:rPr>
            </w:pPr>
          </w:p>
          <w:p w14:paraId="55C60027" w14:textId="77777777" w:rsidR="00015DB5" w:rsidRPr="005D3E43" w:rsidRDefault="00015DB5" w:rsidP="009840C5">
            <w:pPr>
              <w:pStyle w:val="acctmergecolhdg"/>
              <w:spacing w:line="240" w:lineRule="atLeast"/>
              <w:rPr>
                <w:b w:val="0"/>
                <w:bCs/>
                <w:sz w:val="20"/>
              </w:rPr>
            </w:pPr>
            <w:r w:rsidRPr="005D3E43">
              <w:rPr>
                <w:b w:val="0"/>
                <w:bCs/>
                <w:sz w:val="20"/>
                <w:szCs w:val="18"/>
              </w:rPr>
              <w:t>Dividend income</w:t>
            </w:r>
          </w:p>
        </w:tc>
      </w:tr>
      <w:tr w:rsidR="00015DB5" w:rsidRPr="005D3E43" w14:paraId="71467504" w14:textId="77777777" w:rsidTr="005F58EB">
        <w:trPr>
          <w:cantSplit/>
          <w:trHeight w:val="242"/>
          <w:tblHeader/>
        </w:trPr>
        <w:tc>
          <w:tcPr>
            <w:tcW w:w="2160" w:type="dxa"/>
          </w:tcPr>
          <w:p w14:paraId="3E88D617" w14:textId="77777777" w:rsidR="00015DB5" w:rsidRPr="005D3E43" w:rsidRDefault="00015DB5" w:rsidP="009840C5">
            <w:pPr>
              <w:pStyle w:val="acctfourfigures"/>
              <w:spacing w:line="240" w:lineRule="atLeast"/>
              <w:jc w:val="center"/>
              <w:rPr>
                <w:sz w:val="20"/>
              </w:rPr>
            </w:pPr>
          </w:p>
        </w:tc>
        <w:tc>
          <w:tcPr>
            <w:tcW w:w="1530" w:type="dxa"/>
          </w:tcPr>
          <w:p w14:paraId="228A0ADF" w14:textId="77777777" w:rsidR="00015DB5" w:rsidRPr="005D3E43" w:rsidRDefault="00015DB5" w:rsidP="009840C5">
            <w:pPr>
              <w:pStyle w:val="acctmergecolhdg"/>
              <w:spacing w:line="240" w:lineRule="atLeast"/>
              <w:ind w:left="-68" w:right="-79"/>
              <w:rPr>
                <w:b w:val="0"/>
                <w:bCs/>
                <w:sz w:val="20"/>
              </w:rPr>
            </w:pPr>
          </w:p>
        </w:tc>
        <w:tc>
          <w:tcPr>
            <w:tcW w:w="187" w:type="dxa"/>
          </w:tcPr>
          <w:p w14:paraId="24CFD0AD" w14:textId="77777777" w:rsidR="00015DB5" w:rsidRPr="005D3E43" w:rsidRDefault="00015DB5" w:rsidP="009840C5">
            <w:pPr>
              <w:pStyle w:val="acctmergecolhdg"/>
              <w:spacing w:line="240" w:lineRule="atLeast"/>
              <w:rPr>
                <w:b w:val="0"/>
                <w:bCs/>
                <w:sz w:val="20"/>
              </w:rPr>
            </w:pPr>
          </w:p>
        </w:tc>
        <w:tc>
          <w:tcPr>
            <w:tcW w:w="893" w:type="dxa"/>
            <w:vAlign w:val="bottom"/>
          </w:tcPr>
          <w:p w14:paraId="53853126" w14:textId="77777777" w:rsidR="00015DB5" w:rsidRPr="005D3E43" w:rsidRDefault="00015DB5" w:rsidP="009840C5">
            <w:pPr>
              <w:pStyle w:val="acctmergecolhdg"/>
              <w:spacing w:line="240" w:lineRule="atLeast"/>
              <w:rPr>
                <w:b w:val="0"/>
                <w:bCs/>
                <w:sz w:val="18"/>
                <w:szCs w:val="18"/>
              </w:rPr>
            </w:pPr>
            <w:r w:rsidRPr="005D3E43">
              <w:rPr>
                <w:b w:val="0"/>
                <w:bCs/>
                <w:sz w:val="18"/>
                <w:szCs w:val="18"/>
              </w:rPr>
              <w:t>30</w:t>
            </w:r>
          </w:p>
        </w:tc>
        <w:tc>
          <w:tcPr>
            <w:tcW w:w="189" w:type="dxa"/>
            <w:vAlign w:val="bottom"/>
          </w:tcPr>
          <w:p w14:paraId="37BB5067" w14:textId="77777777" w:rsidR="00015DB5" w:rsidRPr="005D3E43" w:rsidRDefault="00015DB5" w:rsidP="009840C5">
            <w:pPr>
              <w:pStyle w:val="acctmergecolhdg"/>
              <w:spacing w:line="240" w:lineRule="atLeast"/>
              <w:rPr>
                <w:b w:val="0"/>
                <w:bCs/>
                <w:sz w:val="18"/>
                <w:szCs w:val="18"/>
              </w:rPr>
            </w:pPr>
          </w:p>
        </w:tc>
        <w:tc>
          <w:tcPr>
            <w:tcW w:w="891" w:type="dxa"/>
            <w:vAlign w:val="bottom"/>
          </w:tcPr>
          <w:p w14:paraId="280851D7" w14:textId="77777777" w:rsidR="00015DB5" w:rsidRPr="005D3E43" w:rsidRDefault="00015DB5" w:rsidP="009840C5">
            <w:pPr>
              <w:pStyle w:val="acctmergecolhdg"/>
              <w:spacing w:line="240" w:lineRule="atLeast"/>
              <w:ind w:left="-79" w:right="-79"/>
              <w:rPr>
                <w:b w:val="0"/>
                <w:bCs/>
                <w:sz w:val="18"/>
                <w:szCs w:val="18"/>
              </w:rPr>
            </w:pPr>
            <w:r w:rsidRPr="005D3E43">
              <w:rPr>
                <w:b w:val="0"/>
                <w:bCs/>
                <w:sz w:val="18"/>
                <w:szCs w:val="18"/>
              </w:rPr>
              <w:t>31</w:t>
            </w:r>
          </w:p>
        </w:tc>
        <w:tc>
          <w:tcPr>
            <w:tcW w:w="180" w:type="dxa"/>
          </w:tcPr>
          <w:p w14:paraId="62387773" w14:textId="77777777" w:rsidR="00015DB5" w:rsidRPr="005D3E43" w:rsidRDefault="00015DB5" w:rsidP="009840C5">
            <w:pPr>
              <w:pStyle w:val="acctmergecolhdg"/>
              <w:spacing w:line="240" w:lineRule="atLeast"/>
              <w:rPr>
                <w:b w:val="0"/>
                <w:bCs/>
                <w:sz w:val="18"/>
                <w:szCs w:val="18"/>
              </w:rPr>
            </w:pPr>
          </w:p>
        </w:tc>
        <w:tc>
          <w:tcPr>
            <w:tcW w:w="900" w:type="dxa"/>
            <w:vAlign w:val="bottom"/>
          </w:tcPr>
          <w:p w14:paraId="2B4B6885" w14:textId="77777777" w:rsidR="00015DB5" w:rsidRPr="005D3E43" w:rsidRDefault="00015DB5" w:rsidP="009840C5">
            <w:pPr>
              <w:pStyle w:val="acctmergecolhdg"/>
              <w:spacing w:line="240" w:lineRule="atLeast"/>
              <w:rPr>
                <w:b w:val="0"/>
                <w:bCs/>
                <w:sz w:val="18"/>
                <w:szCs w:val="18"/>
              </w:rPr>
            </w:pPr>
            <w:r w:rsidRPr="005D3E43">
              <w:rPr>
                <w:b w:val="0"/>
                <w:bCs/>
                <w:sz w:val="18"/>
                <w:szCs w:val="18"/>
              </w:rPr>
              <w:t>30</w:t>
            </w:r>
          </w:p>
        </w:tc>
        <w:tc>
          <w:tcPr>
            <w:tcW w:w="184" w:type="dxa"/>
            <w:vAlign w:val="bottom"/>
          </w:tcPr>
          <w:p w14:paraId="06F585D2" w14:textId="77777777" w:rsidR="00015DB5" w:rsidRPr="005D3E43" w:rsidRDefault="00015DB5" w:rsidP="009840C5">
            <w:pPr>
              <w:pStyle w:val="acctmergecolhdg"/>
              <w:spacing w:line="240" w:lineRule="atLeast"/>
              <w:rPr>
                <w:b w:val="0"/>
                <w:bCs/>
                <w:sz w:val="18"/>
                <w:szCs w:val="18"/>
              </w:rPr>
            </w:pPr>
          </w:p>
        </w:tc>
        <w:tc>
          <w:tcPr>
            <w:tcW w:w="896" w:type="dxa"/>
            <w:vAlign w:val="bottom"/>
          </w:tcPr>
          <w:p w14:paraId="141B720E" w14:textId="77777777" w:rsidR="00015DB5" w:rsidRPr="005D3E43" w:rsidRDefault="00015DB5" w:rsidP="009840C5">
            <w:pPr>
              <w:pStyle w:val="acctmergecolhdg"/>
              <w:spacing w:line="240" w:lineRule="atLeast"/>
              <w:ind w:left="-79" w:right="-79"/>
              <w:rPr>
                <w:b w:val="0"/>
                <w:bCs/>
                <w:sz w:val="18"/>
                <w:szCs w:val="18"/>
              </w:rPr>
            </w:pPr>
            <w:r w:rsidRPr="005D3E43">
              <w:rPr>
                <w:b w:val="0"/>
                <w:bCs/>
                <w:sz w:val="18"/>
                <w:szCs w:val="18"/>
              </w:rPr>
              <w:t>31</w:t>
            </w:r>
          </w:p>
        </w:tc>
        <w:tc>
          <w:tcPr>
            <w:tcW w:w="183" w:type="dxa"/>
          </w:tcPr>
          <w:p w14:paraId="7BF32F5D" w14:textId="77777777" w:rsidR="00015DB5" w:rsidRPr="005D3E43" w:rsidRDefault="00015DB5" w:rsidP="009840C5">
            <w:pPr>
              <w:pStyle w:val="acctmergecolhdg"/>
              <w:spacing w:line="240" w:lineRule="atLeast"/>
              <w:rPr>
                <w:b w:val="0"/>
                <w:bCs/>
                <w:sz w:val="18"/>
                <w:szCs w:val="18"/>
              </w:rPr>
            </w:pPr>
          </w:p>
        </w:tc>
        <w:tc>
          <w:tcPr>
            <w:tcW w:w="987" w:type="dxa"/>
            <w:vAlign w:val="bottom"/>
          </w:tcPr>
          <w:p w14:paraId="3B6D1066" w14:textId="77777777" w:rsidR="00015DB5" w:rsidRPr="005D3E43" w:rsidRDefault="00015DB5" w:rsidP="009840C5">
            <w:pPr>
              <w:pStyle w:val="acctmergecolhdg"/>
              <w:spacing w:line="240" w:lineRule="atLeast"/>
              <w:rPr>
                <w:b w:val="0"/>
                <w:bCs/>
                <w:sz w:val="18"/>
                <w:szCs w:val="18"/>
              </w:rPr>
            </w:pPr>
            <w:r w:rsidRPr="005D3E43">
              <w:rPr>
                <w:b w:val="0"/>
                <w:bCs/>
                <w:sz w:val="18"/>
                <w:szCs w:val="18"/>
              </w:rPr>
              <w:t>30</w:t>
            </w:r>
          </w:p>
        </w:tc>
        <w:tc>
          <w:tcPr>
            <w:tcW w:w="189" w:type="dxa"/>
            <w:vAlign w:val="bottom"/>
          </w:tcPr>
          <w:p w14:paraId="621AFE95" w14:textId="77777777" w:rsidR="00015DB5" w:rsidRPr="005D3E43" w:rsidRDefault="00015DB5" w:rsidP="009840C5">
            <w:pPr>
              <w:pStyle w:val="acctmergecolhdg"/>
              <w:spacing w:line="240" w:lineRule="atLeast"/>
              <w:rPr>
                <w:b w:val="0"/>
                <w:bCs/>
                <w:sz w:val="18"/>
                <w:szCs w:val="18"/>
              </w:rPr>
            </w:pPr>
          </w:p>
        </w:tc>
        <w:tc>
          <w:tcPr>
            <w:tcW w:w="981" w:type="dxa"/>
            <w:vAlign w:val="bottom"/>
          </w:tcPr>
          <w:p w14:paraId="40A578B0" w14:textId="77777777" w:rsidR="00015DB5" w:rsidRPr="005D3E43" w:rsidRDefault="00015DB5" w:rsidP="009840C5">
            <w:pPr>
              <w:pStyle w:val="acctmergecolhdg"/>
              <w:spacing w:line="240" w:lineRule="atLeast"/>
              <w:ind w:left="-79" w:right="-79"/>
              <w:rPr>
                <w:b w:val="0"/>
                <w:bCs/>
                <w:sz w:val="18"/>
                <w:szCs w:val="18"/>
              </w:rPr>
            </w:pPr>
            <w:r w:rsidRPr="005D3E43">
              <w:rPr>
                <w:b w:val="0"/>
                <w:bCs/>
                <w:sz w:val="18"/>
                <w:szCs w:val="18"/>
              </w:rPr>
              <w:t>31</w:t>
            </w:r>
          </w:p>
        </w:tc>
        <w:tc>
          <w:tcPr>
            <w:tcW w:w="183" w:type="dxa"/>
          </w:tcPr>
          <w:p w14:paraId="2713DA9F" w14:textId="77777777" w:rsidR="00015DB5" w:rsidRPr="005D3E43" w:rsidRDefault="00015DB5" w:rsidP="009840C5">
            <w:pPr>
              <w:pStyle w:val="acctmergecolhdg"/>
              <w:spacing w:line="240" w:lineRule="atLeast"/>
              <w:rPr>
                <w:b w:val="0"/>
                <w:bCs/>
                <w:sz w:val="18"/>
                <w:szCs w:val="18"/>
              </w:rPr>
            </w:pPr>
          </w:p>
        </w:tc>
        <w:tc>
          <w:tcPr>
            <w:tcW w:w="987" w:type="dxa"/>
            <w:vAlign w:val="bottom"/>
          </w:tcPr>
          <w:p w14:paraId="14282533" w14:textId="77777777" w:rsidR="00015DB5" w:rsidRPr="005D3E43" w:rsidRDefault="00015DB5" w:rsidP="009840C5">
            <w:pPr>
              <w:pStyle w:val="acctmergecolhdg"/>
              <w:spacing w:line="240" w:lineRule="atLeast"/>
              <w:rPr>
                <w:b w:val="0"/>
                <w:bCs/>
                <w:sz w:val="18"/>
                <w:szCs w:val="18"/>
              </w:rPr>
            </w:pPr>
            <w:r w:rsidRPr="005D3E43">
              <w:rPr>
                <w:b w:val="0"/>
                <w:bCs/>
                <w:sz w:val="18"/>
                <w:szCs w:val="18"/>
              </w:rPr>
              <w:t>30</w:t>
            </w:r>
          </w:p>
        </w:tc>
        <w:tc>
          <w:tcPr>
            <w:tcW w:w="189" w:type="dxa"/>
            <w:vAlign w:val="bottom"/>
          </w:tcPr>
          <w:p w14:paraId="6327C6E7" w14:textId="77777777" w:rsidR="00015DB5" w:rsidRPr="005D3E43" w:rsidRDefault="00015DB5" w:rsidP="009840C5">
            <w:pPr>
              <w:pStyle w:val="acctmergecolhdg"/>
              <w:spacing w:line="240" w:lineRule="atLeast"/>
              <w:rPr>
                <w:b w:val="0"/>
                <w:bCs/>
                <w:sz w:val="18"/>
                <w:szCs w:val="18"/>
              </w:rPr>
            </w:pPr>
          </w:p>
        </w:tc>
        <w:tc>
          <w:tcPr>
            <w:tcW w:w="984" w:type="dxa"/>
            <w:vAlign w:val="bottom"/>
          </w:tcPr>
          <w:p w14:paraId="080680A9" w14:textId="77777777" w:rsidR="00015DB5" w:rsidRPr="005D3E43" w:rsidRDefault="00015DB5" w:rsidP="009840C5">
            <w:pPr>
              <w:pStyle w:val="acctmergecolhdg"/>
              <w:spacing w:line="240" w:lineRule="atLeast"/>
              <w:ind w:left="-79" w:right="-79"/>
              <w:rPr>
                <w:b w:val="0"/>
                <w:bCs/>
                <w:sz w:val="18"/>
                <w:szCs w:val="18"/>
              </w:rPr>
            </w:pPr>
            <w:r w:rsidRPr="005D3E43">
              <w:rPr>
                <w:b w:val="0"/>
                <w:bCs/>
                <w:sz w:val="18"/>
                <w:szCs w:val="18"/>
              </w:rPr>
              <w:t>31</w:t>
            </w:r>
          </w:p>
        </w:tc>
        <w:tc>
          <w:tcPr>
            <w:tcW w:w="180" w:type="dxa"/>
          </w:tcPr>
          <w:p w14:paraId="7C8286B8" w14:textId="77777777" w:rsidR="00015DB5" w:rsidRPr="005D3E43" w:rsidRDefault="00015DB5" w:rsidP="009840C5">
            <w:pPr>
              <w:pStyle w:val="acctmergecolhdg"/>
              <w:spacing w:line="240" w:lineRule="atLeast"/>
              <w:rPr>
                <w:b w:val="0"/>
                <w:bCs/>
                <w:sz w:val="18"/>
                <w:szCs w:val="18"/>
              </w:rPr>
            </w:pPr>
          </w:p>
        </w:tc>
        <w:tc>
          <w:tcPr>
            <w:tcW w:w="990" w:type="dxa"/>
            <w:vAlign w:val="bottom"/>
          </w:tcPr>
          <w:p w14:paraId="36772AF1" w14:textId="77777777" w:rsidR="00015DB5" w:rsidRPr="005D3E43" w:rsidRDefault="00015DB5" w:rsidP="009840C5">
            <w:pPr>
              <w:pStyle w:val="acctmergecolhdg"/>
              <w:spacing w:line="240" w:lineRule="atLeast"/>
              <w:rPr>
                <w:b w:val="0"/>
                <w:bCs/>
                <w:sz w:val="18"/>
                <w:szCs w:val="18"/>
              </w:rPr>
            </w:pPr>
            <w:r w:rsidRPr="005D3E43">
              <w:rPr>
                <w:b w:val="0"/>
                <w:bCs/>
                <w:sz w:val="18"/>
                <w:szCs w:val="18"/>
              </w:rPr>
              <w:t>30</w:t>
            </w:r>
          </w:p>
        </w:tc>
        <w:tc>
          <w:tcPr>
            <w:tcW w:w="180" w:type="dxa"/>
            <w:vAlign w:val="bottom"/>
          </w:tcPr>
          <w:p w14:paraId="14B7412F" w14:textId="77777777" w:rsidR="00015DB5" w:rsidRPr="005D3E43" w:rsidRDefault="00015DB5" w:rsidP="009840C5">
            <w:pPr>
              <w:pStyle w:val="acctmergecolhdg"/>
              <w:spacing w:line="240" w:lineRule="atLeast"/>
              <w:rPr>
                <w:b w:val="0"/>
                <w:bCs/>
                <w:sz w:val="18"/>
                <w:szCs w:val="18"/>
              </w:rPr>
            </w:pPr>
          </w:p>
        </w:tc>
        <w:tc>
          <w:tcPr>
            <w:tcW w:w="993" w:type="dxa"/>
            <w:vAlign w:val="bottom"/>
          </w:tcPr>
          <w:p w14:paraId="554C758D" w14:textId="77777777" w:rsidR="00015DB5" w:rsidRPr="005D3E43" w:rsidRDefault="00015DB5" w:rsidP="009840C5">
            <w:pPr>
              <w:pStyle w:val="acctmergecolhdg"/>
              <w:spacing w:line="240" w:lineRule="atLeast"/>
              <w:rPr>
                <w:b w:val="0"/>
                <w:bCs/>
                <w:sz w:val="18"/>
                <w:szCs w:val="18"/>
              </w:rPr>
            </w:pPr>
            <w:r w:rsidRPr="005D3E43">
              <w:rPr>
                <w:b w:val="0"/>
                <w:bCs/>
                <w:sz w:val="18"/>
                <w:szCs w:val="18"/>
              </w:rPr>
              <w:t>30</w:t>
            </w:r>
          </w:p>
        </w:tc>
      </w:tr>
      <w:tr w:rsidR="00015DB5" w:rsidRPr="005D3E43" w14:paraId="09CDC5A2" w14:textId="77777777" w:rsidTr="005F58EB">
        <w:trPr>
          <w:cantSplit/>
          <w:trHeight w:val="230"/>
          <w:tblHeader/>
        </w:trPr>
        <w:tc>
          <w:tcPr>
            <w:tcW w:w="2160" w:type="dxa"/>
          </w:tcPr>
          <w:p w14:paraId="37040FA4" w14:textId="77777777" w:rsidR="00015DB5" w:rsidRPr="005D3E43" w:rsidRDefault="00015DB5" w:rsidP="009840C5">
            <w:pPr>
              <w:pStyle w:val="acctfourfigures"/>
              <w:spacing w:line="240" w:lineRule="atLeast"/>
              <w:jc w:val="center"/>
              <w:rPr>
                <w:sz w:val="20"/>
              </w:rPr>
            </w:pPr>
          </w:p>
        </w:tc>
        <w:tc>
          <w:tcPr>
            <w:tcW w:w="1530" w:type="dxa"/>
          </w:tcPr>
          <w:p w14:paraId="31D8E3B7" w14:textId="77777777" w:rsidR="00015DB5" w:rsidRPr="005D3E43" w:rsidRDefault="00015DB5" w:rsidP="009840C5">
            <w:pPr>
              <w:pStyle w:val="acctmergecolhdg"/>
              <w:spacing w:line="240" w:lineRule="atLeast"/>
              <w:ind w:left="-68" w:right="-79"/>
              <w:rPr>
                <w:b w:val="0"/>
                <w:bCs/>
                <w:sz w:val="20"/>
              </w:rPr>
            </w:pPr>
          </w:p>
        </w:tc>
        <w:tc>
          <w:tcPr>
            <w:tcW w:w="187" w:type="dxa"/>
          </w:tcPr>
          <w:p w14:paraId="68A4B4DA" w14:textId="77777777" w:rsidR="00015DB5" w:rsidRPr="005D3E43" w:rsidRDefault="00015DB5" w:rsidP="009840C5">
            <w:pPr>
              <w:pStyle w:val="acctmergecolhdg"/>
              <w:spacing w:line="240" w:lineRule="atLeast"/>
              <w:rPr>
                <w:b w:val="0"/>
                <w:bCs/>
                <w:sz w:val="20"/>
              </w:rPr>
            </w:pPr>
          </w:p>
        </w:tc>
        <w:tc>
          <w:tcPr>
            <w:tcW w:w="893" w:type="dxa"/>
            <w:vAlign w:val="bottom"/>
          </w:tcPr>
          <w:p w14:paraId="11BAF314" w14:textId="77777777" w:rsidR="00015DB5" w:rsidRPr="005D3E43" w:rsidRDefault="00015DB5" w:rsidP="009840C5">
            <w:pPr>
              <w:pStyle w:val="acctmergecolhdg"/>
              <w:spacing w:line="240" w:lineRule="atLeast"/>
              <w:ind w:left="-73" w:right="-82"/>
              <w:rPr>
                <w:b w:val="0"/>
                <w:bCs/>
                <w:sz w:val="18"/>
                <w:szCs w:val="18"/>
              </w:rPr>
            </w:pPr>
            <w:r>
              <w:rPr>
                <w:b w:val="0"/>
                <w:bCs/>
                <w:sz w:val="18"/>
                <w:szCs w:val="18"/>
              </w:rPr>
              <w:t>September</w:t>
            </w:r>
          </w:p>
        </w:tc>
        <w:tc>
          <w:tcPr>
            <w:tcW w:w="189" w:type="dxa"/>
            <w:vAlign w:val="bottom"/>
          </w:tcPr>
          <w:p w14:paraId="4C0BFE9C" w14:textId="77777777" w:rsidR="00015DB5" w:rsidRPr="005D3E43" w:rsidRDefault="00015DB5" w:rsidP="009840C5">
            <w:pPr>
              <w:pStyle w:val="acctmergecolhdg"/>
              <w:spacing w:line="240" w:lineRule="atLeast"/>
              <w:rPr>
                <w:b w:val="0"/>
                <w:bCs/>
                <w:sz w:val="18"/>
                <w:szCs w:val="18"/>
              </w:rPr>
            </w:pPr>
          </w:p>
        </w:tc>
        <w:tc>
          <w:tcPr>
            <w:tcW w:w="891" w:type="dxa"/>
            <w:vAlign w:val="bottom"/>
          </w:tcPr>
          <w:p w14:paraId="0333974B" w14:textId="77777777" w:rsidR="00015DB5" w:rsidRPr="005D3E43" w:rsidRDefault="00015DB5" w:rsidP="009840C5">
            <w:pPr>
              <w:pStyle w:val="acctmergecolhdg"/>
              <w:spacing w:line="240" w:lineRule="atLeast"/>
              <w:ind w:left="-79" w:right="-79"/>
              <w:rPr>
                <w:b w:val="0"/>
                <w:bCs/>
                <w:sz w:val="18"/>
                <w:szCs w:val="18"/>
              </w:rPr>
            </w:pPr>
            <w:r w:rsidRPr="005D3E43">
              <w:rPr>
                <w:b w:val="0"/>
                <w:bCs/>
                <w:sz w:val="18"/>
                <w:szCs w:val="18"/>
              </w:rPr>
              <w:t>December</w:t>
            </w:r>
          </w:p>
        </w:tc>
        <w:tc>
          <w:tcPr>
            <w:tcW w:w="180" w:type="dxa"/>
          </w:tcPr>
          <w:p w14:paraId="6D3FCBF2" w14:textId="77777777" w:rsidR="00015DB5" w:rsidRPr="005D3E43" w:rsidRDefault="00015DB5" w:rsidP="009840C5">
            <w:pPr>
              <w:pStyle w:val="acctmergecolhdg"/>
              <w:spacing w:line="240" w:lineRule="atLeast"/>
              <w:rPr>
                <w:b w:val="0"/>
                <w:bCs/>
                <w:sz w:val="18"/>
                <w:szCs w:val="18"/>
              </w:rPr>
            </w:pPr>
          </w:p>
        </w:tc>
        <w:tc>
          <w:tcPr>
            <w:tcW w:w="900" w:type="dxa"/>
            <w:vAlign w:val="bottom"/>
          </w:tcPr>
          <w:p w14:paraId="437FE97E" w14:textId="77777777" w:rsidR="00015DB5" w:rsidRPr="005D3E43" w:rsidRDefault="00015DB5" w:rsidP="009840C5">
            <w:pPr>
              <w:pStyle w:val="acctmergecolhdg"/>
              <w:spacing w:line="240" w:lineRule="atLeast"/>
              <w:ind w:left="-73" w:right="-82"/>
              <w:rPr>
                <w:b w:val="0"/>
                <w:bCs/>
                <w:sz w:val="18"/>
                <w:szCs w:val="18"/>
              </w:rPr>
            </w:pPr>
            <w:r>
              <w:rPr>
                <w:b w:val="0"/>
                <w:bCs/>
                <w:sz w:val="18"/>
                <w:szCs w:val="18"/>
              </w:rPr>
              <w:t>September</w:t>
            </w:r>
          </w:p>
        </w:tc>
        <w:tc>
          <w:tcPr>
            <w:tcW w:w="184" w:type="dxa"/>
            <w:vAlign w:val="bottom"/>
          </w:tcPr>
          <w:p w14:paraId="1D2D6ACE" w14:textId="77777777" w:rsidR="00015DB5" w:rsidRPr="005D3E43" w:rsidRDefault="00015DB5" w:rsidP="009840C5">
            <w:pPr>
              <w:pStyle w:val="acctmergecolhdg"/>
              <w:spacing w:line="240" w:lineRule="atLeast"/>
              <w:rPr>
                <w:b w:val="0"/>
                <w:bCs/>
                <w:sz w:val="18"/>
                <w:szCs w:val="18"/>
              </w:rPr>
            </w:pPr>
          </w:p>
        </w:tc>
        <w:tc>
          <w:tcPr>
            <w:tcW w:w="896" w:type="dxa"/>
            <w:vAlign w:val="bottom"/>
          </w:tcPr>
          <w:p w14:paraId="7267271E" w14:textId="77777777" w:rsidR="00015DB5" w:rsidRPr="005D3E43" w:rsidRDefault="00015DB5" w:rsidP="009840C5">
            <w:pPr>
              <w:pStyle w:val="acctmergecolhdg"/>
              <w:spacing w:line="240" w:lineRule="atLeast"/>
              <w:ind w:left="-79" w:right="-79"/>
              <w:rPr>
                <w:b w:val="0"/>
                <w:bCs/>
                <w:sz w:val="18"/>
                <w:szCs w:val="18"/>
              </w:rPr>
            </w:pPr>
            <w:r w:rsidRPr="005D3E43">
              <w:rPr>
                <w:b w:val="0"/>
                <w:bCs/>
                <w:sz w:val="18"/>
                <w:szCs w:val="18"/>
              </w:rPr>
              <w:t>December</w:t>
            </w:r>
          </w:p>
        </w:tc>
        <w:tc>
          <w:tcPr>
            <w:tcW w:w="183" w:type="dxa"/>
          </w:tcPr>
          <w:p w14:paraId="7A549245" w14:textId="77777777" w:rsidR="00015DB5" w:rsidRPr="005D3E43" w:rsidRDefault="00015DB5" w:rsidP="009840C5">
            <w:pPr>
              <w:pStyle w:val="acctmergecolhdg"/>
              <w:spacing w:line="240" w:lineRule="atLeast"/>
              <w:rPr>
                <w:b w:val="0"/>
                <w:bCs/>
                <w:sz w:val="18"/>
                <w:szCs w:val="18"/>
              </w:rPr>
            </w:pPr>
          </w:p>
        </w:tc>
        <w:tc>
          <w:tcPr>
            <w:tcW w:w="987" w:type="dxa"/>
            <w:vAlign w:val="bottom"/>
          </w:tcPr>
          <w:p w14:paraId="197C6252" w14:textId="77777777" w:rsidR="00015DB5" w:rsidRPr="005D3E43" w:rsidRDefault="00015DB5" w:rsidP="009840C5">
            <w:pPr>
              <w:pStyle w:val="acctmergecolhdg"/>
              <w:spacing w:line="240" w:lineRule="atLeast"/>
              <w:ind w:left="-73" w:right="-82"/>
              <w:rPr>
                <w:b w:val="0"/>
                <w:bCs/>
                <w:sz w:val="18"/>
                <w:szCs w:val="18"/>
              </w:rPr>
            </w:pPr>
            <w:r>
              <w:rPr>
                <w:b w:val="0"/>
                <w:bCs/>
                <w:sz w:val="18"/>
                <w:szCs w:val="18"/>
              </w:rPr>
              <w:t>September</w:t>
            </w:r>
          </w:p>
        </w:tc>
        <w:tc>
          <w:tcPr>
            <w:tcW w:w="189" w:type="dxa"/>
            <w:vAlign w:val="bottom"/>
          </w:tcPr>
          <w:p w14:paraId="53D4A400" w14:textId="77777777" w:rsidR="00015DB5" w:rsidRPr="005D3E43" w:rsidRDefault="00015DB5" w:rsidP="009840C5">
            <w:pPr>
              <w:pStyle w:val="acctmergecolhdg"/>
              <w:spacing w:line="240" w:lineRule="atLeast"/>
              <w:rPr>
                <w:b w:val="0"/>
                <w:bCs/>
                <w:sz w:val="18"/>
                <w:szCs w:val="18"/>
              </w:rPr>
            </w:pPr>
          </w:p>
        </w:tc>
        <w:tc>
          <w:tcPr>
            <w:tcW w:w="981" w:type="dxa"/>
            <w:vAlign w:val="bottom"/>
          </w:tcPr>
          <w:p w14:paraId="1FA48764" w14:textId="77777777" w:rsidR="00015DB5" w:rsidRPr="005D3E43" w:rsidRDefault="00015DB5" w:rsidP="009840C5">
            <w:pPr>
              <w:pStyle w:val="acctmergecolhdg"/>
              <w:spacing w:line="240" w:lineRule="atLeast"/>
              <w:ind w:left="-79" w:right="-79"/>
              <w:rPr>
                <w:b w:val="0"/>
                <w:bCs/>
                <w:sz w:val="18"/>
                <w:szCs w:val="18"/>
              </w:rPr>
            </w:pPr>
            <w:r w:rsidRPr="005D3E43">
              <w:rPr>
                <w:b w:val="0"/>
                <w:bCs/>
                <w:sz w:val="18"/>
                <w:szCs w:val="18"/>
              </w:rPr>
              <w:t>December</w:t>
            </w:r>
          </w:p>
        </w:tc>
        <w:tc>
          <w:tcPr>
            <w:tcW w:w="183" w:type="dxa"/>
          </w:tcPr>
          <w:p w14:paraId="05EAD6AE" w14:textId="77777777" w:rsidR="00015DB5" w:rsidRPr="005D3E43" w:rsidRDefault="00015DB5" w:rsidP="009840C5">
            <w:pPr>
              <w:pStyle w:val="acctmergecolhdg"/>
              <w:spacing w:line="240" w:lineRule="atLeast"/>
              <w:rPr>
                <w:b w:val="0"/>
                <w:bCs/>
                <w:sz w:val="18"/>
                <w:szCs w:val="18"/>
              </w:rPr>
            </w:pPr>
          </w:p>
        </w:tc>
        <w:tc>
          <w:tcPr>
            <w:tcW w:w="987" w:type="dxa"/>
            <w:vAlign w:val="bottom"/>
          </w:tcPr>
          <w:p w14:paraId="337766EA" w14:textId="77777777" w:rsidR="00015DB5" w:rsidRPr="005D3E43" w:rsidRDefault="00015DB5" w:rsidP="009840C5">
            <w:pPr>
              <w:pStyle w:val="acctmergecolhdg"/>
              <w:spacing w:line="240" w:lineRule="atLeast"/>
              <w:ind w:left="-73" w:right="-82"/>
              <w:rPr>
                <w:b w:val="0"/>
                <w:bCs/>
                <w:sz w:val="18"/>
                <w:szCs w:val="18"/>
              </w:rPr>
            </w:pPr>
            <w:r>
              <w:rPr>
                <w:b w:val="0"/>
                <w:bCs/>
                <w:sz w:val="18"/>
                <w:szCs w:val="18"/>
              </w:rPr>
              <w:t>September</w:t>
            </w:r>
          </w:p>
        </w:tc>
        <w:tc>
          <w:tcPr>
            <w:tcW w:w="189" w:type="dxa"/>
            <w:vAlign w:val="bottom"/>
          </w:tcPr>
          <w:p w14:paraId="06B3DFD3" w14:textId="77777777" w:rsidR="00015DB5" w:rsidRPr="005D3E43" w:rsidRDefault="00015DB5" w:rsidP="009840C5">
            <w:pPr>
              <w:pStyle w:val="acctmergecolhdg"/>
              <w:spacing w:line="240" w:lineRule="atLeast"/>
              <w:rPr>
                <w:b w:val="0"/>
                <w:bCs/>
                <w:sz w:val="18"/>
                <w:szCs w:val="18"/>
              </w:rPr>
            </w:pPr>
          </w:p>
        </w:tc>
        <w:tc>
          <w:tcPr>
            <w:tcW w:w="984" w:type="dxa"/>
            <w:vAlign w:val="bottom"/>
          </w:tcPr>
          <w:p w14:paraId="3D9E59B3" w14:textId="77777777" w:rsidR="00015DB5" w:rsidRPr="005D3E43" w:rsidRDefault="00015DB5" w:rsidP="009840C5">
            <w:pPr>
              <w:pStyle w:val="acctmergecolhdg"/>
              <w:spacing w:line="240" w:lineRule="atLeast"/>
              <w:ind w:left="-79" w:right="-79"/>
              <w:rPr>
                <w:b w:val="0"/>
                <w:bCs/>
                <w:sz w:val="18"/>
                <w:szCs w:val="18"/>
              </w:rPr>
            </w:pPr>
            <w:r w:rsidRPr="005D3E43">
              <w:rPr>
                <w:b w:val="0"/>
                <w:bCs/>
                <w:sz w:val="18"/>
                <w:szCs w:val="18"/>
              </w:rPr>
              <w:t>December</w:t>
            </w:r>
          </w:p>
        </w:tc>
        <w:tc>
          <w:tcPr>
            <w:tcW w:w="180" w:type="dxa"/>
          </w:tcPr>
          <w:p w14:paraId="7EE3FCC5" w14:textId="77777777" w:rsidR="00015DB5" w:rsidRPr="005D3E43" w:rsidRDefault="00015DB5" w:rsidP="009840C5">
            <w:pPr>
              <w:pStyle w:val="acctmergecolhdg"/>
              <w:spacing w:line="240" w:lineRule="atLeast"/>
              <w:rPr>
                <w:b w:val="0"/>
                <w:bCs/>
                <w:sz w:val="18"/>
                <w:szCs w:val="18"/>
              </w:rPr>
            </w:pPr>
          </w:p>
        </w:tc>
        <w:tc>
          <w:tcPr>
            <w:tcW w:w="990" w:type="dxa"/>
            <w:vAlign w:val="bottom"/>
          </w:tcPr>
          <w:p w14:paraId="0B64FC1E" w14:textId="77777777" w:rsidR="00015DB5" w:rsidRPr="005D3E43" w:rsidRDefault="00015DB5" w:rsidP="009840C5">
            <w:pPr>
              <w:pStyle w:val="acctmergecolhdg"/>
              <w:spacing w:line="240" w:lineRule="atLeast"/>
              <w:ind w:left="-73" w:right="-82"/>
              <w:rPr>
                <w:b w:val="0"/>
                <w:bCs/>
                <w:sz w:val="18"/>
                <w:szCs w:val="18"/>
              </w:rPr>
            </w:pPr>
            <w:r>
              <w:rPr>
                <w:b w:val="0"/>
                <w:bCs/>
                <w:sz w:val="18"/>
                <w:szCs w:val="18"/>
              </w:rPr>
              <w:t>September</w:t>
            </w:r>
          </w:p>
        </w:tc>
        <w:tc>
          <w:tcPr>
            <w:tcW w:w="180" w:type="dxa"/>
            <w:vAlign w:val="bottom"/>
          </w:tcPr>
          <w:p w14:paraId="3C28C9C4" w14:textId="77777777" w:rsidR="00015DB5" w:rsidRPr="005D3E43" w:rsidRDefault="00015DB5" w:rsidP="009840C5">
            <w:pPr>
              <w:pStyle w:val="acctmergecolhdg"/>
              <w:spacing w:line="240" w:lineRule="atLeast"/>
              <w:rPr>
                <w:b w:val="0"/>
                <w:bCs/>
                <w:sz w:val="18"/>
                <w:szCs w:val="18"/>
              </w:rPr>
            </w:pPr>
          </w:p>
        </w:tc>
        <w:tc>
          <w:tcPr>
            <w:tcW w:w="993" w:type="dxa"/>
            <w:vAlign w:val="bottom"/>
          </w:tcPr>
          <w:p w14:paraId="03D126E5" w14:textId="77777777" w:rsidR="00015DB5" w:rsidRPr="005D3E43" w:rsidRDefault="00015DB5" w:rsidP="009840C5">
            <w:pPr>
              <w:pStyle w:val="acctmergecolhdg"/>
              <w:spacing w:line="240" w:lineRule="atLeast"/>
              <w:ind w:left="-73" w:right="-82"/>
              <w:rPr>
                <w:b w:val="0"/>
                <w:bCs/>
                <w:sz w:val="18"/>
                <w:szCs w:val="18"/>
              </w:rPr>
            </w:pPr>
            <w:r>
              <w:rPr>
                <w:b w:val="0"/>
                <w:bCs/>
                <w:sz w:val="18"/>
                <w:szCs w:val="18"/>
              </w:rPr>
              <w:t>September</w:t>
            </w:r>
          </w:p>
        </w:tc>
      </w:tr>
      <w:tr w:rsidR="00015DB5" w:rsidRPr="005D3E43" w14:paraId="17C1D928" w14:textId="77777777" w:rsidTr="005F58EB">
        <w:trPr>
          <w:cantSplit/>
          <w:trHeight w:val="242"/>
          <w:tblHeader/>
        </w:trPr>
        <w:tc>
          <w:tcPr>
            <w:tcW w:w="2160" w:type="dxa"/>
          </w:tcPr>
          <w:p w14:paraId="3623924C" w14:textId="77777777" w:rsidR="00015DB5" w:rsidRPr="005D3E43" w:rsidRDefault="00015DB5" w:rsidP="009840C5">
            <w:pPr>
              <w:pStyle w:val="acctfourfigures"/>
              <w:spacing w:line="240" w:lineRule="atLeast"/>
              <w:jc w:val="center"/>
              <w:rPr>
                <w:sz w:val="20"/>
              </w:rPr>
            </w:pPr>
          </w:p>
        </w:tc>
        <w:tc>
          <w:tcPr>
            <w:tcW w:w="1530" w:type="dxa"/>
          </w:tcPr>
          <w:p w14:paraId="0DB03B2A" w14:textId="77777777" w:rsidR="00015DB5" w:rsidRPr="005D3E43" w:rsidRDefault="00015DB5" w:rsidP="009840C5">
            <w:pPr>
              <w:pStyle w:val="acctmergecolhdg"/>
              <w:spacing w:line="240" w:lineRule="atLeast"/>
              <w:ind w:left="-68" w:right="-79"/>
              <w:rPr>
                <w:b w:val="0"/>
                <w:bCs/>
                <w:sz w:val="20"/>
              </w:rPr>
            </w:pPr>
          </w:p>
        </w:tc>
        <w:tc>
          <w:tcPr>
            <w:tcW w:w="187" w:type="dxa"/>
          </w:tcPr>
          <w:p w14:paraId="3CDA6DA9" w14:textId="77777777" w:rsidR="00015DB5" w:rsidRPr="005D3E43" w:rsidRDefault="00015DB5" w:rsidP="009840C5">
            <w:pPr>
              <w:pStyle w:val="acctmergecolhdg"/>
              <w:spacing w:line="240" w:lineRule="atLeast"/>
              <w:rPr>
                <w:b w:val="0"/>
                <w:bCs/>
                <w:sz w:val="20"/>
              </w:rPr>
            </w:pPr>
          </w:p>
        </w:tc>
        <w:tc>
          <w:tcPr>
            <w:tcW w:w="893" w:type="dxa"/>
            <w:vAlign w:val="bottom"/>
          </w:tcPr>
          <w:p w14:paraId="22ADB71A" w14:textId="77777777" w:rsidR="00015DB5" w:rsidRPr="005D3E43" w:rsidRDefault="00015DB5" w:rsidP="009840C5">
            <w:pPr>
              <w:pStyle w:val="acctmergecolhdg"/>
              <w:spacing w:line="240" w:lineRule="atLeast"/>
              <w:rPr>
                <w:b w:val="0"/>
                <w:bCs/>
                <w:sz w:val="18"/>
                <w:szCs w:val="18"/>
              </w:rPr>
            </w:pPr>
            <w:r w:rsidRPr="005D3E43">
              <w:rPr>
                <w:b w:val="0"/>
                <w:bCs/>
                <w:sz w:val="18"/>
                <w:szCs w:val="18"/>
              </w:rPr>
              <w:t>2020</w:t>
            </w:r>
          </w:p>
        </w:tc>
        <w:tc>
          <w:tcPr>
            <w:tcW w:w="189" w:type="dxa"/>
            <w:vAlign w:val="bottom"/>
          </w:tcPr>
          <w:p w14:paraId="7D561797" w14:textId="77777777" w:rsidR="00015DB5" w:rsidRPr="005D3E43" w:rsidRDefault="00015DB5" w:rsidP="009840C5">
            <w:pPr>
              <w:pStyle w:val="acctmergecolhdg"/>
              <w:spacing w:line="240" w:lineRule="atLeast"/>
              <w:rPr>
                <w:b w:val="0"/>
                <w:bCs/>
                <w:sz w:val="18"/>
                <w:szCs w:val="18"/>
              </w:rPr>
            </w:pPr>
          </w:p>
        </w:tc>
        <w:tc>
          <w:tcPr>
            <w:tcW w:w="891" w:type="dxa"/>
            <w:vAlign w:val="bottom"/>
          </w:tcPr>
          <w:p w14:paraId="6AD3F011" w14:textId="77777777" w:rsidR="00015DB5" w:rsidRPr="005D3E43" w:rsidRDefault="00015DB5" w:rsidP="009840C5">
            <w:pPr>
              <w:pStyle w:val="acctmergecolhdg"/>
              <w:spacing w:line="240" w:lineRule="atLeast"/>
              <w:ind w:left="-79" w:right="-79"/>
              <w:rPr>
                <w:b w:val="0"/>
                <w:bCs/>
                <w:sz w:val="18"/>
                <w:szCs w:val="18"/>
              </w:rPr>
            </w:pPr>
            <w:r w:rsidRPr="005D3E43">
              <w:rPr>
                <w:b w:val="0"/>
                <w:bCs/>
                <w:sz w:val="18"/>
                <w:szCs w:val="18"/>
              </w:rPr>
              <w:t>2019</w:t>
            </w:r>
          </w:p>
        </w:tc>
        <w:tc>
          <w:tcPr>
            <w:tcW w:w="180" w:type="dxa"/>
          </w:tcPr>
          <w:p w14:paraId="5FADB1E3" w14:textId="77777777" w:rsidR="00015DB5" w:rsidRPr="005D3E43" w:rsidRDefault="00015DB5" w:rsidP="009840C5">
            <w:pPr>
              <w:pStyle w:val="acctmergecolhdg"/>
              <w:spacing w:line="240" w:lineRule="atLeast"/>
              <w:rPr>
                <w:b w:val="0"/>
                <w:bCs/>
                <w:sz w:val="18"/>
                <w:szCs w:val="18"/>
              </w:rPr>
            </w:pPr>
          </w:p>
        </w:tc>
        <w:tc>
          <w:tcPr>
            <w:tcW w:w="900" w:type="dxa"/>
            <w:vAlign w:val="bottom"/>
          </w:tcPr>
          <w:p w14:paraId="258E3918" w14:textId="77777777" w:rsidR="00015DB5" w:rsidRPr="005D3E43" w:rsidRDefault="00015DB5" w:rsidP="009840C5">
            <w:pPr>
              <w:pStyle w:val="acctmergecolhdg"/>
              <w:spacing w:line="240" w:lineRule="atLeast"/>
              <w:rPr>
                <w:b w:val="0"/>
                <w:bCs/>
                <w:sz w:val="18"/>
                <w:szCs w:val="18"/>
              </w:rPr>
            </w:pPr>
            <w:r w:rsidRPr="005D3E43">
              <w:rPr>
                <w:b w:val="0"/>
                <w:bCs/>
                <w:sz w:val="18"/>
                <w:szCs w:val="18"/>
              </w:rPr>
              <w:t>2020</w:t>
            </w:r>
          </w:p>
        </w:tc>
        <w:tc>
          <w:tcPr>
            <w:tcW w:w="184" w:type="dxa"/>
            <w:vAlign w:val="bottom"/>
          </w:tcPr>
          <w:p w14:paraId="5C310936" w14:textId="77777777" w:rsidR="00015DB5" w:rsidRPr="005D3E43" w:rsidRDefault="00015DB5" w:rsidP="009840C5">
            <w:pPr>
              <w:pStyle w:val="acctmergecolhdg"/>
              <w:spacing w:line="240" w:lineRule="atLeast"/>
              <w:rPr>
                <w:b w:val="0"/>
                <w:bCs/>
                <w:sz w:val="18"/>
                <w:szCs w:val="18"/>
              </w:rPr>
            </w:pPr>
          </w:p>
        </w:tc>
        <w:tc>
          <w:tcPr>
            <w:tcW w:w="896" w:type="dxa"/>
            <w:vAlign w:val="bottom"/>
          </w:tcPr>
          <w:p w14:paraId="603B3EFF" w14:textId="77777777" w:rsidR="00015DB5" w:rsidRPr="005D3E43" w:rsidRDefault="00015DB5" w:rsidP="009840C5">
            <w:pPr>
              <w:pStyle w:val="acctmergecolhdg"/>
              <w:spacing w:line="240" w:lineRule="atLeast"/>
              <w:ind w:left="-79" w:right="-79"/>
              <w:rPr>
                <w:b w:val="0"/>
                <w:bCs/>
                <w:sz w:val="18"/>
                <w:szCs w:val="18"/>
              </w:rPr>
            </w:pPr>
            <w:r w:rsidRPr="005D3E43">
              <w:rPr>
                <w:b w:val="0"/>
                <w:bCs/>
                <w:sz w:val="18"/>
                <w:szCs w:val="18"/>
              </w:rPr>
              <w:t>2019</w:t>
            </w:r>
          </w:p>
        </w:tc>
        <w:tc>
          <w:tcPr>
            <w:tcW w:w="183" w:type="dxa"/>
          </w:tcPr>
          <w:p w14:paraId="5BECA96E" w14:textId="77777777" w:rsidR="00015DB5" w:rsidRPr="005D3E43" w:rsidRDefault="00015DB5" w:rsidP="009840C5">
            <w:pPr>
              <w:pStyle w:val="acctmergecolhdg"/>
              <w:spacing w:line="240" w:lineRule="atLeast"/>
              <w:rPr>
                <w:b w:val="0"/>
                <w:bCs/>
                <w:sz w:val="18"/>
                <w:szCs w:val="18"/>
              </w:rPr>
            </w:pPr>
          </w:p>
        </w:tc>
        <w:tc>
          <w:tcPr>
            <w:tcW w:w="987" w:type="dxa"/>
            <w:vAlign w:val="bottom"/>
          </w:tcPr>
          <w:p w14:paraId="212CD746" w14:textId="77777777" w:rsidR="00015DB5" w:rsidRPr="005D3E43" w:rsidRDefault="00015DB5" w:rsidP="009840C5">
            <w:pPr>
              <w:pStyle w:val="acctmergecolhdg"/>
              <w:spacing w:line="240" w:lineRule="atLeast"/>
              <w:rPr>
                <w:b w:val="0"/>
                <w:bCs/>
                <w:sz w:val="18"/>
                <w:szCs w:val="18"/>
              </w:rPr>
            </w:pPr>
            <w:r w:rsidRPr="005D3E43">
              <w:rPr>
                <w:b w:val="0"/>
                <w:bCs/>
                <w:sz w:val="18"/>
                <w:szCs w:val="18"/>
              </w:rPr>
              <w:t>2020</w:t>
            </w:r>
          </w:p>
        </w:tc>
        <w:tc>
          <w:tcPr>
            <w:tcW w:w="189" w:type="dxa"/>
            <w:vAlign w:val="bottom"/>
          </w:tcPr>
          <w:p w14:paraId="504B6B00" w14:textId="77777777" w:rsidR="00015DB5" w:rsidRPr="005D3E43" w:rsidRDefault="00015DB5" w:rsidP="009840C5">
            <w:pPr>
              <w:pStyle w:val="acctmergecolhdg"/>
              <w:spacing w:line="240" w:lineRule="atLeast"/>
              <w:rPr>
                <w:b w:val="0"/>
                <w:bCs/>
                <w:sz w:val="18"/>
                <w:szCs w:val="18"/>
              </w:rPr>
            </w:pPr>
          </w:p>
        </w:tc>
        <w:tc>
          <w:tcPr>
            <w:tcW w:w="981" w:type="dxa"/>
            <w:vAlign w:val="bottom"/>
          </w:tcPr>
          <w:p w14:paraId="7854BF48" w14:textId="77777777" w:rsidR="00015DB5" w:rsidRPr="005D3E43" w:rsidRDefault="00015DB5" w:rsidP="009840C5">
            <w:pPr>
              <w:pStyle w:val="acctmergecolhdg"/>
              <w:spacing w:line="240" w:lineRule="atLeast"/>
              <w:ind w:left="-79" w:right="-79"/>
              <w:rPr>
                <w:b w:val="0"/>
                <w:bCs/>
                <w:sz w:val="18"/>
                <w:szCs w:val="18"/>
              </w:rPr>
            </w:pPr>
            <w:r w:rsidRPr="005D3E43">
              <w:rPr>
                <w:b w:val="0"/>
                <w:bCs/>
                <w:sz w:val="18"/>
                <w:szCs w:val="18"/>
              </w:rPr>
              <w:t>2019</w:t>
            </w:r>
          </w:p>
        </w:tc>
        <w:tc>
          <w:tcPr>
            <w:tcW w:w="183" w:type="dxa"/>
          </w:tcPr>
          <w:p w14:paraId="663B16A7" w14:textId="77777777" w:rsidR="00015DB5" w:rsidRPr="005D3E43" w:rsidRDefault="00015DB5" w:rsidP="009840C5">
            <w:pPr>
              <w:pStyle w:val="acctmergecolhdg"/>
              <w:spacing w:line="240" w:lineRule="atLeast"/>
              <w:rPr>
                <w:b w:val="0"/>
                <w:bCs/>
                <w:sz w:val="18"/>
                <w:szCs w:val="18"/>
              </w:rPr>
            </w:pPr>
          </w:p>
        </w:tc>
        <w:tc>
          <w:tcPr>
            <w:tcW w:w="987" w:type="dxa"/>
            <w:vAlign w:val="bottom"/>
          </w:tcPr>
          <w:p w14:paraId="76F35286" w14:textId="77777777" w:rsidR="00015DB5" w:rsidRPr="005D3E43" w:rsidRDefault="00015DB5" w:rsidP="009840C5">
            <w:pPr>
              <w:pStyle w:val="acctmergecolhdg"/>
              <w:spacing w:line="240" w:lineRule="atLeast"/>
              <w:rPr>
                <w:b w:val="0"/>
                <w:bCs/>
                <w:sz w:val="18"/>
                <w:szCs w:val="18"/>
              </w:rPr>
            </w:pPr>
            <w:r w:rsidRPr="005D3E43">
              <w:rPr>
                <w:b w:val="0"/>
                <w:bCs/>
                <w:sz w:val="18"/>
                <w:szCs w:val="18"/>
              </w:rPr>
              <w:t>2020</w:t>
            </w:r>
          </w:p>
        </w:tc>
        <w:tc>
          <w:tcPr>
            <w:tcW w:w="189" w:type="dxa"/>
            <w:vAlign w:val="bottom"/>
          </w:tcPr>
          <w:p w14:paraId="6FB1C76D" w14:textId="77777777" w:rsidR="00015DB5" w:rsidRPr="005D3E43" w:rsidRDefault="00015DB5" w:rsidP="009840C5">
            <w:pPr>
              <w:pStyle w:val="acctmergecolhdg"/>
              <w:spacing w:line="240" w:lineRule="atLeast"/>
              <w:rPr>
                <w:b w:val="0"/>
                <w:bCs/>
                <w:sz w:val="18"/>
                <w:szCs w:val="18"/>
              </w:rPr>
            </w:pPr>
          </w:p>
        </w:tc>
        <w:tc>
          <w:tcPr>
            <w:tcW w:w="984" w:type="dxa"/>
            <w:vAlign w:val="bottom"/>
          </w:tcPr>
          <w:p w14:paraId="123C9E68" w14:textId="77777777" w:rsidR="00015DB5" w:rsidRPr="005D3E43" w:rsidRDefault="00015DB5" w:rsidP="009840C5">
            <w:pPr>
              <w:pStyle w:val="acctmergecolhdg"/>
              <w:spacing w:line="240" w:lineRule="atLeast"/>
              <w:ind w:left="-79" w:right="-79"/>
              <w:rPr>
                <w:b w:val="0"/>
                <w:bCs/>
                <w:sz w:val="18"/>
                <w:szCs w:val="18"/>
              </w:rPr>
            </w:pPr>
            <w:r w:rsidRPr="005D3E43">
              <w:rPr>
                <w:b w:val="0"/>
                <w:bCs/>
                <w:sz w:val="18"/>
                <w:szCs w:val="18"/>
              </w:rPr>
              <w:t>2019</w:t>
            </w:r>
          </w:p>
        </w:tc>
        <w:tc>
          <w:tcPr>
            <w:tcW w:w="180" w:type="dxa"/>
          </w:tcPr>
          <w:p w14:paraId="3A95AE5C" w14:textId="77777777" w:rsidR="00015DB5" w:rsidRPr="005D3E43" w:rsidRDefault="00015DB5" w:rsidP="009840C5">
            <w:pPr>
              <w:pStyle w:val="acctmergecolhdg"/>
              <w:spacing w:line="240" w:lineRule="atLeast"/>
              <w:rPr>
                <w:b w:val="0"/>
                <w:bCs/>
                <w:sz w:val="18"/>
                <w:szCs w:val="18"/>
              </w:rPr>
            </w:pPr>
          </w:p>
        </w:tc>
        <w:tc>
          <w:tcPr>
            <w:tcW w:w="990" w:type="dxa"/>
            <w:vAlign w:val="bottom"/>
          </w:tcPr>
          <w:p w14:paraId="1B4ECA34" w14:textId="77777777" w:rsidR="00015DB5" w:rsidRPr="005D3E43" w:rsidRDefault="00015DB5" w:rsidP="009840C5">
            <w:pPr>
              <w:pStyle w:val="acctmergecolhdg"/>
              <w:spacing w:line="240" w:lineRule="atLeast"/>
              <w:ind w:right="-76"/>
              <w:rPr>
                <w:b w:val="0"/>
                <w:bCs/>
                <w:sz w:val="18"/>
                <w:szCs w:val="18"/>
              </w:rPr>
            </w:pPr>
            <w:r w:rsidRPr="005D3E43">
              <w:rPr>
                <w:b w:val="0"/>
                <w:bCs/>
                <w:sz w:val="18"/>
                <w:szCs w:val="18"/>
              </w:rPr>
              <w:t>2020</w:t>
            </w:r>
          </w:p>
        </w:tc>
        <w:tc>
          <w:tcPr>
            <w:tcW w:w="180" w:type="dxa"/>
            <w:vAlign w:val="bottom"/>
          </w:tcPr>
          <w:p w14:paraId="38AFEB02" w14:textId="77777777" w:rsidR="00015DB5" w:rsidRPr="005D3E43" w:rsidRDefault="00015DB5" w:rsidP="009840C5">
            <w:pPr>
              <w:pStyle w:val="acctmergecolhdg"/>
              <w:spacing w:line="240" w:lineRule="atLeast"/>
              <w:rPr>
                <w:b w:val="0"/>
                <w:bCs/>
                <w:sz w:val="20"/>
                <w:highlight w:val="yellow"/>
              </w:rPr>
            </w:pPr>
          </w:p>
        </w:tc>
        <w:tc>
          <w:tcPr>
            <w:tcW w:w="993" w:type="dxa"/>
            <w:vAlign w:val="bottom"/>
          </w:tcPr>
          <w:p w14:paraId="4FD77575" w14:textId="77777777" w:rsidR="00015DB5" w:rsidRPr="005D3E43" w:rsidRDefault="00015DB5" w:rsidP="009840C5">
            <w:pPr>
              <w:pStyle w:val="acctmergecolhdg"/>
              <w:spacing w:line="240" w:lineRule="atLeast"/>
              <w:ind w:left="-106" w:right="-59"/>
              <w:rPr>
                <w:b w:val="0"/>
                <w:bCs/>
                <w:sz w:val="18"/>
                <w:szCs w:val="18"/>
              </w:rPr>
            </w:pPr>
            <w:r w:rsidRPr="005D3E43">
              <w:rPr>
                <w:b w:val="0"/>
                <w:bCs/>
                <w:sz w:val="18"/>
                <w:szCs w:val="18"/>
              </w:rPr>
              <w:t>2019</w:t>
            </w:r>
          </w:p>
        </w:tc>
      </w:tr>
      <w:tr w:rsidR="00F32B61" w:rsidRPr="005D3E43" w14:paraId="7A304C54" w14:textId="77777777" w:rsidTr="005F58EB">
        <w:trPr>
          <w:cantSplit/>
          <w:trHeight w:val="268"/>
        </w:trPr>
        <w:tc>
          <w:tcPr>
            <w:tcW w:w="2160" w:type="dxa"/>
          </w:tcPr>
          <w:p w14:paraId="02B48A3C" w14:textId="77777777" w:rsidR="00F32B61" w:rsidRPr="005D3E43" w:rsidRDefault="00F32B61" w:rsidP="009840C5">
            <w:pPr>
              <w:spacing w:line="240" w:lineRule="atLeast"/>
              <w:rPr>
                <w:b/>
                <w:bCs/>
                <w:sz w:val="20"/>
                <w:szCs w:val="25"/>
                <w:cs/>
                <w:lang w:bidi="th-TH"/>
              </w:rPr>
            </w:pPr>
          </w:p>
        </w:tc>
        <w:tc>
          <w:tcPr>
            <w:tcW w:w="1530" w:type="dxa"/>
          </w:tcPr>
          <w:p w14:paraId="6327C3D6" w14:textId="77777777" w:rsidR="00F32B61" w:rsidRPr="005D3E43" w:rsidRDefault="00F32B61" w:rsidP="009840C5">
            <w:pPr>
              <w:tabs>
                <w:tab w:val="decimal" w:pos="461"/>
              </w:tabs>
              <w:spacing w:line="240" w:lineRule="atLeast"/>
              <w:ind w:left="-68" w:right="-79"/>
              <w:jc w:val="center"/>
              <w:rPr>
                <w:i/>
                <w:iCs/>
                <w:sz w:val="20"/>
              </w:rPr>
            </w:pPr>
          </w:p>
        </w:tc>
        <w:tc>
          <w:tcPr>
            <w:tcW w:w="187" w:type="dxa"/>
          </w:tcPr>
          <w:p w14:paraId="0790D0C0" w14:textId="77777777" w:rsidR="00F32B61" w:rsidRPr="005D3E43" w:rsidRDefault="00F32B61" w:rsidP="009840C5">
            <w:pPr>
              <w:tabs>
                <w:tab w:val="decimal" w:pos="461"/>
              </w:tabs>
              <w:spacing w:line="240" w:lineRule="atLeast"/>
              <w:rPr>
                <w:i/>
                <w:iCs/>
                <w:sz w:val="20"/>
              </w:rPr>
            </w:pPr>
          </w:p>
        </w:tc>
        <w:tc>
          <w:tcPr>
            <w:tcW w:w="1973" w:type="dxa"/>
            <w:gridSpan w:val="3"/>
          </w:tcPr>
          <w:p w14:paraId="59A4FE5C" w14:textId="77777777" w:rsidR="00F32B61" w:rsidRPr="005D3E43" w:rsidRDefault="00F32B61" w:rsidP="009840C5">
            <w:pPr>
              <w:tabs>
                <w:tab w:val="decimal" w:pos="461"/>
              </w:tabs>
              <w:spacing w:line="240" w:lineRule="atLeast"/>
              <w:jc w:val="center"/>
              <w:rPr>
                <w:sz w:val="20"/>
              </w:rPr>
            </w:pPr>
            <w:r w:rsidRPr="005D3E43">
              <w:rPr>
                <w:i/>
                <w:iCs/>
                <w:sz w:val="20"/>
              </w:rPr>
              <w:t>(%)</w:t>
            </w:r>
          </w:p>
        </w:tc>
        <w:tc>
          <w:tcPr>
            <w:tcW w:w="180" w:type="dxa"/>
          </w:tcPr>
          <w:p w14:paraId="29BEFA7F" w14:textId="77777777" w:rsidR="00F32B61" w:rsidRPr="005D3E43" w:rsidRDefault="00F32B61" w:rsidP="009840C5">
            <w:pPr>
              <w:tabs>
                <w:tab w:val="decimal" w:pos="461"/>
              </w:tabs>
              <w:spacing w:line="240" w:lineRule="atLeast"/>
              <w:rPr>
                <w:sz w:val="20"/>
              </w:rPr>
            </w:pPr>
          </w:p>
        </w:tc>
        <w:tc>
          <w:tcPr>
            <w:tcW w:w="9006" w:type="dxa"/>
            <w:gridSpan w:val="15"/>
          </w:tcPr>
          <w:p w14:paraId="1E9CA345" w14:textId="77777777" w:rsidR="00F32B61" w:rsidRPr="005D3E43" w:rsidRDefault="00F32B61" w:rsidP="009840C5">
            <w:pPr>
              <w:pStyle w:val="acctfourfigures"/>
              <w:tabs>
                <w:tab w:val="clear" w:pos="765"/>
                <w:tab w:val="decimal" w:pos="551"/>
              </w:tabs>
              <w:spacing w:line="240" w:lineRule="atLeast"/>
              <w:ind w:right="11"/>
              <w:jc w:val="center"/>
              <w:rPr>
                <w:sz w:val="20"/>
              </w:rPr>
            </w:pPr>
            <w:r w:rsidRPr="005D3E43">
              <w:rPr>
                <w:i/>
                <w:iCs/>
                <w:sz w:val="20"/>
              </w:rPr>
              <w:t>(in thousand Baht)</w:t>
            </w:r>
          </w:p>
        </w:tc>
      </w:tr>
      <w:tr w:rsidR="00015DB5" w:rsidRPr="005D3E43" w14:paraId="53321B79" w14:textId="77777777" w:rsidTr="005F58EB">
        <w:trPr>
          <w:cantSplit/>
          <w:trHeight w:val="268"/>
        </w:trPr>
        <w:tc>
          <w:tcPr>
            <w:tcW w:w="2160" w:type="dxa"/>
          </w:tcPr>
          <w:p w14:paraId="29ED308C" w14:textId="77777777" w:rsidR="00015DB5" w:rsidRPr="005D3E43" w:rsidRDefault="00015DB5" w:rsidP="009840C5">
            <w:pPr>
              <w:spacing w:line="240" w:lineRule="atLeast"/>
              <w:rPr>
                <w:i/>
                <w:iCs/>
                <w:sz w:val="18"/>
                <w:szCs w:val="18"/>
              </w:rPr>
            </w:pPr>
            <w:r w:rsidRPr="005D3E43">
              <w:rPr>
                <w:b/>
                <w:bCs/>
                <w:i/>
                <w:iCs/>
                <w:sz w:val="18"/>
                <w:szCs w:val="18"/>
              </w:rPr>
              <w:t>Associates</w:t>
            </w:r>
          </w:p>
        </w:tc>
        <w:tc>
          <w:tcPr>
            <w:tcW w:w="1530" w:type="dxa"/>
          </w:tcPr>
          <w:p w14:paraId="0B6C326B" w14:textId="77777777" w:rsidR="00015DB5" w:rsidRPr="005D3E43" w:rsidRDefault="00015DB5" w:rsidP="009840C5">
            <w:pPr>
              <w:tabs>
                <w:tab w:val="decimal" w:pos="461"/>
              </w:tabs>
              <w:spacing w:line="240" w:lineRule="atLeast"/>
              <w:ind w:left="-68" w:right="-79"/>
              <w:jc w:val="center"/>
              <w:rPr>
                <w:sz w:val="18"/>
                <w:szCs w:val="18"/>
              </w:rPr>
            </w:pPr>
          </w:p>
        </w:tc>
        <w:tc>
          <w:tcPr>
            <w:tcW w:w="187" w:type="dxa"/>
          </w:tcPr>
          <w:p w14:paraId="50D6F841" w14:textId="77777777" w:rsidR="00015DB5" w:rsidRPr="005D3E43" w:rsidRDefault="00015DB5" w:rsidP="009840C5">
            <w:pPr>
              <w:tabs>
                <w:tab w:val="decimal" w:pos="461"/>
              </w:tabs>
              <w:spacing w:line="240" w:lineRule="atLeast"/>
              <w:rPr>
                <w:sz w:val="18"/>
                <w:szCs w:val="18"/>
              </w:rPr>
            </w:pPr>
          </w:p>
        </w:tc>
        <w:tc>
          <w:tcPr>
            <w:tcW w:w="893" w:type="dxa"/>
          </w:tcPr>
          <w:p w14:paraId="61FEB718" w14:textId="77777777" w:rsidR="00015DB5" w:rsidRPr="005D3E43" w:rsidRDefault="00015DB5" w:rsidP="009840C5">
            <w:pPr>
              <w:tabs>
                <w:tab w:val="decimal" w:pos="461"/>
              </w:tabs>
              <w:spacing w:line="240" w:lineRule="atLeast"/>
              <w:rPr>
                <w:sz w:val="18"/>
                <w:szCs w:val="18"/>
              </w:rPr>
            </w:pPr>
          </w:p>
        </w:tc>
        <w:tc>
          <w:tcPr>
            <w:tcW w:w="189" w:type="dxa"/>
          </w:tcPr>
          <w:p w14:paraId="03C2F9A0" w14:textId="77777777" w:rsidR="00015DB5" w:rsidRPr="005D3E43" w:rsidRDefault="00015DB5" w:rsidP="009840C5">
            <w:pPr>
              <w:tabs>
                <w:tab w:val="decimal" w:pos="461"/>
              </w:tabs>
              <w:spacing w:line="240" w:lineRule="atLeast"/>
              <w:rPr>
                <w:sz w:val="18"/>
                <w:szCs w:val="18"/>
              </w:rPr>
            </w:pPr>
          </w:p>
        </w:tc>
        <w:tc>
          <w:tcPr>
            <w:tcW w:w="891" w:type="dxa"/>
          </w:tcPr>
          <w:p w14:paraId="69EF23CC" w14:textId="77777777" w:rsidR="00015DB5" w:rsidRPr="005D3E43" w:rsidRDefault="00015DB5" w:rsidP="009840C5">
            <w:pPr>
              <w:tabs>
                <w:tab w:val="decimal" w:pos="461"/>
              </w:tabs>
              <w:spacing w:line="240" w:lineRule="atLeast"/>
              <w:rPr>
                <w:sz w:val="18"/>
                <w:szCs w:val="18"/>
              </w:rPr>
            </w:pPr>
          </w:p>
        </w:tc>
        <w:tc>
          <w:tcPr>
            <w:tcW w:w="180" w:type="dxa"/>
          </w:tcPr>
          <w:p w14:paraId="163D3D8D" w14:textId="77777777" w:rsidR="00015DB5" w:rsidRPr="005D3E43" w:rsidRDefault="00015DB5" w:rsidP="009840C5">
            <w:pPr>
              <w:tabs>
                <w:tab w:val="decimal" w:pos="461"/>
              </w:tabs>
              <w:spacing w:line="240" w:lineRule="atLeast"/>
              <w:rPr>
                <w:sz w:val="18"/>
                <w:szCs w:val="18"/>
              </w:rPr>
            </w:pPr>
          </w:p>
        </w:tc>
        <w:tc>
          <w:tcPr>
            <w:tcW w:w="900" w:type="dxa"/>
          </w:tcPr>
          <w:p w14:paraId="466F080A" w14:textId="77777777" w:rsidR="00015DB5" w:rsidRPr="005D3E43" w:rsidRDefault="00015DB5" w:rsidP="009840C5">
            <w:pPr>
              <w:pStyle w:val="acctfourfigures"/>
              <w:tabs>
                <w:tab w:val="clear" w:pos="765"/>
                <w:tab w:val="decimal" w:pos="461"/>
              </w:tabs>
              <w:spacing w:line="240" w:lineRule="atLeast"/>
              <w:ind w:right="11"/>
              <w:rPr>
                <w:sz w:val="18"/>
                <w:szCs w:val="18"/>
              </w:rPr>
            </w:pPr>
          </w:p>
        </w:tc>
        <w:tc>
          <w:tcPr>
            <w:tcW w:w="184" w:type="dxa"/>
          </w:tcPr>
          <w:p w14:paraId="2C943BDB" w14:textId="77777777" w:rsidR="00015DB5" w:rsidRPr="005D3E43" w:rsidRDefault="00015DB5" w:rsidP="009840C5">
            <w:pPr>
              <w:pStyle w:val="acctfourfigures"/>
              <w:tabs>
                <w:tab w:val="decimal" w:pos="461"/>
              </w:tabs>
              <w:spacing w:line="240" w:lineRule="atLeast"/>
              <w:rPr>
                <w:sz w:val="18"/>
                <w:szCs w:val="18"/>
              </w:rPr>
            </w:pPr>
          </w:p>
        </w:tc>
        <w:tc>
          <w:tcPr>
            <w:tcW w:w="896" w:type="dxa"/>
          </w:tcPr>
          <w:p w14:paraId="4DC8FA54" w14:textId="77777777" w:rsidR="00015DB5" w:rsidRPr="005D3E43" w:rsidRDefault="00015DB5" w:rsidP="009840C5">
            <w:pPr>
              <w:pStyle w:val="acctfourfigures"/>
              <w:tabs>
                <w:tab w:val="clear" w:pos="765"/>
                <w:tab w:val="decimal" w:pos="461"/>
              </w:tabs>
              <w:spacing w:line="240" w:lineRule="atLeast"/>
              <w:ind w:right="11"/>
              <w:rPr>
                <w:sz w:val="18"/>
                <w:szCs w:val="18"/>
              </w:rPr>
            </w:pPr>
          </w:p>
        </w:tc>
        <w:tc>
          <w:tcPr>
            <w:tcW w:w="183" w:type="dxa"/>
          </w:tcPr>
          <w:p w14:paraId="32384414" w14:textId="77777777" w:rsidR="00015DB5" w:rsidRPr="005D3E43" w:rsidRDefault="00015DB5" w:rsidP="009840C5">
            <w:pPr>
              <w:pStyle w:val="acctfourfigures"/>
              <w:spacing w:line="240" w:lineRule="atLeast"/>
              <w:rPr>
                <w:sz w:val="18"/>
                <w:szCs w:val="18"/>
              </w:rPr>
            </w:pPr>
          </w:p>
        </w:tc>
        <w:tc>
          <w:tcPr>
            <w:tcW w:w="987" w:type="dxa"/>
          </w:tcPr>
          <w:p w14:paraId="33988BC2" w14:textId="77777777" w:rsidR="00015DB5" w:rsidRPr="005D3E43" w:rsidRDefault="00015DB5" w:rsidP="009840C5">
            <w:pPr>
              <w:pStyle w:val="acctfourfigures"/>
              <w:tabs>
                <w:tab w:val="clear" w:pos="765"/>
                <w:tab w:val="decimal" w:pos="551"/>
              </w:tabs>
              <w:spacing w:line="240" w:lineRule="atLeast"/>
              <w:ind w:right="11"/>
              <w:rPr>
                <w:sz w:val="18"/>
                <w:szCs w:val="18"/>
              </w:rPr>
            </w:pPr>
          </w:p>
        </w:tc>
        <w:tc>
          <w:tcPr>
            <w:tcW w:w="189" w:type="dxa"/>
          </w:tcPr>
          <w:p w14:paraId="7E3658CE" w14:textId="77777777" w:rsidR="00015DB5" w:rsidRPr="005D3E43" w:rsidRDefault="00015DB5" w:rsidP="009840C5">
            <w:pPr>
              <w:pStyle w:val="acctfourfigures"/>
              <w:tabs>
                <w:tab w:val="decimal" w:pos="551"/>
              </w:tabs>
              <w:spacing w:line="240" w:lineRule="atLeast"/>
              <w:rPr>
                <w:sz w:val="18"/>
                <w:szCs w:val="18"/>
              </w:rPr>
            </w:pPr>
          </w:p>
        </w:tc>
        <w:tc>
          <w:tcPr>
            <w:tcW w:w="981" w:type="dxa"/>
          </w:tcPr>
          <w:p w14:paraId="05F9D40C" w14:textId="77777777" w:rsidR="00015DB5" w:rsidRPr="005D3E43" w:rsidRDefault="00015DB5" w:rsidP="009840C5">
            <w:pPr>
              <w:pStyle w:val="acctfourfigures"/>
              <w:tabs>
                <w:tab w:val="clear" w:pos="765"/>
                <w:tab w:val="decimal" w:pos="551"/>
              </w:tabs>
              <w:spacing w:line="240" w:lineRule="atLeast"/>
              <w:ind w:right="11"/>
              <w:rPr>
                <w:sz w:val="18"/>
                <w:szCs w:val="18"/>
              </w:rPr>
            </w:pPr>
          </w:p>
        </w:tc>
        <w:tc>
          <w:tcPr>
            <w:tcW w:w="183" w:type="dxa"/>
          </w:tcPr>
          <w:p w14:paraId="5C48718D" w14:textId="77777777" w:rsidR="00015DB5" w:rsidRPr="005D3E43" w:rsidRDefault="00015DB5" w:rsidP="009840C5">
            <w:pPr>
              <w:pStyle w:val="acctfourfigures"/>
              <w:tabs>
                <w:tab w:val="decimal" w:pos="551"/>
              </w:tabs>
              <w:spacing w:line="240" w:lineRule="atLeast"/>
              <w:rPr>
                <w:sz w:val="18"/>
                <w:szCs w:val="18"/>
              </w:rPr>
            </w:pPr>
          </w:p>
        </w:tc>
        <w:tc>
          <w:tcPr>
            <w:tcW w:w="987" w:type="dxa"/>
          </w:tcPr>
          <w:p w14:paraId="7D4B64F2" w14:textId="77777777" w:rsidR="00015DB5" w:rsidRPr="005D3E43" w:rsidRDefault="00015DB5" w:rsidP="009840C5">
            <w:pPr>
              <w:pStyle w:val="acctfourfigures"/>
              <w:tabs>
                <w:tab w:val="decimal" w:pos="551"/>
              </w:tabs>
              <w:spacing w:line="240" w:lineRule="atLeast"/>
              <w:rPr>
                <w:sz w:val="18"/>
                <w:szCs w:val="18"/>
              </w:rPr>
            </w:pPr>
          </w:p>
        </w:tc>
        <w:tc>
          <w:tcPr>
            <w:tcW w:w="189" w:type="dxa"/>
          </w:tcPr>
          <w:p w14:paraId="506CA275" w14:textId="77777777" w:rsidR="00015DB5" w:rsidRPr="005D3E43" w:rsidRDefault="00015DB5" w:rsidP="009840C5">
            <w:pPr>
              <w:pStyle w:val="acctfourfigures"/>
              <w:tabs>
                <w:tab w:val="clear" w:pos="765"/>
                <w:tab w:val="decimal" w:pos="551"/>
                <w:tab w:val="decimal" w:pos="731"/>
              </w:tabs>
              <w:spacing w:line="240" w:lineRule="atLeast"/>
              <w:ind w:right="11"/>
              <w:rPr>
                <w:sz w:val="18"/>
                <w:szCs w:val="18"/>
              </w:rPr>
            </w:pPr>
          </w:p>
        </w:tc>
        <w:tc>
          <w:tcPr>
            <w:tcW w:w="984" w:type="dxa"/>
          </w:tcPr>
          <w:p w14:paraId="72A136CC" w14:textId="77777777" w:rsidR="00015DB5" w:rsidRPr="005D3E43" w:rsidRDefault="00015DB5" w:rsidP="009840C5">
            <w:pPr>
              <w:pStyle w:val="acctfourfigures"/>
              <w:tabs>
                <w:tab w:val="clear" w:pos="765"/>
                <w:tab w:val="decimal" w:pos="551"/>
              </w:tabs>
              <w:spacing w:line="240" w:lineRule="atLeast"/>
              <w:ind w:right="11"/>
              <w:rPr>
                <w:sz w:val="18"/>
                <w:szCs w:val="18"/>
              </w:rPr>
            </w:pPr>
          </w:p>
        </w:tc>
        <w:tc>
          <w:tcPr>
            <w:tcW w:w="180" w:type="dxa"/>
          </w:tcPr>
          <w:p w14:paraId="2DC01736" w14:textId="77777777" w:rsidR="00015DB5" w:rsidRPr="005D3E43" w:rsidRDefault="00015DB5" w:rsidP="009840C5">
            <w:pPr>
              <w:pStyle w:val="acctfourfigures"/>
              <w:tabs>
                <w:tab w:val="clear" w:pos="765"/>
                <w:tab w:val="decimal" w:pos="551"/>
              </w:tabs>
              <w:spacing w:line="240" w:lineRule="atLeast"/>
              <w:ind w:right="11"/>
              <w:rPr>
                <w:sz w:val="18"/>
                <w:szCs w:val="18"/>
              </w:rPr>
            </w:pPr>
          </w:p>
        </w:tc>
        <w:tc>
          <w:tcPr>
            <w:tcW w:w="990" w:type="dxa"/>
          </w:tcPr>
          <w:p w14:paraId="3D474A0F" w14:textId="77777777" w:rsidR="00015DB5" w:rsidRPr="005D3E43" w:rsidRDefault="00015DB5" w:rsidP="009840C5">
            <w:pPr>
              <w:pStyle w:val="acctfourfigures"/>
              <w:tabs>
                <w:tab w:val="clear" w:pos="765"/>
                <w:tab w:val="decimal" w:pos="551"/>
              </w:tabs>
              <w:spacing w:line="240" w:lineRule="atLeast"/>
              <w:ind w:right="11"/>
              <w:rPr>
                <w:sz w:val="18"/>
                <w:szCs w:val="18"/>
              </w:rPr>
            </w:pPr>
          </w:p>
        </w:tc>
        <w:tc>
          <w:tcPr>
            <w:tcW w:w="180" w:type="dxa"/>
          </w:tcPr>
          <w:p w14:paraId="72F0FA50" w14:textId="77777777" w:rsidR="00015DB5" w:rsidRPr="005D3E43" w:rsidRDefault="00015DB5" w:rsidP="009840C5">
            <w:pPr>
              <w:pStyle w:val="acctfourfigures"/>
              <w:tabs>
                <w:tab w:val="clear" w:pos="765"/>
                <w:tab w:val="decimal" w:pos="551"/>
                <w:tab w:val="decimal" w:pos="731"/>
              </w:tabs>
              <w:spacing w:line="240" w:lineRule="atLeast"/>
              <w:ind w:right="11"/>
              <w:rPr>
                <w:sz w:val="18"/>
                <w:szCs w:val="18"/>
              </w:rPr>
            </w:pPr>
          </w:p>
        </w:tc>
        <w:tc>
          <w:tcPr>
            <w:tcW w:w="993" w:type="dxa"/>
          </w:tcPr>
          <w:p w14:paraId="21BFB93D" w14:textId="77777777" w:rsidR="00015DB5" w:rsidRPr="005D3E43" w:rsidRDefault="00015DB5" w:rsidP="009840C5">
            <w:pPr>
              <w:pStyle w:val="acctfourfigures"/>
              <w:tabs>
                <w:tab w:val="clear" w:pos="765"/>
                <w:tab w:val="decimal" w:pos="551"/>
              </w:tabs>
              <w:spacing w:line="240" w:lineRule="atLeast"/>
              <w:ind w:right="11"/>
              <w:rPr>
                <w:sz w:val="18"/>
                <w:szCs w:val="18"/>
              </w:rPr>
            </w:pPr>
          </w:p>
        </w:tc>
      </w:tr>
      <w:tr w:rsidR="005F58EB" w:rsidRPr="005D3E43" w14:paraId="1FD90B8C" w14:textId="77777777" w:rsidTr="005F58EB">
        <w:trPr>
          <w:cantSplit/>
          <w:trHeight w:val="416"/>
        </w:trPr>
        <w:tc>
          <w:tcPr>
            <w:tcW w:w="2160" w:type="dxa"/>
          </w:tcPr>
          <w:p w14:paraId="4454C148" w14:textId="77777777" w:rsidR="00015DB5" w:rsidRPr="005D3E43" w:rsidRDefault="00015DB5" w:rsidP="009840C5">
            <w:pPr>
              <w:spacing w:line="240" w:lineRule="atLeast"/>
              <w:ind w:left="100" w:hanging="100"/>
              <w:rPr>
                <w:sz w:val="18"/>
                <w:szCs w:val="18"/>
                <w:lang w:val="en-US" w:bidi="th-TH"/>
              </w:rPr>
            </w:pPr>
            <w:r w:rsidRPr="005D3E43">
              <w:rPr>
                <w:sz w:val="18"/>
                <w:szCs w:val="18"/>
                <w:lang w:val="en-US"/>
              </w:rPr>
              <w:t xml:space="preserve">GLAND Office Leasehold </w:t>
            </w:r>
          </w:p>
          <w:p w14:paraId="2B65DAEF" w14:textId="52D90411" w:rsidR="00015DB5" w:rsidRPr="005F58EB" w:rsidRDefault="00015DB5" w:rsidP="005F58EB">
            <w:pPr>
              <w:spacing w:line="240" w:lineRule="atLeast"/>
              <w:ind w:left="100"/>
              <w:rPr>
                <w:sz w:val="18"/>
                <w:szCs w:val="18"/>
                <w:lang w:val="en-US"/>
              </w:rPr>
            </w:pPr>
            <w:r w:rsidRPr="005D3E43">
              <w:rPr>
                <w:sz w:val="18"/>
                <w:szCs w:val="18"/>
                <w:lang w:val="en-US"/>
              </w:rPr>
              <w:t>Real Estate Investmen</w:t>
            </w:r>
            <w:r w:rsidR="005F58EB">
              <w:rPr>
                <w:sz w:val="18"/>
                <w:szCs w:val="18"/>
                <w:lang w:val="en-US"/>
              </w:rPr>
              <w:t xml:space="preserve">t </w:t>
            </w:r>
            <w:r w:rsidRPr="005D3E43">
              <w:rPr>
                <w:sz w:val="18"/>
                <w:szCs w:val="18"/>
                <w:lang w:val="en-US"/>
              </w:rPr>
              <w:t>Trust</w:t>
            </w:r>
          </w:p>
        </w:tc>
        <w:tc>
          <w:tcPr>
            <w:tcW w:w="1530" w:type="dxa"/>
            <w:vAlign w:val="bottom"/>
          </w:tcPr>
          <w:p w14:paraId="1CDB3263" w14:textId="6F95CF29" w:rsidR="00015DB5" w:rsidRPr="005D3E43" w:rsidRDefault="00015DB5" w:rsidP="005F58EB">
            <w:pPr>
              <w:tabs>
                <w:tab w:val="decimal" w:pos="200"/>
              </w:tabs>
              <w:spacing w:line="240" w:lineRule="atLeast"/>
              <w:ind w:right="-79"/>
              <w:jc w:val="center"/>
              <w:rPr>
                <w:sz w:val="18"/>
                <w:szCs w:val="18"/>
              </w:rPr>
            </w:pPr>
            <w:r w:rsidRPr="005D3E43">
              <w:rPr>
                <w:sz w:val="18"/>
                <w:szCs w:val="18"/>
              </w:rPr>
              <w:t>Investment</w:t>
            </w:r>
            <w:r w:rsidR="005F58EB">
              <w:rPr>
                <w:sz w:val="18"/>
                <w:szCs w:val="18"/>
              </w:rPr>
              <w:t xml:space="preserve"> </w:t>
            </w:r>
            <w:r w:rsidRPr="005D3E43">
              <w:rPr>
                <w:sz w:val="18"/>
                <w:szCs w:val="18"/>
              </w:rPr>
              <w:t>trust</w:t>
            </w:r>
          </w:p>
        </w:tc>
        <w:tc>
          <w:tcPr>
            <w:tcW w:w="187" w:type="dxa"/>
            <w:vAlign w:val="bottom"/>
          </w:tcPr>
          <w:p w14:paraId="2028CB1F" w14:textId="77777777" w:rsidR="00015DB5" w:rsidRPr="005D3E43" w:rsidRDefault="00015DB5" w:rsidP="005F58EB">
            <w:pPr>
              <w:tabs>
                <w:tab w:val="decimal" w:pos="461"/>
              </w:tabs>
              <w:spacing w:line="240" w:lineRule="atLeast"/>
              <w:jc w:val="center"/>
              <w:rPr>
                <w:sz w:val="18"/>
                <w:szCs w:val="18"/>
              </w:rPr>
            </w:pPr>
          </w:p>
        </w:tc>
        <w:tc>
          <w:tcPr>
            <w:tcW w:w="893" w:type="dxa"/>
            <w:vAlign w:val="bottom"/>
          </w:tcPr>
          <w:p w14:paraId="58051EDB" w14:textId="77777777" w:rsidR="00015DB5" w:rsidRPr="005D3E43" w:rsidRDefault="00015DB5" w:rsidP="005F58EB">
            <w:pPr>
              <w:tabs>
                <w:tab w:val="decimal" w:pos="461"/>
              </w:tabs>
              <w:spacing w:line="240" w:lineRule="atLeast"/>
              <w:jc w:val="center"/>
              <w:rPr>
                <w:sz w:val="18"/>
                <w:szCs w:val="18"/>
              </w:rPr>
            </w:pPr>
            <w:r>
              <w:rPr>
                <w:sz w:val="18"/>
                <w:szCs w:val="18"/>
              </w:rPr>
              <w:t>15</w:t>
            </w:r>
          </w:p>
        </w:tc>
        <w:tc>
          <w:tcPr>
            <w:tcW w:w="189" w:type="dxa"/>
            <w:vAlign w:val="bottom"/>
          </w:tcPr>
          <w:p w14:paraId="577D930C" w14:textId="77777777" w:rsidR="00015DB5" w:rsidRPr="005D3E43" w:rsidRDefault="00015DB5" w:rsidP="005F58EB">
            <w:pPr>
              <w:tabs>
                <w:tab w:val="decimal" w:pos="461"/>
              </w:tabs>
              <w:spacing w:line="240" w:lineRule="atLeast"/>
              <w:jc w:val="center"/>
              <w:rPr>
                <w:sz w:val="18"/>
                <w:szCs w:val="18"/>
              </w:rPr>
            </w:pPr>
          </w:p>
        </w:tc>
        <w:tc>
          <w:tcPr>
            <w:tcW w:w="891" w:type="dxa"/>
            <w:vAlign w:val="bottom"/>
          </w:tcPr>
          <w:p w14:paraId="077F04E3" w14:textId="77777777" w:rsidR="00015DB5" w:rsidRDefault="00015DB5" w:rsidP="005F58EB">
            <w:pPr>
              <w:tabs>
                <w:tab w:val="decimal" w:pos="461"/>
              </w:tabs>
              <w:spacing w:line="240" w:lineRule="atLeast"/>
              <w:jc w:val="center"/>
              <w:rPr>
                <w:sz w:val="18"/>
                <w:szCs w:val="18"/>
              </w:rPr>
            </w:pPr>
          </w:p>
          <w:p w14:paraId="2EEB1D8E" w14:textId="77777777" w:rsidR="00015DB5" w:rsidRDefault="00015DB5" w:rsidP="005F58EB">
            <w:pPr>
              <w:tabs>
                <w:tab w:val="decimal" w:pos="461"/>
              </w:tabs>
              <w:spacing w:line="240" w:lineRule="atLeast"/>
              <w:jc w:val="center"/>
              <w:rPr>
                <w:sz w:val="18"/>
                <w:szCs w:val="18"/>
              </w:rPr>
            </w:pPr>
          </w:p>
          <w:p w14:paraId="22FF9E9B" w14:textId="77777777" w:rsidR="00015DB5" w:rsidRPr="005D3E43" w:rsidRDefault="00015DB5" w:rsidP="005F58EB">
            <w:pPr>
              <w:tabs>
                <w:tab w:val="decimal" w:pos="461"/>
              </w:tabs>
              <w:spacing w:line="240" w:lineRule="atLeast"/>
              <w:jc w:val="center"/>
              <w:rPr>
                <w:sz w:val="18"/>
                <w:szCs w:val="18"/>
              </w:rPr>
            </w:pPr>
            <w:r w:rsidRPr="005D3E43">
              <w:rPr>
                <w:sz w:val="18"/>
                <w:szCs w:val="18"/>
              </w:rPr>
              <w:t>15</w:t>
            </w:r>
          </w:p>
        </w:tc>
        <w:tc>
          <w:tcPr>
            <w:tcW w:w="180" w:type="dxa"/>
            <w:vAlign w:val="bottom"/>
          </w:tcPr>
          <w:p w14:paraId="43747115" w14:textId="77777777" w:rsidR="00015DB5" w:rsidRPr="005D3E43" w:rsidRDefault="00015DB5" w:rsidP="005F58EB">
            <w:pPr>
              <w:tabs>
                <w:tab w:val="decimal" w:pos="461"/>
              </w:tabs>
              <w:spacing w:line="240" w:lineRule="atLeast"/>
              <w:jc w:val="center"/>
              <w:rPr>
                <w:sz w:val="18"/>
                <w:szCs w:val="18"/>
              </w:rPr>
            </w:pPr>
          </w:p>
        </w:tc>
        <w:tc>
          <w:tcPr>
            <w:tcW w:w="900" w:type="dxa"/>
            <w:vAlign w:val="bottom"/>
          </w:tcPr>
          <w:p w14:paraId="6523051F" w14:textId="77777777" w:rsidR="00015DB5" w:rsidRPr="005D3E43" w:rsidRDefault="00015DB5" w:rsidP="005F58EB">
            <w:pPr>
              <w:pStyle w:val="acctfourfigures"/>
              <w:tabs>
                <w:tab w:val="clear" w:pos="765"/>
                <w:tab w:val="decimal" w:pos="467"/>
              </w:tabs>
              <w:spacing w:line="240" w:lineRule="atLeast"/>
              <w:ind w:right="11"/>
              <w:jc w:val="center"/>
              <w:rPr>
                <w:sz w:val="18"/>
                <w:szCs w:val="18"/>
              </w:rPr>
            </w:pPr>
            <w:r>
              <w:rPr>
                <w:sz w:val="18"/>
                <w:szCs w:val="18"/>
              </w:rPr>
              <w:t>600</w:t>
            </w:r>
          </w:p>
        </w:tc>
        <w:tc>
          <w:tcPr>
            <w:tcW w:w="184" w:type="dxa"/>
            <w:vAlign w:val="bottom"/>
          </w:tcPr>
          <w:p w14:paraId="0B8875F1" w14:textId="77777777" w:rsidR="00015DB5" w:rsidRPr="005D3E43" w:rsidRDefault="00015DB5" w:rsidP="005F58EB">
            <w:pPr>
              <w:pStyle w:val="acctfourfigures"/>
              <w:tabs>
                <w:tab w:val="decimal" w:pos="461"/>
              </w:tabs>
              <w:spacing w:line="240" w:lineRule="atLeast"/>
              <w:jc w:val="center"/>
              <w:rPr>
                <w:sz w:val="18"/>
                <w:szCs w:val="18"/>
              </w:rPr>
            </w:pPr>
          </w:p>
        </w:tc>
        <w:tc>
          <w:tcPr>
            <w:tcW w:w="896" w:type="dxa"/>
            <w:vAlign w:val="bottom"/>
          </w:tcPr>
          <w:p w14:paraId="0D2165D0" w14:textId="77777777" w:rsidR="00015DB5" w:rsidRDefault="00015DB5" w:rsidP="005F58EB">
            <w:pPr>
              <w:pStyle w:val="acctfourfigures"/>
              <w:tabs>
                <w:tab w:val="clear" w:pos="765"/>
                <w:tab w:val="decimal" w:pos="461"/>
              </w:tabs>
              <w:spacing w:line="240" w:lineRule="atLeast"/>
              <w:ind w:right="11"/>
              <w:jc w:val="center"/>
              <w:rPr>
                <w:sz w:val="18"/>
                <w:szCs w:val="18"/>
              </w:rPr>
            </w:pPr>
          </w:p>
          <w:p w14:paraId="2EA908DD" w14:textId="77777777" w:rsidR="00015DB5" w:rsidRPr="005D3E43" w:rsidRDefault="00015DB5" w:rsidP="005F58EB">
            <w:pPr>
              <w:pStyle w:val="acctfourfigures"/>
              <w:tabs>
                <w:tab w:val="clear" w:pos="765"/>
                <w:tab w:val="decimal" w:pos="461"/>
              </w:tabs>
              <w:spacing w:line="240" w:lineRule="atLeast"/>
              <w:ind w:right="11"/>
              <w:jc w:val="center"/>
              <w:rPr>
                <w:sz w:val="18"/>
                <w:szCs w:val="18"/>
              </w:rPr>
            </w:pPr>
            <w:r w:rsidRPr="005D3E43">
              <w:rPr>
                <w:sz w:val="18"/>
                <w:szCs w:val="18"/>
              </w:rPr>
              <w:t>4,558,489</w:t>
            </w:r>
          </w:p>
        </w:tc>
        <w:tc>
          <w:tcPr>
            <w:tcW w:w="183" w:type="dxa"/>
            <w:vAlign w:val="bottom"/>
          </w:tcPr>
          <w:p w14:paraId="25C5C395" w14:textId="77777777" w:rsidR="00015DB5" w:rsidRPr="005D3E43" w:rsidRDefault="00015DB5" w:rsidP="005F58EB">
            <w:pPr>
              <w:pStyle w:val="acctfourfigures"/>
              <w:spacing w:line="240" w:lineRule="atLeast"/>
              <w:jc w:val="center"/>
              <w:rPr>
                <w:sz w:val="18"/>
                <w:szCs w:val="18"/>
              </w:rPr>
            </w:pPr>
          </w:p>
        </w:tc>
        <w:tc>
          <w:tcPr>
            <w:tcW w:w="987" w:type="dxa"/>
            <w:tcBorders>
              <w:bottom w:val="double" w:sz="4" w:space="0" w:color="auto"/>
            </w:tcBorders>
            <w:vAlign w:val="bottom"/>
          </w:tcPr>
          <w:p w14:paraId="2EECE593" w14:textId="77777777" w:rsidR="00015DB5" w:rsidRPr="00F32B61" w:rsidRDefault="00015DB5" w:rsidP="005F58EB">
            <w:pPr>
              <w:pStyle w:val="acctfourfigures"/>
              <w:tabs>
                <w:tab w:val="clear" w:pos="765"/>
                <w:tab w:val="decimal" w:pos="462"/>
              </w:tabs>
              <w:spacing w:line="240" w:lineRule="atLeast"/>
              <w:ind w:right="11"/>
              <w:jc w:val="center"/>
              <w:rPr>
                <w:b/>
                <w:bCs/>
                <w:sz w:val="18"/>
                <w:szCs w:val="18"/>
              </w:rPr>
            </w:pPr>
            <w:r w:rsidRPr="00F32B61">
              <w:rPr>
                <w:b/>
                <w:bCs/>
                <w:sz w:val="18"/>
                <w:szCs w:val="18"/>
              </w:rPr>
              <w:t>90</w:t>
            </w:r>
          </w:p>
        </w:tc>
        <w:tc>
          <w:tcPr>
            <w:tcW w:w="189" w:type="dxa"/>
            <w:vAlign w:val="bottom"/>
          </w:tcPr>
          <w:p w14:paraId="513005F4" w14:textId="77777777" w:rsidR="00015DB5" w:rsidRPr="005D3E43" w:rsidRDefault="00015DB5" w:rsidP="005F58EB">
            <w:pPr>
              <w:pStyle w:val="acctfourfigures"/>
              <w:tabs>
                <w:tab w:val="decimal" w:pos="551"/>
              </w:tabs>
              <w:spacing w:line="240" w:lineRule="atLeast"/>
              <w:jc w:val="center"/>
              <w:rPr>
                <w:sz w:val="18"/>
                <w:szCs w:val="18"/>
              </w:rPr>
            </w:pPr>
          </w:p>
        </w:tc>
        <w:tc>
          <w:tcPr>
            <w:tcW w:w="981" w:type="dxa"/>
            <w:tcBorders>
              <w:bottom w:val="double" w:sz="4" w:space="0" w:color="auto"/>
            </w:tcBorders>
            <w:vAlign w:val="bottom"/>
          </w:tcPr>
          <w:p w14:paraId="3A613B68" w14:textId="77777777" w:rsidR="00015DB5" w:rsidRPr="005D3E43" w:rsidRDefault="00015DB5" w:rsidP="005F58EB">
            <w:pPr>
              <w:pStyle w:val="acctfourfigures"/>
              <w:tabs>
                <w:tab w:val="clear" w:pos="765"/>
                <w:tab w:val="decimal" w:pos="731"/>
              </w:tabs>
              <w:spacing w:line="240" w:lineRule="atLeast"/>
              <w:ind w:right="11"/>
              <w:jc w:val="center"/>
              <w:rPr>
                <w:sz w:val="18"/>
                <w:szCs w:val="18"/>
              </w:rPr>
            </w:pPr>
          </w:p>
          <w:p w14:paraId="3F30CF7C" w14:textId="77777777" w:rsidR="00015DB5" w:rsidRDefault="00015DB5" w:rsidP="005F58EB">
            <w:pPr>
              <w:pStyle w:val="acctfourfigures"/>
              <w:tabs>
                <w:tab w:val="clear" w:pos="765"/>
                <w:tab w:val="decimal" w:pos="731"/>
              </w:tabs>
              <w:spacing w:line="240" w:lineRule="atLeast"/>
              <w:ind w:right="11"/>
              <w:jc w:val="center"/>
              <w:rPr>
                <w:sz w:val="18"/>
                <w:szCs w:val="18"/>
              </w:rPr>
            </w:pPr>
          </w:p>
          <w:p w14:paraId="314216F8" w14:textId="77777777" w:rsidR="00015DB5" w:rsidRPr="00F32B61" w:rsidRDefault="00015DB5" w:rsidP="005F58EB">
            <w:pPr>
              <w:pStyle w:val="acctfourfigures"/>
              <w:tabs>
                <w:tab w:val="clear" w:pos="765"/>
                <w:tab w:val="decimal" w:pos="731"/>
              </w:tabs>
              <w:spacing w:line="240" w:lineRule="atLeast"/>
              <w:ind w:right="11"/>
              <w:jc w:val="center"/>
              <w:rPr>
                <w:b/>
                <w:bCs/>
                <w:sz w:val="18"/>
                <w:szCs w:val="18"/>
              </w:rPr>
            </w:pPr>
            <w:r w:rsidRPr="00F32B61">
              <w:rPr>
                <w:b/>
                <w:bCs/>
                <w:sz w:val="18"/>
                <w:szCs w:val="18"/>
              </w:rPr>
              <w:t>683,774</w:t>
            </w:r>
          </w:p>
        </w:tc>
        <w:tc>
          <w:tcPr>
            <w:tcW w:w="183" w:type="dxa"/>
            <w:vAlign w:val="bottom"/>
          </w:tcPr>
          <w:p w14:paraId="4F78071A" w14:textId="77777777" w:rsidR="00015DB5" w:rsidRPr="005D3E43" w:rsidRDefault="00015DB5" w:rsidP="005F58EB">
            <w:pPr>
              <w:pStyle w:val="acctfourfigures"/>
              <w:tabs>
                <w:tab w:val="decimal" w:pos="551"/>
              </w:tabs>
              <w:spacing w:line="240" w:lineRule="atLeast"/>
              <w:jc w:val="center"/>
              <w:rPr>
                <w:sz w:val="18"/>
                <w:szCs w:val="18"/>
              </w:rPr>
            </w:pPr>
          </w:p>
        </w:tc>
        <w:tc>
          <w:tcPr>
            <w:tcW w:w="987" w:type="dxa"/>
            <w:vAlign w:val="bottom"/>
          </w:tcPr>
          <w:p w14:paraId="6E70F049" w14:textId="77777777" w:rsidR="00015DB5" w:rsidRPr="005D3E43" w:rsidRDefault="00015DB5" w:rsidP="005F58EB">
            <w:pPr>
              <w:pStyle w:val="acctfourfigures"/>
              <w:tabs>
                <w:tab w:val="clear" w:pos="765"/>
                <w:tab w:val="decimal" w:pos="438"/>
              </w:tabs>
              <w:spacing w:line="240" w:lineRule="atLeast"/>
              <w:ind w:right="11"/>
              <w:jc w:val="center"/>
              <w:rPr>
                <w:sz w:val="18"/>
                <w:szCs w:val="18"/>
              </w:rPr>
            </w:pPr>
            <w:r>
              <w:rPr>
                <w:sz w:val="18"/>
                <w:szCs w:val="18"/>
              </w:rPr>
              <w:t>-</w:t>
            </w:r>
          </w:p>
        </w:tc>
        <w:tc>
          <w:tcPr>
            <w:tcW w:w="189" w:type="dxa"/>
            <w:vAlign w:val="bottom"/>
          </w:tcPr>
          <w:p w14:paraId="7DBF12C8" w14:textId="77777777" w:rsidR="00015DB5" w:rsidRPr="005D3E43" w:rsidRDefault="00015DB5" w:rsidP="005F58EB">
            <w:pPr>
              <w:pStyle w:val="acctfourfigures"/>
              <w:tabs>
                <w:tab w:val="clear" w:pos="765"/>
                <w:tab w:val="decimal" w:pos="551"/>
                <w:tab w:val="decimal" w:pos="731"/>
              </w:tabs>
              <w:spacing w:line="240" w:lineRule="atLeast"/>
              <w:ind w:right="11"/>
              <w:jc w:val="center"/>
              <w:rPr>
                <w:sz w:val="18"/>
                <w:szCs w:val="18"/>
              </w:rPr>
            </w:pPr>
          </w:p>
        </w:tc>
        <w:tc>
          <w:tcPr>
            <w:tcW w:w="984" w:type="dxa"/>
            <w:vAlign w:val="bottom"/>
          </w:tcPr>
          <w:p w14:paraId="26408303" w14:textId="77777777" w:rsidR="00015DB5" w:rsidRPr="005D3E43" w:rsidRDefault="00015DB5" w:rsidP="005F58EB">
            <w:pPr>
              <w:pStyle w:val="acctfourfigures"/>
              <w:tabs>
                <w:tab w:val="clear" w:pos="765"/>
                <w:tab w:val="decimal" w:pos="729"/>
              </w:tabs>
              <w:spacing w:line="240" w:lineRule="atLeast"/>
              <w:ind w:right="11"/>
              <w:jc w:val="center"/>
              <w:rPr>
                <w:sz w:val="18"/>
                <w:szCs w:val="18"/>
              </w:rPr>
            </w:pPr>
          </w:p>
          <w:p w14:paraId="0C2407DD" w14:textId="77777777" w:rsidR="00015DB5" w:rsidRPr="005D3E43" w:rsidRDefault="00015DB5" w:rsidP="005F58EB">
            <w:pPr>
              <w:pStyle w:val="acctfourfigures"/>
              <w:tabs>
                <w:tab w:val="clear" w:pos="765"/>
                <w:tab w:val="decimal" w:pos="729"/>
              </w:tabs>
              <w:spacing w:line="240" w:lineRule="atLeast"/>
              <w:ind w:right="11"/>
              <w:jc w:val="center"/>
              <w:rPr>
                <w:sz w:val="18"/>
                <w:szCs w:val="18"/>
              </w:rPr>
            </w:pPr>
            <w:r w:rsidRPr="005D3E43">
              <w:rPr>
                <w:sz w:val="18"/>
                <w:szCs w:val="18"/>
              </w:rPr>
              <w:t>997,038</w:t>
            </w:r>
          </w:p>
        </w:tc>
        <w:tc>
          <w:tcPr>
            <w:tcW w:w="180" w:type="dxa"/>
            <w:vAlign w:val="bottom"/>
          </w:tcPr>
          <w:p w14:paraId="5D4E52F2" w14:textId="77777777" w:rsidR="00015DB5" w:rsidRPr="005D3E43" w:rsidRDefault="00015DB5" w:rsidP="005F58EB">
            <w:pPr>
              <w:pStyle w:val="acctfourfigures"/>
              <w:tabs>
                <w:tab w:val="clear" w:pos="765"/>
                <w:tab w:val="decimal" w:pos="551"/>
              </w:tabs>
              <w:spacing w:line="240" w:lineRule="atLeast"/>
              <w:ind w:right="11"/>
              <w:jc w:val="center"/>
              <w:rPr>
                <w:sz w:val="18"/>
                <w:szCs w:val="18"/>
              </w:rPr>
            </w:pPr>
          </w:p>
        </w:tc>
        <w:tc>
          <w:tcPr>
            <w:tcW w:w="990" w:type="dxa"/>
            <w:tcBorders>
              <w:bottom w:val="double" w:sz="4" w:space="0" w:color="auto"/>
            </w:tcBorders>
            <w:vAlign w:val="bottom"/>
          </w:tcPr>
          <w:p w14:paraId="20D0E775" w14:textId="5408C004" w:rsidR="00015DB5" w:rsidRPr="00F32B61" w:rsidRDefault="00015DB5" w:rsidP="005F58EB">
            <w:pPr>
              <w:pStyle w:val="acctfourfigures"/>
              <w:tabs>
                <w:tab w:val="clear" w:pos="765"/>
                <w:tab w:val="decimal" w:pos="640"/>
              </w:tabs>
              <w:spacing w:line="240" w:lineRule="atLeast"/>
              <w:ind w:right="11"/>
              <w:jc w:val="center"/>
              <w:rPr>
                <w:b/>
                <w:bCs/>
                <w:sz w:val="18"/>
                <w:szCs w:val="18"/>
              </w:rPr>
            </w:pPr>
            <w:r w:rsidRPr="00F32B61">
              <w:rPr>
                <w:b/>
                <w:bCs/>
                <w:sz w:val="18"/>
                <w:szCs w:val="18"/>
              </w:rPr>
              <w:t>308,242</w:t>
            </w:r>
          </w:p>
        </w:tc>
        <w:tc>
          <w:tcPr>
            <w:tcW w:w="180" w:type="dxa"/>
            <w:vAlign w:val="bottom"/>
          </w:tcPr>
          <w:p w14:paraId="094C294E" w14:textId="77777777" w:rsidR="00015DB5" w:rsidRPr="005D3E43" w:rsidRDefault="00015DB5" w:rsidP="005F58EB">
            <w:pPr>
              <w:pStyle w:val="acctfourfigures"/>
              <w:tabs>
                <w:tab w:val="clear" w:pos="765"/>
                <w:tab w:val="decimal" w:pos="551"/>
                <w:tab w:val="decimal" w:pos="731"/>
              </w:tabs>
              <w:spacing w:line="240" w:lineRule="atLeast"/>
              <w:ind w:right="11"/>
              <w:jc w:val="center"/>
              <w:rPr>
                <w:sz w:val="18"/>
                <w:szCs w:val="18"/>
              </w:rPr>
            </w:pPr>
          </w:p>
        </w:tc>
        <w:tc>
          <w:tcPr>
            <w:tcW w:w="993" w:type="dxa"/>
            <w:tcBorders>
              <w:bottom w:val="double" w:sz="4" w:space="0" w:color="auto"/>
            </w:tcBorders>
            <w:vAlign w:val="bottom"/>
          </w:tcPr>
          <w:p w14:paraId="63787979" w14:textId="7722A764" w:rsidR="00015DB5" w:rsidRPr="00F32B61" w:rsidRDefault="00015DB5" w:rsidP="005F58EB">
            <w:pPr>
              <w:jc w:val="center"/>
              <w:rPr>
                <w:b/>
                <w:bCs/>
                <w:sz w:val="18"/>
                <w:szCs w:val="18"/>
              </w:rPr>
            </w:pPr>
            <w:r w:rsidRPr="00F32B61">
              <w:rPr>
                <w:b/>
                <w:bCs/>
                <w:sz w:val="18"/>
                <w:szCs w:val="18"/>
              </w:rPr>
              <w:t>39,499</w:t>
            </w:r>
          </w:p>
        </w:tc>
      </w:tr>
      <w:tr w:rsidR="005F58EB" w:rsidRPr="005D3E43" w14:paraId="36E4BC17" w14:textId="77777777" w:rsidTr="005F58EB">
        <w:trPr>
          <w:cantSplit/>
          <w:trHeight w:val="268"/>
        </w:trPr>
        <w:tc>
          <w:tcPr>
            <w:tcW w:w="2160" w:type="dxa"/>
          </w:tcPr>
          <w:p w14:paraId="7ECEAF42" w14:textId="015F1DBA" w:rsidR="005F58EB" w:rsidRPr="005D3E43" w:rsidRDefault="005F58EB" w:rsidP="009840C5">
            <w:pPr>
              <w:spacing w:line="240" w:lineRule="atLeast"/>
              <w:ind w:left="100" w:hanging="100"/>
              <w:rPr>
                <w:sz w:val="18"/>
                <w:szCs w:val="18"/>
                <w:lang w:val="en-US"/>
              </w:rPr>
            </w:pPr>
            <w:r w:rsidRPr="005D3E43">
              <w:rPr>
                <w:i/>
                <w:iCs/>
                <w:sz w:val="18"/>
                <w:szCs w:val="18"/>
                <w:lang w:val="en-US"/>
              </w:rPr>
              <w:t>(Under liquidation process)</w:t>
            </w:r>
          </w:p>
        </w:tc>
        <w:tc>
          <w:tcPr>
            <w:tcW w:w="1530" w:type="dxa"/>
            <w:vAlign w:val="bottom"/>
          </w:tcPr>
          <w:p w14:paraId="5A266D49" w14:textId="77777777" w:rsidR="005F58EB" w:rsidRPr="005D3E43" w:rsidRDefault="005F58EB" w:rsidP="009840C5">
            <w:pPr>
              <w:tabs>
                <w:tab w:val="decimal" w:pos="200"/>
              </w:tabs>
              <w:spacing w:line="240" w:lineRule="atLeast"/>
              <w:ind w:left="-68" w:right="-79"/>
              <w:jc w:val="center"/>
              <w:rPr>
                <w:sz w:val="18"/>
                <w:szCs w:val="18"/>
              </w:rPr>
            </w:pPr>
          </w:p>
        </w:tc>
        <w:tc>
          <w:tcPr>
            <w:tcW w:w="187" w:type="dxa"/>
          </w:tcPr>
          <w:p w14:paraId="0F3B8288" w14:textId="77777777" w:rsidR="005F58EB" w:rsidRPr="005D3E43" w:rsidRDefault="005F58EB" w:rsidP="009840C5">
            <w:pPr>
              <w:tabs>
                <w:tab w:val="decimal" w:pos="461"/>
              </w:tabs>
              <w:spacing w:line="240" w:lineRule="atLeast"/>
              <w:rPr>
                <w:sz w:val="18"/>
                <w:szCs w:val="18"/>
              </w:rPr>
            </w:pPr>
          </w:p>
        </w:tc>
        <w:tc>
          <w:tcPr>
            <w:tcW w:w="893" w:type="dxa"/>
            <w:vAlign w:val="bottom"/>
          </w:tcPr>
          <w:p w14:paraId="790B5C4A" w14:textId="77777777" w:rsidR="005F58EB" w:rsidRDefault="005F58EB" w:rsidP="00F32B61">
            <w:pPr>
              <w:tabs>
                <w:tab w:val="decimal" w:pos="461"/>
              </w:tabs>
              <w:spacing w:line="240" w:lineRule="atLeast"/>
              <w:jc w:val="center"/>
              <w:rPr>
                <w:sz w:val="18"/>
                <w:szCs w:val="18"/>
              </w:rPr>
            </w:pPr>
          </w:p>
        </w:tc>
        <w:tc>
          <w:tcPr>
            <w:tcW w:w="189" w:type="dxa"/>
            <w:vAlign w:val="bottom"/>
          </w:tcPr>
          <w:p w14:paraId="43E08EA0" w14:textId="77777777" w:rsidR="005F58EB" w:rsidRPr="005D3E43" w:rsidRDefault="005F58EB" w:rsidP="00F32B61">
            <w:pPr>
              <w:tabs>
                <w:tab w:val="decimal" w:pos="461"/>
              </w:tabs>
              <w:spacing w:line="240" w:lineRule="atLeast"/>
              <w:jc w:val="center"/>
              <w:rPr>
                <w:sz w:val="18"/>
                <w:szCs w:val="18"/>
              </w:rPr>
            </w:pPr>
          </w:p>
        </w:tc>
        <w:tc>
          <w:tcPr>
            <w:tcW w:w="891" w:type="dxa"/>
            <w:vAlign w:val="bottom"/>
          </w:tcPr>
          <w:p w14:paraId="18CC60D3" w14:textId="77777777" w:rsidR="005F58EB" w:rsidRDefault="005F58EB" w:rsidP="00F32B61">
            <w:pPr>
              <w:tabs>
                <w:tab w:val="decimal" w:pos="461"/>
              </w:tabs>
              <w:spacing w:line="240" w:lineRule="atLeast"/>
              <w:jc w:val="center"/>
              <w:rPr>
                <w:sz w:val="18"/>
                <w:szCs w:val="18"/>
              </w:rPr>
            </w:pPr>
          </w:p>
        </w:tc>
        <w:tc>
          <w:tcPr>
            <w:tcW w:w="180" w:type="dxa"/>
            <w:vAlign w:val="bottom"/>
          </w:tcPr>
          <w:p w14:paraId="73AB4A2D" w14:textId="77777777" w:rsidR="005F58EB" w:rsidRPr="005D3E43" w:rsidRDefault="005F58EB" w:rsidP="00F32B61">
            <w:pPr>
              <w:tabs>
                <w:tab w:val="decimal" w:pos="461"/>
              </w:tabs>
              <w:spacing w:line="240" w:lineRule="atLeast"/>
              <w:jc w:val="center"/>
              <w:rPr>
                <w:sz w:val="18"/>
                <w:szCs w:val="18"/>
              </w:rPr>
            </w:pPr>
          </w:p>
        </w:tc>
        <w:tc>
          <w:tcPr>
            <w:tcW w:w="900" w:type="dxa"/>
            <w:vAlign w:val="bottom"/>
          </w:tcPr>
          <w:p w14:paraId="0D49A426" w14:textId="77777777" w:rsidR="005F58EB" w:rsidRDefault="005F58EB" w:rsidP="00F32B61">
            <w:pPr>
              <w:pStyle w:val="acctfourfigures"/>
              <w:tabs>
                <w:tab w:val="clear" w:pos="765"/>
                <w:tab w:val="decimal" w:pos="467"/>
              </w:tabs>
              <w:spacing w:line="240" w:lineRule="atLeast"/>
              <w:ind w:right="11"/>
              <w:jc w:val="center"/>
              <w:rPr>
                <w:sz w:val="18"/>
                <w:szCs w:val="18"/>
              </w:rPr>
            </w:pPr>
          </w:p>
        </w:tc>
        <w:tc>
          <w:tcPr>
            <w:tcW w:w="184" w:type="dxa"/>
            <w:vAlign w:val="bottom"/>
          </w:tcPr>
          <w:p w14:paraId="5D2B0CC3" w14:textId="77777777" w:rsidR="005F58EB" w:rsidRPr="005D3E43" w:rsidRDefault="005F58EB" w:rsidP="00F32B61">
            <w:pPr>
              <w:pStyle w:val="acctfourfigures"/>
              <w:tabs>
                <w:tab w:val="decimal" w:pos="461"/>
              </w:tabs>
              <w:spacing w:line="240" w:lineRule="atLeast"/>
              <w:jc w:val="center"/>
              <w:rPr>
                <w:sz w:val="18"/>
                <w:szCs w:val="18"/>
              </w:rPr>
            </w:pPr>
          </w:p>
        </w:tc>
        <w:tc>
          <w:tcPr>
            <w:tcW w:w="896" w:type="dxa"/>
            <w:vAlign w:val="bottom"/>
          </w:tcPr>
          <w:p w14:paraId="57956F34" w14:textId="77777777" w:rsidR="005F58EB" w:rsidRDefault="005F58EB" w:rsidP="00F32B61">
            <w:pPr>
              <w:pStyle w:val="acctfourfigures"/>
              <w:tabs>
                <w:tab w:val="clear" w:pos="765"/>
                <w:tab w:val="decimal" w:pos="461"/>
              </w:tabs>
              <w:spacing w:line="240" w:lineRule="atLeast"/>
              <w:ind w:right="11"/>
              <w:jc w:val="center"/>
              <w:rPr>
                <w:sz w:val="18"/>
                <w:szCs w:val="18"/>
              </w:rPr>
            </w:pPr>
          </w:p>
        </w:tc>
        <w:tc>
          <w:tcPr>
            <w:tcW w:w="183" w:type="dxa"/>
            <w:vAlign w:val="bottom"/>
          </w:tcPr>
          <w:p w14:paraId="1AD7F9FB" w14:textId="77777777" w:rsidR="005F58EB" w:rsidRPr="005D3E43" w:rsidRDefault="005F58EB" w:rsidP="00F32B61">
            <w:pPr>
              <w:pStyle w:val="acctfourfigures"/>
              <w:spacing w:line="240" w:lineRule="atLeast"/>
              <w:jc w:val="center"/>
              <w:rPr>
                <w:sz w:val="18"/>
                <w:szCs w:val="18"/>
              </w:rPr>
            </w:pPr>
          </w:p>
        </w:tc>
        <w:tc>
          <w:tcPr>
            <w:tcW w:w="987" w:type="dxa"/>
            <w:tcBorders>
              <w:top w:val="double" w:sz="4" w:space="0" w:color="auto"/>
            </w:tcBorders>
            <w:vAlign w:val="bottom"/>
          </w:tcPr>
          <w:p w14:paraId="6A9DCEB9" w14:textId="77777777" w:rsidR="005F58EB" w:rsidRPr="00F32B61" w:rsidRDefault="005F58EB" w:rsidP="00F32B61">
            <w:pPr>
              <w:pStyle w:val="acctfourfigures"/>
              <w:tabs>
                <w:tab w:val="clear" w:pos="765"/>
                <w:tab w:val="decimal" w:pos="462"/>
              </w:tabs>
              <w:spacing w:line="240" w:lineRule="atLeast"/>
              <w:ind w:right="11"/>
              <w:jc w:val="center"/>
              <w:rPr>
                <w:b/>
                <w:bCs/>
                <w:sz w:val="18"/>
                <w:szCs w:val="18"/>
              </w:rPr>
            </w:pPr>
          </w:p>
        </w:tc>
        <w:tc>
          <w:tcPr>
            <w:tcW w:w="189" w:type="dxa"/>
            <w:vAlign w:val="bottom"/>
          </w:tcPr>
          <w:p w14:paraId="4310866B" w14:textId="77777777" w:rsidR="005F58EB" w:rsidRPr="005D3E43" w:rsidRDefault="005F58EB" w:rsidP="00F32B61">
            <w:pPr>
              <w:pStyle w:val="acctfourfigures"/>
              <w:tabs>
                <w:tab w:val="decimal" w:pos="551"/>
              </w:tabs>
              <w:spacing w:line="240" w:lineRule="atLeast"/>
              <w:jc w:val="center"/>
              <w:rPr>
                <w:sz w:val="18"/>
                <w:szCs w:val="18"/>
              </w:rPr>
            </w:pPr>
          </w:p>
        </w:tc>
        <w:tc>
          <w:tcPr>
            <w:tcW w:w="981" w:type="dxa"/>
            <w:tcBorders>
              <w:top w:val="double" w:sz="4" w:space="0" w:color="auto"/>
            </w:tcBorders>
            <w:vAlign w:val="bottom"/>
          </w:tcPr>
          <w:p w14:paraId="6C019055" w14:textId="77777777" w:rsidR="005F58EB" w:rsidRPr="005D3E43" w:rsidRDefault="005F58EB" w:rsidP="00F32B61">
            <w:pPr>
              <w:pStyle w:val="acctfourfigures"/>
              <w:tabs>
                <w:tab w:val="clear" w:pos="765"/>
                <w:tab w:val="decimal" w:pos="731"/>
              </w:tabs>
              <w:spacing w:line="240" w:lineRule="atLeast"/>
              <w:ind w:right="11"/>
              <w:jc w:val="center"/>
              <w:rPr>
                <w:sz w:val="18"/>
                <w:szCs w:val="18"/>
              </w:rPr>
            </w:pPr>
          </w:p>
        </w:tc>
        <w:tc>
          <w:tcPr>
            <w:tcW w:w="183" w:type="dxa"/>
            <w:vAlign w:val="bottom"/>
          </w:tcPr>
          <w:p w14:paraId="130B0870" w14:textId="77777777" w:rsidR="005F58EB" w:rsidRPr="005D3E43" w:rsidRDefault="005F58EB" w:rsidP="00F32B61">
            <w:pPr>
              <w:pStyle w:val="acctfourfigures"/>
              <w:tabs>
                <w:tab w:val="decimal" w:pos="551"/>
              </w:tabs>
              <w:spacing w:line="240" w:lineRule="atLeast"/>
              <w:jc w:val="center"/>
              <w:rPr>
                <w:sz w:val="18"/>
                <w:szCs w:val="18"/>
              </w:rPr>
            </w:pPr>
          </w:p>
        </w:tc>
        <w:tc>
          <w:tcPr>
            <w:tcW w:w="987" w:type="dxa"/>
            <w:vAlign w:val="bottom"/>
          </w:tcPr>
          <w:p w14:paraId="294F7865" w14:textId="77777777" w:rsidR="005F58EB" w:rsidRDefault="005F58EB" w:rsidP="00F32B61">
            <w:pPr>
              <w:pStyle w:val="acctfourfigures"/>
              <w:tabs>
                <w:tab w:val="clear" w:pos="765"/>
                <w:tab w:val="decimal" w:pos="438"/>
              </w:tabs>
              <w:spacing w:line="240" w:lineRule="atLeast"/>
              <w:ind w:right="11"/>
              <w:jc w:val="center"/>
              <w:rPr>
                <w:sz w:val="18"/>
                <w:szCs w:val="18"/>
              </w:rPr>
            </w:pPr>
          </w:p>
        </w:tc>
        <w:tc>
          <w:tcPr>
            <w:tcW w:w="189" w:type="dxa"/>
            <w:vAlign w:val="bottom"/>
          </w:tcPr>
          <w:p w14:paraId="68CA8E02" w14:textId="77777777" w:rsidR="005F58EB" w:rsidRPr="005D3E43" w:rsidRDefault="005F58EB" w:rsidP="00F32B61">
            <w:pPr>
              <w:pStyle w:val="acctfourfigures"/>
              <w:tabs>
                <w:tab w:val="clear" w:pos="765"/>
                <w:tab w:val="decimal" w:pos="551"/>
                <w:tab w:val="decimal" w:pos="731"/>
              </w:tabs>
              <w:spacing w:line="240" w:lineRule="atLeast"/>
              <w:ind w:right="11"/>
              <w:jc w:val="center"/>
              <w:rPr>
                <w:sz w:val="18"/>
                <w:szCs w:val="18"/>
              </w:rPr>
            </w:pPr>
          </w:p>
        </w:tc>
        <w:tc>
          <w:tcPr>
            <w:tcW w:w="984" w:type="dxa"/>
            <w:vAlign w:val="bottom"/>
          </w:tcPr>
          <w:p w14:paraId="3DB6E254" w14:textId="77777777" w:rsidR="005F58EB" w:rsidRPr="005D3E43" w:rsidRDefault="005F58EB" w:rsidP="00F32B61">
            <w:pPr>
              <w:pStyle w:val="acctfourfigures"/>
              <w:tabs>
                <w:tab w:val="clear" w:pos="765"/>
                <w:tab w:val="decimal" w:pos="729"/>
              </w:tabs>
              <w:spacing w:line="240" w:lineRule="atLeast"/>
              <w:ind w:right="11"/>
              <w:jc w:val="center"/>
              <w:rPr>
                <w:sz w:val="18"/>
                <w:szCs w:val="18"/>
              </w:rPr>
            </w:pPr>
          </w:p>
        </w:tc>
        <w:tc>
          <w:tcPr>
            <w:tcW w:w="180" w:type="dxa"/>
            <w:vAlign w:val="bottom"/>
          </w:tcPr>
          <w:p w14:paraId="2C15972B" w14:textId="77777777" w:rsidR="005F58EB" w:rsidRPr="005D3E43" w:rsidRDefault="005F58EB" w:rsidP="00F32B61">
            <w:pPr>
              <w:pStyle w:val="acctfourfigures"/>
              <w:tabs>
                <w:tab w:val="clear" w:pos="765"/>
                <w:tab w:val="decimal" w:pos="551"/>
              </w:tabs>
              <w:spacing w:line="240" w:lineRule="atLeast"/>
              <w:ind w:right="11"/>
              <w:jc w:val="center"/>
              <w:rPr>
                <w:sz w:val="18"/>
                <w:szCs w:val="18"/>
              </w:rPr>
            </w:pPr>
          </w:p>
        </w:tc>
        <w:tc>
          <w:tcPr>
            <w:tcW w:w="990" w:type="dxa"/>
            <w:tcBorders>
              <w:top w:val="double" w:sz="4" w:space="0" w:color="auto"/>
            </w:tcBorders>
            <w:vAlign w:val="bottom"/>
          </w:tcPr>
          <w:p w14:paraId="5355209D" w14:textId="77777777" w:rsidR="005F58EB" w:rsidRPr="00F32B61" w:rsidRDefault="005F58EB" w:rsidP="00F32B61">
            <w:pPr>
              <w:pStyle w:val="acctfourfigures"/>
              <w:tabs>
                <w:tab w:val="clear" w:pos="765"/>
                <w:tab w:val="decimal" w:pos="640"/>
              </w:tabs>
              <w:spacing w:line="240" w:lineRule="atLeast"/>
              <w:ind w:right="11"/>
              <w:jc w:val="center"/>
              <w:rPr>
                <w:b/>
                <w:bCs/>
                <w:sz w:val="18"/>
                <w:szCs w:val="18"/>
              </w:rPr>
            </w:pPr>
          </w:p>
        </w:tc>
        <w:tc>
          <w:tcPr>
            <w:tcW w:w="180" w:type="dxa"/>
            <w:vAlign w:val="bottom"/>
          </w:tcPr>
          <w:p w14:paraId="03D118A1" w14:textId="77777777" w:rsidR="005F58EB" w:rsidRPr="005D3E43" w:rsidRDefault="005F58EB" w:rsidP="00F32B61">
            <w:pPr>
              <w:pStyle w:val="acctfourfigures"/>
              <w:tabs>
                <w:tab w:val="clear" w:pos="765"/>
                <w:tab w:val="decimal" w:pos="551"/>
                <w:tab w:val="decimal" w:pos="731"/>
              </w:tabs>
              <w:spacing w:line="240" w:lineRule="atLeast"/>
              <w:ind w:right="11"/>
              <w:jc w:val="center"/>
              <w:rPr>
                <w:sz w:val="18"/>
                <w:szCs w:val="18"/>
              </w:rPr>
            </w:pPr>
          </w:p>
        </w:tc>
        <w:tc>
          <w:tcPr>
            <w:tcW w:w="993" w:type="dxa"/>
            <w:tcBorders>
              <w:top w:val="double" w:sz="4" w:space="0" w:color="auto"/>
            </w:tcBorders>
            <w:vAlign w:val="bottom"/>
          </w:tcPr>
          <w:p w14:paraId="07AA9A0E" w14:textId="77777777" w:rsidR="005F58EB" w:rsidRDefault="005F58EB" w:rsidP="00F32B61">
            <w:pPr>
              <w:pStyle w:val="acctfourfigures"/>
              <w:tabs>
                <w:tab w:val="clear" w:pos="765"/>
                <w:tab w:val="decimal" w:pos="641"/>
              </w:tabs>
              <w:spacing w:line="240" w:lineRule="atLeast"/>
              <w:ind w:right="11"/>
              <w:jc w:val="center"/>
              <w:rPr>
                <w:sz w:val="18"/>
                <w:szCs w:val="18"/>
              </w:rPr>
            </w:pPr>
          </w:p>
        </w:tc>
      </w:tr>
    </w:tbl>
    <w:p w14:paraId="0FBBC18E" w14:textId="77777777" w:rsidR="00F32B61" w:rsidRPr="005D3E43" w:rsidRDefault="00F32B61" w:rsidP="00F32B61">
      <w:pPr>
        <w:pStyle w:val="index"/>
        <w:numPr>
          <w:ilvl w:val="0"/>
          <w:numId w:val="0"/>
        </w:numPr>
        <w:tabs>
          <w:tab w:val="left" w:pos="450"/>
        </w:tabs>
        <w:spacing w:after="0" w:line="240" w:lineRule="atLeast"/>
        <w:rPr>
          <w:b/>
          <w:bCs/>
          <w:highlight w:val="yellow"/>
          <w:lang w:val="en-US" w:bidi="th-TH"/>
        </w:rPr>
      </w:pPr>
    </w:p>
    <w:p w14:paraId="30FD1EE2" w14:textId="77777777" w:rsidR="00F32B61" w:rsidRPr="005D3E43" w:rsidRDefault="00F32B61" w:rsidP="00F32B61">
      <w:pPr>
        <w:ind w:right="360"/>
        <w:jc w:val="both"/>
        <w:rPr>
          <w:szCs w:val="22"/>
        </w:rPr>
      </w:pPr>
      <w:r w:rsidRPr="005D3E43">
        <w:rPr>
          <w:szCs w:val="22"/>
        </w:rPr>
        <w:t>All associates and joint venture were incorporated and operated in Thailand.</w:t>
      </w:r>
    </w:p>
    <w:p w14:paraId="799683B6" w14:textId="77777777" w:rsidR="00F32B61" w:rsidRPr="009738FF" w:rsidRDefault="00F32B61" w:rsidP="00F32B61">
      <w:pPr>
        <w:pStyle w:val="index"/>
        <w:numPr>
          <w:ilvl w:val="0"/>
          <w:numId w:val="0"/>
        </w:numPr>
        <w:tabs>
          <w:tab w:val="left" w:pos="450"/>
        </w:tabs>
        <w:spacing w:after="0" w:line="240" w:lineRule="atLeast"/>
        <w:rPr>
          <w:b/>
          <w:bCs/>
          <w:lang w:val="en-US" w:bidi="th-TH"/>
        </w:rPr>
      </w:pPr>
    </w:p>
    <w:p w14:paraId="1E47E57D" w14:textId="0C8760AC" w:rsidR="00F32B61" w:rsidRDefault="00AF07BE" w:rsidP="00F32B61">
      <w:pPr>
        <w:pStyle w:val="index"/>
        <w:numPr>
          <w:ilvl w:val="0"/>
          <w:numId w:val="0"/>
        </w:numPr>
        <w:jc w:val="thaiDistribute"/>
        <w:rPr>
          <w:szCs w:val="22"/>
        </w:rPr>
      </w:pPr>
      <w:r w:rsidRPr="009738FF">
        <w:rPr>
          <w:szCs w:val="22"/>
        </w:rPr>
        <w:t>A</w:t>
      </w:r>
      <w:r w:rsidR="00F32B61" w:rsidRPr="009738FF">
        <w:rPr>
          <w:szCs w:val="22"/>
        </w:rPr>
        <w:t xml:space="preserve">t 30 September 2020, none of </w:t>
      </w:r>
      <w:r w:rsidR="00A55D91" w:rsidRPr="009738FF">
        <w:rPr>
          <w:szCs w:val="22"/>
        </w:rPr>
        <w:t xml:space="preserve">the Group’s and </w:t>
      </w:r>
      <w:r w:rsidR="00F32B61" w:rsidRPr="009738FF">
        <w:rPr>
          <w:szCs w:val="22"/>
        </w:rPr>
        <w:t>the</w:t>
      </w:r>
      <w:r w:rsidR="00F32B61" w:rsidRPr="005D3E43">
        <w:rPr>
          <w:szCs w:val="22"/>
        </w:rPr>
        <w:t xml:space="preserve"> Company’s </w:t>
      </w:r>
      <w:r w:rsidR="00F32B61">
        <w:rPr>
          <w:szCs w:val="22"/>
        </w:rPr>
        <w:t>associate</w:t>
      </w:r>
      <w:r w:rsidR="009738FF">
        <w:rPr>
          <w:szCs w:val="22"/>
        </w:rPr>
        <w:t>s</w:t>
      </w:r>
      <w:r w:rsidR="003B35F9">
        <w:rPr>
          <w:szCs w:val="22"/>
        </w:rPr>
        <w:t xml:space="preserve"> and joint venture</w:t>
      </w:r>
      <w:r w:rsidR="00F32B61" w:rsidRPr="005D3E43">
        <w:rPr>
          <w:szCs w:val="22"/>
        </w:rPr>
        <w:t xml:space="preserve"> </w:t>
      </w:r>
      <w:r w:rsidR="00F32B61">
        <w:rPr>
          <w:szCs w:val="22"/>
        </w:rPr>
        <w:t>is</w:t>
      </w:r>
      <w:r w:rsidR="00F32B61" w:rsidRPr="005D3E43">
        <w:rPr>
          <w:szCs w:val="22"/>
        </w:rPr>
        <w:t xml:space="preserve"> publicly listed and consequently do not have published price quotations.</w:t>
      </w:r>
    </w:p>
    <w:p w14:paraId="473BB65D" w14:textId="77777777" w:rsidR="00F32B61" w:rsidRDefault="00F32B61" w:rsidP="00F32B61">
      <w:pPr>
        <w:spacing w:line="240" w:lineRule="auto"/>
        <w:rPr>
          <w:szCs w:val="22"/>
        </w:rPr>
      </w:pPr>
      <w:r>
        <w:rPr>
          <w:szCs w:val="22"/>
        </w:rPr>
        <w:br w:type="page"/>
      </w:r>
    </w:p>
    <w:p w14:paraId="6582C67D" w14:textId="77777777" w:rsidR="00407C08" w:rsidRPr="00F32B61" w:rsidRDefault="00407C08" w:rsidP="003E1B1C">
      <w:pPr>
        <w:pStyle w:val="index"/>
        <w:numPr>
          <w:ilvl w:val="0"/>
          <w:numId w:val="0"/>
        </w:numPr>
        <w:tabs>
          <w:tab w:val="left" w:pos="450"/>
        </w:tabs>
        <w:spacing w:after="0" w:line="240" w:lineRule="atLeast"/>
        <w:rPr>
          <w:rFonts w:cs="Angsana New"/>
          <w:b/>
          <w:bCs/>
          <w:highlight w:val="yellow"/>
          <w:cs/>
          <w:lang w:bidi="th-TH"/>
        </w:rPr>
        <w:sectPr w:rsidR="00407C08" w:rsidRPr="00F32B61" w:rsidSect="0072151A">
          <w:footerReference w:type="default" r:id="rId11"/>
          <w:pgSz w:w="16840" w:h="11907" w:orient="landscape"/>
          <w:pgMar w:top="691" w:right="1152" w:bottom="576" w:left="1152" w:header="720" w:footer="720" w:gutter="0"/>
          <w:cols w:space="720"/>
          <w:docGrid w:linePitch="299"/>
        </w:sectPr>
      </w:pPr>
    </w:p>
    <w:p w14:paraId="754434D8" w14:textId="27E50707" w:rsidR="00407C08" w:rsidRPr="005D3E43" w:rsidRDefault="00F62594" w:rsidP="00A70DFA">
      <w:pPr>
        <w:pStyle w:val="index"/>
        <w:numPr>
          <w:ilvl w:val="0"/>
          <w:numId w:val="0"/>
        </w:numPr>
        <w:tabs>
          <w:tab w:val="left" w:pos="540"/>
        </w:tabs>
        <w:ind w:left="540"/>
        <w:jc w:val="thaiDistribute"/>
        <w:rPr>
          <w:spacing w:val="-2"/>
          <w:szCs w:val="22"/>
        </w:rPr>
      </w:pPr>
      <w:r w:rsidRPr="005D3E43">
        <w:lastRenderedPageBreak/>
        <w:t xml:space="preserve">At </w:t>
      </w:r>
      <w:r w:rsidR="00721E6F" w:rsidRPr="005D3E43">
        <w:t xml:space="preserve">30 </w:t>
      </w:r>
      <w:r w:rsidR="00273769">
        <w:t xml:space="preserve">September </w:t>
      </w:r>
      <w:r w:rsidR="004E0FE8" w:rsidRPr="005D3E43">
        <w:t>2020</w:t>
      </w:r>
      <w:r w:rsidRPr="005D3E43">
        <w:t xml:space="preserve">, the Group </w:t>
      </w:r>
      <w:r w:rsidRPr="005D3E43">
        <w:rPr>
          <w:szCs w:val="22"/>
        </w:rPr>
        <w:t>presented the excess of accumulated share of loss over cost of investment, amounting to Baht</w:t>
      </w:r>
      <w:r w:rsidR="00F32B61">
        <w:rPr>
          <w:szCs w:val="22"/>
        </w:rPr>
        <w:t xml:space="preserve"> 624</w:t>
      </w:r>
      <w:r w:rsidR="005F58EB">
        <w:rPr>
          <w:szCs w:val="22"/>
        </w:rPr>
        <w:t>.</w:t>
      </w:r>
      <w:r w:rsidR="00F32B61">
        <w:rPr>
          <w:szCs w:val="22"/>
        </w:rPr>
        <w:t>3</w:t>
      </w:r>
      <w:r w:rsidRPr="005D3E43">
        <w:rPr>
          <w:szCs w:val="22"/>
        </w:rPr>
        <w:t xml:space="preserve"> million as a deduction </w:t>
      </w:r>
      <w:r w:rsidRPr="005D3E43">
        <w:rPr>
          <w:spacing w:val="-2"/>
          <w:szCs w:val="22"/>
        </w:rPr>
        <w:t xml:space="preserve">from long-term loan to </w:t>
      </w:r>
      <w:r w:rsidR="00325458" w:rsidRPr="005D3E43">
        <w:rPr>
          <w:spacing w:val="-2"/>
          <w:szCs w:val="22"/>
        </w:rPr>
        <w:t>associates</w:t>
      </w:r>
      <w:r w:rsidRPr="005D3E43">
        <w:rPr>
          <w:spacing w:val="-2"/>
          <w:szCs w:val="22"/>
        </w:rPr>
        <w:t xml:space="preserve"> </w:t>
      </w:r>
      <w:r w:rsidR="008C4F7C" w:rsidRPr="005D3E43">
        <w:rPr>
          <w:i/>
          <w:iCs/>
          <w:szCs w:val="22"/>
        </w:rPr>
        <w:t>(31 December 2019: Baht 546.1</w:t>
      </w:r>
      <w:r w:rsidR="008C4F7C">
        <w:rPr>
          <w:i/>
          <w:iCs/>
          <w:szCs w:val="22"/>
        </w:rPr>
        <w:t xml:space="preserve"> </w:t>
      </w:r>
      <w:r w:rsidR="008C4F7C" w:rsidRPr="008C4F7C">
        <w:rPr>
          <w:i/>
          <w:iCs/>
          <w:szCs w:val="22"/>
        </w:rPr>
        <w:t xml:space="preserve">million as a deduction </w:t>
      </w:r>
      <w:r w:rsidR="008C4F7C" w:rsidRPr="008C4F7C">
        <w:rPr>
          <w:i/>
          <w:iCs/>
          <w:spacing w:val="-2"/>
          <w:szCs w:val="22"/>
        </w:rPr>
        <w:t>from long-term loan to joint venture</w:t>
      </w:r>
      <w:r w:rsidR="008C4F7C" w:rsidRPr="005D3E43">
        <w:rPr>
          <w:i/>
          <w:iCs/>
          <w:szCs w:val="22"/>
        </w:rPr>
        <w:t>)</w:t>
      </w:r>
      <w:r w:rsidR="008C4F7C">
        <w:rPr>
          <w:i/>
          <w:iCs/>
          <w:szCs w:val="22"/>
        </w:rPr>
        <w:t xml:space="preserve"> </w:t>
      </w:r>
      <w:r w:rsidR="008C4F7C" w:rsidRPr="005D3E43">
        <w:rPr>
          <w:spacing w:val="-2"/>
          <w:szCs w:val="22"/>
        </w:rPr>
        <w:t>in the consolidated financial position.</w:t>
      </w:r>
    </w:p>
    <w:p w14:paraId="54AC4BE3" w14:textId="77777777" w:rsidR="00A76EE7" w:rsidRPr="005D3E43" w:rsidRDefault="00A76EE7" w:rsidP="00A70DFA">
      <w:pPr>
        <w:pStyle w:val="index"/>
        <w:numPr>
          <w:ilvl w:val="0"/>
          <w:numId w:val="0"/>
        </w:numPr>
        <w:tabs>
          <w:tab w:val="left" w:pos="540"/>
        </w:tabs>
        <w:ind w:left="540"/>
        <w:jc w:val="thaiDistribute"/>
        <w:rPr>
          <w:spacing w:val="-2"/>
          <w:szCs w:val="22"/>
        </w:rPr>
      </w:pPr>
    </w:p>
    <w:p w14:paraId="70E82265" w14:textId="77777777" w:rsidR="00667191" w:rsidRPr="005D3E43" w:rsidRDefault="00AD51EA" w:rsidP="00A70DFA">
      <w:pPr>
        <w:pStyle w:val="index"/>
        <w:numPr>
          <w:ilvl w:val="0"/>
          <w:numId w:val="0"/>
        </w:numPr>
        <w:tabs>
          <w:tab w:val="left" w:pos="540"/>
        </w:tabs>
        <w:ind w:left="540"/>
        <w:jc w:val="thaiDistribute"/>
        <w:rPr>
          <w:spacing w:val="-2"/>
          <w:szCs w:val="22"/>
        </w:rPr>
      </w:pPr>
      <w:r w:rsidRPr="005D3E43">
        <w:rPr>
          <w:spacing w:val="-2"/>
          <w:szCs w:val="22"/>
        </w:rPr>
        <w:t xml:space="preserve">On 22 November 2019, the </w:t>
      </w:r>
      <w:proofErr w:type="spellStart"/>
      <w:r w:rsidRPr="005D3E43">
        <w:rPr>
          <w:spacing w:val="-2"/>
          <w:szCs w:val="22"/>
        </w:rPr>
        <w:t>shareholders</w:t>
      </w:r>
      <w:proofErr w:type="spellEnd"/>
      <w:r w:rsidRPr="005D3E43">
        <w:rPr>
          <w:spacing w:val="-2"/>
          <w:szCs w:val="22"/>
        </w:rPr>
        <w:t xml:space="preserve"> approval for dissolution from successfully proceeded with the disposal of GLANDRT’s assets to CPNREIT, including delisting of GLANDRT from being listed securities on the Stock Exchange of Thailand. The </w:t>
      </w:r>
      <w:r w:rsidR="00776BC6" w:rsidRPr="005D3E43">
        <w:rPr>
          <w:spacing w:val="-2"/>
          <w:szCs w:val="28"/>
          <w:lang w:val="en-US" w:bidi="th-TH"/>
        </w:rPr>
        <w:t>Trust</w:t>
      </w:r>
      <w:r w:rsidRPr="005D3E43">
        <w:rPr>
          <w:spacing w:val="-2"/>
          <w:szCs w:val="22"/>
        </w:rPr>
        <w:t xml:space="preserve"> </w:t>
      </w:r>
      <w:r w:rsidR="00375534" w:rsidRPr="005D3E43">
        <w:rPr>
          <w:spacing w:val="-2"/>
          <w:szCs w:val="22"/>
        </w:rPr>
        <w:t>was</w:t>
      </w:r>
      <w:r w:rsidRPr="005D3E43">
        <w:rPr>
          <w:spacing w:val="-2"/>
          <w:szCs w:val="22"/>
        </w:rPr>
        <w:t xml:space="preserve"> </w:t>
      </w:r>
      <w:r w:rsidR="00776BC6" w:rsidRPr="005D3E43">
        <w:rPr>
          <w:spacing w:val="-2"/>
          <w:szCs w:val="22"/>
        </w:rPr>
        <w:t>liquidated</w:t>
      </w:r>
      <w:r w:rsidRPr="005D3E43">
        <w:rPr>
          <w:spacing w:val="-2"/>
          <w:szCs w:val="22"/>
        </w:rPr>
        <w:t xml:space="preserve"> on 3 March 2020.</w:t>
      </w:r>
    </w:p>
    <w:p w14:paraId="147C8237" w14:textId="77777777" w:rsidR="00AD51EA" w:rsidRPr="005D3E43" w:rsidRDefault="00AD51EA" w:rsidP="00A70DFA">
      <w:pPr>
        <w:pStyle w:val="index"/>
        <w:numPr>
          <w:ilvl w:val="0"/>
          <w:numId w:val="0"/>
        </w:numPr>
        <w:tabs>
          <w:tab w:val="left" w:pos="540"/>
        </w:tabs>
        <w:ind w:left="540"/>
        <w:jc w:val="thaiDistribute"/>
      </w:pPr>
    </w:p>
    <w:p w14:paraId="079C45D6" w14:textId="77777777" w:rsidR="00667191" w:rsidRPr="005D3E43" w:rsidRDefault="00667191" w:rsidP="007F781C">
      <w:pPr>
        <w:pStyle w:val="index"/>
        <w:numPr>
          <w:ilvl w:val="0"/>
          <w:numId w:val="0"/>
        </w:numPr>
        <w:tabs>
          <w:tab w:val="left" w:pos="540"/>
        </w:tabs>
        <w:ind w:left="540"/>
        <w:jc w:val="thaiDistribute"/>
        <w:rPr>
          <w:lang w:val="en-US" w:bidi="th-TH"/>
        </w:rPr>
      </w:pPr>
      <w:r w:rsidRPr="005D3E43">
        <w:t>In May 2019, the Board of Directors passed the resolution to approve Ratchada Asset Holding Company Limited (a subsidiary</w:t>
      </w:r>
      <w:r w:rsidR="00CF25DC" w:rsidRPr="005D3E43">
        <w:t>)</w:t>
      </w:r>
      <w:r w:rsidRPr="005D3E43">
        <w:t xml:space="preserve"> to refuse the right to purchase ordinary shares from BTS Group Holding Public Company Limited holding in Bay</w:t>
      </w:r>
      <w:r w:rsidR="00CF25DC" w:rsidRPr="005D3E43">
        <w:t>s</w:t>
      </w:r>
      <w:r w:rsidRPr="005D3E43">
        <w:t xml:space="preserve">water Company </w:t>
      </w:r>
      <w:r w:rsidR="005C2EB0" w:rsidRPr="005D3E43">
        <w:t>Limited in a total amount of 50,000 shares or accounted for 50% of the total issued and paid-up shares, which is in accordance with the Right of First Refusal stated in the Shareholders’ Agreement</w:t>
      </w:r>
      <w:r w:rsidR="007F781C" w:rsidRPr="005D3E43">
        <w:t>. However,</w:t>
      </w:r>
      <w:r w:rsidR="0084670F" w:rsidRPr="005D3E43">
        <w:t xml:space="preserve"> </w:t>
      </w:r>
      <w:r w:rsidR="009D56DE" w:rsidRPr="005D3E43">
        <w:t xml:space="preserve">Central </w:t>
      </w:r>
      <w:proofErr w:type="spellStart"/>
      <w:r w:rsidR="009D56DE" w:rsidRPr="005D3E43">
        <w:t>Pattana</w:t>
      </w:r>
      <w:proofErr w:type="spellEnd"/>
      <w:r w:rsidR="009D56DE" w:rsidRPr="005D3E43">
        <w:t xml:space="preserve"> Public Company Limited, ultimate parent company, </w:t>
      </w:r>
      <w:r w:rsidR="00F415AB" w:rsidRPr="005D3E43">
        <w:t xml:space="preserve">acquired </w:t>
      </w:r>
      <w:r w:rsidR="00170DE5" w:rsidRPr="005D3E43">
        <w:t>the remaining shares</w:t>
      </w:r>
      <w:r w:rsidR="006768D3" w:rsidRPr="005D3E43">
        <w:t>.</w:t>
      </w:r>
      <w:r w:rsidR="007F781C" w:rsidRPr="005D3E43">
        <w:t xml:space="preserve"> </w:t>
      </w:r>
      <w:r w:rsidR="00170DE5" w:rsidRPr="005D3E43">
        <w:t xml:space="preserve">The share purchase agreement and all related liabilities will </w:t>
      </w:r>
      <w:r w:rsidR="005E07BF" w:rsidRPr="005D3E43">
        <w:t xml:space="preserve">be </w:t>
      </w:r>
      <w:r w:rsidR="00170DE5" w:rsidRPr="005D3E43">
        <w:t>complete</w:t>
      </w:r>
      <w:r w:rsidR="005E07BF" w:rsidRPr="005D3E43">
        <w:t>d</w:t>
      </w:r>
      <w:r w:rsidR="00170DE5" w:rsidRPr="005D3E43">
        <w:t xml:space="preserve"> when </w:t>
      </w:r>
      <w:r w:rsidR="00465A96" w:rsidRPr="005D3E43">
        <w:t>comply</w:t>
      </w:r>
      <w:r w:rsidR="00170DE5" w:rsidRPr="005D3E43">
        <w:t xml:space="preserve"> with the conditions according to share purchase agreement</w:t>
      </w:r>
      <w:r w:rsidR="003271C3" w:rsidRPr="005D3E43">
        <w:t xml:space="preserve"> and related agreement.</w:t>
      </w:r>
    </w:p>
    <w:p w14:paraId="112FCBA8" w14:textId="77777777" w:rsidR="00354E0D" w:rsidRPr="005D3E43" w:rsidRDefault="00354E0D" w:rsidP="00A70DFA">
      <w:pPr>
        <w:pStyle w:val="index"/>
        <w:numPr>
          <w:ilvl w:val="0"/>
          <w:numId w:val="0"/>
        </w:numPr>
        <w:tabs>
          <w:tab w:val="left" w:pos="540"/>
        </w:tabs>
        <w:ind w:left="540"/>
        <w:jc w:val="thaiDistribute"/>
      </w:pPr>
    </w:p>
    <w:p w14:paraId="71A4A63F" w14:textId="77777777" w:rsidR="00F62594" w:rsidRPr="005D3E43" w:rsidRDefault="005C2EB0" w:rsidP="000C0C9A">
      <w:pPr>
        <w:pStyle w:val="Heading1"/>
      </w:pPr>
      <w:r w:rsidRPr="005D3E43">
        <w:t>9</w:t>
      </w:r>
      <w:r w:rsidR="00F62594" w:rsidRPr="005D3E43">
        <w:tab/>
        <w:t>Investments in subsidiaries</w:t>
      </w:r>
    </w:p>
    <w:p w14:paraId="3E9C24C3" w14:textId="073B2C14" w:rsidR="00273769" w:rsidRDefault="00273769" w:rsidP="005B3CD3">
      <w:pPr>
        <w:pStyle w:val="BodyText"/>
        <w:spacing w:after="0"/>
        <w:rPr>
          <w:lang w:val="en-US"/>
        </w:rPr>
      </w:pPr>
    </w:p>
    <w:p w14:paraId="2D96F701" w14:textId="57288525" w:rsidR="004865D1" w:rsidRPr="005D3E43" w:rsidRDefault="004865D1" w:rsidP="004865D1">
      <w:pPr>
        <w:ind w:left="547" w:hanging="7"/>
        <w:jc w:val="both"/>
        <w:rPr>
          <w:szCs w:val="22"/>
        </w:rPr>
      </w:pPr>
      <w:r w:rsidRPr="005D3E43">
        <w:rPr>
          <w:szCs w:val="22"/>
        </w:rPr>
        <w:t xml:space="preserve">During the period ended </w:t>
      </w:r>
      <w:r w:rsidR="005B3CD3" w:rsidRPr="005D3E43">
        <w:t xml:space="preserve">30 </w:t>
      </w:r>
      <w:r w:rsidR="00273769">
        <w:t xml:space="preserve">September </w:t>
      </w:r>
      <w:r w:rsidRPr="005D3E43">
        <w:rPr>
          <w:szCs w:val="22"/>
        </w:rPr>
        <w:t>20</w:t>
      </w:r>
      <w:r w:rsidR="008018BF" w:rsidRPr="005D3E43">
        <w:rPr>
          <w:szCs w:val="22"/>
        </w:rPr>
        <w:t>20</w:t>
      </w:r>
      <w:r w:rsidRPr="005D3E43">
        <w:rPr>
          <w:szCs w:val="22"/>
        </w:rPr>
        <w:t xml:space="preserve"> and 201</w:t>
      </w:r>
      <w:r w:rsidR="008018BF" w:rsidRPr="005D3E43">
        <w:rPr>
          <w:szCs w:val="22"/>
        </w:rPr>
        <w:t>9</w:t>
      </w:r>
      <w:r w:rsidRPr="005D3E43">
        <w:rPr>
          <w:szCs w:val="22"/>
        </w:rPr>
        <w:t>, there was no acquisitions or disposals of investments in subsidiaries.</w:t>
      </w:r>
    </w:p>
    <w:p w14:paraId="138EB283" w14:textId="4D09FE16" w:rsidR="004357B0" w:rsidRPr="005D3E43" w:rsidRDefault="004357B0" w:rsidP="004865D1">
      <w:pPr>
        <w:ind w:left="547" w:hanging="7"/>
        <w:jc w:val="both"/>
        <w:rPr>
          <w:szCs w:val="22"/>
        </w:rPr>
      </w:pPr>
    </w:p>
    <w:p w14:paraId="60426D01" w14:textId="4888C989" w:rsidR="004562FC" w:rsidRDefault="007E5760" w:rsidP="00822A6B">
      <w:pPr>
        <w:ind w:left="547" w:hanging="7"/>
        <w:jc w:val="thaiDistribute"/>
        <w:rPr>
          <w:szCs w:val="22"/>
        </w:rPr>
      </w:pPr>
      <w:r w:rsidRPr="005D3E43">
        <w:rPr>
          <w:szCs w:val="22"/>
        </w:rPr>
        <w:t xml:space="preserve">At the </w:t>
      </w:r>
      <w:r w:rsidR="004427F0" w:rsidRPr="005D3E43">
        <w:rPr>
          <w:szCs w:val="28"/>
          <w:lang w:val="en-US" w:bidi="th-TH"/>
        </w:rPr>
        <w:t>annual</w:t>
      </w:r>
      <w:r w:rsidRPr="005D3E43">
        <w:rPr>
          <w:szCs w:val="22"/>
        </w:rPr>
        <w:t xml:space="preserve"> </w:t>
      </w:r>
      <w:r w:rsidRPr="005D3E43">
        <w:rPr>
          <w:szCs w:val="28"/>
          <w:lang w:val="en-US" w:bidi="th-TH"/>
        </w:rPr>
        <w:t xml:space="preserve">general meeting of </w:t>
      </w:r>
      <w:r w:rsidRPr="005D3E43">
        <w:rPr>
          <w:szCs w:val="22"/>
        </w:rPr>
        <w:t>shareholders of GLAND REIT Management Co., Ltd.</w:t>
      </w:r>
      <w:r w:rsidR="00822A6B" w:rsidRPr="005D3E43">
        <w:rPr>
          <w:szCs w:val="22"/>
        </w:rPr>
        <w:t xml:space="preserve"> held on 24 June 2020, approved a resolution to dissolve the company. The </w:t>
      </w:r>
      <w:r w:rsidR="008C2462" w:rsidRPr="005D3E43">
        <w:rPr>
          <w:szCs w:val="22"/>
        </w:rPr>
        <w:t>c</w:t>
      </w:r>
      <w:r w:rsidR="00822A6B" w:rsidRPr="005D3E43">
        <w:rPr>
          <w:szCs w:val="22"/>
        </w:rPr>
        <w:t xml:space="preserve">ompany registered for the dissolution to </w:t>
      </w:r>
      <w:r w:rsidR="00FD0197" w:rsidRPr="005D3E43">
        <w:rPr>
          <w:szCs w:val="22"/>
        </w:rPr>
        <w:t xml:space="preserve">  </w:t>
      </w:r>
      <w:r w:rsidR="00822A6B" w:rsidRPr="005D3E43">
        <w:rPr>
          <w:szCs w:val="22"/>
        </w:rPr>
        <w:t>the Ministry of Commerce on 29 June 2020. Moreover, the meeting has resolved to approve as follows;</w:t>
      </w:r>
    </w:p>
    <w:p w14:paraId="42A87897" w14:textId="77777777" w:rsidR="00273769" w:rsidRPr="005D3E43" w:rsidRDefault="00273769" w:rsidP="00822A6B">
      <w:pPr>
        <w:ind w:left="547" w:hanging="7"/>
        <w:jc w:val="thaiDistribute"/>
        <w:rPr>
          <w:szCs w:val="22"/>
        </w:rPr>
      </w:pPr>
    </w:p>
    <w:p w14:paraId="13657F51" w14:textId="2F7D2C0C" w:rsidR="007E5760" w:rsidRPr="005D3E43" w:rsidRDefault="004562FC" w:rsidP="004562FC">
      <w:pPr>
        <w:pStyle w:val="ListParagraph"/>
        <w:numPr>
          <w:ilvl w:val="0"/>
          <w:numId w:val="38"/>
        </w:numPr>
        <w:ind w:left="990" w:hanging="450"/>
        <w:jc w:val="both"/>
        <w:rPr>
          <w:szCs w:val="28"/>
          <w:lang w:bidi="th-TH"/>
        </w:rPr>
      </w:pPr>
      <w:r w:rsidRPr="005D3E43">
        <w:rPr>
          <w:szCs w:val="22"/>
        </w:rPr>
        <w:t>Dividend pa</w:t>
      </w:r>
      <w:r w:rsidR="00CB0409" w:rsidRPr="005D3E43">
        <w:rPr>
          <w:szCs w:val="22"/>
        </w:rPr>
        <w:t>yment</w:t>
      </w:r>
      <w:r w:rsidRPr="005D3E43">
        <w:rPr>
          <w:szCs w:val="22"/>
        </w:rPr>
        <w:t xml:space="preserve"> from operating result from 1 Jan</w:t>
      </w:r>
      <w:r w:rsidR="00CB0409" w:rsidRPr="005D3E43">
        <w:rPr>
          <w:szCs w:val="22"/>
        </w:rPr>
        <w:t>uary</w:t>
      </w:r>
      <w:r w:rsidRPr="005D3E43">
        <w:rPr>
          <w:szCs w:val="22"/>
        </w:rPr>
        <w:t xml:space="preserve"> </w:t>
      </w:r>
      <w:r w:rsidR="001A0FF3">
        <w:rPr>
          <w:szCs w:val="22"/>
        </w:rPr>
        <w:t>-</w:t>
      </w:r>
      <w:r w:rsidRPr="005D3E43">
        <w:rPr>
          <w:szCs w:val="22"/>
        </w:rPr>
        <w:t xml:space="preserve"> 29 June 2020 (the Dissolution date) and dividend from retained earnings of the </w:t>
      </w:r>
      <w:r w:rsidR="00CB0409" w:rsidRPr="005D3E43">
        <w:rPr>
          <w:szCs w:val="22"/>
        </w:rPr>
        <w:t>c</w:t>
      </w:r>
      <w:r w:rsidRPr="005D3E43">
        <w:rPr>
          <w:szCs w:val="22"/>
        </w:rPr>
        <w:t xml:space="preserve">ompany </w:t>
      </w:r>
      <w:r w:rsidR="00CB0409" w:rsidRPr="005D3E43">
        <w:rPr>
          <w:szCs w:val="22"/>
        </w:rPr>
        <w:t>of</w:t>
      </w:r>
      <w:r w:rsidRPr="005D3E43">
        <w:rPr>
          <w:szCs w:val="22"/>
        </w:rPr>
        <w:t xml:space="preserve"> Baht 59.</w:t>
      </w:r>
      <w:r w:rsidR="00A571CF" w:rsidRPr="005D3E43">
        <w:rPr>
          <w:szCs w:val="22"/>
        </w:rPr>
        <w:t>9</w:t>
      </w:r>
      <w:r w:rsidRPr="005D3E43">
        <w:rPr>
          <w:szCs w:val="22"/>
        </w:rPr>
        <w:t xml:space="preserve"> million.</w:t>
      </w:r>
      <w:r w:rsidR="007E5760" w:rsidRPr="005D3E43">
        <w:rPr>
          <w:szCs w:val="22"/>
        </w:rPr>
        <w:t xml:space="preserve"> </w:t>
      </w:r>
    </w:p>
    <w:p w14:paraId="2F4FCDB9" w14:textId="279D04C4" w:rsidR="004562FC" w:rsidRPr="005D3E43" w:rsidRDefault="00715754" w:rsidP="004562FC">
      <w:pPr>
        <w:pStyle w:val="ListParagraph"/>
        <w:numPr>
          <w:ilvl w:val="0"/>
          <w:numId w:val="38"/>
        </w:numPr>
        <w:ind w:left="990" w:hanging="450"/>
        <w:jc w:val="both"/>
        <w:rPr>
          <w:szCs w:val="28"/>
          <w:lang w:bidi="th-TH"/>
        </w:rPr>
      </w:pPr>
      <w:r w:rsidRPr="005D3E43">
        <w:rPr>
          <w:szCs w:val="28"/>
          <w:lang w:val="en-US" w:bidi="th-TH"/>
        </w:rPr>
        <w:t xml:space="preserve">Reduce </w:t>
      </w:r>
      <w:r w:rsidRPr="005D3E43">
        <w:rPr>
          <w:szCs w:val="28"/>
          <w:lang w:bidi="th-TH"/>
        </w:rPr>
        <w:t>capital</w:t>
      </w:r>
      <w:r w:rsidR="004562FC" w:rsidRPr="005D3E43">
        <w:rPr>
          <w:szCs w:val="28"/>
          <w:lang w:bidi="th-TH"/>
        </w:rPr>
        <w:t xml:space="preserve"> </w:t>
      </w:r>
      <w:r w:rsidR="00092AF4" w:rsidRPr="005D3E43">
        <w:rPr>
          <w:szCs w:val="28"/>
          <w:lang w:bidi="th-TH"/>
        </w:rPr>
        <w:t>of</w:t>
      </w:r>
      <w:r w:rsidR="004562FC" w:rsidRPr="005D3E43">
        <w:rPr>
          <w:szCs w:val="28"/>
          <w:lang w:bidi="th-TH"/>
        </w:rPr>
        <w:t xml:space="preserve"> Baht 9.7 million.</w:t>
      </w:r>
    </w:p>
    <w:p w14:paraId="11CEF178" w14:textId="59D9EC1A" w:rsidR="00E0123E" w:rsidRPr="005D3E43" w:rsidRDefault="00E0123E" w:rsidP="004562FC">
      <w:pPr>
        <w:pStyle w:val="ListParagraph"/>
        <w:numPr>
          <w:ilvl w:val="0"/>
          <w:numId w:val="38"/>
        </w:numPr>
        <w:ind w:left="990" w:hanging="450"/>
        <w:jc w:val="both"/>
        <w:rPr>
          <w:szCs w:val="28"/>
          <w:cs/>
          <w:lang w:bidi="th-TH"/>
        </w:rPr>
      </w:pPr>
      <w:r w:rsidRPr="005D3E43">
        <w:rPr>
          <w:szCs w:val="28"/>
          <w:lang w:bidi="th-TH"/>
        </w:rPr>
        <w:t>Pa</w:t>
      </w:r>
      <w:r w:rsidR="00092AF4" w:rsidRPr="005D3E43">
        <w:rPr>
          <w:szCs w:val="28"/>
          <w:lang w:bidi="th-TH"/>
        </w:rPr>
        <w:t>yment</w:t>
      </w:r>
      <w:r w:rsidRPr="005D3E43">
        <w:rPr>
          <w:szCs w:val="28"/>
          <w:lang w:bidi="th-TH"/>
        </w:rPr>
        <w:t xml:space="preserve"> for dividend and capital reduction on 23 July 2020.</w:t>
      </w:r>
    </w:p>
    <w:p w14:paraId="64631A90" w14:textId="77777777" w:rsidR="00381EF0" w:rsidRPr="005D3E43" w:rsidRDefault="00381EF0" w:rsidP="00585407">
      <w:pPr>
        <w:jc w:val="both"/>
        <w:rPr>
          <w:szCs w:val="22"/>
        </w:rPr>
      </w:pPr>
    </w:p>
    <w:p w14:paraId="48FEF163" w14:textId="77777777" w:rsidR="00BD503E" w:rsidRPr="005D3E43" w:rsidRDefault="00BD503E" w:rsidP="004865D1">
      <w:pPr>
        <w:pStyle w:val="BodyText"/>
        <w:rPr>
          <w:lang w:val="en-US" w:bidi="th-TH"/>
        </w:rPr>
        <w:sectPr w:rsidR="00BD503E" w:rsidRPr="005D3E43" w:rsidSect="00D97F21">
          <w:pgSz w:w="11907" w:h="16840"/>
          <w:pgMar w:top="691" w:right="1152" w:bottom="576" w:left="1152" w:header="720" w:footer="720" w:gutter="0"/>
          <w:cols w:space="720"/>
          <w:docGrid w:linePitch="299"/>
        </w:sectPr>
      </w:pPr>
    </w:p>
    <w:p w14:paraId="777F2C18" w14:textId="6EB71C1C" w:rsidR="00BD503E" w:rsidRPr="005D3E43" w:rsidRDefault="00BD503E" w:rsidP="00BD503E">
      <w:pPr>
        <w:pStyle w:val="block"/>
        <w:spacing w:after="0" w:line="240" w:lineRule="atLeast"/>
        <w:ind w:left="540"/>
        <w:jc w:val="both"/>
        <w:rPr>
          <w:szCs w:val="22"/>
          <w:lang w:val="en-US"/>
        </w:rPr>
      </w:pPr>
      <w:r w:rsidRPr="005D3E43">
        <w:rPr>
          <w:szCs w:val="22"/>
        </w:rPr>
        <w:lastRenderedPageBreak/>
        <w:t xml:space="preserve">Investments in subsidiaries as at </w:t>
      </w:r>
      <w:r w:rsidR="005B3CD3" w:rsidRPr="005D3E43">
        <w:t xml:space="preserve">30 </w:t>
      </w:r>
      <w:r w:rsidR="00CF5F9C">
        <w:t xml:space="preserve">September </w:t>
      </w:r>
      <w:r w:rsidR="003315F6" w:rsidRPr="005D3E43">
        <w:rPr>
          <w:szCs w:val="22"/>
        </w:rPr>
        <w:t>2020</w:t>
      </w:r>
      <w:r w:rsidRPr="005D3E43">
        <w:rPr>
          <w:szCs w:val="22"/>
        </w:rPr>
        <w:t xml:space="preserve"> and 31 December 201</w:t>
      </w:r>
      <w:r w:rsidR="003315F6" w:rsidRPr="005D3E43">
        <w:rPr>
          <w:szCs w:val="22"/>
        </w:rPr>
        <w:t>9</w:t>
      </w:r>
      <w:r w:rsidRPr="005D3E43">
        <w:rPr>
          <w:szCs w:val="22"/>
        </w:rPr>
        <w:t xml:space="preserve">, and dividend income from those investments </w:t>
      </w:r>
      <w:r w:rsidRPr="005D3E43">
        <w:rPr>
          <w:szCs w:val="22"/>
          <w:lang w:val="en-US"/>
        </w:rPr>
        <w:t xml:space="preserve">for the </w:t>
      </w:r>
      <w:r w:rsidR="00CF5F9C">
        <w:rPr>
          <w:szCs w:val="22"/>
          <w:lang w:val="en-US"/>
        </w:rPr>
        <w:t>nine</w:t>
      </w:r>
      <w:r w:rsidRPr="005D3E43">
        <w:rPr>
          <w:szCs w:val="22"/>
          <w:lang w:val="en-US"/>
        </w:rPr>
        <w:t xml:space="preserve">-month period ended </w:t>
      </w:r>
      <w:r w:rsidRPr="005D3E43">
        <w:rPr>
          <w:szCs w:val="22"/>
          <w:lang w:val="en-US"/>
        </w:rPr>
        <w:br/>
      </w:r>
      <w:r w:rsidR="005B3CD3" w:rsidRPr="005D3E43">
        <w:t xml:space="preserve">30 </w:t>
      </w:r>
      <w:r w:rsidR="00CF5F9C">
        <w:t xml:space="preserve">September </w:t>
      </w:r>
      <w:r w:rsidRPr="005D3E43">
        <w:rPr>
          <w:szCs w:val="22"/>
          <w:lang w:val="en-US"/>
        </w:rPr>
        <w:t>were as follows:</w:t>
      </w:r>
    </w:p>
    <w:p w14:paraId="64CB7958" w14:textId="77777777" w:rsidR="00BD503E" w:rsidRPr="005D3E43" w:rsidRDefault="00BD503E" w:rsidP="00BD503E">
      <w:pPr>
        <w:pStyle w:val="block"/>
        <w:spacing w:after="0" w:line="240" w:lineRule="atLeast"/>
        <w:ind w:left="540"/>
        <w:jc w:val="both"/>
        <w:rPr>
          <w:szCs w:val="22"/>
          <w:lang w:val="en-US"/>
        </w:rPr>
      </w:pPr>
    </w:p>
    <w:tbl>
      <w:tblPr>
        <w:tblW w:w="14637" w:type="dxa"/>
        <w:tblInd w:w="459" w:type="dxa"/>
        <w:tblBorders>
          <w:top w:val="single" w:sz="4" w:space="0" w:color="auto"/>
        </w:tblBorders>
        <w:tblLayout w:type="fixed"/>
        <w:tblCellMar>
          <w:left w:w="79" w:type="dxa"/>
          <w:right w:w="79" w:type="dxa"/>
        </w:tblCellMar>
        <w:tblLook w:val="0000" w:firstRow="0" w:lastRow="0" w:firstColumn="0" w:lastColumn="0" w:noHBand="0" w:noVBand="0"/>
      </w:tblPr>
      <w:tblGrid>
        <w:gridCol w:w="2801"/>
        <w:gridCol w:w="3130"/>
        <w:gridCol w:w="200"/>
        <w:gridCol w:w="900"/>
        <w:gridCol w:w="180"/>
        <w:gridCol w:w="880"/>
        <w:gridCol w:w="900"/>
        <w:gridCol w:w="180"/>
        <w:gridCol w:w="963"/>
        <w:gridCol w:w="180"/>
        <w:gridCol w:w="1017"/>
        <w:gridCol w:w="180"/>
        <w:gridCol w:w="949"/>
        <w:gridCol w:w="180"/>
        <w:gridCol w:w="910"/>
        <w:gridCol w:w="180"/>
        <w:gridCol w:w="907"/>
      </w:tblGrid>
      <w:tr w:rsidR="00BD503E" w:rsidRPr="005D3E43" w14:paraId="23CA80F1" w14:textId="77777777" w:rsidTr="008C4F7C">
        <w:trPr>
          <w:cantSplit/>
        </w:trPr>
        <w:tc>
          <w:tcPr>
            <w:tcW w:w="2801" w:type="dxa"/>
            <w:tcBorders>
              <w:top w:val="nil"/>
            </w:tcBorders>
          </w:tcPr>
          <w:p w14:paraId="6CFB2312" w14:textId="77777777" w:rsidR="00BD503E" w:rsidRPr="005D3E43" w:rsidRDefault="00BD503E" w:rsidP="003315F6">
            <w:pPr>
              <w:spacing w:line="240" w:lineRule="atLeast"/>
              <w:jc w:val="center"/>
              <w:rPr>
                <w:sz w:val="20"/>
              </w:rPr>
            </w:pPr>
          </w:p>
        </w:tc>
        <w:tc>
          <w:tcPr>
            <w:tcW w:w="3130" w:type="dxa"/>
            <w:tcBorders>
              <w:top w:val="nil"/>
            </w:tcBorders>
          </w:tcPr>
          <w:p w14:paraId="797D5E46" w14:textId="77777777" w:rsidR="00BD503E" w:rsidRPr="005D3E43" w:rsidRDefault="00BD503E" w:rsidP="003315F6">
            <w:pPr>
              <w:spacing w:line="240" w:lineRule="atLeast"/>
              <w:jc w:val="center"/>
              <w:rPr>
                <w:sz w:val="20"/>
              </w:rPr>
            </w:pPr>
          </w:p>
        </w:tc>
        <w:tc>
          <w:tcPr>
            <w:tcW w:w="200" w:type="dxa"/>
            <w:tcBorders>
              <w:top w:val="nil"/>
            </w:tcBorders>
          </w:tcPr>
          <w:p w14:paraId="5996A3A1" w14:textId="77777777" w:rsidR="00BD503E" w:rsidRPr="005D3E43" w:rsidRDefault="00BD503E" w:rsidP="003315F6">
            <w:pPr>
              <w:spacing w:line="240" w:lineRule="atLeast"/>
              <w:jc w:val="center"/>
              <w:rPr>
                <w:sz w:val="20"/>
              </w:rPr>
            </w:pPr>
          </w:p>
        </w:tc>
        <w:tc>
          <w:tcPr>
            <w:tcW w:w="8503" w:type="dxa"/>
            <w:gridSpan w:val="14"/>
            <w:tcBorders>
              <w:top w:val="nil"/>
            </w:tcBorders>
          </w:tcPr>
          <w:p w14:paraId="03104F9A" w14:textId="77777777" w:rsidR="00BD503E" w:rsidRPr="005D3E43" w:rsidRDefault="00BD503E" w:rsidP="003315F6">
            <w:pPr>
              <w:pStyle w:val="acctmergecolhdg"/>
              <w:spacing w:line="240" w:lineRule="atLeast"/>
              <w:rPr>
                <w:sz w:val="20"/>
                <w:lang w:val="en-US"/>
              </w:rPr>
            </w:pPr>
            <w:r w:rsidRPr="005D3E43">
              <w:rPr>
                <w:b w:val="0"/>
                <w:bCs/>
                <w:sz w:val="20"/>
                <w:rtl/>
                <w:cs/>
              </w:rPr>
              <w:t>Separate financial</w:t>
            </w:r>
            <w:r w:rsidRPr="005D3E43">
              <w:rPr>
                <w:b w:val="0"/>
                <w:bCs/>
                <w:sz w:val="20"/>
              </w:rPr>
              <w:t xml:space="preserve"> </w:t>
            </w:r>
            <w:r w:rsidRPr="005D3E43">
              <w:rPr>
                <w:b w:val="0"/>
                <w:bCs/>
                <w:sz w:val="20"/>
                <w:rtl/>
                <w:cs/>
              </w:rPr>
              <w:t>statements</w:t>
            </w:r>
          </w:p>
        </w:tc>
      </w:tr>
      <w:tr w:rsidR="00BD503E" w:rsidRPr="005D3E43" w14:paraId="20F85D7B" w14:textId="77777777" w:rsidTr="008C4F7C">
        <w:trPr>
          <w:cantSplit/>
        </w:trPr>
        <w:tc>
          <w:tcPr>
            <w:tcW w:w="2801" w:type="dxa"/>
          </w:tcPr>
          <w:p w14:paraId="2AC167A9" w14:textId="77777777" w:rsidR="00BD503E" w:rsidRPr="005D3E43" w:rsidRDefault="00BD503E" w:rsidP="003315F6">
            <w:pPr>
              <w:spacing w:line="240" w:lineRule="atLeast"/>
              <w:jc w:val="center"/>
              <w:rPr>
                <w:sz w:val="20"/>
              </w:rPr>
            </w:pPr>
          </w:p>
        </w:tc>
        <w:tc>
          <w:tcPr>
            <w:tcW w:w="3130" w:type="dxa"/>
          </w:tcPr>
          <w:p w14:paraId="727DE267" w14:textId="77777777" w:rsidR="00BD503E" w:rsidRPr="005D3E43" w:rsidRDefault="00BD503E" w:rsidP="003315F6">
            <w:pPr>
              <w:pStyle w:val="acctmergecolhdg"/>
              <w:spacing w:line="240" w:lineRule="atLeast"/>
              <w:ind w:left="-79" w:right="-79"/>
              <w:rPr>
                <w:sz w:val="20"/>
              </w:rPr>
            </w:pPr>
            <w:r w:rsidRPr="005D3E43">
              <w:rPr>
                <w:b w:val="0"/>
                <w:sz w:val="20"/>
                <w:lang w:val="en-US" w:bidi="th-TH"/>
              </w:rPr>
              <w:t>Type of business</w:t>
            </w:r>
          </w:p>
        </w:tc>
        <w:tc>
          <w:tcPr>
            <w:tcW w:w="200" w:type="dxa"/>
          </w:tcPr>
          <w:p w14:paraId="62638619" w14:textId="77777777" w:rsidR="00BD503E" w:rsidRPr="005D3E43" w:rsidRDefault="00BD503E" w:rsidP="003315F6">
            <w:pPr>
              <w:pStyle w:val="acctmergecolhdg"/>
              <w:spacing w:line="240" w:lineRule="atLeast"/>
              <w:ind w:left="-79" w:right="-79"/>
              <w:rPr>
                <w:sz w:val="20"/>
              </w:rPr>
            </w:pPr>
          </w:p>
        </w:tc>
        <w:tc>
          <w:tcPr>
            <w:tcW w:w="1960" w:type="dxa"/>
            <w:gridSpan w:val="3"/>
          </w:tcPr>
          <w:p w14:paraId="4CAD6A2D" w14:textId="77777777" w:rsidR="00BD503E" w:rsidRPr="005D3E43" w:rsidRDefault="00BD503E" w:rsidP="003315F6">
            <w:pPr>
              <w:pStyle w:val="acctmergecolhdg"/>
              <w:spacing w:line="240" w:lineRule="atLeast"/>
              <w:ind w:left="-79" w:right="-79"/>
              <w:rPr>
                <w:b w:val="0"/>
                <w:bCs/>
                <w:sz w:val="20"/>
              </w:rPr>
            </w:pPr>
            <w:r w:rsidRPr="005D3E43">
              <w:rPr>
                <w:b w:val="0"/>
                <w:sz w:val="20"/>
                <w:lang w:val="en-US" w:bidi="th-TH"/>
              </w:rPr>
              <w:t>Ownership interest</w:t>
            </w:r>
          </w:p>
        </w:tc>
        <w:tc>
          <w:tcPr>
            <w:tcW w:w="2043" w:type="dxa"/>
            <w:gridSpan w:val="3"/>
          </w:tcPr>
          <w:p w14:paraId="42286183" w14:textId="77777777" w:rsidR="00BD503E" w:rsidRPr="005D3E43" w:rsidRDefault="00BD503E" w:rsidP="003315F6">
            <w:pPr>
              <w:pStyle w:val="acctmergecolhdg"/>
              <w:spacing w:line="240" w:lineRule="atLeast"/>
              <w:rPr>
                <w:b w:val="0"/>
                <w:bCs/>
                <w:sz w:val="20"/>
              </w:rPr>
            </w:pPr>
            <w:r w:rsidRPr="005D3E43">
              <w:rPr>
                <w:b w:val="0"/>
                <w:sz w:val="20"/>
                <w:lang w:val="en-US" w:bidi="th-TH"/>
              </w:rPr>
              <w:t>Paid-up capital</w:t>
            </w:r>
          </w:p>
        </w:tc>
        <w:tc>
          <w:tcPr>
            <w:tcW w:w="180" w:type="dxa"/>
          </w:tcPr>
          <w:p w14:paraId="2231C911" w14:textId="77777777" w:rsidR="00BD503E" w:rsidRPr="005D3E43" w:rsidRDefault="00BD503E" w:rsidP="003315F6">
            <w:pPr>
              <w:pStyle w:val="acctmergecolhdg"/>
              <w:spacing w:line="240" w:lineRule="atLeast"/>
              <w:rPr>
                <w:b w:val="0"/>
                <w:bCs/>
                <w:sz w:val="20"/>
              </w:rPr>
            </w:pPr>
          </w:p>
        </w:tc>
        <w:tc>
          <w:tcPr>
            <w:tcW w:w="2143" w:type="dxa"/>
            <w:gridSpan w:val="3"/>
          </w:tcPr>
          <w:p w14:paraId="601352D6" w14:textId="77777777" w:rsidR="00BD503E" w:rsidRPr="005D3E43" w:rsidRDefault="00BD503E" w:rsidP="003315F6">
            <w:pPr>
              <w:pStyle w:val="acctmergecolhdg"/>
              <w:spacing w:line="240" w:lineRule="atLeast"/>
              <w:rPr>
                <w:b w:val="0"/>
                <w:bCs/>
                <w:sz w:val="20"/>
              </w:rPr>
            </w:pPr>
            <w:r w:rsidRPr="005D3E43">
              <w:rPr>
                <w:b w:val="0"/>
                <w:sz w:val="20"/>
                <w:lang w:val="en-US" w:bidi="th-TH"/>
              </w:rPr>
              <w:t>Cost method</w:t>
            </w:r>
          </w:p>
        </w:tc>
        <w:tc>
          <w:tcPr>
            <w:tcW w:w="180" w:type="dxa"/>
          </w:tcPr>
          <w:p w14:paraId="605DC64A" w14:textId="77777777" w:rsidR="00BD503E" w:rsidRPr="005D3E43" w:rsidRDefault="00BD503E" w:rsidP="003315F6">
            <w:pPr>
              <w:pStyle w:val="acctmergecolhdg"/>
              <w:spacing w:line="240" w:lineRule="atLeast"/>
              <w:rPr>
                <w:b w:val="0"/>
                <w:bCs/>
                <w:sz w:val="20"/>
              </w:rPr>
            </w:pPr>
          </w:p>
        </w:tc>
        <w:tc>
          <w:tcPr>
            <w:tcW w:w="1997" w:type="dxa"/>
            <w:gridSpan w:val="3"/>
          </w:tcPr>
          <w:p w14:paraId="088CE9F7" w14:textId="58ED0D74" w:rsidR="00BD503E" w:rsidRPr="005D3E43" w:rsidRDefault="00BD503E" w:rsidP="003315F6">
            <w:pPr>
              <w:pStyle w:val="acctmergecolhdg"/>
              <w:spacing w:line="240" w:lineRule="atLeast"/>
              <w:rPr>
                <w:b w:val="0"/>
                <w:bCs/>
                <w:sz w:val="20"/>
              </w:rPr>
            </w:pPr>
            <w:r w:rsidRPr="005D3E43">
              <w:rPr>
                <w:b w:val="0"/>
                <w:bCs/>
                <w:sz w:val="20"/>
              </w:rPr>
              <w:t xml:space="preserve">Dividend income </w:t>
            </w:r>
          </w:p>
        </w:tc>
      </w:tr>
      <w:tr w:rsidR="005B3CD3" w:rsidRPr="005D3E43" w14:paraId="79041BB9" w14:textId="77777777" w:rsidTr="008C4F7C">
        <w:trPr>
          <w:cantSplit/>
          <w:trHeight w:val="200"/>
        </w:trPr>
        <w:tc>
          <w:tcPr>
            <w:tcW w:w="2801" w:type="dxa"/>
          </w:tcPr>
          <w:p w14:paraId="73270CB9" w14:textId="77777777" w:rsidR="005B3CD3" w:rsidRPr="005D3E43" w:rsidRDefault="005B3CD3" w:rsidP="005B3CD3">
            <w:pPr>
              <w:pStyle w:val="acctfourfigures"/>
              <w:spacing w:line="240" w:lineRule="atLeast"/>
              <w:jc w:val="center"/>
              <w:rPr>
                <w:sz w:val="20"/>
              </w:rPr>
            </w:pPr>
          </w:p>
        </w:tc>
        <w:tc>
          <w:tcPr>
            <w:tcW w:w="3130" w:type="dxa"/>
          </w:tcPr>
          <w:p w14:paraId="3C201BA1" w14:textId="77777777" w:rsidR="005B3CD3" w:rsidRPr="005D3E43" w:rsidRDefault="005B3CD3" w:rsidP="005B3CD3">
            <w:pPr>
              <w:pStyle w:val="acctfourfigures"/>
              <w:tabs>
                <w:tab w:val="clear" w:pos="765"/>
              </w:tabs>
              <w:spacing w:line="240" w:lineRule="atLeast"/>
              <w:jc w:val="center"/>
              <w:rPr>
                <w:sz w:val="20"/>
              </w:rPr>
            </w:pPr>
          </w:p>
        </w:tc>
        <w:tc>
          <w:tcPr>
            <w:tcW w:w="200" w:type="dxa"/>
          </w:tcPr>
          <w:p w14:paraId="36D0C43C" w14:textId="77777777" w:rsidR="005B3CD3" w:rsidRPr="005D3E43" w:rsidRDefault="005B3CD3" w:rsidP="005B3CD3">
            <w:pPr>
              <w:pStyle w:val="acctfourfigures"/>
              <w:tabs>
                <w:tab w:val="clear" w:pos="765"/>
              </w:tabs>
              <w:spacing w:line="240" w:lineRule="atLeast"/>
              <w:jc w:val="center"/>
              <w:rPr>
                <w:sz w:val="20"/>
              </w:rPr>
            </w:pPr>
          </w:p>
        </w:tc>
        <w:tc>
          <w:tcPr>
            <w:tcW w:w="900" w:type="dxa"/>
          </w:tcPr>
          <w:p w14:paraId="0204F5FC" w14:textId="77777777" w:rsidR="005B3CD3" w:rsidRPr="005D3E43" w:rsidRDefault="005B3CD3" w:rsidP="005B3CD3">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5D3E43">
              <w:rPr>
                <w:rFonts w:ascii="Times New Roman" w:hAnsi="Times New Roman" w:cs="Times New Roman"/>
                <w:sz w:val="20"/>
                <w:szCs w:val="20"/>
                <w:lang w:val="en-US"/>
              </w:rPr>
              <w:t>30</w:t>
            </w:r>
          </w:p>
        </w:tc>
        <w:tc>
          <w:tcPr>
            <w:tcW w:w="180" w:type="dxa"/>
          </w:tcPr>
          <w:p w14:paraId="135D8344" w14:textId="77777777" w:rsidR="005B3CD3" w:rsidRPr="005D3E43" w:rsidRDefault="005B3CD3" w:rsidP="005B3CD3">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880" w:type="dxa"/>
          </w:tcPr>
          <w:p w14:paraId="05817C75" w14:textId="77777777" w:rsidR="005B3CD3" w:rsidRPr="005D3E43" w:rsidRDefault="005B3CD3" w:rsidP="005B3CD3">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5D3E43">
              <w:rPr>
                <w:rFonts w:ascii="Times New Roman" w:hAnsi="Times New Roman" w:cs="Times New Roman"/>
                <w:sz w:val="20"/>
                <w:szCs w:val="20"/>
                <w:lang w:val="en-US"/>
              </w:rPr>
              <w:t>31</w:t>
            </w:r>
          </w:p>
        </w:tc>
        <w:tc>
          <w:tcPr>
            <w:tcW w:w="900" w:type="dxa"/>
          </w:tcPr>
          <w:p w14:paraId="53905A30" w14:textId="77777777" w:rsidR="005B3CD3" w:rsidRPr="005D3E43" w:rsidRDefault="005B3CD3" w:rsidP="005B3CD3">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5D3E43">
              <w:rPr>
                <w:rFonts w:ascii="Times New Roman" w:hAnsi="Times New Roman" w:cs="Times New Roman"/>
                <w:sz w:val="20"/>
                <w:szCs w:val="20"/>
                <w:lang w:val="en-US"/>
              </w:rPr>
              <w:t>30</w:t>
            </w:r>
          </w:p>
        </w:tc>
        <w:tc>
          <w:tcPr>
            <w:tcW w:w="180" w:type="dxa"/>
          </w:tcPr>
          <w:p w14:paraId="63E0BA6D" w14:textId="77777777" w:rsidR="005B3CD3" w:rsidRPr="005D3E43" w:rsidRDefault="005B3CD3" w:rsidP="005B3CD3">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63" w:type="dxa"/>
          </w:tcPr>
          <w:p w14:paraId="3F5CE361" w14:textId="77777777" w:rsidR="005B3CD3" w:rsidRPr="005D3E43" w:rsidRDefault="005B3CD3" w:rsidP="005B3CD3">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5D3E43">
              <w:rPr>
                <w:rFonts w:ascii="Times New Roman" w:hAnsi="Times New Roman" w:cs="Times New Roman"/>
                <w:sz w:val="20"/>
                <w:szCs w:val="20"/>
                <w:lang w:val="en-US"/>
              </w:rPr>
              <w:t>31</w:t>
            </w:r>
          </w:p>
        </w:tc>
        <w:tc>
          <w:tcPr>
            <w:tcW w:w="180" w:type="dxa"/>
          </w:tcPr>
          <w:p w14:paraId="698BDCC6" w14:textId="77777777" w:rsidR="005B3CD3" w:rsidRPr="005D3E43" w:rsidRDefault="005B3CD3" w:rsidP="005B3CD3">
            <w:pPr>
              <w:pStyle w:val="acctfourfigures"/>
              <w:tabs>
                <w:tab w:val="clear" w:pos="765"/>
              </w:tabs>
              <w:spacing w:line="240" w:lineRule="atLeast"/>
              <w:ind w:left="-108" w:right="-79"/>
              <w:jc w:val="center"/>
              <w:rPr>
                <w:sz w:val="20"/>
              </w:rPr>
            </w:pPr>
          </w:p>
        </w:tc>
        <w:tc>
          <w:tcPr>
            <w:tcW w:w="1017" w:type="dxa"/>
          </w:tcPr>
          <w:p w14:paraId="35A17E48" w14:textId="77777777" w:rsidR="005B3CD3" w:rsidRPr="005D3E43" w:rsidRDefault="005B3CD3" w:rsidP="005B3CD3">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5D3E43">
              <w:rPr>
                <w:rFonts w:ascii="Times New Roman" w:hAnsi="Times New Roman" w:cs="Times New Roman"/>
                <w:sz w:val="20"/>
                <w:szCs w:val="20"/>
                <w:lang w:val="en-US"/>
              </w:rPr>
              <w:t>30</w:t>
            </w:r>
          </w:p>
        </w:tc>
        <w:tc>
          <w:tcPr>
            <w:tcW w:w="180" w:type="dxa"/>
          </w:tcPr>
          <w:p w14:paraId="0F766EA5" w14:textId="77777777" w:rsidR="005B3CD3" w:rsidRPr="005D3E43" w:rsidRDefault="005B3CD3" w:rsidP="005B3CD3">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49" w:type="dxa"/>
          </w:tcPr>
          <w:p w14:paraId="4D7F654A" w14:textId="77777777" w:rsidR="005B3CD3" w:rsidRPr="005D3E43" w:rsidRDefault="005B3CD3" w:rsidP="005B3CD3">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5D3E43">
              <w:rPr>
                <w:rFonts w:ascii="Times New Roman" w:hAnsi="Times New Roman" w:cs="Times New Roman"/>
                <w:sz w:val="20"/>
                <w:szCs w:val="20"/>
                <w:lang w:val="en-US"/>
              </w:rPr>
              <w:t>31</w:t>
            </w:r>
          </w:p>
        </w:tc>
        <w:tc>
          <w:tcPr>
            <w:tcW w:w="180" w:type="dxa"/>
          </w:tcPr>
          <w:p w14:paraId="2B5DAE50" w14:textId="77777777" w:rsidR="005B3CD3" w:rsidRPr="005D3E43" w:rsidRDefault="005B3CD3" w:rsidP="005B3CD3">
            <w:pPr>
              <w:pStyle w:val="acctfourfigures"/>
              <w:tabs>
                <w:tab w:val="clear" w:pos="765"/>
              </w:tabs>
              <w:spacing w:line="240" w:lineRule="atLeast"/>
              <w:ind w:left="-108" w:right="-79"/>
              <w:jc w:val="center"/>
              <w:rPr>
                <w:sz w:val="20"/>
              </w:rPr>
            </w:pPr>
          </w:p>
        </w:tc>
        <w:tc>
          <w:tcPr>
            <w:tcW w:w="910" w:type="dxa"/>
          </w:tcPr>
          <w:p w14:paraId="43F4F227" w14:textId="77777777" w:rsidR="005B3CD3" w:rsidRPr="005D3E43" w:rsidRDefault="005B3CD3" w:rsidP="00AF07BE">
            <w:pPr>
              <w:pStyle w:val="3"/>
              <w:tabs>
                <w:tab w:val="clear" w:pos="360"/>
                <w:tab w:val="clear" w:pos="720"/>
              </w:tabs>
              <w:spacing w:line="240" w:lineRule="atLeast"/>
              <w:ind w:left="-156" w:right="-79" w:firstLine="48"/>
              <w:jc w:val="center"/>
              <w:rPr>
                <w:rFonts w:ascii="Times New Roman" w:hAnsi="Times New Roman" w:cs="Times New Roman"/>
                <w:sz w:val="20"/>
                <w:szCs w:val="20"/>
                <w:lang w:val="en-US"/>
              </w:rPr>
            </w:pPr>
            <w:r w:rsidRPr="005D3E43">
              <w:rPr>
                <w:rFonts w:ascii="Times New Roman" w:hAnsi="Times New Roman" w:cs="Times New Roman"/>
                <w:sz w:val="20"/>
                <w:szCs w:val="20"/>
                <w:lang w:val="en-US"/>
              </w:rPr>
              <w:t>30</w:t>
            </w:r>
          </w:p>
        </w:tc>
        <w:tc>
          <w:tcPr>
            <w:tcW w:w="180" w:type="dxa"/>
          </w:tcPr>
          <w:p w14:paraId="26FA99C3" w14:textId="77777777" w:rsidR="005B3CD3" w:rsidRPr="005D3E43" w:rsidRDefault="005B3CD3" w:rsidP="005B3CD3">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07" w:type="dxa"/>
          </w:tcPr>
          <w:p w14:paraId="76E98E46" w14:textId="77777777" w:rsidR="005B3CD3" w:rsidRPr="005D3E43" w:rsidRDefault="005B3CD3" w:rsidP="005B3CD3">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5D3E43">
              <w:rPr>
                <w:rFonts w:ascii="Times New Roman" w:hAnsi="Times New Roman" w:cs="Times New Roman"/>
                <w:sz w:val="20"/>
                <w:szCs w:val="20"/>
                <w:lang w:val="en-US"/>
              </w:rPr>
              <w:t>30</w:t>
            </w:r>
          </w:p>
        </w:tc>
      </w:tr>
      <w:tr w:rsidR="00CF5F9C" w:rsidRPr="005D3E43" w14:paraId="59E5C8CF" w14:textId="77777777" w:rsidTr="008C4F7C">
        <w:trPr>
          <w:cantSplit/>
        </w:trPr>
        <w:tc>
          <w:tcPr>
            <w:tcW w:w="2801" w:type="dxa"/>
          </w:tcPr>
          <w:p w14:paraId="2DA871A2" w14:textId="77777777" w:rsidR="00CF5F9C" w:rsidRPr="005D3E43" w:rsidRDefault="00CF5F9C" w:rsidP="00CF5F9C">
            <w:pPr>
              <w:pStyle w:val="acctfourfigures"/>
              <w:spacing w:line="240" w:lineRule="atLeast"/>
              <w:jc w:val="center"/>
              <w:rPr>
                <w:sz w:val="20"/>
              </w:rPr>
            </w:pPr>
          </w:p>
        </w:tc>
        <w:tc>
          <w:tcPr>
            <w:tcW w:w="3130" w:type="dxa"/>
          </w:tcPr>
          <w:p w14:paraId="321C1D35" w14:textId="77777777" w:rsidR="00CF5F9C" w:rsidRPr="005D3E43" w:rsidRDefault="00CF5F9C" w:rsidP="00CF5F9C">
            <w:pPr>
              <w:pStyle w:val="acctfourfigures"/>
              <w:tabs>
                <w:tab w:val="clear" w:pos="765"/>
              </w:tabs>
              <w:spacing w:line="240" w:lineRule="atLeast"/>
              <w:jc w:val="center"/>
              <w:rPr>
                <w:sz w:val="20"/>
              </w:rPr>
            </w:pPr>
          </w:p>
        </w:tc>
        <w:tc>
          <w:tcPr>
            <w:tcW w:w="200" w:type="dxa"/>
          </w:tcPr>
          <w:p w14:paraId="7B994D6C" w14:textId="77777777" w:rsidR="00CF5F9C" w:rsidRPr="005D3E43" w:rsidRDefault="00CF5F9C" w:rsidP="00CF5F9C">
            <w:pPr>
              <w:pStyle w:val="acctfourfigures"/>
              <w:tabs>
                <w:tab w:val="clear" w:pos="765"/>
              </w:tabs>
              <w:spacing w:line="240" w:lineRule="atLeast"/>
              <w:jc w:val="center"/>
              <w:rPr>
                <w:sz w:val="20"/>
              </w:rPr>
            </w:pPr>
          </w:p>
        </w:tc>
        <w:tc>
          <w:tcPr>
            <w:tcW w:w="900" w:type="dxa"/>
          </w:tcPr>
          <w:p w14:paraId="433C19E7" w14:textId="20EF24DC" w:rsidR="00CF5F9C" w:rsidRPr="005D3E43" w:rsidRDefault="00CF5F9C" w:rsidP="00CF5F9C">
            <w:pPr>
              <w:pStyle w:val="3"/>
              <w:tabs>
                <w:tab w:val="clear" w:pos="360"/>
                <w:tab w:val="clear" w:pos="720"/>
              </w:tabs>
              <w:spacing w:line="240" w:lineRule="atLeast"/>
              <w:ind w:left="-108" w:right="-80"/>
              <w:jc w:val="center"/>
              <w:rPr>
                <w:rFonts w:ascii="Times New Roman" w:hAnsi="Times New Roman" w:cs="Times New Roman"/>
                <w:sz w:val="20"/>
                <w:szCs w:val="20"/>
                <w:lang w:val="en-US"/>
              </w:rPr>
            </w:pPr>
            <w:r>
              <w:rPr>
                <w:rFonts w:ascii="Times New Roman" w:hAnsi="Times New Roman" w:cs="Times New Roman"/>
                <w:sz w:val="20"/>
                <w:szCs w:val="20"/>
                <w:lang w:val="en-US"/>
              </w:rPr>
              <w:t>September</w:t>
            </w:r>
          </w:p>
        </w:tc>
        <w:tc>
          <w:tcPr>
            <w:tcW w:w="180" w:type="dxa"/>
          </w:tcPr>
          <w:p w14:paraId="73BA7B85" w14:textId="77777777" w:rsidR="00CF5F9C" w:rsidRPr="005D3E43" w:rsidRDefault="00CF5F9C" w:rsidP="00CF5F9C">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880" w:type="dxa"/>
          </w:tcPr>
          <w:p w14:paraId="54219DE4" w14:textId="77777777" w:rsidR="00CF5F9C" w:rsidRPr="005D3E43" w:rsidRDefault="00CF5F9C" w:rsidP="00CF5F9C">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5D3E43">
              <w:rPr>
                <w:rFonts w:ascii="Times New Roman" w:hAnsi="Times New Roman" w:cs="Times New Roman"/>
                <w:sz w:val="20"/>
                <w:szCs w:val="20"/>
                <w:lang w:val="en-US"/>
              </w:rPr>
              <w:t>December</w:t>
            </w:r>
          </w:p>
        </w:tc>
        <w:tc>
          <w:tcPr>
            <w:tcW w:w="900" w:type="dxa"/>
          </w:tcPr>
          <w:p w14:paraId="28B32858" w14:textId="65509879" w:rsidR="00CF5F9C" w:rsidRPr="005D3E43" w:rsidRDefault="00CF5F9C" w:rsidP="00CF5F9C">
            <w:pPr>
              <w:pStyle w:val="3"/>
              <w:tabs>
                <w:tab w:val="clear" w:pos="360"/>
                <w:tab w:val="clear" w:pos="720"/>
              </w:tabs>
              <w:spacing w:line="240" w:lineRule="atLeast"/>
              <w:ind w:left="-108" w:right="-80"/>
              <w:jc w:val="center"/>
              <w:rPr>
                <w:rFonts w:ascii="Times New Roman" w:hAnsi="Times New Roman" w:cs="Times New Roman"/>
                <w:sz w:val="20"/>
                <w:szCs w:val="20"/>
                <w:lang w:val="en-US"/>
              </w:rPr>
            </w:pPr>
            <w:r>
              <w:rPr>
                <w:rFonts w:ascii="Times New Roman" w:hAnsi="Times New Roman" w:cs="Times New Roman"/>
                <w:sz w:val="20"/>
                <w:szCs w:val="20"/>
                <w:lang w:val="en-US"/>
              </w:rPr>
              <w:t>September</w:t>
            </w:r>
          </w:p>
        </w:tc>
        <w:tc>
          <w:tcPr>
            <w:tcW w:w="180" w:type="dxa"/>
          </w:tcPr>
          <w:p w14:paraId="7C1F7CC0" w14:textId="77777777" w:rsidR="00CF5F9C" w:rsidRPr="005D3E43" w:rsidRDefault="00CF5F9C" w:rsidP="00CF5F9C">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63" w:type="dxa"/>
          </w:tcPr>
          <w:p w14:paraId="5F01C836" w14:textId="77777777" w:rsidR="00CF5F9C" w:rsidRPr="005D3E43" w:rsidRDefault="00CF5F9C" w:rsidP="00CF5F9C">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5D3E43">
              <w:rPr>
                <w:rFonts w:ascii="Times New Roman" w:hAnsi="Times New Roman" w:cs="Times New Roman"/>
                <w:sz w:val="20"/>
                <w:szCs w:val="20"/>
                <w:lang w:val="en-US"/>
              </w:rPr>
              <w:t>December</w:t>
            </w:r>
          </w:p>
        </w:tc>
        <w:tc>
          <w:tcPr>
            <w:tcW w:w="180" w:type="dxa"/>
          </w:tcPr>
          <w:p w14:paraId="626AA033" w14:textId="77777777" w:rsidR="00CF5F9C" w:rsidRPr="005D3E43" w:rsidRDefault="00CF5F9C" w:rsidP="00CF5F9C">
            <w:pPr>
              <w:pStyle w:val="acctfourfigures"/>
              <w:tabs>
                <w:tab w:val="clear" w:pos="765"/>
              </w:tabs>
              <w:spacing w:line="240" w:lineRule="atLeast"/>
              <w:ind w:left="-108" w:right="-79"/>
              <w:jc w:val="center"/>
              <w:rPr>
                <w:sz w:val="20"/>
              </w:rPr>
            </w:pPr>
          </w:p>
        </w:tc>
        <w:tc>
          <w:tcPr>
            <w:tcW w:w="1017" w:type="dxa"/>
          </w:tcPr>
          <w:p w14:paraId="2F90A38A" w14:textId="1E04380D" w:rsidR="00CF5F9C" w:rsidRPr="005D3E43" w:rsidRDefault="00CF5F9C" w:rsidP="00CF5F9C">
            <w:pPr>
              <w:pStyle w:val="3"/>
              <w:tabs>
                <w:tab w:val="clear" w:pos="360"/>
                <w:tab w:val="clear" w:pos="720"/>
              </w:tabs>
              <w:spacing w:line="240" w:lineRule="atLeast"/>
              <w:ind w:left="-108" w:right="-80"/>
              <w:jc w:val="center"/>
              <w:rPr>
                <w:rFonts w:ascii="Times New Roman" w:hAnsi="Times New Roman" w:cs="Times New Roman"/>
                <w:sz w:val="20"/>
                <w:szCs w:val="20"/>
                <w:lang w:val="en-US"/>
              </w:rPr>
            </w:pPr>
            <w:r>
              <w:rPr>
                <w:rFonts w:ascii="Times New Roman" w:hAnsi="Times New Roman" w:cs="Times New Roman"/>
                <w:sz w:val="20"/>
                <w:szCs w:val="20"/>
                <w:lang w:val="en-US"/>
              </w:rPr>
              <w:t>September</w:t>
            </w:r>
          </w:p>
        </w:tc>
        <w:tc>
          <w:tcPr>
            <w:tcW w:w="180" w:type="dxa"/>
          </w:tcPr>
          <w:p w14:paraId="5ADEA4E5" w14:textId="77777777" w:rsidR="00CF5F9C" w:rsidRPr="005D3E43" w:rsidRDefault="00CF5F9C" w:rsidP="00CF5F9C">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49" w:type="dxa"/>
          </w:tcPr>
          <w:p w14:paraId="2A68D523" w14:textId="77777777" w:rsidR="00CF5F9C" w:rsidRPr="005D3E43" w:rsidRDefault="00CF5F9C" w:rsidP="00CF5F9C">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5D3E43">
              <w:rPr>
                <w:rFonts w:ascii="Times New Roman" w:hAnsi="Times New Roman" w:cs="Times New Roman"/>
                <w:sz w:val="20"/>
                <w:szCs w:val="20"/>
                <w:lang w:val="en-US"/>
              </w:rPr>
              <w:t>December</w:t>
            </w:r>
          </w:p>
        </w:tc>
        <w:tc>
          <w:tcPr>
            <w:tcW w:w="180" w:type="dxa"/>
          </w:tcPr>
          <w:p w14:paraId="12C5616E" w14:textId="77777777" w:rsidR="00CF5F9C" w:rsidRPr="005D3E43" w:rsidRDefault="00CF5F9C" w:rsidP="00CF5F9C">
            <w:pPr>
              <w:pStyle w:val="acctfourfigures"/>
              <w:tabs>
                <w:tab w:val="clear" w:pos="765"/>
              </w:tabs>
              <w:spacing w:line="240" w:lineRule="atLeast"/>
              <w:ind w:left="-108" w:right="-79"/>
              <w:jc w:val="center"/>
              <w:rPr>
                <w:sz w:val="20"/>
              </w:rPr>
            </w:pPr>
          </w:p>
        </w:tc>
        <w:tc>
          <w:tcPr>
            <w:tcW w:w="910" w:type="dxa"/>
          </w:tcPr>
          <w:p w14:paraId="393777E7" w14:textId="3FB81067" w:rsidR="00CF5F9C" w:rsidRPr="005D3E43" w:rsidRDefault="00CF5F9C" w:rsidP="00CF5F9C">
            <w:pPr>
              <w:pStyle w:val="3"/>
              <w:tabs>
                <w:tab w:val="clear" w:pos="360"/>
                <w:tab w:val="clear" w:pos="720"/>
              </w:tabs>
              <w:spacing w:line="240" w:lineRule="atLeast"/>
              <w:ind w:left="-108" w:right="-80"/>
              <w:jc w:val="center"/>
              <w:rPr>
                <w:rFonts w:ascii="Times New Roman" w:hAnsi="Times New Roman" w:cs="Times New Roman"/>
                <w:sz w:val="20"/>
                <w:szCs w:val="20"/>
                <w:lang w:val="en-US"/>
              </w:rPr>
            </w:pPr>
            <w:r>
              <w:rPr>
                <w:rFonts w:ascii="Times New Roman" w:hAnsi="Times New Roman" w:cs="Times New Roman"/>
                <w:sz w:val="20"/>
                <w:szCs w:val="20"/>
                <w:lang w:val="en-US"/>
              </w:rPr>
              <w:t>September</w:t>
            </w:r>
          </w:p>
        </w:tc>
        <w:tc>
          <w:tcPr>
            <w:tcW w:w="180" w:type="dxa"/>
          </w:tcPr>
          <w:p w14:paraId="1FFFA293" w14:textId="77777777" w:rsidR="00CF5F9C" w:rsidRPr="005D3E43" w:rsidRDefault="00CF5F9C" w:rsidP="00CF5F9C">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07" w:type="dxa"/>
          </w:tcPr>
          <w:p w14:paraId="2D0CAA16" w14:textId="14A3883E" w:rsidR="00CF5F9C" w:rsidRPr="005D3E43" w:rsidRDefault="00CF5F9C" w:rsidP="00CF5F9C">
            <w:pPr>
              <w:pStyle w:val="3"/>
              <w:tabs>
                <w:tab w:val="clear" w:pos="360"/>
                <w:tab w:val="clear" w:pos="720"/>
              </w:tabs>
              <w:spacing w:line="240" w:lineRule="atLeast"/>
              <w:ind w:left="-108" w:right="-80"/>
              <w:jc w:val="center"/>
              <w:rPr>
                <w:rFonts w:ascii="Times New Roman" w:hAnsi="Times New Roman" w:cs="Times New Roman"/>
                <w:sz w:val="20"/>
                <w:szCs w:val="20"/>
                <w:lang w:val="en-US"/>
              </w:rPr>
            </w:pPr>
            <w:r>
              <w:rPr>
                <w:rFonts w:ascii="Times New Roman" w:hAnsi="Times New Roman" w:cs="Times New Roman"/>
                <w:sz w:val="20"/>
                <w:szCs w:val="20"/>
                <w:lang w:val="en-US"/>
              </w:rPr>
              <w:t>September</w:t>
            </w:r>
          </w:p>
        </w:tc>
      </w:tr>
      <w:tr w:rsidR="00CF5F9C" w:rsidRPr="005D3E43" w14:paraId="4EE1E665" w14:textId="77777777" w:rsidTr="008C4F7C">
        <w:trPr>
          <w:cantSplit/>
        </w:trPr>
        <w:tc>
          <w:tcPr>
            <w:tcW w:w="2801" w:type="dxa"/>
          </w:tcPr>
          <w:p w14:paraId="5F559D97" w14:textId="77777777" w:rsidR="00CF5F9C" w:rsidRPr="005D3E43" w:rsidRDefault="00CF5F9C" w:rsidP="00CF5F9C">
            <w:pPr>
              <w:pStyle w:val="acctfourfigures"/>
              <w:spacing w:line="240" w:lineRule="atLeast"/>
              <w:jc w:val="center"/>
              <w:rPr>
                <w:sz w:val="20"/>
              </w:rPr>
            </w:pPr>
          </w:p>
        </w:tc>
        <w:tc>
          <w:tcPr>
            <w:tcW w:w="3130" w:type="dxa"/>
          </w:tcPr>
          <w:p w14:paraId="728B9560" w14:textId="77777777" w:rsidR="00CF5F9C" w:rsidRPr="005D3E43" w:rsidRDefault="00CF5F9C" w:rsidP="00CF5F9C">
            <w:pPr>
              <w:pStyle w:val="acctfourfigures"/>
              <w:tabs>
                <w:tab w:val="clear" w:pos="765"/>
              </w:tabs>
              <w:spacing w:line="240" w:lineRule="atLeast"/>
              <w:jc w:val="center"/>
              <w:rPr>
                <w:sz w:val="20"/>
              </w:rPr>
            </w:pPr>
          </w:p>
        </w:tc>
        <w:tc>
          <w:tcPr>
            <w:tcW w:w="200" w:type="dxa"/>
          </w:tcPr>
          <w:p w14:paraId="6FEE76D0" w14:textId="77777777" w:rsidR="00CF5F9C" w:rsidRPr="005D3E43" w:rsidRDefault="00CF5F9C" w:rsidP="00CF5F9C">
            <w:pPr>
              <w:pStyle w:val="acctfourfigures"/>
              <w:tabs>
                <w:tab w:val="clear" w:pos="765"/>
              </w:tabs>
              <w:spacing w:line="240" w:lineRule="atLeast"/>
              <w:jc w:val="center"/>
              <w:rPr>
                <w:sz w:val="20"/>
              </w:rPr>
            </w:pPr>
          </w:p>
        </w:tc>
        <w:tc>
          <w:tcPr>
            <w:tcW w:w="900" w:type="dxa"/>
          </w:tcPr>
          <w:p w14:paraId="2A50FBFB" w14:textId="77777777" w:rsidR="00CF5F9C" w:rsidRPr="005D3E43" w:rsidRDefault="00CF5F9C" w:rsidP="00CF5F9C">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5D3E43">
              <w:rPr>
                <w:rFonts w:ascii="Times New Roman" w:hAnsi="Times New Roman" w:cs="Times New Roman"/>
                <w:sz w:val="20"/>
                <w:szCs w:val="20"/>
                <w:lang w:val="en-US"/>
              </w:rPr>
              <w:t>2020</w:t>
            </w:r>
          </w:p>
        </w:tc>
        <w:tc>
          <w:tcPr>
            <w:tcW w:w="180" w:type="dxa"/>
          </w:tcPr>
          <w:p w14:paraId="7FDF8DBE" w14:textId="77777777" w:rsidR="00CF5F9C" w:rsidRPr="005D3E43" w:rsidRDefault="00CF5F9C" w:rsidP="00CF5F9C">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880" w:type="dxa"/>
          </w:tcPr>
          <w:p w14:paraId="3E4DAFC1" w14:textId="77777777" w:rsidR="00CF5F9C" w:rsidRPr="005D3E43" w:rsidRDefault="00CF5F9C" w:rsidP="00CF5F9C">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5D3E43">
              <w:rPr>
                <w:rFonts w:ascii="Times New Roman" w:hAnsi="Times New Roman" w:cs="Times New Roman"/>
                <w:sz w:val="20"/>
                <w:szCs w:val="20"/>
                <w:lang w:val="en-US"/>
              </w:rPr>
              <w:t>2019</w:t>
            </w:r>
          </w:p>
        </w:tc>
        <w:tc>
          <w:tcPr>
            <w:tcW w:w="900" w:type="dxa"/>
          </w:tcPr>
          <w:p w14:paraId="455C5129" w14:textId="77777777" w:rsidR="00CF5F9C" w:rsidRPr="005D3E43" w:rsidRDefault="00CF5F9C" w:rsidP="00CF5F9C">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5D3E43">
              <w:rPr>
                <w:rFonts w:ascii="Times New Roman" w:hAnsi="Times New Roman" w:cs="Times New Roman"/>
                <w:sz w:val="20"/>
                <w:szCs w:val="20"/>
                <w:lang w:val="en-US"/>
              </w:rPr>
              <w:t>2020</w:t>
            </w:r>
          </w:p>
        </w:tc>
        <w:tc>
          <w:tcPr>
            <w:tcW w:w="180" w:type="dxa"/>
          </w:tcPr>
          <w:p w14:paraId="01A267C4" w14:textId="77777777" w:rsidR="00CF5F9C" w:rsidRPr="005D3E43" w:rsidRDefault="00CF5F9C" w:rsidP="00CF5F9C">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63" w:type="dxa"/>
          </w:tcPr>
          <w:p w14:paraId="4E7383D3" w14:textId="77777777" w:rsidR="00CF5F9C" w:rsidRPr="005D3E43" w:rsidRDefault="00CF5F9C" w:rsidP="00CF5F9C">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5D3E43">
              <w:rPr>
                <w:rFonts w:ascii="Times New Roman" w:hAnsi="Times New Roman" w:cs="Times New Roman"/>
                <w:sz w:val="20"/>
                <w:szCs w:val="20"/>
                <w:lang w:val="en-US"/>
              </w:rPr>
              <w:t>2019</w:t>
            </w:r>
          </w:p>
        </w:tc>
        <w:tc>
          <w:tcPr>
            <w:tcW w:w="180" w:type="dxa"/>
          </w:tcPr>
          <w:p w14:paraId="40950348" w14:textId="77777777" w:rsidR="00CF5F9C" w:rsidRPr="005D3E43" w:rsidRDefault="00CF5F9C" w:rsidP="00CF5F9C">
            <w:pPr>
              <w:pStyle w:val="acctfourfigures"/>
              <w:tabs>
                <w:tab w:val="clear" w:pos="765"/>
              </w:tabs>
              <w:spacing w:line="240" w:lineRule="atLeast"/>
              <w:ind w:left="-108" w:right="-79"/>
              <w:jc w:val="center"/>
              <w:rPr>
                <w:sz w:val="20"/>
              </w:rPr>
            </w:pPr>
          </w:p>
        </w:tc>
        <w:tc>
          <w:tcPr>
            <w:tcW w:w="1017" w:type="dxa"/>
          </w:tcPr>
          <w:p w14:paraId="2FABA6FE" w14:textId="77777777" w:rsidR="00CF5F9C" w:rsidRPr="005D3E43" w:rsidRDefault="00CF5F9C" w:rsidP="00CF5F9C">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5D3E43">
              <w:rPr>
                <w:rFonts w:ascii="Times New Roman" w:hAnsi="Times New Roman" w:cs="Times New Roman"/>
                <w:sz w:val="20"/>
                <w:szCs w:val="20"/>
                <w:lang w:val="en-US"/>
              </w:rPr>
              <w:t>2020</w:t>
            </w:r>
          </w:p>
        </w:tc>
        <w:tc>
          <w:tcPr>
            <w:tcW w:w="180" w:type="dxa"/>
          </w:tcPr>
          <w:p w14:paraId="67321CD6" w14:textId="77777777" w:rsidR="00CF5F9C" w:rsidRPr="005D3E43" w:rsidRDefault="00CF5F9C" w:rsidP="00CF5F9C">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49" w:type="dxa"/>
          </w:tcPr>
          <w:p w14:paraId="08893149" w14:textId="77777777" w:rsidR="00CF5F9C" w:rsidRPr="005D3E43" w:rsidRDefault="00CF5F9C" w:rsidP="00CF5F9C">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5D3E43">
              <w:rPr>
                <w:rFonts w:ascii="Times New Roman" w:hAnsi="Times New Roman" w:cs="Times New Roman"/>
                <w:sz w:val="20"/>
                <w:szCs w:val="20"/>
                <w:lang w:val="en-US"/>
              </w:rPr>
              <w:t>2019</w:t>
            </w:r>
          </w:p>
        </w:tc>
        <w:tc>
          <w:tcPr>
            <w:tcW w:w="180" w:type="dxa"/>
          </w:tcPr>
          <w:p w14:paraId="12347472" w14:textId="77777777" w:rsidR="00CF5F9C" w:rsidRPr="005D3E43" w:rsidRDefault="00CF5F9C" w:rsidP="00CF5F9C">
            <w:pPr>
              <w:pStyle w:val="acctfourfigures"/>
              <w:tabs>
                <w:tab w:val="clear" w:pos="765"/>
              </w:tabs>
              <w:spacing w:line="240" w:lineRule="atLeast"/>
              <w:ind w:left="-108" w:right="-79"/>
              <w:jc w:val="center"/>
              <w:rPr>
                <w:sz w:val="20"/>
              </w:rPr>
            </w:pPr>
          </w:p>
        </w:tc>
        <w:tc>
          <w:tcPr>
            <w:tcW w:w="910" w:type="dxa"/>
          </w:tcPr>
          <w:p w14:paraId="0163F25D" w14:textId="77777777" w:rsidR="00CF5F9C" w:rsidRPr="005D3E43" w:rsidRDefault="00CF5F9C" w:rsidP="00CF5F9C">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5D3E43">
              <w:rPr>
                <w:rFonts w:ascii="Times New Roman" w:hAnsi="Times New Roman" w:cs="Times New Roman"/>
                <w:sz w:val="20"/>
                <w:szCs w:val="20"/>
                <w:lang w:val="en-US"/>
              </w:rPr>
              <w:t>2020</w:t>
            </w:r>
          </w:p>
        </w:tc>
        <w:tc>
          <w:tcPr>
            <w:tcW w:w="180" w:type="dxa"/>
          </w:tcPr>
          <w:p w14:paraId="72558F0E" w14:textId="77777777" w:rsidR="00CF5F9C" w:rsidRPr="005D3E43" w:rsidRDefault="00CF5F9C" w:rsidP="00CF5F9C">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07" w:type="dxa"/>
          </w:tcPr>
          <w:p w14:paraId="575E11E8" w14:textId="77777777" w:rsidR="00CF5F9C" w:rsidRPr="005D3E43" w:rsidRDefault="00CF5F9C" w:rsidP="00CF5F9C">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5D3E43">
              <w:rPr>
                <w:rFonts w:ascii="Times New Roman" w:hAnsi="Times New Roman" w:cs="Times New Roman"/>
                <w:sz w:val="20"/>
                <w:szCs w:val="20"/>
                <w:lang w:val="en-US"/>
              </w:rPr>
              <w:t>2019</w:t>
            </w:r>
          </w:p>
        </w:tc>
      </w:tr>
      <w:tr w:rsidR="00CF5F9C" w:rsidRPr="005D3E43" w14:paraId="11854680" w14:textId="77777777" w:rsidTr="008C4F7C">
        <w:trPr>
          <w:cantSplit/>
        </w:trPr>
        <w:tc>
          <w:tcPr>
            <w:tcW w:w="2801" w:type="dxa"/>
          </w:tcPr>
          <w:p w14:paraId="4B5086DC" w14:textId="77777777" w:rsidR="00CF5F9C" w:rsidRPr="005D3E43" w:rsidRDefault="00CF5F9C" w:rsidP="00CF5F9C">
            <w:pPr>
              <w:spacing w:line="240" w:lineRule="atLeast"/>
              <w:jc w:val="center"/>
              <w:rPr>
                <w:i/>
                <w:iCs/>
                <w:sz w:val="20"/>
              </w:rPr>
            </w:pPr>
          </w:p>
        </w:tc>
        <w:tc>
          <w:tcPr>
            <w:tcW w:w="3130" w:type="dxa"/>
          </w:tcPr>
          <w:p w14:paraId="6B527B6A" w14:textId="77777777" w:rsidR="00CF5F9C" w:rsidRPr="005D3E43" w:rsidRDefault="00CF5F9C" w:rsidP="00CF5F9C">
            <w:pPr>
              <w:spacing w:line="240" w:lineRule="atLeast"/>
              <w:jc w:val="center"/>
              <w:rPr>
                <w:i/>
                <w:iCs/>
                <w:sz w:val="20"/>
              </w:rPr>
            </w:pPr>
          </w:p>
        </w:tc>
        <w:tc>
          <w:tcPr>
            <w:tcW w:w="200" w:type="dxa"/>
          </w:tcPr>
          <w:p w14:paraId="56557503" w14:textId="77777777" w:rsidR="00CF5F9C" w:rsidRPr="005D3E43" w:rsidRDefault="00CF5F9C" w:rsidP="00CF5F9C">
            <w:pPr>
              <w:spacing w:line="240" w:lineRule="atLeast"/>
              <w:jc w:val="center"/>
              <w:rPr>
                <w:i/>
                <w:iCs/>
                <w:sz w:val="20"/>
              </w:rPr>
            </w:pPr>
          </w:p>
        </w:tc>
        <w:tc>
          <w:tcPr>
            <w:tcW w:w="1960" w:type="dxa"/>
            <w:gridSpan w:val="3"/>
          </w:tcPr>
          <w:p w14:paraId="2776D653" w14:textId="77777777" w:rsidR="00CF5F9C" w:rsidRPr="005D3E43" w:rsidRDefault="00CF5F9C" w:rsidP="00CF5F9C">
            <w:pPr>
              <w:pStyle w:val="acctfourfigures"/>
              <w:tabs>
                <w:tab w:val="clear" w:pos="765"/>
              </w:tabs>
              <w:spacing w:line="240" w:lineRule="atLeast"/>
              <w:ind w:left="-79" w:right="-79"/>
              <w:jc w:val="center"/>
              <w:rPr>
                <w:i/>
                <w:iCs/>
                <w:sz w:val="20"/>
              </w:rPr>
            </w:pPr>
            <w:r w:rsidRPr="005D3E43">
              <w:rPr>
                <w:i/>
                <w:iCs/>
                <w:sz w:val="20"/>
              </w:rPr>
              <w:t>(%)</w:t>
            </w:r>
          </w:p>
        </w:tc>
        <w:tc>
          <w:tcPr>
            <w:tcW w:w="6543" w:type="dxa"/>
            <w:gridSpan w:val="11"/>
          </w:tcPr>
          <w:p w14:paraId="1508E6A7" w14:textId="77777777" w:rsidR="00CF5F9C" w:rsidRPr="005D3E43" w:rsidRDefault="00CF5F9C" w:rsidP="00CF5F9C">
            <w:pPr>
              <w:pStyle w:val="acctfourfigures"/>
              <w:tabs>
                <w:tab w:val="clear" w:pos="765"/>
              </w:tabs>
              <w:spacing w:line="240" w:lineRule="atLeast"/>
              <w:jc w:val="center"/>
              <w:rPr>
                <w:i/>
                <w:iCs/>
                <w:sz w:val="20"/>
              </w:rPr>
            </w:pPr>
            <w:r w:rsidRPr="005D3E43">
              <w:rPr>
                <w:i/>
                <w:iCs/>
                <w:sz w:val="20"/>
              </w:rPr>
              <w:t>(in thousand Baht)</w:t>
            </w:r>
          </w:p>
        </w:tc>
      </w:tr>
      <w:tr w:rsidR="00CF5F9C" w:rsidRPr="005D3E43" w14:paraId="55B6D8CA" w14:textId="77777777" w:rsidTr="008C4F7C">
        <w:trPr>
          <w:cantSplit/>
        </w:trPr>
        <w:tc>
          <w:tcPr>
            <w:tcW w:w="2801" w:type="dxa"/>
          </w:tcPr>
          <w:p w14:paraId="40EE47F5" w14:textId="77777777" w:rsidR="00CF5F9C" w:rsidRPr="005D3E43" w:rsidRDefault="00CF5F9C" w:rsidP="00CF5F9C">
            <w:pPr>
              <w:tabs>
                <w:tab w:val="left" w:pos="540"/>
              </w:tabs>
              <w:spacing w:line="240" w:lineRule="atLeast"/>
              <w:rPr>
                <w:b/>
                <w:bCs/>
                <w:i/>
                <w:iCs/>
                <w:sz w:val="20"/>
              </w:rPr>
            </w:pPr>
            <w:r w:rsidRPr="005D3E43">
              <w:rPr>
                <w:b/>
                <w:bCs/>
                <w:i/>
                <w:iCs/>
                <w:sz w:val="20"/>
              </w:rPr>
              <w:t>Subsidiaries</w:t>
            </w:r>
          </w:p>
        </w:tc>
        <w:tc>
          <w:tcPr>
            <w:tcW w:w="3130" w:type="dxa"/>
          </w:tcPr>
          <w:p w14:paraId="104B6955" w14:textId="77777777" w:rsidR="00CF5F9C" w:rsidRPr="005D3E43" w:rsidRDefault="00CF5F9C" w:rsidP="00CF5F9C">
            <w:pPr>
              <w:tabs>
                <w:tab w:val="left" w:pos="540"/>
              </w:tabs>
              <w:spacing w:line="240" w:lineRule="atLeast"/>
              <w:rPr>
                <w:b/>
                <w:bCs/>
                <w:i/>
                <w:iCs/>
                <w:sz w:val="20"/>
              </w:rPr>
            </w:pPr>
          </w:p>
        </w:tc>
        <w:tc>
          <w:tcPr>
            <w:tcW w:w="200" w:type="dxa"/>
          </w:tcPr>
          <w:p w14:paraId="3814A7DD" w14:textId="77777777" w:rsidR="00CF5F9C" w:rsidRPr="005D3E43" w:rsidRDefault="00CF5F9C" w:rsidP="00CF5F9C">
            <w:pPr>
              <w:tabs>
                <w:tab w:val="left" w:pos="540"/>
              </w:tabs>
              <w:spacing w:line="240" w:lineRule="atLeast"/>
              <w:jc w:val="thaiDistribute"/>
              <w:rPr>
                <w:b/>
                <w:bCs/>
                <w:i/>
                <w:iCs/>
                <w:sz w:val="20"/>
              </w:rPr>
            </w:pPr>
          </w:p>
        </w:tc>
        <w:tc>
          <w:tcPr>
            <w:tcW w:w="900" w:type="dxa"/>
          </w:tcPr>
          <w:p w14:paraId="0B7895CA" w14:textId="77777777" w:rsidR="00CF5F9C" w:rsidRPr="005D3E43" w:rsidRDefault="00CF5F9C" w:rsidP="00CF5F9C">
            <w:pPr>
              <w:pStyle w:val="acctfourfigures"/>
              <w:spacing w:line="240" w:lineRule="atLeast"/>
              <w:jc w:val="thaiDistribute"/>
              <w:rPr>
                <w:sz w:val="20"/>
              </w:rPr>
            </w:pPr>
          </w:p>
        </w:tc>
        <w:tc>
          <w:tcPr>
            <w:tcW w:w="180" w:type="dxa"/>
          </w:tcPr>
          <w:p w14:paraId="2C172B52" w14:textId="77777777" w:rsidR="00CF5F9C" w:rsidRPr="005D3E43" w:rsidRDefault="00CF5F9C" w:rsidP="00CF5F9C">
            <w:pPr>
              <w:pStyle w:val="acctfourfigures"/>
              <w:spacing w:line="240" w:lineRule="atLeast"/>
              <w:jc w:val="thaiDistribute"/>
              <w:rPr>
                <w:sz w:val="20"/>
              </w:rPr>
            </w:pPr>
          </w:p>
        </w:tc>
        <w:tc>
          <w:tcPr>
            <w:tcW w:w="880" w:type="dxa"/>
          </w:tcPr>
          <w:p w14:paraId="0FE5A077" w14:textId="77777777" w:rsidR="00CF5F9C" w:rsidRPr="005D3E43" w:rsidRDefault="00CF5F9C" w:rsidP="00CF5F9C">
            <w:pPr>
              <w:pStyle w:val="acctfourfigures"/>
              <w:spacing w:line="240" w:lineRule="atLeast"/>
              <w:jc w:val="thaiDistribute"/>
              <w:rPr>
                <w:sz w:val="20"/>
              </w:rPr>
            </w:pPr>
          </w:p>
        </w:tc>
        <w:tc>
          <w:tcPr>
            <w:tcW w:w="900" w:type="dxa"/>
          </w:tcPr>
          <w:p w14:paraId="7749A721" w14:textId="77777777" w:rsidR="00CF5F9C" w:rsidRPr="005D3E43" w:rsidRDefault="00CF5F9C" w:rsidP="00CF5F9C">
            <w:pPr>
              <w:pStyle w:val="acctfourfigures"/>
              <w:tabs>
                <w:tab w:val="clear" w:pos="765"/>
                <w:tab w:val="decimal" w:pos="947"/>
              </w:tabs>
              <w:spacing w:line="240" w:lineRule="atLeast"/>
              <w:ind w:left="-115" w:right="-97"/>
              <w:jc w:val="thaiDistribute"/>
              <w:rPr>
                <w:sz w:val="20"/>
              </w:rPr>
            </w:pPr>
          </w:p>
        </w:tc>
        <w:tc>
          <w:tcPr>
            <w:tcW w:w="180" w:type="dxa"/>
          </w:tcPr>
          <w:p w14:paraId="5F9D9C24" w14:textId="77777777" w:rsidR="00CF5F9C" w:rsidRPr="005D3E43" w:rsidRDefault="00CF5F9C" w:rsidP="00CF5F9C">
            <w:pPr>
              <w:pStyle w:val="acctfourfigures"/>
              <w:tabs>
                <w:tab w:val="clear" w:pos="765"/>
                <w:tab w:val="decimal" w:pos="947"/>
              </w:tabs>
              <w:spacing w:line="240" w:lineRule="atLeast"/>
              <w:ind w:left="-115" w:right="-97"/>
              <w:jc w:val="thaiDistribute"/>
              <w:rPr>
                <w:sz w:val="20"/>
              </w:rPr>
            </w:pPr>
          </w:p>
        </w:tc>
        <w:tc>
          <w:tcPr>
            <w:tcW w:w="963" w:type="dxa"/>
          </w:tcPr>
          <w:p w14:paraId="3C7BF45C" w14:textId="77777777" w:rsidR="00CF5F9C" w:rsidRPr="005D3E43" w:rsidRDefault="00CF5F9C" w:rsidP="00CF5F9C">
            <w:pPr>
              <w:pStyle w:val="acctfourfigures"/>
              <w:tabs>
                <w:tab w:val="clear" w:pos="765"/>
                <w:tab w:val="decimal" w:pos="704"/>
              </w:tabs>
              <w:spacing w:line="240" w:lineRule="atLeast"/>
              <w:ind w:left="-115" w:right="-97"/>
              <w:rPr>
                <w:sz w:val="20"/>
              </w:rPr>
            </w:pPr>
          </w:p>
        </w:tc>
        <w:tc>
          <w:tcPr>
            <w:tcW w:w="180" w:type="dxa"/>
          </w:tcPr>
          <w:p w14:paraId="7A5A3ABF" w14:textId="77777777" w:rsidR="00CF5F9C" w:rsidRPr="005D3E43" w:rsidRDefault="00CF5F9C" w:rsidP="00CF5F9C">
            <w:pPr>
              <w:pStyle w:val="acctfourfigures"/>
              <w:tabs>
                <w:tab w:val="clear" w:pos="765"/>
                <w:tab w:val="decimal" w:pos="947"/>
              </w:tabs>
              <w:spacing w:line="240" w:lineRule="atLeast"/>
              <w:ind w:left="-115" w:right="-97"/>
              <w:jc w:val="thaiDistribute"/>
              <w:rPr>
                <w:sz w:val="20"/>
              </w:rPr>
            </w:pPr>
          </w:p>
        </w:tc>
        <w:tc>
          <w:tcPr>
            <w:tcW w:w="1017" w:type="dxa"/>
          </w:tcPr>
          <w:p w14:paraId="728C9C9B" w14:textId="77777777" w:rsidR="00CF5F9C" w:rsidRPr="005D3E43" w:rsidRDefault="00CF5F9C" w:rsidP="00CF5F9C">
            <w:pPr>
              <w:pStyle w:val="acctfourfigures"/>
              <w:tabs>
                <w:tab w:val="clear" w:pos="765"/>
                <w:tab w:val="decimal" w:pos="947"/>
              </w:tabs>
              <w:spacing w:line="240" w:lineRule="atLeast"/>
              <w:ind w:left="-115" w:right="-97"/>
              <w:jc w:val="thaiDistribute"/>
              <w:rPr>
                <w:sz w:val="20"/>
              </w:rPr>
            </w:pPr>
          </w:p>
        </w:tc>
        <w:tc>
          <w:tcPr>
            <w:tcW w:w="180" w:type="dxa"/>
          </w:tcPr>
          <w:p w14:paraId="1760E3D1" w14:textId="77777777" w:rsidR="00CF5F9C" w:rsidRPr="005D3E43" w:rsidRDefault="00CF5F9C" w:rsidP="00CF5F9C">
            <w:pPr>
              <w:pStyle w:val="acctfourfigures"/>
              <w:tabs>
                <w:tab w:val="clear" w:pos="765"/>
                <w:tab w:val="decimal" w:pos="947"/>
              </w:tabs>
              <w:spacing w:line="240" w:lineRule="atLeast"/>
              <w:ind w:left="-115" w:right="-97"/>
              <w:jc w:val="thaiDistribute"/>
              <w:rPr>
                <w:sz w:val="20"/>
              </w:rPr>
            </w:pPr>
          </w:p>
        </w:tc>
        <w:tc>
          <w:tcPr>
            <w:tcW w:w="949" w:type="dxa"/>
          </w:tcPr>
          <w:p w14:paraId="7B1085FD" w14:textId="77777777" w:rsidR="00CF5F9C" w:rsidRPr="005D3E43" w:rsidRDefault="00CF5F9C" w:rsidP="00CF5F9C">
            <w:pPr>
              <w:pStyle w:val="acctfourfigures"/>
              <w:tabs>
                <w:tab w:val="clear" w:pos="765"/>
                <w:tab w:val="decimal" w:pos="947"/>
              </w:tabs>
              <w:spacing w:line="240" w:lineRule="atLeast"/>
              <w:ind w:left="-115" w:right="-97"/>
              <w:jc w:val="thaiDistribute"/>
              <w:rPr>
                <w:sz w:val="20"/>
              </w:rPr>
            </w:pPr>
          </w:p>
        </w:tc>
        <w:tc>
          <w:tcPr>
            <w:tcW w:w="180" w:type="dxa"/>
          </w:tcPr>
          <w:p w14:paraId="43F13C89" w14:textId="77777777" w:rsidR="00CF5F9C" w:rsidRPr="005D3E43" w:rsidRDefault="00CF5F9C" w:rsidP="00CF5F9C">
            <w:pPr>
              <w:pStyle w:val="acctfourfigures"/>
              <w:tabs>
                <w:tab w:val="clear" w:pos="765"/>
                <w:tab w:val="decimal" w:pos="947"/>
              </w:tabs>
              <w:spacing w:line="240" w:lineRule="atLeast"/>
              <w:ind w:left="-115" w:right="-97"/>
              <w:jc w:val="thaiDistribute"/>
              <w:rPr>
                <w:sz w:val="20"/>
              </w:rPr>
            </w:pPr>
          </w:p>
        </w:tc>
        <w:tc>
          <w:tcPr>
            <w:tcW w:w="910" w:type="dxa"/>
          </w:tcPr>
          <w:p w14:paraId="18AC36E7" w14:textId="77777777" w:rsidR="00CF5F9C" w:rsidRPr="005D3E43" w:rsidRDefault="00CF5F9C" w:rsidP="00CF5F9C">
            <w:pPr>
              <w:pStyle w:val="acctfourfigures"/>
              <w:tabs>
                <w:tab w:val="clear" w:pos="765"/>
                <w:tab w:val="decimal" w:pos="947"/>
              </w:tabs>
              <w:spacing w:line="240" w:lineRule="atLeast"/>
              <w:ind w:left="-115" w:right="-124"/>
              <w:jc w:val="thaiDistribute"/>
              <w:rPr>
                <w:sz w:val="20"/>
              </w:rPr>
            </w:pPr>
          </w:p>
        </w:tc>
        <w:tc>
          <w:tcPr>
            <w:tcW w:w="180" w:type="dxa"/>
          </w:tcPr>
          <w:p w14:paraId="21C2FB4F" w14:textId="77777777" w:rsidR="00CF5F9C" w:rsidRPr="005D3E43" w:rsidRDefault="00CF5F9C" w:rsidP="00CF5F9C">
            <w:pPr>
              <w:pStyle w:val="acctfourfigures"/>
              <w:tabs>
                <w:tab w:val="clear" w:pos="765"/>
                <w:tab w:val="decimal" w:pos="947"/>
              </w:tabs>
              <w:spacing w:line="240" w:lineRule="atLeast"/>
              <w:ind w:left="-115" w:right="-97"/>
              <w:jc w:val="thaiDistribute"/>
              <w:rPr>
                <w:sz w:val="20"/>
              </w:rPr>
            </w:pPr>
          </w:p>
        </w:tc>
        <w:tc>
          <w:tcPr>
            <w:tcW w:w="907" w:type="dxa"/>
          </w:tcPr>
          <w:p w14:paraId="502FD2CD" w14:textId="77777777" w:rsidR="00CF5F9C" w:rsidRPr="005D3E43" w:rsidRDefault="00CF5F9C" w:rsidP="00CF5F9C">
            <w:pPr>
              <w:pStyle w:val="acctfourfigures"/>
              <w:tabs>
                <w:tab w:val="clear" w:pos="765"/>
                <w:tab w:val="decimal" w:pos="947"/>
              </w:tabs>
              <w:spacing w:line="240" w:lineRule="atLeast"/>
              <w:ind w:left="-115" w:right="-97"/>
              <w:jc w:val="thaiDistribute"/>
              <w:rPr>
                <w:sz w:val="20"/>
              </w:rPr>
            </w:pPr>
          </w:p>
        </w:tc>
      </w:tr>
      <w:tr w:rsidR="00CF5F9C" w:rsidRPr="005D3E43" w14:paraId="211D940F" w14:textId="77777777" w:rsidTr="008C4F7C">
        <w:trPr>
          <w:cantSplit/>
        </w:trPr>
        <w:tc>
          <w:tcPr>
            <w:tcW w:w="2801" w:type="dxa"/>
          </w:tcPr>
          <w:p w14:paraId="62A7A0D0" w14:textId="77777777" w:rsidR="00CF5F9C" w:rsidRPr="005D3E43" w:rsidRDefault="00CF5F9C" w:rsidP="00CF5F9C">
            <w:pPr>
              <w:tabs>
                <w:tab w:val="left" w:pos="540"/>
              </w:tabs>
              <w:spacing w:line="240" w:lineRule="atLeast"/>
              <w:rPr>
                <w:b/>
                <w:bCs/>
                <w:i/>
                <w:iCs/>
                <w:sz w:val="20"/>
              </w:rPr>
            </w:pPr>
            <w:r w:rsidRPr="005D3E43">
              <w:rPr>
                <w:b/>
                <w:bCs/>
                <w:i/>
                <w:iCs/>
                <w:sz w:val="20"/>
              </w:rPr>
              <w:t>Direct</w:t>
            </w:r>
          </w:p>
        </w:tc>
        <w:tc>
          <w:tcPr>
            <w:tcW w:w="3130" w:type="dxa"/>
          </w:tcPr>
          <w:p w14:paraId="53D126D3" w14:textId="77777777" w:rsidR="00CF5F9C" w:rsidRPr="005D3E43" w:rsidRDefault="00CF5F9C" w:rsidP="00CF5F9C">
            <w:pPr>
              <w:tabs>
                <w:tab w:val="left" w:pos="540"/>
              </w:tabs>
              <w:spacing w:line="240" w:lineRule="atLeast"/>
              <w:rPr>
                <w:b/>
                <w:bCs/>
                <w:i/>
                <w:iCs/>
                <w:sz w:val="20"/>
              </w:rPr>
            </w:pPr>
          </w:p>
        </w:tc>
        <w:tc>
          <w:tcPr>
            <w:tcW w:w="200" w:type="dxa"/>
          </w:tcPr>
          <w:p w14:paraId="19CB4FA3" w14:textId="77777777" w:rsidR="00CF5F9C" w:rsidRPr="005D3E43" w:rsidRDefault="00CF5F9C" w:rsidP="00CF5F9C">
            <w:pPr>
              <w:tabs>
                <w:tab w:val="left" w:pos="540"/>
              </w:tabs>
              <w:spacing w:line="240" w:lineRule="atLeast"/>
              <w:jc w:val="thaiDistribute"/>
              <w:rPr>
                <w:b/>
                <w:bCs/>
                <w:i/>
                <w:iCs/>
                <w:sz w:val="20"/>
              </w:rPr>
            </w:pPr>
          </w:p>
        </w:tc>
        <w:tc>
          <w:tcPr>
            <w:tcW w:w="900" w:type="dxa"/>
          </w:tcPr>
          <w:p w14:paraId="27BAD1AB" w14:textId="77777777" w:rsidR="00CF5F9C" w:rsidRPr="005D3E43" w:rsidRDefault="00CF5F9C" w:rsidP="00CF5F9C">
            <w:pPr>
              <w:pStyle w:val="acctfourfigures"/>
              <w:spacing w:line="240" w:lineRule="atLeast"/>
              <w:jc w:val="thaiDistribute"/>
              <w:rPr>
                <w:sz w:val="20"/>
              </w:rPr>
            </w:pPr>
          </w:p>
        </w:tc>
        <w:tc>
          <w:tcPr>
            <w:tcW w:w="180" w:type="dxa"/>
          </w:tcPr>
          <w:p w14:paraId="450A6277" w14:textId="77777777" w:rsidR="00CF5F9C" w:rsidRPr="005D3E43" w:rsidRDefault="00CF5F9C" w:rsidP="00CF5F9C">
            <w:pPr>
              <w:pStyle w:val="acctfourfigures"/>
              <w:spacing w:line="240" w:lineRule="atLeast"/>
              <w:jc w:val="thaiDistribute"/>
              <w:rPr>
                <w:sz w:val="20"/>
              </w:rPr>
            </w:pPr>
          </w:p>
        </w:tc>
        <w:tc>
          <w:tcPr>
            <w:tcW w:w="880" w:type="dxa"/>
          </w:tcPr>
          <w:p w14:paraId="3A7044CD" w14:textId="77777777" w:rsidR="00CF5F9C" w:rsidRPr="005D3E43" w:rsidRDefault="00CF5F9C" w:rsidP="00CF5F9C">
            <w:pPr>
              <w:pStyle w:val="acctfourfigures"/>
              <w:spacing w:line="240" w:lineRule="atLeast"/>
              <w:jc w:val="thaiDistribute"/>
              <w:rPr>
                <w:sz w:val="20"/>
              </w:rPr>
            </w:pPr>
          </w:p>
        </w:tc>
        <w:tc>
          <w:tcPr>
            <w:tcW w:w="900" w:type="dxa"/>
          </w:tcPr>
          <w:p w14:paraId="000C3096" w14:textId="77777777" w:rsidR="00CF5F9C" w:rsidRPr="005D3E43" w:rsidRDefault="00CF5F9C" w:rsidP="00CF5F9C">
            <w:pPr>
              <w:pStyle w:val="acctfourfigures"/>
              <w:tabs>
                <w:tab w:val="clear" w:pos="765"/>
                <w:tab w:val="decimal" w:pos="947"/>
              </w:tabs>
              <w:spacing w:line="240" w:lineRule="atLeast"/>
              <w:ind w:left="-115" w:right="-97"/>
              <w:jc w:val="thaiDistribute"/>
              <w:rPr>
                <w:sz w:val="20"/>
              </w:rPr>
            </w:pPr>
          </w:p>
        </w:tc>
        <w:tc>
          <w:tcPr>
            <w:tcW w:w="180" w:type="dxa"/>
          </w:tcPr>
          <w:p w14:paraId="6EB0A23C" w14:textId="77777777" w:rsidR="00CF5F9C" w:rsidRPr="005D3E43" w:rsidRDefault="00CF5F9C" w:rsidP="00CF5F9C">
            <w:pPr>
              <w:pStyle w:val="acctfourfigures"/>
              <w:tabs>
                <w:tab w:val="clear" w:pos="765"/>
                <w:tab w:val="decimal" w:pos="947"/>
              </w:tabs>
              <w:spacing w:line="240" w:lineRule="atLeast"/>
              <w:ind w:left="-115" w:right="-97"/>
              <w:jc w:val="thaiDistribute"/>
              <w:rPr>
                <w:sz w:val="20"/>
              </w:rPr>
            </w:pPr>
          </w:p>
        </w:tc>
        <w:tc>
          <w:tcPr>
            <w:tcW w:w="963" w:type="dxa"/>
          </w:tcPr>
          <w:p w14:paraId="094CDD66" w14:textId="77777777" w:rsidR="00CF5F9C" w:rsidRPr="005D3E43" w:rsidRDefault="00CF5F9C" w:rsidP="00CF5F9C">
            <w:pPr>
              <w:pStyle w:val="acctfourfigures"/>
              <w:tabs>
                <w:tab w:val="clear" w:pos="765"/>
                <w:tab w:val="decimal" w:pos="704"/>
              </w:tabs>
              <w:spacing w:line="240" w:lineRule="atLeast"/>
              <w:ind w:left="-115" w:right="-97"/>
              <w:rPr>
                <w:sz w:val="20"/>
              </w:rPr>
            </w:pPr>
          </w:p>
        </w:tc>
        <w:tc>
          <w:tcPr>
            <w:tcW w:w="180" w:type="dxa"/>
          </w:tcPr>
          <w:p w14:paraId="64D64E12" w14:textId="77777777" w:rsidR="00CF5F9C" w:rsidRPr="005D3E43" w:rsidRDefault="00CF5F9C" w:rsidP="00CF5F9C">
            <w:pPr>
              <w:pStyle w:val="acctfourfigures"/>
              <w:tabs>
                <w:tab w:val="clear" w:pos="765"/>
                <w:tab w:val="decimal" w:pos="947"/>
              </w:tabs>
              <w:spacing w:line="240" w:lineRule="atLeast"/>
              <w:ind w:left="-115" w:right="-97"/>
              <w:jc w:val="thaiDistribute"/>
              <w:rPr>
                <w:sz w:val="20"/>
              </w:rPr>
            </w:pPr>
          </w:p>
        </w:tc>
        <w:tc>
          <w:tcPr>
            <w:tcW w:w="1017" w:type="dxa"/>
          </w:tcPr>
          <w:p w14:paraId="0C7DF557" w14:textId="77777777" w:rsidR="00CF5F9C" w:rsidRPr="005D3E43" w:rsidRDefault="00CF5F9C" w:rsidP="00CF5F9C">
            <w:pPr>
              <w:pStyle w:val="acctfourfigures"/>
              <w:tabs>
                <w:tab w:val="clear" w:pos="765"/>
                <w:tab w:val="decimal" w:pos="947"/>
              </w:tabs>
              <w:spacing w:line="240" w:lineRule="atLeast"/>
              <w:ind w:left="-115" w:right="-97"/>
              <w:jc w:val="thaiDistribute"/>
              <w:rPr>
                <w:sz w:val="20"/>
              </w:rPr>
            </w:pPr>
          </w:p>
        </w:tc>
        <w:tc>
          <w:tcPr>
            <w:tcW w:w="180" w:type="dxa"/>
          </w:tcPr>
          <w:p w14:paraId="5739B431" w14:textId="77777777" w:rsidR="00CF5F9C" w:rsidRPr="005D3E43" w:rsidRDefault="00CF5F9C" w:rsidP="00CF5F9C">
            <w:pPr>
              <w:pStyle w:val="acctfourfigures"/>
              <w:tabs>
                <w:tab w:val="clear" w:pos="765"/>
                <w:tab w:val="decimal" w:pos="947"/>
              </w:tabs>
              <w:spacing w:line="240" w:lineRule="atLeast"/>
              <w:ind w:left="-115" w:right="-97"/>
              <w:jc w:val="thaiDistribute"/>
              <w:rPr>
                <w:sz w:val="20"/>
              </w:rPr>
            </w:pPr>
          </w:p>
        </w:tc>
        <w:tc>
          <w:tcPr>
            <w:tcW w:w="949" w:type="dxa"/>
          </w:tcPr>
          <w:p w14:paraId="5BC28E5F" w14:textId="77777777" w:rsidR="00CF5F9C" w:rsidRPr="005D3E43" w:rsidRDefault="00CF5F9C" w:rsidP="00CF5F9C">
            <w:pPr>
              <w:pStyle w:val="acctfourfigures"/>
              <w:tabs>
                <w:tab w:val="clear" w:pos="765"/>
                <w:tab w:val="decimal" w:pos="947"/>
              </w:tabs>
              <w:spacing w:line="240" w:lineRule="atLeast"/>
              <w:ind w:left="-115" w:right="-97"/>
              <w:jc w:val="thaiDistribute"/>
              <w:rPr>
                <w:sz w:val="20"/>
              </w:rPr>
            </w:pPr>
          </w:p>
        </w:tc>
        <w:tc>
          <w:tcPr>
            <w:tcW w:w="180" w:type="dxa"/>
          </w:tcPr>
          <w:p w14:paraId="51DCB2CB" w14:textId="77777777" w:rsidR="00CF5F9C" w:rsidRPr="005D3E43" w:rsidRDefault="00CF5F9C" w:rsidP="00CF5F9C">
            <w:pPr>
              <w:pStyle w:val="acctfourfigures"/>
              <w:tabs>
                <w:tab w:val="clear" w:pos="765"/>
                <w:tab w:val="decimal" w:pos="947"/>
              </w:tabs>
              <w:spacing w:line="240" w:lineRule="atLeast"/>
              <w:ind w:left="-115" w:right="-97"/>
              <w:jc w:val="thaiDistribute"/>
              <w:rPr>
                <w:sz w:val="20"/>
              </w:rPr>
            </w:pPr>
          </w:p>
        </w:tc>
        <w:tc>
          <w:tcPr>
            <w:tcW w:w="910" w:type="dxa"/>
          </w:tcPr>
          <w:p w14:paraId="1AC3FF3F" w14:textId="77777777" w:rsidR="00CF5F9C" w:rsidRPr="005D3E43" w:rsidRDefault="00CF5F9C" w:rsidP="00CF5F9C">
            <w:pPr>
              <w:pStyle w:val="acctfourfigures"/>
              <w:tabs>
                <w:tab w:val="clear" w:pos="765"/>
                <w:tab w:val="decimal" w:pos="947"/>
              </w:tabs>
              <w:spacing w:line="240" w:lineRule="atLeast"/>
              <w:ind w:left="-115" w:right="-124"/>
              <w:jc w:val="thaiDistribute"/>
              <w:rPr>
                <w:sz w:val="20"/>
              </w:rPr>
            </w:pPr>
          </w:p>
        </w:tc>
        <w:tc>
          <w:tcPr>
            <w:tcW w:w="180" w:type="dxa"/>
          </w:tcPr>
          <w:p w14:paraId="6C23E422" w14:textId="77777777" w:rsidR="00CF5F9C" w:rsidRPr="005D3E43" w:rsidRDefault="00CF5F9C" w:rsidP="00CF5F9C">
            <w:pPr>
              <w:pStyle w:val="acctfourfigures"/>
              <w:tabs>
                <w:tab w:val="clear" w:pos="765"/>
                <w:tab w:val="decimal" w:pos="947"/>
              </w:tabs>
              <w:spacing w:line="240" w:lineRule="atLeast"/>
              <w:ind w:left="-115" w:right="-97"/>
              <w:jc w:val="thaiDistribute"/>
              <w:rPr>
                <w:sz w:val="20"/>
              </w:rPr>
            </w:pPr>
          </w:p>
        </w:tc>
        <w:tc>
          <w:tcPr>
            <w:tcW w:w="907" w:type="dxa"/>
          </w:tcPr>
          <w:p w14:paraId="37F3DACC" w14:textId="77777777" w:rsidR="00CF5F9C" w:rsidRPr="005D3E43" w:rsidRDefault="00CF5F9C" w:rsidP="00CF5F9C">
            <w:pPr>
              <w:pStyle w:val="acctfourfigures"/>
              <w:tabs>
                <w:tab w:val="clear" w:pos="765"/>
                <w:tab w:val="decimal" w:pos="947"/>
              </w:tabs>
              <w:spacing w:line="240" w:lineRule="atLeast"/>
              <w:ind w:left="-115" w:right="-97"/>
              <w:jc w:val="thaiDistribute"/>
              <w:rPr>
                <w:sz w:val="20"/>
              </w:rPr>
            </w:pPr>
          </w:p>
        </w:tc>
      </w:tr>
      <w:tr w:rsidR="00A4634B" w:rsidRPr="005D3E43" w14:paraId="2CB5999D" w14:textId="77777777" w:rsidTr="008C4F7C">
        <w:trPr>
          <w:cantSplit/>
          <w:trHeight w:val="70"/>
        </w:trPr>
        <w:tc>
          <w:tcPr>
            <w:tcW w:w="2801" w:type="dxa"/>
          </w:tcPr>
          <w:p w14:paraId="06C5D606" w14:textId="77777777" w:rsidR="00A4634B" w:rsidRPr="005D3E43" w:rsidRDefault="00A4634B" w:rsidP="00A4634B">
            <w:pPr>
              <w:tabs>
                <w:tab w:val="left" w:pos="540"/>
              </w:tabs>
              <w:spacing w:line="240" w:lineRule="atLeast"/>
              <w:rPr>
                <w:sz w:val="20"/>
              </w:rPr>
            </w:pPr>
            <w:r w:rsidRPr="005D3E43">
              <w:rPr>
                <w:sz w:val="20"/>
              </w:rPr>
              <w:t>Belle Development Ltd.</w:t>
            </w:r>
          </w:p>
        </w:tc>
        <w:tc>
          <w:tcPr>
            <w:tcW w:w="3130" w:type="dxa"/>
          </w:tcPr>
          <w:p w14:paraId="6EB05E19" w14:textId="77777777" w:rsidR="00A4634B" w:rsidRPr="005D3E43" w:rsidRDefault="00A4634B" w:rsidP="00A4634B">
            <w:pPr>
              <w:tabs>
                <w:tab w:val="left" w:pos="540"/>
              </w:tabs>
              <w:spacing w:line="240" w:lineRule="atLeast"/>
              <w:ind w:left="110" w:hanging="110"/>
              <w:rPr>
                <w:sz w:val="20"/>
              </w:rPr>
            </w:pPr>
            <w:r w:rsidRPr="005D3E43">
              <w:rPr>
                <w:sz w:val="20"/>
              </w:rPr>
              <w:t>Real estate</w:t>
            </w:r>
            <w:r w:rsidRPr="005D3E43">
              <w:rPr>
                <w:sz w:val="20"/>
                <w:cs/>
                <w:lang w:bidi="th-TH"/>
              </w:rPr>
              <w:t xml:space="preserve"> </w:t>
            </w:r>
            <w:r w:rsidRPr="005D3E43">
              <w:rPr>
                <w:sz w:val="20"/>
              </w:rPr>
              <w:t>development</w:t>
            </w:r>
          </w:p>
        </w:tc>
        <w:tc>
          <w:tcPr>
            <w:tcW w:w="200" w:type="dxa"/>
            <w:vAlign w:val="bottom"/>
          </w:tcPr>
          <w:p w14:paraId="7F16CE94" w14:textId="77777777" w:rsidR="00A4634B" w:rsidRPr="005D3E43" w:rsidRDefault="00A4634B" w:rsidP="00A4634B">
            <w:pPr>
              <w:tabs>
                <w:tab w:val="left" w:pos="540"/>
              </w:tabs>
              <w:spacing w:line="240" w:lineRule="atLeast"/>
              <w:jc w:val="center"/>
              <w:rPr>
                <w:sz w:val="20"/>
              </w:rPr>
            </w:pPr>
          </w:p>
        </w:tc>
        <w:tc>
          <w:tcPr>
            <w:tcW w:w="900" w:type="dxa"/>
          </w:tcPr>
          <w:p w14:paraId="28FFFA61" w14:textId="063F63B3" w:rsidR="00A4634B" w:rsidRPr="005D3E43" w:rsidRDefault="00A4634B" w:rsidP="00A4634B">
            <w:pPr>
              <w:pStyle w:val="acctfourfigures"/>
              <w:spacing w:line="240" w:lineRule="atLeast"/>
              <w:rPr>
                <w:sz w:val="20"/>
                <w:szCs w:val="25"/>
                <w:lang w:val="en-US" w:bidi="th-TH"/>
              </w:rPr>
            </w:pPr>
            <w:r w:rsidRPr="005D3E43">
              <w:rPr>
                <w:sz w:val="20"/>
              </w:rPr>
              <w:t>79.57</w:t>
            </w:r>
          </w:p>
        </w:tc>
        <w:tc>
          <w:tcPr>
            <w:tcW w:w="180" w:type="dxa"/>
          </w:tcPr>
          <w:p w14:paraId="7F352364" w14:textId="77777777" w:rsidR="00A4634B" w:rsidRPr="005D3E43" w:rsidRDefault="00A4634B" w:rsidP="00A4634B">
            <w:pPr>
              <w:pStyle w:val="acctfourfigures"/>
              <w:spacing w:line="240" w:lineRule="atLeast"/>
              <w:jc w:val="thaiDistribute"/>
              <w:rPr>
                <w:sz w:val="20"/>
              </w:rPr>
            </w:pPr>
          </w:p>
        </w:tc>
        <w:tc>
          <w:tcPr>
            <w:tcW w:w="880" w:type="dxa"/>
          </w:tcPr>
          <w:p w14:paraId="349BB076" w14:textId="77777777" w:rsidR="00A4634B" w:rsidRPr="005D3E43" w:rsidRDefault="00A4634B" w:rsidP="00A4634B">
            <w:pPr>
              <w:pStyle w:val="acctfourfigures"/>
              <w:tabs>
                <w:tab w:val="clear" w:pos="765"/>
                <w:tab w:val="decimal" w:pos="600"/>
              </w:tabs>
              <w:spacing w:line="240" w:lineRule="atLeast"/>
              <w:rPr>
                <w:sz w:val="20"/>
              </w:rPr>
            </w:pPr>
            <w:r w:rsidRPr="005D3E43">
              <w:rPr>
                <w:sz w:val="20"/>
              </w:rPr>
              <w:t>79.57</w:t>
            </w:r>
          </w:p>
        </w:tc>
        <w:tc>
          <w:tcPr>
            <w:tcW w:w="900" w:type="dxa"/>
          </w:tcPr>
          <w:p w14:paraId="53CD5F88" w14:textId="10660DE9" w:rsidR="00A4634B" w:rsidRPr="005D3E43" w:rsidRDefault="00A4634B" w:rsidP="00A4634B">
            <w:pPr>
              <w:pStyle w:val="acctfourfigures"/>
              <w:tabs>
                <w:tab w:val="clear" w:pos="765"/>
                <w:tab w:val="decimal" w:pos="795"/>
              </w:tabs>
              <w:spacing w:line="240" w:lineRule="atLeast"/>
              <w:ind w:left="-115" w:right="-75"/>
              <w:rPr>
                <w:sz w:val="20"/>
                <w:szCs w:val="25"/>
                <w:lang w:val="en-US" w:bidi="th-TH"/>
              </w:rPr>
            </w:pPr>
            <w:r w:rsidRPr="005D3E43">
              <w:rPr>
                <w:sz w:val="20"/>
              </w:rPr>
              <w:t>2,064,261</w:t>
            </w:r>
          </w:p>
        </w:tc>
        <w:tc>
          <w:tcPr>
            <w:tcW w:w="180" w:type="dxa"/>
          </w:tcPr>
          <w:p w14:paraId="08D6B4E2"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963" w:type="dxa"/>
          </w:tcPr>
          <w:p w14:paraId="2FE5F8BA" w14:textId="77777777" w:rsidR="00A4634B" w:rsidRPr="005D3E43" w:rsidRDefault="00A4634B" w:rsidP="00A4634B">
            <w:pPr>
              <w:pStyle w:val="acctfourfigures"/>
              <w:tabs>
                <w:tab w:val="clear" w:pos="765"/>
                <w:tab w:val="decimal" w:pos="795"/>
              </w:tabs>
              <w:spacing w:line="240" w:lineRule="atLeast"/>
              <w:ind w:left="-115" w:right="-75"/>
              <w:rPr>
                <w:sz w:val="20"/>
              </w:rPr>
            </w:pPr>
            <w:r w:rsidRPr="005D3E43">
              <w:rPr>
                <w:sz w:val="20"/>
              </w:rPr>
              <w:t>2,064,261</w:t>
            </w:r>
          </w:p>
        </w:tc>
        <w:tc>
          <w:tcPr>
            <w:tcW w:w="180" w:type="dxa"/>
          </w:tcPr>
          <w:p w14:paraId="2483BB02"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1017" w:type="dxa"/>
          </w:tcPr>
          <w:p w14:paraId="6CAA017B" w14:textId="343E4E73" w:rsidR="00A4634B" w:rsidRPr="005D3E43" w:rsidRDefault="00A4634B" w:rsidP="00A4634B">
            <w:pPr>
              <w:pStyle w:val="acctfourfigures"/>
              <w:tabs>
                <w:tab w:val="clear" w:pos="765"/>
                <w:tab w:val="decimal" w:pos="820"/>
              </w:tabs>
              <w:spacing w:line="240" w:lineRule="atLeast"/>
              <w:ind w:left="-115"/>
              <w:jc w:val="thaiDistribute"/>
              <w:rPr>
                <w:sz w:val="20"/>
              </w:rPr>
            </w:pPr>
            <w:r w:rsidRPr="005D3E43">
              <w:rPr>
                <w:sz w:val="20"/>
              </w:rPr>
              <w:t>1,920,104</w:t>
            </w:r>
          </w:p>
        </w:tc>
        <w:tc>
          <w:tcPr>
            <w:tcW w:w="180" w:type="dxa"/>
          </w:tcPr>
          <w:p w14:paraId="5107D002"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949" w:type="dxa"/>
          </w:tcPr>
          <w:p w14:paraId="33C3AE2D" w14:textId="77777777" w:rsidR="00A4634B" w:rsidRPr="005D3E43" w:rsidRDefault="00A4634B" w:rsidP="00A4634B">
            <w:pPr>
              <w:pStyle w:val="acctfourfigures"/>
              <w:tabs>
                <w:tab w:val="clear" w:pos="765"/>
                <w:tab w:val="decimal" w:pos="820"/>
              </w:tabs>
              <w:spacing w:line="240" w:lineRule="atLeast"/>
              <w:ind w:left="-115" w:right="-97"/>
              <w:jc w:val="thaiDistribute"/>
              <w:rPr>
                <w:sz w:val="20"/>
              </w:rPr>
            </w:pPr>
            <w:r w:rsidRPr="005D3E43">
              <w:rPr>
                <w:sz w:val="20"/>
              </w:rPr>
              <w:t>1,920,104</w:t>
            </w:r>
          </w:p>
        </w:tc>
        <w:tc>
          <w:tcPr>
            <w:tcW w:w="180" w:type="dxa"/>
          </w:tcPr>
          <w:p w14:paraId="74FDB8D4"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910" w:type="dxa"/>
          </w:tcPr>
          <w:p w14:paraId="44A89DF8" w14:textId="0D566B0D" w:rsidR="00A4634B" w:rsidRPr="005D3E43" w:rsidRDefault="00A4634B" w:rsidP="00A4634B">
            <w:pPr>
              <w:tabs>
                <w:tab w:val="decimal" w:pos="470"/>
              </w:tabs>
              <w:spacing w:line="240" w:lineRule="atLeast"/>
              <w:ind w:right="-115"/>
              <w:rPr>
                <w:sz w:val="20"/>
                <w:cs/>
                <w:lang w:bidi="th-TH"/>
              </w:rPr>
            </w:pPr>
            <w:r>
              <w:rPr>
                <w:sz w:val="20"/>
                <w:lang w:bidi="th-TH"/>
              </w:rPr>
              <w:t>-</w:t>
            </w:r>
          </w:p>
        </w:tc>
        <w:tc>
          <w:tcPr>
            <w:tcW w:w="180" w:type="dxa"/>
          </w:tcPr>
          <w:p w14:paraId="13C0FDCD" w14:textId="77777777" w:rsidR="00A4634B" w:rsidRPr="005D3E43" w:rsidRDefault="00A4634B" w:rsidP="00A4634B">
            <w:pPr>
              <w:tabs>
                <w:tab w:val="decimal" w:pos="581"/>
              </w:tabs>
              <w:spacing w:line="240" w:lineRule="atLeast"/>
              <w:rPr>
                <w:sz w:val="20"/>
              </w:rPr>
            </w:pPr>
          </w:p>
        </w:tc>
        <w:tc>
          <w:tcPr>
            <w:tcW w:w="907" w:type="dxa"/>
          </w:tcPr>
          <w:p w14:paraId="6DD5589E" w14:textId="4497C73C" w:rsidR="00A4634B" w:rsidRPr="005D3E43" w:rsidRDefault="00A4634B" w:rsidP="00A4634B">
            <w:pPr>
              <w:tabs>
                <w:tab w:val="decimal" w:pos="470"/>
              </w:tabs>
              <w:spacing w:line="240" w:lineRule="atLeast"/>
              <w:ind w:right="-115"/>
              <w:rPr>
                <w:sz w:val="20"/>
                <w:cs/>
                <w:lang w:bidi="th-TH"/>
              </w:rPr>
            </w:pPr>
            <w:r>
              <w:rPr>
                <w:sz w:val="20"/>
                <w:lang w:bidi="th-TH"/>
              </w:rPr>
              <w:t>-</w:t>
            </w:r>
          </w:p>
        </w:tc>
      </w:tr>
      <w:tr w:rsidR="00A4634B" w:rsidRPr="005D3E43" w14:paraId="795FE785" w14:textId="77777777" w:rsidTr="008C4F7C">
        <w:trPr>
          <w:cantSplit/>
        </w:trPr>
        <w:tc>
          <w:tcPr>
            <w:tcW w:w="2801" w:type="dxa"/>
          </w:tcPr>
          <w:p w14:paraId="4DD2EB62" w14:textId="77777777" w:rsidR="00A4634B" w:rsidRPr="005D3E43" w:rsidRDefault="00A4634B" w:rsidP="00A4634B">
            <w:pPr>
              <w:spacing w:line="240" w:lineRule="atLeast"/>
              <w:ind w:left="191" w:hanging="191"/>
              <w:rPr>
                <w:sz w:val="20"/>
              </w:rPr>
            </w:pPr>
            <w:proofErr w:type="spellStart"/>
            <w:r w:rsidRPr="005D3E43">
              <w:rPr>
                <w:sz w:val="20"/>
              </w:rPr>
              <w:t>Praram</w:t>
            </w:r>
            <w:proofErr w:type="spellEnd"/>
            <w:r w:rsidRPr="005D3E43">
              <w:rPr>
                <w:sz w:val="20"/>
              </w:rPr>
              <w:t xml:space="preserve"> 9 Square Ltd.</w:t>
            </w:r>
          </w:p>
        </w:tc>
        <w:tc>
          <w:tcPr>
            <w:tcW w:w="3130" w:type="dxa"/>
          </w:tcPr>
          <w:p w14:paraId="2F9CF627" w14:textId="3085945E" w:rsidR="00A4634B" w:rsidRPr="005D3E43" w:rsidRDefault="00A4634B" w:rsidP="00A4634B">
            <w:pPr>
              <w:tabs>
                <w:tab w:val="left" w:pos="540"/>
              </w:tabs>
              <w:spacing w:line="240" w:lineRule="atLeast"/>
              <w:ind w:left="191" w:hanging="191"/>
              <w:rPr>
                <w:sz w:val="20"/>
              </w:rPr>
            </w:pPr>
            <w:r w:rsidRPr="005D3E43">
              <w:rPr>
                <w:sz w:val="20"/>
              </w:rPr>
              <w:t xml:space="preserve">Real estate </w:t>
            </w:r>
            <w:r w:rsidRPr="005D3E43">
              <w:rPr>
                <w:sz w:val="20"/>
                <w:lang w:bidi="th-TH"/>
              </w:rPr>
              <w:t>for rent an</w:t>
            </w:r>
            <w:r w:rsidR="008C4F7C">
              <w:rPr>
                <w:sz w:val="20"/>
                <w:lang w:bidi="th-TH"/>
              </w:rPr>
              <w:t xml:space="preserve">d </w:t>
            </w:r>
            <w:r w:rsidRPr="005D3E43">
              <w:rPr>
                <w:sz w:val="20"/>
              </w:rPr>
              <w:t>development</w:t>
            </w:r>
          </w:p>
        </w:tc>
        <w:tc>
          <w:tcPr>
            <w:tcW w:w="200" w:type="dxa"/>
            <w:vAlign w:val="bottom"/>
          </w:tcPr>
          <w:p w14:paraId="339C110F" w14:textId="77777777" w:rsidR="00A4634B" w:rsidRPr="005D3E43" w:rsidRDefault="00A4634B" w:rsidP="00A4634B">
            <w:pPr>
              <w:spacing w:line="240" w:lineRule="atLeast"/>
              <w:jc w:val="center"/>
              <w:rPr>
                <w:sz w:val="20"/>
              </w:rPr>
            </w:pPr>
          </w:p>
        </w:tc>
        <w:tc>
          <w:tcPr>
            <w:tcW w:w="900" w:type="dxa"/>
            <w:shd w:val="clear" w:color="auto" w:fill="auto"/>
          </w:tcPr>
          <w:p w14:paraId="05472C97" w14:textId="67470F04" w:rsidR="00A4634B" w:rsidRPr="005D3E43" w:rsidRDefault="00A4634B" w:rsidP="00A4634B">
            <w:pPr>
              <w:pStyle w:val="acctfourfigures"/>
              <w:tabs>
                <w:tab w:val="clear" w:pos="765"/>
                <w:tab w:val="decimal" w:pos="641"/>
              </w:tabs>
              <w:spacing w:line="240" w:lineRule="atLeast"/>
              <w:rPr>
                <w:sz w:val="20"/>
                <w:lang w:bidi="th-TH"/>
              </w:rPr>
            </w:pPr>
            <w:r w:rsidRPr="005D3E43">
              <w:rPr>
                <w:sz w:val="20"/>
                <w:lang w:bidi="th-TH"/>
              </w:rPr>
              <w:t>93.09</w:t>
            </w:r>
          </w:p>
        </w:tc>
        <w:tc>
          <w:tcPr>
            <w:tcW w:w="180" w:type="dxa"/>
          </w:tcPr>
          <w:p w14:paraId="168662EB" w14:textId="77777777" w:rsidR="00A4634B" w:rsidRPr="005D3E43" w:rsidRDefault="00A4634B" w:rsidP="00A4634B">
            <w:pPr>
              <w:pStyle w:val="block"/>
              <w:tabs>
                <w:tab w:val="decimal" w:pos="641"/>
              </w:tabs>
              <w:spacing w:after="0" w:line="240" w:lineRule="atLeast"/>
              <w:ind w:left="0"/>
              <w:rPr>
                <w:sz w:val="20"/>
                <w:lang w:val="en-US" w:bidi="th-TH"/>
              </w:rPr>
            </w:pPr>
          </w:p>
        </w:tc>
        <w:tc>
          <w:tcPr>
            <w:tcW w:w="880" w:type="dxa"/>
          </w:tcPr>
          <w:p w14:paraId="1B39F580" w14:textId="77777777" w:rsidR="00A4634B" w:rsidRPr="005D3E43" w:rsidRDefault="00A4634B" w:rsidP="00A4634B">
            <w:pPr>
              <w:pStyle w:val="acctfourfigures"/>
              <w:tabs>
                <w:tab w:val="clear" w:pos="765"/>
                <w:tab w:val="decimal" w:pos="600"/>
              </w:tabs>
              <w:spacing w:line="240" w:lineRule="atLeast"/>
              <w:rPr>
                <w:sz w:val="20"/>
                <w:lang w:bidi="th-TH"/>
              </w:rPr>
            </w:pPr>
            <w:r w:rsidRPr="005D3E43">
              <w:rPr>
                <w:sz w:val="20"/>
                <w:lang w:bidi="th-TH"/>
              </w:rPr>
              <w:t>93.09</w:t>
            </w:r>
          </w:p>
        </w:tc>
        <w:tc>
          <w:tcPr>
            <w:tcW w:w="900" w:type="dxa"/>
            <w:shd w:val="clear" w:color="auto" w:fill="auto"/>
          </w:tcPr>
          <w:p w14:paraId="198BE78D" w14:textId="7873E774" w:rsidR="00A4634B" w:rsidRPr="005D3E43" w:rsidRDefault="00A4634B" w:rsidP="008C4F7C">
            <w:pPr>
              <w:pStyle w:val="acctfourfigures"/>
              <w:tabs>
                <w:tab w:val="clear" w:pos="765"/>
                <w:tab w:val="decimal" w:pos="795"/>
              </w:tabs>
              <w:spacing w:line="240" w:lineRule="atLeast"/>
              <w:ind w:right="-75"/>
              <w:rPr>
                <w:sz w:val="20"/>
              </w:rPr>
            </w:pPr>
            <w:r w:rsidRPr="005D3E43">
              <w:rPr>
                <w:sz w:val="20"/>
              </w:rPr>
              <w:t>1,900,000</w:t>
            </w:r>
          </w:p>
        </w:tc>
        <w:tc>
          <w:tcPr>
            <w:tcW w:w="180" w:type="dxa"/>
          </w:tcPr>
          <w:p w14:paraId="273EBA9B" w14:textId="77777777" w:rsidR="00A4634B" w:rsidRPr="005D3E43" w:rsidRDefault="00A4634B" w:rsidP="00A4634B">
            <w:pPr>
              <w:pStyle w:val="acctfourfigures"/>
              <w:tabs>
                <w:tab w:val="clear" w:pos="765"/>
                <w:tab w:val="decimal" w:pos="890"/>
              </w:tabs>
              <w:spacing w:line="240" w:lineRule="atLeast"/>
              <w:ind w:left="-115" w:right="-97"/>
              <w:rPr>
                <w:sz w:val="20"/>
              </w:rPr>
            </w:pPr>
          </w:p>
        </w:tc>
        <w:tc>
          <w:tcPr>
            <w:tcW w:w="963" w:type="dxa"/>
          </w:tcPr>
          <w:p w14:paraId="347916DA" w14:textId="77777777" w:rsidR="00A4634B" w:rsidRPr="005D3E43" w:rsidRDefault="00A4634B" w:rsidP="008C4F7C">
            <w:pPr>
              <w:pStyle w:val="acctfourfigures"/>
              <w:tabs>
                <w:tab w:val="clear" w:pos="765"/>
                <w:tab w:val="decimal" w:pos="795"/>
              </w:tabs>
              <w:spacing w:line="240" w:lineRule="atLeast"/>
              <w:ind w:right="-75"/>
              <w:rPr>
                <w:sz w:val="20"/>
              </w:rPr>
            </w:pPr>
            <w:r w:rsidRPr="005D3E43">
              <w:rPr>
                <w:sz w:val="20"/>
              </w:rPr>
              <w:t>1,900,000</w:t>
            </w:r>
          </w:p>
        </w:tc>
        <w:tc>
          <w:tcPr>
            <w:tcW w:w="180" w:type="dxa"/>
          </w:tcPr>
          <w:p w14:paraId="246E844F" w14:textId="77777777" w:rsidR="00A4634B" w:rsidRPr="005D3E43" w:rsidRDefault="00A4634B" w:rsidP="00A4634B">
            <w:pPr>
              <w:tabs>
                <w:tab w:val="decimal" w:pos="581"/>
                <w:tab w:val="decimal" w:pos="947"/>
              </w:tabs>
              <w:spacing w:line="240" w:lineRule="atLeast"/>
              <w:ind w:left="-115" w:right="-97"/>
              <w:jc w:val="thaiDistribute"/>
              <w:rPr>
                <w:sz w:val="20"/>
              </w:rPr>
            </w:pPr>
          </w:p>
        </w:tc>
        <w:tc>
          <w:tcPr>
            <w:tcW w:w="1017" w:type="dxa"/>
          </w:tcPr>
          <w:p w14:paraId="3ED69FBE" w14:textId="1E4D70A4" w:rsidR="00A4634B" w:rsidRPr="005D3E43" w:rsidRDefault="00A4634B" w:rsidP="008C4F7C">
            <w:pPr>
              <w:pStyle w:val="acctfourfigures"/>
              <w:tabs>
                <w:tab w:val="clear" w:pos="765"/>
                <w:tab w:val="decimal" w:pos="810"/>
              </w:tabs>
              <w:spacing w:line="240" w:lineRule="atLeast"/>
              <w:rPr>
                <w:sz w:val="20"/>
              </w:rPr>
            </w:pPr>
            <w:r w:rsidRPr="005D3E43">
              <w:rPr>
                <w:sz w:val="20"/>
              </w:rPr>
              <w:t>1,771,016</w:t>
            </w:r>
          </w:p>
        </w:tc>
        <w:tc>
          <w:tcPr>
            <w:tcW w:w="180" w:type="dxa"/>
          </w:tcPr>
          <w:p w14:paraId="4ABB1C15" w14:textId="77777777" w:rsidR="00A4634B" w:rsidRPr="005D3E43" w:rsidRDefault="00A4634B" w:rsidP="00A4634B">
            <w:pPr>
              <w:tabs>
                <w:tab w:val="decimal" w:pos="581"/>
                <w:tab w:val="decimal" w:pos="947"/>
              </w:tabs>
              <w:spacing w:line="240" w:lineRule="atLeast"/>
              <w:ind w:left="-115" w:right="-97"/>
              <w:jc w:val="thaiDistribute"/>
              <w:rPr>
                <w:sz w:val="20"/>
              </w:rPr>
            </w:pPr>
          </w:p>
        </w:tc>
        <w:tc>
          <w:tcPr>
            <w:tcW w:w="949" w:type="dxa"/>
          </w:tcPr>
          <w:p w14:paraId="03943553" w14:textId="77777777" w:rsidR="00A4634B" w:rsidRPr="005D3E43" w:rsidRDefault="00A4634B" w:rsidP="008C4F7C">
            <w:pPr>
              <w:pStyle w:val="acctfourfigures"/>
              <w:tabs>
                <w:tab w:val="clear" w:pos="765"/>
                <w:tab w:val="decimal" w:pos="810"/>
              </w:tabs>
              <w:spacing w:line="240" w:lineRule="atLeast"/>
              <w:ind w:right="-97"/>
              <w:jc w:val="thaiDistribute"/>
              <w:rPr>
                <w:sz w:val="20"/>
              </w:rPr>
            </w:pPr>
            <w:r w:rsidRPr="005D3E43">
              <w:rPr>
                <w:sz w:val="20"/>
              </w:rPr>
              <w:t>1,771,016</w:t>
            </w:r>
          </w:p>
        </w:tc>
        <w:tc>
          <w:tcPr>
            <w:tcW w:w="180" w:type="dxa"/>
          </w:tcPr>
          <w:p w14:paraId="67CE51BE" w14:textId="77777777" w:rsidR="00A4634B" w:rsidRPr="005D3E43" w:rsidRDefault="00A4634B" w:rsidP="00A4634B">
            <w:pPr>
              <w:tabs>
                <w:tab w:val="decimal" w:pos="581"/>
                <w:tab w:val="decimal" w:pos="947"/>
              </w:tabs>
              <w:spacing w:line="240" w:lineRule="atLeast"/>
              <w:ind w:left="-115" w:right="-97"/>
              <w:jc w:val="thaiDistribute"/>
              <w:rPr>
                <w:sz w:val="20"/>
              </w:rPr>
            </w:pPr>
          </w:p>
        </w:tc>
        <w:tc>
          <w:tcPr>
            <w:tcW w:w="910" w:type="dxa"/>
            <w:vAlign w:val="bottom"/>
          </w:tcPr>
          <w:p w14:paraId="7122E6BF" w14:textId="47558F17" w:rsidR="00A4634B" w:rsidRPr="005D3E43" w:rsidRDefault="00A4634B" w:rsidP="00A4634B">
            <w:pPr>
              <w:tabs>
                <w:tab w:val="decimal" w:pos="470"/>
              </w:tabs>
              <w:spacing w:line="240" w:lineRule="atLeast"/>
              <w:ind w:right="-115"/>
              <w:rPr>
                <w:sz w:val="20"/>
                <w:cs/>
                <w:lang w:bidi="th-TH"/>
              </w:rPr>
            </w:pPr>
            <w:r>
              <w:rPr>
                <w:sz w:val="20"/>
                <w:lang w:bidi="th-TH"/>
              </w:rPr>
              <w:t>-</w:t>
            </w:r>
          </w:p>
        </w:tc>
        <w:tc>
          <w:tcPr>
            <w:tcW w:w="180" w:type="dxa"/>
          </w:tcPr>
          <w:p w14:paraId="62FB2FD6" w14:textId="77777777" w:rsidR="00A4634B" w:rsidRPr="005D3E43" w:rsidRDefault="00A4634B" w:rsidP="00A4634B">
            <w:pPr>
              <w:tabs>
                <w:tab w:val="decimal" w:pos="581"/>
              </w:tabs>
              <w:spacing w:line="240" w:lineRule="atLeast"/>
              <w:rPr>
                <w:sz w:val="20"/>
              </w:rPr>
            </w:pPr>
          </w:p>
        </w:tc>
        <w:tc>
          <w:tcPr>
            <w:tcW w:w="907" w:type="dxa"/>
            <w:vAlign w:val="bottom"/>
          </w:tcPr>
          <w:p w14:paraId="60A01C05" w14:textId="4860CCA6" w:rsidR="00A4634B" w:rsidRPr="005D3E43" w:rsidRDefault="00A4634B" w:rsidP="00A4634B">
            <w:pPr>
              <w:tabs>
                <w:tab w:val="decimal" w:pos="470"/>
              </w:tabs>
              <w:spacing w:line="240" w:lineRule="atLeast"/>
              <w:ind w:right="-115"/>
              <w:rPr>
                <w:sz w:val="20"/>
                <w:cs/>
                <w:lang w:bidi="th-TH"/>
              </w:rPr>
            </w:pPr>
            <w:r>
              <w:rPr>
                <w:sz w:val="20"/>
                <w:lang w:bidi="th-TH"/>
              </w:rPr>
              <w:t>-</w:t>
            </w:r>
          </w:p>
        </w:tc>
      </w:tr>
      <w:tr w:rsidR="00A4634B" w:rsidRPr="005D3E43" w14:paraId="049E6A7B" w14:textId="77777777" w:rsidTr="008C4F7C">
        <w:trPr>
          <w:cantSplit/>
          <w:trHeight w:val="70"/>
        </w:trPr>
        <w:tc>
          <w:tcPr>
            <w:tcW w:w="2801" w:type="dxa"/>
          </w:tcPr>
          <w:p w14:paraId="6F41D53F" w14:textId="77777777" w:rsidR="00A4634B" w:rsidRPr="005D3E43" w:rsidRDefault="00A4634B" w:rsidP="00A4634B">
            <w:pPr>
              <w:spacing w:line="240" w:lineRule="atLeast"/>
              <w:ind w:left="191" w:hanging="191"/>
              <w:rPr>
                <w:sz w:val="20"/>
              </w:rPr>
            </w:pPr>
            <w:r w:rsidRPr="005D3E43">
              <w:rPr>
                <w:sz w:val="20"/>
              </w:rPr>
              <w:t>Sterling Equity Co., Ltd.</w:t>
            </w:r>
          </w:p>
        </w:tc>
        <w:tc>
          <w:tcPr>
            <w:tcW w:w="3130" w:type="dxa"/>
          </w:tcPr>
          <w:p w14:paraId="4B9EBC82" w14:textId="77777777" w:rsidR="00A4634B" w:rsidRPr="005D3E43" w:rsidRDefault="00A4634B" w:rsidP="00A4634B">
            <w:pPr>
              <w:tabs>
                <w:tab w:val="left" w:pos="540"/>
              </w:tabs>
              <w:spacing w:line="240" w:lineRule="atLeast"/>
              <w:ind w:left="191" w:hanging="191"/>
              <w:rPr>
                <w:sz w:val="20"/>
              </w:rPr>
            </w:pPr>
            <w:r w:rsidRPr="005D3E43">
              <w:rPr>
                <w:sz w:val="20"/>
              </w:rPr>
              <w:t>Real estate</w:t>
            </w:r>
            <w:r w:rsidRPr="005D3E43">
              <w:rPr>
                <w:sz w:val="20"/>
                <w:cs/>
                <w:lang w:bidi="th-TH"/>
              </w:rPr>
              <w:t xml:space="preserve"> </w:t>
            </w:r>
            <w:r w:rsidRPr="005D3E43">
              <w:rPr>
                <w:sz w:val="20"/>
              </w:rPr>
              <w:t>development</w:t>
            </w:r>
          </w:p>
        </w:tc>
        <w:tc>
          <w:tcPr>
            <w:tcW w:w="200" w:type="dxa"/>
            <w:vAlign w:val="bottom"/>
          </w:tcPr>
          <w:p w14:paraId="23B2B35A" w14:textId="77777777" w:rsidR="00A4634B" w:rsidRPr="005D3E43" w:rsidRDefault="00A4634B" w:rsidP="00A4634B">
            <w:pPr>
              <w:spacing w:line="240" w:lineRule="atLeast"/>
              <w:jc w:val="center"/>
              <w:rPr>
                <w:sz w:val="20"/>
              </w:rPr>
            </w:pPr>
          </w:p>
        </w:tc>
        <w:tc>
          <w:tcPr>
            <w:tcW w:w="900" w:type="dxa"/>
            <w:shd w:val="clear" w:color="auto" w:fill="auto"/>
          </w:tcPr>
          <w:p w14:paraId="19973B4B" w14:textId="2C17FBB9" w:rsidR="00A4634B" w:rsidRPr="005D3E43" w:rsidRDefault="00A4634B" w:rsidP="00A4634B">
            <w:pPr>
              <w:pStyle w:val="acctfourfigures"/>
              <w:tabs>
                <w:tab w:val="clear" w:pos="765"/>
                <w:tab w:val="decimal" w:pos="641"/>
              </w:tabs>
              <w:spacing w:line="240" w:lineRule="atLeast"/>
              <w:rPr>
                <w:sz w:val="20"/>
                <w:lang w:bidi="th-TH"/>
              </w:rPr>
            </w:pPr>
            <w:r w:rsidRPr="005D3E43">
              <w:rPr>
                <w:sz w:val="20"/>
                <w:lang w:bidi="th-TH"/>
              </w:rPr>
              <w:t>100.00</w:t>
            </w:r>
          </w:p>
        </w:tc>
        <w:tc>
          <w:tcPr>
            <w:tcW w:w="180" w:type="dxa"/>
          </w:tcPr>
          <w:p w14:paraId="59CA7D8B" w14:textId="77777777" w:rsidR="00A4634B" w:rsidRPr="005D3E43" w:rsidRDefault="00A4634B" w:rsidP="00A4634B">
            <w:pPr>
              <w:pStyle w:val="block"/>
              <w:tabs>
                <w:tab w:val="decimal" w:pos="641"/>
              </w:tabs>
              <w:spacing w:after="0" w:line="240" w:lineRule="atLeast"/>
              <w:ind w:left="0"/>
              <w:rPr>
                <w:sz w:val="20"/>
                <w:lang w:val="en-US" w:bidi="th-TH"/>
              </w:rPr>
            </w:pPr>
          </w:p>
        </w:tc>
        <w:tc>
          <w:tcPr>
            <w:tcW w:w="880" w:type="dxa"/>
          </w:tcPr>
          <w:p w14:paraId="483F1A68" w14:textId="77777777" w:rsidR="00A4634B" w:rsidRPr="005D3E43" w:rsidRDefault="00A4634B" w:rsidP="00A4634B">
            <w:pPr>
              <w:pStyle w:val="acctfourfigures"/>
              <w:tabs>
                <w:tab w:val="clear" w:pos="765"/>
                <w:tab w:val="decimal" w:pos="600"/>
              </w:tabs>
              <w:spacing w:line="240" w:lineRule="atLeast"/>
              <w:rPr>
                <w:sz w:val="20"/>
                <w:lang w:bidi="th-TH"/>
              </w:rPr>
            </w:pPr>
            <w:r w:rsidRPr="005D3E43">
              <w:rPr>
                <w:sz w:val="20"/>
                <w:lang w:bidi="th-TH"/>
              </w:rPr>
              <w:t>100.00</w:t>
            </w:r>
          </w:p>
        </w:tc>
        <w:tc>
          <w:tcPr>
            <w:tcW w:w="900" w:type="dxa"/>
            <w:shd w:val="clear" w:color="auto" w:fill="auto"/>
          </w:tcPr>
          <w:p w14:paraId="37E4EA9D" w14:textId="1183585C" w:rsidR="00A4634B" w:rsidRPr="005D3E43" w:rsidRDefault="00A4634B" w:rsidP="00A4634B">
            <w:pPr>
              <w:pStyle w:val="acctfourfigures"/>
              <w:tabs>
                <w:tab w:val="clear" w:pos="765"/>
                <w:tab w:val="decimal" w:pos="795"/>
              </w:tabs>
              <w:spacing w:line="240" w:lineRule="atLeast"/>
              <w:ind w:left="-115" w:right="-75"/>
              <w:rPr>
                <w:sz w:val="20"/>
              </w:rPr>
            </w:pPr>
            <w:r w:rsidRPr="005D3E43">
              <w:rPr>
                <w:sz w:val="20"/>
              </w:rPr>
              <w:t>1,800,000</w:t>
            </w:r>
          </w:p>
        </w:tc>
        <w:tc>
          <w:tcPr>
            <w:tcW w:w="180" w:type="dxa"/>
          </w:tcPr>
          <w:p w14:paraId="640952EA" w14:textId="77777777" w:rsidR="00A4634B" w:rsidRPr="005D3E43" w:rsidRDefault="00A4634B" w:rsidP="00A4634B">
            <w:pPr>
              <w:tabs>
                <w:tab w:val="decimal" w:pos="581"/>
                <w:tab w:val="decimal" w:pos="947"/>
              </w:tabs>
              <w:spacing w:line="240" w:lineRule="atLeast"/>
              <w:ind w:left="-115" w:right="-97"/>
              <w:jc w:val="thaiDistribute"/>
              <w:rPr>
                <w:sz w:val="20"/>
              </w:rPr>
            </w:pPr>
          </w:p>
        </w:tc>
        <w:tc>
          <w:tcPr>
            <w:tcW w:w="963" w:type="dxa"/>
          </w:tcPr>
          <w:p w14:paraId="54BEB898" w14:textId="77777777" w:rsidR="00A4634B" w:rsidRPr="005D3E43" w:rsidRDefault="00A4634B" w:rsidP="00A4634B">
            <w:pPr>
              <w:pStyle w:val="acctfourfigures"/>
              <w:tabs>
                <w:tab w:val="clear" w:pos="765"/>
                <w:tab w:val="decimal" w:pos="795"/>
              </w:tabs>
              <w:spacing w:line="240" w:lineRule="atLeast"/>
              <w:ind w:left="-115" w:right="-75"/>
              <w:rPr>
                <w:sz w:val="20"/>
              </w:rPr>
            </w:pPr>
            <w:r w:rsidRPr="005D3E43">
              <w:rPr>
                <w:sz w:val="20"/>
              </w:rPr>
              <w:t>1,800,000</w:t>
            </w:r>
          </w:p>
        </w:tc>
        <w:tc>
          <w:tcPr>
            <w:tcW w:w="180" w:type="dxa"/>
          </w:tcPr>
          <w:p w14:paraId="33BC740A" w14:textId="77777777" w:rsidR="00A4634B" w:rsidRPr="005D3E43" w:rsidRDefault="00A4634B" w:rsidP="00A4634B">
            <w:pPr>
              <w:tabs>
                <w:tab w:val="decimal" w:pos="581"/>
                <w:tab w:val="decimal" w:pos="947"/>
              </w:tabs>
              <w:spacing w:line="240" w:lineRule="atLeast"/>
              <w:ind w:left="-115" w:right="-97"/>
              <w:jc w:val="thaiDistribute"/>
              <w:rPr>
                <w:sz w:val="20"/>
              </w:rPr>
            </w:pPr>
          </w:p>
        </w:tc>
        <w:tc>
          <w:tcPr>
            <w:tcW w:w="1017" w:type="dxa"/>
          </w:tcPr>
          <w:p w14:paraId="5FBC6EC9" w14:textId="1BE6F6AF" w:rsidR="00A4634B" w:rsidRPr="005D3E43" w:rsidRDefault="00A4634B" w:rsidP="00A4634B">
            <w:pPr>
              <w:pStyle w:val="acctfourfigures"/>
              <w:tabs>
                <w:tab w:val="clear" w:pos="765"/>
                <w:tab w:val="decimal" w:pos="810"/>
              </w:tabs>
              <w:spacing w:line="240" w:lineRule="atLeast"/>
              <w:ind w:left="-115"/>
              <w:jc w:val="thaiDistribute"/>
              <w:rPr>
                <w:sz w:val="20"/>
              </w:rPr>
            </w:pPr>
            <w:r w:rsidRPr="005D3E43">
              <w:rPr>
                <w:sz w:val="20"/>
              </w:rPr>
              <w:t>1,765,464</w:t>
            </w:r>
          </w:p>
        </w:tc>
        <w:tc>
          <w:tcPr>
            <w:tcW w:w="180" w:type="dxa"/>
          </w:tcPr>
          <w:p w14:paraId="5AF2F5FA" w14:textId="77777777" w:rsidR="00A4634B" w:rsidRPr="005D3E43" w:rsidRDefault="00A4634B" w:rsidP="00A4634B">
            <w:pPr>
              <w:tabs>
                <w:tab w:val="decimal" w:pos="581"/>
                <w:tab w:val="decimal" w:pos="947"/>
              </w:tabs>
              <w:spacing w:line="240" w:lineRule="atLeast"/>
              <w:ind w:left="-115" w:right="-97"/>
              <w:jc w:val="thaiDistribute"/>
              <w:rPr>
                <w:sz w:val="20"/>
              </w:rPr>
            </w:pPr>
          </w:p>
        </w:tc>
        <w:tc>
          <w:tcPr>
            <w:tcW w:w="949" w:type="dxa"/>
          </w:tcPr>
          <w:p w14:paraId="35D3534F" w14:textId="77777777" w:rsidR="00A4634B" w:rsidRPr="005D3E43" w:rsidRDefault="00A4634B" w:rsidP="00A4634B">
            <w:pPr>
              <w:pStyle w:val="acctfourfigures"/>
              <w:tabs>
                <w:tab w:val="clear" w:pos="765"/>
                <w:tab w:val="decimal" w:pos="810"/>
              </w:tabs>
              <w:spacing w:line="240" w:lineRule="atLeast"/>
              <w:ind w:left="-115" w:right="-97"/>
              <w:jc w:val="thaiDistribute"/>
              <w:rPr>
                <w:sz w:val="20"/>
              </w:rPr>
            </w:pPr>
            <w:r w:rsidRPr="005D3E43">
              <w:rPr>
                <w:sz w:val="20"/>
              </w:rPr>
              <w:t>1,765,464</w:t>
            </w:r>
          </w:p>
        </w:tc>
        <w:tc>
          <w:tcPr>
            <w:tcW w:w="180" w:type="dxa"/>
          </w:tcPr>
          <w:p w14:paraId="072FCF3A" w14:textId="77777777" w:rsidR="00A4634B" w:rsidRPr="005D3E43" w:rsidRDefault="00A4634B" w:rsidP="00A4634B">
            <w:pPr>
              <w:tabs>
                <w:tab w:val="decimal" w:pos="581"/>
                <w:tab w:val="decimal" w:pos="947"/>
              </w:tabs>
              <w:spacing w:line="240" w:lineRule="atLeast"/>
              <w:ind w:left="-115" w:right="-97"/>
              <w:jc w:val="thaiDistribute"/>
              <w:rPr>
                <w:sz w:val="20"/>
              </w:rPr>
            </w:pPr>
          </w:p>
        </w:tc>
        <w:tc>
          <w:tcPr>
            <w:tcW w:w="910" w:type="dxa"/>
          </w:tcPr>
          <w:p w14:paraId="502D8929" w14:textId="385F3621" w:rsidR="00A4634B" w:rsidRPr="005D3E43" w:rsidRDefault="00A4634B" w:rsidP="00A4634B">
            <w:pPr>
              <w:tabs>
                <w:tab w:val="decimal" w:pos="470"/>
              </w:tabs>
              <w:spacing w:line="240" w:lineRule="atLeast"/>
              <w:ind w:right="-115"/>
              <w:rPr>
                <w:sz w:val="20"/>
                <w:cs/>
                <w:lang w:bidi="th-TH"/>
              </w:rPr>
            </w:pPr>
            <w:r>
              <w:rPr>
                <w:sz w:val="20"/>
                <w:lang w:bidi="th-TH"/>
              </w:rPr>
              <w:t>-</w:t>
            </w:r>
          </w:p>
        </w:tc>
        <w:tc>
          <w:tcPr>
            <w:tcW w:w="180" w:type="dxa"/>
          </w:tcPr>
          <w:p w14:paraId="7DF3C05C" w14:textId="77777777" w:rsidR="00A4634B" w:rsidRPr="005D3E43" w:rsidRDefault="00A4634B" w:rsidP="00A4634B">
            <w:pPr>
              <w:tabs>
                <w:tab w:val="decimal" w:pos="581"/>
              </w:tabs>
              <w:spacing w:line="240" w:lineRule="atLeast"/>
              <w:rPr>
                <w:sz w:val="20"/>
              </w:rPr>
            </w:pPr>
          </w:p>
        </w:tc>
        <w:tc>
          <w:tcPr>
            <w:tcW w:w="907" w:type="dxa"/>
          </w:tcPr>
          <w:p w14:paraId="0B277ACB" w14:textId="02245F18" w:rsidR="00A4634B" w:rsidRPr="005D3E43" w:rsidRDefault="00A4634B" w:rsidP="00A4634B">
            <w:pPr>
              <w:tabs>
                <w:tab w:val="decimal" w:pos="470"/>
              </w:tabs>
              <w:spacing w:line="240" w:lineRule="atLeast"/>
              <w:ind w:right="-115"/>
              <w:rPr>
                <w:sz w:val="20"/>
                <w:cs/>
                <w:lang w:bidi="th-TH"/>
              </w:rPr>
            </w:pPr>
            <w:r>
              <w:rPr>
                <w:sz w:val="20"/>
                <w:lang w:bidi="th-TH"/>
              </w:rPr>
              <w:t>-</w:t>
            </w:r>
          </w:p>
        </w:tc>
      </w:tr>
      <w:tr w:rsidR="00A4634B" w:rsidRPr="005D3E43" w14:paraId="64DC328C" w14:textId="77777777" w:rsidTr="008C4F7C">
        <w:trPr>
          <w:cantSplit/>
          <w:trHeight w:val="70"/>
        </w:trPr>
        <w:tc>
          <w:tcPr>
            <w:tcW w:w="2801" w:type="dxa"/>
          </w:tcPr>
          <w:p w14:paraId="4C67B505" w14:textId="77777777" w:rsidR="00A4634B" w:rsidRPr="005D3E43" w:rsidRDefault="00A4634B" w:rsidP="00A4634B">
            <w:pPr>
              <w:spacing w:line="240" w:lineRule="atLeast"/>
              <w:ind w:left="191" w:hanging="191"/>
              <w:rPr>
                <w:sz w:val="20"/>
              </w:rPr>
            </w:pPr>
            <w:r w:rsidRPr="005D3E43">
              <w:rPr>
                <w:sz w:val="20"/>
              </w:rPr>
              <w:t>Belle Assets Co., Ltd.</w:t>
            </w:r>
          </w:p>
        </w:tc>
        <w:tc>
          <w:tcPr>
            <w:tcW w:w="3130" w:type="dxa"/>
          </w:tcPr>
          <w:p w14:paraId="41984D78" w14:textId="77777777" w:rsidR="00A4634B" w:rsidRPr="005D3E43" w:rsidRDefault="00A4634B" w:rsidP="00A4634B">
            <w:pPr>
              <w:tabs>
                <w:tab w:val="left" w:pos="540"/>
              </w:tabs>
              <w:spacing w:line="240" w:lineRule="atLeast"/>
              <w:ind w:left="191" w:hanging="191"/>
              <w:rPr>
                <w:sz w:val="20"/>
              </w:rPr>
            </w:pPr>
            <w:r w:rsidRPr="005D3E43">
              <w:rPr>
                <w:sz w:val="20"/>
              </w:rPr>
              <w:t>Real estate</w:t>
            </w:r>
            <w:r w:rsidRPr="005D3E43">
              <w:rPr>
                <w:sz w:val="20"/>
                <w:cs/>
                <w:lang w:bidi="th-TH"/>
              </w:rPr>
              <w:t xml:space="preserve"> </w:t>
            </w:r>
            <w:r w:rsidRPr="005D3E43">
              <w:rPr>
                <w:sz w:val="20"/>
              </w:rPr>
              <w:t>development</w:t>
            </w:r>
          </w:p>
        </w:tc>
        <w:tc>
          <w:tcPr>
            <w:tcW w:w="200" w:type="dxa"/>
            <w:vAlign w:val="bottom"/>
          </w:tcPr>
          <w:p w14:paraId="0AE0C778" w14:textId="77777777" w:rsidR="00A4634B" w:rsidRPr="005D3E43" w:rsidRDefault="00A4634B" w:rsidP="00A4634B">
            <w:pPr>
              <w:spacing w:line="240" w:lineRule="atLeast"/>
              <w:jc w:val="center"/>
              <w:rPr>
                <w:sz w:val="20"/>
              </w:rPr>
            </w:pPr>
          </w:p>
        </w:tc>
        <w:tc>
          <w:tcPr>
            <w:tcW w:w="900" w:type="dxa"/>
            <w:shd w:val="clear" w:color="auto" w:fill="auto"/>
          </w:tcPr>
          <w:p w14:paraId="6C50F605" w14:textId="2F20B7EF" w:rsidR="00A4634B" w:rsidRPr="005D3E43" w:rsidRDefault="00A4634B" w:rsidP="00A4634B">
            <w:pPr>
              <w:pStyle w:val="acctfourfigures"/>
              <w:tabs>
                <w:tab w:val="clear" w:pos="765"/>
                <w:tab w:val="decimal" w:pos="641"/>
              </w:tabs>
              <w:spacing w:line="240" w:lineRule="atLeast"/>
              <w:rPr>
                <w:sz w:val="20"/>
                <w:lang w:bidi="th-TH"/>
              </w:rPr>
            </w:pPr>
            <w:r w:rsidRPr="005D3E43">
              <w:rPr>
                <w:sz w:val="20"/>
                <w:lang w:bidi="th-TH"/>
              </w:rPr>
              <w:t>100.00</w:t>
            </w:r>
          </w:p>
        </w:tc>
        <w:tc>
          <w:tcPr>
            <w:tcW w:w="180" w:type="dxa"/>
          </w:tcPr>
          <w:p w14:paraId="78FB1D31" w14:textId="77777777" w:rsidR="00A4634B" w:rsidRPr="005D3E43" w:rsidRDefault="00A4634B" w:rsidP="00A4634B">
            <w:pPr>
              <w:pStyle w:val="block"/>
              <w:tabs>
                <w:tab w:val="decimal" w:pos="641"/>
              </w:tabs>
              <w:spacing w:after="0" w:line="240" w:lineRule="atLeast"/>
              <w:ind w:left="0"/>
              <w:rPr>
                <w:sz w:val="20"/>
                <w:lang w:val="en-US" w:bidi="th-TH"/>
              </w:rPr>
            </w:pPr>
          </w:p>
        </w:tc>
        <w:tc>
          <w:tcPr>
            <w:tcW w:w="880" w:type="dxa"/>
          </w:tcPr>
          <w:p w14:paraId="549BD8E9" w14:textId="77777777" w:rsidR="00A4634B" w:rsidRPr="005D3E43" w:rsidRDefault="00A4634B" w:rsidP="00A4634B">
            <w:pPr>
              <w:pStyle w:val="acctfourfigures"/>
              <w:tabs>
                <w:tab w:val="clear" w:pos="765"/>
                <w:tab w:val="decimal" w:pos="600"/>
              </w:tabs>
              <w:spacing w:line="240" w:lineRule="atLeast"/>
              <w:rPr>
                <w:sz w:val="20"/>
                <w:lang w:bidi="th-TH"/>
              </w:rPr>
            </w:pPr>
            <w:r w:rsidRPr="005D3E43">
              <w:rPr>
                <w:sz w:val="20"/>
                <w:lang w:bidi="th-TH"/>
              </w:rPr>
              <w:t>100.00</w:t>
            </w:r>
          </w:p>
        </w:tc>
        <w:tc>
          <w:tcPr>
            <w:tcW w:w="900" w:type="dxa"/>
            <w:shd w:val="clear" w:color="auto" w:fill="auto"/>
          </w:tcPr>
          <w:p w14:paraId="79DD4313" w14:textId="76E187C7" w:rsidR="00A4634B" w:rsidRPr="005D3E43" w:rsidRDefault="00A4634B" w:rsidP="00A4634B">
            <w:pPr>
              <w:pStyle w:val="acctfourfigures"/>
              <w:tabs>
                <w:tab w:val="clear" w:pos="765"/>
                <w:tab w:val="decimal" w:pos="795"/>
              </w:tabs>
              <w:spacing w:line="240" w:lineRule="atLeast"/>
              <w:ind w:left="-115" w:right="-75"/>
              <w:rPr>
                <w:sz w:val="20"/>
              </w:rPr>
            </w:pPr>
            <w:r w:rsidRPr="005D3E43">
              <w:rPr>
                <w:sz w:val="20"/>
              </w:rPr>
              <w:t>11,000</w:t>
            </w:r>
          </w:p>
        </w:tc>
        <w:tc>
          <w:tcPr>
            <w:tcW w:w="180" w:type="dxa"/>
          </w:tcPr>
          <w:p w14:paraId="38632757" w14:textId="77777777" w:rsidR="00A4634B" w:rsidRPr="005D3E43" w:rsidRDefault="00A4634B" w:rsidP="00A4634B">
            <w:pPr>
              <w:tabs>
                <w:tab w:val="decimal" w:pos="581"/>
                <w:tab w:val="decimal" w:pos="947"/>
              </w:tabs>
              <w:spacing w:line="240" w:lineRule="atLeast"/>
              <w:ind w:left="-115" w:right="-97"/>
              <w:jc w:val="thaiDistribute"/>
              <w:rPr>
                <w:sz w:val="20"/>
              </w:rPr>
            </w:pPr>
          </w:p>
        </w:tc>
        <w:tc>
          <w:tcPr>
            <w:tcW w:w="963" w:type="dxa"/>
          </w:tcPr>
          <w:p w14:paraId="4EE8FCC3" w14:textId="77777777" w:rsidR="00A4634B" w:rsidRPr="005D3E43" w:rsidRDefault="00A4634B" w:rsidP="00A4634B">
            <w:pPr>
              <w:pStyle w:val="acctfourfigures"/>
              <w:tabs>
                <w:tab w:val="clear" w:pos="765"/>
                <w:tab w:val="decimal" w:pos="795"/>
              </w:tabs>
              <w:spacing w:line="240" w:lineRule="atLeast"/>
              <w:ind w:left="-115" w:right="-75"/>
              <w:rPr>
                <w:sz w:val="20"/>
              </w:rPr>
            </w:pPr>
            <w:r w:rsidRPr="005D3E43">
              <w:rPr>
                <w:sz w:val="20"/>
              </w:rPr>
              <w:t>11,000</w:t>
            </w:r>
          </w:p>
        </w:tc>
        <w:tc>
          <w:tcPr>
            <w:tcW w:w="180" w:type="dxa"/>
          </w:tcPr>
          <w:p w14:paraId="5B359B9B" w14:textId="77777777" w:rsidR="00A4634B" w:rsidRPr="005D3E43" w:rsidRDefault="00A4634B" w:rsidP="00A4634B">
            <w:pPr>
              <w:tabs>
                <w:tab w:val="decimal" w:pos="581"/>
                <w:tab w:val="decimal" w:pos="947"/>
              </w:tabs>
              <w:spacing w:line="240" w:lineRule="atLeast"/>
              <w:ind w:left="-115" w:right="-97"/>
              <w:jc w:val="thaiDistribute"/>
              <w:rPr>
                <w:sz w:val="20"/>
              </w:rPr>
            </w:pPr>
          </w:p>
        </w:tc>
        <w:tc>
          <w:tcPr>
            <w:tcW w:w="1017" w:type="dxa"/>
          </w:tcPr>
          <w:p w14:paraId="329F7030" w14:textId="06924669" w:rsidR="00A4634B" w:rsidRPr="005D3E43" w:rsidRDefault="00A4634B" w:rsidP="00A4634B">
            <w:pPr>
              <w:pStyle w:val="acctfourfigures"/>
              <w:tabs>
                <w:tab w:val="clear" w:pos="765"/>
                <w:tab w:val="decimal" w:pos="810"/>
              </w:tabs>
              <w:spacing w:line="240" w:lineRule="atLeast"/>
              <w:ind w:left="-115"/>
              <w:jc w:val="thaiDistribute"/>
              <w:rPr>
                <w:sz w:val="20"/>
              </w:rPr>
            </w:pPr>
            <w:r w:rsidRPr="005D3E43">
              <w:rPr>
                <w:sz w:val="20"/>
              </w:rPr>
              <w:t>11,000</w:t>
            </w:r>
          </w:p>
        </w:tc>
        <w:tc>
          <w:tcPr>
            <w:tcW w:w="180" w:type="dxa"/>
          </w:tcPr>
          <w:p w14:paraId="299FA3FA" w14:textId="77777777" w:rsidR="00A4634B" w:rsidRPr="005D3E43" w:rsidRDefault="00A4634B" w:rsidP="00A4634B">
            <w:pPr>
              <w:tabs>
                <w:tab w:val="decimal" w:pos="581"/>
                <w:tab w:val="decimal" w:pos="947"/>
              </w:tabs>
              <w:spacing w:line="240" w:lineRule="atLeast"/>
              <w:ind w:left="-115" w:right="-97"/>
              <w:jc w:val="thaiDistribute"/>
              <w:rPr>
                <w:sz w:val="20"/>
              </w:rPr>
            </w:pPr>
          </w:p>
        </w:tc>
        <w:tc>
          <w:tcPr>
            <w:tcW w:w="949" w:type="dxa"/>
          </w:tcPr>
          <w:p w14:paraId="6C626CAF" w14:textId="77777777" w:rsidR="00A4634B" w:rsidRPr="005D3E43" w:rsidRDefault="00A4634B" w:rsidP="00A4634B">
            <w:pPr>
              <w:pStyle w:val="acctfourfigures"/>
              <w:tabs>
                <w:tab w:val="clear" w:pos="765"/>
                <w:tab w:val="decimal" w:pos="810"/>
              </w:tabs>
              <w:spacing w:line="240" w:lineRule="atLeast"/>
              <w:ind w:left="-115" w:right="-97"/>
              <w:jc w:val="thaiDistribute"/>
              <w:rPr>
                <w:sz w:val="20"/>
              </w:rPr>
            </w:pPr>
            <w:r w:rsidRPr="005D3E43">
              <w:rPr>
                <w:sz w:val="20"/>
              </w:rPr>
              <w:t>11,000</w:t>
            </w:r>
          </w:p>
        </w:tc>
        <w:tc>
          <w:tcPr>
            <w:tcW w:w="180" w:type="dxa"/>
          </w:tcPr>
          <w:p w14:paraId="16F05EA0" w14:textId="77777777" w:rsidR="00A4634B" w:rsidRPr="005D3E43" w:rsidRDefault="00A4634B" w:rsidP="00A4634B">
            <w:pPr>
              <w:tabs>
                <w:tab w:val="decimal" w:pos="581"/>
                <w:tab w:val="decimal" w:pos="947"/>
              </w:tabs>
              <w:spacing w:line="240" w:lineRule="atLeast"/>
              <w:ind w:left="-115" w:right="-97"/>
              <w:jc w:val="thaiDistribute"/>
              <w:rPr>
                <w:sz w:val="20"/>
              </w:rPr>
            </w:pPr>
          </w:p>
        </w:tc>
        <w:tc>
          <w:tcPr>
            <w:tcW w:w="910" w:type="dxa"/>
          </w:tcPr>
          <w:p w14:paraId="1E6AED14" w14:textId="37AC627C" w:rsidR="00A4634B" w:rsidRPr="005D3E43" w:rsidRDefault="00A4634B" w:rsidP="00A4634B">
            <w:pPr>
              <w:tabs>
                <w:tab w:val="decimal" w:pos="470"/>
              </w:tabs>
              <w:spacing w:line="240" w:lineRule="atLeast"/>
              <w:ind w:right="-115"/>
              <w:rPr>
                <w:sz w:val="20"/>
                <w:cs/>
                <w:lang w:bidi="th-TH"/>
              </w:rPr>
            </w:pPr>
            <w:r>
              <w:rPr>
                <w:sz w:val="20"/>
                <w:lang w:bidi="th-TH"/>
              </w:rPr>
              <w:t>-</w:t>
            </w:r>
          </w:p>
        </w:tc>
        <w:tc>
          <w:tcPr>
            <w:tcW w:w="180" w:type="dxa"/>
          </w:tcPr>
          <w:p w14:paraId="0715E0A6" w14:textId="77777777" w:rsidR="00A4634B" w:rsidRPr="005D3E43" w:rsidRDefault="00A4634B" w:rsidP="00A4634B">
            <w:pPr>
              <w:tabs>
                <w:tab w:val="decimal" w:pos="581"/>
              </w:tabs>
              <w:spacing w:line="240" w:lineRule="atLeast"/>
              <w:rPr>
                <w:sz w:val="20"/>
              </w:rPr>
            </w:pPr>
          </w:p>
        </w:tc>
        <w:tc>
          <w:tcPr>
            <w:tcW w:w="907" w:type="dxa"/>
          </w:tcPr>
          <w:p w14:paraId="6D58059C" w14:textId="7EEA6B54" w:rsidR="00A4634B" w:rsidRPr="005D3E43" w:rsidRDefault="00A4634B" w:rsidP="00A4634B">
            <w:pPr>
              <w:tabs>
                <w:tab w:val="decimal" w:pos="470"/>
              </w:tabs>
              <w:spacing w:line="240" w:lineRule="atLeast"/>
              <w:ind w:right="-115"/>
              <w:rPr>
                <w:sz w:val="20"/>
                <w:cs/>
                <w:lang w:bidi="th-TH"/>
              </w:rPr>
            </w:pPr>
            <w:r>
              <w:rPr>
                <w:sz w:val="20"/>
                <w:lang w:bidi="th-TH"/>
              </w:rPr>
              <w:t>-</w:t>
            </w:r>
          </w:p>
        </w:tc>
      </w:tr>
      <w:tr w:rsidR="00A4634B" w:rsidRPr="005D3E43" w14:paraId="54869C11" w14:textId="77777777" w:rsidTr="008C4F7C">
        <w:trPr>
          <w:cantSplit/>
          <w:trHeight w:val="110"/>
        </w:trPr>
        <w:tc>
          <w:tcPr>
            <w:tcW w:w="2801" w:type="dxa"/>
          </w:tcPr>
          <w:p w14:paraId="6E8C0EE1" w14:textId="77777777" w:rsidR="00A4634B" w:rsidRPr="005D3E43" w:rsidRDefault="00A4634B" w:rsidP="00A4634B">
            <w:pPr>
              <w:tabs>
                <w:tab w:val="left" w:pos="540"/>
              </w:tabs>
              <w:spacing w:line="240" w:lineRule="atLeast"/>
              <w:ind w:left="191" w:hanging="191"/>
              <w:rPr>
                <w:b/>
                <w:bCs/>
                <w:i/>
                <w:iCs/>
                <w:sz w:val="20"/>
              </w:rPr>
            </w:pPr>
            <w:r w:rsidRPr="005D3E43">
              <w:rPr>
                <w:sz w:val="20"/>
              </w:rPr>
              <w:t>G Land Property Management Co., Ltd</w:t>
            </w:r>
          </w:p>
        </w:tc>
        <w:tc>
          <w:tcPr>
            <w:tcW w:w="3130" w:type="dxa"/>
            <w:vAlign w:val="bottom"/>
          </w:tcPr>
          <w:p w14:paraId="0E23CEC5" w14:textId="77777777" w:rsidR="00A4634B" w:rsidRPr="005D3E43" w:rsidRDefault="00A4634B" w:rsidP="00A4634B">
            <w:pPr>
              <w:tabs>
                <w:tab w:val="left" w:pos="540"/>
              </w:tabs>
              <w:spacing w:line="240" w:lineRule="atLeast"/>
              <w:ind w:left="191" w:hanging="191"/>
              <w:rPr>
                <w:b/>
                <w:bCs/>
                <w:sz w:val="20"/>
              </w:rPr>
            </w:pPr>
            <w:r w:rsidRPr="005D3E43">
              <w:rPr>
                <w:sz w:val="20"/>
              </w:rPr>
              <w:t>Real estate</w:t>
            </w:r>
            <w:r w:rsidRPr="005D3E43">
              <w:rPr>
                <w:sz w:val="20"/>
                <w:cs/>
                <w:lang w:bidi="th-TH"/>
              </w:rPr>
              <w:t xml:space="preserve"> </w:t>
            </w:r>
            <w:r w:rsidRPr="005D3E43">
              <w:rPr>
                <w:sz w:val="20"/>
              </w:rPr>
              <w:t>development</w:t>
            </w:r>
          </w:p>
        </w:tc>
        <w:tc>
          <w:tcPr>
            <w:tcW w:w="200" w:type="dxa"/>
            <w:vAlign w:val="bottom"/>
          </w:tcPr>
          <w:p w14:paraId="0EC006F4" w14:textId="77777777" w:rsidR="00A4634B" w:rsidRPr="005D3E43" w:rsidRDefault="00A4634B" w:rsidP="00A4634B">
            <w:pPr>
              <w:tabs>
                <w:tab w:val="left" w:pos="540"/>
              </w:tabs>
              <w:spacing w:line="240" w:lineRule="atLeast"/>
              <w:jc w:val="center"/>
              <w:rPr>
                <w:b/>
                <w:bCs/>
                <w:sz w:val="20"/>
              </w:rPr>
            </w:pPr>
          </w:p>
        </w:tc>
        <w:tc>
          <w:tcPr>
            <w:tcW w:w="900" w:type="dxa"/>
            <w:shd w:val="clear" w:color="auto" w:fill="auto"/>
          </w:tcPr>
          <w:p w14:paraId="153D097E" w14:textId="77777777" w:rsidR="00A4634B" w:rsidRPr="005D3E43" w:rsidRDefault="00A4634B" w:rsidP="00A4634B">
            <w:pPr>
              <w:pStyle w:val="acctfourfigures"/>
              <w:tabs>
                <w:tab w:val="clear" w:pos="765"/>
                <w:tab w:val="decimal" w:pos="600"/>
              </w:tabs>
              <w:spacing w:line="240" w:lineRule="atLeast"/>
              <w:rPr>
                <w:sz w:val="20"/>
                <w:lang w:bidi="th-TH"/>
              </w:rPr>
            </w:pPr>
          </w:p>
          <w:p w14:paraId="77D778A2" w14:textId="61A1ED0E" w:rsidR="00A4634B" w:rsidRPr="005D3E43" w:rsidRDefault="00A4634B" w:rsidP="00A4634B">
            <w:pPr>
              <w:pStyle w:val="acctfourfigures"/>
              <w:tabs>
                <w:tab w:val="clear" w:pos="765"/>
                <w:tab w:val="decimal" w:pos="641"/>
              </w:tabs>
              <w:spacing w:line="240" w:lineRule="atLeast"/>
              <w:rPr>
                <w:sz w:val="20"/>
                <w:lang w:bidi="th-TH"/>
              </w:rPr>
            </w:pPr>
            <w:r w:rsidRPr="005D3E43">
              <w:rPr>
                <w:sz w:val="20"/>
                <w:lang w:bidi="th-TH"/>
              </w:rPr>
              <w:t>100.00</w:t>
            </w:r>
          </w:p>
        </w:tc>
        <w:tc>
          <w:tcPr>
            <w:tcW w:w="180" w:type="dxa"/>
          </w:tcPr>
          <w:p w14:paraId="203BCF52" w14:textId="77777777" w:rsidR="00A4634B" w:rsidRPr="005D3E43" w:rsidRDefault="00A4634B" w:rsidP="00A4634B">
            <w:pPr>
              <w:pStyle w:val="block"/>
              <w:tabs>
                <w:tab w:val="decimal" w:pos="641"/>
              </w:tabs>
              <w:spacing w:after="0" w:line="240" w:lineRule="atLeast"/>
              <w:ind w:left="0"/>
              <w:rPr>
                <w:sz w:val="20"/>
                <w:lang w:val="en-US" w:bidi="th-TH"/>
              </w:rPr>
            </w:pPr>
          </w:p>
        </w:tc>
        <w:tc>
          <w:tcPr>
            <w:tcW w:w="880" w:type="dxa"/>
          </w:tcPr>
          <w:p w14:paraId="318D48FE" w14:textId="77777777" w:rsidR="00A4634B" w:rsidRPr="005D3E43" w:rsidRDefault="00A4634B" w:rsidP="00A4634B">
            <w:pPr>
              <w:pStyle w:val="acctfourfigures"/>
              <w:tabs>
                <w:tab w:val="clear" w:pos="765"/>
                <w:tab w:val="decimal" w:pos="600"/>
              </w:tabs>
              <w:spacing w:line="240" w:lineRule="atLeast"/>
              <w:rPr>
                <w:sz w:val="20"/>
                <w:lang w:bidi="th-TH"/>
              </w:rPr>
            </w:pPr>
          </w:p>
          <w:p w14:paraId="143607B3" w14:textId="77777777" w:rsidR="00A4634B" w:rsidRPr="005D3E43" w:rsidRDefault="00A4634B" w:rsidP="00A4634B">
            <w:pPr>
              <w:pStyle w:val="acctfourfigures"/>
              <w:tabs>
                <w:tab w:val="clear" w:pos="765"/>
                <w:tab w:val="decimal" w:pos="600"/>
              </w:tabs>
              <w:spacing w:line="240" w:lineRule="atLeast"/>
              <w:rPr>
                <w:sz w:val="20"/>
                <w:lang w:bidi="th-TH"/>
              </w:rPr>
            </w:pPr>
            <w:r w:rsidRPr="005D3E43">
              <w:rPr>
                <w:sz w:val="20"/>
                <w:lang w:bidi="th-TH"/>
              </w:rPr>
              <w:t>100.00</w:t>
            </w:r>
          </w:p>
        </w:tc>
        <w:tc>
          <w:tcPr>
            <w:tcW w:w="900" w:type="dxa"/>
            <w:shd w:val="clear" w:color="auto" w:fill="auto"/>
          </w:tcPr>
          <w:p w14:paraId="4522CCA3" w14:textId="77777777" w:rsidR="00A4634B" w:rsidRPr="005D3E43" w:rsidRDefault="00A4634B" w:rsidP="00A4634B">
            <w:pPr>
              <w:pStyle w:val="acctfourfigures"/>
              <w:tabs>
                <w:tab w:val="clear" w:pos="765"/>
                <w:tab w:val="decimal" w:pos="795"/>
              </w:tabs>
              <w:spacing w:line="240" w:lineRule="atLeast"/>
              <w:ind w:left="-115" w:right="-75"/>
              <w:rPr>
                <w:sz w:val="20"/>
              </w:rPr>
            </w:pPr>
          </w:p>
          <w:p w14:paraId="77D2262E" w14:textId="6311600E" w:rsidR="00A4634B" w:rsidRPr="005D3E43" w:rsidRDefault="00A4634B" w:rsidP="00A4634B">
            <w:pPr>
              <w:pStyle w:val="acctfourfigures"/>
              <w:tabs>
                <w:tab w:val="clear" w:pos="765"/>
                <w:tab w:val="decimal" w:pos="795"/>
              </w:tabs>
              <w:spacing w:line="240" w:lineRule="atLeast"/>
              <w:ind w:left="-115" w:right="-75"/>
              <w:rPr>
                <w:sz w:val="20"/>
              </w:rPr>
            </w:pPr>
            <w:r w:rsidRPr="005D3E43">
              <w:rPr>
                <w:sz w:val="20"/>
              </w:rPr>
              <w:t>1,300,000</w:t>
            </w:r>
          </w:p>
        </w:tc>
        <w:tc>
          <w:tcPr>
            <w:tcW w:w="180" w:type="dxa"/>
          </w:tcPr>
          <w:p w14:paraId="540FAFD7"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963" w:type="dxa"/>
          </w:tcPr>
          <w:p w14:paraId="78D9B221" w14:textId="77777777" w:rsidR="00A4634B" w:rsidRPr="005D3E43" w:rsidRDefault="00A4634B" w:rsidP="00A4634B">
            <w:pPr>
              <w:pStyle w:val="acctfourfigures"/>
              <w:tabs>
                <w:tab w:val="clear" w:pos="765"/>
                <w:tab w:val="decimal" w:pos="795"/>
              </w:tabs>
              <w:spacing w:line="240" w:lineRule="atLeast"/>
              <w:ind w:left="-115" w:right="-75"/>
              <w:rPr>
                <w:sz w:val="20"/>
              </w:rPr>
            </w:pPr>
          </w:p>
          <w:p w14:paraId="529392D3" w14:textId="77777777" w:rsidR="00A4634B" w:rsidRPr="005D3E43" w:rsidRDefault="00A4634B" w:rsidP="00A4634B">
            <w:pPr>
              <w:pStyle w:val="acctfourfigures"/>
              <w:tabs>
                <w:tab w:val="clear" w:pos="765"/>
                <w:tab w:val="decimal" w:pos="795"/>
              </w:tabs>
              <w:spacing w:line="240" w:lineRule="atLeast"/>
              <w:ind w:left="-115" w:right="-75"/>
              <w:rPr>
                <w:sz w:val="20"/>
              </w:rPr>
            </w:pPr>
            <w:r w:rsidRPr="005D3E43">
              <w:rPr>
                <w:sz w:val="20"/>
              </w:rPr>
              <w:t>1,300,000</w:t>
            </w:r>
          </w:p>
        </w:tc>
        <w:tc>
          <w:tcPr>
            <w:tcW w:w="180" w:type="dxa"/>
          </w:tcPr>
          <w:p w14:paraId="027485CB"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1017" w:type="dxa"/>
          </w:tcPr>
          <w:p w14:paraId="34A3CB6A" w14:textId="77777777" w:rsidR="00A4634B" w:rsidRPr="005D3E43" w:rsidRDefault="00A4634B" w:rsidP="00A4634B">
            <w:pPr>
              <w:pStyle w:val="acctfourfigures"/>
              <w:tabs>
                <w:tab w:val="clear" w:pos="765"/>
                <w:tab w:val="decimal" w:pos="810"/>
              </w:tabs>
              <w:spacing w:line="240" w:lineRule="atLeast"/>
              <w:ind w:left="-115" w:right="-97"/>
              <w:jc w:val="thaiDistribute"/>
              <w:rPr>
                <w:sz w:val="20"/>
              </w:rPr>
            </w:pPr>
          </w:p>
          <w:p w14:paraId="4B3D67C1" w14:textId="0ABF6DDD" w:rsidR="00A4634B" w:rsidRPr="005D3E43" w:rsidRDefault="00A4634B" w:rsidP="00A4634B">
            <w:pPr>
              <w:pStyle w:val="acctfourfigures"/>
              <w:tabs>
                <w:tab w:val="clear" w:pos="765"/>
                <w:tab w:val="decimal" w:pos="810"/>
              </w:tabs>
              <w:spacing w:line="240" w:lineRule="atLeast"/>
              <w:ind w:left="-115"/>
              <w:rPr>
                <w:sz w:val="20"/>
              </w:rPr>
            </w:pPr>
            <w:r w:rsidRPr="005D3E43">
              <w:rPr>
                <w:sz w:val="20"/>
              </w:rPr>
              <w:t>1,333,791</w:t>
            </w:r>
          </w:p>
        </w:tc>
        <w:tc>
          <w:tcPr>
            <w:tcW w:w="180" w:type="dxa"/>
          </w:tcPr>
          <w:p w14:paraId="0DC23B00"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949" w:type="dxa"/>
          </w:tcPr>
          <w:p w14:paraId="6F5E17FC" w14:textId="77777777" w:rsidR="00A4634B" w:rsidRPr="005D3E43" w:rsidRDefault="00A4634B" w:rsidP="00A4634B">
            <w:pPr>
              <w:pStyle w:val="acctfourfigures"/>
              <w:tabs>
                <w:tab w:val="clear" w:pos="765"/>
                <w:tab w:val="decimal" w:pos="810"/>
              </w:tabs>
              <w:spacing w:line="240" w:lineRule="atLeast"/>
              <w:ind w:left="-115" w:right="-97"/>
              <w:jc w:val="thaiDistribute"/>
              <w:rPr>
                <w:sz w:val="20"/>
              </w:rPr>
            </w:pPr>
          </w:p>
          <w:p w14:paraId="07CB061A" w14:textId="77777777" w:rsidR="00A4634B" w:rsidRPr="005D3E43" w:rsidRDefault="00A4634B" w:rsidP="00A4634B">
            <w:pPr>
              <w:pStyle w:val="acctfourfigures"/>
              <w:tabs>
                <w:tab w:val="clear" w:pos="765"/>
                <w:tab w:val="decimal" w:pos="810"/>
              </w:tabs>
              <w:spacing w:line="240" w:lineRule="atLeast"/>
              <w:ind w:left="-115" w:right="-97"/>
              <w:jc w:val="thaiDistribute"/>
              <w:rPr>
                <w:sz w:val="20"/>
              </w:rPr>
            </w:pPr>
            <w:r w:rsidRPr="005D3E43">
              <w:rPr>
                <w:sz w:val="20"/>
              </w:rPr>
              <w:t>1,333,791</w:t>
            </w:r>
          </w:p>
        </w:tc>
        <w:tc>
          <w:tcPr>
            <w:tcW w:w="180" w:type="dxa"/>
          </w:tcPr>
          <w:p w14:paraId="12B5C81F"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910" w:type="dxa"/>
            <w:vAlign w:val="bottom"/>
          </w:tcPr>
          <w:p w14:paraId="62CB1B56" w14:textId="6B4B085C" w:rsidR="00A4634B" w:rsidRPr="005D3E43" w:rsidRDefault="00A4634B" w:rsidP="00A4634B">
            <w:pPr>
              <w:tabs>
                <w:tab w:val="decimal" w:pos="470"/>
              </w:tabs>
              <w:spacing w:line="240" w:lineRule="atLeast"/>
              <w:ind w:right="-115"/>
              <w:rPr>
                <w:sz w:val="20"/>
                <w:cs/>
                <w:lang w:bidi="th-TH"/>
              </w:rPr>
            </w:pPr>
            <w:r>
              <w:rPr>
                <w:sz w:val="20"/>
                <w:lang w:bidi="th-TH"/>
              </w:rPr>
              <w:t>-</w:t>
            </w:r>
          </w:p>
        </w:tc>
        <w:tc>
          <w:tcPr>
            <w:tcW w:w="180" w:type="dxa"/>
          </w:tcPr>
          <w:p w14:paraId="24E4966C" w14:textId="77777777" w:rsidR="00A4634B" w:rsidRPr="005D3E43" w:rsidRDefault="00A4634B" w:rsidP="00A4634B">
            <w:pPr>
              <w:tabs>
                <w:tab w:val="decimal" w:pos="581"/>
              </w:tabs>
              <w:spacing w:line="240" w:lineRule="atLeast"/>
              <w:rPr>
                <w:sz w:val="20"/>
              </w:rPr>
            </w:pPr>
          </w:p>
        </w:tc>
        <w:tc>
          <w:tcPr>
            <w:tcW w:w="907" w:type="dxa"/>
          </w:tcPr>
          <w:p w14:paraId="67521F46" w14:textId="6D9B6E7C" w:rsidR="00A4634B" w:rsidRPr="005D3E43" w:rsidRDefault="00A4634B" w:rsidP="00A4634B">
            <w:pPr>
              <w:tabs>
                <w:tab w:val="decimal" w:pos="470"/>
              </w:tabs>
              <w:spacing w:line="240" w:lineRule="atLeast"/>
              <w:ind w:right="-115"/>
              <w:rPr>
                <w:sz w:val="20"/>
                <w:cs/>
                <w:lang w:bidi="th-TH"/>
              </w:rPr>
            </w:pPr>
            <w:r>
              <w:rPr>
                <w:sz w:val="20"/>
                <w:lang w:bidi="th-TH"/>
              </w:rPr>
              <w:t>-</w:t>
            </w:r>
          </w:p>
        </w:tc>
      </w:tr>
      <w:tr w:rsidR="00A4634B" w:rsidRPr="005D3E43" w14:paraId="00DA9AE7" w14:textId="77777777" w:rsidTr="008C4F7C">
        <w:trPr>
          <w:cantSplit/>
          <w:trHeight w:val="290"/>
        </w:trPr>
        <w:tc>
          <w:tcPr>
            <w:tcW w:w="2801" w:type="dxa"/>
          </w:tcPr>
          <w:p w14:paraId="4B1E17A2" w14:textId="77777777" w:rsidR="00A4634B" w:rsidRPr="005D3E43" w:rsidRDefault="00A4634B" w:rsidP="00A4634B">
            <w:pPr>
              <w:spacing w:line="240" w:lineRule="atLeast"/>
              <w:ind w:right="-115"/>
              <w:rPr>
                <w:sz w:val="20"/>
                <w:lang w:val="en-US" w:bidi="th-TH"/>
              </w:rPr>
            </w:pPr>
            <w:r w:rsidRPr="005D3E43">
              <w:rPr>
                <w:sz w:val="20"/>
              </w:rPr>
              <w:t>Ratchada Asset Holding Co., Ltd.</w:t>
            </w:r>
          </w:p>
        </w:tc>
        <w:tc>
          <w:tcPr>
            <w:tcW w:w="3130" w:type="dxa"/>
          </w:tcPr>
          <w:p w14:paraId="5C7D8B6D" w14:textId="77777777" w:rsidR="00A4634B" w:rsidRPr="005D3E43" w:rsidRDefault="00A4634B" w:rsidP="00A4634B">
            <w:pPr>
              <w:tabs>
                <w:tab w:val="left" w:pos="540"/>
              </w:tabs>
              <w:spacing w:line="240" w:lineRule="atLeast"/>
              <w:ind w:left="191" w:hanging="191"/>
              <w:rPr>
                <w:b/>
                <w:bCs/>
                <w:sz w:val="20"/>
              </w:rPr>
            </w:pPr>
            <w:r w:rsidRPr="005D3E43">
              <w:rPr>
                <w:sz w:val="20"/>
              </w:rPr>
              <w:t>Investment</w:t>
            </w:r>
          </w:p>
        </w:tc>
        <w:tc>
          <w:tcPr>
            <w:tcW w:w="200" w:type="dxa"/>
            <w:vAlign w:val="center"/>
          </w:tcPr>
          <w:p w14:paraId="575AABD0" w14:textId="77777777" w:rsidR="00A4634B" w:rsidRPr="005D3E43" w:rsidRDefault="00A4634B" w:rsidP="00A4634B">
            <w:pPr>
              <w:tabs>
                <w:tab w:val="left" w:pos="540"/>
              </w:tabs>
              <w:spacing w:line="240" w:lineRule="atLeast"/>
              <w:jc w:val="center"/>
              <w:rPr>
                <w:b/>
                <w:bCs/>
                <w:sz w:val="20"/>
              </w:rPr>
            </w:pPr>
          </w:p>
        </w:tc>
        <w:tc>
          <w:tcPr>
            <w:tcW w:w="900" w:type="dxa"/>
            <w:shd w:val="clear" w:color="auto" w:fill="auto"/>
            <w:vAlign w:val="bottom"/>
          </w:tcPr>
          <w:p w14:paraId="4C7E34E3" w14:textId="1C101A77" w:rsidR="00A4634B" w:rsidRPr="005D3E43" w:rsidRDefault="00A4634B" w:rsidP="00A4634B">
            <w:pPr>
              <w:pStyle w:val="acctfourfigures"/>
              <w:tabs>
                <w:tab w:val="clear" w:pos="765"/>
                <w:tab w:val="decimal" w:pos="641"/>
              </w:tabs>
              <w:spacing w:line="240" w:lineRule="atLeast"/>
              <w:rPr>
                <w:sz w:val="20"/>
                <w:lang w:bidi="th-TH"/>
              </w:rPr>
            </w:pPr>
            <w:r w:rsidRPr="005D3E43">
              <w:rPr>
                <w:sz w:val="20"/>
                <w:lang w:bidi="th-TH"/>
              </w:rPr>
              <w:t>100.00</w:t>
            </w:r>
          </w:p>
        </w:tc>
        <w:tc>
          <w:tcPr>
            <w:tcW w:w="180" w:type="dxa"/>
            <w:vAlign w:val="bottom"/>
          </w:tcPr>
          <w:p w14:paraId="20BFB8A4" w14:textId="77777777" w:rsidR="00A4634B" w:rsidRPr="005D3E43" w:rsidRDefault="00A4634B" w:rsidP="00A4634B">
            <w:pPr>
              <w:pStyle w:val="block"/>
              <w:tabs>
                <w:tab w:val="decimal" w:pos="641"/>
              </w:tabs>
              <w:spacing w:after="0" w:line="240" w:lineRule="atLeast"/>
              <w:ind w:left="0"/>
              <w:rPr>
                <w:sz w:val="20"/>
                <w:lang w:val="en-US" w:bidi="th-TH"/>
              </w:rPr>
            </w:pPr>
          </w:p>
        </w:tc>
        <w:tc>
          <w:tcPr>
            <w:tcW w:w="880" w:type="dxa"/>
            <w:vAlign w:val="bottom"/>
          </w:tcPr>
          <w:p w14:paraId="761B2CB0" w14:textId="77777777" w:rsidR="00A4634B" w:rsidRPr="005D3E43" w:rsidRDefault="00A4634B" w:rsidP="00A4634B">
            <w:pPr>
              <w:pStyle w:val="acctfourfigures"/>
              <w:tabs>
                <w:tab w:val="clear" w:pos="765"/>
                <w:tab w:val="decimal" w:pos="600"/>
              </w:tabs>
              <w:spacing w:line="240" w:lineRule="atLeast"/>
              <w:rPr>
                <w:sz w:val="20"/>
                <w:lang w:bidi="th-TH"/>
              </w:rPr>
            </w:pPr>
            <w:r w:rsidRPr="005D3E43">
              <w:rPr>
                <w:sz w:val="20"/>
                <w:lang w:bidi="th-TH"/>
              </w:rPr>
              <w:t>100.00</w:t>
            </w:r>
          </w:p>
        </w:tc>
        <w:tc>
          <w:tcPr>
            <w:tcW w:w="900" w:type="dxa"/>
            <w:shd w:val="clear" w:color="auto" w:fill="auto"/>
            <w:vAlign w:val="bottom"/>
          </w:tcPr>
          <w:p w14:paraId="0B8E5639" w14:textId="2C9EE6EF" w:rsidR="00A4634B" w:rsidRPr="005D3E43" w:rsidRDefault="00A4634B" w:rsidP="00A4634B">
            <w:pPr>
              <w:pStyle w:val="acctfourfigures"/>
              <w:tabs>
                <w:tab w:val="clear" w:pos="765"/>
                <w:tab w:val="decimal" w:pos="795"/>
              </w:tabs>
              <w:spacing w:line="240" w:lineRule="atLeast"/>
              <w:ind w:right="-75"/>
              <w:rPr>
                <w:sz w:val="20"/>
              </w:rPr>
            </w:pPr>
            <w:r w:rsidRPr="005D3E43">
              <w:rPr>
                <w:sz w:val="20"/>
              </w:rPr>
              <w:t>6,000</w:t>
            </w:r>
          </w:p>
        </w:tc>
        <w:tc>
          <w:tcPr>
            <w:tcW w:w="180" w:type="dxa"/>
            <w:vAlign w:val="bottom"/>
          </w:tcPr>
          <w:p w14:paraId="6E8E8CF7"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963" w:type="dxa"/>
            <w:vAlign w:val="bottom"/>
          </w:tcPr>
          <w:p w14:paraId="6DC2CBC6" w14:textId="77777777" w:rsidR="00A4634B" w:rsidRPr="005D3E43" w:rsidRDefault="00A4634B" w:rsidP="00A4634B">
            <w:pPr>
              <w:pStyle w:val="acctfourfigures"/>
              <w:tabs>
                <w:tab w:val="clear" w:pos="765"/>
                <w:tab w:val="decimal" w:pos="795"/>
              </w:tabs>
              <w:spacing w:line="240" w:lineRule="atLeast"/>
              <w:ind w:right="-75"/>
              <w:rPr>
                <w:sz w:val="20"/>
              </w:rPr>
            </w:pPr>
            <w:r w:rsidRPr="005D3E43">
              <w:rPr>
                <w:sz w:val="20"/>
              </w:rPr>
              <w:t>6,000</w:t>
            </w:r>
          </w:p>
        </w:tc>
        <w:tc>
          <w:tcPr>
            <w:tcW w:w="180" w:type="dxa"/>
            <w:vAlign w:val="bottom"/>
          </w:tcPr>
          <w:p w14:paraId="6510686F"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1017" w:type="dxa"/>
            <w:vAlign w:val="bottom"/>
          </w:tcPr>
          <w:p w14:paraId="41834DC1" w14:textId="6CE66E48" w:rsidR="00A4634B" w:rsidRPr="005D3E43" w:rsidRDefault="00A4634B" w:rsidP="00A4634B">
            <w:pPr>
              <w:pStyle w:val="acctfourfigures"/>
              <w:tabs>
                <w:tab w:val="clear" w:pos="765"/>
                <w:tab w:val="decimal" w:pos="810"/>
              </w:tabs>
              <w:spacing w:line="240" w:lineRule="atLeast"/>
              <w:ind w:left="-115"/>
              <w:jc w:val="thaiDistribute"/>
              <w:rPr>
                <w:sz w:val="20"/>
              </w:rPr>
            </w:pPr>
            <w:r w:rsidRPr="005D3E43">
              <w:rPr>
                <w:sz w:val="20"/>
              </w:rPr>
              <w:t>6,000</w:t>
            </w:r>
          </w:p>
        </w:tc>
        <w:tc>
          <w:tcPr>
            <w:tcW w:w="180" w:type="dxa"/>
            <w:vAlign w:val="bottom"/>
          </w:tcPr>
          <w:p w14:paraId="654AC060"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949" w:type="dxa"/>
            <w:vAlign w:val="bottom"/>
          </w:tcPr>
          <w:p w14:paraId="7FC305DA" w14:textId="77777777" w:rsidR="00A4634B" w:rsidRPr="005D3E43" w:rsidRDefault="00A4634B" w:rsidP="00A4634B">
            <w:pPr>
              <w:pStyle w:val="acctfourfigures"/>
              <w:tabs>
                <w:tab w:val="clear" w:pos="765"/>
                <w:tab w:val="decimal" w:pos="810"/>
              </w:tabs>
              <w:spacing w:line="240" w:lineRule="atLeast"/>
              <w:ind w:left="-115" w:right="-97"/>
              <w:jc w:val="thaiDistribute"/>
              <w:rPr>
                <w:sz w:val="20"/>
              </w:rPr>
            </w:pPr>
            <w:r w:rsidRPr="005D3E43">
              <w:rPr>
                <w:sz w:val="20"/>
              </w:rPr>
              <w:t>6,000</w:t>
            </w:r>
          </w:p>
        </w:tc>
        <w:tc>
          <w:tcPr>
            <w:tcW w:w="180" w:type="dxa"/>
            <w:vAlign w:val="bottom"/>
          </w:tcPr>
          <w:p w14:paraId="77C47A5F"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910" w:type="dxa"/>
            <w:vAlign w:val="bottom"/>
          </w:tcPr>
          <w:p w14:paraId="47978A38" w14:textId="388C9F0B" w:rsidR="00A4634B" w:rsidRPr="005D3E43" w:rsidRDefault="00A4634B" w:rsidP="00A4634B">
            <w:pPr>
              <w:tabs>
                <w:tab w:val="decimal" w:pos="470"/>
              </w:tabs>
              <w:spacing w:line="240" w:lineRule="atLeast"/>
              <w:ind w:right="-115"/>
              <w:rPr>
                <w:sz w:val="20"/>
                <w:cs/>
                <w:lang w:bidi="th-TH"/>
              </w:rPr>
            </w:pPr>
            <w:r>
              <w:rPr>
                <w:sz w:val="20"/>
                <w:lang w:bidi="th-TH"/>
              </w:rPr>
              <w:t>-</w:t>
            </w:r>
          </w:p>
        </w:tc>
        <w:tc>
          <w:tcPr>
            <w:tcW w:w="180" w:type="dxa"/>
            <w:vAlign w:val="bottom"/>
          </w:tcPr>
          <w:p w14:paraId="1B9E5BFD" w14:textId="77777777" w:rsidR="00A4634B" w:rsidRPr="005D3E43" w:rsidRDefault="00A4634B" w:rsidP="00A4634B">
            <w:pPr>
              <w:tabs>
                <w:tab w:val="decimal" w:pos="581"/>
              </w:tabs>
              <w:spacing w:line="240" w:lineRule="atLeast"/>
              <w:rPr>
                <w:sz w:val="20"/>
              </w:rPr>
            </w:pPr>
          </w:p>
        </w:tc>
        <w:tc>
          <w:tcPr>
            <w:tcW w:w="907" w:type="dxa"/>
            <w:vAlign w:val="bottom"/>
          </w:tcPr>
          <w:p w14:paraId="253BC3FE" w14:textId="05BE38F3" w:rsidR="00A4634B" w:rsidRPr="005D3E43" w:rsidRDefault="00A4634B" w:rsidP="00A4634B">
            <w:pPr>
              <w:tabs>
                <w:tab w:val="decimal" w:pos="470"/>
              </w:tabs>
              <w:spacing w:line="240" w:lineRule="atLeast"/>
              <w:ind w:right="-115"/>
              <w:rPr>
                <w:sz w:val="20"/>
                <w:cs/>
                <w:lang w:bidi="th-TH"/>
              </w:rPr>
            </w:pPr>
            <w:r>
              <w:rPr>
                <w:sz w:val="20"/>
                <w:lang w:bidi="th-TH"/>
              </w:rPr>
              <w:t>-</w:t>
            </w:r>
          </w:p>
        </w:tc>
      </w:tr>
      <w:tr w:rsidR="00A4634B" w:rsidRPr="005D3E43" w14:paraId="5324176D" w14:textId="77777777" w:rsidTr="008C4F7C">
        <w:trPr>
          <w:cantSplit/>
          <w:trHeight w:val="110"/>
        </w:trPr>
        <w:tc>
          <w:tcPr>
            <w:tcW w:w="2801" w:type="dxa"/>
          </w:tcPr>
          <w:p w14:paraId="5D754929" w14:textId="77777777" w:rsidR="00A4634B" w:rsidRPr="005D3E43" w:rsidRDefault="00A4634B" w:rsidP="00A4634B">
            <w:pPr>
              <w:spacing w:line="240" w:lineRule="atLeast"/>
              <w:ind w:left="-14" w:right="-115"/>
              <w:rPr>
                <w:sz w:val="20"/>
              </w:rPr>
            </w:pPr>
            <w:r w:rsidRPr="005D3E43">
              <w:rPr>
                <w:sz w:val="20"/>
              </w:rPr>
              <w:t xml:space="preserve">GLAND REIT            </w:t>
            </w:r>
            <w:r w:rsidRPr="005D3E43">
              <w:rPr>
                <w:sz w:val="20"/>
              </w:rPr>
              <w:br/>
              <w:t xml:space="preserve">   Management Co., Ltd.</w:t>
            </w:r>
          </w:p>
        </w:tc>
        <w:tc>
          <w:tcPr>
            <w:tcW w:w="3130" w:type="dxa"/>
            <w:vAlign w:val="bottom"/>
          </w:tcPr>
          <w:p w14:paraId="7784A167" w14:textId="77777777" w:rsidR="00A4634B" w:rsidRPr="005D3E43" w:rsidRDefault="00A4634B" w:rsidP="00A4634B">
            <w:pPr>
              <w:tabs>
                <w:tab w:val="left" w:pos="540"/>
              </w:tabs>
              <w:spacing w:line="240" w:lineRule="atLeast"/>
              <w:ind w:left="191" w:hanging="191"/>
              <w:rPr>
                <w:sz w:val="20"/>
              </w:rPr>
            </w:pPr>
            <w:r w:rsidRPr="005D3E43">
              <w:rPr>
                <w:sz w:val="20"/>
              </w:rPr>
              <w:t>Trust manager</w:t>
            </w:r>
          </w:p>
        </w:tc>
        <w:tc>
          <w:tcPr>
            <w:tcW w:w="200" w:type="dxa"/>
            <w:vAlign w:val="bottom"/>
          </w:tcPr>
          <w:p w14:paraId="3630ED38" w14:textId="77777777" w:rsidR="00A4634B" w:rsidRPr="005D3E43" w:rsidRDefault="00A4634B" w:rsidP="00A4634B">
            <w:pPr>
              <w:tabs>
                <w:tab w:val="left" w:pos="540"/>
              </w:tabs>
              <w:spacing w:line="240" w:lineRule="atLeast"/>
              <w:jc w:val="center"/>
              <w:rPr>
                <w:b/>
                <w:bCs/>
                <w:sz w:val="20"/>
              </w:rPr>
            </w:pPr>
          </w:p>
        </w:tc>
        <w:tc>
          <w:tcPr>
            <w:tcW w:w="900" w:type="dxa"/>
            <w:shd w:val="clear" w:color="auto" w:fill="auto"/>
          </w:tcPr>
          <w:p w14:paraId="30D3FBAE" w14:textId="77777777" w:rsidR="00A4634B" w:rsidRPr="005D3E43" w:rsidRDefault="00A4634B" w:rsidP="00A4634B">
            <w:pPr>
              <w:pStyle w:val="acctfourfigures"/>
              <w:tabs>
                <w:tab w:val="clear" w:pos="765"/>
                <w:tab w:val="decimal" w:pos="600"/>
              </w:tabs>
              <w:spacing w:line="240" w:lineRule="atLeast"/>
              <w:rPr>
                <w:sz w:val="20"/>
                <w:lang w:bidi="th-TH"/>
              </w:rPr>
            </w:pPr>
          </w:p>
          <w:p w14:paraId="0E09607A" w14:textId="4F6B21BE" w:rsidR="00A4634B" w:rsidRPr="005D3E43" w:rsidRDefault="00A4634B" w:rsidP="00A4634B">
            <w:pPr>
              <w:pStyle w:val="acctfourfigures"/>
              <w:tabs>
                <w:tab w:val="clear" w:pos="765"/>
                <w:tab w:val="decimal" w:pos="641"/>
              </w:tabs>
              <w:spacing w:line="240" w:lineRule="atLeast"/>
              <w:rPr>
                <w:sz w:val="20"/>
                <w:lang w:bidi="th-TH"/>
              </w:rPr>
            </w:pPr>
            <w:r w:rsidRPr="005D3E43">
              <w:rPr>
                <w:sz w:val="20"/>
                <w:lang w:bidi="th-TH"/>
              </w:rPr>
              <w:t>100.00</w:t>
            </w:r>
          </w:p>
        </w:tc>
        <w:tc>
          <w:tcPr>
            <w:tcW w:w="180" w:type="dxa"/>
          </w:tcPr>
          <w:p w14:paraId="18C6E7B6" w14:textId="77777777" w:rsidR="00A4634B" w:rsidRPr="005D3E43" w:rsidRDefault="00A4634B" w:rsidP="00A4634B">
            <w:pPr>
              <w:pStyle w:val="block"/>
              <w:tabs>
                <w:tab w:val="decimal" w:pos="641"/>
              </w:tabs>
              <w:spacing w:after="0" w:line="240" w:lineRule="atLeast"/>
              <w:ind w:left="0"/>
              <w:rPr>
                <w:sz w:val="20"/>
                <w:lang w:val="en-US" w:bidi="th-TH"/>
              </w:rPr>
            </w:pPr>
          </w:p>
        </w:tc>
        <w:tc>
          <w:tcPr>
            <w:tcW w:w="880" w:type="dxa"/>
          </w:tcPr>
          <w:p w14:paraId="21B3FE38" w14:textId="77777777" w:rsidR="00A4634B" w:rsidRPr="005D3E43" w:rsidRDefault="00A4634B" w:rsidP="00A4634B">
            <w:pPr>
              <w:pStyle w:val="acctfourfigures"/>
              <w:tabs>
                <w:tab w:val="clear" w:pos="765"/>
                <w:tab w:val="decimal" w:pos="600"/>
              </w:tabs>
              <w:spacing w:line="240" w:lineRule="atLeast"/>
              <w:rPr>
                <w:sz w:val="20"/>
                <w:lang w:bidi="th-TH"/>
              </w:rPr>
            </w:pPr>
          </w:p>
          <w:p w14:paraId="112C80AA" w14:textId="77777777" w:rsidR="00A4634B" w:rsidRPr="005D3E43" w:rsidRDefault="00A4634B" w:rsidP="00A4634B">
            <w:pPr>
              <w:pStyle w:val="acctfourfigures"/>
              <w:tabs>
                <w:tab w:val="clear" w:pos="765"/>
                <w:tab w:val="decimal" w:pos="600"/>
              </w:tabs>
              <w:spacing w:line="240" w:lineRule="atLeast"/>
              <w:rPr>
                <w:sz w:val="20"/>
                <w:lang w:bidi="th-TH"/>
              </w:rPr>
            </w:pPr>
            <w:r w:rsidRPr="005D3E43">
              <w:rPr>
                <w:sz w:val="20"/>
                <w:lang w:bidi="th-TH"/>
              </w:rPr>
              <w:t>100.00</w:t>
            </w:r>
          </w:p>
        </w:tc>
        <w:tc>
          <w:tcPr>
            <w:tcW w:w="900" w:type="dxa"/>
            <w:shd w:val="clear" w:color="auto" w:fill="auto"/>
          </w:tcPr>
          <w:p w14:paraId="670E1D3D" w14:textId="77777777" w:rsidR="00A4634B" w:rsidRPr="005D3E43" w:rsidRDefault="00A4634B" w:rsidP="00A4634B">
            <w:pPr>
              <w:pStyle w:val="acctfourfigures"/>
              <w:tabs>
                <w:tab w:val="clear" w:pos="765"/>
                <w:tab w:val="decimal" w:pos="795"/>
              </w:tabs>
              <w:spacing w:line="240" w:lineRule="atLeast"/>
              <w:ind w:left="-115" w:right="-75"/>
              <w:rPr>
                <w:sz w:val="20"/>
              </w:rPr>
            </w:pPr>
          </w:p>
          <w:p w14:paraId="7350B6D2" w14:textId="13D950D8" w:rsidR="00A4634B" w:rsidRPr="005D3E43" w:rsidRDefault="00A55D91" w:rsidP="00A4634B">
            <w:pPr>
              <w:pStyle w:val="acctfourfigures"/>
              <w:tabs>
                <w:tab w:val="clear" w:pos="765"/>
                <w:tab w:val="decimal" w:pos="795"/>
              </w:tabs>
              <w:spacing w:line="240" w:lineRule="atLeast"/>
              <w:ind w:left="-115" w:right="-75"/>
              <w:rPr>
                <w:sz w:val="20"/>
              </w:rPr>
            </w:pPr>
            <w:r>
              <w:rPr>
                <w:sz w:val="20"/>
              </w:rPr>
              <w:t>3</w:t>
            </w:r>
            <w:r w:rsidR="00A4634B" w:rsidRPr="005D3E43">
              <w:rPr>
                <w:sz w:val="20"/>
              </w:rPr>
              <w:t>00</w:t>
            </w:r>
          </w:p>
        </w:tc>
        <w:tc>
          <w:tcPr>
            <w:tcW w:w="180" w:type="dxa"/>
          </w:tcPr>
          <w:p w14:paraId="7A8297E9"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963" w:type="dxa"/>
          </w:tcPr>
          <w:p w14:paraId="7F0ACF22" w14:textId="77777777" w:rsidR="00A4634B" w:rsidRPr="005D3E43" w:rsidRDefault="00A4634B" w:rsidP="00A4634B">
            <w:pPr>
              <w:pStyle w:val="acctfourfigures"/>
              <w:tabs>
                <w:tab w:val="clear" w:pos="765"/>
                <w:tab w:val="decimal" w:pos="795"/>
              </w:tabs>
              <w:spacing w:line="240" w:lineRule="atLeast"/>
              <w:ind w:left="-115" w:right="-75"/>
              <w:rPr>
                <w:sz w:val="20"/>
              </w:rPr>
            </w:pPr>
          </w:p>
          <w:p w14:paraId="5CB9578A" w14:textId="77777777" w:rsidR="00A4634B" w:rsidRPr="005D3E43" w:rsidRDefault="00A4634B" w:rsidP="00A4634B">
            <w:pPr>
              <w:pStyle w:val="acctfourfigures"/>
              <w:tabs>
                <w:tab w:val="clear" w:pos="765"/>
                <w:tab w:val="decimal" w:pos="795"/>
              </w:tabs>
              <w:spacing w:line="240" w:lineRule="atLeast"/>
              <w:ind w:left="-115" w:right="-75"/>
              <w:rPr>
                <w:sz w:val="20"/>
              </w:rPr>
            </w:pPr>
            <w:r w:rsidRPr="005D3E43">
              <w:rPr>
                <w:sz w:val="20"/>
              </w:rPr>
              <w:t>10,000</w:t>
            </w:r>
          </w:p>
        </w:tc>
        <w:tc>
          <w:tcPr>
            <w:tcW w:w="180" w:type="dxa"/>
          </w:tcPr>
          <w:p w14:paraId="4D6043A4"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1017" w:type="dxa"/>
          </w:tcPr>
          <w:p w14:paraId="5F21A66F"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p w14:paraId="010FC3BF" w14:textId="03F661B8" w:rsidR="00A4634B" w:rsidRPr="005D3E43" w:rsidRDefault="00A4634B" w:rsidP="00A4634B">
            <w:pPr>
              <w:pStyle w:val="acctfourfigures"/>
              <w:tabs>
                <w:tab w:val="clear" w:pos="765"/>
                <w:tab w:val="decimal" w:pos="810"/>
              </w:tabs>
              <w:spacing w:line="240" w:lineRule="atLeast"/>
              <w:ind w:left="-115"/>
              <w:rPr>
                <w:sz w:val="20"/>
              </w:rPr>
            </w:pPr>
            <w:r>
              <w:rPr>
                <w:sz w:val="20"/>
              </w:rPr>
              <w:t>3</w:t>
            </w:r>
            <w:r w:rsidRPr="005D3E43">
              <w:rPr>
                <w:sz w:val="20"/>
              </w:rPr>
              <w:t>00</w:t>
            </w:r>
          </w:p>
        </w:tc>
        <w:tc>
          <w:tcPr>
            <w:tcW w:w="180" w:type="dxa"/>
          </w:tcPr>
          <w:p w14:paraId="54D52FB5"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949" w:type="dxa"/>
          </w:tcPr>
          <w:p w14:paraId="11940AE0"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p w14:paraId="7771E353" w14:textId="77777777" w:rsidR="00A4634B" w:rsidRPr="005D3E43" w:rsidRDefault="00A4634B" w:rsidP="00A4634B">
            <w:pPr>
              <w:pStyle w:val="acctfourfigures"/>
              <w:tabs>
                <w:tab w:val="clear" w:pos="765"/>
                <w:tab w:val="decimal" w:pos="810"/>
              </w:tabs>
              <w:spacing w:line="240" w:lineRule="atLeast"/>
              <w:ind w:left="-115" w:right="-97"/>
              <w:jc w:val="thaiDistribute"/>
              <w:rPr>
                <w:sz w:val="20"/>
              </w:rPr>
            </w:pPr>
            <w:r w:rsidRPr="005D3E43">
              <w:rPr>
                <w:sz w:val="20"/>
              </w:rPr>
              <w:t>10,000</w:t>
            </w:r>
          </w:p>
        </w:tc>
        <w:tc>
          <w:tcPr>
            <w:tcW w:w="180" w:type="dxa"/>
          </w:tcPr>
          <w:p w14:paraId="672AF0F2"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910" w:type="dxa"/>
            <w:vAlign w:val="bottom"/>
          </w:tcPr>
          <w:p w14:paraId="756A4F40" w14:textId="118B23CE" w:rsidR="00A4634B" w:rsidRPr="005D3E43" w:rsidRDefault="00A4634B" w:rsidP="008C4F7C">
            <w:pPr>
              <w:tabs>
                <w:tab w:val="decimal" w:pos="757"/>
              </w:tabs>
              <w:spacing w:line="240" w:lineRule="atLeast"/>
              <w:ind w:right="-115"/>
              <w:rPr>
                <w:sz w:val="20"/>
                <w:cs/>
                <w:lang w:bidi="th-TH"/>
              </w:rPr>
            </w:pPr>
            <w:r>
              <w:rPr>
                <w:sz w:val="20"/>
                <w:lang w:bidi="th-TH"/>
              </w:rPr>
              <w:t>59,877</w:t>
            </w:r>
          </w:p>
        </w:tc>
        <w:tc>
          <w:tcPr>
            <w:tcW w:w="180" w:type="dxa"/>
          </w:tcPr>
          <w:p w14:paraId="0A6F3434" w14:textId="77777777" w:rsidR="00A4634B" w:rsidRPr="005D3E43" w:rsidRDefault="00A4634B" w:rsidP="00A4634B">
            <w:pPr>
              <w:tabs>
                <w:tab w:val="decimal" w:pos="581"/>
              </w:tabs>
              <w:spacing w:line="240" w:lineRule="atLeast"/>
              <w:rPr>
                <w:sz w:val="20"/>
              </w:rPr>
            </w:pPr>
          </w:p>
        </w:tc>
        <w:tc>
          <w:tcPr>
            <w:tcW w:w="907" w:type="dxa"/>
            <w:vAlign w:val="bottom"/>
          </w:tcPr>
          <w:p w14:paraId="120E8C2B" w14:textId="0DC32BDB" w:rsidR="00A4634B" w:rsidRPr="005D3E43" w:rsidRDefault="00A4634B" w:rsidP="00A4634B">
            <w:pPr>
              <w:tabs>
                <w:tab w:val="decimal" w:pos="470"/>
              </w:tabs>
              <w:spacing w:line="240" w:lineRule="atLeast"/>
              <w:ind w:right="-115"/>
              <w:rPr>
                <w:sz w:val="20"/>
                <w:cs/>
                <w:lang w:bidi="th-TH"/>
              </w:rPr>
            </w:pPr>
            <w:r>
              <w:rPr>
                <w:sz w:val="20"/>
                <w:lang w:bidi="th-TH"/>
              </w:rPr>
              <w:t>-</w:t>
            </w:r>
          </w:p>
        </w:tc>
      </w:tr>
      <w:tr w:rsidR="00A4634B" w:rsidRPr="005D3E43" w14:paraId="7FC564CA" w14:textId="77777777" w:rsidTr="008C4F7C">
        <w:trPr>
          <w:cantSplit/>
          <w:trHeight w:val="110"/>
        </w:trPr>
        <w:tc>
          <w:tcPr>
            <w:tcW w:w="2801" w:type="dxa"/>
          </w:tcPr>
          <w:p w14:paraId="2AA38737" w14:textId="0E88DB15" w:rsidR="00A4634B" w:rsidRPr="005D3E43" w:rsidRDefault="00A4634B" w:rsidP="00A4634B">
            <w:pPr>
              <w:spacing w:line="240" w:lineRule="atLeast"/>
              <w:ind w:left="-14" w:right="-115"/>
              <w:rPr>
                <w:i/>
                <w:iCs/>
                <w:sz w:val="20"/>
              </w:rPr>
            </w:pPr>
            <w:r w:rsidRPr="005D3E43">
              <w:rPr>
                <w:i/>
                <w:iCs/>
                <w:sz w:val="20"/>
              </w:rPr>
              <w:t xml:space="preserve">   (Under liquidation process)</w:t>
            </w:r>
          </w:p>
        </w:tc>
        <w:tc>
          <w:tcPr>
            <w:tcW w:w="3130" w:type="dxa"/>
          </w:tcPr>
          <w:p w14:paraId="5E8721EB" w14:textId="77777777" w:rsidR="00A4634B" w:rsidRPr="005D3E43" w:rsidRDefault="00A4634B" w:rsidP="00A4634B">
            <w:pPr>
              <w:tabs>
                <w:tab w:val="left" w:pos="540"/>
              </w:tabs>
              <w:spacing w:line="240" w:lineRule="atLeast"/>
              <w:ind w:left="191" w:hanging="191"/>
              <w:rPr>
                <w:sz w:val="20"/>
              </w:rPr>
            </w:pPr>
          </w:p>
        </w:tc>
        <w:tc>
          <w:tcPr>
            <w:tcW w:w="200" w:type="dxa"/>
          </w:tcPr>
          <w:p w14:paraId="012D2584" w14:textId="77777777" w:rsidR="00A4634B" w:rsidRPr="005D3E43" w:rsidRDefault="00A4634B" w:rsidP="00A4634B">
            <w:pPr>
              <w:tabs>
                <w:tab w:val="left" w:pos="540"/>
              </w:tabs>
              <w:spacing w:line="240" w:lineRule="atLeast"/>
              <w:jc w:val="center"/>
              <w:rPr>
                <w:sz w:val="20"/>
              </w:rPr>
            </w:pPr>
          </w:p>
        </w:tc>
        <w:tc>
          <w:tcPr>
            <w:tcW w:w="900" w:type="dxa"/>
            <w:shd w:val="clear" w:color="auto" w:fill="auto"/>
          </w:tcPr>
          <w:p w14:paraId="3C04F712" w14:textId="77777777" w:rsidR="00A4634B" w:rsidRPr="005D3E43" w:rsidRDefault="00A4634B" w:rsidP="00A4634B">
            <w:pPr>
              <w:pStyle w:val="acctfourfigures"/>
              <w:tabs>
                <w:tab w:val="clear" w:pos="765"/>
                <w:tab w:val="decimal" w:pos="641"/>
              </w:tabs>
              <w:spacing w:line="240" w:lineRule="atLeast"/>
              <w:rPr>
                <w:sz w:val="20"/>
              </w:rPr>
            </w:pPr>
          </w:p>
        </w:tc>
        <w:tc>
          <w:tcPr>
            <w:tcW w:w="180" w:type="dxa"/>
          </w:tcPr>
          <w:p w14:paraId="25873746" w14:textId="77777777" w:rsidR="00A4634B" w:rsidRPr="005D3E43" w:rsidRDefault="00A4634B" w:rsidP="00A4634B">
            <w:pPr>
              <w:pStyle w:val="acctfourfigures"/>
              <w:tabs>
                <w:tab w:val="clear" w:pos="765"/>
                <w:tab w:val="decimal" w:pos="641"/>
              </w:tabs>
              <w:spacing w:line="240" w:lineRule="atLeast"/>
              <w:rPr>
                <w:sz w:val="20"/>
              </w:rPr>
            </w:pPr>
          </w:p>
        </w:tc>
        <w:tc>
          <w:tcPr>
            <w:tcW w:w="880" w:type="dxa"/>
          </w:tcPr>
          <w:p w14:paraId="4F602D2E" w14:textId="77777777" w:rsidR="00A4634B" w:rsidRPr="005D3E43" w:rsidRDefault="00A4634B" w:rsidP="00A4634B">
            <w:pPr>
              <w:pStyle w:val="acctfourfigures"/>
              <w:tabs>
                <w:tab w:val="clear" w:pos="765"/>
                <w:tab w:val="decimal" w:pos="600"/>
              </w:tabs>
              <w:spacing w:line="240" w:lineRule="atLeast"/>
              <w:rPr>
                <w:sz w:val="20"/>
              </w:rPr>
            </w:pPr>
          </w:p>
        </w:tc>
        <w:tc>
          <w:tcPr>
            <w:tcW w:w="900" w:type="dxa"/>
            <w:shd w:val="clear" w:color="auto" w:fill="auto"/>
          </w:tcPr>
          <w:p w14:paraId="37B212C1"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180" w:type="dxa"/>
          </w:tcPr>
          <w:p w14:paraId="4586562C"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963" w:type="dxa"/>
          </w:tcPr>
          <w:p w14:paraId="4DA4AA94" w14:textId="77777777" w:rsidR="00A4634B" w:rsidRPr="005D3E43" w:rsidRDefault="00A4634B" w:rsidP="00A4634B">
            <w:pPr>
              <w:pStyle w:val="acctfourfigures"/>
              <w:tabs>
                <w:tab w:val="clear" w:pos="765"/>
                <w:tab w:val="decimal" w:pos="795"/>
              </w:tabs>
              <w:spacing w:line="240" w:lineRule="atLeast"/>
              <w:ind w:left="-115" w:right="-75"/>
              <w:rPr>
                <w:sz w:val="20"/>
              </w:rPr>
            </w:pPr>
          </w:p>
        </w:tc>
        <w:tc>
          <w:tcPr>
            <w:tcW w:w="180" w:type="dxa"/>
          </w:tcPr>
          <w:p w14:paraId="4130CC61"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1017" w:type="dxa"/>
          </w:tcPr>
          <w:p w14:paraId="081D6C33"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180" w:type="dxa"/>
          </w:tcPr>
          <w:p w14:paraId="6BCC9486"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949" w:type="dxa"/>
          </w:tcPr>
          <w:p w14:paraId="226ADB22"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180" w:type="dxa"/>
          </w:tcPr>
          <w:p w14:paraId="786563F7"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910" w:type="dxa"/>
          </w:tcPr>
          <w:p w14:paraId="64B8F8E8"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180" w:type="dxa"/>
          </w:tcPr>
          <w:p w14:paraId="2731D7FD"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907" w:type="dxa"/>
          </w:tcPr>
          <w:p w14:paraId="3E37DA7B"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r>
      <w:tr w:rsidR="00A4634B" w:rsidRPr="005D3E43" w14:paraId="3A9AFB37" w14:textId="77777777" w:rsidTr="008C4F7C">
        <w:trPr>
          <w:cantSplit/>
          <w:trHeight w:val="110"/>
        </w:trPr>
        <w:tc>
          <w:tcPr>
            <w:tcW w:w="2801" w:type="dxa"/>
          </w:tcPr>
          <w:p w14:paraId="52B89DDB" w14:textId="77777777" w:rsidR="00A4634B" w:rsidRPr="005D3E43" w:rsidRDefault="00A4634B" w:rsidP="00A4634B">
            <w:pPr>
              <w:spacing w:line="240" w:lineRule="atLeast"/>
              <w:ind w:left="-14" w:right="-115"/>
              <w:rPr>
                <w:sz w:val="20"/>
              </w:rPr>
            </w:pPr>
            <w:r w:rsidRPr="005D3E43">
              <w:rPr>
                <w:b/>
                <w:bCs/>
                <w:i/>
                <w:iCs/>
                <w:sz w:val="20"/>
              </w:rPr>
              <w:t>Indirect</w:t>
            </w:r>
          </w:p>
        </w:tc>
        <w:tc>
          <w:tcPr>
            <w:tcW w:w="3130" w:type="dxa"/>
          </w:tcPr>
          <w:p w14:paraId="0F8CB9CC" w14:textId="77777777" w:rsidR="00A4634B" w:rsidRPr="005D3E43" w:rsidRDefault="00A4634B" w:rsidP="00A4634B">
            <w:pPr>
              <w:tabs>
                <w:tab w:val="left" w:pos="540"/>
              </w:tabs>
              <w:spacing w:line="240" w:lineRule="atLeast"/>
              <w:ind w:left="191" w:hanging="191"/>
              <w:rPr>
                <w:sz w:val="20"/>
              </w:rPr>
            </w:pPr>
          </w:p>
        </w:tc>
        <w:tc>
          <w:tcPr>
            <w:tcW w:w="200" w:type="dxa"/>
          </w:tcPr>
          <w:p w14:paraId="24C0756B" w14:textId="77777777" w:rsidR="00A4634B" w:rsidRPr="005D3E43" w:rsidRDefault="00A4634B" w:rsidP="00A4634B">
            <w:pPr>
              <w:tabs>
                <w:tab w:val="left" w:pos="540"/>
              </w:tabs>
              <w:spacing w:line="240" w:lineRule="atLeast"/>
              <w:jc w:val="center"/>
              <w:rPr>
                <w:sz w:val="20"/>
              </w:rPr>
            </w:pPr>
          </w:p>
        </w:tc>
        <w:tc>
          <w:tcPr>
            <w:tcW w:w="900" w:type="dxa"/>
            <w:shd w:val="clear" w:color="auto" w:fill="auto"/>
          </w:tcPr>
          <w:p w14:paraId="06654717" w14:textId="77777777" w:rsidR="00A4634B" w:rsidRPr="005D3E43" w:rsidRDefault="00A4634B" w:rsidP="00A4634B">
            <w:pPr>
              <w:pStyle w:val="acctfourfigures"/>
              <w:tabs>
                <w:tab w:val="clear" w:pos="765"/>
                <w:tab w:val="decimal" w:pos="641"/>
              </w:tabs>
              <w:spacing w:line="240" w:lineRule="atLeast"/>
              <w:rPr>
                <w:sz w:val="20"/>
              </w:rPr>
            </w:pPr>
          </w:p>
        </w:tc>
        <w:tc>
          <w:tcPr>
            <w:tcW w:w="180" w:type="dxa"/>
          </w:tcPr>
          <w:p w14:paraId="76650030" w14:textId="77777777" w:rsidR="00A4634B" w:rsidRPr="005D3E43" w:rsidRDefault="00A4634B" w:rsidP="00A4634B">
            <w:pPr>
              <w:pStyle w:val="acctfourfigures"/>
              <w:tabs>
                <w:tab w:val="clear" w:pos="765"/>
                <w:tab w:val="decimal" w:pos="641"/>
              </w:tabs>
              <w:spacing w:line="240" w:lineRule="atLeast"/>
              <w:rPr>
                <w:sz w:val="20"/>
              </w:rPr>
            </w:pPr>
          </w:p>
        </w:tc>
        <w:tc>
          <w:tcPr>
            <w:tcW w:w="880" w:type="dxa"/>
          </w:tcPr>
          <w:p w14:paraId="1BC5328B" w14:textId="77777777" w:rsidR="00A4634B" w:rsidRPr="005D3E43" w:rsidRDefault="00A4634B" w:rsidP="00A4634B">
            <w:pPr>
              <w:pStyle w:val="acctfourfigures"/>
              <w:tabs>
                <w:tab w:val="clear" w:pos="765"/>
                <w:tab w:val="decimal" w:pos="600"/>
              </w:tabs>
              <w:spacing w:line="240" w:lineRule="atLeast"/>
              <w:rPr>
                <w:sz w:val="20"/>
              </w:rPr>
            </w:pPr>
          </w:p>
        </w:tc>
        <w:tc>
          <w:tcPr>
            <w:tcW w:w="900" w:type="dxa"/>
            <w:shd w:val="clear" w:color="auto" w:fill="auto"/>
          </w:tcPr>
          <w:p w14:paraId="7730B0C5"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180" w:type="dxa"/>
          </w:tcPr>
          <w:p w14:paraId="21FA7133"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963" w:type="dxa"/>
          </w:tcPr>
          <w:p w14:paraId="1FD58047" w14:textId="77777777" w:rsidR="00A4634B" w:rsidRPr="005D3E43" w:rsidRDefault="00A4634B" w:rsidP="00A4634B">
            <w:pPr>
              <w:pStyle w:val="acctfourfigures"/>
              <w:tabs>
                <w:tab w:val="clear" w:pos="765"/>
                <w:tab w:val="decimal" w:pos="795"/>
              </w:tabs>
              <w:spacing w:line="240" w:lineRule="atLeast"/>
              <w:ind w:left="-115" w:right="-75"/>
              <w:rPr>
                <w:sz w:val="20"/>
              </w:rPr>
            </w:pPr>
          </w:p>
        </w:tc>
        <w:tc>
          <w:tcPr>
            <w:tcW w:w="180" w:type="dxa"/>
          </w:tcPr>
          <w:p w14:paraId="5CA6F9F6"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1017" w:type="dxa"/>
            <w:tcBorders>
              <w:bottom w:val="nil"/>
            </w:tcBorders>
          </w:tcPr>
          <w:p w14:paraId="0CD027DD"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180" w:type="dxa"/>
          </w:tcPr>
          <w:p w14:paraId="2896066E"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949" w:type="dxa"/>
            <w:tcBorders>
              <w:bottom w:val="nil"/>
            </w:tcBorders>
          </w:tcPr>
          <w:p w14:paraId="1E8165D5"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180" w:type="dxa"/>
          </w:tcPr>
          <w:p w14:paraId="652C54DF"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910" w:type="dxa"/>
            <w:tcBorders>
              <w:bottom w:val="nil"/>
            </w:tcBorders>
          </w:tcPr>
          <w:p w14:paraId="70C0ED90"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180" w:type="dxa"/>
          </w:tcPr>
          <w:p w14:paraId="3466A580"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907" w:type="dxa"/>
            <w:tcBorders>
              <w:bottom w:val="nil"/>
            </w:tcBorders>
          </w:tcPr>
          <w:p w14:paraId="60E7E076"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r>
      <w:tr w:rsidR="00A4634B" w:rsidRPr="005D3E43" w14:paraId="6CE7DC2E" w14:textId="77777777" w:rsidTr="008C4F7C">
        <w:trPr>
          <w:cantSplit/>
          <w:trHeight w:val="110"/>
        </w:trPr>
        <w:tc>
          <w:tcPr>
            <w:tcW w:w="2801" w:type="dxa"/>
          </w:tcPr>
          <w:p w14:paraId="66A4397B" w14:textId="77777777" w:rsidR="00A4634B" w:rsidRPr="005D3E43" w:rsidRDefault="00A4634B" w:rsidP="00A4634B">
            <w:pPr>
              <w:spacing w:line="240" w:lineRule="atLeast"/>
              <w:ind w:left="-14" w:right="-115"/>
              <w:rPr>
                <w:b/>
                <w:bCs/>
                <w:i/>
                <w:iCs/>
                <w:sz w:val="20"/>
              </w:rPr>
            </w:pPr>
            <w:proofErr w:type="spellStart"/>
            <w:r w:rsidRPr="005D3E43">
              <w:rPr>
                <w:sz w:val="20"/>
              </w:rPr>
              <w:t>Praram</w:t>
            </w:r>
            <w:proofErr w:type="spellEnd"/>
            <w:r w:rsidRPr="005D3E43">
              <w:rPr>
                <w:sz w:val="20"/>
              </w:rPr>
              <w:t xml:space="preserve"> 9 Square Hotel Ltd.</w:t>
            </w:r>
          </w:p>
        </w:tc>
        <w:tc>
          <w:tcPr>
            <w:tcW w:w="3130" w:type="dxa"/>
          </w:tcPr>
          <w:p w14:paraId="453E0EFB" w14:textId="77777777" w:rsidR="00A4634B" w:rsidRPr="005D3E43" w:rsidRDefault="00A4634B" w:rsidP="00A4634B">
            <w:pPr>
              <w:tabs>
                <w:tab w:val="left" w:pos="540"/>
              </w:tabs>
              <w:spacing w:line="240" w:lineRule="atLeast"/>
              <w:ind w:left="191" w:hanging="191"/>
              <w:rPr>
                <w:sz w:val="20"/>
              </w:rPr>
            </w:pPr>
            <w:r w:rsidRPr="005D3E43">
              <w:rPr>
                <w:sz w:val="20"/>
              </w:rPr>
              <w:t>Hotel</w:t>
            </w:r>
          </w:p>
        </w:tc>
        <w:tc>
          <w:tcPr>
            <w:tcW w:w="200" w:type="dxa"/>
          </w:tcPr>
          <w:p w14:paraId="78D19137" w14:textId="77777777" w:rsidR="00A4634B" w:rsidRPr="005D3E43" w:rsidRDefault="00A4634B" w:rsidP="00A4634B">
            <w:pPr>
              <w:tabs>
                <w:tab w:val="left" w:pos="540"/>
              </w:tabs>
              <w:spacing w:line="240" w:lineRule="atLeast"/>
              <w:jc w:val="center"/>
              <w:rPr>
                <w:sz w:val="20"/>
              </w:rPr>
            </w:pPr>
          </w:p>
        </w:tc>
        <w:tc>
          <w:tcPr>
            <w:tcW w:w="900" w:type="dxa"/>
            <w:shd w:val="clear" w:color="auto" w:fill="auto"/>
          </w:tcPr>
          <w:p w14:paraId="1ABCE99D" w14:textId="5BFA6690" w:rsidR="00A4634B" w:rsidRPr="005D3E43" w:rsidRDefault="00A4634B" w:rsidP="00A4634B">
            <w:pPr>
              <w:pStyle w:val="acctfourfigures"/>
              <w:tabs>
                <w:tab w:val="clear" w:pos="765"/>
                <w:tab w:val="decimal" w:pos="641"/>
              </w:tabs>
              <w:spacing w:line="240" w:lineRule="atLeast"/>
              <w:rPr>
                <w:sz w:val="20"/>
                <w:lang w:bidi="th-TH"/>
              </w:rPr>
            </w:pPr>
            <w:r w:rsidRPr="005D3E43">
              <w:rPr>
                <w:sz w:val="20"/>
                <w:lang w:bidi="th-TH"/>
              </w:rPr>
              <w:t>100.00</w:t>
            </w:r>
          </w:p>
        </w:tc>
        <w:tc>
          <w:tcPr>
            <w:tcW w:w="180" w:type="dxa"/>
          </w:tcPr>
          <w:p w14:paraId="5C5ADE9C" w14:textId="77777777" w:rsidR="00A4634B" w:rsidRPr="005D3E43" w:rsidRDefault="00A4634B" w:rsidP="00A4634B">
            <w:pPr>
              <w:pStyle w:val="block"/>
              <w:tabs>
                <w:tab w:val="decimal" w:pos="641"/>
              </w:tabs>
              <w:spacing w:after="0" w:line="240" w:lineRule="atLeast"/>
              <w:ind w:left="0"/>
              <w:rPr>
                <w:sz w:val="20"/>
                <w:lang w:val="en-US" w:bidi="th-TH"/>
              </w:rPr>
            </w:pPr>
          </w:p>
        </w:tc>
        <w:tc>
          <w:tcPr>
            <w:tcW w:w="880" w:type="dxa"/>
          </w:tcPr>
          <w:p w14:paraId="251AF7D1" w14:textId="77777777" w:rsidR="00A4634B" w:rsidRPr="005D3E43" w:rsidRDefault="00A4634B" w:rsidP="00A4634B">
            <w:pPr>
              <w:pStyle w:val="acctfourfigures"/>
              <w:tabs>
                <w:tab w:val="clear" w:pos="765"/>
                <w:tab w:val="decimal" w:pos="600"/>
              </w:tabs>
              <w:spacing w:line="240" w:lineRule="atLeast"/>
              <w:rPr>
                <w:sz w:val="20"/>
                <w:lang w:bidi="th-TH"/>
              </w:rPr>
            </w:pPr>
            <w:r w:rsidRPr="005D3E43">
              <w:rPr>
                <w:sz w:val="20"/>
                <w:lang w:bidi="th-TH"/>
              </w:rPr>
              <w:t>100.00</w:t>
            </w:r>
          </w:p>
        </w:tc>
        <w:tc>
          <w:tcPr>
            <w:tcW w:w="900" w:type="dxa"/>
            <w:shd w:val="clear" w:color="auto" w:fill="auto"/>
          </w:tcPr>
          <w:p w14:paraId="16A1CB0B" w14:textId="2FFF285E" w:rsidR="00A4634B" w:rsidRPr="005D3E43" w:rsidRDefault="00A4634B" w:rsidP="00A4634B">
            <w:pPr>
              <w:pStyle w:val="acctfourfigures"/>
              <w:tabs>
                <w:tab w:val="clear" w:pos="765"/>
                <w:tab w:val="decimal" w:pos="795"/>
              </w:tabs>
              <w:spacing w:line="240" w:lineRule="atLeast"/>
              <w:ind w:left="-115" w:right="-75"/>
              <w:rPr>
                <w:sz w:val="20"/>
              </w:rPr>
            </w:pPr>
            <w:r w:rsidRPr="005D3E43">
              <w:rPr>
                <w:sz w:val="20"/>
              </w:rPr>
              <w:t>16,000</w:t>
            </w:r>
          </w:p>
        </w:tc>
        <w:tc>
          <w:tcPr>
            <w:tcW w:w="180" w:type="dxa"/>
          </w:tcPr>
          <w:p w14:paraId="57F72EB9"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963" w:type="dxa"/>
          </w:tcPr>
          <w:p w14:paraId="40C86538" w14:textId="77777777" w:rsidR="00A4634B" w:rsidRPr="005D3E43" w:rsidRDefault="00A4634B" w:rsidP="00A4634B">
            <w:pPr>
              <w:pStyle w:val="acctfourfigures"/>
              <w:tabs>
                <w:tab w:val="clear" w:pos="765"/>
                <w:tab w:val="decimal" w:pos="795"/>
              </w:tabs>
              <w:spacing w:line="240" w:lineRule="atLeast"/>
              <w:ind w:left="-115" w:right="-75"/>
              <w:rPr>
                <w:sz w:val="20"/>
                <w:lang w:val="en-US"/>
              </w:rPr>
            </w:pPr>
            <w:r w:rsidRPr="005D3E43">
              <w:rPr>
                <w:sz w:val="20"/>
              </w:rPr>
              <w:t>16,000</w:t>
            </w:r>
          </w:p>
        </w:tc>
        <w:tc>
          <w:tcPr>
            <w:tcW w:w="180" w:type="dxa"/>
          </w:tcPr>
          <w:p w14:paraId="62DFF267"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1017" w:type="dxa"/>
            <w:tcBorders>
              <w:top w:val="nil"/>
              <w:bottom w:val="single" w:sz="4" w:space="0" w:color="auto"/>
            </w:tcBorders>
          </w:tcPr>
          <w:p w14:paraId="44634A2F" w14:textId="37D442CF" w:rsidR="00A4634B" w:rsidRPr="005D3E43" w:rsidRDefault="00A4634B" w:rsidP="00A4634B">
            <w:pPr>
              <w:tabs>
                <w:tab w:val="decimal" w:pos="470"/>
              </w:tabs>
              <w:spacing w:line="240" w:lineRule="atLeast"/>
              <w:ind w:right="-115"/>
              <w:rPr>
                <w:sz w:val="20"/>
                <w:cs/>
                <w:lang w:bidi="th-TH"/>
              </w:rPr>
            </w:pPr>
            <w:r w:rsidRPr="005D3E43">
              <w:rPr>
                <w:sz w:val="20"/>
              </w:rPr>
              <w:t>-</w:t>
            </w:r>
          </w:p>
        </w:tc>
        <w:tc>
          <w:tcPr>
            <w:tcW w:w="180" w:type="dxa"/>
          </w:tcPr>
          <w:p w14:paraId="3021D513" w14:textId="77777777" w:rsidR="00A4634B" w:rsidRPr="005D3E43" w:rsidRDefault="00A4634B" w:rsidP="00A4634B">
            <w:pPr>
              <w:tabs>
                <w:tab w:val="decimal" w:pos="581"/>
              </w:tabs>
              <w:spacing w:line="240" w:lineRule="atLeast"/>
              <w:rPr>
                <w:sz w:val="20"/>
              </w:rPr>
            </w:pPr>
          </w:p>
        </w:tc>
        <w:tc>
          <w:tcPr>
            <w:tcW w:w="949" w:type="dxa"/>
            <w:tcBorders>
              <w:top w:val="nil"/>
              <w:bottom w:val="single" w:sz="4" w:space="0" w:color="auto"/>
            </w:tcBorders>
          </w:tcPr>
          <w:p w14:paraId="1CF8183D" w14:textId="77777777" w:rsidR="00A4634B" w:rsidRPr="005D3E43" w:rsidRDefault="00A4634B" w:rsidP="00A4634B">
            <w:pPr>
              <w:tabs>
                <w:tab w:val="decimal" w:pos="470"/>
              </w:tabs>
              <w:spacing w:line="240" w:lineRule="atLeast"/>
              <w:ind w:right="-115"/>
              <w:rPr>
                <w:sz w:val="20"/>
                <w:cs/>
                <w:lang w:bidi="th-TH"/>
              </w:rPr>
            </w:pPr>
            <w:r w:rsidRPr="005D3E43">
              <w:rPr>
                <w:sz w:val="20"/>
              </w:rPr>
              <w:t>-</w:t>
            </w:r>
          </w:p>
        </w:tc>
        <w:tc>
          <w:tcPr>
            <w:tcW w:w="180" w:type="dxa"/>
          </w:tcPr>
          <w:p w14:paraId="74C6A9EF" w14:textId="77777777" w:rsidR="00A4634B" w:rsidRPr="005D3E43" w:rsidRDefault="00A4634B" w:rsidP="00A4634B">
            <w:pPr>
              <w:pStyle w:val="acctfourfigures"/>
              <w:tabs>
                <w:tab w:val="clear" w:pos="765"/>
                <w:tab w:val="decimal" w:pos="947"/>
              </w:tabs>
              <w:spacing w:line="240" w:lineRule="atLeast"/>
              <w:ind w:left="-115" w:right="-97"/>
              <w:jc w:val="thaiDistribute"/>
              <w:rPr>
                <w:sz w:val="20"/>
              </w:rPr>
            </w:pPr>
          </w:p>
        </w:tc>
        <w:tc>
          <w:tcPr>
            <w:tcW w:w="910" w:type="dxa"/>
            <w:tcBorders>
              <w:top w:val="nil"/>
              <w:bottom w:val="single" w:sz="4" w:space="0" w:color="auto"/>
            </w:tcBorders>
          </w:tcPr>
          <w:p w14:paraId="0472247F" w14:textId="21E9614A" w:rsidR="00A4634B" w:rsidRPr="005D3E43" w:rsidRDefault="00A4634B" w:rsidP="00A4634B">
            <w:pPr>
              <w:tabs>
                <w:tab w:val="decimal" w:pos="470"/>
              </w:tabs>
              <w:spacing w:line="240" w:lineRule="atLeast"/>
              <w:ind w:right="-115"/>
              <w:rPr>
                <w:sz w:val="20"/>
                <w:cs/>
                <w:lang w:bidi="th-TH"/>
              </w:rPr>
            </w:pPr>
            <w:r>
              <w:rPr>
                <w:sz w:val="20"/>
                <w:lang w:bidi="th-TH"/>
              </w:rPr>
              <w:t>-</w:t>
            </w:r>
          </w:p>
        </w:tc>
        <w:tc>
          <w:tcPr>
            <w:tcW w:w="180" w:type="dxa"/>
          </w:tcPr>
          <w:p w14:paraId="29EEDA8E" w14:textId="77777777" w:rsidR="00A4634B" w:rsidRPr="005D3E43" w:rsidRDefault="00A4634B" w:rsidP="00A4634B">
            <w:pPr>
              <w:tabs>
                <w:tab w:val="decimal" w:pos="581"/>
              </w:tabs>
              <w:spacing w:line="240" w:lineRule="atLeast"/>
              <w:rPr>
                <w:sz w:val="20"/>
              </w:rPr>
            </w:pPr>
          </w:p>
        </w:tc>
        <w:tc>
          <w:tcPr>
            <w:tcW w:w="907" w:type="dxa"/>
            <w:tcBorders>
              <w:top w:val="nil"/>
              <w:bottom w:val="single" w:sz="4" w:space="0" w:color="auto"/>
            </w:tcBorders>
          </w:tcPr>
          <w:p w14:paraId="4B4338D3" w14:textId="11462A5A" w:rsidR="00A4634B" w:rsidRPr="005D3E43" w:rsidRDefault="00A4634B" w:rsidP="00A4634B">
            <w:pPr>
              <w:tabs>
                <w:tab w:val="decimal" w:pos="470"/>
              </w:tabs>
              <w:spacing w:line="240" w:lineRule="atLeast"/>
              <w:ind w:right="-115"/>
              <w:rPr>
                <w:sz w:val="20"/>
                <w:cs/>
                <w:lang w:bidi="th-TH"/>
              </w:rPr>
            </w:pPr>
            <w:r>
              <w:rPr>
                <w:sz w:val="20"/>
                <w:lang w:bidi="th-TH"/>
              </w:rPr>
              <w:t>-</w:t>
            </w:r>
          </w:p>
        </w:tc>
      </w:tr>
      <w:tr w:rsidR="00CF5F9C" w:rsidRPr="005D3E43" w14:paraId="10A00957" w14:textId="77777777" w:rsidTr="008C4F7C">
        <w:trPr>
          <w:cantSplit/>
          <w:trHeight w:val="110"/>
        </w:trPr>
        <w:tc>
          <w:tcPr>
            <w:tcW w:w="2801" w:type="dxa"/>
          </w:tcPr>
          <w:p w14:paraId="15F6AF46" w14:textId="77777777" w:rsidR="00CF5F9C" w:rsidRPr="005D3E43" w:rsidRDefault="00CF5F9C" w:rsidP="00CF5F9C">
            <w:pPr>
              <w:spacing w:line="240" w:lineRule="atLeast"/>
              <w:ind w:left="-14" w:right="-115"/>
              <w:rPr>
                <w:b/>
                <w:bCs/>
                <w:sz w:val="20"/>
              </w:rPr>
            </w:pPr>
            <w:r w:rsidRPr="005D3E43">
              <w:rPr>
                <w:b/>
                <w:bCs/>
                <w:sz w:val="20"/>
              </w:rPr>
              <w:t>Total</w:t>
            </w:r>
          </w:p>
        </w:tc>
        <w:tc>
          <w:tcPr>
            <w:tcW w:w="3130" w:type="dxa"/>
          </w:tcPr>
          <w:p w14:paraId="33AECCE6" w14:textId="77777777" w:rsidR="00CF5F9C" w:rsidRPr="005D3E43" w:rsidRDefault="00CF5F9C" w:rsidP="00CF5F9C">
            <w:pPr>
              <w:tabs>
                <w:tab w:val="left" w:pos="540"/>
              </w:tabs>
              <w:spacing w:line="240" w:lineRule="atLeast"/>
              <w:ind w:left="191" w:hanging="191"/>
              <w:rPr>
                <w:sz w:val="20"/>
              </w:rPr>
            </w:pPr>
          </w:p>
        </w:tc>
        <w:tc>
          <w:tcPr>
            <w:tcW w:w="200" w:type="dxa"/>
          </w:tcPr>
          <w:p w14:paraId="53F75D6F" w14:textId="77777777" w:rsidR="00CF5F9C" w:rsidRPr="005D3E43" w:rsidRDefault="00CF5F9C" w:rsidP="00CF5F9C">
            <w:pPr>
              <w:tabs>
                <w:tab w:val="left" w:pos="540"/>
              </w:tabs>
              <w:spacing w:line="240" w:lineRule="atLeast"/>
              <w:jc w:val="center"/>
              <w:rPr>
                <w:sz w:val="20"/>
              </w:rPr>
            </w:pPr>
          </w:p>
        </w:tc>
        <w:tc>
          <w:tcPr>
            <w:tcW w:w="900" w:type="dxa"/>
            <w:shd w:val="clear" w:color="auto" w:fill="auto"/>
          </w:tcPr>
          <w:p w14:paraId="53C848E9" w14:textId="77777777" w:rsidR="00CF5F9C" w:rsidRPr="005D3E43" w:rsidRDefault="00CF5F9C" w:rsidP="00CF5F9C">
            <w:pPr>
              <w:pStyle w:val="acctfourfigures"/>
              <w:tabs>
                <w:tab w:val="clear" w:pos="765"/>
                <w:tab w:val="decimal" w:pos="641"/>
              </w:tabs>
              <w:spacing w:line="240" w:lineRule="atLeast"/>
              <w:rPr>
                <w:sz w:val="20"/>
              </w:rPr>
            </w:pPr>
          </w:p>
        </w:tc>
        <w:tc>
          <w:tcPr>
            <w:tcW w:w="180" w:type="dxa"/>
          </w:tcPr>
          <w:p w14:paraId="45A1E777" w14:textId="77777777" w:rsidR="00CF5F9C" w:rsidRPr="005D3E43" w:rsidRDefault="00CF5F9C" w:rsidP="00CF5F9C">
            <w:pPr>
              <w:pStyle w:val="acctfourfigures"/>
              <w:tabs>
                <w:tab w:val="clear" w:pos="765"/>
                <w:tab w:val="decimal" w:pos="641"/>
              </w:tabs>
              <w:spacing w:line="240" w:lineRule="atLeast"/>
              <w:rPr>
                <w:sz w:val="20"/>
              </w:rPr>
            </w:pPr>
          </w:p>
        </w:tc>
        <w:tc>
          <w:tcPr>
            <w:tcW w:w="880" w:type="dxa"/>
          </w:tcPr>
          <w:p w14:paraId="6F398B62" w14:textId="77777777" w:rsidR="00CF5F9C" w:rsidRPr="005D3E43" w:rsidRDefault="00CF5F9C" w:rsidP="00CF5F9C">
            <w:pPr>
              <w:pStyle w:val="acctfourfigures"/>
              <w:tabs>
                <w:tab w:val="clear" w:pos="765"/>
                <w:tab w:val="decimal" w:pos="641"/>
              </w:tabs>
              <w:spacing w:line="240" w:lineRule="atLeast"/>
              <w:rPr>
                <w:sz w:val="20"/>
              </w:rPr>
            </w:pPr>
          </w:p>
        </w:tc>
        <w:tc>
          <w:tcPr>
            <w:tcW w:w="900" w:type="dxa"/>
            <w:shd w:val="clear" w:color="auto" w:fill="auto"/>
          </w:tcPr>
          <w:p w14:paraId="0DA50F90" w14:textId="77777777" w:rsidR="00CF5F9C" w:rsidRPr="005D3E43" w:rsidRDefault="00CF5F9C" w:rsidP="00CF5F9C">
            <w:pPr>
              <w:pStyle w:val="acctfourfigures"/>
              <w:tabs>
                <w:tab w:val="clear" w:pos="765"/>
                <w:tab w:val="decimal" w:pos="947"/>
              </w:tabs>
              <w:spacing w:line="240" w:lineRule="atLeast"/>
              <w:ind w:left="-115" w:right="-97"/>
              <w:jc w:val="thaiDistribute"/>
              <w:rPr>
                <w:sz w:val="20"/>
              </w:rPr>
            </w:pPr>
          </w:p>
        </w:tc>
        <w:tc>
          <w:tcPr>
            <w:tcW w:w="180" w:type="dxa"/>
          </w:tcPr>
          <w:p w14:paraId="1052BC97" w14:textId="77777777" w:rsidR="00CF5F9C" w:rsidRPr="005D3E43" w:rsidRDefault="00CF5F9C" w:rsidP="00CF5F9C">
            <w:pPr>
              <w:pStyle w:val="acctfourfigures"/>
              <w:tabs>
                <w:tab w:val="clear" w:pos="765"/>
                <w:tab w:val="decimal" w:pos="947"/>
              </w:tabs>
              <w:spacing w:line="240" w:lineRule="atLeast"/>
              <w:ind w:left="-115" w:right="-97"/>
              <w:jc w:val="thaiDistribute"/>
              <w:rPr>
                <w:sz w:val="20"/>
              </w:rPr>
            </w:pPr>
          </w:p>
        </w:tc>
        <w:tc>
          <w:tcPr>
            <w:tcW w:w="963" w:type="dxa"/>
          </w:tcPr>
          <w:p w14:paraId="5119A5F3" w14:textId="77777777" w:rsidR="00CF5F9C" w:rsidRPr="005D3E43" w:rsidRDefault="00CF5F9C" w:rsidP="00CF5F9C">
            <w:pPr>
              <w:pStyle w:val="acctfourfigures"/>
              <w:tabs>
                <w:tab w:val="clear" w:pos="765"/>
                <w:tab w:val="decimal" w:pos="947"/>
              </w:tabs>
              <w:spacing w:line="240" w:lineRule="atLeast"/>
              <w:ind w:left="-115" w:right="-97"/>
              <w:jc w:val="thaiDistribute"/>
              <w:rPr>
                <w:sz w:val="20"/>
              </w:rPr>
            </w:pPr>
          </w:p>
        </w:tc>
        <w:tc>
          <w:tcPr>
            <w:tcW w:w="180" w:type="dxa"/>
          </w:tcPr>
          <w:p w14:paraId="600044DA" w14:textId="77777777" w:rsidR="00CF5F9C" w:rsidRPr="005D3E43" w:rsidRDefault="00CF5F9C" w:rsidP="00CF5F9C">
            <w:pPr>
              <w:pStyle w:val="acctfourfigures"/>
              <w:tabs>
                <w:tab w:val="clear" w:pos="765"/>
                <w:tab w:val="decimal" w:pos="947"/>
              </w:tabs>
              <w:spacing w:line="240" w:lineRule="atLeast"/>
              <w:ind w:left="-115" w:right="-97"/>
              <w:jc w:val="thaiDistribute"/>
              <w:rPr>
                <w:sz w:val="20"/>
              </w:rPr>
            </w:pPr>
          </w:p>
        </w:tc>
        <w:tc>
          <w:tcPr>
            <w:tcW w:w="1017" w:type="dxa"/>
            <w:tcBorders>
              <w:top w:val="single" w:sz="4" w:space="0" w:color="auto"/>
              <w:bottom w:val="double" w:sz="4" w:space="0" w:color="auto"/>
            </w:tcBorders>
          </w:tcPr>
          <w:p w14:paraId="055E366A" w14:textId="0585E335" w:rsidR="00CF5F9C" w:rsidRPr="005D3E43" w:rsidRDefault="00A4634B" w:rsidP="00CF5F9C">
            <w:pPr>
              <w:pStyle w:val="acctfourfigures"/>
              <w:tabs>
                <w:tab w:val="clear" w:pos="765"/>
                <w:tab w:val="decimal" w:pos="804"/>
              </w:tabs>
              <w:spacing w:line="240" w:lineRule="atLeast"/>
              <w:ind w:left="-115" w:right="-97"/>
              <w:rPr>
                <w:b/>
                <w:bCs/>
                <w:sz w:val="20"/>
              </w:rPr>
            </w:pPr>
            <w:r>
              <w:rPr>
                <w:b/>
                <w:bCs/>
                <w:sz w:val="20"/>
              </w:rPr>
              <w:t>6,807,675</w:t>
            </w:r>
          </w:p>
        </w:tc>
        <w:tc>
          <w:tcPr>
            <w:tcW w:w="180" w:type="dxa"/>
          </w:tcPr>
          <w:p w14:paraId="0A5A4479" w14:textId="77777777" w:rsidR="00CF5F9C" w:rsidRPr="005D3E43" w:rsidRDefault="00CF5F9C" w:rsidP="00CF5F9C">
            <w:pPr>
              <w:tabs>
                <w:tab w:val="decimal" w:pos="581"/>
              </w:tabs>
              <w:spacing w:line="240" w:lineRule="atLeast"/>
              <w:rPr>
                <w:b/>
                <w:bCs/>
                <w:sz w:val="20"/>
              </w:rPr>
            </w:pPr>
          </w:p>
        </w:tc>
        <w:tc>
          <w:tcPr>
            <w:tcW w:w="949" w:type="dxa"/>
            <w:tcBorders>
              <w:top w:val="single" w:sz="4" w:space="0" w:color="auto"/>
              <w:bottom w:val="double" w:sz="4" w:space="0" w:color="auto"/>
            </w:tcBorders>
          </w:tcPr>
          <w:p w14:paraId="44017FC4" w14:textId="77777777" w:rsidR="00CF5F9C" w:rsidRPr="005D3E43" w:rsidRDefault="00CF5F9C" w:rsidP="00CF5F9C">
            <w:pPr>
              <w:pStyle w:val="acctfourfigures"/>
              <w:tabs>
                <w:tab w:val="clear" w:pos="765"/>
                <w:tab w:val="decimal" w:pos="804"/>
              </w:tabs>
              <w:spacing w:line="240" w:lineRule="atLeast"/>
              <w:ind w:left="-115" w:right="-97"/>
              <w:rPr>
                <w:b/>
                <w:bCs/>
                <w:sz w:val="20"/>
              </w:rPr>
            </w:pPr>
            <w:r w:rsidRPr="005D3E43">
              <w:rPr>
                <w:b/>
                <w:bCs/>
                <w:sz w:val="20"/>
              </w:rPr>
              <w:t>6,817,375</w:t>
            </w:r>
          </w:p>
        </w:tc>
        <w:tc>
          <w:tcPr>
            <w:tcW w:w="180" w:type="dxa"/>
          </w:tcPr>
          <w:p w14:paraId="088F69AF" w14:textId="77777777" w:rsidR="00CF5F9C" w:rsidRPr="005D3E43" w:rsidRDefault="00CF5F9C" w:rsidP="00CF5F9C">
            <w:pPr>
              <w:pStyle w:val="acctfourfigures"/>
              <w:tabs>
                <w:tab w:val="clear" w:pos="765"/>
                <w:tab w:val="decimal" w:pos="947"/>
              </w:tabs>
              <w:spacing w:line="240" w:lineRule="atLeast"/>
              <w:ind w:left="-115" w:right="-97"/>
              <w:jc w:val="thaiDistribute"/>
              <w:rPr>
                <w:b/>
                <w:bCs/>
                <w:sz w:val="20"/>
              </w:rPr>
            </w:pPr>
          </w:p>
        </w:tc>
        <w:tc>
          <w:tcPr>
            <w:tcW w:w="910" w:type="dxa"/>
            <w:tcBorders>
              <w:top w:val="single" w:sz="4" w:space="0" w:color="auto"/>
              <w:bottom w:val="double" w:sz="4" w:space="0" w:color="auto"/>
            </w:tcBorders>
          </w:tcPr>
          <w:p w14:paraId="00D60C23" w14:textId="541F5AC7" w:rsidR="00CF5F9C" w:rsidRPr="005D3E43" w:rsidRDefault="00A4634B" w:rsidP="008C4F7C">
            <w:pPr>
              <w:tabs>
                <w:tab w:val="decimal" w:pos="744"/>
              </w:tabs>
              <w:spacing w:line="240" w:lineRule="atLeast"/>
              <w:ind w:right="-115"/>
              <w:rPr>
                <w:b/>
                <w:bCs/>
                <w:sz w:val="20"/>
                <w:cs/>
                <w:lang w:bidi="th-TH"/>
              </w:rPr>
            </w:pPr>
            <w:r>
              <w:rPr>
                <w:b/>
                <w:bCs/>
                <w:sz w:val="20"/>
                <w:lang w:bidi="th-TH"/>
              </w:rPr>
              <w:t>59,877</w:t>
            </w:r>
          </w:p>
        </w:tc>
        <w:tc>
          <w:tcPr>
            <w:tcW w:w="180" w:type="dxa"/>
          </w:tcPr>
          <w:p w14:paraId="2E9C389D" w14:textId="77777777" w:rsidR="00CF5F9C" w:rsidRPr="005D3E43" w:rsidRDefault="00CF5F9C" w:rsidP="00CF5F9C">
            <w:pPr>
              <w:tabs>
                <w:tab w:val="decimal" w:pos="581"/>
              </w:tabs>
              <w:spacing w:line="240" w:lineRule="atLeast"/>
              <w:rPr>
                <w:b/>
                <w:bCs/>
                <w:sz w:val="20"/>
              </w:rPr>
            </w:pPr>
          </w:p>
        </w:tc>
        <w:tc>
          <w:tcPr>
            <w:tcW w:w="907" w:type="dxa"/>
            <w:tcBorders>
              <w:top w:val="single" w:sz="4" w:space="0" w:color="auto"/>
              <w:bottom w:val="double" w:sz="4" w:space="0" w:color="auto"/>
            </w:tcBorders>
          </w:tcPr>
          <w:p w14:paraId="3A34A4B8" w14:textId="4BD389B3" w:rsidR="00CF5F9C" w:rsidRPr="005D3E43" w:rsidRDefault="00A4634B" w:rsidP="00CF5F9C">
            <w:pPr>
              <w:tabs>
                <w:tab w:val="decimal" w:pos="470"/>
              </w:tabs>
              <w:spacing w:line="240" w:lineRule="atLeast"/>
              <w:ind w:right="-115"/>
              <w:rPr>
                <w:b/>
                <w:bCs/>
                <w:sz w:val="20"/>
                <w:szCs w:val="25"/>
                <w:cs/>
                <w:lang w:bidi="th-TH"/>
              </w:rPr>
            </w:pPr>
            <w:r>
              <w:rPr>
                <w:b/>
                <w:bCs/>
                <w:sz w:val="20"/>
                <w:szCs w:val="25"/>
                <w:lang w:bidi="th-TH"/>
              </w:rPr>
              <w:t>-</w:t>
            </w:r>
          </w:p>
        </w:tc>
      </w:tr>
    </w:tbl>
    <w:p w14:paraId="66930C58" w14:textId="77777777" w:rsidR="005A2BAB" w:rsidRPr="005D3E43" w:rsidRDefault="005A2BAB" w:rsidP="00BD503E">
      <w:pPr>
        <w:pStyle w:val="index"/>
        <w:numPr>
          <w:ilvl w:val="0"/>
          <w:numId w:val="0"/>
        </w:numPr>
        <w:tabs>
          <w:tab w:val="left" w:pos="540"/>
        </w:tabs>
        <w:jc w:val="thaiDistribute"/>
        <w:rPr>
          <w:highlight w:val="yellow"/>
        </w:rPr>
      </w:pPr>
    </w:p>
    <w:p w14:paraId="324D7F96" w14:textId="77777777" w:rsidR="00AD51EA" w:rsidRPr="005D3E43" w:rsidRDefault="00AD51EA" w:rsidP="00BD503E">
      <w:pPr>
        <w:pStyle w:val="index"/>
        <w:numPr>
          <w:ilvl w:val="0"/>
          <w:numId w:val="0"/>
        </w:numPr>
        <w:tabs>
          <w:tab w:val="left" w:pos="540"/>
        </w:tabs>
        <w:jc w:val="thaiDistribute"/>
        <w:rPr>
          <w:highlight w:val="yellow"/>
        </w:rPr>
      </w:pPr>
      <w:r w:rsidRPr="005D3E43">
        <w:tab/>
        <w:t>All subsidiaries were incorporated and operated in Thailand.</w:t>
      </w:r>
    </w:p>
    <w:p w14:paraId="62245B62" w14:textId="77777777" w:rsidR="00AD51EA" w:rsidRPr="005D3E43" w:rsidRDefault="00AD51EA" w:rsidP="00BE5111">
      <w:pPr>
        <w:ind w:firstLine="562"/>
        <w:jc w:val="both"/>
        <w:rPr>
          <w:bCs/>
          <w:szCs w:val="22"/>
        </w:rPr>
      </w:pPr>
    </w:p>
    <w:p w14:paraId="27D299CB" w14:textId="1625ACC1" w:rsidR="00BE5111" w:rsidRPr="005D3E43" w:rsidRDefault="00BE5111" w:rsidP="00BE5111">
      <w:pPr>
        <w:ind w:firstLine="562"/>
        <w:jc w:val="both"/>
        <w:rPr>
          <w:szCs w:val="22"/>
          <w:cs/>
        </w:rPr>
      </w:pPr>
      <w:r w:rsidRPr="005D3E43">
        <w:rPr>
          <w:bCs/>
          <w:szCs w:val="22"/>
        </w:rPr>
        <w:t xml:space="preserve">None of the </w:t>
      </w:r>
      <w:r w:rsidR="00A55D91">
        <w:rPr>
          <w:bCs/>
          <w:szCs w:val="22"/>
        </w:rPr>
        <w:t>Company</w:t>
      </w:r>
      <w:r w:rsidRPr="005D3E43">
        <w:rPr>
          <w:bCs/>
          <w:szCs w:val="22"/>
        </w:rPr>
        <w:t>’s subsidiaries are publicly listed and consequently do not have published price quotations.</w:t>
      </w:r>
    </w:p>
    <w:p w14:paraId="5562B665" w14:textId="77777777" w:rsidR="002E299F" w:rsidRPr="005D3E43" w:rsidRDefault="005A2BAB" w:rsidP="00B038A2">
      <w:pPr>
        <w:tabs>
          <w:tab w:val="left" w:pos="6750"/>
        </w:tabs>
        <w:spacing w:line="240" w:lineRule="auto"/>
        <w:ind w:left="450"/>
        <w:jc w:val="both"/>
        <w:rPr>
          <w:highlight w:val="yellow"/>
          <w:lang w:bidi="th-TH"/>
        </w:rPr>
      </w:pPr>
      <w:r w:rsidRPr="005D3E43">
        <w:rPr>
          <w:highlight w:val="yellow"/>
          <w:lang w:bidi="th-TH"/>
        </w:rPr>
        <w:br w:type="page"/>
      </w:r>
    </w:p>
    <w:p w14:paraId="46FC1CA1" w14:textId="77777777" w:rsidR="005A2BAB" w:rsidRPr="005D3E43" w:rsidRDefault="005A2BAB" w:rsidP="00393322">
      <w:pPr>
        <w:spacing w:line="240" w:lineRule="auto"/>
        <w:ind w:left="450"/>
        <w:jc w:val="both"/>
        <w:rPr>
          <w:highlight w:val="yellow"/>
          <w:lang w:bidi="th-TH"/>
        </w:rPr>
        <w:sectPr w:rsidR="005A2BAB" w:rsidRPr="005D3E43" w:rsidSect="009029F2">
          <w:pgSz w:w="16840" w:h="11907" w:orient="landscape"/>
          <w:pgMar w:top="691" w:right="1152" w:bottom="576" w:left="1152" w:header="720" w:footer="720" w:gutter="0"/>
          <w:cols w:space="720"/>
          <w:docGrid w:linePitch="299"/>
        </w:sectPr>
      </w:pPr>
    </w:p>
    <w:p w14:paraId="50E32175" w14:textId="77777777" w:rsidR="00A733C1" w:rsidRPr="005D3E43" w:rsidRDefault="00BB408D" w:rsidP="00A733C1">
      <w:pPr>
        <w:pStyle w:val="index"/>
        <w:numPr>
          <w:ilvl w:val="0"/>
          <w:numId w:val="0"/>
        </w:numPr>
        <w:tabs>
          <w:tab w:val="left" w:pos="540"/>
        </w:tabs>
        <w:jc w:val="thaiDistribute"/>
        <w:rPr>
          <w:b/>
          <w:bCs/>
          <w:sz w:val="24"/>
          <w:szCs w:val="24"/>
        </w:rPr>
      </w:pPr>
      <w:r w:rsidRPr="005D3E43">
        <w:rPr>
          <w:b/>
          <w:bCs/>
          <w:sz w:val="24"/>
          <w:szCs w:val="24"/>
        </w:rPr>
        <w:lastRenderedPageBreak/>
        <w:t>10</w:t>
      </w:r>
      <w:r w:rsidR="00A733C1" w:rsidRPr="005D3E43">
        <w:rPr>
          <w:b/>
          <w:bCs/>
          <w:sz w:val="24"/>
          <w:szCs w:val="24"/>
        </w:rPr>
        <w:tab/>
      </w:r>
      <w:r w:rsidR="00420DEC" w:rsidRPr="005D3E43">
        <w:rPr>
          <w:b/>
          <w:bCs/>
          <w:sz w:val="24"/>
          <w:szCs w:val="24"/>
        </w:rPr>
        <w:t>Investment properties</w:t>
      </w:r>
    </w:p>
    <w:p w14:paraId="34875E98" w14:textId="77777777" w:rsidR="00061F3F" w:rsidRPr="005D3E43" w:rsidRDefault="00061F3F" w:rsidP="00A733C1">
      <w:pPr>
        <w:pStyle w:val="index"/>
        <w:numPr>
          <w:ilvl w:val="0"/>
          <w:numId w:val="0"/>
        </w:numPr>
        <w:tabs>
          <w:tab w:val="left" w:pos="540"/>
        </w:tabs>
        <w:jc w:val="thaiDistribute"/>
        <w:rPr>
          <w:b/>
          <w:bCs/>
          <w:szCs w:val="22"/>
        </w:rPr>
      </w:pPr>
    </w:p>
    <w:p w14:paraId="4844C5EF" w14:textId="77777777" w:rsidR="00061F3F" w:rsidRPr="005D3E43" w:rsidRDefault="00061F3F" w:rsidP="00A733C1">
      <w:pPr>
        <w:pStyle w:val="index"/>
        <w:numPr>
          <w:ilvl w:val="0"/>
          <w:numId w:val="0"/>
        </w:numPr>
        <w:tabs>
          <w:tab w:val="left" w:pos="540"/>
        </w:tabs>
        <w:jc w:val="thaiDistribute"/>
        <w:rPr>
          <w:lang w:val="en-US" w:bidi="th-TH"/>
        </w:rPr>
      </w:pPr>
      <w:r w:rsidRPr="005D3E43">
        <w:rPr>
          <w:cs/>
          <w:lang w:val="en-US"/>
        </w:rPr>
        <w:tab/>
      </w:r>
      <w:r w:rsidRPr="005D3E43">
        <w:rPr>
          <w:lang w:val="en-US"/>
        </w:rPr>
        <w:t xml:space="preserve">Movements </w:t>
      </w:r>
      <w:r w:rsidR="00282140" w:rsidRPr="005D3E43">
        <w:rPr>
          <w:lang w:val="en-US"/>
        </w:rPr>
        <w:t>of investment properties</w:t>
      </w:r>
      <w:r w:rsidRPr="005D3E43">
        <w:rPr>
          <w:lang w:val="en-US" w:bidi="th-TH"/>
        </w:rPr>
        <w:t xml:space="preserve"> were as follows:</w:t>
      </w:r>
    </w:p>
    <w:p w14:paraId="3542B8E4" w14:textId="77777777" w:rsidR="00CF5F9C" w:rsidRPr="005D3E43" w:rsidRDefault="00CF5F9C" w:rsidP="007B3B5B">
      <w:pPr>
        <w:spacing w:line="240" w:lineRule="auto"/>
        <w:jc w:val="both"/>
        <w:rPr>
          <w:highlight w:val="yellow"/>
          <w:lang w:bidi="th-TH"/>
        </w:rPr>
      </w:pPr>
    </w:p>
    <w:tbl>
      <w:tblPr>
        <w:tblW w:w="9261" w:type="dxa"/>
        <w:tblInd w:w="450" w:type="dxa"/>
        <w:tblBorders>
          <w:bottom w:val="single" w:sz="4" w:space="0" w:color="auto"/>
        </w:tblBorders>
        <w:tblLayout w:type="fixed"/>
        <w:tblLook w:val="0000" w:firstRow="0" w:lastRow="0" w:firstColumn="0" w:lastColumn="0" w:noHBand="0" w:noVBand="0"/>
      </w:tblPr>
      <w:tblGrid>
        <w:gridCol w:w="2970"/>
        <w:gridCol w:w="1340"/>
        <w:gridCol w:w="236"/>
        <w:gridCol w:w="1294"/>
        <w:gridCol w:w="236"/>
        <w:gridCol w:w="1478"/>
        <w:gridCol w:w="238"/>
        <w:gridCol w:w="1469"/>
      </w:tblGrid>
      <w:tr w:rsidR="00CE0E9C" w:rsidRPr="005D3E43" w14:paraId="010625E5" w14:textId="77777777" w:rsidTr="003B35F9">
        <w:trPr>
          <w:cantSplit/>
          <w:tblHeader/>
        </w:trPr>
        <w:tc>
          <w:tcPr>
            <w:tcW w:w="2970" w:type="dxa"/>
          </w:tcPr>
          <w:p w14:paraId="33DBB64B" w14:textId="77777777" w:rsidR="00CE0E9C" w:rsidRPr="005D3E43" w:rsidRDefault="00CE0E9C" w:rsidP="00FD091F">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p>
        </w:tc>
        <w:tc>
          <w:tcPr>
            <w:tcW w:w="4584" w:type="dxa"/>
            <w:gridSpan w:val="5"/>
          </w:tcPr>
          <w:p w14:paraId="0EED23DB" w14:textId="77777777" w:rsidR="00CE0E9C" w:rsidRPr="005D3E43" w:rsidRDefault="00CE0E9C" w:rsidP="00FD091F">
            <w:pPr>
              <w:pStyle w:val="acctmergecolhdg"/>
              <w:spacing w:line="240" w:lineRule="atLeast"/>
              <w:ind w:left="-105" w:right="-112"/>
              <w:rPr>
                <w:bCs/>
                <w:sz w:val="18"/>
                <w:szCs w:val="18"/>
              </w:rPr>
            </w:pPr>
            <w:r w:rsidRPr="005D3E43">
              <w:rPr>
                <w:bCs/>
                <w:sz w:val="18"/>
                <w:szCs w:val="18"/>
              </w:rPr>
              <w:t>Consolidated financial</w:t>
            </w:r>
          </w:p>
        </w:tc>
        <w:tc>
          <w:tcPr>
            <w:tcW w:w="238" w:type="dxa"/>
          </w:tcPr>
          <w:p w14:paraId="3A853C69" w14:textId="77777777" w:rsidR="00CE0E9C" w:rsidRPr="005D3E43" w:rsidRDefault="00CE0E9C" w:rsidP="00FD091F">
            <w:pPr>
              <w:pStyle w:val="acctfourfigures"/>
              <w:spacing w:line="240" w:lineRule="atLeast"/>
              <w:ind w:left="-105" w:right="-112"/>
              <w:rPr>
                <w:b/>
                <w:bCs/>
                <w:sz w:val="18"/>
                <w:szCs w:val="18"/>
              </w:rPr>
            </w:pPr>
          </w:p>
        </w:tc>
        <w:tc>
          <w:tcPr>
            <w:tcW w:w="1469" w:type="dxa"/>
          </w:tcPr>
          <w:p w14:paraId="099700CB" w14:textId="11937693" w:rsidR="00CE0E9C" w:rsidRPr="005D3E43" w:rsidRDefault="00CE0E9C" w:rsidP="00517951">
            <w:pPr>
              <w:pStyle w:val="acctmergecolhdg"/>
              <w:spacing w:line="240" w:lineRule="atLeast"/>
              <w:ind w:left="-202" w:right="-112" w:firstLine="97"/>
              <w:rPr>
                <w:b w:val="0"/>
                <w:bCs/>
                <w:sz w:val="18"/>
                <w:szCs w:val="18"/>
              </w:rPr>
            </w:pPr>
            <w:r w:rsidRPr="005D3E43">
              <w:rPr>
                <w:bCs/>
                <w:sz w:val="18"/>
                <w:szCs w:val="18"/>
              </w:rPr>
              <w:t>Separate financial</w:t>
            </w:r>
          </w:p>
        </w:tc>
      </w:tr>
      <w:tr w:rsidR="00CE0E9C" w:rsidRPr="005D3E43" w14:paraId="1F2729B2" w14:textId="77777777" w:rsidTr="003B35F9">
        <w:trPr>
          <w:cantSplit/>
          <w:tblHeader/>
        </w:trPr>
        <w:tc>
          <w:tcPr>
            <w:tcW w:w="2970" w:type="dxa"/>
          </w:tcPr>
          <w:p w14:paraId="63E873DE" w14:textId="77777777" w:rsidR="00CE0E9C" w:rsidRPr="005D3E43" w:rsidRDefault="00CE0E9C" w:rsidP="00FD091F">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p>
        </w:tc>
        <w:tc>
          <w:tcPr>
            <w:tcW w:w="4584" w:type="dxa"/>
            <w:gridSpan w:val="5"/>
          </w:tcPr>
          <w:p w14:paraId="67B1F5E5" w14:textId="77777777" w:rsidR="00CE0E9C" w:rsidRPr="005D3E43" w:rsidRDefault="00CE0E9C" w:rsidP="00FD091F">
            <w:pPr>
              <w:pStyle w:val="acctmergecolhdg"/>
              <w:spacing w:line="240" w:lineRule="atLeast"/>
              <w:ind w:left="-105" w:right="-112"/>
              <w:rPr>
                <w:bCs/>
                <w:sz w:val="18"/>
                <w:szCs w:val="18"/>
              </w:rPr>
            </w:pPr>
            <w:r w:rsidRPr="005D3E43">
              <w:rPr>
                <w:bCs/>
                <w:sz w:val="18"/>
                <w:szCs w:val="18"/>
              </w:rPr>
              <w:t>statements</w:t>
            </w:r>
          </w:p>
        </w:tc>
        <w:tc>
          <w:tcPr>
            <w:tcW w:w="238" w:type="dxa"/>
          </w:tcPr>
          <w:p w14:paraId="31334D3A" w14:textId="77777777" w:rsidR="00CE0E9C" w:rsidRPr="005D3E43" w:rsidRDefault="00CE0E9C" w:rsidP="00FD091F">
            <w:pPr>
              <w:pStyle w:val="acctfourfigures"/>
              <w:spacing w:line="240" w:lineRule="atLeast"/>
              <w:ind w:left="-105" w:right="-112"/>
              <w:rPr>
                <w:b/>
                <w:bCs/>
                <w:sz w:val="18"/>
                <w:szCs w:val="18"/>
              </w:rPr>
            </w:pPr>
          </w:p>
        </w:tc>
        <w:tc>
          <w:tcPr>
            <w:tcW w:w="1469" w:type="dxa"/>
          </w:tcPr>
          <w:p w14:paraId="263A2195" w14:textId="599C50E1" w:rsidR="00CE0E9C" w:rsidRPr="005D3E43" w:rsidRDefault="00CE0E9C" w:rsidP="00FD091F">
            <w:pPr>
              <w:pStyle w:val="acctmergecolhdg"/>
              <w:spacing w:line="240" w:lineRule="atLeast"/>
              <w:ind w:left="-105" w:right="-112"/>
              <w:rPr>
                <w:b w:val="0"/>
                <w:bCs/>
                <w:sz w:val="18"/>
                <w:szCs w:val="18"/>
              </w:rPr>
            </w:pPr>
            <w:r w:rsidRPr="005D3E43">
              <w:rPr>
                <w:bCs/>
                <w:sz w:val="18"/>
                <w:szCs w:val="18"/>
              </w:rPr>
              <w:t>statements</w:t>
            </w:r>
          </w:p>
        </w:tc>
      </w:tr>
      <w:tr w:rsidR="00A4634B" w:rsidRPr="005D3E43" w14:paraId="6C723E3C" w14:textId="77777777" w:rsidTr="003B35F9">
        <w:trPr>
          <w:cantSplit/>
          <w:tblHeader/>
        </w:trPr>
        <w:tc>
          <w:tcPr>
            <w:tcW w:w="2970" w:type="dxa"/>
          </w:tcPr>
          <w:p w14:paraId="3C775FF7" w14:textId="77777777" w:rsidR="00A4634B" w:rsidRPr="005D3E43" w:rsidRDefault="00A4634B" w:rsidP="00517951">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p>
        </w:tc>
        <w:tc>
          <w:tcPr>
            <w:tcW w:w="1340" w:type="dxa"/>
          </w:tcPr>
          <w:p w14:paraId="4AA95973" w14:textId="77777777" w:rsidR="00A4634B" w:rsidRPr="005D3E43" w:rsidRDefault="00A4634B" w:rsidP="00517951">
            <w:pPr>
              <w:pStyle w:val="acctmergecolhdg"/>
              <w:spacing w:line="240" w:lineRule="atLeast"/>
              <w:ind w:left="-105" w:right="-112"/>
              <w:rPr>
                <w:bCs/>
                <w:sz w:val="18"/>
                <w:szCs w:val="18"/>
              </w:rPr>
            </w:pPr>
            <w:r w:rsidRPr="005D3E43">
              <w:rPr>
                <w:bCs/>
                <w:sz w:val="18"/>
                <w:szCs w:val="18"/>
                <w:lang w:val="en-US" w:bidi="th-TH"/>
              </w:rPr>
              <w:t>Own</w:t>
            </w:r>
          </w:p>
        </w:tc>
        <w:tc>
          <w:tcPr>
            <w:tcW w:w="236" w:type="dxa"/>
          </w:tcPr>
          <w:p w14:paraId="5DD97EFF" w14:textId="77777777" w:rsidR="00A4634B" w:rsidRPr="005D3E43" w:rsidRDefault="00A4634B" w:rsidP="00517951">
            <w:pPr>
              <w:pStyle w:val="acctmergecolhdg"/>
              <w:spacing w:line="240" w:lineRule="atLeast"/>
              <w:ind w:left="-105" w:right="-112"/>
              <w:rPr>
                <w:bCs/>
                <w:sz w:val="18"/>
                <w:szCs w:val="18"/>
              </w:rPr>
            </w:pPr>
          </w:p>
        </w:tc>
        <w:tc>
          <w:tcPr>
            <w:tcW w:w="1294" w:type="dxa"/>
          </w:tcPr>
          <w:p w14:paraId="7BE9DDE4" w14:textId="77777777" w:rsidR="00A4634B" w:rsidRPr="005D3E43" w:rsidRDefault="00A4634B" w:rsidP="00517951">
            <w:pPr>
              <w:pStyle w:val="acctmergecolhdg"/>
              <w:spacing w:line="240" w:lineRule="atLeast"/>
              <w:ind w:left="-105" w:right="-112"/>
              <w:rPr>
                <w:bCs/>
                <w:sz w:val="18"/>
                <w:szCs w:val="18"/>
              </w:rPr>
            </w:pPr>
            <w:r w:rsidRPr="005D3E43">
              <w:rPr>
                <w:bCs/>
                <w:sz w:val="18"/>
                <w:szCs w:val="18"/>
              </w:rPr>
              <w:t>Right of</w:t>
            </w:r>
          </w:p>
        </w:tc>
        <w:tc>
          <w:tcPr>
            <w:tcW w:w="236" w:type="dxa"/>
          </w:tcPr>
          <w:p w14:paraId="55F26B30" w14:textId="77777777" w:rsidR="00A4634B" w:rsidRPr="005D3E43" w:rsidRDefault="00A4634B" w:rsidP="00517951">
            <w:pPr>
              <w:pStyle w:val="acctmergecolhdg"/>
              <w:spacing w:line="240" w:lineRule="atLeast"/>
              <w:ind w:left="-111" w:right="-112"/>
              <w:rPr>
                <w:bCs/>
                <w:sz w:val="18"/>
                <w:szCs w:val="18"/>
              </w:rPr>
            </w:pPr>
          </w:p>
        </w:tc>
        <w:tc>
          <w:tcPr>
            <w:tcW w:w="1478" w:type="dxa"/>
          </w:tcPr>
          <w:p w14:paraId="5006F7EA" w14:textId="77777777" w:rsidR="00A4634B" w:rsidRPr="005D3E43" w:rsidRDefault="00A4634B" w:rsidP="00517951">
            <w:pPr>
              <w:pStyle w:val="acctmergecolhdg"/>
              <w:spacing w:line="240" w:lineRule="atLeast"/>
              <w:ind w:left="-105" w:right="-112"/>
              <w:rPr>
                <w:bCs/>
                <w:sz w:val="18"/>
                <w:szCs w:val="18"/>
              </w:rPr>
            </w:pPr>
          </w:p>
        </w:tc>
        <w:tc>
          <w:tcPr>
            <w:tcW w:w="238" w:type="dxa"/>
          </w:tcPr>
          <w:p w14:paraId="36619FEE" w14:textId="77777777" w:rsidR="00A4634B" w:rsidRPr="005D3E43" w:rsidRDefault="00A4634B" w:rsidP="00517951">
            <w:pPr>
              <w:pStyle w:val="acctfourfigures"/>
              <w:spacing w:line="240" w:lineRule="atLeast"/>
              <w:ind w:left="-105" w:right="-112"/>
              <w:rPr>
                <w:b/>
                <w:bCs/>
                <w:sz w:val="18"/>
                <w:szCs w:val="18"/>
              </w:rPr>
            </w:pPr>
          </w:p>
        </w:tc>
        <w:tc>
          <w:tcPr>
            <w:tcW w:w="1469" w:type="dxa"/>
          </w:tcPr>
          <w:p w14:paraId="5A4131B8" w14:textId="77777777" w:rsidR="00A4634B" w:rsidRPr="005D3E43" w:rsidRDefault="00A4634B" w:rsidP="00517951">
            <w:pPr>
              <w:pStyle w:val="acctmergecolhdg"/>
              <w:spacing w:line="240" w:lineRule="atLeast"/>
              <w:ind w:left="-105" w:right="-112"/>
              <w:rPr>
                <w:bCs/>
                <w:sz w:val="18"/>
                <w:szCs w:val="18"/>
              </w:rPr>
            </w:pPr>
            <w:r w:rsidRPr="005D3E43">
              <w:rPr>
                <w:bCs/>
                <w:sz w:val="18"/>
                <w:szCs w:val="18"/>
                <w:lang w:val="en-US" w:bidi="th-TH"/>
              </w:rPr>
              <w:t>Own</w:t>
            </w:r>
          </w:p>
        </w:tc>
      </w:tr>
      <w:tr w:rsidR="00A4634B" w:rsidRPr="005D3E43" w14:paraId="386593BC" w14:textId="77777777" w:rsidTr="003B35F9">
        <w:trPr>
          <w:cantSplit/>
          <w:tblHeader/>
        </w:trPr>
        <w:tc>
          <w:tcPr>
            <w:tcW w:w="2970" w:type="dxa"/>
          </w:tcPr>
          <w:p w14:paraId="75CA6247" w14:textId="77777777" w:rsidR="00A4634B" w:rsidRPr="005D3E43" w:rsidRDefault="00A4634B" w:rsidP="00517951">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p>
        </w:tc>
        <w:tc>
          <w:tcPr>
            <w:tcW w:w="1340" w:type="dxa"/>
          </w:tcPr>
          <w:p w14:paraId="70293FF1" w14:textId="77777777" w:rsidR="00A4634B" w:rsidRPr="005D3E43" w:rsidRDefault="00A4634B" w:rsidP="00517951">
            <w:pPr>
              <w:pStyle w:val="acctmergecolhdg"/>
              <w:spacing w:line="240" w:lineRule="atLeast"/>
              <w:ind w:left="-105" w:right="-112"/>
              <w:rPr>
                <w:bCs/>
                <w:sz w:val="18"/>
                <w:szCs w:val="18"/>
              </w:rPr>
            </w:pPr>
            <w:r w:rsidRPr="005D3E43">
              <w:rPr>
                <w:bCs/>
                <w:sz w:val="18"/>
                <w:szCs w:val="18"/>
                <w:lang w:val="en-US" w:bidi="th-TH"/>
              </w:rPr>
              <w:t>assets</w:t>
            </w:r>
          </w:p>
        </w:tc>
        <w:tc>
          <w:tcPr>
            <w:tcW w:w="236" w:type="dxa"/>
          </w:tcPr>
          <w:p w14:paraId="7986EE05" w14:textId="77777777" w:rsidR="00A4634B" w:rsidRPr="005D3E43" w:rsidRDefault="00A4634B" w:rsidP="00517951">
            <w:pPr>
              <w:pStyle w:val="acctmergecolhdg"/>
              <w:spacing w:line="240" w:lineRule="atLeast"/>
              <w:ind w:left="-105" w:right="-112"/>
              <w:rPr>
                <w:bCs/>
                <w:sz w:val="18"/>
                <w:szCs w:val="18"/>
              </w:rPr>
            </w:pPr>
          </w:p>
        </w:tc>
        <w:tc>
          <w:tcPr>
            <w:tcW w:w="1294" w:type="dxa"/>
          </w:tcPr>
          <w:p w14:paraId="48661E31" w14:textId="77777777" w:rsidR="00A4634B" w:rsidRPr="005D3E43" w:rsidRDefault="00A4634B" w:rsidP="00517951">
            <w:pPr>
              <w:pStyle w:val="acctmergecolhdg"/>
              <w:spacing w:line="240" w:lineRule="atLeast"/>
              <w:ind w:left="-105" w:right="-112"/>
              <w:rPr>
                <w:bCs/>
                <w:sz w:val="18"/>
                <w:szCs w:val="18"/>
              </w:rPr>
            </w:pPr>
            <w:r w:rsidRPr="005D3E43">
              <w:rPr>
                <w:bCs/>
                <w:sz w:val="18"/>
                <w:szCs w:val="18"/>
              </w:rPr>
              <w:t>use assets</w:t>
            </w:r>
          </w:p>
        </w:tc>
        <w:tc>
          <w:tcPr>
            <w:tcW w:w="236" w:type="dxa"/>
          </w:tcPr>
          <w:p w14:paraId="10A118B1" w14:textId="77777777" w:rsidR="00A4634B" w:rsidRPr="005D3E43" w:rsidRDefault="00A4634B" w:rsidP="00517951">
            <w:pPr>
              <w:pStyle w:val="acctmergecolhdg"/>
              <w:spacing w:line="240" w:lineRule="atLeast"/>
              <w:ind w:left="-111" w:right="-112"/>
              <w:rPr>
                <w:bCs/>
                <w:sz w:val="18"/>
                <w:szCs w:val="18"/>
              </w:rPr>
            </w:pPr>
          </w:p>
        </w:tc>
        <w:tc>
          <w:tcPr>
            <w:tcW w:w="1478" w:type="dxa"/>
          </w:tcPr>
          <w:p w14:paraId="0F3CFE71" w14:textId="77777777" w:rsidR="00A4634B" w:rsidRPr="005D3E43" w:rsidRDefault="00A4634B" w:rsidP="00517951">
            <w:pPr>
              <w:pStyle w:val="acctmergecolhdg"/>
              <w:spacing w:line="240" w:lineRule="atLeast"/>
              <w:ind w:left="-105" w:right="-112"/>
              <w:rPr>
                <w:bCs/>
                <w:sz w:val="18"/>
                <w:szCs w:val="18"/>
              </w:rPr>
            </w:pPr>
            <w:r w:rsidRPr="005D3E43">
              <w:rPr>
                <w:bCs/>
                <w:sz w:val="18"/>
                <w:szCs w:val="18"/>
              </w:rPr>
              <w:t>Total</w:t>
            </w:r>
          </w:p>
        </w:tc>
        <w:tc>
          <w:tcPr>
            <w:tcW w:w="238" w:type="dxa"/>
          </w:tcPr>
          <w:p w14:paraId="31F9FB1C" w14:textId="77777777" w:rsidR="00A4634B" w:rsidRPr="005D3E43" w:rsidRDefault="00A4634B" w:rsidP="00517951">
            <w:pPr>
              <w:pStyle w:val="acctfourfigures"/>
              <w:spacing w:line="240" w:lineRule="atLeast"/>
              <w:ind w:left="-105" w:right="-112"/>
              <w:rPr>
                <w:b/>
                <w:bCs/>
                <w:sz w:val="18"/>
                <w:szCs w:val="18"/>
              </w:rPr>
            </w:pPr>
          </w:p>
        </w:tc>
        <w:tc>
          <w:tcPr>
            <w:tcW w:w="1469" w:type="dxa"/>
          </w:tcPr>
          <w:p w14:paraId="5E2334A4" w14:textId="77777777" w:rsidR="00A4634B" w:rsidRPr="005D3E43" w:rsidRDefault="00A4634B" w:rsidP="00517951">
            <w:pPr>
              <w:pStyle w:val="acctmergecolhdg"/>
              <w:spacing w:line="240" w:lineRule="atLeast"/>
              <w:ind w:left="-105" w:right="-112"/>
              <w:rPr>
                <w:bCs/>
                <w:sz w:val="18"/>
                <w:szCs w:val="18"/>
              </w:rPr>
            </w:pPr>
            <w:r w:rsidRPr="005D3E43">
              <w:rPr>
                <w:bCs/>
                <w:sz w:val="18"/>
                <w:szCs w:val="18"/>
                <w:lang w:val="en-US" w:bidi="th-TH"/>
              </w:rPr>
              <w:t>assets</w:t>
            </w:r>
          </w:p>
        </w:tc>
      </w:tr>
      <w:tr w:rsidR="00066EF3" w:rsidRPr="005D3E43" w14:paraId="26301C7F" w14:textId="77777777" w:rsidTr="003B35F9">
        <w:trPr>
          <w:cantSplit/>
          <w:tblHeader/>
        </w:trPr>
        <w:tc>
          <w:tcPr>
            <w:tcW w:w="2970" w:type="dxa"/>
          </w:tcPr>
          <w:p w14:paraId="2BE16E69" w14:textId="77777777" w:rsidR="00066EF3" w:rsidRPr="005D3E43" w:rsidRDefault="00066EF3" w:rsidP="00FD091F">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p>
        </w:tc>
        <w:tc>
          <w:tcPr>
            <w:tcW w:w="6291" w:type="dxa"/>
            <w:gridSpan w:val="7"/>
          </w:tcPr>
          <w:p w14:paraId="02558731" w14:textId="77777777" w:rsidR="00066EF3" w:rsidRPr="005D3E43" w:rsidRDefault="00066EF3" w:rsidP="00FD091F">
            <w:pPr>
              <w:pStyle w:val="acctmergecolhdg"/>
              <w:spacing w:line="240" w:lineRule="atLeast"/>
              <w:ind w:left="-105" w:right="-112"/>
              <w:rPr>
                <w:b w:val="0"/>
                <w:bCs/>
                <w:sz w:val="18"/>
                <w:szCs w:val="18"/>
              </w:rPr>
            </w:pPr>
            <w:r w:rsidRPr="005D3E43">
              <w:rPr>
                <w:b w:val="0"/>
                <w:i/>
                <w:iCs/>
                <w:sz w:val="18"/>
                <w:szCs w:val="18"/>
                <w:cs/>
              </w:rPr>
              <w:t>(</w:t>
            </w:r>
            <w:r w:rsidRPr="005D3E43">
              <w:rPr>
                <w:b w:val="0"/>
                <w:i/>
                <w:iCs/>
                <w:sz w:val="18"/>
                <w:szCs w:val="18"/>
              </w:rPr>
              <w:t>in thousand baht</w:t>
            </w:r>
            <w:r w:rsidRPr="005D3E43">
              <w:rPr>
                <w:b w:val="0"/>
                <w:i/>
                <w:iCs/>
                <w:sz w:val="18"/>
                <w:szCs w:val="18"/>
                <w:cs/>
              </w:rPr>
              <w:t>)</w:t>
            </w:r>
          </w:p>
        </w:tc>
      </w:tr>
      <w:tr w:rsidR="00A4634B" w:rsidRPr="005D3E43" w14:paraId="00834A30" w14:textId="77777777" w:rsidTr="003B35F9">
        <w:trPr>
          <w:cantSplit/>
          <w:tblHeader/>
        </w:trPr>
        <w:tc>
          <w:tcPr>
            <w:tcW w:w="2970" w:type="dxa"/>
          </w:tcPr>
          <w:p w14:paraId="1EC208BC" w14:textId="77777777" w:rsidR="00A4634B" w:rsidRPr="005D3E43" w:rsidRDefault="00A4634B" w:rsidP="00517951">
            <w:pPr>
              <w:pStyle w:val="3"/>
              <w:tabs>
                <w:tab w:val="clear" w:pos="360"/>
                <w:tab w:val="clear" w:pos="720"/>
                <w:tab w:val="left" w:pos="327"/>
              </w:tabs>
              <w:spacing w:line="240" w:lineRule="atLeast"/>
              <w:rPr>
                <w:rFonts w:ascii="Times New Roman" w:hAnsi="Times New Roman" w:cs="Times New Roman"/>
                <w:sz w:val="18"/>
                <w:szCs w:val="18"/>
                <w:lang w:val="en-US"/>
              </w:rPr>
            </w:pPr>
            <w:r w:rsidRPr="005D3E43">
              <w:rPr>
                <w:rFonts w:ascii="Times New Roman" w:hAnsi="Times New Roman" w:cs="Times New Roman"/>
                <w:sz w:val="18"/>
                <w:szCs w:val="18"/>
                <w:lang w:val="en-US"/>
              </w:rPr>
              <w:t>At 1 January 2020</w:t>
            </w:r>
          </w:p>
        </w:tc>
        <w:tc>
          <w:tcPr>
            <w:tcW w:w="1340" w:type="dxa"/>
          </w:tcPr>
          <w:p w14:paraId="14D5E18D" w14:textId="41581457" w:rsidR="00A4634B" w:rsidRPr="001A0FF3" w:rsidRDefault="00A4634B" w:rsidP="001A0FF3">
            <w:pPr>
              <w:tabs>
                <w:tab w:val="left" w:pos="336"/>
                <w:tab w:val="decimal" w:pos="426"/>
              </w:tabs>
              <w:ind w:right="-471" w:firstLine="341"/>
              <w:rPr>
                <w:sz w:val="18"/>
                <w:szCs w:val="18"/>
              </w:rPr>
            </w:pPr>
            <w:r w:rsidRPr="001A0FF3">
              <w:rPr>
                <w:sz w:val="18"/>
                <w:szCs w:val="18"/>
              </w:rPr>
              <w:t>22,109,333</w:t>
            </w:r>
          </w:p>
        </w:tc>
        <w:tc>
          <w:tcPr>
            <w:tcW w:w="236" w:type="dxa"/>
          </w:tcPr>
          <w:p w14:paraId="6C3A9C1C" w14:textId="77777777" w:rsidR="00A4634B" w:rsidRPr="005D3E43" w:rsidRDefault="00A4634B" w:rsidP="00FD091F">
            <w:pPr>
              <w:pStyle w:val="acctmergecolhdg"/>
              <w:spacing w:line="240" w:lineRule="atLeast"/>
              <w:ind w:left="-105" w:right="-112"/>
              <w:rPr>
                <w:b w:val="0"/>
                <w:bCs/>
                <w:sz w:val="18"/>
                <w:szCs w:val="18"/>
              </w:rPr>
            </w:pPr>
          </w:p>
        </w:tc>
        <w:tc>
          <w:tcPr>
            <w:tcW w:w="1294" w:type="dxa"/>
          </w:tcPr>
          <w:p w14:paraId="1F83DFBA" w14:textId="02F53C9B" w:rsidR="00A4634B" w:rsidRPr="005D3E43" w:rsidRDefault="00A4634B" w:rsidP="00AD79A9">
            <w:pPr>
              <w:pStyle w:val="acctmergecolhdg"/>
              <w:spacing w:line="240" w:lineRule="atLeast"/>
              <w:ind w:left="-105" w:right="-112" w:firstLine="474"/>
              <w:rPr>
                <w:b w:val="0"/>
                <w:bCs/>
                <w:sz w:val="18"/>
                <w:szCs w:val="18"/>
              </w:rPr>
            </w:pPr>
            <w:r>
              <w:rPr>
                <w:b w:val="0"/>
                <w:bCs/>
                <w:sz w:val="18"/>
                <w:szCs w:val="18"/>
              </w:rPr>
              <w:t>-</w:t>
            </w:r>
          </w:p>
        </w:tc>
        <w:tc>
          <w:tcPr>
            <w:tcW w:w="236" w:type="dxa"/>
          </w:tcPr>
          <w:p w14:paraId="212A984C" w14:textId="77777777" w:rsidR="00A4634B" w:rsidRPr="005D3E43" w:rsidRDefault="00A4634B" w:rsidP="00517951">
            <w:pPr>
              <w:pStyle w:val="acctmergecolhdg"/>
              <w:spacing w:line="240" w:lineRule="atLeast"/>
              <w:ind w:left="-111" w:right="-112"/>
              <w:rPr>
                <w:b w:val="0"/>
                <w:bCs/>
                <w:sz w:val="18"/>
                <w:szCs w:val="18"/>
              </w:rPr>
            </w:pPr>
          </w:p>
        </w:tc>
        <w:tc>
          <w:tcPr>
            <w:tcW w:w="1478" w:type="dxa"/>
          </w:tcPr>
          <w:p w14:paraId="7A215826" w14:textId="23B4F713" w:rsidR="00A4634B" w:rsidRPr="005D3E43" w:rsidRDefault="00A4634B" w:rsidP="00AD79A9">
            <w:pPr>
              <w:pStyle w:val="acctmergecolhdg"/>
              <w:spacing w:line="240" w:lineRule="atLeast"/>
              <w:ind w:left="121" w:right="-192"/>
              <w:rPr>
                <w:b w:val="0"/>
                <w:bCs/>
                <w:sz w:val="18"/>
                <w:szCs w:val="18"/>
              </w:rPr>
            </w:pPr>
            <w:r>
              <w:rPr>
                <w:b w:val="0"/>
                <w:bCs/>
                <w:sz w:val="18"/>
                <w:szCs w:val="18"/>
              </w:rPr>
              <w:t>22,109,333</w:t>
            </w:r>
          </w:p>
        </w:tc>
        <w:tc>
          <w:tcPr>
            <w:tcW w:w="238" w:type="dxa"/>
          </w:tcPr>
          <w:p w14:paraId="6C3FA103" w14:textId="77777777" w:rsidR="00A4634B" w:rsidRPr="005D3E43" w:rsidRDefault="00A4634B" w:rsidP="00FD091F">
            <w:pPr>
              <w:pStyle w:val="acctfourfigures"/>
              <w:spacing w:line="240" w:lineRule="atLeast"/>
              <w:ind w:left="-105" w:right="-112"/>
              <w:rPr>
                <w:sz w:val="18"/>
                <w:szCs w:val="18"/>
              </w:rPr>
            </w:pPr>
          </w:p>
        </w:tc>
        <w:tc>
          <w:tcPr>
            <w:tcW w:w="1469" w:type="dxa"/>
          </w:tcPr>
          <w:p w14:paraId="6010EFFE" w14:textId="2EA5BEF1" w:rsidR="00A4634B" w:rsidRPr="005D3E43" w:rsidRDefault="00A4634B" w:rsidP="00AD79A9">
            <w:pPr>
              <w:pStyle w:val="acctmergecolhdg"/>
              <w:spacing w:line="240" w:lineRule="atLeast"/>
              <w:ind w:left="-105" w:right="-200" w:firstLine="311"/>
              <w:rPr>
                <w:b w:val="0"/>
                <w:bCs/>
                <w:sz w:val="18"/>
                <w:szCs w:val="18"/>
              </w:rPr>
            </w:pPr>
            <w:r>
              <w:rPr>
                <w:b w:val="0"/>
                <w:bCs/>
                <w:sz w:val="18"/>
                <w:szCs w:val="18"/>
              </w:rPr>
              <w:t>10,</w:t>
            </w:r>
            <w:r w:rsidR="00A55D91">
              <w:rPr>
                <w:b w:val="0"/>
                <w:bCs/>
                <w:sz w:val="18"/>
                <w:szCs w:val="18"/>
              </w:rPr>
              <w:t>3</w:t>
            </w:r>
            <w:r>
              <w:rPr>
                <w:b w:val="0"/>
                <w:bCs/>
                <w:sz w:val="18"/>
                <w:szCs w:val="18"/>
              </w:rPr>
              <w:t>82,913</w:t>
            </w:r>
          </w:p>
        </w:tc>
      </w:tr>
      <w:tr w:rsidR="00A4634B" w:rsidRPr="005D3E43" w14:paraId="05B9C0FF" w14:textId="77777777" w:rsidTr="003B35F9">
        <w:trPr>
          <w:cantSplit/>
          <w:tblHeader/>
        </w:trPr>
        <w:tc>
          <w:tcPr>
            <w:tcW w:w="2970" w:type="dxa"/>
          </w:tcPr>
          <w:p w14:paraId="47C1B1EF" w14:textId="144535CC" w:rsidR="00A4634B" w:rsidRPr="005D3E43" w:rsidRDefault="00A4634B" w:rsidP="00FD091F">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proofErr w:type="spellStart"/>
            <w:r w:rsidRPr="005D3E43">
              <w:rPr>
                <w:rFonts w:ascii="Times New Roman" w:hAnsi="Times New Roman" w:cs="Times New Roman"/>
                <w:sz w:val="18"/>
                <w:szCs w:val="18"/>
                <w:lang w:val="en-US"/>
              </w:rPr>
              <w:t>Recognised</w:t>
            </w:r>
            <w:proofErr w:type="spellEnd"/>
            <w:r w:rsidRPr="005D3E43">
              <w:rPr>
                <w:rFonts w:ascii="Times New Roman" w:hAnsi="Times New Roman" w:cs="Times New Roman"/>
                <w:sz w:val="18"/>
                <w:szCs w:val="18"/>
                <w:lang w:val="en-US"/>
              </w:rPr>
              <w:t xml:space="preserve"> right</w:t>
            </w:r>
            <w:r>
              <w:rPr>
                <w:rFonts w:ascii="Times New Roman" w:hAnsi="Times New Roman" w:cs="Times New Roman"/>
                <w:sz w:val="18"/>
                <w:szCs w:val="18"/>
                <w:lang w:val="en-US"/>
              </w:rPr>
              <w:t xml:space="preserve"> </w:t>
            </w:r>
            <w:r w:rsidRPr="005D3E43">
              <w:rPr>
                <w:rFonts w:ascii="Times New Roman" w:hAnsi="Times New Roman" w:cs="Times New Roman"/>
                <w:sz w:val="18"/>
                <w:szCs w:val="18"/>
                <w:lang w:val="en-US"/>
              </w:rPr>
              <w:t>of use from</w:t>
            </w:r>
          </w:p>
        </w:tc>
        <w:tc>
          <w:tcPr>
            <w:tcW w:w="1340" w:type="dxa"/>
          </w:tcPr>
          <w:p w14:paraId="6CD3F4E4" w14:textId="77777777" w:rsidR="00A4634B" w:rsidRPr="005D3E43" w:rsidRDefault="00A4634B" w:rsidP="00286A32">
            <w:pPr>
              <w:pStyle w:val="acctmergecolhdg"/>
              <w:spacing w:line="240" w:lineRule="atLeast"/>
              <w:ind w:left="-105" w:right="71"/>
              <w:rPr>
                <w:b w:val="0"/>
                <w:bCs/>
                <w:sz w:val="18"/>
                <w:szCs w:val="18"/>
              </w:rPr>
            </w:pPr>
          </w:p>
        </w:tc>
        <w:tc>
          <w:tcPr>
            <w:tcW w:w="236" w:type="dxa"/>
          </w:tcPr>
          <w:p w14:paraId="1A66B6AE" w14:textId="77777777" w:rsidR="00A4634B" w:rsidRPr="005D3E43" w:rsidRDefault="00A4634B" w:rsidP="00FD091F">
            <w:pPr>
              <w:pStyle w:val="acctmergecolhdg"/>
              <w:spacing w:line="240" w:lineRule="atLeast"/>
              <w:ind w:left="-105" w:right="-112"/>
              <w:rPr>
                <w:b w:val="0"/>
                <w:bCs/>
                <w:sz w:val="18"/>
                <w:szCs w:val="18"/>
              </w:rPr>
            </w:pPr>
          </w:p>
        </w:tc>
        <w:tc>
          <w:tcPr>
            <w:tcW w:w="1294" w:type="dxa"/>
          </w:tcPr>
          <w:p w14:paraId="717B01C2" w14:textId="77777777" w:rsidR="00A4634B" w:rsidRPr="005D3E43" w:rsidRDefault="00A4634B" w:rsidP="00FD091F">
            <w:pPr>
              <w:pStyle w:val="acctmergecolhdg"/>
              <w:spacing w:line="240" w:lineRule="atLeast"/>
              <w:ind w:left="-105" w:right="-112"/>
              <w:rPr>
                <w:b w:val="0"/>
                <w:bCs/>
                <w:sz w:val="18"/>
                <w:szCs w:val="18"/>
              </w:rPr>
            </w:pPr>
          </w:p>
        </w:tc>
        <w:tc>
          <w:tcPr>
            <w:tcW w:w="236" w:type="dxa"/>
          </w:tcPr>
          <w:p w14:paraId="16FF536F" w14:textId="77777777" w:rsidR="00A4634B" w:rsidRPr="005D3E43" w:rsidRDefault="00A4634B" w:rsidP="00517951">
            <w:pPr>
              <w:pStyle w:val="acctmergecolhdg"/>
              <w:spacing w:line="240" w:lineRule="atLeast"/>
              <w:ind w:left="-111" w:right="-112"/>
              <w:rPr>
                <w:b w:val="0"/>
                <w:bCs/>
                <w:sz w:val="18"/>
                <w:szCs w:val="18"/>
              </w:rPr>
            </w:pPr>
          </w:p>
        </w:tc>
        <w:tc>
          <w:tcPr>
            <w:tcW w:w="1478" w:type="dxa"/>
          </w:tcPr>
          <w:p w14:paraId="5C3088C9" w14:textId="0B7136B7" w:rsidR="00A4634B" w:rsidRPr="005D3E43" w:rsidRDefault="00A4634B" w:rsidP="00AD79A9">
            <w:pPr>
              <w:pStyle w:val="acctmergecolhdg"/>
              <w:spacing w:line="240" w:lineRule="atLeast"/>
              <w:ind w:left="121" w:right="-19"/>
              <w:rPr>
                <w:b w:val="0"/>
                <w:bCs/>
                <w:sz w:val="18"/>
                <w:szCs w:val="18"/>
              </w:rPr>
            </w:pPr>
          </w:p>
        </w:tc>
        <w:tc>
          <w:tcPr>
            <w:tcW w:w="238" w:type="dxa"/>
          </w:tcPr>
          <w:p w14:paraId="4CFC8174" w14:textId="77777777" w:rsidR="00A4634B" w:rsidRPr="005D3E43" w:rsidRDefault="00A4634B" w:rsidP="00FD091F">
            <w:pPr>
              <w:pStyle w:val="acctfourfigures"/>
              <w:spacing w:line="240" w:lineRule="atLeast"/>
              <w:ind w:left="-105" w:right="-112"/>
              <w:rPr>
                <w:sz w:val="18"/>
                <w:szCs w:val="18"/>
              </w:rPr>
            </w:pPr>
          </w:p>
        </w:tc>
        <w:tc>
          <w:tcPr>
            <w:tcW w:w="1469" w:type="dxa"/>
          </w:tcPr>
          <w:p w14:paraId="0DFF1157" w14:textId="77777777" w:rsidR="00A4634B" w:rsidRPr="005D3E43" w:rsidRDefault="00A4634B" w:rsidP="00AD79A9">
            <w:pPr>
              <w:pStyle w:val="acctmergecolhdg"/>
              <w:spacing w:line="240" w:lineRule="atLeast"/>
              <w:ind w:left="-105" w:right="-112" w:firstLine="401"/>
              <w:rPr>
                <w:b w:val="0"/>
                <w:bCs/>
                <w:sz w:val="18"/>
                <w:szCs w:val="18"/>
              </w:rPr>
            </w:pPr>
          </w:p>
        </w:tc>
      </w:tr>
      <w:tr w:rsidR="00A4634B" w:rsidRPr="005D3E43" w14:paraId="033DBDD3" w14:textId="77777777" w:rsidTr="003B35F9">
        <w:trPr>
          <w:cantSplit/>
        </w:trPr>
        <w:tc>
          <w:tcPr>
            <w:tcW w:w="2970" w:type="dxa"/>
          </w:tcPr>
          <w:p w14:paraId="422DB8E0" w14:textId="75342BF4" w:rsidR="00A4634B" w:rsidRPr="005D3E43" w:rsidRDefault="00A4634B" w:rsidP="00FD091F">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r w:rsidRPr="005D3E43">
              <w:rPr>
                <w:rFonts w:ascii="Times New Roman" w:hAnsi="Times New Roman" w:cs="Times New Roman"/>
                <w:sz w:val="18"/>
                <w:szCs w:val="18"/>
                <w:lang w:val="en-US"/>
              </w:rPr>
              <w:t xml:space="preserve">   adoption of</w:t>
            </w:r>
            <w:r>
              <w:rPr>
                <w:rFonts w:ascii="Times New Roman" w:hAnsi="Times New Roman" w:cs="Times New Roman"/>
                <w:sz w:val="18"/>
                <w:szCs w:val="18"/>
                <w:lang w:val="en-US"/>
              </w:rPr>
              <w:t xml:space="preserve"> </w:t>
            </w:r>
            <w:r w:rsidRPr="005D3E43">
              <w:rPr>
                <w:rFonts w:ascii="Times New Roman" w:hAnsi="Times New Roman" w:cs="Times New Roman"/>
                <w:sz w:val="18"/>
                <w:szCs w:val="18"/>
                <w:lang w:val="en-US"/>
              </w:rPr>
              <w:t xml:space="preserve"> TFRS16</w:t>
            </w:r>
          </w:p>
        </w:tc>
        <w:tc>
          <w:tcPr>
            <w:tcW w:w="1340" w:type="dxa"/>
          </w:tcPr>
          <w:p w14:paraId="6F1A32BA" w14:textId="6B111EE6" w:rsidR="00A4634B" w:rsidRPr="005D3E43" w:rsidRDefault="00A4634B" w:rsidP="00286A32">
            <w:pPr>
              <w:tabs>
                <w:tab w:val="decimal" w:pos="1040"/>
              </w:tabs>
              <w:ind w:right="71"/>
              <w:rPr>
                <w:sz w:val="18"/>
                <w:szCs w:val="18"/>
              </w:rPr>
            </w:pPr>
            <w:r>
              <w:rPr>
                <w:sz w:val="18"/>
                <w:szCs w:val="18"/>
              </w:rPr>
              <w:t>-</w:t>
            </w:r>
          </w:p>
        </w:tc>
        <w:tc>
          <w:tcPr>
            <w:tcW w:w="236" w:type="dxa"/>
          </w:tcPr>
          <w:p w14:paraId="5B19031A" w14:textId="77777777" w:rsidR="00A4634B" w:rsidRPr="005D3E43" w:rsidRDefault="00A4634B" w:rsidP="00FD091F">
            <w:pPr>
              <w:jc w:val="center"/>
              <w:rPr>
                <w:b/>
                <w:sz w:val="18"/>
                <w:szCs w:val="18"/>
              </w:rPr>
            </w:pPr>
          </w:p>
        </w:tc>
        <w:tc>
          <w:tcPr>
            <w:tcW w:w="1294" w:type="dxa"/>
          </w:tcPr>
          <w:p w14:paraId="6998EE42" w14:textId="194B908D" w:rsidR="00A4634B" w:rsidRPr="005D3E43" w:rsidRDefault="00A4634B" w:rsidP="00FD091F">
            <w:pPr>
              <w:tabs>
                <w:tab w:val="decimal" w:pos="1040"/>
              </w:tabs>
              <w:rPr>
                <w:sz w:val="18"/>
                <w:szCs w:val="18"/>
              </w:rPr>
            </w:pPr>
            <w:r>
              <w:rPr>
                <w:sz w:val="18"/>
                <w:szCs w:val="18"/>
              </w:rPr>
              <w:t>230,200</w:t>
            </w:r>
          </w:p>
        </w:tc>
        <w:tc>
          <w:tcPr>
            <w:tcW w:w="236" w:type="dxa"/>
          </w:tcPr>
          <w:p w14:paraId="2AF956CF" w14:textId="77777777" w:rsidR="00A4634B" w:rsidRPr="005D3E43" w:rsidRDefault="00A4634B" w:rsidP="00517951">
            <w:pPr>
              <w:tabs>
                <w:tab w:val="decimal" w:pos="1040"/>
              </w:tabs>
              <w:ind w:left="-111"/>
              <w:rPr>
                <w:sz w:val="18"/>
                <w:szCs w:val="18"/>
              </w:rPr>
            </w:pPr>
          </w:p>
        </w:tc>
        <w:tc>
          <w:tcPr>
            <w:tcW w:w="1478" w:type="dxa"/>
          </w:tcPr>
          <w:p w14:paraId="3A840E34" w14:textId="114CCB4C" w:rsidR="00A4634B" w:rsidRPr="005D3E43" w:rsidRDefault="00A4634B" w:rsidP="00AD79A9">
            <w:pPr>
              <w:pStyle w:val="acctmergecolhdg"/>
              <w:spacing w:line="240" w:lineRule="atLeast"/>
              <w:ind w:left="463" w:right="-19"/>
              <w:rPr>
                <w:b w:val="0"/>
                <w:bCs/>
                <w:sz w:val="18"/>
                <w:szCs w:val="18"/>
              </w:rPr>
            </w:pPr>
            <w:r>
              <w:rPr>
                <w:b w:val="0"/>
                <w:bCs/>
                <w:sz w:val="18"/>
                <w:szCs w:val="18"/>
              </w:rPr>
              <w:t>230,200</w:t>
            </w:r>
          </w:p>
        </w:tc>
        <w:tc>
          <w:tcPr>
            <w:tcW w:w="238" w:type="dxa"/>
          </w:tcPr>
          <w:p w14:paraId="7721B3E8" w14:textId="77777777" w:rsidR="00A4634B" w:rsidRPr="005D3E43" w:rsidRDefault="00A4634B" w:rsidP="00FD091F">
            <w:pPr>
              <w:jc w:val="center"/>
              <w:rPr>
                <w:b/>
                <w:sz w:val="18"/>
                <w:szCs w:val="18"/>
              </w:rPr>
            </w:pPr>
          </w:p>
        </w:tc>
        <w:tc>
          <w:tcPr>
            <w:tcW w:w="1469" w:type="dxa"/>
          </w:tcPr>
          <w:p w14:paraId="62FFD55F" w14:textId="6DB0344B" w:rsidR="00A4634B" w:rsidRPr="005D3E43" w:rsidRDefault="00A4634B" w:rsidP="00AD79A9">
            <w:pPr>
              <w:tabs>
                <w:tab w:val="decimal" w:pos="476"/>
              </w:tabs>
              <w:ind w:firstLine="296"/>
              <w:jc w:val="center"/>
              <w:rPr>
                <w:sz w:val="18"/>
                <w:szCs w:val="18"/>
              </w:rPr>
            </w:pPr>
            <w:r>
              <w:rPr>
                <w:sz w:val="18"/>
                <w:szCs w:val="18"/>
              </w:rPr>
              <w:t>-</w:t>
            </w:r>
          </w:p>
        </w:tc>
      </w:tr>
      <w:tr w:rsidR="00AD79A9" w:rsidRPr="005D3E43" w14:paraId="33E8375C" w14:textId="77777777" w:rsidTr="003B35F9">
        <w:trPr>
          <w:cantSplit/>
        </w:trPr>
        <w:tc>
          <w:tcPr>
            <w:tcW w:w="2970" w:type="dxa"/>
          </w:tcPr>
          <w:p w14:paraId="48C3171E" w14:textId="55AEAD87" w:rsidR="00AD79A9" w:rsidRPr="005D3E43" w:rsidRDefault="00AD79A9" w:rsidP="00AD79A9">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r w:rsidRPr="005D3E43">
              <w:rPr>
                <w:rFonts w:ascii="Times New Roman" w:hAnsi="Times New Roman" w:cs="Times New Roman"/>
                <w:sz w:val="18"/>
                <w:szCs w:val="18"/>
                <w:lang w:val="en-US"/>
              </w:rPr>
              <w:t>At 1 January 2020</w:t>
            </w:r>
            <w:r>
              <w:rPr>
                <w:rFonts w:ascii="Times New Roman" w:hAnsi="Times New Roman" w:cs="Times New Roman"/>
                <w:sz w:val="18"/>
                <w:szCs w:val="18"/>
                <w:lang w:val="en-US"/>
              </w:rPr>
              <w:t xml:space="preserve"> - </w:t>
            </w:r>
            <w:r w:rsidRPr="005D3E43">
              <w:rPr>
                <w:rFonts w:ascii="Times New Roman" w:hAnsi="Times New Roman" w:cs="Times New Roman"/>
                <w:sz w:val="18"/>
                <w:szCs w:val="18"/>
                <w:lang w:val="en-US"/>
              </w:rPr>
              <w:t>adjusted</w:t>
            </w:r>
          </w:p>
        </w:tc>
        <w:tc>
          <w:tcPr>
            <w:tcW w:w="1340" w:type="dxa"/>
            <w:tcBorders>
              <w:top w:val="single" w:sz="4" w:space="0" w:color="auto"/>
            </w:tcBorders>
          </w:tcPr>
          <w:p w14:paraId="7F5AB947" w14:textId="2B91B5F9" w:rsidR="00AD79A9" w:rsidRPr="001A0FF3" w:rsidRDefault="00AD79A9" w:rsidP="001A0FF3">
            <w:pPr>
              <w:tabs>
                <w:tab w:val="left" w:pos="336"/>
                <w:tab w:val="decimal" w:pos="426"/>
              </w:tabs>
              <w:ind w:right="-471" w:firstLine="341"/>
              <w:rPr>
                <w:sz w:val="18"/>
                <w:szCs w:val="18"/>
              </w:rPr>
            </w:pPr>
            <w:r w:rsidRPr="001A0FF3">
              <w:rPr>
                <w:sz w:val="18"/>
                <w:szCs w:val="18"/>
              </w:rPr>
              <w:t>22,109,333</w:t>
            </w:r>
          </w:p>
        </w:tc>
        <w:tc>
          <w:tcPr>
            <w:tcW w:w="236" w:type="dxa"/>
          </w:tcPr>
          <w:p w14:paraId="5682E1C3" w14:textId="77777777" w:rsidR="00AD79A9" w:rsidRPr="001A0FF3" w:rsidRDefault="00AD79A9" w:rsidP="00AD79A9">
            <w:pPr>
              <w:jc w:val="center"/>
              <w:rPr>
                <w:bCs/>
                <w:sz w:val="18"/>
                <w:szCs w:val="18"/>
              </w:rPr>
            </w:pPr>
          </w:p>
        </w:tc>
        <w:tc>
          <w:tcPr>
            <w:tcW w:w="1294" w:type="dxa"/>
            <w:tcBorders>
              <w:top w:val="single" w:sz="4" w:space="0" w:color="auto"/>
            </w:tcBorders>
          </w:tcPr>
          <w:p w14:paraId="761BD12D" w14:textId="6BA441F6" w:rsidR="00AD79A9" w:rsidRPr="005D3E43" w:rsidRDefault="00AD79A9" w:rsidP="00C34ACA">
            <w:pPr>
              <w:tabs>
                <w:tab w:val="decimal" w:pos="1040"/>
              </w:tabs>
              <w:rPr>
                <w:sz w:val="18"/>
                <w:szCs w:val="18"/>
              </w:rPr>
            </w:pPr>
            <w:r>
              <w:rPr>
                <w:sz w:val="18"/>
                <w:szCs w:val="18"/>
              </w:rPr>
              <w:t>230,200</w:t>
            </w:r>
          </w:p>
        </w:tc>
        <w:tc>
          <w:tcPr>
            <w:tcW w:w="236" w:type="dxa"/>
          </w:tcPr>
          <w:p w14:paraId="2434954C" w14:textId="77777777" w:rsidR="00AD79A9" w:rsidRPr="005D3E43" w:rsidRDefault="00AD79A9" w:rsidP="00AD79A9">
            <w:pPr>
              <w:tabs>
                <w:tab w:val="decimal" w:pos="1040"/>
              </w:tabs>
              <w:ind w:left="-111"/>
              <w:rPr>
                <w:sz w:val="18"/>
                <w:szCs w:val="18"/>
              </w:rPr>
            </w:pPr>
          </w:p>
        </w:tc>
        <w:tc>
          <w:tcPr>
            <w:tcW w:w="1478" w:type="dxa"/>
            <w:tcBorders>
              <w:top w:val="single" w:sz="4" w:space="0" w:color="auto"/>
            </w:tcBorders>
          </w:tcPr>
          <w:p w14:paraId="10505875" w14:textId="2DE2D6C9" w:rsidR="00AD79A9" w:rsidRPr="005D3E43" w:rsidRDefault="00AD79A9" w:rsidP="00AD79A9">
            <w:pPr>
              <w:pStyle w:val="acctmergecolhdg"/>
              <w:spacing w:line="240" w:lineRule="atLeast"/>
              <w:ind w:left="391" w:right="-19" w:hanging="180"/>
              <w:rPr>
                <w:b w:val="0"/>
                <w:bCs/>
                <w:sz w:val="18"/>
                <w:szCs w:val="18"/>
              </w:rPr>
            </w:pPr>
            <w:r>
              <w:rPr>
                <w:b w:val="0"/>
                <w:bCs/>
                <w:sz w:val="18"/>
                <w:szCs w:val="18"/>
              </w:rPr>
              <w:t>22,339,533</w:t>
            </w:r>
          </w:p>
        </w:tc>
        <w:tc>
          <w:tcPr>
            <w:tcW w:w="238" w:type="dxa"/>
          </w:tcPr>
          <w:p w14:paraId="755E3DCB" w14:textId="77777777" w:rsidR="00AD79A9" w:rsidRPr="005D3E43" w:rsidRDefault="00AD79A9" w:rsidP="00AD79A9">
            <w:pPr>
              <w:jc w:val="center"/>
              <w:rPr>
                <w:b/>
                <w:sz w:val="18"/>
                <w:szCs w:val="18"/>
              </w:rPr>
            </w:pPr>
          </w:p>
        </w:tc>
        <w:tc>
          <w:tcPr>
            <w:tcW w:w="1469" w:type="dxa"/>
            <w:tcBorders>
              <w:top w:val="single" w:sz="4" w:space="0" w:color="auto"/>
            </w:tcBorders>
          </w:tcPr>
          <w:p w14:paraId="3B7584EA" w14:textId="229190EC" w:rsidR="00AD79A9" w:rsidRPr="005D3E43" w:rsidRDefault="00AD79A9" w:rsidP="00AD79A9">
            <w:pPr>
              <w:tabs>
                <w:tab w:val="decimal" w:pos="1040"/>
              </w:tabs>
              <w:ind w:firstLine="386"/>
              <w:rPr>
                <w:sz w:val="18"/>
                <w:szCs w:val="18"/>
              </w:rPr>
            </w:pPr>
            <w:r>
              <w:rPr>
                <w:sz w:val="18"/>
                <w:szCs w:val="18"/>
              </w:rPr>
              <w:t>10,382,913</w:t>
            </w:r>
          </w:p>
        </w:tc>
      </w:tr>
      <w:tr w:rsidR="00AD79A9" w:rsidRPr="005D3E43" w14:paraId="577E28ED" w14:textId="77777777" w:rsidTr="003B35F9">
        <w:trPr>
          <w:cantSplit/>
        </w:trPr>
        <w:tc>
          <w:tcPr>
            <w:tcW w:w="2970" w:type="dxa"/>
          </w:tcPr>
          <w:p w14:paraId="1768A26C" w14:textId="77777777" w:rsidR="00AD79A9" w:rsidRPr="005D3E43" w:rsidRDefault="00AD79A9" w:rsidP="00AD79A9">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r w:rsidRPr="005D3E43">
              <w:rPr>
                <w:rFonts w:ascii="Times New Roman" w:hAnsi="Times New Roman" w:cs="Times New Roman"/>
                <w:sz w:val="18"/>
                <w:szCs w:val="18"/>
                <w:lang w:val="en-US"/>
              </w:rPr>
              <w:t>Additions</w:t>
            </w:r>
          </w:p>
        </w:tc>
        <w:tc>
          <w:tcPr>
            <w:tcW w:w="1340" w:type="dxa"/>
          </w:tcPr>
          <w:p w14:paraId="242BD690" w14:textId="35E43EED" w:rsidR="00AD79A9" w:rsidRPr="00A4634B" w:rsidRDefault="00AD79A9" w:rsidP="00AD79A9">
            <w:pPr>
              <w:tabs>
                <w:tab w:val="decimal" w:pos="1318"/>
              </w:tabs>
              <w:ind w:left="519" w:right="-12"/>
              <w:rPr>
                <w:sz w:val="18"/>
                <w:szCs w:val="18"/>
              </w:rPr>
            </w:pPr>
            <w:r>
              <w:rPr>
                <w:sz w:val="18"/>
                <w:szCs w:val="18"/>
              </w:rPr>
              <w:t xml:space="preserve">  </w:t>
            </w:r>
            <w:r w:rsidR="00AF07BE">
              <w:rPr>
                <w:sz w:val="18"/>
                <w:szCs w:val="18"/>
              </w:rPr>
              <w:t>8</w:t>
            </w:r>
            <w:r w:rsidR="00C34ACA">
              <w:rPr>
                <w:sz w:val="18"/>
                <w:szCs w:val="18"/>
              </w:rPr>
              <w:t>1</w:t>
            </w:r>
            <w:r w:rsidR="00AF07BE">
              <w:rPr>
                <w:sz w:val="18"/>
                <w:szCs w:val="18"/>
              </w:rPr>
              <w:t>,</w:t>
            </w:r>
            <w:r w:rsidR="00C34ACA">
              <w:rPr>
                <w:sz w:val="18"/>
                <w:szCs w:val="18"/>
              </w:rPr>
              <w:t>717</w:t>
            </w:r>
          </w:p>
        </w:tc>
        <w:tc>
          <w:tcPr>
            <w:tcW w:w="236" w:type="dxa"/>
          </w:tcPr>
          <w:p w14:paraId="40D3172C" w14:textId="77777777" w:rsidR="00AD79A9" w:rsidRPr="00A4634B" w:rsidRDefault="00AD79A9" w:rsidP="00AD79A9">
            <w:pPr>
              <w:jc w:val="center"/>
              <w:rPr>
                <w:sz w:val="18"/>
                <w:szCs w:val="18"/>
              </w:rPr>
            </w:pPr>
          </w:p>
        </w:tc>
        <w:tc>
          <w:tcPr>
            <w:tcW w:w="1294" w:type="dxa"/>
          </w:tcPr>
          <w:p w14:paraId="7D2CCA0C" w14:textId="17837806" w:rsidR="00AD79A9" w:rsidRPr="00A4634B" w:rsidRDefault="00AD79A9" w:rsidP="00AD79A9">
            <w:pPr>
              <w:tabs>
                <w:tab w:val="decimal" w:pos="839"/>
              </w:tabs>
              <w:ind w:right="50"/>
              <w:rPr>
                <w:sz w:val="18"/>
                <w:szCs w:val="18"/>
              </w:rPr>
            </w:pPr>
            <w:r>
              <w:rPr>
                <w:sz w:val="18"/>
                <w:szCs w:val="18"/>
              </w:rPr>
              <w:t>-</w:t>
            </w:r>
          </w:p>
        </w:tc>
        <w:tc>
          <w:tcPr>
            <w:tcW w:w="236" w:type="dxa"/>
          </w:tcPr>
          <w:p w14:paraId="3A50311C" w14:textId="77777777" w:rsidR="00AD79A9" w:rsidRPr="00A4634B" w:rsidRDefault="00AD79A9" w:rsidP="00AD79A9">
            <w:pPr>
              <w:tabs>
                <w:tab w:val="decimal" w:pos="1040"/>
              </w:tabs>
              <w:ind w:left="-111"/>
              <w:rPr>
                <w:sz w:val="18"/>
                <w:szCs w:val="18"/>
              </w:rPr>
            </w:pPr>
          </w:p>
        </w:tc>
        <w:tc>
          <w:tcPr>
            <w:tcW w:w="1478" w:type="dxa"/>
          </w:tcPr>
          <w:p w14:paraId="3178D7AA" w14:textId="78A3C10E" w:rsidR="00AD79A9" w:rsidRPr="00C34ACA" w:rsidRDefault="00C34ACA" w:rsidP="00AD79A9">
            <w:pPr>
              <w:pStyle w:val="acctmergecolhdg"/>
              <w:spacing w:line="240" w:lineRule="atLeast"/>
              <w:ind w:left="-105" w:right="-462" w:firstLine="136"/>
              <w:rPr>
                <w:b w:val="0"/>
                <w:bCs/>
                <w:sz w:val="18"/>
                <w:szCs w:val="18"/>
              </w:rPr>
            </w:pPr>
            <w:r w:rsidRPr="00C34ACA">
              <w:rPr>
                <w:b w:val="0"/>
                <w:bCs/>
                <w:sz w:val="18"/>
                <w:szCs w:val="18"/>
              </w:rPr>
              <w:t xml:space="preserve">  81,717</w:t>
            </w:r>
          </w:p>
        </w:tc>
        <w:tc>
          <w:tcPr>
            <w:tcW w:w="238" w:type="dxa"/>
          </w:tcPr>
          <w:p w14:paraId="03F65C18" w14:textId="77777777" w:rsidR="00AD79A9" w:rsidRPr="00A4634B" w:rsidRDefault="00AD79A9" w:rsidP="00AD79A9">
            <w:pPr>
              <w:jc w:val="center"/>
              <w:rPr>
                <w:sz w:val="18"/>
                <w:szCs w:val="18"/>
              </w:rPr>
            </w:pPr>
          </w:p>
        </w:tc>
        <w:tc>
          <w:tcPr>
            <w:tcW w:w="1469" w:type="dxa"/>
          </w:tcPr>
          <w:p w14:paraId="1D37B533" w14:textId="33020B69" w:rsidR="00AD79A9" w:rsidRPr="00A4634B" w:rsidRDefault="00AD79A9" w:rsidP="00AD79A9">
            <w:pPr>
              <w:tabs>
                <w:tab w:val="decimal" w:pos="831"/>
              </w:tabs>
              <w:ind w:left="566"/>
              <w:jc w:val="center"/>
              <w:rPr>
                <w:sz w:val="18"/>
                <w:szCs w:val="22"/>
                <w:lang w:val="en-US" w:bidi="th-TH"/>
              </w:rPr>
            </w:pPr>
            <w:r>
              <w:rPr>
                <w:sz w:val="18"/>
                <w:szCs w:val="22"/>
                <w:lang w:val="en-US" w:bidi="th-TH"/>
              </w:rPr>
              <w:t xml:space="preserve"> 25,524</w:t>
            </w:r>
          </w:p>
        </w:tc>
      </w:tr>
      <w:tr w:rsidR="00A4634B" w:rsidRPr="005D3E43" w14:paraId="3BCCE022" w14:textId="77777777" w:rsidTr="003B35F9">
        <w:trPr>
          <w:cantSplit/>
        </w:trPr>
        <w:tc>
          <w:tcPr>
            <w:tcW w:w="2970" w:type="dxa"/>
          </w:tcPr>
          <w:p w14:paraId="1DF4EF28" w14:textId="77777777" w:rsidR="00A4634B" w:rsidRPr="005D3E43" w:rsidRDefault="00A4634B" w:rsidP="006E3409">
            <w:pPr>
              <w:pStyle w:val="3"/>
              <w:tabs>
                <w:tab w:val="clear" w:pos="360"/>
                <w:tab w:val="clear" w:pos="720"/>
                <w:tab w:val="left" w:pos="327"/>
              </w:tabs>
              <w:spacing w:line="240" w:lineRule="atLeast"/>
              <w:jc w:val="thaiDistribute"/>
              <w:rPr>
                <w:rFonts w:ascii="Times New Roman" w:hAnsi="Times New Roman" w:cs="Times New Roman"/>
                <w:sz w:val="18"/>
                <w:szCs w:val="18"/>
                <w:lang w:val="en-US"/>
              </w:rPr>
            </w:pPr>
            <w:r w:rsidRPr="005D3E43">
              <w:rPr>
                <w:rFonts w:ascii="Times New Roman" w:hAnsi="Times New Roman" w:cs="Times New Roman"/>
                <w:sz w:val="18"/>
                <w:szCs w:val="18"/>
                <w:lang w:val="en-US"/>
              </w:rPr>
              <w:t>Disposals</w:t>
            </w:r>
          </w:p>
        </w:tc>
        <w:tc>
          <w:tcPr>
            <w:tcW w:w="1340" w:type="dxa"/>
          </w:tcPr>
          <w:p w14:paraId="588789F3" w14:textId="2E11F398" w:rsidR="00A4634B" w:rsidRPr="005D3E43" w:rsidRDefault="00AD79A9" w:rsidP="003B35F9">
            <w:pPr>
              <w:tabs>
                <w:tab w:val="decimal" w:pos="1149"/>
              </w:tabs>
              <w:ind w:right="-192"/>
              <w:rPr>
                <w:sz w:val="18"/>
                <w:szCs w:val="18"/>
              </w:rPr>
            </w:pPr>
            <w:r>
              <w:rPr>
                <w:sz w:val="18"/>
                <w:szCs w:val="18"/>
              </w:rPr>
              <w:t>(4,511)</w:t>
            </w:r>
          </w:p>
        </w:tc>
        <w:tc>
          <w:tcPr>
            <w:tcW w:w="236" w:type="dxa"/>
          </w:tcPr>
          <w:p w14:paraId="62C426DC" w14:textId="77777777" w:rsidR="00A4634B" w:rsidRPr="005D3E43" w:rsidRDefault="00A4634B" w:rsidP="006E3409">
            <w:pPr>
              <w:jc w:val="center"/>
              <w:rPr>
                <w:b/>
                <w:sz w:val="18"/>
                <w:szCs w:val="18"/>
              </w:rPr>
            </w:pPr>
          </w:p>
        </w:tc>
        <w:tc>
          <w:tcPr>
            <w:tcW w:w="1294" w:type="dxa"/>
          </w:tcPr>
          <w:p w14:paraId="1A13C23B" w14:textId="29A0492F" w:rsidR="00A4634B" w:rsidRPr="005D3E43" w:rsidRDefault="00AD79A9" w:rsidP="00AD79A9">
            <w:pPr>
              <w:tabs>
                <w:tab w:val="decimal" w:pos="839"/>
              </w:tabs>
              <w:ind w:right="50"/>
              <w:rPr>
                <w:sz w:val="18"/>
                <w:szCs w:val="18"/>
              </w:rPr>
            </w:pPr>
            <w:r>
              <w:rPr>
                <w:sz w:val="18"/>
                <w:szCs w:val="18"/>
              </w:rPr>
              <w:t>-</w:t>
            </w:r>
          </w:p>
        </w:tc>
        <w:tc>
          <w:tcPr>
            <w:tcW w:w="236" w:type="dxa"/>
          </w:tcPr>
          <w:p w14:paraId="030F1207" w14:textId="77777777" w:rsidR="00A4634B" w:rsidRPr="005D3E43" w:rsidRDefault="00A4634B" w:rsidP="006E3409">
            <w:pPr>
              <w:tabs>
                <w:tab w:val="decimal" w:pos="1040"/>
              </w:tabs>
              <w:ind w:left="-111"/>
              <w:rPr>
                <w:sz w:val="18"/>
                <w:szCs w:val="18"/>
              </w:rPr>
            </w:pPr>
          </w:p>
        </w:tc>
        <w:tc>
          <w:tcPr>
            <w:tcW w:w="1478" w:type="dxa"/>
          </w:tcPr>
          <w:p w14:paraId="743339AE" w14:textId="14253095" w:rsidR="00A4634B" w:rsidRPr="005D3E43" w:rsidRDefault="00AD79A9" w:rsidP="00AD79A9">
            <w:pPr>
              <w:pStyle w:val="acctmergecolhdg"/>
              <w:spacing w:line="240" w:lineRule="atLeast"/>
              <w:ind w:left="-105" w:right="-552" w:firstLine="136"/>
              <w:rPr>
                <w:b w:val="0"/>
                <w:bCs/>
                <w:sz w:val="18"/>
                <w:szCs w:val="18"/>
              </w:rPr>
            </w:pPr>
            <w:r>
              <w:rPr>
                <w:b w:val="0"/>
                <w:bCs/>
                <w:sz w:val="18"/>
                <w:szCs w:val="18"/>
              </w:rPr>
              <w:t>(4,511)</w:t>
            </w:r>
          </w:p>
        </w:tc>
        <w:tc>
          <w:tcPr>
            <w:tcW w:w="238" w:type="dxa"/>
          </w:tcPr>
          <w:p w14:paraId="6C38CFAE" w14:textId="77777777" w:rsidR="00A4634B" w:rsidRPr="005D3E43" w:rsidRDefault="00A4634B" w:rsidP="006E3409">
            <w:pPr>
              <w:jc w:val="center"/>
              <w:rPr>
                <w:b/>
                <w:sz w:val="18"/>
                <w:szCs w:val="18"/>
              </w:rPr>
            </w:pPr>
          </w:p>
        </w:tc>
        <w:tc>
          <w:tcPr>
            <w:tcW w:w="1469" w:type="dxa"/>
          </w:tcPr>
          <w:p w14:paraId="5A8446B6" w14:textId="690BEB44" w:rsidR="00A4634B" w:rsidRPr="005D3E43" w:rsidRDefault="00AD79A9" w:rsidP="00AD79A9">
            <w:pPr>
              <w:tabs>
                <w:tab w:val="decimal" w:pos="1040"/>
              </w:tabs>
              <w:ind w:left="386" w:firstLine="180"/>
              <w:jc w:val="center"/>
              <w:rPr>
                <w:sz w:val="18"/>
                <w:szCs w:val="18"/>
              </w:rPr>
            </w:pPr>
            <w:r>
              <w:rPr>
                <w:sz w:val="18"/>
                <w:szCs w:val="18"/>
              </w:rPr>
              <w:t xml:space="preserve">   (1,07</w:t>
            </w:r>
            <w:r w:rsidR="003B35F9">
              <w:rPr>
                <w:sz w:val="18"/>
                <w:szCs w:val="18"/>
              </w:rPr>
              <w:t>0</w:t>
            </w:r>
            <w:r>
              <w:rPr>
                <w:sz w:val="18"/>
                <w:szCs w:val="18"/>
              </w:rPr>
              <w:t>)</w:t>
            </w:r>
          </w:p>
        </w:tc>
      </w:tr>
      <w:tr w:rsidR="00A4634B" w:rsidRPr="005D3E43" w14:paraId="3C3EF362" w14:textId="77777777" w:rsidTr="003B35F9">
        <w:trPr>
          <w:cantSplit/>
        </w:trPr>
        <w:tc>
          <w:tcPr>
            <w:tcW w:w="2970" w:type="dxa"/>
          </w:tcPr>
          <w:p w14:paraId="3DBF4C1F" w14:textId="5B59C96F" w:rsidR="00A4634B" w:rsidRPr="005D3E43" w:rsidRDefault="003B35F9" w:rsidP="003B35F9">
            <w:pPr>
              <w:pStyle w:val="3"/>
              <w:tabs>
                <w:tab w:val="clear" w:pos="360"/>
                <w:tab w:val="clear" w:pos="720"/>
                <w:tab w:val="left" w:pos="327"/>
              </w:tabs>
              <w:spacing w:line="240" w:lineRule="atLeast"/>
              <w:ind w:left="155" w:hanging="155"/>
              <w:rPr>
                <w:rFonts w:ascii="Times New Roman" w:hAnsi="Times New Roman" w:cs="Times New Roman"/>
                <w:sz w:val="18"/>
                <w:szCs w:val="18"/>
                <w:lang w:val="en-US"/>
              </w:rPr>
            </w:pPr>
            <w:r>
              <w:rPr>
                <w:rFonts w:ascii="Times New Roman" w:hAnsi="Times New Roman" w:cs="Times New Roman"/>
                <w:sz w:val="18"/>
                <w:szCs w:val="18"/>
                <w:lang w:val="en-US"/>
              </w:rPr>
              <w:t>Profit (</w:t>
            </w:r>
            <w:r w:rsidR="00A4634B" w:rsidRPr="005D3E43">
              <w:rPr>
                <w:rFonts w:ascii="Times New Roman" w:hAnsi="Times New Roman" w:cs="Times New Roman"/>
                <w:sz w:val="18"/>
                <w:szCs w:val="18"/>
                <w:lang w:val="en-US"/>
              </w:rPr>
              <w:t>Loss</w:t>
            </w:r>
            <w:r>
              <w:rPr>
                <w:rFonts w:ascii="Times New Roman" w:hAnsi="Times New Roman" w:cs="Times New Roman"/>
                <w:sz w:val="18"/>
                <w:szCs w:val="18"/>
                <w:lang w:val="en-US"/>
              </w:rPr>
              <w:t>)</w:t>
            </w:r>
            <w:r w:rsidR="00A4634B" w:rsidRPr="005D3E43">
              <w:rPr>
                <w:rFonts w:ascii="Times New Roman" w:hAnsi="Times New Roman" w:cs="Times New Roman"/>
                <w:sz w:val="18"/>
                <w:szCs w:val="18"/>
                <w:lang w:val="en-US"/>
              </w:rPr>
              <w:t xml:space="preserve"> on fair value</w:t>
            </w:r>
            <w:r>
              <w:rPr>
                <w:rFonts w:ascii="Times New Roman" w:hAnsi="Times New Roman" w:cs="Times New Roman"/>
                <w:sz w:val="18"/>
                <w:szCs w:val="18"/>
                <w:lang w:val="en-US"/>
              </w:rPr>
              <w:t xml:space="preserve"> </w:t>
            </w:r>
            <w:r w:rsidR="00AD79A9" w:rsidRPr="005D3E43">
              <w:rPr>
                <w:rFonts w:ascii="Times New Roman" w:hAnsi="Times New Roman" w:cs="Times New Roman"/>
                <w:sz w:val="18"/>
                <w:szCs w:val="18"/>
                <w:lang w:val="en-US"/>
              </w:rPr>
              <w:t>adjustment</w:t>
            </w:r>
          </w:p>
        </w:tc>
        <w:tc>
          <w:tcPr>
            <w:tcW w:w="1340" w:type="dxa"/>
            <w:tcBorders>
              <w:bottom w:val="nil"/>
            </w:tcBorders>
            <w:vAlign w:val="bottom"/>
          </w:tcPr>
          <w:p w14:paraId="6ED81DF2" w14:textId="74FCA44A" w:rsidR="00A4634B" w:rsidRPr="005D3E43" w:rsidRDefault="00AD79A9" w:rsidP="001A0FF3">
            <w:pPr>
              <w:tabs>
                <w:tab w:val="decimal" w:pos="1124"/>
              </w:tabs>
              <w:ind w:firstLine="519"/>
              <w:jc w:val="center"/>
              <w:rPr>
                <w:sz w:val="18"/>
                <w:szCs w:val="18"/>
              </w:rPr>
            </w:pPr>
            <w:r>
              <w:rPr>
                <w:sz w:val="18"/>
                <w:szCs w:val="18"/>
              </w:rPr>
              <w:t>47,200</w:t>
            </w:r>
          </w:p>
        </w:tc>
        <w:tc>
          <w:tcPr>
            <w:tcW w:w="236" w:type="dxa"/>
            <w:vAlign w:val="bottom"/>
          </w:tcPr>
          <w:p w14:paraId="7401C133" w14:textId="77777777" w:rsidR="00A4634B" w:rsidRPr="005D3E43" w:rsidRDefault="00A4634B" w:rsidP="003B35F9">
            <w:pPr>
              <w:jc w:val="center"/>
              <w:rPr>
                <w:b/>
                <w:sz w:val="18"/>
                <w:szCs w:val="18"/>
              </w:rPr>
            </w:pPr>
          </w:p>
        </w:tc>
        <w:tc>
          <w:tcPr>
            <w:tcW w:w="1294" w:type="dxa"/>
            <w:tcBorders>
              <w:bottom w:val="nil"/>
            </w:tcBorders>
            <w:vAlign w:val="bottom"/>
          </w:tcPr>
          <w:p w14:paraId="025DBE23" w14:textId="3092547D" w:rsidR="00A4634B" w:rsidRPr="005D3E43" w:rsidRDefault="00C34ACA" w:rsidP="003B35F9">
            <w:pPr>
              <w:tabs>
                <w:tab w:val="decimal" w:pos="1019"/>
              </w:tabs>
              <w:ind w:right="50"/>
              <w:jc w:val="center"/>
              <w:rPr>
                <w:sz w:val="18"/>
                <w:szCs w:val="18"/>
              </w:rPr>
            </w:pPr>
            <w:r>
              <w:rPr>
                <w:sz w:val="18"/>
                <w:szCs w:val="18"/>
              </w:rPr>
              <w:t>1,056</w:t>
            </w:r>
          </w:p>
        </w:tc>
        <w:tc>
          <w:tcPr>
            <w:tcW w:w="236" w:type="dxa"/>
            <w:vAlign w:val="bottom"/>
          </w:tcPr>
          <w:p w14:paraId="6153FAE3" w14:textId="77777777" w:rsidR="00A4634B" w:rsidRPr="005D3E43" w:rsidRDefault="00A4634B" w:rsidP="003B35F9">
            <w:pPr>
              <w:tabs>
                <w:tab w:val="decimal" w:pos="1040"/>
              </w:tabs>
              <w:ind w:left="-111"/>
              <w:jc w:val="center"/>
              <w:rPr>
                <w:sz w:val="18"/>
                <w:szCs w:val="18"/>
              </w:rPr>
            </w:pPr>
          </w:p>
        </w:tc>
        <w:tc>
          <w:tcPr>
            <w:tcW w:w="1478" w:type="dxa"/>
            <w:tcBorders>
              <w:bottom w:val="nil"/>
            </w:tcBorders>
            <w:vAlign w:val="bottom"/>
          </w:tcPr>
          <w:p w14:paraId="6DCCBCD1" w14:textId="74673F33" w:rsidR="00A4634B" w:rsidRPr="005D3E43" w:rsidRDefault="00AD79A9" w:rsidP="003B35F9">
            <w:pPr>
              <w:tabs>
                <w:tab w:val="decimal" w:pos="1111"/>
              </w:tabs>
              <w:ind w:hanging="239"/>
              <w:jc w:val="center"/>
              <w:rPr>
                <w:sz w:val="18"/>
                <w:szCs w:val="18"/>
              </w:rPr>
            </w:pPr>
            <w:r>
              <w:rPr>
                <w:sz w:val="18"/>
                <w:szCs w:val="18"/>
              </w:rPr>
              <w:t>4</w:t>
            </w:r>
            <w:r w:rsidR="00C34ACA">
              <w:rPr>
                <w:sz w:val="18"/>
                <w:szCs w:val="18"/>
              </w:rPr>
              <w:t>8</w:t>
            </w:r>
            <w:r>
              <w:rPr>
                <w:sz w:val="18"/>
                <w:szCs w:val="18"/>
              </w:rPr>
              <w:t>,2</w:t>
            </w:r>
            <w:r w:rsidR="00C34ACA">
              <w:rPr>
                <w:sz w:val="18"/>
                <w:szCs w:val="18"/>
              </w:rPr>
              <w:t>56</w:t>
            </w:r>
          </w:p>
        </w:tc>
        <w:tc>
          <w:tcPr>
            <w:tcW w:w="238" w:type="dxa"/>
            <w:vAlign w:val="bottom"/>
          </w:tcPr>
          <w:p w14:paraId="62749369" w14:textId="77777777" w:rsidR="00A4634B" w:rsidRPr="005D3E43" w:rsidRDefault="00A4634B" w:rsidP="003B35F9">
            <w:pPr>
              <w:jc w:val="center"/>
              <w:rPr>
                <w:b/>
                <w:sz w:val="18"/>
                <w:szCs w:val="18"/>
              </w:rPr>
            </w:pPr>
          </w:p>
        </w:tc>
        <w:tc>
          <w:tcPr>
            <w:tcW w:w="1469" w:type="dxa"/>
            <w:tcBorders>
              <w:bottom w:val="nil"/>
            </w:tcBorders>
            <w:vAlign w:val="bottom"/>
          </w:tcPr>
          <w:p w14:paraId="2D481C28" w14:textId="63569279" w:rsidR="00A4634B" w:rsidRPr="005D3E43" w:rsidRDefault="00AD79A9" w:rsidP="003B35F9">
            <w:pPr>
              <w:tabs>
                <w:tab w:val="decimal" w:pos="1196"/>
              </w:tabs>
              <w:jc w:val="center"/>
              <w:rPr>
                <w:sz w:val="18"/>
                <w:szCs w:val="18"/>
              </w:rPr>
            </w:pPr>
            <w:r>
              <w:rPr>
                <w:sz w:val="18"/>
                <w:szCs w:val="18"/>
              </w:rPr>
              <w:t>(32,90</w:t>
            </w:r>
            <w:r w:rsidR="003B35F9">
              <w:rPr>
                <w:sz w:val="18"/>
                <w:szCs w:val="18"/>
              </w:rPr>
              <w:t>2</w:t>
            </w:r>
            <w:r>
              <w:rPr>
                <w:sz w:val="18"/>
                <w:szCs w:val="18"/>
              </w:rPr>
              <w:t>)</w:t>
            </w:r>
          </w:p>
        </w:tc>
      </w:tr>
      <w:tr w:rsidR="00A4634B" w:rsidRPr="005D3E43" w14:paraId="0CE34254" w14:textId="77777777" w:rsidTr="003B35F9">
        <w:trPr>
          <w:cantSplit/>
        </w:trPr>
        <w:tc>
          <w:tcPr>
            <w:tcW w:w="2970" w:type="dxa"/>
            <w:tcBorders>
              <w:bottom w:val="nil"/>
            </w:tcBorders>
          </w:tcPr>
          <w:p w14:paraId="1CF13C3E" w14:textId="36314A3D" w:rsidR="00A4634B" w:rsidRPr="005D3E43" w:rsidRDefault="00A4634B" w:rsidP="00CF5F9C">
            <w:pPr>
              <w:pStyle w:val="3"/>
              <w:tabs>
                <w:tab w:val="clear" w:pos="360"/>
                <w:tab w:val="clear" w:pos="720"/>
                <w:tab w:val="left" w:pos="327"/>
              </w:tabs>
              <w:spacing w:line="240" w:lineRule="atLeast"/>
              <w:ind w:left="70" w:hanging="70"/>
              <w:rPr>
                <w:rFonts w:ascii="Times New Roman" w:hAnsi="Times New Roman" w:cs="Times New Roman"/>
                <w:b/>
                <w:bCs/>
                <w:sz w:val="18"/>
                <w:szCs w:val="18"/>
                <w:lang w:val="en-US"/>
              </w:rPr>
            </w:pPr>
            <w:r w:rsidRPr="005D3E43">
              <w:rPr>
                <w:rFonts w:ascii="Times New Roman" w:hAnsi="Times New Roman" w:cs="Times New Roman"/>
                <w:b/>
                <w:bCs/>
                <w:sz w:val="18"/>
                <w:szCs w:val="18"/>
                <w:lang w:val="en-US"/>
              </w:rPr>
              <w:t xml:space="preserve">At 30 </w:t>
            </w:r>
            <w:r>
              <w:rPr>
                <w:rFonts w:ascii="Times New Roman" w:hAnsi="Times New Roman" w:cs="Times New Roman"/>
                <w:b/>
                <w:bCs/>
                <w:sz w:val="18"/>
                <w:szCs w:val="18"/>
                <w:lang w:val="en-US"/>
              </w:rPr>
              <w:t>September</w:t>
            </w:r>
            <w:r w:rsidRPr="005D3E43">
              <w:rPr>
                <w:rFonts w:ascii="Times New Roman" w:hAnsi="Times New Roman" w:cs="Times New Roman"/>
                <w:b/>
                <w:bCs/>
                <w:sz w:val="18"/>
                <w:szCs w:val="18"/>
                <w:lang w:val="en-US"/>
              </w:rPr>
              <w:t xml:space="preserve"> </w:t>
            </w:r>
            <w:r>
              <w:rPr>
                <w:rFonts w:ascii="Times New Roman" w:hAnsi="Times New Roman" w:cs="Times New Roman"/>
                <w:b/>
                <w:bCs/>
                <w:sz w:val="18"/>
                <w:szCs w:val="18"/>
                <w:lang w:val="en-US"/>
              </w:rPr>
              <w:t xml:space="preserve"> </w:t>
            </w:r>
            <w:r w:rsidRPr="005D3E43">
              <w:rPr>
                <w:rFonts w:ascii="Times New Roman" w:hAnsi="Times New Roman" w:cs="Times New Roman"/>
                <w:b/>
                <w:bCs/>
                <w:sz w:val="18"/>
                <w:szCs w:val="18"/>
                <w:lang w:val="en-US"/>
              </w:rPr>
              <w:t>2020</w:t>
            </w:r>
          </w:p>
        </w:tc>
        <w:tc>
          <w:tcPr>
            <w:tcW w:w="1340" w:type="dxa"/>
            <w:tcBorders>
              <w:top w:val="single" w:sz="4" w:space="0" w:color="auto"/>
              <w:bottom w:val="double" w:sz="4" w:space="0" w:color="auto"/>
            </w:tcBorders>
          </w:tcPr>
          <w:p w14:paraId="6DA0DD67" w14:textId="05105785" w:rsidR="00A4634B" w:rsidRPr="005D3E43" w:rsidRDefault="00AD79A9" w:rsidP="003B35F9">
            <w:pPr>
              <w:tabs>
                <w:tab w:val="left" w:pos="336"/>
                <w:tab w:val="decimal" w:pos="426"/>
              </w:tabs>
              <w:ind w:right="-471" w:firstLine="341"/>
              <w:rPr>
                <w:b/>
                <w:bCs/>
                <w:sz w:val="18"/>
                <w:szCs w:val="18"/>
              </w:rPr>
            </w:pPr>
            <w:r>
              <w:rPr>
                <w:b/>
                <w:bCs/>
                <w:sz w:val="18"/>
                <w:szCs w:val="18"/>
              </w:rPr>
              <w:t>22,233,</w:t>
            </w:r>
            <w:r w:rsidR="00C34ACA">
              <w:rPr>
                <w:b/>
                <w:bCs/>
                <w:sz w:val="18"/>
                <w:szCs w:val="18"/>
              </w:rPr>
              <w:t>739</w:t>
            </w:r>
          </w:p>
        </w:tc>
        <w:tc>
          <w:tcPr>
            <w:tcW w:w="236" w:type="dxa"/>
            <w:tcBorders>
              <w:bottom w:val="nil"/>
            </w:tcBorders>
          </w:tcPr>
          <w:p w14:paraId="4F5AB22D" w14:textId="77777777" w:rsidR="00A4634B" w:rsidRPr="005D3E43" w:rsidRDefault="00A4634B" w:rsidP="006E3409">
            <w:pPr>
              <w:jc w:val="center"/>
              <w:rPr>
                <w:b/>
                <w:bCs/>
                <w:sz w:val="18"/>
                <w:szCs w:val="18"/>
              </w:rPr>
            </w:pPr>
          </w:p>
        </w:tc>
        <w:tc>
          <w:tcPr>
            <w:tcW w:w="1294" w:type="dxa"/>
            <w:tcBorders>
              <w:top w:val="single" w:sz="4" w:space="0" w:color="auto"/>
              <w:bottom w:val="double" w:sz="4" w:space="0" w:color="auto"/>
            </w:tcBorders>
          </w:tcPr>
          <w:p w14:paraId="657248A1" w14:textId="1E96C21E" w:rsidR="00A4634B" w:rsidRPr="005D3E43" w:rsidRDefault="00AD79A9" w:rsidP="006E3409">
            <w:pPr>
              <w:tabs>
                <w:tab w:val="decimal" w:pos="1040"/>
              </w:tabs>
              <w:rPr>
                <w:b/>
                <w:bCs/>
                <w:sz w:val="18"/>
                <w:szCs w:val="18"/>
              </w:rPr>
            </w:pPr>
            <w:r>
              <w:rPr>
                <w:b/>
                <w:bCs/>
                <w:sz w:val="18"/>
                <w:szCs w:val="18"/>
              </w:rPr>
              <w:t>23</w:t>
            </w:r>
            <w:r w:rsidR="00C34ACA">
              <w:rPr>
                <w:b/>
                <w:bCs/>
                <w:sz w:val="18"/>
                <w:szCs w:val="18"/>
              </w:rPr>
              <w:t>1</w:t>
            </w:r>
            <w:r>
              <w:rPr>
                <w:b/>
                <w:bCs/>
                <w:sz w:val="18"/>
                <w:szCs w:val="18"/>
              </w:rPr>
              <w:t>,2</w:t>
            </w:r>
            <w:r w:rsidR="00C34ACA">
              <w:rPr>
                <w:b/>
                <w:bCs/>
                <w:sz w:val="18"/>
                <w:szCs w:val="18"/>
              </w:rPr>
              <w:t>56</w:t>
            </w:r>
          </w:p>
        </w:tc>
        <w:tc>
          <w:tcPr>
            <w:tcW w:w="236" w:type="dxa"/>
            <w:tcBorders>
              <w:bottom w:val="nil"/>
            </w:tcBorders>
          </w:tcPr>
          <w:p w14:paraId="6C5931FC" w14:textId="77777777" w:rsidR="00A4634B" w:rsidRPr="005D3E43" w:rsidRDefault="00A4634B" w:rsidP="006E3409">
            <w:pPr>
              <w:tabs>
                <w:tab w:val="decimal" w:pos="1040"/>
              </w:tabs>
              <w:ind w:left="-111"/>
              <w:rPr>
                <w:b/>
                <w:bCs/>
                <w:sz w:val="18"/>
                <w:szCs w:val="18"/>
              </w:rPr>
            </w:pPr>
          </w:p>
        </w:tc>
        <w:tc>
          <w:tcPr>
            <w:tcW w:w="1478" w:type="dxa"/>
            <w:tcBorders>
              <w:top w:val="single" w:sz="4" w:space="0" w:color="auto"/>
              <w:bottom w:val="double" w:sz="4" w:space="0" w:color="auto"/>
            </w:tcBorders>
          </w:tcPr>
          <w:p w14:paraId="34DF8729" w14:textId="76CEC95B" w:rsidR="00A4634B" w:rsidRPr="005D3E43" w:rsidRDefault="00AD79A9" w:rsidP="003B35F9">
            <w:pPr>
              <w:pStyle w:val="acctmergecolhdg"/>
              <w:spacing w:line="240" w:lineRule="atLeast"/>
              <w:ind w:left="475" w:right="-372" w:hanging="90"/>
              <w:jc w:val="left"/>
              <w:rPr>
                <w:bCs/>
                <w:sz w:val="18"/>
                <w:szCs w:val="18"/>
              </w:rPr>
            </w:pPr>
            <w:r>
              <w:rPr>
                <w:bCs/>
                <w:sz w:val="18"/>
                <w:szCs w:val="18"/>
              </w:rPr>
              <w:t>22,46</w:t>
            </w:r>
            <w:r w:rsidR="00C34ACA">
              <w:rPr>
                <w:bCs/>
                <w:sz w:val="18"/>
                <w:szCs w:val="18"/>
              </w:rPr>
              <w:t>4</w:t>
            </w:r>
            <w:r>
              <w:rPr>
                <w:bCs/>
                <w:sz w:val="18"/>
                <w:szCs w:val="18"/>
              </w:rPr>
              <w:t>,</w:t>
            </w:r>
            <w:r w:rsidR="00C34ACA">
              <w:rPr>
                <w:bCs/>
                <w:sz w:val="18"/>
                <w:szCs w:val="18"/>
              </w:rPr>
              <w:t>995</w:t>
            </w:r>
          </w:p>
        </w:tc>
        <w:tc>
          <w:tcPr>
            <w:tcW w:w="238" w:type="dxa"/>
            <w:tcBorders>
              <w:bottom w:val="nil"/>
            </w:tcBorders>
          </w:tcPr>
          <w:p w14:paraId="7E50F80C" w14:textId="77777777" w:rsidR="00A4634B" w:rsidRPr="005D3E43" w:rsidRDefault="00A4634B" w:rsidP="006E3409">
            <w:pPr>
              <w:jc w:val="center"/>
              <w:rPr>
                <w:b/>
                <w:bCs/>
                <w:sz w:val="18"/>
                <w:szCs w:val="18"/>
              </w:rPr>
            </w:pPr>
          </w:p>
        </w:tc>
        <w:tc>
          <w:tcPr>
            <w:tcW w:w="1469" w:type="dxa"/>
            <w:tcBorders>
              <w:top w:val="single" w:sz="4" w:space="0" w:color="auto"/>
              <w:bottom w:val="double" w:sz="4" w:space="0" w:color="auto"/>
            </w:tcBorders>
          </w:tcPr>
          <w:p w14:paraId="0348E17E" w14:textId="3C6AC6B7" w:rsidR="00A4634B" w:rsidRPr="005D3E43" w:rsidRDefault="00AD79A9" w:rsidP="003B35F9">
            <w:pPr>
              <w:tabs>
                <w:tab w:val="decimal" w:pos="1106"/>
              </w:tabs>
              <w:jc w:val="center"/>
              <w:rPr>
                <w:b/>
                <w:bCs/>
                <w:sz w:val="18"/>
                <w:szCs w:val="18"/>
              </w:rPr>
            </w:pPr>
            <w:r>
              <w:rPr>
                <w:b/>
                <w:bCs/>
                <w:sz w:val="18"/>
                <w:szCs w:val="18"/>
              </w:rPr>
              <w:t>10,374,465</w:t>
            </w:r>
          </w:p>
        </w:tc>
      </w:tr>
    </w:tbl>
    <w:p w14:paraId="05744831" w14:textId="77777777" w:rsidR="00517951" w:rsidRPr="005D3E43" w:rsidRDefault="00517951" w:rsidP="00286A32">
      <w:pPr>
        <w:tabs>
          <w:tab w:val="left" w:pos="540"/>
          <w:tab w:val="left" w:pos="720"/>
        </w:tabs>
        <w:jc w:val="both"/>
        <w:rPr>
          <w:lang w:bidi="th-TH"/>
        </w:rPr>
      </w:pPr>
    </w:p>
    <w:p w14:paraId="590231B4" w14:textId="0CE1F6CA" w:rsidR="0048556D" w:rsidRPr="005D3E43" w:rsidRDefault="00546AEC" w:rsidP="00546AEC">
      <w:pPr>
        <w:tabs>
          <w:tab w:val="left" w:pos="540"/>
          <w:tab w:val="left" w:pos="720"/>
        </w:tabs>
        <w:ind w:left="540"/>
        <w:jc w:val="both"/>
        <w:rPr>
          <w:szCs w:val="22"/>
        </w:rPr>
      </w:pPr>
      <w:r w:rsidRPr="005D3E43">
        <w:rPr>
          <w:lang w:bidi="th-TH"/>
        </w:rPr>
        <w:t xml:space="preserve">Investment properties as at </w:t>
      </w:r>
      <w:r w:rsidR="005B3CD3" w:rsidRPr="005D3E43">
        <w:t xml:space="preserve">30 </w:t>
      </w:r>
      <w:r w:rsidR="00CF5F9C">
        <w:t xml:space="preserve">September </w:t>
      </w:r>
      <w:r w:rsidR="003315F6" w:rsidRPr="005D3E43">
        <w:rPr>
          <w:lang w:bidi="th-TH"/>
        </w:rPr>
        <w:t>2020</w:t>
      </w:r>
      <w:r w:rsidRPr="005D3E43">
        <w:rPr>
          <w:lang w:bidi="th-TH"/>
        </w:rPr>
        <w:t xml:space="preserve"> amounting to Baht</w:t>
      </w:r>
      <w:r w:rsidR="00DA2FA2" w:rsidRPr="005D3E43">
        <w:rPr>
          <w:lang w:bidi="th-TH"/>
        </w:rPr>
        <w:t xml:space="preserve"> </w:t>
      </w:r>
      <w:r w:rsidR="00AD79A9">
        <w:rPr>
          <w:lang w:bidi="th-TH"/>
        </w:rPr>
        <w:t>10,541</w:t>
      </w:r>
      <w:r w:rsidRPr="005D3E43">
        <w:rPr>
          <w:lang w:bidi="th-TH"/>
        </w:rPr>
        <w:t xml:space="preserve"> million in consolidated financial statements </w:t>
      </w:r>
      <w:r w:rsidRPr="005D3E43">
        <w:rPr>
          <w:i/>
          <w:iCs/>
          <w:lang w:bidi="th-TH"/>
        </w:rPr>
        <w:t>(31 December 201</w:t>
      </w:r>
      <w:r w:rsidR="003315F6" w:rsidRPr="005D3E43">
        <w:rPr>
          <w:i/>
          <w:iCs/>
          <w:lang w:bidi="th-TH"/>
        </w:rPr>
        <w:t>9</w:t>
      </w:r>
      <w:r w:rsidRPr="005D3E43">
        <w:rPr>
          <w:i/>
          <w:iCs/>
          <w:lang w:bidi="th-TH"/>
        </w:rPr>
        <w:t xml:space="preserve">: Baht </w:t>
      </w:r>
      <w:r w:rsidR="008A79FD" w:rsidRPr="005D3E43">
        <w:rPr>
          <w:i/>
          <w:iCs/>
          <w:lang w:bidi="th-TH"/>
        </w:rPr>
        <w:t>22,109</w:t>
      </w:r>
      <w:r w:rsidRPr="005D3E43">
        <w:rPr>
          <w:i/>
          <w:iCs/>
          <w:lang w:bidi="th-TH"/>
        </w:rPr>
        <w:t xml:space="preserve"> million) </w:t>
      </w:r>
      <w:r w:rsidRPr="005D3E43">
        <w:rPr>
          <w:lang w:bidi="th-TH"/>
        </w:rPr>
        <w:t>and</w:t>
      </w:r>
      <w:r w:rsidRPr="005D3E43">
        <w:rPr>
          <w:i/>
          <w:iCs/>
          <w:lang w:bidi="th-TH"/>
        </w:rPr>
        <w:t xml:space="preserve"> </w:t>
      </w:r>
      <w:r w:rsidRPr="005D3E43">
        <w:rPr>
          <w:lang w:bidi="th-TH"/>
        </w:rPr>
        <w:t xml:space="preserve">Baht </w:t>
      </w:r>
      <w:r w:rsidR="00AD79A9">
        <w:rPr>
          <w:lang w:bidi="th-TH"/>
        </w:rPr>
        <w:t xml:space="preserve">4,129 </w:t>
      </w:r>
      <w:r w:rsidRPr="005D3E43">
        <w:rPr>
          <w:lang w:bidi="th-TH"/>
        </w:rPr>
        <w:t xml:space="preserve">million in separate financial statements </w:t>
      </w:r>
      <w:r w:rsidRPr="005D3E43">
        <w:rPr>
          <w:i/>
          <w:iCs/>
          <w:lang w:bidi="th-TH"/>
        </w:rPr>
        <w:t>(31 December 201</w:t>
      </w:r>
      <w:r w:rsidR="003315F6" w:rsidRPr="005D3E43">
        <w:rPr>
          <w:i/>
          <w:iCs/>
          <w:lang w:bidi="th-TH"/>
        </w:rPr>
        <w:t>9</w:t>
      </w:r>
      <w:r w:rsidRPr="005D3E43">
        <w:rPr>
          <w:i/>
          <w:iCs/>
          <w:lang w:bidi="th-TH"/>
        </w:rPr>
        <w:t xml:space="preserve">: Baht </w:t>
      </w:r>
      <w:r w:rsidR="008A79FD" w:rsidRPr="005D3E43">
        <w:rPr>
          <w:i/>
          <w:iCs/>
          <w:lang w:bidi="th-TH"/>
        </w:rPr>
        <w:t>10,383</w:t>
      </w:r>
      <w:r w:rsidRPr="005D3E43">
        <w:rPr>
          <w:i/>
          <w:iCs/>
          <w:lang w:bidi="th-TH"/>
        </w:rPr>
        <w:t xml:space="preserve"> million)</w:t>
      </w:r>
      <w:r w:rsidRPr="005D3E43">
        <w:rPr>
          <w:szCs w:val="22"/>
        </w:rPr>
        <w:t xml:space="preserve"> are used as collateral for credit facilities from </w:t>
      </w:r>
      <w:r w:rsidR="00722DBB" w:rsidRPr="005D3E43">
        <w:rPr>
          <w:szCs w:val="22"/>
        </w:rPr>
        <w:t>financial institutions</w:t>
      </w:r>
      <w:r w:rsidRPr="005D3E43">
        <w:rPr>
          <w:szCs w:val="22"/>
        </w:rPr>
        <w:t>.</w:t>
      </w:r>
    </w:p>
    <w:p w14:paraId="44399F2E" w14:textId="77777777" w:rsidR="00F754CC" w:rsidRPr="005D3E43" w:rsidRDefault="00F754CC" w:rsidP="007B3B5B">
      <w:pPr>
        <w:tabs>
          <w:tab w:val="left" w:pos="600"/>
        </w:tabs>
        <w:spacing w:line="240" w:lineRule="atLeast"/>
        <w:jc w:val="thaiDistribute"/>
        <w:rPr>
          <w:spacing w:val="-4"/>
          <w:szCs w:val="22"/>
        </w:rPr>
      </w:pPr>
    </w:p>
    <w:p w14:paraId="7F58DB85" w14:textId="77777777" w:rsidR="00CF5F9C" w:rsidRDefault="00CF5F9C">
      <w:pPr>
        <w:spacing w:line="240" w:lineRule="auto"/>
        <w:rPr>
          <w:b/>
          <w:bCs/>
          <w:sz w:val="24"/>
          <w:szCs w:val="24"/>
        </w:rPr>
      </w:pPr>
      <w:r>
        <w:rPr>
          <w:b/>
          <w:bCs/>
          <w:sz w:val="24"/>
          <w:szCs w:val="24"/>
        </w:rPr>
        <w:br w:type="page"/>
      </w:r>
    </w:p>
    <w:p w14:paraId="719C8AEA" w14:textId="42458054" w:rsidR="00EA2207" w:rsidRPr="005D3E43" w:rsidRDefault="00EA2207" w:rsidP="00B57690">
      <w:pPr>
        <w:pStyle w:val="index"/>
        <w:numPr>
          <w:ilvl w:val="0"/>
          <w:numId w:val="0"/>
        </w:numPr>
        <w:tabs>
          <w:tab w:val="left" w:pos="540"/>
        </w:tabs>
        <w:jc w:val="thaiDistribute"/>
        <w:rPr>
          <w:b/>
          <w:bCs/>
          <w:sz w:val="24"/>
          <w:szCs w:val="24"/>
        </w:rPr>
      </w:pPr>
      <w:r w:rsidRPr="005D3E43">
        <w:rPr>
          <w:b/>
          <w:bCs/>
          <w:sz w:val="24"/>
          <w:szCs w:val="24"/>
        </w:rPr>
        <w:lastRenderedPageBreak/>
        <w:t>1</w:t>
      </w:r>
      <w:r w:rsidR="00BB408D" w:rsidRPr="005D3E43">
        <w:rPr>
          <w:b/>
          <w:bCs/>
          <w:sz w:val="24"/>
          <w:szCs w:val="24"/>
        </w:rPr>
        <w:t>1</w:t>
      </w:r>
      <w:r w:rsidRPr="005D3E43">
        <w:rPr>
          <w:b/>
          <w:bCs/>
          <w:sz w:val="24"/>
          <w:szCs w:val="24"/>
        </w:rPr>
        <w:t xml:space="preserve"> </w:t>
      </w:r>
      <w:r w:rsidRPr="005D3E43">
        <w:rPr>
          <w:b/>
          <w:bCs/>
          <w:sz w:val="24"/>
          <w:szCs w:val="24"/>
        </w:rPr>
        <w:tab/>
        <w:t>Interest-bearing liabilities</w:t>
      </w:r>
    </w:p>
    <w:p w14:paraId="1D8A1FBB" w14:textId="77777777" w:rsidR="00EA2207" w:rsidRPr="005D3E43" w:rsidRDefault="00EA2207" w:rsidP="00EA2207">
      <w:pPr>
        <w:pStyle w:val="index"/>
        <w:numPr>
          <w:ilvl w:val="0"/>
          <w:numId w:val="0"/>
        </w:numPr>
        <w:tabs>
          <w:tab w:val="left" w:pos="540"/>
        </w:tabs>
        <w:jc w:val="thaiDistribute"/>
        <w:rPr>
          <w:b/>
          <w:bCs/>
          <w:szCs w:val="22"/>
        </w:rPr>
      </w:pPr>
    </w:p>
    <w:tbl>
      <w:tblPr>
        <w:tblW w:w="9180" w:type="dxa"/>
        <w:tblInd w:w="450" w:type="dxa"/>
        <w:tblBorders>
          <w:bottom w:val="single" w:sz="4" w:space="0" w:color="auto"/>
        </w:tblBorders>
        <w:tblLayout w:type="fixed"/>
        <w:tblLook w:val="0000" w:firstRow="0" w:lastRow="0" w:firstColumn="0" w:lastColumn="0" w:noHBand="0" w:noVBand="0"/>
      </w:tblPr>
      <w:tblGrid>
        <w:gridCol w:w="3510"/>
        <w:gridCol w:w="1152"/>
        <w:gridCol w:w="270"/>
        <w:gridCol w:w="1260"/>
        <w:gridCol w:w="270"/>
        <w:gridCol w:w="1188"/>
        <w:gridCol w:w="270"/>
        <w:gridCol w:w="1260"/>
      </w:tblGrid>
      <w:tr w:rsidR="00EA2207" w:rsidRPr="005D3E43" w14:paraId="3761E9B1" w14:textId="77777777" w:rsidTr="00CF5F9C">
        <w:trPr>
          <w:cantSplit/>
        </w:trPr>
        <w:tc>
          <w:tcPr>
            <w:tcW w:w="3510" w:type="dxa"/>
          </w:tcPr>
          <w:p w14:paraId="56F011FD" w14:textId="77777777" w:rsidR="00EA2207" w:rsidRPr="005D3E43" w:rsidRDefault="00EA2207" w:rsidP="00EA2207">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682" w:type="dxa"/>
            <w:gridSpan w:val="3"/>
          </w:tcPr>
          <w:p w14:paraId="52EEF492" w14:textId="77777777" w:rsidR="00EA2207" w:rsidRPr="005D3E43" w:rsidRDefault="00EA2207" w:rsidP="00EA2207">
            <w:pPr>
              <w:pStyle w:val="acctmergecolhdg"/>
              <w:spacing w:line="240" w:lineRule="atLeast"/>
              <w:ind w:left="-106" w:right="-79"/>
              <w:rPr>
                <w:szCs w:val="22"/>
              </w:rPr>
            </w:pPr>
            <w:r w:rsidRPr="005D3E43">
              <w:rPr>
                <w:szCs w:val="22"/>
              </w:rPr>
              <w:t>Consolidated</w:t>
            </w:r>
          </w:p>
        </w:tc>
        <w:tc>
          <w:tcPr>
            <w:tcW w:w="270" w:type="dxa"/>
          </w:tcPr>
          <w:p w14:paraId="342960D4" w14:textId="77777777" w:rsidR="00EA2207" w:rsidRPr="005D3E43" w:rsidRDefault="00EA2207" w:rsidP="00EA2207">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718" w:type="dxa"/>
            <w:gridSpan w:val="3"/>
          </w:tcPr>
          <w:p w14:paraId="32746C0C" w14:textId="77777777" w:rsidR="00EA2207" w:rsidRPr="005D3E43" w:rsidRDefault="00EA2207" w:rsidP="00EA2207">
            <w:pPr>
              <w:pStyle w:val="3"/>
              <w:tabs>
                <w:tab w:val="clear" w:pos="360"/>
                <w:tab w:val="clear" w:pos="720"/>
              </w:tabs>
              <w:spacing w:line="240" w:lineRule="atLeast"/>
              <w:ind w:left="-108"/>
              <w:jc w:val="center"/>
              <w:rPr>
                <w:rFonts w:ascii="Times New Roman" w:hAnsi="Times New Roman" w:cs="Times New Roman"/>
                <w:b/>
                <w:bCs/>
                <w:lang w:val="en-US"/>
              </w:rPr>
            </w:pPr>
            <w:r w:rsidRPr="005D3E43">
              <w:rPr>
                <w:rFonts w:ascii="Times New Roman" w:hAnsi="Times New Roman" w:cs="Times New Roman"/>
                <w:b/>
                <w:bCs/>
                <w:cs/>
              </w:rPr>
              <w:t>Separate</w:t>
            </w:r>
          </w:p>
        </w:tc>
      </w:tr>
      <w:tr w:rsidR="00EA2207" w:rsidRPr="005D3E43" w14:paraId="7EB3F4DC" w14:textId="77777777" w:rsidTr="00CF5F9C">
        <w:trPr>
          <w:cantSplit/>
        </w:trPr>
        <w:tc>
          <w:tcPr>
            <w:tcW w:w="3510" w:type="dxa"/>
          </w:tcPr>
          <w:p w14:paraId="424F0344" w14:textId="77777777" w:rsidR="00EA2207" w:rsidRPr="005D3E43" w:rsidRDefault="00EA2207" w:rsidP="00EA2207">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682" w:type="dxa"/>
            <w:gridSpan w:val="3"/>
          </w:tcPr>
          <w:p w14:paraId="6C3D2AFB" w14:textId="77777777" w:rsidR="00EA2207" w:rsidRPr="005D3E43" w:rsidRDefault="00EA2207" w:rsidP="00EA2207">
            <w:pPr>
              <w:pStyle w:val="acctmergecolhdg"/>
              <w:spacing w:line="240" w:lineRule="atLeast"/>
              <w:ind w:left="-106" w:right="-79"/>
              <w:rPr>
                <w:szCs w:val="22"/>
              </w:rPr>
            </w:pPr>
            <w:r w:rsidRPr="005D3E43">
              <w:rPr>
                <w:szCs w:val="22"/>
              </w:rPr>
              <w:t>financial statements</w:t>
            </w:r>
          </w:p>
        </w:tc>
        <w:tc>
          <w:tcPr>
            <w:tcW w:w="270" w:type="dxa"/>
          </w:tcPr>
          <w:p w14:paraId="01A6D2E1" w14:textId="77777777" w:rsidR="00EA2207" w:rsidRPr="005D3E43" w:rsidRDefault="00EA2207" w:rsidP="00EA2207">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718" w:type="dxa"/>
            <w:gridSpan w:val="3"/>
          </w:tcPr>
          <w:p w14:paraId="77F4A03B" w14:textId="77777777" w:rsidR="00EA2207" w:rsidRPr="005D3E43" w:rsidRDefault="00EA2207" w:rsidP="00EA2207">
            <w:pPr>
              <w:pStyle w:val="3"/>
              <w:tabs>
                <w:tab w:val="clear" w:pos="360"/>
                <w:tab w:val="clear" w:pos="720"/>
              </w:tabs>
              <w:spacing w:line="240" w:lineRule="atLeast"/>
              <w:ind w:left="-108"/>
              <w:jc w:val="center"/>
              <w:rPr>
                <w:rFonts w:ascii="Times New Roman" w:hAnsi="Times New Roman" w:cs="Times New Roman"/>
                <w:lang w:val="en-US"/>
              </w:rPr>
            </w:pPr>
            <w:r w:rsidRPr="005D3E43">
              <w:rPr>
                <w:rFonts w:ascii="Times New Roman" w:hAnsi="Times New Roman" w:cs="Times New Roman"/>
                <w:b/>
                <w:bCs/>
                <w:cs/>
              </w:rPr>
              <w:t>financial statements</w:t>
            </w:r>
          </w:p>
        </w:tc>
      </w:tr>
      <w:tr w:rsidR="00CF5F9C" w:rsidRPr="005D3E43" w14:paraId="54756377" w14:textId="77777777" w:rsidTr="00CF5F9C">
        <w:trPr>
          <w:cantSplit/>
        </w:trPr>
        <w:tc>
          <w:tcPr>
            <w:tcW w:w="3510" w:type="dxa"/>
          </w:tcPr>
          <w:p w14:paraId="58C5AA36" w14:textId="77777777" w:rsidR="00CF5F9C" w:rsidRPr="005D3E43" w:rsidRDefault="00CF5F9C" w:rsidP="00CF5F9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152" w:type="dxa"/>
          </w:tcPr>
          <w:p w14:paraId="321FB10F" w14:textId="422F9A74" w:rsidR="00CF5F9C" w:rsidRPr="005D3E43" w:rsidRDefault="00CF5F9C" w:rsidP="00CF5F9C">
            <w:pPr>
              <w:pStyle w:val="acctmergecolhdg"/>
              <w:spacing w:line="240" w:lineRule="atLeast"/>
              <w:ind w:left="-105" w:right="-112"/>
              <w:rPr>
                <w:b w:val="0"/>
                <w:bCs/>
                <w:szCs w:val="22"/>
              </w:rPr>
            </w:pPr>
            <w:r w:rsidRPr="005D3E43">
              <w:rPr>
                <w:b w:val="0"/>
                <w:bCs/>
              </w:rPr>
              <w:t xml:space="preserve">30 </w:t>
            </w:r>
            <w:r>
              <w:rPr>
                <w:b w:val="0"/>
                <w:bCs/>
              </w:rPr>
              <w:t>September</w:t>
            </w:r>
          </w:p>
        </w:tc>
        <w:tc>
          <w:tcPr>
            <w:tcW w:w="270" w:type="dxa"/>
          </w:tcPr>
          <w:p w14:paraId="04D86551" w14:textId="77777777" w:rsidR="00CF5F9C" w:rsidRPr="005D3E43" w:rsidRDefault="00CF5F9C" w:rsidP="00CF5F9C">
            <w:pPr>
              <w:pStyle w:val="acctmergecolhdg"/>
              <w:spacing w:line="240" w:lineRule="atLeast"/>
              <w:ind w:left="-105" w:right="-112"/>
              <w:rPr>
                <w:b w:val="0"/>
                <w:bCs/>
                <w:szCs w:val="22"/>
              </w:rPr>
            </w:pPr>
          </w:p>
        </w:tc>
        <w:tc>
          <w:tcPr>
            <w:tcW w:w="1260" w:type="dxa"/>
          </w:tcPr>
          <w:p w14:paraId="640A6A1C" w14:textId="77777777" w:rsidR="00CF5F9C" w:rsidRDefault="00CF5F9C" w:rsidP="00CF5F9C">
            <w:pPr>
              <w:pStyle w:val="acctmergecolhdg"/>
              <w:spacing w:line="240" w:lineRule="atLeast"/>
              <w:ind w:left="-105" w:right="-112"/>
              <w:rPr>
                <w:b w:val="0"/>
                <w:bCs/>
                <w:szCs w:val="22"/>
              </w:rPr>
            </w:pPr>
            <w:r w:rsidRPr="005D3E43">
              <w:rPr>
                <w:b w:val="0"/>
                <w:bCs/>
                <w:szCs w:val="22"/>
              </w:rPr>
              <w:t xml:space="preserve">31 </w:t>
            </w:r>
          </w:p>
          <w:p w14:paraId="7CB3983C" w14:textId="373E1723" w:rsidR="00CF5F9C" w:rsidRPr="005D3E43" w:rsidRDefault="00CF5F9C" w:rsidP="00CF5F9C">
            <w:pPr>
              <w:pStyle w:val="acctmergecolhdg"/>
              <w:spacing w:line="240" w:lineRule="atLeast"/>
              <w:ind w:left="-105" w:right="-112"/>
              <w:rPr>
                <w:b w:val="0"/>
                <w:bCs/>
                <w:szCs w:val="22"/>
              </w:rPr>
            </w:pPr>
            <w:r w:rsidRPr="005D3E43">
              <w:rPr>
                <w:b w:val="0"/>
                <w:bCs/>
                <w:szCs w:val="22"/>
              </w:rPr>
              <w:t>December</w:t>
            </w:r>
          </w:p>
        </w:tc>
        <w:tc>
          <w:tcPr>
            <w:tcW w:w="270" w:type="dxa"/>
          </w:tcPr>
          <w:p w14:paraId="10E41E66" w14:textId="77777777" w:rsidR="00CF5F9C" w:rsidRPr="005D3E43" w:rsidRDefault="00CF5F9C" w:rsidP="00CF5F9C">
            <w:pPr>
              <w:pStyle w:val="acctfourfigures"/>
              <w:spacing w:line="240" w:lineRule="atLeast"/>
              <w:ind w:left="-105" w:right="-112"/>
              <w:rPr>
                <w:szCs w:val="22"/>
              </w:rPr>
            </w:pPr>
          </w:p>
        </w:tc>
        <w:tc>
          <w:tcPr>
            <w:tcW w:w="1188" w:type="dxa"/>
          </w:tcPr>
          <w:p w14:paraId="1A6EF869" w14:textId="78DFB69A" w:rsidR="00CF5F9C" w:rsidRPr="005D3E43" w:rsidRDefault="00CF5F9C" w:rsidP="00CF5F9C">
            <w:pPr>
              <w:pStyle w:val="acctmergecolhdg"/>
              <w:spacing w:line="240" w:lineRule="atLeast"/>
              <w:ind w:left="-105" w:right="-112"/>
              <w:rPr>
                <w:b w:val="0"/>
                <w:bCs/>
                <w:szCs w:val="22"/>
              </w:rPr>
            </w:pPr>
            <w:r w:rsidRPr="005D3E43">
              <w:rPr>
                <w:b w:val="0"/>
                <w:bCs/>
              </w:rPr>
              <w:t xml:space="preserve">30 </w:t>
            </w:r>
            <w:r>
              <w:rPr>
                <w:b w:val="0"/>
                <w:bCs/>
              </w:rPr>
              <w:t>September</w:t>
            </w:r>
          </w:p>
        </w:tc>
        <w:tc>
          <w:tcPr>
            <w:tcW w:w="270" w:type="dxa"/>
          </w:tcPr>
          <w:p w14:paraId="2E3CA751" w14:textId="77777777" w:rsidR="00CF5F9C" w:rsidRPr="005D3E43" w:rsidRDefault="00CF5F9C" w:rsidP="00CF5F9C">
            <w:pPr>
              <w:pStyle w:val="acctmergecolhdg"/>
              <w:spacing w:line="240" w:lineRule="atLeast"/>
              <w:ind w:left="-105" w:right="-112"/>
              <w:rPr>
                <w:b w:val="0"/>
                <w:bCs/>
                <w:szCs w:val="22"/>
              </w:rPr>
            </w:pPr>
          </w:p>
        </w:tc>
        <w:tc>
          <w:tcPr>
            <w:tcW w:w="1260" w:type="dxa"/>
          </w:tcPr>
          <w:p w14:paraId="2B0D45DE" w14:textId="77777777" w:rsidR="00CF5F9C" w:rsidRDefault="00CF5F9C" w:rsidP="00CF5F9C">
            <w:pPr>
              <w:pStyle w:val="acctmergecolhdg"/>
              <w:spacing w:line="240" w:lineRule="atLeast"/>
              <w:ind w:left="-105" w:right="-112"/>
              <w:rPr>
                <w:b w:val="0"/>
                <w:bCs/>
                <w:szCs w:val="22"/>
              </w:rPr>
            </w:pPr>
            <w:r w:rsidRPr="005D3E43">
              <w:rPr>
                <w:b w:val="0"/>
                <w:bCs/>
                <w:szCs w:val="22"/>
              </w:rPr>
              <w:t xml:space="preserve">31 </w:t>
            </w:r>
          </w:p>
          <w:p w14:paraId="67EB99BA" w14:textId="396D2410" w:rsidR="00CF5F9C" w:rsidRPr="005D3E43" w:rsidRDefault="00CF5F9C" w:rsidP="00CF5F9C">
            <w:pPr>
              <w:pStyle w:val="acctmergecolhdg"/>
              <w:spacing w:line="240" w:lineRule="atLeast"/>
              <w:ind w:left="-105" w:right="-112"/>
              <w:rPr>
                <w:b w:val="0"/>
                <w:bCs/>
                <w:szCs w:val="22"/>
              </w:rPr>
            </w:pPr>
            <w:r w:rsidRPr="005D3E43">
              <w:rPr>
                <w:b w:val="0"/>
                <w:bCs/>
                <w:szCs w:val="22"/>
              </w:rPr>
              <w:t>December</w:t>
            </w:r>
          </w:p>
        </w:tc>
      </w:tr>
      <w:tr w:rsidR="00CF5F9C" w:rsidRPr="005D3E43" w14:paraId="7C7A6788" w14:textId="77777777" w:rsidTr="00CF5F9C">
        <w:trPr>
          <w:cantSplit/>
        </w:trPr>
        <w:tc>
          <w:tcPr>
            <w:tcW w:w="3510" w:type="dxa"/>
          </w:tcPr>
          <w:p w14:paraId="36759F7A" w14:textId="77777777" w:rsidR="00CF5F9C" w:rsidRPr="005D3E43" w:rsidRDefault="00CF5F9C" w:rsidP="00CF5F9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152" w:type="dxa"/>
          </w:tcPr>
          <w:p w14:paraId="5973DD97" w14:textId="77777777" w:rsidR="00CF5F9C" w:rsidRPr="005D3E43" w:rsidRDefault="00CF5F9C" w:rsidP="00CF5F9C">
            <w:pPr>
              <w:pStyle w:val="acctmergecolhdg"/>
              <w:spacing w:line="240" w:lineRule="atLeast"/>
              <w:ind w:left="-105" w:right="-112"/>
              <w:rPr>
                <w:b w:val="0"/>
                <w:bCs/>
                <w:szCs w:val="22"/>
              </w:rPr>
            </w:pPr>
            <w:r w:rsidRPr="005D3E43">
              <w:rPr>
                <w:b w:val="0"/>
                <w:bCs/>
                <w:szCs w:val="22"/>
              </w:rPr>
              <w:t>2020</w:t>
            </w:r>
          </w:p>
        </w:tc>
        <w:tc>
          <w:tcPr>
            <w:tcW w:w="270" w:type="dxa"/>
          </w:tcPr>
          <w:p w14:paraId="4D08D4A1" w14:textId="77777777" w:rsidR="00CF5F9C" w:rsidRPr="005D3E43" w:rsidRDefault="00CF5F9C" w:rsidP="00CF5F9C">
            <w:pPr>
              <w:pStyle w:val="acctmergecolhdg"/>
              <w:spacing w:line="240" w:lineRule="atLeast"/>
              <w:ind w:left="-105" w:right="-112"/>
              <w:rPr>
                <w:b w:val="0"/>
                <w:bCs/>
                <w:szCs w:val="22"/>
              </w:rPr>
            </w:pPr>
          </w:p>
        </w:tc>
        <w:tc>
          <w:tcPr>
            <w:tcW w:w="1260" w:type="dxa"/>
          </w:tcPr>
          <w:p w14:paraId="66D1F81B" w14:textId="77777777" w:rsidR="00CF5F9C" w:rsidRPr="005D3E43" w:rsidRDefault="00CF5F9C" w:rsidP="00CF5F9C">
            <w:pPr>
              <w:pStyle w:val="acctmergecolhdg"/>
              <w:spacing w:line="240" w:lineRule="atLeast"/>
              <w:ind w:left="-105" w:right="-112"/>
              <w:rPr>
                <w:b w:val="0"/>
                <w:bCs/>
                <w:szCs w:val="22"/>
              </w:rPr>
            </w:pPr>
            <w:r w:rsidRPr="005D3E43">
              <w:rPr>
                <w:b w:val="0"/>
                <w:bCs/>
                <w:szCs w:val="22"/>
              </w:rPr>
              <w:t>2019</w:t>
            </w:r>
          </w:p>
        </w:tc>
        <w:tc>
          <w:tcPr>
            <w:tcW w:w="270" w:type="dxa"/>
          </w:tcPr>
          <w:p w14:paraId="202818EC" w14:textId="77777777" w:rsidR="00CF5F9C" w:rsidRPr="005D3E43" w:rsidRDefault="00CF5F9C" w:rsidP="00CF5F9C">
            <w:pPr>
              <w:pStyle w:val="acctfourfigures"/>
              <w:spacing w:line="240" w:lineRule="atLeast"/>
              <w:ind w:left="-105" w:right="-112"/>
              <w:rPr>
                <w:szCs w:val="22"/>
              </w:rPr>
            </w:pPr>
          </w:p>
        </w:tc>
        <w:tc>
          <w:tcPr>
            <w:tcW w:w="1188" w:type="dxa"/>
          </w:tcPr>
          <w:p w14:paraId="3D50EBE7" w14:textId="77777777" w:rsidR="00CF5F9C" w:rsidRPr="005D3E43" w:rsidRDefault="00CF5F9C" w:rsidP="00CF5F9C">
            <w:pPr>
              <w:pStyle w:val="acctmergecolhdg"/>
              <w:spacing w:line="240" w:lineRule="atLeast"/>
              <w:ind w:left="-105" w:right="-112"/>
              <w:rPr>
                <w:b w:val="0"/>
                <w:bCs/>
                <w:szCs w:val="22"/>
              </w:rPr>
            </w:pPr>
            <w:r w:rsidRPr="005D3E43">
              <w:rPr>
                <w:b w:val="0"/>
                <w:bCs/>
                <w:szCs w:val="22"/>
              </w:rPr>
              <w:t>2020</w:t>
            </w:r>
          </w:p>
        </w:tc>
        <w:tc>
          <w:tcPr>
            <w:tcW w:w="270" w:type="dxa"/>
          </w:tcPr>
          <w:p w14:paraId="6476D269" w14:textId="77777777" w:rsidR="00CF5F9C" w:rsidRPr="005D3E43" w:rsidRDefault="00CF5F9C" w:rsidP="00CF5F9C">
            <w:pPr>
              <w:pStyle w:val="acctmergecolhdg"/>
              <w:spacing w:line="240" w:lineRule="atLeast"/>
              <w:ind w:left="-105" w:right="-112"/>
              <w:rPr>
                <w:b w:val="0"/>
                <w:bCs/>
                <w:szCs w:val="22"/>
              </w:rPr>
            </w:pPr>
          </w:p>
        </w:tc>
        <w:tc>
          <w:tcPr>
            <w:tcW w:w="1260" w:type="dxa"/>
          </w:tcPr>
          <w:p w14:paraId="3D72E9A6" w14:textId="77777777" w:rsidR="00CF5F9C" w:rsidRPr="005D3E43" w:rsidRDefault="00CF5F9C" w:rsidP="00CF5F9C">
            <w:pPr>
              <w:pStyle w:val="acctmergecolhdg"/>
              <w:spacing w:line="240" w:lineRule="atLeast"/>
              <w:ind w:left="-105" w:right="-112"/>
              <w:rPr>
                <w:b w:val="0"/>
                <w:bCs/>
                <w:szCs w:val="22"/>
              </w:rPr>
            </w:pPr>
            <w:r w:rsidRPr="005D3E43">
              <w:rPr>
                <w:b w:val="0"/>
                <w:bCs/>
                <w:szCs w:val="22"/>
              </w:rPr>
              <w:t>2019</w:t>
            </w:r>
          </w:p>
        </w:tc>
      </w:tr>
      <w:tr w:rsidR="00CF5F9C" w:rsidRPr="005D3E43" w14:paraId="77CDD5D9" w14:textId="77777777" w:rsidTr="00CF5F9C">
        <w:trPr>
          <w:cantSplit/>
        </w:trPr>
        <w:tc>
          <w:tcPr>
            <w:tcW w:w="3510" w:type="dxa"/>
          </w:tcPr>
          <w:p w14:paraId="7EE2D1A0" w14:textId="77777777" w:rsidR="00CF5F9C" w:rsidRPr="005D3E43" w:rsidRDefault="00CF5F9C" w:rsidP="00CF5F9C">
            <w:pPr>
              <w:pStyle w:val="3"/>
              <w:tabs>
                <w:tab w:val="clear" w:pos="360"/>
                <w:tab w:val="clear" w:pos="720"/>
                <w:tab w:val="left" w:pos="327"/>
              </w:tabs>
              <w:spacing w:line="240" w:lineRule="atLeast"/>
              <w:jc w:val="thaiDistribute"/>
              <w:rPr>
                <w:rFonts w:ascii="Times New Roman" w:hAnsi="Times New Roman" w:cs="Times New Roman"/>
                <w:b/>
                <w:bCs/>
                <w:i/>
                <w:iCs/>
                <w:lang w:val="en-US"/>
              </w:rPr>
            </w:pPr>
          </w:p>
        </w:tc>
        <w:tc>
          <w:tcPr>
            <w:tcW w:w="5670" w:type="dxa"/>
            <w:gridSpan w:val="7"/>
          </w:tcPr>
          <w:p w14:paraId="5E90E5D4" w14:textId="77777777" w:rsidR="00CF5F9C" w:rsidRPr="005D3E43" w:rsidRDefault="00CF5F9C" w:rsidP="00CF5F9C">
            <w:pPr>
              <w:pStyle w:val="3"/>
              <w:tabs>
                <w:tab w:val="clear" w:pos="360"/>
                <w:tab w:val="clear" w:pos="720"/>
              </w:tabs>
              <w:spacing w:line="240" w:lineRule="atLeast"/>
              <w:ind w:left="-108"/>
              <w:jc w:val="center"/>
              <w:rPr>
                <w:rFonts w:ascii="Times New Roman" w:hAnsi="Times New Roman" w:cs="Times New Roman"/>
                <w:i/>
                <w:iCs/>
                <w:lang w:val="en-US"/>
              </w:rPr>
            </w:pPr>
            <w:r w:rsidRPr="005D3E43">
              <w:rPr>
                <w:rFonts w:ascii="Times New Roman" w:hAnsi="Times New Roman" w:cs="Times New Roman"/>
                <w:i/>
                <w:iCs/>
                <w:lang w:val="en-US"/>
              </w:rPr>
              <w:t>(in thousand Baht)</w:t>
            </w:r>
          </w:p>
        </w:tc>
      </w:tr>
      <w:tr w:rsidR="00CF5F9C" w:rsidRPr="005D3E43" w14:paraId="2FC58461" w14:textId="77777777" w:rsidTr="00CF5F9C">
        <w:trPr>
          <w:cantSplit/>
        </w:trPr>
        <w:tc>
          <w:tcPr>
            <w:tcW w:w="3510" w:type="dxa"/>
          </w:tcPr>
          <w:p w14:paraId="2E91CBE3" w14:textId="77777777" w:rsidR="00CF5F9C" w:rsidRPr="005D3E43" w:rsidRDefault="00CF5F9C" w:rsidP="00CF5F9C">
            <w:pPr>
              <w:pStyle w:val="3"/>
              <w:tabs>
                <w:tab w:val="clear" w:pos="360"/>
                <w:tab w:val="clear" w:pos="720"/>
                <w:tab w:val="left" w:pos="327"/>
              </w:tabs>
              <w:spacing w:line="240" w:lineRule="atLeast"/>
              <w:jc w:val="thaiDistribute"/>
              <w:rPr>
                <w:rFonts w:ascii="Times New Roman" w:hAnsi="Times New Roman" w:cs="Times New Roman"/>
                <w:lang w:val="en-US"/>
              </w:rPr>
            </w:pPr>
            <w:r w:rsidRPr="005D3E43">
              <w:rPr>
                <w:rFonts w:ascii="Times New Roman" w:hAnsi="Times New Roman" w:cs="Times New Roman"/>
                <w:b/>
                <w:bCs/>
                <w:i/>
                <w:iCs/>
              </w:rPr>
              <w:t>Current</w:t>
            </w:r>
          </w:p>
        </w:tc>
        <w:tc>
          <w:tcPr>
            <w:tcW w:w="1152" w:type="dxa"/>
          </w:tcPr>
          <w:p w14:paraId="2A47863A" w14:textId="77777777" w:rsidR="00CF5F9C" w:rsidRPr="005D3E43" w:rsidRDefault="00CF5F9C" w:rsidP="00CF5F9C">
            <w:pPr>
              <w:tabs>
                <w:tab w:val="decimal" w:pos="1040"/>
              </w:tabs>
              <w:rPr>
                <w:szCs w:val="22"/>
              </w:rPr>
            </w:pPr>
          </w:p>
        </w:tc>
        <w:tc>
          <w:tcPr>
            <w:tcW w:w="270" w:type="dxa"/>
          </w:tcPr>
          <w:p w14:paraId="14F532D8" w14:textId="77777777" w:rsidR="00CF5F9C" w:rsidRPr="005D3E43" w:rsidRDefault="00CF5F9C" w:rsidP="00CF5F9C">
            <w:pPr>
              <w:jc w:val="center"/>
              <w:rPr>
                <w:b/>
                <w:szCs w:val="22"/>
              </w:rPr>
            </w:pPr>
          </w:p>
        </w:tc>
        <w:tc>
          <w:tcPr>
            <w:tcW w:w="1260" w:type="dxa"/>
          </w:tcPr>
          <w:p w14:paraId="1DAC3ECB" w14:textId="77777777" w:rsidR="00CF5F9C" w:rsidRPr="005D3E43" w:rsidRDefault="00CF5F9C" w:rsidP="00CF5F9C">
            <w:pPr>
              <w:tabs>
                <w:tab w:val="decimal" w:pos="1040"/>
              </w:tabs>
              <w:rPr>
                <w:szCs w:val="22"/>
              </w:rPr>
            </w:pPr>
          </w:p>
        </w:tc>
        <w:tc>
          <w:tcPr>
            <w:tcW w:w="270" w:type="dxa"/>
          </w:tcPr>
          <w:p w14:paraId="73F1BFAB" w14:textId="77777777" w:rsidR="00CF5F9C" w:rsidRPr="005D3E43" w:rsidRDefault="00CF5F9C" w:rsidP="00CF5F9C">
            <w:pPr>
              <w:jc w:val="center"/>
              <w:rPr>
                <w:b/>
                <w:szCs w:val="22"/>
              </w:rPr>
            </w:pPr>
          </w:p>
        </w:tc>
        <w:tc>
          <w:tcPr>
            <w:tcW w:w="1188" w:type="dxa"/>
          </w:tcPr>
          <w:p w14:paraId="1C52FFBB" w14:textId="77777777" w:rsidR="00CF5F9C" w:rsidRPr="005D3E43" w:rsidRDefault="00CF5F9C" w:rsidP="00CF5F9C">
            <w:pPr>
              <w:tabs>
                <w:tab w:val="decimal" w:pos="1040"/>
              </w:tabs>
              <w:jc w:val="center"/>
              <w:rPr>
                <w:szCs w:val="22"/>
              </w:rPr>
            </w:pPr>
          </w:p>
        </w:tc>
        <w:tc>
          <w:tcPr>
            <w:tcW w:w="270" w:type="dxa"/>
          </w:tcPr>
          <w:p w14:paraId="37295F1C" w14:textId="77777777" w:rsidR="00CF5F9C" w:rsidRPr="005D3E43" w:rsidRDefault="00CF5F9C" w:rsidP="00CF5F9C">
            <w:pPr>
              <w:jc w:val="center"/>
              <w:rPr>
                <w:szCs w:val="22"/>
              </w:rPr>
            </w:pPr>
          </w:p>
        </w:tc>
        <w:tc>
          <w:tcPr>
            <w:tcW w:w="1260" w:type="dxa"/>
          </w:tcPr>
          <w:p w14:paraId="49327529" w14:textId="77777777" w:rsidR="00CF5F9C" w:rsidRPr="005D3E43" w:rsidRDefault="00CF5F9C" w:rsidP="00CF5F9C">
            <w:pPr>
              <w:tabs>
                <w:tab w:val="decimal" w:pos="1040"/>
              </w:tabs>
              <w:ind w:left="-108"/>
              <w:rPr>
                <w:szCs w:val="22"/>
              </w:rPr>
            </w:pPr>
          </w:p>
        </w:tc>
      </w:tr>
      <w:tr w:rsidR="00CF5F9C" w:rsidRPr="005D3E43" w14:paraId="2155B052" w14:textId="77777777" w:rsidTr="00CF5F9C">
        <w:trPr>
          <w:cantSplit/>
        </w:trPr>
        <w:tc>
          <w:tcPr>
            <w:tcW w:w="3510" w:type="dxa"/>
          </w:tcPr>
          <w:p w14:paraId="477458F3" w14:textId="77777777" w:rsidR="00CF5F9C" w:rsidRPr="005D3E43" w:rsidRDefault="00CF5F9C" w:rsidP="00CF5F9C">
            <w:pPr>
              <w:tabs>
                <w:tab w:val="left" w:pos="342"/>
              </w:tabs>
              <w:ind w:right="-243"/>
              <w:rPr>
                <w:szCs w:val="22"/>
              </w:rPr>
            </w:pPr>
            <w:r w:rsidRPr="005D3E43">
              <w:rPr>
                <w:szCs w:val="22"/>
              </w:rPr>
              <w:t xml:space="preserve">Short-term loans from financial </w:t>
            </w:r>
            <w:r w:rsidRPr="005D3E43">
              <w:rPr>
                <w:szCs w:val="22"/>
              </w:rPr>
              <w:br/>
              <w:t xml:space="preserve">   institutions</w:t>
            </w:r>
          </w:p>
        </w:tc>
        <w:tc>
          <w:tcPr>
            <w:tcW w:w="1152" w:type="dxa"/>
            <w:vAlign w:val="bottom"/>
          </w:tcPr>
          <w:p w14:paraId="558548B4" w14:textId="520C3E2B" w:rsidR="00CF5F9C" w:rsidRPr="005D3E43" w:rsidRDefault="00AD79A9" w:rsidP="00CF5F9C">
            <w:pPr>
              <w:tabs>
                <w:tab w:val="decimal" w:pos="1040"/>
              </w:tabs>
              <w:rPr>
                <w:szCs w:val="22"/>
              </w:rPr>
            </w:pPr>
            <w:r>
              <w:rPr>
                <w:szCs w:val="22"/>
              </w:rPr>
              <w:t>250,000</w:t>
            </w:r>
          </w:p>
        </w:tc>
        <w:tc>
          <w:tcPr>
            <w:tcW w:w="270" w:type="dxa"/>
          </w:tcPr>
          <w:p w14:paraId="754306D7" w14:textId="77777777" w:rsidR="00CF5F9C" w:rsidRPr="005D3E43" w:rsidRDefault="00CF5F9C" w:rsidP="00CF5F9C">
            <w:pPr>
              <w:jc w:val="center"/>
              <w:rPr>
                <w:b/>
                <w:szCs w:val="22"/>
              </w:rPr>
            </w:pPr>
          </w:p>
        </w:tc>
        <w:tc>
          <w:tcPr>
            <w:tcW w:w="1260" w:type="dxa"/>
            <w:vAlign w:val="bottom"/>
          </w:tcPr>
          <w:p w14:paraId="276A6410" w14:textId="77777777" w:rsidR="00CF5F9C" w:rsidRPr="005D3E43" w:rsidRDefault="00CF5F9C" w:rsidP="00CF5F9C">
            <w:pPr>
              <w:pStyle w:val="3"/>
              <w:tabs>
                <w:tab w:val="clear" w:pos="360"/>
                <w:tab w:val="clear" w:pos="720"/>
              </w:tabs>
              <w:spacing w:line="240" w:lineRule="atLeast"/>
              <w:ind w:left="-79" w:right="17"/>
              <w:jc w:val="right"/>
              <w:rPr>
                <w:rFonts w:ascii="Times New Roman" w:hAnsi="Times New Roman" w:cs="Times New Roman"/>
                <w:lang w:val="en-US"/>
              </w:rPr>
            </w:pPr>
            <w:r w:rsidRPr="005D3E43">
              <w:rPr>
                <w:rFonts w:ascii="Times New Roman" w:hAnsi="Times New Roman" w:cs="Times New Roman"/>
                <w:lang w:val="en-US"/>
              </w:rPr>
              <w:t>1,370,000</w:t>
            </w:r>
          </w:p>
        </w:tc>
        <w:tc>
          <w:tcPr>
            <w:tcW w:w="270" w:type="dxa"/>
          </w:tcPr>
          <w:p w14:paraId="378D7A54" w14:textId="77777777" w:rsidR="00CF5F9C" w:rsidRPr="005D3E43" w:rsidRDefault="00CF5F9C" w:rsidP="00CF5F9C">
            <w:pPr>
              <w:jc w:val="center"/>
              <w:rPr>
                <w:b/>
                <w:szCs w:val="22"/>
              </w:rPr>
            </w:pPr>
          </w:p>
        </w:tc>
        <w:tc>
          <w:tcPr>
            <w:tcW w:w="1188" w:type="dxa"/>
            <w:vAlign w:val="bottom"/>
          </w:tcPr>
          <w:p w14:paraId="499AAB0D" w14:textId="2F0BD280" w:rsidR="00CF5F9C" w:rsidRPr="005D3E43" w:rsidRDefault="00AD79A9" w:rsidP="00CF5F9C">
            <w:pPr>
              <w:tabs>
                <w:tab w:val="decimal" w:pos="1040"/>
              </w:tabs>
              <w:rPr>
                <w:szCs w:val="22"/>
              </w:rPr>
            </w:pPr>
            <w:r>
              <w:rPr>
                <w:szCs w:val="22"/>
              </w:rPr>
              <w:t>250,000</w:t>
            </w:r>
          </w:p>
        </w:tc>
        <w:tc>
          <w:tcPr>
            <w:tcW w:w="270" w:type="dxa"/>
          </w:tcPr>
          <w:p w14:paraId="4DA0F6F3" w14:textId="77777777" w:rsidR="00CF5F9C" w:rsidRPr="005D3E43" w:rsidRDefault="00CF5F9C" w:rsidP="00CF5F9C">
            <w:pPr>
              <w:jc w:val="center"/>
              <w:rPr>
                <w:b/>
                <w:szCs w:val="22"/>
              </w:rPr>
            </w:pPr>
          </w:p>
        </w:tc>
        <w:tc>
          <w:tcPr>
            <w:tcW w:w="1260" w:type="dxa"/>
            <w:vAlign w:val="bottom"/>
          </w:tcPr>
          <w:p w14:paraId="332EB154" w14:textId="77777777" w:rsidR="00CF5F9C" w:rsidRPr="005D3E43" w:rsidRDefault="00CF5F9C" w:rsidP="00CF5F9C">
            <w:pPr>
              <w:pStyle w:val="3"/>
              <w:tabs>
                <w:tab w:val="clear" w:pos="360"/>
                <w:tab w:val="clear" w:pos="720"/>
              </w:tabs>
              <w:spacing w:line="240" w:lineRule="atLeast"/>
              <w:ind w:left="-79" w:right="17"/>
              <w:jc w:val="right"/>
              <w:rPr>
                <w:rFonts w:ascii="Times New Roman" w:hAnsi="Times New Roman" w:cs="Times New Roman"/>
                <w:lang w:val="en-US"/>
              </w:rPr>
            </w:pPr>
            <w:r w:rsidRPr="005D3E43">
              <w:rPr>
                <w:rFonts w:ascii="Times New Roman" w:hAnsi="Times New Roman" w:cs="Times New Roman"/>
                <w:lang w:val="en-US"/>
              </w:rPr>
              <w:t>1,370,000</w:t>
            </w:r>
          </w:p>
        </w:tc>
      </w:tr>
      <w:tr w:rsidR="00CF5F9C" w:rsidRPr="005D3E43" w14:paraId="6342978A" w14:textId="77777777" w:rsidTr="00CF5F9C">
        <w:trPr>
          <w:cantSplit/>
        </w:trPr>
        <w:tc>
          <w:tcPr>
            <w:tcW w:w="3510" w:type="dxa"/>
          </w:tcPr>
          <w:p w14:paraId="6F59F43B" w14:textId="77777777" w:rsidR="00CF5F9C" w:rsidRPr="005D3E43" w:rsidRDefault="00CF5F9C" w:rsidP="00CF5F9C">
            <w:pPr>
              <w:pStyle w:val="acctfourfigures"/>
              <w:shd w:val="clear" w:color="auto" w:fill="FFFFFF"/>
              <w:tabs>
                <w:tab w:val="clear" w:pos="765"/>
              </w:tabs>
              <w:spacing w:line="240" w:lineRule="atLeast"/>
              <w:rPr>
                <w:szCs w:val="22"/>
              </w:rPr>
            </w:pPr>
            <w:r w:rsidRPr="005D3E43">
              <w:rPr>
                <w:szCs w:val="22"/>
              </w:rPr>
              <w:t>Short-term loans from related parties</w:t>
            </w:r>
          </w:p>
        </w:tc>
        <w:tc>
          <w:tcPr>
            <w:tcW w:w="1152" w:type="dxa"/>
            <w:tcBorders>
              <w:bottom w:val="nil"/>
            </w:tcBorders>
          </w:tcPr>
          <w:p w14:paraId="68FB6F58" w14:textId="0125E5E3" w:rsidR="00CF5F9C" w:rsidRPr="005D3E43" w:rsidRDefault="00AD79A9" w:rsidP="00CF5F9C">
            <w:pPr>
              <w:tabs>
                <w:tab w:val="decimal" w:pos="939"/>
              </w:tabs>
              <w:ind w:left="-108" w:right="-108"/>
              <w:rPr>
                <w:szCs w:val="22"/>
              </w:rPr>
            </w:pPr>
            <w:r>
              <w:rPr>
                <w:szCs w:val="22"/>
              </w:rPr>
              <w:t>1,282,567</w:t>
            </w:r>
          </w:p>
        </w:tc>
        <w:tc>
          <w:tcPr>
            <w:tcW w:w="270" w:type="dxa"/>
            <w:tcBorders>
              <w:bottom w:val="nil"/>
            </w:tcBorders>
          </w:tcPr>
          <w:p w14:paraId="10EB832D" w14:textId="77777777" w:rsidR="00CF5F9C" w:rsidRPr="005D3E43" w:rsidRDefault="00CF5F9C" w:rsidP="00CF5F9C">
            <w:pPr>
              <w:jc w:val="center"/>
              <w:rPr>
                <w:b/>
                <w:szCs w:val="22"/>
              </w:rPr>
            </w:pPr>
          </w:p>
        </w:tc>
        <w:tc>
          <w:tcPr>
            <w:tcW w:w="1260" w:type="dxa"/>
            <w:tcBorders>
              <w:bottom w:val="nil"/>
            </w:tcBorders>
            <w:vAlign w:val="bottom"/>
          </w:tcPr>
          <w:p w14:paraId="361400A8" w14:textId="77777777" w:rsidR="00CF5F9C" w:rsidRPr="005D3E43" w:rsidRDefault="00CF5F9C" w:rsidP="00CF5F9C">
            <w:pPr>
              <w:pStyle w:val="3"/>
              <w:tabs>
                <w:tab w:val="clear" w:pos="360"/>
                <w:tab w:val="clear" w:pos="720"/>
              </w:tabs>
              <w:spacing w:line="240" w:lineRule="atLeast"/>
              <w:ind w:left="-79" w:right="17"/>
              <w:jc w:val="right"/>
              <w:rPr>
                <w:rFonts w:ascii="Times New Roman" w:hAnsi="Times New Roman" w:cs="Times New Roman"/>
                <w:lang w:val="en-US"/>
              </w:rPr>
            </w:pPr>
            <w:r w:rsidRPr="005D3E43">
              <w:rPr>
                <w:rFonts w:ascii="Times New Roman" w:hAnsi="Times New Roman" w:cs="Times New Roman"/>
                <w:lang w:val="en-US"/>
              </w:rPr>
              <w:t>170,745</w:t>
            </w:r>
          </w:p>
        </w:tc>
        <w:tc>
          <w:tcPr>
            <w:tcW w:w="270" w:type="dxa"/>
            <w:tcBorders>
              <w:bottom w:val="nil"/>
            </w:tcBorders>
          </w:tcPr>
          <w:p w14:paraId="386A066C" w14:textId="77777777" w:rsidR="00CF5F9C" w:rsidRPr="005D3E43" w:rsidRDefault="00CF5F9C" w:rsidP="00CF5F9C">
            <w:pPr>
              <w:jc w:val="center"/>
              <w:rPr>
                <w:b/>
                <w:szCs w:val="22"/>
              </w:rPr>
            </w:pPr>
          </w:p>
        </w:tc>
        <w:tc>
          <w:tcPr>
            <w:tcW w:w="1188" w:type="dxa"/>
            <w:tcBorders>
              <w:bottom w:val="nil"/>
            </w:tcBorders>
            <w:vAlign w:val="bottom"/>
          </w:tcPr>
          <w:p w14:paraId="56852B75" w14:textId="205839F8" w:rsidR="00CF5F9C" w:rsidRPr="005D3E43" w:rsidRDefault="00AD79A9" w:rsidP="00CF5F9C">
            <w:pPr>
              <w:tabs>
                <w:tab w:val="decimal" w:pos="1040"/>
              </w:tabs>
              <w:rPr>
                <w:szCs w:val="22"/>
              </w:rPr>
            </w:pPr>
            <w:r>
              <w:rPr>
                <w:szCs w:val="22"/>
              </w:rPr>
              <w:t>4,706,56</w:t>
            </w:r>
            <w:r w:rsidR="00AF07BE">
              <w:rPr>
                <w:szCs w:val="22"/>
              </w:rPr>
              <w:t>7</w:t>
            </w:r>
          </w:p>
        </w:tc>
        <w:tc>
          <w:tcPr>
            <w:tcW w:w="270" w:type="dxa"/>
            <w:tcBorders>
              <w:bottom w:val="nil"/>
            </w:tcBorders>
          </w:tcPr>
          <w:p w14:paraId="4DE1199F" w14:textId="77777777" w:rsidR="00CF5F9C" w:rsidRPr="005D3E43" w:rsidRDefault="00CF5F9C" w:rsidP="00CF5F9C">
            <w:pPr>
              <w:jc w:val="center"/>
              <w:rPr>
                <w:szCs w:val="22"/>
              </w:rPr>
            </w:pPr>
          </w:p>
        </w:tc>
        <w:tc>
          <w:tcPr>
            <w:tcW w:w="1260" w:type="dxa"/>
            <w:tcBorders>
              <w:bottom w:val="nil"/>
            </w:tcBorders>
            <w:vAlign w:val="bottom"/>
          </w:tcPr>
          <w:p w14:paraId="4FA0B4BD" w14:textId="77777777" w:rsidR="00CF5F9C" w:rsidRPr="005D3E43" w:rsidRDefault="00CF5F9C" w:rsidP="00CF5F9C">
            <w:pPr>
              <w:pStyle w:val="3"/>
              <w:tabs>
                <w:tab w:val="clear" w:pos="360"/>
                <w:tab w:val="clear" w:pos="720"/>
              </w:tabs>
              <w:spacing w:line="240" w:lineRule="atLeast"/>
              <w:ind w:left="-79" w:right="17"/>
              <w:jc w:val="right"/>
              <w:rPr>
                <w:rFonts w:ascii="Times New Roman" w:hAnsi="Times New Roman" w:cs="Times New Roman"/>
                <w:lang w:val="en-US"/>
              </w:rPr>
            </w:pPr>
            <w:r w:rsidRPr="005D3E43">
              <w:rPr>
                <w:rFonts w:ascii="Times New Roman" w:hAnsi="Times New Roman" w:cs="Times New Roman"/>
                <w:lang w:val="en-US"/>
              </w:rPr>
              <w:t>3,218,432</w:t>
            </w:r>
          </w:p>
        </w:tc>
      </w:tr>
      <w:tr w:rsidR="00CF5F9C" w:rsidRPr="005D3E43" w14:paraId="59E661C1" w14:textId="77777777" w:rsidTr="00CF5F9C">
        <w:trPr>
          <w:cantSplit/>
        </w:trPr>
        <w:tc>
          <w:tcPr>
            <w:tcW w:w="3510" w:type="dxa"/>
          </w:tcPr>
          <w:p w14:paraId="0CBC8405" w14:textId="77777777" w:rsidR="00CF5F9C" w:rsidRPr="005D3E43" w:rsidRDefault="00CF5F9C" w:rsidP="00CF5F9C">
            <w:pPr>
              <w:tabs>
                <w:tab w:val="left" w:pos="342"/>
              </w:tabs>
              <w:rPr>
                <w:b/>
                <w:bCs/>
                <w:szCs w:val="22"/>
              </w:rPr>
            </w:pPr>
            <w:r w:rsidRPr="005D3E43">
              <w:rPr>
                <w:lang w:val="en-US"/>
              </w:rPr>
              <w:t>Current portion of debentures</w:t>
            </w:r>
          </w:p>
        </w:tc>
        <w:tc>
          <w:tcPr>
            <w:tcW w:w="1152" w:type="dxa"/>
            <w:tcBorders>
              <w:top w:val="nil"/>
              <w:bottom w:val="single" w:sz="4" w:space="0" w:color="auto"/>
            </w:tcBorders>
          </w:tcPr>
          <w:p w14:paraId="37216319" w14:textId="009C682B" w:rsidR="00CF5F9C" w:rsidRPr="005D3E43" w:rsidRDefault="00AD79A9" w:rsidP="00CF5F9C">
            <w:pPr>
              <w:tabs>
                <w:tab w:val="decimal" w:pos="1040"/>
              </w:tabs>
              <w:rPr>
                <w:szCs w:val="22"/>
              </w:rPr>
            </w:pPr>
            <w:r>
              <w:rPr>
                <w:szCs w:val="22"/>
              </w:rPr>
              <w:t>1,462,29</w:t>
            </w:r>
            <w:r w:rsidR="00AF07BE">
              <w:rPr>
                <w:szCs w:val="22"/>
              </w:rPr>
              <w:t>1</w:t>
            </w:r>
          </w:p>
        </w:tc>
        <w:tc>
          <w:tcPr>
            <w:tcW w:w="270" w:type="dxa"/>
            <w:tcBorders>
              <w:top w:val="nil"/>
            </w:tcBorders>
          </w:tcPr>
          <w:p w14:paraId="16E3812A" w14:textId="77777777" w:rsidR="00CF5F9C" w:rsidRPr="005D3E43" w:rsidRDefault="00CF5F9C" w:rsidP="00CF5F9C">
            <w:pPr>
              <w:jc w:val="center"/>
              <w:rPr>
                <w:b/>
                <w:bCs/>
                <w:szCs w:val="22"/>
              </w:rPr>
            </w:pPr>
          </w:p>
        </w:tc>
        <w:tc>
          <w:tcPr>
            <w:tcW w:w="1260" w:type="dxa"/>
            <w:tcBorders>
              <w:top w:val="nil"/>
              <w:bottom w:val="single" w:sz="4" w:space="0" w:color="auto"/>
            </w:tcBorders>
            <w:vAlign w:val="bottom"/>
          </w:tcPr>
          <w:p w14:paraId="30DEDBE2" w14:textId="77777777" w:rsidR="00CF5F9C" w:rsidRPr="005D3E43" w:rsidRDefault="00CF5F9C" w:rsidP="00CF5F9C">
            <w:pPr>
              <w:pStyle w:val="3"/>
              <w:tabs>
                <w:tab w:val="clear" w:pos="360"/>
                <w:tab w:val="clear" w:pos="720"/>
              </w:tabs>
              <w:spacing w:line="240" w:lineRule="atLeast"/>
              <w:ind w:left="-79" w:right="17"/>
              <w:jc w:val="right"/>
              <w:rPr>
                <w:rFonts w:ascii="Times New Roman" w:hAnsi="Times New Roman" w:cs="Times New Roman"/>
                <w:lang w:val="en-US"/>
              </w:rPr>
            </w:pPr>
            <w:r w:rsidRPr="005D3E43">
              <w:rPr>
                <w:rFonts w:ascii="Times New Roman" w:hAnsi="Times New Roman" w:cs="Times New Roman"/>
                <w:lang w:val="en-US"/>
              </w:rPr>
              <w:t>1,399,081</w:t>
            </w:r>
          </w:p>
        </w:tc>
        <w:tc>
          <w:tcPr>
            <w:tcW w:w="270" w:type="dxa"/>
            <w:tcBorders>
              <w:top w:val="nil"/>
            </w:tcBorders>
          </w:tcPr>
          <w:p w14:paraId="70A64CB5" w14:textId="77777777" w:rsidR="00CF5F9C" w:rsidRPr="005D3E43" w:rsidRDefault="00CF5F9C" w:rsidP="00CF5F9C">
            <w:pPr>
              <w:rPr>
                <w:szCs w:val="22"/>
              </w:rPr>
            </w:pPr>
          </w:p>
        </w:tc>
        <w:tc>
          <w:tcPr>
            <w:tcW w:w="1188" w:type="dxa"/>
            <w:tcBorders>
              <w:top w:val="nil"/>
              <w:bottom w:val="single" w:sz="4" w:space="0" w:color="auto"/>
            </w:tcBorders>
            <w:vAlign w:val="bottom"/>
          </w:tcPr>
          <w:p w14:paraId="36D9B344" w14:textId="7DBFD7B2" w:rsidR="00CF5F9C" w:rsidRPr="005D3E43" w:rsidRDefault="00AD79A9" w:rsidP="00CF5F9C">
            <w:pPr>
              <w:tabs>
                <w:tab w:val="decimal" w:pos="1040"/>
              </w:tabs>
              <w:rPr>
                <w:szCs w:val="22"/>
              </w:rPr>
            </w:pPr>
            <w:r>
              <w:rPr>
                <w:szCs w:val="22"/>
              </w:rPr>
              <w:t>1,462,29</w:t>
            </w:r>
            <w:r w:rsidR="00AF07BE">
              <w:rPr>
                <w:szCs w:val="22"/>
              </w:rPr>
              <w:t>1</w:t>
            </w:r>
          </w:p>
        </w:tc>
        <w:tc>
          <w:tcPr>
            <w:tcW w:w="270" w:type="dxa"/>
            <w:tcBorders>
              <w:top w:val="nil"/>
            </w:tcBorders>
          </w:tcPr>
          <w:p w14:paraId="58BF06C0" w14:textId="77777777" w:rsidR="00CF5F9C" w:rsidRPr="005D3E43" w:rsidRDefault="00CF5F9C" w:rsidP="00CF5F9C">
            <w:pPr>
              <w:jc w:val="center"/>
              <w:rPr>
                <w:b/>
                <w:bCs/>
                <w:szCs w:val="22"/>
              </w:rPr>
            </w:pPr>
          </w:p>
        </w:tc>
        <w:tc>
          <w:tcPr>
            <w:tcW w:w="1260" w:type="dxa"/>
            <w:tcBorders>
              <w:top w:val="nil"/>
              <w:bottom w:val="single" w:sz="4" w:space="0" w:color="auto"/>
            </w:tcBorders>
            <w:vAlign w:val="bottom"/>
          </w:tcPr>
          <w:p w14:paraId="3372E5CB" w14:textId="77777777" w:rsidR="00CF5F9C" w:rsidRPr="005D3E43" w:rsidRDefault="00CF5F9C" w:rsidP="00CF5F9C">
            <w:pPr>
              <w:pStyle w:val="3"/>
              <w:tabs>
                <w:tab w:val="clear" w:pos="360"/>
                <w:tab w:val="clear" w:pos="720"/>
              </w:tabs>
              <w:spacing w:line="240" w:lineRule="atLeast"/>
              <w:ind w:left="-79" w:right="17"/>
              <w:jc w:val="right"/>
              <w:rPr>
                <w:rFonts w:ascii="Times New Roman" w:hAnsi="Times New Roman" w:cs="Times New Roman"/>
                <w:lang w:val="en-US"/>
              </w:rPr>
            </w:pPr>
            <w:r w:rsidRPr="005D3E43">
              <w:rPr>
                <w:rFonts w:ascii="Times New Roman" w:hAnsi="Times New Roman" w:cs="Times New Roman"/>
                <w:lang w:val="en-US"/>
              </w:rPr>
              <w:t>1,399,081</w:t>
            </w:r>
          </w:p>
        </w:tc>
      </w:tr>
      <w:tr w:rsidR="00CF5F9C" w:rsidRPr="005D3E43" w14:paraId="6365FFE8" w14:textId="77777777" w:rsidTr="00CF5F9C">
        <w:trPr>
          <w:cantSplit/>
        </w:trPr>
        <w:tc>
          <w:tcPr>
            <w:tcW w:w="3510" w:type="dxa"/>
            <w:tcBorders>
              <w:bottom w:val="nil"/>
            </w:tcBorders>
          </w:tcPr>
          <w:p w14:paraId="76410E1D" w14:textId="77777777" w:rsidR="00CF5F9C" w:rsidRPr="005D3E43" w:rsidRDefault="00CF5F9C" w:rsidP="00CF5F9C">
            <w:pPr>
              <w:tabs>
                <w:tab w:val="left" w:pos="342"/>
              </w:tabs>
              <w:spacing w:line="200" w:lineRule="atLeast"/>
              <w:rPr>
                <w:b/>
                <w:bCs/>
                <w:szCs w:val="22"/>
              </w:rPr>
            </w:pPr>
            <w:r w:rsidRPr="005D3E43">
              <w:rPr>
                <w:b/>
                <w:bCs/>
                <w:szCs w:val="22"/>
              </w:rPr>
              <w:t xml:space="preserve">Total current interest-bearing </w:t>
            </w:r>
            <w:r w:rsidRPr="005D3E43">
              <w:rPr>
                <w:b/>
                <w:bCs/>
                <w:szCs w:val="22"/>
              </w:rPr>
              <w:br/>
              <w:t xml:space="preserve">   liabilities</w:t>
            </w:r>
          </w:p>
        </w:tc>
        <w:tc>
          <w:tcPr>
            <w:tcW w:w="1152" w:type="dxa"/>
            <w:tcBorders>
              <w:top w:val="single" w:sz="4" w:space="0" w:color="auto"/>
              <w:bottom w:val="nil"/>
            </w:tcBorders>
            <w:vAlign w:val="bottom"/>
          </w:tcPr>
          <w:p w14:paraId="38C7690B" w14:textId="10028A91" w:rsidR="00CF5F9C" w:rsidRPr="005D3E43" w:rsidRDefault="00AD79A9" w:rsidP="00CF5F9C">
            <w:pPr>
              <w:tabs>
                <w:tab w:val="decimal" w:pos="1040"/>
              </w:tabs>
              <w:spacing w:line="200" w:lineRule="atLeast"/>
              <w:rPr>
                <w:b/>
                <w:bCs/>
                <w:szCs w:val="22"/>
              </w:rPr>
            </w:pPr>
            <w:r>
              <w:rPr>
                <w:b/>
                <w:bCs/>
                <w:szCs w:val="22"/>
              </w:rPr>
              <w:t>2,994,85</w:t>
            </w:r>
            <w:r w:rsidR="00AF07BE">
              <w:rPr>
                <w:b/>
                <w:bCs/>
                <w:szCs w:val="22"/>
              </w:rPr>
              <w:t>8</w:t>
            </w:r>
          </w:p>
        </w:tc>
        <w:tc>
          <w:tcPr>
            <w:tcW w:w="270" w:type="dxa"/>
            <w:tcBorders>
              <w:bottom w:val="nil"/>
            </w:tcBorders>
          </w:tcPr>
          <w:p w14:paraId="5515A43C" w14:textId="77777777" w:rsidR="00CF5F9C" w:rsidRPr="005D3E43" w:rsidRDefault="00CF5F9C" w:rsidP="00CF5F9C">
            <w:pPr>
              <w:spacing w:line="200" w:lineRule="atLeast"/>
              <w:jc w:val="center"/>
              <w:rPr>
                <w:b/>
                <w:bCs/>
                <w:szCs w:val="22"/>
              </w:rPr>
            </w:pPr>
          </w:p>
        </w:tc>
        <w:tc>
          <w:tcPr>
            <w:tcW w:w="1260" w:type="dxa"/>
            <w:tcBorders>
              <w:top w:val="single" w:sz="4" w:space="0" w:color="auto"/>
              <w:bottom w:val="nil"/>
            </w:tcBorders>
            <w:vAlign w:val="bottom"/>
          </w:tcPr>
          <w:p w14:paraId="3A4A7873" w14:textId="77777777" w:rsidR="00CF5F9C" w:rsidRPr="005D3E43" w:rsidRDefault="00CF5F9C" w:rsidP="00CF5F9C">
            <w:pPr>
              <w:pStyle w:val="3"/>
              <w:tabs>
                <w:tab w:val="clear" w:pos="360"/>
                <w:tab w:val="clear" w:pos="720"/>
              </w:tabs>
              <w:spacing w:line="240" w:lineRule="atLeast"/>
              <w:ind w:left="-108" w:right="17"/>
              <w:jc w:val="right"/>
              <w:rPr>
                <w:rFonts w:ascii="Times New Roman" w:hAnsi="Times New Roman" w:cs="Times New Roman"/>
                <w:b/>
                <w:bCs/>
                <w:lang w:val="en-US"/>
              </w:rPr>
            </w:pPr>
            <w:r w:rsidRPr="005D3E43">
              <w:rPr>
                <w:rFonts w:ascii="Times New Roman" w:hAnsi="Times New Roman" w:cs="Times New Roman"/>
                <w:b/>
                <w:bCs/>
                <w:lang w:val="en-US"/>
              </w:rPr>
              <w:t>2,939,826</w:t>
            </w:r>
          </w:p>
        </w:tc>
        <w:tc>
          <w:tcPr>
            <w:tcW w:w="270" w:type="dxa"/>
            <w:tcBorders>
              <w:bottom w:val="nil"/>
            </w:tcBorders>
          </w:tcPr>
          <w:p w14:paraId="55FBA7C5" w14:textId="77777777" w:rsidR="00CF5F9C" w:rsidRPr="005D3E43" w:rsidRDefault="00CF5F9C" w:rsidP="00CF5F9C">
            <w:pPr>
              <w:spacing w:line="200" w:lineRule="atLeast"/>
              <w:jc w:val="center"/>
              <w:rPr>
                <w:b/>
                <w:bCs/>
                <w:szCs w:val="22"/>
              </w:rPr>
            </w:pPr>
          </w:p>
        </w:tc>
        <w:tc>
          <w:tcPr>
            <w:tcW w:w="1188" w:type="dxa"/>
            <w:tcBorders>
              <w:top w:val="single" w:sz="4" w:space="0" w:color="auto"/>
              <w:bottom w:val="nil"/>
            </w:tcBorders>
            <w:vAlign w:val="bottom"/>
          </w:tcPr>
          <w:p w14:paraId="32602229" w14:textId="68702096" w:rsidR="00CF5F9C" w:rsidRPr="005D3E43" w:rsidRDefault="00AD79A9" w:rsidP="00CF5F9C">
            <w:pPr>
              <w:tabs>
                <w:tab w:val="decimal" w:pos="1040"/>
              </w:tabs>
              <w:spacing w:line="200" w:lineRule="atLeast"/>
              <w:rPr>
                <w:b/>
                <w:bCs/>
                <w:szCs w:val="22"/>
              </w:rPr>
            </w:pPr>
            <w:r>
              <w:rPr>
                <w:b/>
                <w:bCs/>
                <w:szCs w:val="22"/>
              </w:rPr>
              <w:t>6,418,858</w:t>
            </w:r>
          </w:p>
        </w:tc>
        <w:tc>
          <w:tcPr>
            <w:tcW w:w="270" w:type="dxa"/>
            <w:tcBorders>
              <w:bottom w:val="nil"/>
            </w:tcBorders>
          </w:tcPr>
          <w:p w14:paraId="2D0B4075" w14:textId="77777777" w:rsidR="00CF5F9C" w:rsidRPr="005D3E43" w:rsidRDefault="00CF5F9C" w:rsidP="00CF5F9C">
            <w:pPr>
              <w:spacing w:line="200" w:lineRule="atLeast"/>
              <w:jc w:val="center"/>
              <w:rPr>
                <w:b/>
                <w:bCs/>
                <w:szCs w:val="22"/>
              </w:rPr>
            </w:pPr>
          </w:p>
        </w:tc>
        <w:tc>
          <w:tcPr>
            <w:tcW w:w="1260" w:type="dxa"/>
            <w:tcBorders>
              <w:top w:val="single" w:sz="4" w:space="0" w:color="auto"/>
              <w:bottom w:val="nil"/>
            </w:tcBorders>
            <w:vAlign w:val="bottom"/>
          </w:tcPr>
          <w:p w14:paraId="23B49FDF" w14:textId="77777777" w:rsidR="00CF5F9C" w:rsidRPr="005D3E43" w:rsidRDefault="00CF5F9C" w:rsidP="00CF5F9C">
            <w:pPr>
              <w:pStyle w:val="3"/>
              <w:tabs>
                <w:tab w:val="clear" w:pos="360"/>
                <w:tab w:val="clear" w:pos="720"/>
              </w:tabs>
              <w:spacing w:line="240" w:lineRule="atLeast"/>
              <w:ind w:left="-79" w:right="17"/>
              <w:jc w:val="right"/>
              <w:rPr>
                <w:rFonts w:ascii="Times New Roman" w:hAnsi="Times New Roman" w:cs="Times New Roman"/>
                <w:b/>
                <w:bCs/>
                <w:lang w:val="en-US"/>
              </w:rPr>
            </w:pPr>
            <w:r w:rsidRPr="005D3E43">
              <w:rPr>
                <w:rFonts w:ascii="Times New Roman" w:hAnsi="Times New Roman" w:cs="Times New Roman"/>
                <w:b/>
                <w:bCs/>
                <w:lang w:val="en-US"/>
              </w:rPr>
              <w:t>5,987,513</w:t>
            </w:r>
          </w:p>
        </w:tc>
      </w:tr>
      <w:tr w:rsidR="00CF5F9C" w:rsidRPr="005D3E43" w14:paraId="3674EFBB" w14:textId="77777777" w:rsidTr="00CF5F9C">
        <w:trPr>
          <w:cantSplit/>
        </w:trPr>
        <w:tc>
          <w:tcPr>
            <w:tcW w:w="3510" w:type="dxa"/>
            <w:tcBorders>
              <w:bottom w:val="nil"/>
            </w:tcBorders>
          </w:tcPr>
          <w:p w14:paraId="5B175593" w14:textId="77777777" w:rsidR="00CF5F9C" w:rsidRPr="005D3E43" w:rsidRDefault="00CF5F9C" w:rsidP="00CF5F9C">
            <w:pPr>
              <w:tabs>
                <w:tab w:val="left" w:pos="342"/>
              </w:tabs>
              <w:spacing w:line="200" w:lineRule="atLeast"/>
              <w:rPr>
                <w:b/>
                <w:bCs/>
                <w:szCs w:val="22"/>
              </w:rPr>
            </w:pPr>
          </w:p>
        </w:tc>
        <w:tc>
          <w:tcPr>
            <w:tcW w:w="1152" w:type="dxa"/>
            <w:tcBorders>
              <w:top w:val="single" w:sz="4" w:space="0" w:color="auto"/>
              <w:bottom w:val="nil"/>
            </w:tcBorders>
          </w:tcPr>
          <w:p w14:paraId="293AD0A1" w14:textId="77777777" w:rsidR="00CF5F9C" w:rsidRPr="005D3E43" w:rsidRDefault="00CF5F9C" w:rsidP="00CF5F9C">
            <w:pPr>
              <w:tabs>
                <w:tab w:val="decimal" w:pos="1040"/>
              </w:tabs>
              <w:spacing w:line="200" w:lineRule="atLeast"/>
              <w:rPr>
                <w:szCs w:val="22"/>
              </w:rPr>
            </w:pPr>
          </w:p>
        </w:tc>
        <w:tc>
          <w:tcPr>
            <w:tcW w:w="270" w:type="dxa"/>
            <w:tcBorders>
              <w:bottom w:val="nil"/>
            </w:tcBorders>
          </w:tcPr>
          <w:p w14:paraId="50627D5D" w14:textId="77777777" w:rsidR="00CF5F9C" w:rsidRPr="005D3E43" w:rsidRDefault="00CF5F9C" w:rsidP="00CF5F9C">
            <w:pPr>
              <w:spacing w:line="200" w:lineRule="atLeast"/>
              <w:jc w:val="center"/>
              <w:rPr>
                <w:b/>
                <w:bCs/>
                <w:szCs w:val="22"/>
              </w:rPr>
            </w:pPr>
          </w:p>
        </w:tc>
        <w:tc>
          <w:tcPr>
            <w:tcW w:w="1260" w:type="dxa"/>
            <w:tcBorders>
              <w:top w:val="single" w:sz="4" w:space="0" w:color="auto"/>
              <w:bottom w:val="nil"/>
            </w:tcBorders>
            <w:vAlign w:val="bottom"/>
          </w:tcPr>
          <w:p w14:paraId="6D70408F" w14:textId="77777777" w:rsidR="00CF5F9C" w:rsidRPr="005D3E43" w:rsidRDefault="00CF5F9C" w:rsidP="00CF5F9C">
            <w:pPr>
              <w:pStyle w:val="3"/>
              <w:tabs>
                <w:tab w:val="clear" w:pos="360"/>
                <w:tab w:val="clear" w:pos="720"/>
              </w:tabs>
              <w:spacing w:line="240" w:lineRule="atLeast"/>
              <w:ind w:left="-108" w:right="17"/>
              <w:jc w:val="right"/>
              <w:rPr>
                <w:rFonts w:ascii="Times New Roman" w:hAnsi="Times New Roman" w:cs="Times New Roman"/>
                <w:b/>
                <w:bCs/>
                <w:lang w:val="en-US"/>
              </w:rPr>
            </w:pPr>
          </w:p>
        </w:tc>
        <w:tc>
          <w:tcPr>
            <w:tcW w:w="270" w:type="dxa"/>
            <w:tcBorders>
              <w:bottom w:val="nil"/>
            </w:tcBorders>
          </w:tcPr>
          <w:p w14:paraId="06699DBF" w14:textId="77777777" w:rsidR="00CF5F9C" w:rsidRPr="005D3E43" w:rsidRDefault="00CF5F9C" w:rsidP="00CF5F9C">
            <w:pPr>
              <w:spacing w:line="200" w:lineRule="atLeast"/>
              <w:jc w:val="center"/>
              <w:rPr>
                <w:b/>
                <w:bCs/>
                <w:szCs w:val="22"/>
              </w:rPr>
            </w:pPr>
          </w:p>
        </w:tc>
        <w:tc>
          <w:tcPr>
            <w:tcW w:w="1188" w:type="dxa"/>
            <w:tcBorders>
              <w:top w:val="single" w:sz="4" w:space="0" w:color="auto"/>
              <w:bottom w:val="nil"/>
            </w:tcBorders>
          </w:tcPr>
          <w:p w14:paraId="1CD55C2A" w14:textId="77777777" w:rsidR="00CF5F9C" w:rsidRPr="005D3E43" w:rsidRDefault="00CF5F9C" w:rsidP="00CF5F9C">
            <w:pPr>
              <w:tabs>
                <w:tab w:val="decimal" w:pos="1040"/>
              </w:tabs>
              <w:spacing w:line="200" w:lineRule="atLeast"/>
              <w:jc w:val="center"/>
              <w:rPr>
                <w:b/>
                <w:bCs/>
                <w:szCs w:val="22"/>
              </w:rPr>
            </w:pPr>
          </w:p>
        </w:tc>
        <w:tc>
          <w:tcPr>
            <w:tcW w:w="270" w:type="dxa"/>
            <w:tcBorders>
              <w:bottom w:val="nil"/>
            </w:tcBorders>
          </w:tcPr>
          <w:p w14:paraId="403D7E71" w14:textId="77777777" w:rsidR="00CF5F9C" w:rsidRPr="005D3E43" w:rsidRDefault="00CF5F9C" w:rsidP="00CF5F9C">
            <w:pPr>
              <w:spacing w:line="200" w:lineRule="atLeast"/>
              <w:jc w:val="center"/>
              <w:rPr>
                <w:b/>
                <w:bCs/>
                <w:szCs w:val="22"/>
              </w:rPr>
            </w:pPr>
          </w:p>
        </w:tc>
        <w:tc>
          <w:tcPr>
            <w:tcW w:w="1260" w:type="dxa"/>
            <w:tcBorders>
              <w:top w:val="single" w:sz="4" w:space="0" w:color="auto"/>
              <w:bottom w:val="nil"/>
            </w:tcBorders>
            <w:vAlign w:val="bottom"/>
          </w:tcPr>
          <w:p w14:paraId="12287DF6" w14:textId="77777777" w:rsidR="00CF5F9C" w:rsidRPr="005D3E43" w:rsidRDefault="00CF5F9C" w:rsidP="00CF5F9C">
            <w:pPr>
              <w:pStyle w:val="3"/>
              <w:tabs>
                <w:tab w:val="clear" w:pos="360"/>
                <w:tab w:val="clear" w:pos="720"/>
              </w:tabs>
              <w:spacing w:line="240" w:lineRule="atLeast"/>
              <w:ind w:left="-79" w:right="17"/>
              <w:jc w:val="right"/>
              <w:rPr>
                <w:rFonts w:ascii="Times New Roman" w:hAnsi="Times New Roman" w:cs="Times New Roman"/>
                <w:b/>
                <w:bCs/>
                <w:lang w:val="en-US"/>
              </w:rPr>
            </w:pPr>
          </w:p>
        </w:tc>
      </w:tr>
      <w:tr w:rsidR="00CF5F9C" w:rsidRPr="005D3E43" w14:paraId="4F5FC19C" w14:textId="77777777" w:rsidTr="00CF5F9C">
        <w:trPr>
          <w:cantSplit/>
        </w:trPr>
        <w:tc>
          <w:tcPr>
            <w:tcW w:w="3510" w:type="dxa"/>
            <w:tcBorders>
              <w:top w:val="nil"/>
              <w:bottom w:val="nil"/>
            </w:tcBorders>
          </w:tcPr>
          <w:p w14:paraId="3F1D969A" w14:textId="77777777" w:rsidR="00CF5F9C" w:rsidRPr="005D3E43" w:rsidRDefault="00CF5F9C" w:rsidP="00CF5F9C">
            <w:pPr>
              <w:tabs>
                <w:tab w:val="left" w:pos="342"/>
              </w:tabs>
              <w:rPr>
                <w:b/>
                <w:bCs/>
                <w:szCs w:val="22"/>
              </w:rPr>
            </w:pPr>
            <w:r w:rsidRPr="005D3E43">
              <w:rPr>
                <w:b/>
                <w:bCs/>
                <w:i/>
                <w:iCs/>
                <w:szCs w:val="22"/>
              </w:rPr>
              <w:t>Non-current</w:t>
            </w:r>
          </w:p>
        </w:tc>
        <w:tc>
          <w:tcPr>
            <w:tcW w:w="1152" w:type="dxa"/>
            <w:tcBorders>
              <w:top w:val="nil"/>
              <w:bottom w:val="nil"/>
            </w:tcBorders>
          </w:tcPr>
          <w:p w14:paraId="6D27583A" w14:textId="77777777" w:rsidR="00CF5F9C" w:rsidRPr="005D3E43" w:rsidRDefault="00CF5F9C" w:rsidP="00CF5F9C">
            <w:pPr>
              <w:tabs>
                <w:tab w:val="decimal" w:pos="1040"/>
              </w:tabs>
              <w:rPr>
                <w:b/>
                <w:bCs/>
                <w:szCs w:val="22"/>
              </w:rPr>
            </w:pPr>
          </w:p>
        </w:tc>
        <w:tc>
          <w:tcPr>
            <w:tcW w:w="270" w:type="dxa"/>
            <w:tcBorders>
              <w:top w:val="nil"/>
              <w:bottom w:val="nil"/>
            </w:tcBorders>
          </w:tcPr>
          <w:p w14:paraId="19709173" w14:textId="77777777" w:rsidR="00CF5F9C" w:rsidRPr="005D3E43" w:rsidRDefault="00CF5F9C" w:rsidP="00CF5F9C">
            <w:pPr>
              <w:jc w:val="center"/>
              <w:rPr>
                <w:b/>
                <w:bCs/>
                <w:szCs w:val="22"/>
              </w:rPr>
            </w:pPr>
          </w:p>
        </w:tc>
        <w:tc>
          <w:tcPr>
            <w:tcW w:w="1260" w:type="dxa"/>
            <w:tcBorders>
              <w:top w:val="nil"/>
              <w:bottom w:val="nil"/>
            </w:tcBorders>
            <w:vAlign w:val="bottom"/>
          </w:tcPr>
          <w:p w14:paraId="0E889D4E" w14:textId="77777777" w:rsidR="00CF5F9C" w:rsidRPr="005D3E43" w:rsidRDefault="00CF5F9C" w:rsidP="00CF5F9C">
            <w:pPr>
              <w:pStyle w:val="3"/>
              <w:tabs>
                <w:tab w:val="clear" w:pos="360"/>
                <w:tab w:val="clear" w:pos="720"/>
              </w:tabs>
              <w:spacing w:line="240" w:lineRule="atLeast"/>
              <w:ind w:left="-108" w:right="-79"/>
              <w:jc w:val="center"/>
              <w:rPr>
                <w:rFonts w:ascii="Times New Roman" w:hAnsi="Times New Roman" w:cs="Times New Roman"/>
                <w:b/>
                <w:bCs/>
                <w:lang w:val="en-US"/>
              </w:rPr>
            </w:pPr>
          </w:p>
        </w:tc>
        <w:tc>
          <w:tcPr>
            <w:tcW w:w="270" w:type="dxa"/>
            <w:tcBorders>
              <w:top w:val="nil"/>
              <w:bottom w:val="nil"/>
            </w:tcBorders>
          </w:tcPr>
          <w:p w14:paraId="2A07797A" w14:textId="77777777" w:rsidR="00CF5F9C" w:rsidRPr="005D3E43" w:rsidRDefault="00CF5F9C" w:rsidP="00CF5F9C">
            <w:pPr>
              <w:jc w:val="center"/>
              <w:rPr>
                <w:b/>
                <w:bCs/>
                <w:szCs w:val="22"/>
              </w:rPr>
            </w:pPr>
          </w:p>
        </w:tc>
        <w:tc>
          <w:tcPr>
            <w:tcW w:w="1188" w:type="dxa"/>
            <w:tcBorders>
              <w:top w:val="nil"/>
              <w:bottom w:val="nil"/>
            </w:tcBorders>
          </w:tcPr>
          <w:p w14:paraId="7BCC0360" w14:textId="77777777" w:rsidR="00CF5F9C" w:rsidRPr="005D3E43" w:rsidRDefault="00CF5F9C" w:rsidP="00CF5F9C">
            <w:pPr>
              <w:tabs>
                <w:tab w:val="decimal" w:pos="1040"/>
              </w:tabs>
              <w:jc w:val="center"/>
              <w:rPr>
                <w:b/>
                <w:bCs/>
                <w:szCs w:val="22"/>
              </w:rPr>
            </w:pPr>
          </w:p>
        </w:tc>
        <w:tc>
          <w:tcPr>
            <w:tcW w:w="270" w:type="dxa"/>
            <w:tcBorders>
              <w:top w:val="nil"/>
              <w:bottom w:val="nil"/>
            </w:tcBorders>
          </w:tcPr>
          <w:p w14:paraId="5CAA73B5" w14:textId="77777777" w:rsidR="00CF5F9C" w:rsidRPr="005D3E43" w:rsidRDefault="00CF5F9C" w:rsidP="00CF5F9C">
            <w:pPr>
              <w:jc w:val="center"/>
              <w:rPr>
                <w:b/>
                <w:bCs/>
                <w:szCs w:val="22"/>
              </w:rPr>
            </w:pPr>
          </w:p>
        </w:tc>
        <w:tc>
          <w:tcPr>
            <w:tcW w:w="1260" w:type="dxa"/>
            <w:tcBorders>
              <w:top w:val="nil"/>
              <w:bottom w:val="nil"/>
            </w:tcBorders>
            <w:vAlign w:val="bottom"/>
          </w:tcPr>
          <w:p w14:paraId="1225CE15" w14:textId="77777777" w:rsidR="00CF5F9C" w:rsidRPr="005D3E43" w:rsidRDefault="00CF5F9C" w:rsidP="00CF5F9C">
            <w:pPr>
              <w:pStyle w:val="3"/>
              <w:tabs>
                <w:tab w:val="clear" w:pos="360"/>
                <w:tab w:val="clear" w:pos="720"/>
              </w:tabs>
              <w:spacing w:line="240" w:lineRule="atLeast"/>
              <w:ind w:left="-79" w:right="-79"/>
              <w:jc w:val="center"/>
              <w:rPr>
                <w:rFonts w:ascii="Times New Roman" w:hAnsi="Times New Roman" w:cs="Times New Roman"/>
                <w:b/>
                <w:bCs/>
                <w:lang w:val="en-US"/>
              </w:rPr>
            </w:pPr>
          </w:p>
        </w:tc>
      </w:tr>
      <w:tr w:rsidR="00CF5F9C" w:rsidRPr="005D3E43" w14:paraId="364A2649" w14:textId="77777777" w:rsidTr="00CF5F9C">
        <w:trPr>
          <w:cantSplit/>
        </w:trPr>
        <w:tc>
          <w:tcPr>
            <w:tcW w:w="3510" w:type="dxa"/>
            <w:tcBorders>
              <w:top w:val="nil"/>
              <w:bottom w:val="nil"/>
            </w:tcBorders>
          </w:tcPr>
          <w:p w14:paraId="2793708A" w14:textId="77777777" w:rsidR="00CF5F9C" w:rsidRPr="005D3E43" w:rsidRDefault="00CF5F9C" w:rsidP="00CF5F9C">
            <w:pPr>
              <w:tabs>
                <w:tab w:val="left" w:pos="342"/>
              </w:tabs>
              <w:rPr>
                <w:b/>
                <w:bCs/>
                <w:szCs w:val="22"/>
              </w:rPr>
            </w:pPr>
            <w:r w:rsidRPr="005D3E43">
              <w:rPr>
                <w:szCs w:val="22"/>
                <w:lang w:val="en-US"/>
              </w:rPr>
              <w:t xml:space="preserve">Long-term loans from financial </w:t>
            </w:r>
            <w:r w:rsidRPr="005D3E43">
              <w:rPr>
                <w:szCs w:val="22"/>
                <w:lang w:val="en-US"/>
              </w:rPr>
              <w:br/>
              <w:t xml:space="preserve">   institutions</w:t>
            </w:r>
          </w:p>
        </w:tc>
        <w:tc>
          <w:tcPr>
            <w:tcW w:w="1152" w:type="dxa"/>
            <w:tcBorders>
              <w:top w:val="nil"/>
              <w:bottom w:val="nil"/>
            </w:tcBorders>
            <w:vAlign w:val="bottom"/>
          </w:tcPr>
          <w:p w14:paraId="5E512311" w14:textId="2E62CD1D" w:rsidR="00CF5F9C" w:rsidRPr="005D3E43" w:rsidRDefault="00AD79A9" w:rsidP="00CF5F9C">
            <w:pPr>
              <w:tabs>
                <w:tab w:val="decimal" w:pos="1040"/>
              </w:tabs>
              <w:rPr>
                <w:szCs w:val="22"/>
              </w:rPr>
            </w:pPr>
            <w:r>
              <w:rPr>
                <w:szCs w:val="22"/>
              </w:rPr>
              <w:t>2,531,906</w:t>
            </w:r>
          </w:p>
        </w:tc>
        <w:tc>
          <w:tcPr>
            <w:tcW w:w="270" w:type="dxa"/>
            <w:tcBorders>
              <w:top w:val="nil"/>
              <w:bottom w:val="nil"/>
            </w:tcBorders>
          </w:tcPr>
          <w:p w14:paraId="69BB2135" w14:textId="77777777" w:rsidR="00CF5F9C" w:rsidRPr="005D3E43" w:rsidRDefault="00CF5F9C" w:rsidP="00CF5F9C">
            <w:pPr>
              <w:jc w:val="center"/>
              <w:rPr>
                <w:b/>
                <w:bCs/>
                <w:szCs w:val="22"/>
              </w:rPr>
            </w:pPr>
          </w:p>
        </w:tc>
        <w:tc>
          <w:tcPr>
            <w:tcW w:w="1260" w:type="dxa"/>
            <w:tcBorders>
              <w:top w:val="nil"/>
              <w:bottom w:val="nil"/>
            </w:tcBorders>
            <w:vAlign w:val="bottom"/>
          </w:tcPr>
          <w:p w14:paraId="4AF5ECE2" w14:textId="77777777" w:rsidR="00CF5F9C" w:rsidRPr="005D3E43" w:rsidRDefault="00CF5F9C" w:rsidP="00CF5F9C">
            <w:pPr>
              <w:pStyle w:val="3"/>
              <w:tabs>
                <w:tab w:val="clear" w:pos="360"/>
                <w:tab w:val="clear" w:pos="720"/>
              </w:tabs>
              <w:spacing w:line="240" w:lineRule="atLeast"/>
              <w:ind w:left="-79" w:right="17"/>
              <w:jc w:val="right"/>
              <w:rPr>
                <w:rFonts w:ascii="Times New Roman" w:hAnsi="Times New Roman" w:cs="Times New Roman"/>
                <w:cs/>
                <w:lang w:val="en-US"/>
              </w:rPr>
            </w:pPr>
            <w:r w:rsidRPr="005D3E43">
              <w:rPr>
                <w:rFonts w:ascii="Times New Roman" w:hAnsi="Times New Roman" w:cs="Times New Roman"/>
                <w:lang w:val="en-US"/>
              </w:rPr>
              <w:t>2,531,906</w:t>
            </w:r>
          </w:p>
        </w:tc>
        <w:tc>
          <w:tcPr>
            <w:tcW w:w="270" w:type="dxa"/>
            <w:tcBorders>
              <w:top w:val="nil"/>
              <w:bottom w:val="nil"/>
            </w:tcBorders>
          </w:tcPr>
          <w:p w14:paraId="578D72E4" w14:textId="77777777" w:rsidR="00CF5F9C" w:rsidRPr="005D3E43" w:rsidRDefault="00CF5F9C" w:rsidP="00CF5F9C">
            <w:pPr>
              <w:jc w:val="center"/>
              <w:rPr>
                <w:szCs w:val="22"/>
              </w:rPr>
            </w:pPr>
          </w:p>
        </w:tc>
        <w:tc>
          <w:tcPr>
            <w:tcW w:w="1188" w:type="dxa"/>
            <w:tcBorders>
              <w:top w:val="nil"/>
              <w:bottom w:val="nil"/>
            </w:tcBorders>
            <w:vAlign w:val="bottom"/>
          </w:tcPr>
          <w:p w14:paraId="687D7808" w14:textId="1F63AE60" w:rsidR="00CF5F9C" w:rsidRPr="005D3E43" w:rsidRDefault="00AD79A9" w:rsidP="00CF5F9C">
            <w:pPr>
              <w:tabs>
                <w:tab w:val="decimal" w:pos="625"/>
              </w:tabs>
              <w:rPr>
                <w:szCs w:val="22"/>
              </w:rPr>
            </w:pPr>
            <w:r>
              <w:rPr>
                <w:szCs w:val="22"/>
              </w:rPr>
              <w:t>-</w:t>
            </w:r>
          </w:p>
        </w:tc>
        <w:tc>
          <w:tcPr>
            <w:tcW w:w="270" w:type="dxa"/>
            <w:tcBorders>
              <w:top w:val="nil"/>
              <w:bottom w:val="nil"/>
            </w:tcBorders>
          </w:tcPr>
          <w:p w14:paraId="3072B7A1" w14:textId="77777777" w:rsidR="00CF5F9C" w:rsidRPr="005D3E43" w:rsidRDefault="00CF5F9C" w:rsidP="00CF5F9C">
            <w:pPr>
              <w:jc w:val="center"/>
              <w:rPr>
                <w:szCs w:val="22"/>
              </w:rPr>
            </w:pPr>
          </w:p>
        </w:tc>
        <w:tc>
          <w:tcPr>
            <w:tcW w:w="1260" w:type="dxa"/>
            <w:tcBorders>
              <w:top w:val="nil"/>
              <w:bottom w:val="nil"/>
            </w:tcBorders>
            <w:vAlign w:val="bottom"/>
          </w:tcPr>
          <w:p w14:paraId="3BFB6478" w14:textId="77777777" w:rsidR="00CF5F9C" w:rsidRPr="005D3E43" w:rsidRDefault="00CF5F9C" w:rsidP="00CF5F9C">
            <w:pPr>
              <w:pStyle w:val="3"/>
              <w:tabs>
                <w:tab w:val="clear" w:pos="360"/>
                <w:tab w:val="clear" w:pos="720"/>
              </w:tabs>
              <w:spacing w:line="240" w:lineRule="atLeast"/>
              <w:ind w:left="-108" w:right="324"/>
              <w:jc w:val="right"/>
              <w:rPr>
                <w:rFonts w:ascii="Times New Roman" w:hAnsi="Times New Roman" w:cs="Times New Roman"/>
                <w:lang w:val="en-US"/>
              </w:rPr>
            </w:pPr>
            <w:r w:rsidRPr="005D3E43">
              <w:rPr>
                <w:rFonts w:ascii="Times New Roman" w:hAnsi="Times New Roman" w:cs="Times New Roman"/>
                <w:lang w:val="en-US"/>
              </w:rPr>
              <w:t>-</w:t>
            </w:r>
          </w:p>
        </w:tc>
      </w:tr>
      <w:tr w:rsidR="00CF5F9C" w:rsidRPr="005D3E43" w14:paraId="081C6A2A" w14:textId="77777777" w:rsidTr="00CF5F9C">
        <w:trPr>
          <w:cantSplit/>
        </w:trPr>
        <w:tc>
          <w:tcPr>
            <w:tcW w:w="3510" w:type="dxa"/>
            <w:tcBorders>
              <w:top w:val="nil"/>
              <w:bottom w:val="nil"/>
            </w:tcBorders>
          </w:tcPr>
          <w:p w14:paraId="55AB9E6D" w14:textId="77777777" w:rsidR="00CF5F9C" w:rsidRPr="005D3E43" w:rsidRDefault="00CF5F9C" w:rsidP="00CF5F9C">
            <w:pPr>
              <w:tabs>
                <w:tab w:val="left" w:pos="342"/>
              </w:tabs>
              <w:jc w:val="thaiDistribute"/>
              <w:rPr>
                <w:szCs w:val="22"/>
                <w:cs/>
              </w:rPr>
            </w:pPr>
            <w:r w:rsidRPr="005D3E43">
              <w:rPr>
                <w:szCs w:val="22"/>
              </w:rPr>
              <w:t>Long-term debentures</w:t>
            </w:r>
          </w:p>
        </w:tc>
        <w:tc>
          <w:tcPr>
            <w:tcW w:w="1152" w:type="dxa"/>
            <w:tcBorders>
              <w:top w:val="nil"/>
              <w:bottom w:val="single" w:sz="4" w:space="0" w:color="auto"/>
            </w:tcBorders>
          </w:tcPr>
          <w:p w14:paraId="33E9A89F" w14:textId="15A055CB" w:rsidR="00CF5F9C" w:rsidRPr="005D3E43" w:rsidRDefault="00AD79A9" w:rsidP="00CF5F9C">
            <w:pPr>
              <w:tabs>
                <w:tab w:val="decimal" w:pos="1040"/>
              </w:tabs>
              <w:rPr>
                <w:szCs w:val="22"/>
              </w:rPr>
            </w:pPr>
            <w:r>
              <w:rPr>
                <w:szCs w:val="22"/>
              </w:rPr>
              <w:t>1,026,557</w:t>
            </w:r>
          </w:p>
        </w:tc>
        <w:tc>
          <w:tcPr>
            <w:tcW w:w="270" w:type="dxa"/>
            <w:tcBorders>
              <w:top w:val="nil"/>
              <w:bottom w:val="nil"/>
            </w:tcBorders>
          </w:tcPr>
          <w:p w14:paraId="25F69A41" w14:textId="77777777" w:rsidR="00CF5F9C" w:rsidRPr="005D3E43" w:rsidRDefault="00CF5F9C" w:rsidP="00CF5F9C">
            <w:pPr>
              <w:jc w:val="center"/>
              <w:rPr>
                <w:b/>
                <w:bCs/>
                <w:szCs w:val="22"/>
              </w:rPr>
            </w:pPr>
          </w:p>
        </w:tc>
        <w:tc>
          <w:tcPr>
            <w:tcW w:w="1260" w:type="dxa"/>
            <w:tcBorders>
              <w:top w:val="nil"/>
              <w:bottom w:val="single" w:sz="4" w:space="0" w:color="auto"/>
            </w:tcBorders>
            <w:vAlign w:val="bottom"/>
          </w:tcPr>
          <w:p w14:paraId="008875D3" w14:textId="77777777" w:rsidR="00CF5F9C" w:rsidRPr="005D3E43" w:rsidRDefault="00CF5F9C" w:rsidP="00CF5F9C">
            <w:pPr>
              <w:pStyle w:val="3"/>
              <w:tabs>
                <w:tab w:val="clear" w:pos="360"/>
                <w:tab w:val="clear" w:pos="720"/>
              </w:tabs>
              <w:spacing w:line="240" w:lineRule="atLeast"/>
              <w:ind w:left="-79" w:right="17"/>
              <w:jc w:val="right"/>
              <w:rPr>
                <w:rFonts w:ascii="Times New Roman" w:hAnsi="Times New Roman" w:cs="Times New Roman"/>
                <w:lang w:val="en-US"/>
              </w:rPr>
            </w:pPr>
            <w:r w:rsidRPr="005D3E43">
              <w:rPr>
                <w:rFonts w:ascii="Times New Roman" w:hAnsi="Times New Roman" w:cs="Times New Roman"/>
                <w:lang w:val="en-US"/>
              </w:rPr>
              <w:t>2,446,331</w:t>
            </w:r>
          </w:p>
        </w:tc>
        <w:tc>
          <w:tcPr>
            <w:tcW w:w="270" w:type="dxa"/>
            <w:tcBorders>
              <w:top w:val="nil"/>
              <w:bottom w:val="nil"/>
            </w:tcBorders>
          </w:tcPr>
          <w:p w14:paraId="0E1CDAB3" w14:textId="77777777" w:rsidR="00CF5F9C" w:rsidRPr="005D3E43" w:rsidRDefault="00CF5F9C" w:rsidP="00CF5F9C">
            <w:pPr>
              <w:jc w:val="center"/>
              <w:rPr>
                <w:szCs w:val="22"/>
              </w:rPr>
            </w:pPr>
          </w:p>
        </w:tc>
        <w:tc>
          <w:tcPr>
            <w:tcW w:w="1188" w:type="dxa"/>
            <w:tcBorders>
              <w:top w:val="nil"/>
              <w:bottom w:val="single" w:sz="4" w:space="0" w:color="auto"/>
            </w:tcBorders>
          </w:tcPr>
          <w:p w14:paraId="03FEBD9A" w14:textId="3A714570" w:rsidR="00CF5F9C" w:rsidRPr="005D3E43" w:rsidRDefault="00AD79A9" w:rsidP="00CF5F9C">
            <w:pPr>
              <w:tabs>
                <w:tab w:val="decimal" w:pos="1040"/>
              </w:tabs>
              <w:ind w:left="-108"/>
              <w:rPr>
                <w:szCs w:val="22"/>
                <w:cs/>
              </w:rPr>
            </w:pPr>
            <w:r>
              <w:rPr>
                <w:szCs w:val="22"/>
              </w:rPr>
              <w:t>1,026,557</w:t>
            </w:r>
          </w:p>
        </w:tc>
        <w:tc>
          <w:tcPr>
            <w:tcW w:w="270" w:type="dxa"/>
            <w:tcBorders>
              <w:top w:val="nil"/>
              <w:bottom w:val="nil"/>
            </w:tcBorders>
          </w:tcPr>
          <w:p w14:paraId="5EBC813E" w14:textId="77777777" w:rsidR="00CF5F9C" w:rsidRPr="005D3E43" w:rsidRDefault="00CF5F9C" w:rsidP="00CF5F9C">
            <w:pPr>
              <w:jc w:val="center"/>
              <w:rPr>
                <w:szCs w:val="22"/>
              </w:rPr>
            </w:pPr>
          </w:p>
        </w:tc>
        <w:tc>
          <w:tcPr>
            <w:tcW w:w="1260" w:type="dxa"/>
            <w:tcBorders>
              <w:top w:val="nil"/>
              <w:bottom w:val="single" w:sz="4" w:space="0" w:color="auto"/>
            </w:tcBorders>
            <w:vAlign w:val="bottom"/>
          </w:tcPr>
          <w:p w14:paraId="00B703E0" w14:textId="77777777" w:rsidR="00CF5F9C" w:rsidRPr="005D3E43" w:rsidRDefault="00CF5F9C" w:rsidP="00CF5F9C">
            <w:pPr>
              <w:pStyle w:val="3"/>
              <w:tabs>
                <w:tab w:val="clear" w:pos="360"/>
                <w:tab w:val="clear" w:pos="720"/>
              </w:tabs>
              <w:spacing w:line="240" w:lineRule="atLeast"/>
              <w:ind w:left="-79" w:right="17"/>
              <w:jc w:val="right"/>
              <w:rPr>
                <w:rFonts w:ascii="Times New Roman" w:hAnsi="Times New Roman" w:cs="Times New Roman"/>
                <w:lang w:val="en-US"/>
              </w:rPr>
            </w:pPr>
            <w:r w:rsidRPr="005D3E43">
              <w:rPr>
                <w:rFonts w:ascii="Times New Roman" w:hAnsi="Times New Roman" w:cs="Times New Roman"/>
                <w:lang w:val="en-US"/>
              </w:rPr>
              <w:t>2,446,331</w:t>
            </w:r>
          </w:p>
        </w:tc>
      </w:tr>
      <w:tr w:rsidR="00CF5F9C" w:rsidRPr="005D3E43" w14:paraId="232D54B7" w14:textId="77777777" w:rsidTr="00CF5F9C">
        <w:trPr>
          <w:cantSplit/>
        </w:trPr>
        <w:tc>
          <w:tcPr>
            <w:tcW w:w="3510" w:type="dxa"/>
            <w:tcBorders>
              <w:top w:val="nil"/>
              <w:bottom w:val="nil"/>
            </w:tcBorders>
          </w:tcPr>
          <w:p w14:paraId="4521932B" w14:textId="77777777" w:rsidR="00CF5F9C" w:rsidRPr="005D3E43" w:rsidRDefault="00CF5F9C" w:rsidP="00CF5F9C">
            <w:pPr>
              <w:tabs>
                <w:tab w:val="left" w:pos="342"/>
              </w:tabs>
              <w:rPr>
                <w:b/>
                <w:bCs/>
                <w:szCs w:val="22"/>
              </w:rPr>
            </w:pPr>
            <w:r w:rsidRPr="005D3E43">
              <w:rPr>
                <w:b/>
                <w:bCs/>
                <w:szCs w:val="22"/>
              </w:rPr>
              <w:t>Total non-current interest-</w:t>
            </w:r>
            <w:r w:rsidRPr="005D3E43">
              <w:rPr>
                <w:b/>
                <w:bCs/>
                <w:szCs w:val="22"/>
              </w:rPr>
              <w:br/>
              <w:t xml:space="preserve">   bearing liabilities</w:t>
            </w:r>
          </w:p>
        </w:tc>
        <w:tc>
          <w:tcPr>
            <w:tcW w:w="1152" w:type="dxa"/>
            <w:tcBorders>
              <w:top w:val="single" w:sz="4" w:space="0" w:color="auto"/>
              <w:bottom w:val="single" w:sz="4" w:space="0" w:color="auto"/>
            </w:tcBorders>
            <w:vAlign w:val="bottom"/>
          </w:tcPr>
          <w:p w14:paraId="3417A9A8" w14:textId="2518149F" w:rsidR="00CF5F9C" w:rsidRPr="005D3E43" w:rsidRDefault="00AD79A9" w:rsidP="00CF5F9C">
            <w:pPr>
              <w:tabs>
                <w:tab w:val="decimal" w:pos="1040"/>
              </w:tabs>
              <w:rPr>
                <w:b/>
                <w:bCs/>
                <w:szCs w:val="22"/>
              </w:rPr>
            </w:pPr>
            <w:r>
              <w:rPr>
                <w:b/>
                <w:bCs/>
                <w:szCs w:val="22"/>
              </w:rPr>
              <w:t>3</w:t>
            </w:r>
            <w:r w:rsidR="00AF07BE">
              <w:rPr>
                <w:b/>
                <w:bCs/>
                <w:szCs w:val="22"/>
              </w:rPr>
              <w:t>,</w:t>
            </w:r>
            <w:r>
              <w:rPr>
                <w:b/>
                <w:bCs/>
                <w:szCs w:val="22"/>
              </w:rPr>
              <w:t>558</w:t>
            </w:r>
            <w:r w:rsidR="00AF07BE">
              <w:rPr>
                <w:b/>
                <w:bCs/>
                <w:szCs w:val="22"/>
              </w:rPr>
              <w:t>,</w:t>
            </w:r>
            <w:r>
              <w:rPr>
                <w:b/>
                <w:bCs/>
                <w:szCs w:val="22"/>
              </w:rPr>
              <w:t>463</w:t>
            </w:r>
          </w:p>
        </w:tc>
        <w:tc>
          <w:tcPr>
            <w:tcW w:w="270" w:type="dxa"/>
            <w:tcBorders>
              <w:top w:val="nil"/>
              <w:bottom w:val="nil"/>
            </w:tcBorders>
          </w:tcPr>
          <w:p w14:paraId="0AD469B3" w14:textId="77777777" w:rsidR="00CF5F9C" w:rsidRPr="005D3E43" w:rsidRDefault="00CF5F9C" w:rsidP="00CF5F9C">
            <w:pPr>
              <w:jc w:val="center"/>
              <w:rPr>
                <w:b/>
                <w:bCs/>
                <w:szCs w:val="22"/>
              </w:rPr>
            </w:pPr>
          </w:p>
        </w:tc>
        <w:tc>
          <w:tcPr>
            <w:tcW w:w="1260" w:type="dxa"/>
            <w:tcBorders>
              <w:top w:val="single" w:sz="4" w:space="0" w:color="auto"/>
              <w:bottom w:val="single" w:sz="4" w:space="0" w:color="auto"/>
            </w:tcBorders>
            <w:vAlign w:val="bottom"/>
          </w:tcPr>
          <w:p w14:paraId="11E7BF70" w14:textId="77777777" w:rsidR="00CF5F9C" w:rsidRPr="005D3E43" w:rsidRDefault="00CF5F9C" w:rsidP="00CF5F9C">
            <w:pPr>
              <w:pStyle w:val="3"/>
              <w:tabs>
                <w:tab w:val="clear" w:pos="360"/>
                <w:tab w:val="clear" w:pos="720"/>
              </w:tabs>
              <w:spacing w:line="240" w:lineRule="atLeast"/>
              <w:ind w:left="-108" w:right="17"/>
              <w:jc w:val="right"/>
              <w:rPr>
                <w:rFonts w:ascii="Times New Roman" w:hAnsi="Times New Roman" w:cs="Times New Roman"/>
                <w:b/>
                <w:bCs/>
                <w:lang w:val="en-US"/>
              </w:rPr>
            </w:pPr>
            <w:r w:rsidRPr="005D3E43">
              <w:rPr>
                <w:rFonts w:ascii="Times New Roman" w:hAnsi="Times New Roman" w:cs="Times New Roman"/>
                <w:b/>
                <w:bCs/>
                <w:lang w:val="en-US"/>
              </w:rPr>
              <w:t>4,978,237</w:t>
            </w:r>
          </w:p>
        </w:tc>
        <w:tc>
          <w:tcPr>
            <w:tcW w:w="270" w:type="dxa"/>
            <w:tcBorders>
              <w:top w:val="nil"/>
              <w:bottom w:val="nil"/>
            </w:tcBorders>
          </w:tcPr>
          <w:p w14:paraId="02A7E323" w14:textId="77777777" w:rsidR="00CF5F9C" w:rsidRPr="005D3E43" w:rsidRDefault="00CF5F9C" w:rsidP="00CF5F9C">
            <w:pPr>
              <w:jc w:val="center"/>
              <w:rPr>
                <w:b/>
                <w:bCs/>
                <w:szCs w:val="22"/>
              </w:rPr>
            </w:pPr>
          </w:p>
        </w:tc>
        <w:tc>
          <w:tcPr>
            <w:tcW w:w="1188" w:type="dxa"/>
            <w:tcBorders>
              <w:top w:val="single" w:sz="4" w:space="0" w:color="auto"/>
              <w:bottom w:val="single" w:sz="4" w:space="0" w:color="auto"/>
            </w:tcBorders>
            <w:vAlign w:val="bottom"/>
          </w:tcPr>
          <w:p w14:paraId="7DC17912" w14:textId="291337BB" w:rsidR="00CF5F9C" w:rsidRPr="005D3E43" w:rsidRDefault="00AD79A9" w:rsidP="00CF5F9C">
            <w:pPr>
              <w:tabs>
                <w:tab w:val="decimal" w:pos="1040"/>
              </w:tabs>
              <w:ind w:left="-108"/>
              <w:rPr>
                <w:b/>
                <w:bCs/>
                <w:szCs w:val="22"/>
              </w:rPr>
            </w:pPr>
            <w:r>
              <w:rPr>
                <w:b/>
                <w:bCs/>
                <w:szCs w:val="22"/>
              </w:rPr>
              <w:t>1,026,557</w:t>
            </w:r>
          </w:p>
        </w:tc>
        <w:tc>
          <w:tcPr>
            <w:tcW w:w="270" w:type="dxa"/>
            <w:tcBorders>
              <w:top w:val="nil"/>
              <w:bottom w:val="nil"/>
            </w:tcBorders>
          </w:tcPr>
          <w:p w14:paraId="024EB310" w14:textId="77777777" w:rsidR="00CF5F9C" w:rsidRPr="005D3E43" w:rsidRDefault="00CF5F9C" w:rsidP="00CF5F9C">
            <w:pPr>
              <w:jc w:val="center"/>
              <w:rPr>
                <w:b/>
                <w:bCs/>
                <w:szCs w:val="22"/>
              </w:rPr>
            </w:pPr>
          </w:p>
        </w:tc>
        <w:tc>
          <w:tcPr>
            <w:tcW w:w="1260" w:type="dxa"/>
            <w:tcBorders>
              <w:top w:val="single" w:sz="4" w:space="0" w:color="auto"/>
              <w:bottom w:val="single" w:sz="4" w:space="0" w:color="auto"/>
            </w:tcBorders>
            <w:vAlign w:val="bottom"/>
          </w:tcPr>
          <w:p w14:paraId="2038193F" w14:textId="77777777" w:rsidR="00CF5F9C" w:rsidRPr="005D3E43" w:rsidRDefault="00CF5F9C" w:rsidP="00CF5F9C">
            <w:pPr>
              <w:pStyle w:val="3"/>
              <w:tabs>
                <w:tab w:val="clear" w:pos="360"/>
                <w:tab w:val="clear" w:pos="720"/>
              </w:tabs>
              <w:spacing w:line="240" w:lineRule="atLeast"/>
              <w:ind w:left="-108" w:right="17"/>
              <w:jc w:val="right"/>
              <w:rPr>
                <w:rFonts w:ascii="Times New Roman" w:hAnsi="Times New Roman" w:cs="Times New Roman"/>
                <w:b/>
                <w:bCs/>
                <w:lang w:val="en-US"/>
              </w:rPr>
            </w:pPr>
            <w:r w:rsidRPr="005D3E43">
              <w:rPr>
                <w:rFonts w:ascii="Times New Roman" w:hAnsi="Times New Roman" w:cs="Times New Roman"/>
                <w:b/>
                <w:bCs/>
                <w:lang w:val="en-US"/>
              </w:rPr>
              <w:t>2,446,331</w:t>
            </w:r>
          </w:p>
        </w:tc>
      </w:tr>
      <w:tr w:rsidR="00CF5F9C" w:rsidRPr="005D3E43" w14:paraId="21F957B2" w14:textId="77777777" w:rsidTr="00CF5F9C">
        <w:trPr>
          <w:cantSplit/>
        </w:trPr>
        <w:tc>
          <w:tcPr>
            <w:tcW w:w="3510" w:type="dxa"/>
            <w:tcBorders>
              <w:top w:val="nil"/>
              <w:bottom w:val="nil"/>
            </w:tcBorders>
          </w:tcPr>
          <w:p w14:paraId="1D17BE42" w14:textId="77777777" w:rsidR="00CF5F9C" w:rsidRPr="005D3E43" w:rsidRDefault="00CF5F9C" w:rsidP="00CF5F9C">
            <w:pPr>
              <w:tabs>
                <w:tab w:val="left" w:pos="342"/>
              </w:tabs>
              <w:rPr>
                <w:b/>
                <w:bCs/>
                <w:szCs w:val="22"/>
              </w:rPr>
            </w:pPr>
            <w:r w:rsidRPr="005D3E43">
              <w:rPr>
                <w:b/>
                <w:bCs/>
                <w:szCs w:val="22"/>
              </w:rPr>
              <w:t>Total</w:t>
            </w:r>
          </w:p>
        </w:tc>
        <w:tc>
          <w:tcPr>
            <w:tcW w:w="1152" w:type="dxa"/>
            <w:tcBorders>
              <w:top w:val="single" w:sz="4" w:space="0" w:color="auto"/>
              <w:bottom w:val="double" w:sz="4" w:space="0" w:color="auto"/>
            </w:tcBorders>
          </w:tcPr>
          <w:p w14:paraId="32EAB249" w14:textId="5149A900" w:rsidR="00CF5F9C" w:rsidRPr="005D3E43" w:rsidRDefault="00AD79A9" w:rsidP="00CF5F9C">
            <w:pPr>
              <w:tabs>
                <w:tab w:val="decimal" w:pos="1040"/>
              </w:tabs>
              <w:rPr>
                <w:b/>
                <w:bCs/>
                <w:szCs w:val="22"/>
              </w:rPr>
            </w:pPr>
            <w:r>
              <w:rPr>
                <w:b/>
                <w:bCs/>
                <w:szCs w:val="22"/>
              </w:rPr>
              <w:t>6,553,32</w:t>
            </w:r>
            <w:r w:rsidR="00C34ACA">
              <w:rPr>
                <w:b/>
                <w:bCs/>
                <w:szCs w:val="22"/>
              </w:rPr>
              <w:t>1</w:t>
            </w:r>
          </w:p>
        </w:tc>
        <w:tc>
          <w:tcPr>
            <w:tcW w:w="270" w:type="dxa"/>
            <w:tcBorders>
              <w:top w:val="nil"/>
              <w:bottom w:val="nil"/>
            </w:tcBorders>
          </w:tcPr>
          <w:p w14:paraId="70C658DB" w14:textId="77777777" w:rsidR="00CF5F9C" w:rsidRPr="005D3E43" w:rsidRDefault="00CF5F9C" w:rsidP="00CF5F9C">
            <w:pPr>
              <w:jc w:val="center"/>
              <w:rPr>
                <w:b/>
                <w:bCs/>
                <w:szCs w:val="22"/>
              </w:rPr>
            </w:pPr>
          </w:p>
        </w:tc>
        <w:tc>
          <w:tcPr>
            <w:tcW w:w="1260" w:type="dxa"/>
            <w:tcBorders>
              <w:top w:val="single" w:sz="4" w:space="0" w:color="auto"/>
              <w:bottom w:val="double" w:sz="4" w:space="0" w:color="auto"/>
            </w:tcBorders>
            <w:vAlign w:val="bottom"/>
          </w:tcPr>
          <w:p w14:paraId="044BCE8F" w14:textId="77777777" w:rsidR="00CF5F9C" w:rsidRPr="005D3E43" w:rsidRDefault="00CF5F9C" w:rsidP="00CF5F9C">
            <w:pPr>
              <w:pStyle w:val="3"/>
              <w:tabs>
                <w:tab w:val="clear" w:pos="360"/>
                <w:tab w:val="clear" w:pos="720"/>
              </w:tabs>
              <w:spacing w:line="240" w:lineRule="atLeast"/>
              <w:ind w:left="-108" w:right="17"/>
              <w:jc w:val="right"/>
              <w:rPr>
                <w:rFonts w:ascii="Times New Roman" w:hAnsi="Times New Roman" w:cs="Times New Roman"/>
                <w:b/>
                <w:bCs/>
                <w:lang w:val="en-US"/>
              </w:rPr>
            </w:pPr>
            <w:r w:rsidRPr="005D3E43">
              <w:rPr>
                <w:rFonts w:ascii="Times New Roman" w:hAnsi="Times New Roman" w:cs="Times New Roman"/>
                <w:b/>
                <w:bCs/>
                <w:lang w:val="en-US"/>
              </w:rPr>
              <w:t>7,918,063</w:t>
            </w:r>
          </w:p>
        </w:tc>
        <w:tc>
          <w:tcPr>
            <w:tcW w:w="270" w:type="dxa"/>
            <w:tcBorders>
              <w:top w:val="nil"/>
              <w:bottom w:val="nil"/>
            </w:tcBorders>
          </w:tcPr>
          <w:p w14:paraId="6B40074F" w14:textId="77777777" w:rsidR="00CF5F9C" w:rsidRPr="005D3E43" w:rsidRDefault="00CF5F9C" w:rsidP="00CF5F9C">
            <w:pPr>
              <w:jc w:val="center"/>
              <w:rPr>
                <w:b/>
                <w:bCs/>
                <w:szCs w:val="22"/>
              </w:rPr>
            </w:pPr>
          </w:p>
        </w:tc>
        <w:tc>
          <w:tcPr>
            <w:tcW w:w="1188" w:type="dxa"/>
            <w:tcBorders>
              <w:top w:val="single" w:sz="4" w:space="0" w:color="auto"/>
              <w:bottom w:val="double" w:sz="4" w:space="0" w:color="auto"/>
            </w:tcBorders>
          </w:tcPr>
          <w:p w14:paraId="126546DB" w14:textId="46394E59" w:rsidR="00CF5F9C" w:rsidRPr="005D3E43" w:rsidRDefault="00AD79A9" w:rsidP="00CF5F9C">
            <w:pPr>
              <w:tabs>
                <w:tab w:val="decimal" w:pos="1040"/>
              </w:tabs>
              <w:ind w:left="-108"/>
              <w:rPr>
                <w:b/>
                <w:bCs/>
                <w:szCs w:val="22"/>
              </w:rPr>
            </w:pPr>
            <w:r>
              <w:rPr>
                <w:b/>
                <w:bCs/>
                <w:szCs w:val="22"/>
              </w:rPr>
              <w:t>7,445,415</w:t>
            </w:r>
          </w:p>
        </w:tc>
        <w:tc>
          <w:tcPr>
            <w:tcW w:w="270" w:type="dxa"/>
            <w:tcBorders>
              <w:top w:val="nil"/>
              <w:bottom w:val="nil"/>
            </w:tcBorders>
          </w:tcPr>
          <w:p w14:paraId="525BFB6D" w14:textId="77777777" w:rsidR="00CF5F9C" w:rsidRPr="005D3E43" w:rsidRDefault="00CF5F9C" w:rsidP="00CF5F9C">
            <w:pPr>
              <w:jc w:val="center"/>
              <w:rPr>
                <w:b/>
                <w:bCs/>
                <w:szCs w:val="22"/>
              </w:rPr>
            </w:pPr>
          </w:p>
        </w:tc>
        <w:tc>
          <w:tcPr>
            <w:tcW w:w="1260" w:type="dxa"/>
            <w:tcBorders>
              <w:top w:val="single" w:sz="4" w:space="0" w:color="auto"/>
              <w:bottom w:val="double" w:sz="4" w:space="0" w:color="auto"/>
            </w:tcBorders>
            <w:vAlign w:val="bottom"/>
          </w:tcPr>
          <w:p w14:paraId="2DC96375" w14:textId="77777777" w:rsidR="00CF5F9C" w:rsidRPr="005D3E43" w:rsidRDefault="00CF5F9C" w:rsidP="00CF5F9C">
            <w:pPr>
              <w:pStyle w:val="3"/>
              <w:tabs>
                <w:tab w:val="clear" w:pos="360"/>
                <w:tab w:val="clear" w:pos="720"/>
              </w:tabs>
              <w:spacing w:line="240" w:lineRule="atLeast"/>
              <w:ind w:left="-108" w:right="17"/>
              <w:jc w:val="right"/>
              <w:rPr>
                <w:rFonts w:ascii="Times New Roman" w:hAnsi="Times New Roman" w:cs="Times New Roman"/>
                <w:b/>
                <w:bCs/>
                <w:lang w:val="en-US"/>
              </w:rPr>
            </w:pPr>
            <w:r w:rsidRPr="005D3E43">
              <w:rPr>
                <w:rFonts w:ascii="Times New Roman" w:hAnsi="Times New Roman" w:cs="Times New Roman"/>
                <w:b/>
                <w:bCs/>
                <w:lang w:val="en-US"/>
              </w:rPr>
              <w:t>8,433,844</w:t>
            </w:r>
          </w:p>
        </w:tc>
      </w:tr>
    </w:tbl>
    <w:p w14:paraId="75A6197C" w14:textId="77777777" w:rsidR="00EA2207" w:rsidRPr="005D3E43" w:rsidRDefault="00EA2207" w:rsidP="00EA2207">
      <w:pPr>
        <w:pStyle w:val="index"/>
        <w:numPr>
          <w:ilvl w:val="0"/>
          <w:numId w:val="0"/>
        </w:numPr>
        <w:tabs>
          <w:tab w:val="left" w:pos="540"/>
        </w:tabs>
        <w:jc w:val="thaiDistribute"/>
        <w:rPr>
          <w:b/>
          <w:bCs/>
          <w:szCs w:val="22"/>
        </w:rPr>
      </w:pPr>
    </w:p>
    <w:p w14:paraId="002C9161" w14:textId="571E00B7" w:rsidR="00EA2207" w:rsidRPr="005D3E43" w:rsidRDefault="00EA2207" w:rsidP="00EA2207">
      <w:pPr>
        <w:spacing w:line="240" w:lineRule="atLeast"/>
        <w:ind w:left="540"/>
        <w:jc w:val="thaiDistribute"/>
        <w:rPr>
          <w:spacing w:val="-4"/>
          <w:szCs w:val="22"/>
        </w:rPr>
      </w:pPr>
      <w:r w:rsidRPr="005D3E43">
        <w:rPr>
          <w:spacing w:val="-4"/>
          <w:szCs w:val="22"/>
        </w:rPr>
        <w:t>Short-term loans from financial institutions represent promissory notes which are secured by the Group’s project development costs.</w:t>
      </w:r>
    </w:p>
    <w:p w14:paraId="350E4379" w14:textId="77777777" w:rsidR="00CE0E9C" w:rsidRPr="005D3E43" w:rsidRDefault="00CE0E9C" w:rsidP="00EA2207">
      <w:pPr>
        <w:spacing w:line="240" w:lineRule="atLeast"/>
        <w:ind w:left="540"/>
        <w:jc w:val="thaiDistribute"/>
        <w:rPr>
          <w:spacing w:val="-4"/>
          <w:szCs w:val="22"/>
        </w:rPr>
      </w:pPr>
    </w:p>
    <w:p w14:paraId="48D1D5EF" w14:textId="03DE0E62" w:rsidR="00EA2207" w:rsidRPr="005D3E43" w:rsidRDefault="00EA2207" w:rsidP="00EA2207">
      <w:pPr>
        <w:spacing w:line="240" w:lineRule="atLeast"/>
        <w:ind w:left="540"/>
        <w:jc w:val="thaiDistribute"/>
        <w:rPr>
          <w:szCs w:val="22"/>
        </w:rPr>
      </w:pPr>
      <w:r w:rsidRPr="005D3E43">
        <w:rPr>
          <w:szCs w:val="22"/>
        </w:rPr>
        <w:t xml:space="preserve">Long-term loans </w:t>
      </w:r>
      <w:r w:rsidRPr="005D3E43">
        <w:rPr>
          <w:spacing w:val="-4"/>
          <w:szCs w:val="22"/>
        </w:rPr>
        <w:t>from financial institutions</w:t>
      </w:r>
      <w:r w:rsidRPr="005D3E43">
        <w:rPr>
          <w:szCs w:val="22"/>
        </w:rPr>
        <w:t xml:space="preserve"> of subsidiaries are secured by the </w:t>
      </w:r>
      <w:r w:rsidR="00CE0E9C" w:rsidRPr="005D3E43">
        <w:rPr>
          <w:szCs w:val="22"/>
        </w:rPr>
        <w:t>l</w:t>
      </w:r>
      <w:r w:rsidRPr="005D3E43">
        <w:rPr>
          <w:szCs w:val="22"/>
        </w:rPr>
        <w:t xml:space="preserve">and leasehold right </w:t>
      </w:r>
      <w:r w:rsidR="00CE0E9C" w:rsidRPr="005D3E43">
        <w:rPr>
          <w:szCs w:val="22"/>
        </w:rPr>
        <w:t xml:space="preserve">and premises </w:t>
      </w:r>
      <w:r w:rsidRPr="005D3E43">
        <w:rPr>
          <w:szCs w:val="22"/>
        </w:rPr>
        <w:t>and deposit at bank of the subsidiaries.</w:t>
      </w:r>
    </w:p>
    <w:p w14:paraId="3509054C" w14:textId="77777777" w:rsidR="001E02C2" w:rsidRPr="005D3E43" w:rsidRDefault="001E02C2" w:rsidP="00EA2207">
      <w:pPr>
        <w:spacing w:line="240" w:lineRule="atLeast"/>
        <w:ind w:left="540"/>
        <w:jc w:val="thaiDistribute"/>
        <w:rPr>
          <w:szCs w:val="22"/>
        </w:rPr>
      </w:pPr>
    </w:p>
    <w:p w14:paraId="361D03CF" w14:textId="5C52B31A" w:rsidR="001E02C2" w:rsidRPr="005D3E43" w:rsidRDefault="001E02C2" w:rsidP="00EA2207">
      <w:pPr>
        <w:spacing w:line="240" w:lineRule="atLeast"/>
        <w:ind w:left="540"/>
        <w:jc w:val="thaiDistribute"/>
        <w:rPr>
          <w:i/>
          <w:iCs/>
          <w:szCs w:val="22"/>
        </w:rPr>
      </w:pPr>
      <w:r w:rsidRPr="005D3E43">
        <w:rPr>
          <w:szCs w:val="22"/>
        </w:rPr>
        <w:t xml:space="preserve">As at </w:t>
      </w:r>
      <w:r w:rsidR="005B3CD3" w:rsidRPr="005D3E43">
        <w:t xml:space="preserve">30 </w:t>
      </w:r>
      <w:r w:rsidR="00CF5F9C">
        <w:t xml:space="preserve">September </w:t>
      </w:r>
      <w:r w:rsidRPr="005D3E43">
        <w:rPr>
          <w:szCs w:val="22"/>
        </w:rPr>
        <w:t>2020</w:t>
      </w:r>
      <w:r w:rsidR="00CE0E9C" w:rsidRPr="005D3E43">
        <w:rPr>
          <w:szCs w:val="22"/>
        </w:rPr>
        <w:t>,</w:t>
      </w:r>
      <w:r w:rsidRPr="005D3E43">
        <w:rPr>
          <w:szCs w:val="22"/>
        </w:rPr>
        <w:t xml:space="preserve"> the Group ha</w:t>
      </w:r>
      <w:r w:rsidR="009951E0">
        <w:rPr>
          <w:szCs w:val="22"/>
        </w:rPr>
        <w:t>s</w:t>
      </w:r>
      <w:r w:rsidRPr="005D3E43">
        <w:rPr>
          <w:szCs w:val="22"/>
        </w:rPr>
        <w:t xml:space="preserve"> unutilised credit facilities totalling Baht</w:t>
      </w:r>
      <w:r w:rsidR="00DA2FA2" w:rsidRPr="005D3E43">
        <w:rPr>
          <w:szCs w:val="22"/>
        </w:rPr>
        <w:t xml:space="preserve"> </w:t>
      </w:r>
      <w:r w:rsidR="009653E2">
        <w:rPr>
          <w:szCs w:val="22"/>
        </w:rPr>
        <w:t xml:space="preserve">940 </w:t>
      </w:r>
      <w:r w:rsidRPr="005D3E43">
        <w:rPr>
          <w:szCs w:val="22"/>
        </w:rPr>
        <w:t>million</w:t>
      </w:r>
      <w:r w:rsidR="009653E2">
        <w:rPr>
          <w:szCs w:val="22"/>
        </w:rPr>
        <w:t xml:space="preserve">                 </w:t>
      </w:r>
      <w:proofErr w:type="gramStart"/>
      <w:r w:rsidR="009653E2">
        <w:rPr>
          <w:szCs w:val="22"/>
        </w:rPr>
        <w:t xml:space="preserve">   </w:t>
      </w:r>
      <w:r w:rsidRPr="005D3E43">
        <w:rPr>
          <w:i/>
          <w:iCs/>
          <w:szCs w:val="22"/>
        </w:rPr>
        <w:t>(</w:t>
      </w:r>
      <w:proofErr w:type="gramEnd"/>
      <w:r w:rsidRPr="005D3E43">
        <w:rPr>
          <w:i/>
          <w:iCs/>
          <w:szCs w:val="22"/>
        </w:rPr>
        <w:t xml:space="preserve">31 December 2019: Baht </w:t>
      </w:r>
      <w:r w:rsidR="009951E0">
        <w:rPr>
          <w:i/>
          <w:iCs/>
          <w:szCs w:val="22"/>
        </w:rPr>
        <w:t>738</w:t>
      </w:r>
      <w:r w:rsidRPr="005D3E43">
        <w:rPr>
          <w:i/>
          <w:iCs/>
          <w:szCs w:val="22"/>
        </w:rPr>
        <w:t xml:space="preserve"> million).</w:t>
      </w:r>
    </w:p>
    <w:p w14:paraId="1227F5D1" w14:textId="77777777" w:rsidR="00620EF4" w:rsidRPr="005D3E43" w:rsidRDefault="00620EF4" w:rsidP="001E02C2">
      <w:pPr>
        <w:autoSpaceDE w:val="0"/>
        <w:autoSpaceDN w:val="0"/>
        <w:adjustRightInd w:val="0"/>
        <w:spacing w:line="240" w:lineRule="auto"/>
        <w:rPr>
          <w:szCs w:val="22"/>
        </w:rPr>
      </w:pPr>
    </w:p>
    <w:p w14:paraId="220E0FB2" w14:textId="77777777" w:rsidR="001E02C2" w:rsidRPr="005D3E43" w:rsidRDefault="001E02C2" w:rsidP="001E02C2">
      <w:pPr>
        <w:autoSpaceDE w:val="0"/>
        <w:autoSpaceDN w:val="0"/>
        <w:adjustRightInd w:val="0"/>
        <w:spacing w:line="240" w:lineRule="auto"/>
        <w:rPr>
          <w:b/>
          <w:bCs/>
          <w:i/>
          <w:iCs/>
          <w:szCs w:val="22"/>
        </w:rPr>
      </w:pPr>
      <w:r w:rsidRPr="005D3E43">
        <w:rPr>
          <w:szCs w:val="22"/>
        </w:rPr>
        <w:tab/>
      </w:r>
      <w:r w:rsidRPr="005D3E43">
        <w:rPr>
          <w:b/>
          <w:bCs/>
          <w:i/>
          <w:iCs/>
          <w:szCs w:val="22"/>
        </w:rPr>
        <w:t>Long-term loans from financial institutions</w:t>
      </w:r>
    </w:p>
    <w:p w14:paraId="107CDF0E" w14:textId="77777777" w:rsidR="001E02C2" w:rsidRPr="005D3E43" w:rsidRDefault="001E02C2" w:rsidP="001E02C2">
      <w:pPr>
        <w:autoSpaceDE w:val="0"/>
        <w:autoSpaceDN w:val="0"/>
        <w:adjustRightInd w:val="0"/>
        <w:spacing w:line="240" w:lineRule="auto"/>
        <w:rPr>
          <w:b/>
          <w:bCs/>
          <w:i/>
          <w:iCs/>
          <w:szCs w:val="22"/>
        </w:rPr>
      </w:pPr>
    </w:p>
    <w:p w14:paraId="2185E930" w14:textId="16E21347" w:rsidR="001E02C2" w:rsidRPr="005D3E43" w:rsidRDefault="001E02C2" w:rsidP="001E02C2">
      <w:pPr>
        <w:autoSpaceDE w:val="0"/>
        <w:autoSpaceDN w:val="0"/>
        <w:adjustRightInd w:val="0"/>
        <w:spacing w:line="240" w:lineRule="auto"/>
        <w:ind w:left="540"/>
        <w:jc w:val="both"/>
        <w:rPr>
          <w:szCs w:val="22"/>
          <w:highlight w:val="yellow"/>
        </w:rPr>
      </w:pPr>
      <w:r w:rsidRPr="005D3E43">
        <w:rPr>
          <w:szCs w:val="22"/>
        </w:rPr>
        <w:t xml:space="preserve">In September 2010, the Group entered into a loan agreement within credit line not exceeding Baht 3,100 million with financial institution. Such agreement stipulated the Group to repay the remaining principal within 3 years from 17 July 2019. As at </w:t>
      </w:r>
      <w:r w:rsidR="003E1DE0" w:rsidRPr="005D3E43">
        <w:t xml:space="preserve">30 </w:t>
      </w:r>
      <w:r w:rsidR="00CF5F9C">
        <w:t xml:space="preserve">September </w:t>
      </w:r>
      <w:r w:rsidRPr="005D3E43">
        <w:rPr>
          <w:szCs w:val="22"/>
        </w:rPr>
        <w:t>2020, the Group had utilised</w:t>
      </w:r>
      <w:r w:rsidR="00800141" w:rsidRPr="005D3E43">
        <w:rPr>
          <w:szCs w:val="22"/>
        </w:rPr>
        <w:t xml:space="preserve"> loan of</w:t>
      </w:r>
      <w:r w:rsidRPr="005D3E43">
        <w:rPr>
          <w:szCs w:val="22"/>
        </w:rPr>
        <w:t xml:space="preserve"> Baht</w:t>
      </w:r>
      <w:r w:rsidR="00DA2FA2" w:rsidRPr="005D3E43">
        <w:rPr>
          <w:szCs w:val="22"/>
        </w:rPr>
        <w:t xml:space="preserve"> </w:t>
      </w:r>
      <w:r w:rsidR="0045672F">
        <w:rPr>
          <w:szCs w:val="22"/>
        </w:rPr>
        <w:t>2,532</w:t>
      </w:r>
      <w:r w:rsidRPr="005D3E43">
        <w:rPr>
          <w:szCs w:val="22"/>
        </w:rPr>
        <w:t xml:space="preserve"> million </w:t>
      </w:r>
      <w:r w:rsidRPr="005D3E43">
        <w:rPr>
          <w:i/>
          <w:iCs/>
          <w:szCs w:val="22"/>
        </w:rPr>
        <w:t xml:space="preserve">(31 December 2019: Baht 2,532 </w:t>
      </w:r>
      <w:r w:rsidR="008955F5" w:rsidRPr="005D3E43">
        <w:rPr>
          <w:i/>
          <w:iCs/>
          <w:szCs w:val="22"/>
        </w:rPr>
        <w:t>million</w:t>
      </w:r>
      <w:r w:rsidRPr="005D3E43">
        <w:rPr>
          <w:i/>
          <w:iCs/>
          <w:szCs w:val="22"/>
        </w:rPr>
        <w:t>).</w:t>
      </w:r>
    </w:p>
    <w:p w14:paraId="294FACC2" w14:textId="77777777" w:rsidR="001E02C2" w:rsidRPr="005D3E43" w:rsidRDefault="001E02C2" w:rsidP="001E02C2">
      <w:pPr>
        <w:autoSpaceDE w:val="0"/>
        <w:autoSpaceDN w:val="0"/>
        <w:adjustRightInd w:val="0"/>
        <w:spacing w:line="240" w:lineRule="auto"/>
        <w:rPr>
          <w:szCs w:val="22"/>
          <w:highlight w:val="yellow"/>
          <w:lang w:bidi="th-TH"/>
        </w:rPr>
      </w:pPr>
    </w:p>
    <w:p w14:paraId="70A34B8A" w14:textId="77777777" w:rsidR="00EA2207" w:rsidRPr="005D3E43" w:rsidRDefault="007449DC" w:rsidP="00EA2207">
      <w:pPr>
        <w:spacing w:line="240" w:lineRule="atLeast"/>
        <w:ind w:left="540"/>
        <w:jc w:val="thaiDistribute"/>
        <w:rPr>
          <w:b/>
          <w:bCs/>
          <w:i/>
          <w:iCs/>
          <w:szCs w:val="22"/>
          <w:lang w:val="en-US" w:bidi="th-TH"/>
        </w:rPr>
      </w:pPr>
      <w:r w:rsidRPr="005D3E43">
        <w:rPr>
          <w:b/>
          <w:bCs/>
          <w:i/>
          <w:iCs/>
          <w:szCs w:val="22"/>
          <w:lang w:val="en-US" w:bidi="th-TH"/>
        </w:rPr>
        <w:t>D</w:t>
      </w:r>
      <w:proofErr w:type="spellStart"/>
      <w:r w:rsidR="00A44738" w:rsidRPr="005D3E43">
        <w:rPr>
          <w:b/>
          <w:bCs/>
          <w:i/>
          <w:iCs/>
          <w:szCs w:val="22"/>
        </w:rPr>
        <w:t>ebentures</w:t>
      </w:r>
      <w:proofErr w:type="spellEnd"/>
    </w:p>
    <w:p w14:paraId="4395EEC2" w14:textId="77777777" w:rsidR="007B3B5B" w:rsidRPr="005D3E43" w:rsidRDefault="007B3B5B" w:rsidP="007B3B5B">
      <w:pPr>
        <w:spacing w:line="240" w:lineRule="atLeast"/>
        <w:jc w:val="thaiDistribute"/>
        <w:rPr>
          <w:szCs w:val="22"/>
        </w:rPr>
      </w:pPr>
    </w:p>
    <w:p w14:paraId="69F56B9B" w14:textId="77777777" w:rsidR="00EA2207" w:rsidRPr="005D3E43" w:rsidRDefault="00EA2207" w:rsidP="00EA2207">
      <w:pPr>
        <w:spacing w:line="240" w:lineRule="atLeast"/>
        <w:ind w:left="540"/>
        <w:jc w:val="thaiDistribute"/>
        <w:rPr>
          <w:szCs w:val="28"/>
          <w:lang w:val="en-US" w:bidi="th-TH"/>
        </w:rPr>
      </w:pPr>
      <w:r w:rsidRPr="005D3E43">
        <w:rPr>
          <w:szCs w:val="22"/>
        </w:rPr>
        <w:t>The conditions regarding loan agreements and the rights and obligations of the debenture issuer stipulate certain covenants which, among other things, require the Group to maintain debt-to-equity ratio and debt service coverage ratio at the rate prescribed in the agreements</w:t>
      </w:r>
      <w:r w:rsidRPr="005D3E43">
        <w:rPr>
          <w:szCs w:val="28"/>
          <w:lang w:val="en-US" w:bidi="th-TH"/>
        </w:rPr>
        <w:t>.</w:t>
      </w:r>
    </w:p>
    <w:p w14:paraId="072DFF11" w14:textId="77777777" w:rsidR="00715DBC" w:rsidRPr="005D3E43" w:rsidRDefault="00715DBC" w:rsidP="00EA2207">
      <w:pPr>
        <w:spacing w:line="240" w:lineRule="atLeast"/>
        <w:ind w:left="540"/>
        <w:jc w:val="thaiDistribute"/>
        <w:rPr>
          <w:szCs w:val="28"/>
          <w:lang w:val="en-US" w:bidi="th-TH"/>
        </w:rPr>
      </w:pPr>
    </w:p>
    <w:p w14:paraId="391DAF0F" w14:textId="77777777" w:rsidR="00CF5F9C" w:rsidRDefault="00CF5F9C">
      <w:pPr>
        <w:spacing w:line="240" w:lineRule="auto"/>
        <w:rPr>
          <w:b/>
          <w:bCs/>
          <w:sz w:val="24"/>
          <w:szCs w:val="24"/>
        </w:rPr>
      </w:pPr>
      <w:r>
        <w:rPr>
          <w:b/>
          <w:bCs/>
          <w:sz w:val="24"/>
          <w:szCs w:val="24"/>
        </w:rPr>
        <w:br w:type="page"/>
      </w:r>
    </w:p>
    <w:p w14:paraId="0A9ED5EB" w14:textId="5DA90B27" w:rsidR="00EA2207" w:rsidRPr="005D3E43" w:rsidRDefault="00EA2207" w:rsidP="00EA2207">
      <w:pPr>
        <w:pStyle w:val="index"/>
        <w:numPr>
          <w:ilvl w:val="0"/>
          <w:numId w:val="0"/>
        </w:numPr>
        <w:tabs>
          <w:tab w:val="left" w:pos="540"/>
        </w:tabs>
        <w:spacing w:after="0" w:line="240" w:lineRule="atLeast"/>
        <w:jc w:val="thaiDistribute"/>
        <w:rPr>
          <w:b/>
          <w:bCs/>
          <w:sz w:val="24"/>
          <w:szCs w:val="24"/>
        </w:rPr>
      </w:pPr>
      <w:r w:rsidRPr="005D3E43">
        <w:rPr>
          <w:b/>
          <w:bCs/>
          <w:sz w:val="24"/>
          <w:szCs w:val="24"/>
        </w:rPr>
        <w:lastRenderedPageBreak/>
        <w:t>1</w:t>
      </w:r>
      <w:r w:rsidR="00BB408D" w:rsidRPr="005D3E43">
        <w:rPr>
          <w:b/>
          <w:bCs/>
          <w:sz w:val="24"/>
          <w:szCs w:val="24"/>
        </w:rPr>
        <w:t>2</w:t>
      </w:r>
      <w:r w:rsidRPr="005D3E43">
        <w:rPr>
          <w:b/>
          <w:bCs/>
          <w:sz w:val="24"/>
          <w:szCs w:val="24"/>
        </w:rPr>
        <w:tab/>
        <w:t>Segment information and disaggregation of revenue</w:t>
      </w:r>
    </w:p>
    <w:p w14:paraId="0A814854" w14:textId="77777777" w:rsidR="00EA2207" w:rsidRPr="005D3E43" w:rsidRDefault="00EA2207" w:rsidP="00EA2207">
      <w:pPr>
        <w:pStyle w:val="index"/>
        <w:numPr>
          <w:ilvl w:val="0"/>
          <w:numId w:val="0"/>
        </w:numPr>
        <w:tabs>
          <w:tab w:val="left" w:pos="540"/>
        </w:tabs>
        <w:spacing w:after="0" w:line="240" w:lineRule="atLeast"/>
        <w:jc w:val="thaiDistribute"/>
        <w:rPr>
          <w:b/>
          <w:bCs/>
          <w:sz w:val="24"/>
          <w:szCs w:val="24"/>
        </w:rPr>
      </w:pPr>
    </w:p>
    <w:p w14:paraId="1CC07B96" w14:textId="77777777" w:rsidR="00EA2207" w:rsidRPr="005D3E43" w:rsidRDefault="00EA2207" w:rsidP="00EA2207">
      <w:pPr>
        <w:spacing w:line="240" w:lineRule="atLeast"/>
        <w:ind w:left="540"/>
        <w:jc w:val="thaiDistribute"/>
        <w:rPr>
          <w:b/>
          <w:bCs/>
          <w:sz w:val="24"/>
          <w:szCs w:val="24"/>
        </w:rPr>
      </w:pPr>
      <w:r w:rsidRPr="005D3E43">
        <w:rPr>
          <w:szCs w:val="22"/>
          <w:lang w:val="en-AU"/>
        </w:rPr>
        <w:t xml:space="preserve">The </w:t>
      </w:r>
      <w:r w:rsidRPr="005D3E43">
        <w:rPr>
          <w:szCs w:val="28"/>
          <w:lang w:bidi="th-TH"/>
        </w:rPr>
        <w:t>Group’s</w:t>
      </w:r>
      <w:r w:rsidRPr="005D3E43">
        <w:rPr>
          <w:szCs w:val="22"/>
          <w:cs/>
          <w:lang w:val="en-AU" w:bidi="th-TH"/>
        </w:rPr>
        <w:t xml:space="preserve"> </w:t>
      </w:r>
      <w:r w:rsidRPr="005D3E43">
        <w:rPr>
          <w:szCs w:val="22"/>
          <w:lang w:val="en-AU"/>
        </w:rPr>
        <w:t>operations and main revenue streams are described in the last annual financial statements The Group’s main revenue is derived from contracts with customers.</w:t>
      </w:r>
    </w:p>
    <w:p w14:paraId="1F51DE65" w14:textId="77777777" w:rsidR="00EA2207" w:rsidRPr="005D3E43" w:rsidRDefault="00EA2207" w:rsidP="00EA2207">
      <w:pPr>
        <w:pStyle w:val="index"/>
        <w:numPr>
          <w:ilvl w:val="0"/>
          <w:numId w:val="0"/>
        </w:numPr>
        <w:tabs>
          <w:tab w:val="left" w:pos="540"/>
        </w:tabs>
        <w:jc w:val="thaiDistribute"/>
        <w:rPr>
          <w:b/>
          <w:bCs/>
          <w:sz w:val="24"/>
          <w:szCs w:val="24"/>
        </w:rPr>
      </w:pPr>
    </w:p>
    <w:p w14:paraId="22CD854F" w14:textId="77777777" w:rsidR="00EA2207" w:rsidRPr="005D3E43" w:rsidRDefault="00EA2207" w:rsidP="00EA2207">
      <w:pPr>
        <w:ind w:left="547"/>
        <w:jc w:val="thaiDistribute"/>
        <w:rPr>
          <w:i/>
          <w:iCs/>
          <w:szCs w:val="22"/>
        </w:rPr>
      </w:pPr>
      <w:r w:rsidRPr="005D3E43">
        <w:rPr>
          <w:i/>
          <w:iCs/>
          <w:szCs w:val="22"/>
        </w:rPr>
        <w:t>Geographical segments</w:t>
      </w:r>
    </w:p>
    <w:p w14:paraId="417FFF84" w14:textId="77777777" w:rsidR="00EA2207" w:rsidRPr="005D3E43" w:rsidRDefault="00EA2207" w:rsidP="00EA2207">
      <w:pPr>
        <w:ind w:left="547"/>
        <w:jc w:val="thaiDistribute"/>
        <w:rPr>
          <w:sz w:val="20"/>
        </w:rPr>
      </w:pPr>
    </w:p>
    <w:p w14:paraId="667A404B" w14:textId="77777777" w:rsidR="00EA2207" w:rsidRPr="005D3E43" w:rsidRDefault="00EA2207" w:rsidP="00EA2207">
      <w:pPr>
        <w:spacing w:line="240" w:lineRule="atLeast"/>
        <w:ind w:left="540"/>
        <w:jc w:val="thaiDistribute"/>
        <w:rPr>
          <w:szCs w:val="22"/>
        </w:rPr>
      </w:pPr>
      <w:r w:rsidRPr="005D3E43">
        <w:rPr>
          <w:szCs w:val="22"/>
        </w:rPr>
        <w:t>The Group</w:t>
      </w:r>
      <w:r w:rsidRPr="005D3E43">
        <w:t xml:space="preserve"> </w:t>
      </w:r>
      <w:r w:rsidRPr="005D3E43">
        <w:rPr>
          <w:szCs w:val="22"/>
        </w:rPr>
        <w:t>operates real estate for sale business and real estate for rental and service business principally in Thailand.</w:t>
      </w:r>
    </w:p>
    <w:p w14:paraId="7B01792D" w14:textId="77777777" w:rsidR="00EA2207" w:rsidRPr="005D3E43" w:rsidRDefault="00EA2207" w:rsidP="00EA2207">
      <w:pPr>
        <w:spacing w:line="240" w:lineRule="atLeast"/>
        <w:ind w:left="605"/>
        <w:jc w:val="thaiDistribute"/>
        <w:rPr>
          <w:szCs w:val="22"/>
        </w:rPr>
      </w:pPr>
    </w:p>
    <w:p w14:paraId="02929DD3" w14:textId="77777777" w:rsidR="00EA2207" w:rsidRPr="005D3E43" w:rsidRDefault="00EA2207" w:rsidP="00EA2207">
      <w:pPr>
        <w:ind w:left="547"/>
        <w:jc w:val="thaiDistribute"/>
        <w:rPr>
          <w:i/>
          <w:iCs/>
          <w:szCs w:val="22"/>
        </w:rPr>
      </w:pPr>
      <w:r w:rsidRPr="005D3E43">
        <w:rPr>
          <w:i/>
          <w:iCs/>
          <w:szCs w:val="22"/>
        </w:rPr>
        <w:t>Business segments</w:t>
      </w:r>
    </w:p>
    <w:p w14:paraId="4DBD5F79" w14:textId="77777777" w:rsidR="00EA2207" w:rsidRPr="005D3E43" w:rsidRDefault="00EA2207" w:rsidP="00EA2207">
      <w:pPr>
        <w:spacing w:line="240" w:lineRule="atLeast"/>
        <w:ind w:left="605"/>
        <w:jc w:val="thaiDistribute"/>
        <w:rPr>
          <w:szCs w:val="22"/>
        </w:rPr>
      </w:pPr>
    </w:p>
    <w:p w14:paraId="75048B29" w14:textId="77777777" w:rsidR="00EA2207" w:rsidRPr="005D3E43" w:rsidRDefault="00EA2207" w:rsidP="00EA2207">
      <w:pPr>
        <w:spacing w:line="240" w:lineRule="atLeast"/>
        <w:ind w:left="540"/>
        <w:jc w:val="thaiDistribute"/>
        <w:rPr>
          <w:szCs w:val="22"/>
        </w:rPr>
      </w:pPr>
      <w:r w:rsidRPr="005D3E43">
        <w:rPr>
          <w:szCs w:val="22"/>
        </w:rPr>
        <w:t>The Group h</w:t>
      </w:r>
      <w:r w:rsidR="00235DB0" w:rsidRPr="005D3E43">
        <w:rPr>
          <w:szCs w:val="22"/>
        </w:rPr>
        <w:t>as</w:t>
      </w:r>
      <w:r w:rsidRPr="005D3E43">
        <w:rPr>
          <w:szCs w:val="22"/>
        </w:rPr>
        <w:t xml:space="preserve"> two reportable segments, which are real estate for sale business, consisting of land and house development for sale projects and residential condominium projects, and real estate for rental and service business, consisting of office building for rent project.</w:t>
      </w:r>
    </w:p>
    <w:p w14:paraId="4A5B8B72" w14:textId="77777777" w:rsidR="00EA2207" w:rsidRPr="005D3E43" w:rsidRDefault="00EA2207" w:rsidP="00EA2207">
      <w:pPr>
        <w:spacing w:line="240" w:lineRule="atLeast"/>
        <w:ind w:left="540"/>
        <w:jc w:val="thaiDistribute"/>
        <w:rPr>
          <w:szCs w:val="22"/>
        </w:rPr>
      </w:pPr>
    </w:p>
    <w:p w14:paraId="35016F74" w14:textId="77777777" w:rsidR="00EA2207" w:rsidRPr="005D3E43" w:rsidRDefault="00EA2207" w:rsidP="00EA2207">
      <w:pPr>
        <w:spacing w:line="240" w:lineRule="exact"/>
        <w:ind w:left="540" w:right="-7"/>
        <w:jc w:val="both"/>
      </w:pPr>
      <w:r w:rsidRPr="005D3E43">
        <w:rPr>
          <w:spacing w:val="-2"/>
        </w:rPr>
        <w:t>Management considers that the Company operates in a single line of business, namely real estate for rental and service business,</w:t>
      </w:r>
      <w:r w:rsidRPr="005D3E43">
        <w:t xml:space="preserve"> and has, therefore, only one reportable segment. </w:t>
      </w:r>
    </w:p>
    <w:p w14:paraId="131D8338" w14:textId="77777777" w:rsidR="00EA2207" w:rsidRPr="005D3E43" w:rsidRDefault="00EA2207" w:rsidP="00EA2207">
      <w:pPr>
        <w:spacing w:line="240" w:lineRule="exact"/>
        <w:ind w:left="540" w:right="-7"/>
        <w:jc w:val="both"/>
        <w:rPr>
          <w:lang w:val="en-US"/>
        </w:rPr>
      </w:pPr>
    </w:p>
    <w:p w14:paraId="6E3FB928" w14:textId="732885E7" w:rsidR="00EA2207" w:rsidRPr="005D3E43" w:rsidRDefault="00EA2207" w:rsidP="00EA2207">
      <w:pPr>
        <w:spacing w:line="240" w:lineRule="atLeast"/>
        <w:ind w:left="540"/>
        <w:jc w:val="both"/>
        <w:rPr>
          <w:lang w:val="en-US"/>
        </w:rPr>
      </w:pPr>
      <w:r w:rsidRPr="005D3E43">
        <w:t xml:space="preserve">Management considers the </w:t>
      </w:r>
      <w:r w:rsidR="00E10D8F" w:rsidRPr="005D3E43">
        <w:rPr>
          <w:lang w:val="en-US" w:bidi="th-TH"/>
        </w:rPr>
        <w:t>C</w:t>
      </w:r>
      <w:proofErr w:type="spellStart"/>
      <w:r w:rsidR="006A357B" w:rsidRPr="005D3E43">
        <w:t>ompany</w:t>
      </w:r>
      <w:r w:rsidRPr="005D3E43">
        <w:t>’s</w:t>
      </w:r>
      <w:proofErr w:type="spellEnd"/>
      <w:r w:rsidRPr="005D3E43">
        <w:t xml:space="preserve"> timing of revenue recognition which is mainly recognised </w:t>
      </w:r>
      <w:r w:rsidRPr="005D3E43">
        <w:rPr>
          <w:szCs w:val="22"/>
        </w:rPr>
        <w:t>over time</w:t>
      </w:r>
      <w:r w:rsidRPr="005D3E43">
        <w:t>.</w:t>
      </w:r>
    </w:p>
    <w:p w14:paraId="1DAF2E1E" w14:textId="77777777" w:rsidR="007B3B5B" w:rsidRPr="005D3E43" w:rsidRDefault="007B3B5B" w:rsidP="007B3B5B">
      <w:pPr>
        <w:spacing w:line="240" w:lineRule="auto"/>
        <w:ind w:firstLine="540"/>
        <w:rPr>
          <w:szCs w:val="28"/>
          <w:lang w:bidi="th-TH"/>
        </w:rPr>
      </w:pPr>
    </w:p>
    <w:p w14:paraId="7438F1AE" w14:textId="77777777" w:rsidR="00EA2207" w:rsidRPr="005D3E43" w:rsidRDefault="00EA2207" w:rsidP="00096810">
      <w:pPr>
        <w:spacing w:line="240" w:lineRule="auto"/>
        <w:ind w:left="540"/>
        <w:jc w:val="both"/>
        <w:rPr>
          <w:szCs w:val="28"/>
          <w:lang w:bidi="th-TH"/>
        </w:rPr>
      </w:pPr>
      <w:r w:rsidRPr="005D3E43">
        <w:rPr>
          <w:szCs w:val="22"/>
          <w:lang w:val="en-AU"/>
        </w:rPr>
        <w:t>In the following table, revenue is disaggregated by business segments and timing of revenue recognition.</w:t>
      </w:r>
    </w:p>
    <w:p w14:paraId="479C9F10" w14:textId="4F321C46" w:rsidR="00C86E9B" w:rsidRDefault="00C86E9B" w:rsidP="00C86E9B">
      <w:pPr>
        <w:spacing w:line="240" w:lineRule="atLeast"/>
        <w:ind w:left="540"/>
        <w:jc w:val="thaiDistribute"/>
        <w:rPr>
          <w:szCs w:val="28"/>
          <w:lang w:val="en-AU" w:bidi="th-TH"/>
        </w:rPr>
      </w:pPr>
    </w:p>
    <w:tbl>
      <w:tblPr>
        <w:tblW w:w="5055" w:type="pct"/>
        <w:tblInd w:w="450" w:type="dxa"/>
        <w:tblCellMar>
          <w:left w:w="79" w:type="dxa"/>
          <w:right w:w="79" w:type="dxa"/>
        </w:tblCellMar>
        <w:tblLook w:val="0000" w:firstRow="0" w:lastRow="0" w:firstColumn="0" w:lastColumn="0" w:noHBand="0" w:noVBand="0"/>
      </w:tblPr>
      <w:tblGrid>
        <w:gridCol w:w="2788"/>
        <w:gridCol w:w="1005"/>
        <w:gridCol w:w="164"/>
        <w:gridCol w:w="1018"/>
        <w:gridCol w:w="164"/>
        <w:gridCol w:w="1018"/>
        <w:gridCol w:w="164"/>
        <w:gridCol w:w="1018"/>
        <w:gridCol w:w="164"/>
        <w:gridCol w:w="1018"/>
        <w:gridCol w:w="164"/>
        <w:gridCol w:w="1024"/>
      </w:tblGrid>
      <w:tr w:rsidR="00F058B3" w:rsidRPr="007F6C76" w14:paraId="4ACB1DB4" w14:textId="77777777" w:rsidTr="00A55D91">
        <w:trPr>
          <w:cantSplit/>
        </w:trPr>
        <w:tc>
          <w:tcPr>
            <w:tcW w:w="1437" w:type="pct"/>
            <w:vAlign w:val="bottom"/>
          </w:tcPr>
          <w:p w14:paraId="0AC4214F" w14:textId="6A5DEE10" w:rsidR="00F058B3" w:rsidRPr="00F94E44" w:rsidRDefault="00F058B3" w:rsidP="00A55D91">
            <w:pPr>
              <w:shd w:val="clear" w:color="auto" w:fill="FFFFFF"/>
              <w:spacing w:line="240" w:lineRule="atLeast"/>
              <w:ind w:right="-79"/>
              <w:rPr>
                <w:b/>
                <w:bCs/>
                <w:i/>
                <w:iCs/>
                <w:szCs w:val="22"/>
              </w:rPr>
            </w:pPr>
            <w:r w:rsidRPr="002867BE">
              <w:rPr>
                <w:b/>
                <w:bCs/>
                <w:i/>
                <w:iCs/>
                <w:szCs w:val="22"/>
              </w:rPr>
              <w:t xml:space="preserve">For the </w:t>
            </w:r>
            <w:r>
              <w:rPr>
                <w:b/>
                <w:bCs/>
                <w:i/>
                <w:iCs/>
                <w:szCs w:val="22"/>
              </w:rPr>
              <w:t>three</w:t>
            </w:r>
            <w:r w:rsidRPr="002867BE">
              <w:rPr>
                <w:b/>
                <w:bCs/>
                <w:i/>
                <w:iCs/>
                <w:szCs w:val="22"/>
              </w:rPr>
              <w:t>-month</w:t>
            </w:r>
            <w:r>
              <w:rPr>
                <w:b/>
                <w:bCs/>
                <w:i/>
                <w:iCs/>
                <w:szCs w:val="22"/>
              </w:rPr>
              <w:t xml:space="preserve">   </w:t>
            </w:r>
          </w:p>
        </w:tc>
        <w:tc>
          <w:tcPr>
            <w:tcW w:w="1126" w:type="pct"/>
            <w:gridSpan w:val="3"/>
          </w:tcPr>
          <w:p w14:paraId="213E7C76" w14:textId="77777777" w:rsidR="00F058B3" w:rsidRPr="002867BE" w:rsidRDefault="00F058B3" w:rsidP="00F058B3">
            <w:pPr>
              <w:pStyle w:val="acctmergecolhdg"/>
              <w:shd w:val="clear" w:color="auto" w:fill="FFFFFF"/>
              <w:spacing w:line="240" w:lineRule="atLeast"/>
              <w:rPr>
                <w:bCs/>
                <w:szCs w:val="22"/>
              </w:rPr>
            </w:pPr>
            <w:r w:rsidRPr="002867BE">
              <w:rPr>
                <w:bCs/>
                <w:szCs w:val="22"/>
              </w:rPr>
              <w:t>Real estate</w:t>
            </w:r>
          </w:p>
          <w:p w14:paraId="75398D83" w14:textId="77777777" w:rsidR="00F058B3" w:rsidRPr="002867BE" w:rsidRDefault="00F058B3" w:rsidP="00F058B3">
            <w:pPr>
              <w:pStyle w:val="acctfourfigures"/>
              <w:tabs>
                <w:tab w:val="clear" w:pos="765"/>
                <w:tab w:val="decimal" w:pos="731"/>
              </w:tabs>
              <w:spacing w:line="240" w:lineRule="atLeast"/>
              <w:ind w:right="11"/>
              <w:jc w:val="center"/>
              <w:rPr>
                <w:b/>
                <w:bCs/>
                <w:szCs w:val="22"/>
              </w:rPr>
            </w:pPr>
            <w:r w:rsidRPr="002867BE">
              <w:rPr>
                <w:b/>
                <w:bCs/>
                <w:szCs w:val="22"/>
              </w:rPr>
              <w:t>for sale business</w:t>
            </w:r>
          </w:p>
        </w:tc>
        <w:tc>
          <w:tcPr>
            <w:tcW w:w="84" w:type="pct"/>
          </w:tcPr>
          <w:p w14:paraId="3BF6C1D7" w14:textId="77777777" w:rsidR="00F058B3" w:rsidRPr="002867BE" w:rsidRDefault="00F058B3" w:rsidP="00F058B3">
            <w:pPr>
              <w:pStyle w:val="acctfourfigures"/>
              <w:tabs>
                <w:tab w:val="clear" w:pos="765"/>
                <w:tab w:val="decimal" w:pos="731"/>
              </w:tabs>
              <w:spacing w:line="240" w:lineRule="atLeast"/>
              <w:ind w:right="11"/>
              <w:jc w:val="center"/>
              <w:rPr>
                <w:b/>
                <w:bCs/>
                <w:szCs w:val="22"/>
              </w:rPr>
            </w:pPr>
          </w:p>
        </w:tc>
        <w:tc>
          <w:tcPr>
            <w:tcW w:w="1133" w:type="pct"/>
            <w:gridSpan w:val="3"/>
          </w:tcPr>
          <w:p w14:paraId="04773AA3" w14:textId="77777777" w:rsidR="00F058B3" w:rsidRPr="002867BE" w:rsidRDefault="00F058B3" w:rsidP="00F058B3">
            <w:pPr>
              <w:pStyle w:val="acctfourfigures"/>
              <w:tabs>
                <w:tab w:val="clear" w:pos="765"/>
                <w:tab w:val="decimal" w:pos="1001"/>
              </w:tabs>
              <w:spacing w:line="240" w:lineRule="atLeast"/>
              <w:ind w:right="11"/>
              <w:jc w:val="center"/>
              <w:rPr>
                <w:b/>
                <w:bCs/>
                <w:szCs w:val="22"/>
              </w:rPr>
            </w:pPr>
            <w:r w:rsidRPr="002867BE">
              <w:rPr>
                <w:b/>
                <w:bCs/>
                <w:szCs w:val="22"/>
              </w:rPr>
              <w:t>Real estate for rental and service business</w:t>
            </w:r>
          </w:p>
        </w:tc>
        <w:tc>
          <w:tcPr>
            <w:tcW w:w="84" w:type="pct"/>
          </w:tcPr>
          <w:p w14:paraId="6D113769" w14:textId="77777777" w:rsidR="00F058B3" w:rsidRPr="002867BE" w:rsidRDefault="00F058B3" w:rsidP="00F058B3">
            <w:pPr>
              <w:pStyle w:val="acctfourfigures"/>
              <w:spacing w:line="240" w:lineRule="atLeast"/>
              <w:jc w:val="center"/>
              <w:rPr>
                <w:b/>
                <w:bCs/>
                <w:szCs w:val="22"/>
              </w:rPr>
            </w:pPr>
          </w:p>
        </w:tc>
        <w:tc>
          <w:tcPr>
            <w:tcW w:w="1135" w:type="pct"/>
            <w:gridSpan w:val="3"/>
          </w:tcPr>
          <w:p w14:paraId="488799D3" w14:textId="77777777" w:rsidR="00F058B3" w:rsidRPr="002867BE" w:rsidRDefault="00F058B3" w:rsidP="00F058B3">
            <w:pPr>
              <w:pStyle w:val="acctfourfigures"/>
              <w:tabs>
                <w:tab w:val="clear" w:pos="765"/>
                <w:tab w:val="decimal" w:pos="-59"/>
              </w:tabs>
              <w:spacing w:line="240" w:lineRule="atLeast"/>
              <w:ind w:left="-59" w:right="-76"/>
              <w:jc w:val="center"/>
              <w:rPr>
                <w:b/>
                <w:bCs/>
                <w:szCs w:val="22"/>
              </w:rPr>
            </w:pPr>
          </w:p>
          <w:p w14:paraId="15251609" w14:textId="77777777" w:rsidR="00F058B3" w:rsidRPr="002867BE" w:rsidRDefault="00F058B3" w:rsidP="00F058B3">
            <w:pPr>
              <w:pStyle w:val="acctfourfigures"/>
              <w:tabs>
                <w:tab w:val="clear" w:pos="765"/>
                <w:tab w:val="decimal" w:pos="-59"/>
              </w:tabs>
              <w:spacing w:line="240" w:lineRule="atLeast"/>
              <w:ind w:left="-59" w:right="-76"/>
              <w:jc w:val="center"/>
              <w:rPr>
                <w:b/>
                <w:bCs/>
                <w:szCs w:val="22"/>
              </w:rPr>
            </w:pPr>
            <w:r w:rsidRPr="002867BE">
              <w:rPr>
                <w:b/>
                <w:bCs/>
                <w:szCs w:val="22"/>
              </w:rPr>
              <w:t>Total</w:t>
            </w:r>
          </w:p>
        </w:tc>
      </w:tr>
      <w:tr w:rsidR="000F416B" w:rsidRPr="007F6C76" w14:paraId="2CA4A8EB" w14:textId="77777777" w:rsidTr="00A55D91">
        <w:trPr>
          <w:cantSplit/>
        </w:trPr>
        <w:tc>
          <w:tcPr>
            <w:tcW w:w="1437" w:type="pct"/>
          </w:tcPr>
          <w:p w14:paraId="516EAF5B" w14:textId="232F4D75" w:rsidR="000F416B" w:rsidRPr="002867BE" w:rsidRDefault="00A55D91" w:rsidP="000F416B">
            <w:pPr>
              <w:spacing w:line="240" w:lineRule="atLeast"/>
              <w:rPr>
                <w:szCs w:val="22"/>
              </w:rPr>
            </w:pPr>
            <w:r>
              <w:rPr>
                <w:b/>
                <w:bCs/>
                <w:i/>
                <w:iCs/>
                <w:szCs w:val="22"/>
              </w:rPr>
              <w:t xml:space="preserve">  </w:t>
            </w:r>
            <w:r w:rsidRPr="009113D3">
              <w:rPr>
                <w:b/>
                <w:bCs/>
                <w:i/>
                <w:iCs/>
                <w:szCs w:val="22"/>
              </w:rPr>
              <w:t>period ended</w:t>
            </w:r>
            <w:r>
              <w:rPr>
                <w:b/>
                <w:bCs/>
                <w:i/>
                <w:iCs/>
                <w:szCs w:val="22"/>
              </w:rPr>
              <w:t xml:space="preserve"> 30 </w:t>
            </w:r>
            <w:r w:rsidRPr="009113D3">
              <w:rPr>
                <w:b/>
                <w:bCs/>
                <w:i/>
                <w:iCs/>
                <w:szCs w:val="22"/>
              </w:rPr>
              <w:t>September</w:t>
            </w:r>
          </w:p>
        </w:tc>
        <w:tc>
          <w:tcPr>
            <w:tcW w:w="518" w:type="pct"/>
          </w:tcPr>
          <w:p w14:paraId="1E4A130C" w14:textId="6BC12824" w:rsidR="000F416B" w:rsidRPr="002867BE" w:rsidRDefault="000F416B" w:rsidP="000F416B">
            <w:pPr>
              <w:pStyle w:val="acctmergecolhdg"/>
              <w:spacing w:line="240" w:lineRule="atLeast"/>
              <w:rPr>
                <w:b w:val="0"/>
                <w:bCs/>
                <w:szCs w:val="22"/>
              </w:rPr>
            </w:pPr>
            <w:r w:rsidRPr="002867BE">
              <w:rPr>
                <w:b w:val="0"/>
                <w:bCs/>
                <w:szCs w:val="22"/>
              </w:rPr>
              <w:t>20</w:t>
            </w:r>
            <w:r>
              <w:rPr>
                <w:b w:val="0"/>
                <w:bCs/>
                <w:szCs w:val="22"/>
              </w:rPr>
              <w:t>20</w:t>
            </w:r>
          </w:p>
        </w:tc>
        <w:tc>
          <w:tcPr>
            <w:tcW w:w="84" w:type="pct"/>
          </w:tcPr>
          <w:p w14:paraId="1AC976CC" w14:textId="77777777" w:rsidR="000F416B" w:rsidRPr="002867BE" w:rsidRDefault="000F416B" w:rsidP="000F416B">
            <w:pPr>
              <w:pStyle w:val="acctmergecolhdg"/>
              <w:spacing w:line="240" w:lineRule="atLeast"/>
              <w:rPr>
                <w:b w:val="0"/>
                <w:bCs/>
                <w:szCs w:val="22"/>
              </w:rPr>
            </w:pPr>
          </w:p>
        </w:tc>
        <w:tc>
          <w:tcPr>
            <w:tcW w:w="524" w:type="pct"/>
          </w:tcPr>
          <w:p w14:paraId="3DDF35DE" w14:textId="57361FA1" w:rsidR="000F416B" w:rsidRPr="002867BE" w:rsidRDefault="000F416B" w:rsidP="000F416B">
            <w:pPr>
              <w:pStyle w:val="acctmergecolhdg"/>
              <w:spacing w:line="240" w:lineRule="atLeast"/>
              <w:rPr>
                <w:b w:val="0"/>
                <w:bCs/>
                <w:szCs w:val="22"/>
              </w:rPr>
            </w:pPr>
            <w:r w:rsidRPr="002867BE">
              <w:rPr>
                <w:b w:val="0"/>
                <w:bCs/>
                <w:szCs w:val="22"/>
              </w:rPr>
              <w:t>201</w:t>
            </w:r>
            <w:r>
              <w:rPr>
                <w:b w:val="0"/>
                <w:bCs/>
                <w:szCs w:val="22"/>
              </w:rPr>
              <w:t>9</w:t>
            </w:r>
          </w:p>
        </w:tc>
        <w:tc>
          <w:tcPr>
            <w:tcW w:w="84" w:type="pct"/>
          </w:tcPr>
          <w:p w14:paraId="3722639C" w14:textId="77777777" w:rsidR="000F416B" w:rsidRPr="002867BE" w:rsidRDefault="000F416B" w:rsidP="000F416B">
            <w:pPr>
              <w:pStyle w:val="acctmergecolhdg"/>
              <w:spacing w:line="240" w:lineRule="atLeast"/>
              <w:rPr>
                <w:b w:val="0"/>
                <w:bCs/>
                <w:szCs w:val="22"/>
              </w:rPr>
            </w:pPr>
          </w:p>
        </w:tc>
        <w:tc>
          <w:tcPr>
            <w:tcW w:w="524" w:type="pct"/>
          </w:tcPr>
          <w:p w14:paraId="3D5428F8" w14:textId="74206A30" w:rsidR="000F416B" w:rsidRPr="002867BE" w:rsidRDefault="000F416B" w:rsidP="000F416B">
            <w:pPr>
              <w:pStyle w:val="acctmergecolhdg"/>
              <w:spacing w:line="240" w:lineRule="atLeast"/>
              <w:rPr>
                <w:b w:val="0"/>
                <w:bCs/>
                <w:szCs w:val="22"/>
              </w:rPr>
            </w:pPr>
            <w:r w:rsidRPr="002867BE">
              <w:rPr>
                <w:b w:val="0"/>
                <w:bCs/>
                <w:szCs w:val="22"/>
              </w:rPr>
              <w:t>20</w:t>
            </w:r>
            <w:r>
              <w:rPr>
                <w:b w:val="0"/>
                <w:bCs/>
                <w:szCs w:val="22"/>
              </w:rPr>
              <w:t>20</w:t>
            </w:r>
          </w:p>
        </w:tc>
        <w:tc>
          <w:tcPr>
            <w:tcW w:w="84" w:type="pct"/>
          </w:tcPr>
          <w:p w14:paraId="60B48F01" w14:textId="77777777" w:rsidR="000F416B" w:rsidRPr="002867BE" w:rsidRDefault="000F416B" w:rsidP="000F416B">
            <w:pPr>
              <w:pStyle w:val="acctmergecolhdg"/>
              <w:spacing w:line="240" w:lineRule="atLeast"/>
              <w:rPr>
                <w:b w:val="0"/>
                <w:bCs/>
                <w:szCs w:val="22"/>
              </w:rPr>
            </w:pPr>
          </w:p>
        </w:tc>
        <w:tc>
          <w:tcPr>
            <w:tcW w:w="524" w:type="pct"/>
          </w:tcPr>
          <w:p w14:paraId="09DEFC33" w14:textId="22458E9A" w:rsidR="000F416B" w:rsidRPr="002867BE" w:rsidRDefault="000F416B" w:rsidP="000F416B">
            <w:pPr>
              <w:pStyle w:val="acctmergecolhdg"/>
              <w:spacing w:line="240" w:lineRule="atLeast"/>
              <w:rPr>
                <w:b w:val="0"/>
                <w:bCs/>
                <w:szCs w:val="22"/>
              </w:rPr>
            </w:pPr>
            <w:r w:rsidRPr="002867BE">
              <w:rPr>
                <w:b w:val="0"/>
                <w:bCs/>
                <w:szCs w:val="22"/>
              </w:rPr>
              <w:t>201</w:t>
            </w:r>
            <w:r>
              <w:rPr>
                <w:b w:val="0"/>
                <w:bCs/>
                <w:szCs w:val="22"/>
              </w:rPr>
              <w:t>9</w:t>
            </w:r>
          </w:p>
        </w:tc>
        <w:tc>
          <w:tcPr>
            <w:tcW w:w="84" w:type="pct"/>
          </w:tcPr>
          <w:p w14:paraId="4A7DD40B" w14:textId="77777777" w:rsidR="000F416B" w:rsidRPr="002867BE" w:rsidRDefault="000F416B" w:rsidP="000F416B">
            <w:pPr>
              <w:pStyle w:val="acctfourfigures"/>
              <w:shd w:val="clear" w:color="auto" w:fill="FFFFFF"/>
              <w:tabs>
                <w:tab w:val="clear" w:pos="765"/>
                <w:tab w:val="decimal" w:pos="374"/>
              </w:tabs>
              <w:spacing w:line="240" w:lineRule="atLeast"/>
              <w:ind w:left="-79" w:right="-79"/>
              <w:jc w:val="center"/>
              <w:rPr>
                <w:szCs w:val="22"/>
              </w:rPr>
            </w:pPr>
          </w:p>
        </w:tc>
        <w:tc>
          <w:tcPr>
            <w:tcW w:w="524" w:type="pct"/>
          </w:tcPr>
          <w:p w14:paraId="583C8795" w14:textId="19DB8A7A" w:rsidR="000F416B" w:rsidRPr="002867BE" w:rsidRDefault="000F416B" w:rsidP="000F416B">
            <w:pPr>
              <w:pStyle w:val="acctmergecolhdg"/>
              <w:spacing w:line="240" w:lineRule="atLeast"/>
              <w:rPr>
                <w:b w:val="0"/>
                <w:bCs/>
                <w:szCs w:val="22"/>
              </w:rPr>
            </w:pPr>
            <w:r w:rsidRPr="002867BE">
              <w:rPr>
                <w:b w:val="0"/>
                <w:bCs/>
                <w:szCs w:val="22"/>
              </w:rPr>
              <w:t>20</w:t>
            </w:r>
            <w:r>
              <w:rPr>
                <w:b w:val="0"/>
                <w:bCs/>
                <w:szCs w:val="22"/>
              </w:rPr>
              <w:t>20</w:t>
            </w:r>
          </w:p>
        </w:tc>
        <w:tc>
          <w:tcPr>
            <w:tcW w:w="84" w:type="pct"/>
          </w:tcPr>
          <w:p w14:paraId="252A33F3" w14:textId="77777777" w:rsidR="000F416B" w:rsidRPr="002867BE" w:rsidRDefault="000F416B" w:rsidP="000F416B">
            <w:pPr>
              <w:pStyle w:val="acctmergecolhdg"/>
              <w:spacing w:line="240" w:lineRule="atLeast"/>
              <w:rPr>
                <w:b w:val="0"/>
                <w:bCs/>
                <w:szCs w:val="22"/>
              </w:rPr>
            </w:pPr>
          </w:p>
        </w:tc>
        <w:tc>
          <w:tcPr>
            <w:tcW w:w="526" w:type="pct"/>
          </w:tcPr>
          <w:p w14:paraId="5F17BC6E" w14:textId="6A8AA344" w:rsidR="000F416B" w:rsidRPr="002867BE" w:rsidRDefault="000F416B" w:rsidP="000F416B">
            <w:pPr>
              <w:pStyle w:val="acctmergecolhdg"/>
              <w:spacing w:line="240" w:lineRule="atLeast"/>
              <w:rPr>
                <w:b w:val="0"/>
                <w:bCs/>
                <w:szCs w:val="22"/>
              </w:rPr>
            </w:pPr>
            <w:r w:rsidRPr="002867BE">
              <w:rPr>
                <w:b w:val="0"/>
                <w:bCs/>
                <w:szCs w:val="22"/>
              </w:rPr>
              <w:t>201</w:t>
            </w:r>
            <w:r>
              <w:rPr>
                <w:b w:val="0"/>
                <w:bCs/>
                <w:szCs w:val="22"/>
              </w:rPr>
              <w:t>9</w:t>
            </w:r>
          </w:p>
        </w:tc>
      </w:tr>
      <w:tr w:rsidR="000F416B" w:rsidRPr="007F6C76" w14:paraId="05154FDF" w14:textId="77777777" w:rsidTr="00A55D91">
        <w:trPr>
          <w:cantSplit/>
        </w:trPr>
        <w:tc>
          <w:tcPr>
            <w:tcW w:w="1437" w:type="pct"/>
          </w:tcPr>
          <w:p w14:paraId="43F11ADC" w14:textId="77777777" w:rsidR="000F416B" w:rsidRPr="002867BE" w:rsidRDefault="000F416B" w:rsidP="000F416B">
            <w:pPr>
              <w:spacing w:line="240" w:lineRule="atLeast"/>
              <w:jc w:val="center"/>
              <w:rPr>
                <w:szCs w:val="22"/>
              </w:rPr>
            </w:pPr>
          </w:p>
        </w:tc>
        <w:tc>
          <w:tcPr>
            <w:tcW w:w="3563" w:type="pct"/>
            <w:gridSpan w:val="11"/>
          </w:tcPr>
          <w:p w14:paraId="13A03B72" w14:textId="77777777" w:rsidR="000F416B" w:rsidRPr="002867BE" w:rsidRDefault="000F416B" w:rsidP="000F416B">
            <w:pPr>
              <w:pStyle w:val="acctfourfigures"/>
              <w:tabs>
                <w:tab w:val="clear" w:pos="765"/>
                <w:tab w:val="decimal" w:pos="731"/>
              </w:tabs>
              <w:spacing w:line="240" w:lineRule="atLeast"/>
              <w:ind w:right="11"/>
              <w:jc w:val="center"/>
              <w:rPr>
                <w:szCs w:val="22"/>
              </w:rPr>
            </w:pPr>
            <w:r w:rsidRPr="002867BE">
              <w:rPr>
                <w:i/>
                <w:iCs/>
                <w:szCs w:val="22"/>
              </w:rPr>
              <w:t>(</w:t>
            </w:r>
            <w:r w:rsidRPr="002867BE">
              <w:rPr>
                <w:i/>
                <w:iCs/>
                <w:szCs w:val="22"/>
                <w:lang w:val="en-US"/>
              </w:rPr>
              <w:t xml:space="preserve">in </w:t>
            </w:r>
            <w:r w:rsidRPr="002867BE">
              <w:rPr>
                <w:i/>
                <w:iCs/>
                <w:szCs w:val="22"/>
              </w:rPr>
              <w:t>thousand Baht)</w:t>
            </w:r>
          </w:p>
        </w:tc>
      </w:tr>
      <w:tr w:rsidR="000F416B" w:rsidRPr="007F6C76" w14:paraId="6391B3F0" w14:textId="77777777" w:rsidTr="00A55D91">
        <w:trPr>
          <w:cantSplit/>
        </w:trPr>
        <w:tc>
          <w:tcPr>
            <w:tcW w:w="1437" w:type="pct"/>
          </w:tcPr>
          <w:p w14:paraId="1DA5CE1E" w14:textId="77777777" w:rsidR="000F416B" w:rsidRPr="00EF6FCE" w:rsidRDefault="000F416B" w:rsidP="000F416B">
            <w:pPr>
              <w:shd w:val="clear" w:color="auto" w:fill="FFFFFF"/>
              <w:spacing w:line="240" w:lineRule="atLeast"/>
              <w:ind w:left="180" w:right="-79" w:hanging="180"/>
              <w:rPr>
                <w:i/>
                <w:iCs/>
                <w:szCs w:val="22"/>
              </w:rPr>
            </w:pPr>
            <w:r w:rsidRPr="00EF6FCE">
              <w:rPr>
                <w:b/>
                <w:bCs/>
                <w:i/>
                <w:iCs/>
                <w:szCs w:val="22"/>
              </w:rPr>
              <w:t>Information about reportable segments</w:t>
            </w:r>
          </w:p>
        </w:tc>
        <w:tc>
          <w:tcPr>
            <w:tcW w:w="3563" w:type="pct"/>
            <w:gridSpan w:val="11"/>
          </w:tcPr>
          <w:p w14:paraId="7CE11FE6" w14:textId="77777777" w:rsidR="000F416B" w:rsidRPr="002867BE" w:rsidRDefault="000F416B" w:rsidP="000F416B">
            <w:pPr>
              <w:pStyle w:val="acctfourfigures"/>
              <w:tabs>
                <w:tab w:val="clear" w:pos="765"/>
                <w:tab w:val="decimal" w:pos="731"/>
              </w:tabs>
              <w:spacing w:line="240" w:lineRule="atLeast"/>
              <w:ind w:right="11"/>
              <w:jc w:val="center"/>
              <w:rPr>
                <w:i/>
                <w:iCs/>
                <w:szCs w:val="22"/>
              </w:rPr>
            </w:pPr>
          </w:p>
        </w:tc>
      </w:tr>
      <w:tr w:rsidR="000F416B" w:rsidRPr="007F6C76" w14:paraId="29E893C5" w14:textId="77777777" w:rsidTr="00A55D91">
        <w:trPr>
          <w:cantSplit/>
          <w:trHeight w:val="216"/>
        </w:trPr>
        <w:tc>
          <w:tcPr>
            <w:tcW w:w="1437" w:type="pct"/>
          </w:tcPr>
          <w:p w14:paraId="67B0E1EA" w14:textId="77777777" w:rsidR="000F416B" w:rsidRPr="002867BE" w:rsidRDefault="000F416B" w:rsidP="000F416B">
            <w:pPr>
              <w:shd w:val="clear" w:color="auto" w:fill="FFFFFF"/>
              <w:spacing w:line="240" w:lineRule="atLeast"/>
              <w:ind w:left="180" w:right="-79" w:hanging="180"/>
              <w:rPr>
                <w:szCs w:val="22"/>
              </w:rPr>
            </w:pPr>
            <w:r w:rsidRPr="002867BE">
              <w:rPr>
                <w:szCs w:val="22"/>
              </w:rPr>
              <w:t>External revenue</w:t>
            </w:r>
          </w:p>
        </w:tc>
        <w:tc>
          <w:tcPr>
            <w:tcW w:w="518" w:type="pct"/>
            <w:vAlign w:val="bottom"/>
          </w:tcPr>
          <w:p w14:paraId="07D7C526" w14:textId="67B915A0" w:rsidR="000F416B" w:rsidRPr="009E780D" w:rsidRDefault="009653E2" w:rsidP="000F416B">
            <w:pPr>
              <w:pStyle w:val="acctfourfigures"/>
              <w:shd w:val="clear" w:color="auto" w:fill="FFFFFF"/>
              <w:tabs>
                <w:tab w:val="clear" w:pos="765"/>
                <w:tab w:val="decimal" w:pos="542"/>
              </w:tabs>
              <w:spacing w:line="240" w:lineRule="atLeast"/>
              <w:ind w:left="-79" w:right="-79"/>
              <w:rPr>
                <w:szCs w:val="22"/>
                <w:lang w:val="en-US" w:bidi="th-TH"/>
              </w:rPr>
            </w:pPr>
            <w:r>
              <w:rPr>
                <w:szCs w:val="22"/>
                <w:lang w:val="en-US" w:bidi="th-TH"/>
              </w:rPr>
              <w:t>-</w:t>
            </w:r>
          </w:p>
        </w:tc>
        <w:tc>
          <w:tcPr>
            <w:tcW w:w="84" w:type="pct"/>
            <w:vAlign w:val="bottom"/>
          </w:tcPr>
          <w:p w14:paraId="7BB2EEEF"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vAlign w:val="bottom"/>
          </w:tcPr>
          <w:p w14:paraId="1A854681" w14:textId="2F777D99" w:rsidR="000F416B" w:rsidRPr="009E780D" w:rsidRDefault="000F416B" w:rsidP="000F416B">
            <w:pPr>
              <w:pStyle w:val="acctfourfigures"/>
              <w:shd w:val="clear" w:color="auto" w:fill="FFFFFF"/>
              <w:tabs>
                <w:tab w:val="clear" w:pos="765"/>
                <w:tab w:val="decimal" w:pos="860"/>
              </w:tabs>
              <w:spacing w:line="240" w:lineRule="atLeast"/>
              <w:ind w:left="-79" w:right="-79"/>
              <w:rPr>
                <w:szCs w:val="22"/>
                <w:cs/>
                <w:lang w:val="en-US"/>
              </w:rPr>
            </w:pPr>
            <w:r>
              <w:rPr>
                <w:szCs w:val="22"/>
                <w:lang w:val="en-US" w:bidi="th-TH"/>
              </w:rPr>
              <w:t>22,239</w:t>
            </w:r>
          </w:p>
        </w:tc>
        <w:tc>
          <w:tcPr>
            <w:tcW w:w="84" w:type="pct"/>
            <w:vAlign w:val="bottom"/>
          </w:tcPr>
          <w:p w14:paraId="05EE8A20"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vAlign w:val="bottom"/>
          </w:tcPr>
          <w:p w14:paraId="2B359723" w14:textId="367A5547" w:rsidR="000F416B" w:rsidRPr="009E780D" w:rsidRDefault="0045672F"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29</w:t>
            </w:r>
            <w:r w:rsidR="009951E0">
              <w:rPr>
                <w:szCs w:val="22"/>
                <w:lang w:val="en-US" w:bidi="th-TH"/>
              </w:rPr>
              <w:t>6</w:t>
            </w:r>
            <w:r>
              <w:rPr>
                <w:szCs w:val="22"/>
                <w:lang w:val="en-US" w:bidi="th-TH"/>
              </w:rPr>
              <w:t>,</w:t>
            </w:r>
            <w:r w:rsidR="009951E0">
              <w:rPr>
                <w:szCs w:val="22"/>
                <w:lang w:val="en-US" w:bidi="th-TH"/>
              </w:rPr>
              <w:t>2</w:t>
            </w:r>
            <w:r>
              <w:rPr>
                <w:szCs w:val="22"/>
                <w:lang w:val="en-US" w:bidi="th-TH"/>
              </w:rPr>
              <w:t>80</w:t>
            </w:r>
          </w:p>
        </w:tc>
        <w:tc>
          <w:tcPr>
            <w:tcW w:w="84" w:type="pct"/>
            <w:vAlign w:val="bottom"/>
          </w:tcPr>
          <w:p w14:paraId="41F3E551"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vAlign w:val="bottom"/>
          </w:tcPr>
          <w:p w14:paraId="44B138D4" w14:textId="2D7BFC2F"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299,329</w:t>
            </w:r>
          </w:p>
        </w:tc>
        <w:tc>
          <w:tcPr>
            <w:tcW w:w="84" w:type="pct"/>
          </w:tcPr>
          <w:p w14:paraId="5DDE0623"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vAlign w:val="bottom"/>
          </w:tcPr>
          <w:p w14:paraId="299E66DA" w14:textId="3A3344D3" w:rsidR="000F416B" w:rsidRPr="009E780D" w:rsidRDefault="009653E2"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29</w:t>
            </w:r>
            <w:r w:rsidR="009951E0">
              <w:rPr>
                <w:szCs w:val="22"/>
                <w:lang w:val="en-US" w:bidi="th-TH"/>
              </w:rPr>
              <w:t>6</w:t>
            </w:r>
            <w:r>
              <w:rPr>
                <w:szCs w:val="22"/>
                <w:lang w:val="en-US" w:bidi="th-TH"/>
              </w:rPr>
              <w:t>,</w:t>
            </w:r>
            <w:r w:rsidR="009951E0">
              <w:rPr>
                <w:szCs w:val="22"/>
                <w:lang w:val="en-US" w:bidi="th-TH"/>
              </w:rPr>
              <w:t>2</w:t>
            </w:r>
            <w:r>
              <w:rPr>
                <w:szCs w:val="22"/>
                <w:lang w:val="en-US" w:bidi="th-TH"/>
              </w:rPr>
              <w:t>80</w:t>
            </w:r>
          </w:p>
        </w:tc>
        <w:tc>
          <w:tcPr>
            <w:tcW w:w="84" w:type="pct"/>
            <w:vAlign w:val="bottom"/>
          </w:tcPr>
          <w:p w14:paraId="3CDC6F85"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6" w:type="pct"/>
            <w:vAlign w:val="bottom"/>
          </w:tcPr>
          <w:p w14:paraId="6FAF0F3D" w14:textId="04E83543"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321,568</w:t>
            </w:r>
          </w:p>
        </w:tc>
      </w:tr>
      <w:tr w:rsidR="000F416B" w:rsidRPr="007F6C76" w14:paraId="59B4EFB4" w14:textId="77777777" w:rsidTr="00A55D91">
        <w:trPr>
          <w:cantSplit/>
          <w:trHeight w:val="216"/>
        </w:trPr>
        <w:tc>
          <w:tcPr>
            <w:tcW w:w="1437" w:type="pct"/>
          </w:tcPr>
          <w:p w14:paraId="5A79A2BD" w14:textId="77777777" w:rsidR="000F416B" w:rsidRPr="002867BE" w:rsidRDefault="000F416B" w:rsidP="000F416B">
            <w:pPr>
              <w:shd w:val="clear" w:color="auto" w:fill="FFFFFF"/>
              <w:spacing w:line="240" w:lineRule="atLeast"/>
              <w:ind w:left="180" w:right="-79" w:hanging="180"/>
              <w:rPr>
                <w:szCs w:val="22"/>
              </w:rPr>
            </w:pPr>
            <w:r w:rsidRPr="002867BE">
              <w:rPr>
                <w:szCs w:val="22"/>
              </w:rPr>
              <w:t>Inter-segment revenue</w:t>
            </w:r>
          </w:p>
        </w:tc>
        <w:tc>
          <w:tcPr>
            <w:tcW w:w="518" w:type="pct"/>
            <w:tcBorders>
              <w:bottom w:val="single" w:sz="4" w:space="0" w:color="auto"/>
            </w:tcBorders>
            <w:vAlign w:val="bottom"/>
          </w:tcPr>
          <w:p w14:paraId="07651304" w14:textId="427F8C0B" w:rsidR="000F416B" w:rsidRPr="009E780D" w:rsidRDefault="009653E2" w:rsidP="000F416B">
            <w:pPr>
              <w:pStyle w:val="acctfourfigures"/>
              <w:shd w:val="clear" w:color="auto" w:fill="FFFFFF"/>
              <w:tabs>
                <w:tab w:val="clear" w:pos="765"/>
                <w:tab w:val="decimal" w:pos="540"/>
              </w:tabs>
              <w:spacing w:line="240" w:lineRule="atLeast"/>
              <w:ind w:left="-79" w:right="-79"/>
              <w:rPr>
                <w:szCs w:val="22"/>
                <w:lang w:val="en-US" w:bidi="th-TH"/>
              </w:rPr>
            </w:pPr>
            <w:r>
              <w:rPr>
                <w:szCs w:val="22"/>
                <w:lang w:val="en-US" w:bidi="th-TH"/>
              </w:rPr>
              <w:t>-</w:t>
            </w:r>
          </w:p>
        </w:tc>
        <w:tc>
          <w:tcPr>
            <w:tcW w:w="84" w:type="pct"/>
            <w:vAlign w:val="bottom"/>
          </w:tcPr>
          <w:p w14:paraId="4B973893"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tcBorders>
              <w:bottom w:val="single" w:sz="4" w:space="0" w:color="auto"/>
            </w:tcBorders>
            <w:vAlign w:val="bottom"/>
          </w:tcPr>
          <w:p w14:paraId="03623B1E" w14:textId="05059951" w:rsidR="000F416B" w:rsidRPr="009E780D" w:rsidRDefault="000F416B" w:rsidP="000F416B">
            <w:pPr>
              <w:pStyle w:val="acctfourfigures"/>
              <w:shd w:val="clear" w:color="auto" w:fill="FFFFFF"/>
              <w:tabs>
                <w:tab w:val="clear" w:pos="765"/>
                <w:tab w:val="decimal" w:pos="525"/>
              </w:tabs>
              <w:spacing w:line="240" w:lineRule="atLeast"/>
              <w:ind w:left="-79" w:right="-79"/>
              <w:rPr>
                <w:szCs w:val="22"/>
                <w:lang w:val="en-US" w:bidi="th-TH"/>
              </w:rPr>
            </w:pPr>
            <w:r w:rsidRPr="009E780D">
              <w:rPr>
                <w:szCs w:val="22"/>
                <w:lang w:val="en-US" w:bidi="th-TH"/>
              </w:rPr>
              <w:t>-</w:t>
            </w:r>
          </w:p>
        </w:tc>
        <w:tc>
          <w:tcPr>
            <w:tcW w:w="84" w:type="pct"/>
            <w:vAlign w:val="bottom"/>
          </w:tcPr>
          <w:p w14:paraId="6A82ADF6"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tcBorders>
              <w:bottom w:val="single" w:sz="4" w:space="0" w:color="auto"/>
            </w:tcBorders>
            <w:vAlign w:val="bottom"/>
          </w:tcPr>
          <w:p w14:paraId="32589BD2" w14:textId="27ADA388" w:rsidR="000F416B" w:rsidRPr="009E780D" w:rsidRDefault="009653E2"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w:t>
            </w:r>
            <w:r w:rsidR="009A7840">
              <w:rPr>
                <w:szCs w:val="22"/>
                <w:lang w:val="en-US" w:bidi="th-TH"/>
              </w:rPr>
              <w:t>7</w:t>
            </w:r>
            <w:r>
              <w:rPr>
                <w:szCs w:val="22"/>
                <w:lang w:val="en-US" w:bidi="th-TH"/>
              </w:rPr>
              <w:t>,</w:t>
            </w:r>
            <w:r w:rsidR="009A7840">
              <w:rPr>
                <w:szCs w:val="22"/>
                <w:lang w:val="en-US" w:bidi="th-TH"/>
              </w:rPr>
              <w:t>8</w:t>
            </w:r>
            <w:r>
              <w:rPr>
                <w:szCs w:val="22"/>
                <w:lang w:val="en-US" w:bidi="th-TH"/>
              </w:rPr>
              <w:t>81</w:t>
            </w:r>
          </w:p>
        </w:tc>
        <w:tc>
          <w:tcPr>
            <w:tcW w:w="84" w:type="pct"/>
            <w:vAlign w:val="bottom"/>
          </w:tcPr>
          <w:p w14:paraId="0C5E9EE2"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tcBorders>
              <w:bottom w:val="single" w:sz="4" w:space="0" w:color="auto"/>
            </w:tcBorders>
            <w:vAlign w:val="bottom"/>
          </w:tcPr>
          <w:p w14:paraId="2502048B" w14:textId="26480DF8"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18,383</w:t>
            </w:r>
          </w:p>
        </w:tc>
        <w:tc>
          <w:tcPr>
            <w:tcW w:w="84" w:type="pct"/>
          </w:tcPr>
          <w:p w14:paraId="59750410"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tcBorders>
              <w:bottom w:val="single" w:sz="4" w:space="0" w:color="auto"/>
            </w:tcBorders>
            <w:vAlign w:val="bottom"/>
          </w:tcPr>
          <w:p w14:paraId="7929C329" w14:textId="2D189EF9" w:rsidR="000F416B" w:rsidRPr="009E780D" w:rsidRDefault="009653E2"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w:t>
            </w:r>
            <w:r w:rsidR="009A7840">
              <w:rPr>
                <w:szCs w:val="22"/>
                <w:lang w:val="en-US" w:bidi="th-TH"/>
              </w:rPr>
              <w:t>7,8</w:t>
            </w:r>
            <w:r>
              <w:rPr>
                <w:szCs w:val="22"/>
                <w:lang w:val="en-US" w:bidi="th-TH"/>
              </w:rPr>
              <w:t>81</w:t>
            </w:r>
          </w:p>
        </w:tc>
        <w:tc>
          <w:tcPr>
            <w:tcW w:w="84" w:type="pct"/>
            <w:vAlign w:val="bottom"/>
          </w:tcPr>
          <w:p w14:paraId="5230E492"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6" w:type="pct"/>
            <w:tcBorders>
              <w:bottom w:val="single" w:sz="4" w:space="0" w:color="auto"/>
            </w:tcBorders>
            <w:vAlign w:val="bottom"/>
          </w:tcPr>
          <w:p w14:paraId="38BD8570" w14:textId="245D2737"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18,383</w:t>
            </w:r>
          </w:p>
        </w:tc>
      </w:tr>
      <w:tr w:rsidR="000F416B" w:rsidRPr="007F6C76" w14:paraId="471B8DE8" w14:textId="77777777" w:rsidTr="00A55D91">
        <w:trPr>
          <w:cantSplit/>
          <w:trHeight w:val="216"/>
        </w:trPr>
        <w:tc>
          <w:tcPr>
            <w:tcW w:w="1437" w:type="pct"/>
          </w:tcPr>
          <w:p w14:paraId="0D5CBA50" w14:textId="77777777" w:rsidR="000F416B" w:rsidRPr="002867BE" w:rsidRDefault="000F416B" w:rsidP="000F416B">
            <w:pPr>
              <w:shd w:val="clear" w:color="auto" w:fill="FFFFFF"/>
              <w:spacing w:line="240" w:lineRule="atLeast"/>
              <w:ind w:left="180" w:right="-79" w:hanging="180"/>
              <w:rPr>
                <w:b/>
                <w:bCs/>
                <w:szCs w:val="22"/>
              </w:rPr>
            </w:pPr>
            <w:r w:rsidRPr="002867BE">
              <w:rPr>
                <w:b/>
                <w:bCs/>
                <w:szCs w:val="22"/>
              </w:rPr>
              <w:t>Total segment revenue</w:t>
            </w:r>
          </w:p>
        </w:tc>
        <w:tc>
          <w:tcPr>
            <w:tcW w:w="518" w:type="pct"/>
            <w:tcBorders>
              <w:top w:val="single" w:sz="4" w:space="0" w:color="auto"/>
              <w:bottom w:val="double" w:sz="4" w:space="0" w:color="auto"/>
            </w:tcBorders>
            <w:vAlign w:val="bottom"/>
          </w:tcPr>
          <w:p w14:paraId="39645472" w14:textId="322C5192" w:rsidR="000F416B" w:rsidRPr="009E780D" w:rsidRDefault="009653E2" w:rsidP="009653E2">
            <w:pPr>
              <w:pStyle w:val="acctfourfigures"/>
              <w:shd w:val="clear" w:color="auto" w:fill="FFFFFF"/>
              <w:tabs>
                <w:tab w:val="clear" w:pos="765"/>
                <w:tab w:val="decimal" w:pos="542"/>
              </w:tabs>
              <w:spacing w:line="240" w:lineRule="atLeast"/>
              <w:ind w:left="-79" w:right="-79"/>
              <w:rPr>
                <w:b/>
                <w:bCs/>
                <w:szCs w:val="22"/>
                <w:lang w:val="en-US" w:bidi="th-TH"/>
              </w:rPr>
            </w:pPr>
            <w:r>
              <w:rPr>
                <w:b/>
                <w:bCs/>
                <w:szCs w:val="22"/>
                <w:lang w:val="en-US" w:bidi="th-TH"/>
              </w:rPr>
              <w:t>-</w:t>
            </w:r>
          </w:p>
        </w:tc>
        <w:tc>
          <w:tcPr>
            <w:tcW w:w="84" w:type="pct"/>
            <w:vAlign w:val="bottom"/>
          </w:tcPr>
          <w:p w14:paraId="59087AE5"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b/>
                <w:bCs/>
                <w:szCs w:val="22"/>
                <w:lang w:val="en-US" w:bidi="th-TH"/>
              </w:rPr>
            </w:pPr>
          </w:p>
        </w:tc>
        <w:tc>
          <w:tcPr>
            <w:tcW w:w="524" w:type="pct"/>
            <w:tcBorders>
              <w:top w:val="single" w:sz="4" w:space="0" w:color="auto"/>
              <w:bottom w:val="double" w:sz="4" w:space="0" w:color="auto"/>
            </w:tcBorders>
            <w:vAlign w:val="bottom"/>
          </w:tcPr>
          <w:p w14:paraId="355F8918" w14:textId="5D283087" w:rsidR="000F416B" w:rsidRPr="009E780D" w:rsidRDefault="000F416B" w:rsidP="000F416B">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22,239</w:t>
            </w:r>
          </w:p>
        </w:tc>
        <w:tc>
          <w:tcPr>
            <w:tcW w:w="84" w:type="pct"/>
            <w:vAlign w:val="bottom"/>
          </w:tcPr>
          <w:p w14:paraId="2D1B38C2"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b/>
                <w:bCs/>
                <w:szCs w:val="22"/>
                <w:lang w:val="en-US" w:bidi="th-TH"/>
              </w:rPr>
            </w:pPr>
          </w:p>
        </w:tc>
        <w:tc>
          <w:tcPr>
            <w:tcW w:w="524" w:type="pct"/>
            <w:tcBorders>
              <w:top w:val="single" w:sz="4" w:space="0" w:color="auto"/>
              <w:bottom w:val="double" w:sz="4" w:space="0" w:color="auto"/>
            </w:tcBorders>
            <w:vAlign w:val="bottom"/>
          </w:tcPr>
          <w:p w14:paraId="085D388E" w14:textId="00493422" w:rsidR="000F416B" w:rsidRPr="009E780D" w:rsidRDefault="0045672F" w:rsidP="000F416B">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31</w:t>
            </w:r>
            <w:r w:rsidR="009A7840">
              <w:rPr>
                <w:b/>
                <w:bCs/>
                <w:szCs w:val="22"/>
                <w:lang w:val="en-US" w:bidi="th-TH"/>
              </w:rPr>
              <w:t>4</w:t>
            </w:r>
            <w:r>
              <w:rPr>
                <w:b/>
                <w:bCs/>
                <w:szCs w:val="22"/>
                <w:lang w:val="en-US" w:bidi="th-TH"/>
              </w:rPr>
              <w:t>,</w:t>
            </w:r>
            <w:r w:rsidR="009A7840">
              <w:rPr>
                <w:b/>
                <w:bCs/>
                <w:szCs w:val="22"/>
                <w:lang w:val="en-US" w:bidi="th-TH"/>
              </w:rPr>
              <w:t>1</w:t>
            </w:r>
            <w:r>
              <w:rPr>
                <w:b/>
                <w:bCs/>
                <w:szCs w:val="22"/>
                <w:lang w:val="en-US" w:bidi="th-TH"/>
              </w:rPr>
              <w:t>61</w:t>
            </w:r>
          </w:p>
        </w:tc>
        <w:tc>
          <w:tcPr>
            <w:tcW w:w="84" w:type="pct"/>
            <w:vAlign w:val="bottom"/>
          </w:tcPr>
          <w:p w14:paraId="7B4F5D66"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b/>
                <w:bCs/>
                <w:szCs w:val="22"/>
                <w:lang w:val="en-US" w:bidi="th-TH"/>
              </w:rPr>
            </w:pPr>
          </w:p>
        </w:tc>
        <w:tc>
          <w:tcPr>
            <w:tcW w:w="524" w:type="pct"/>
            <w:tcBorders>
              <w:top w:val="single" w:sz="4" w:space="0" w:color="auto"/>
              <w:bottom w:val="double" w:sz="4" w:space="0" w:color="auto"/>
            </w:tcBorders>
            <w:vAlign w:val="bottom"/>
          </w:tcPr>
          <w:p w14:paraId="2EBF0CA4" w14:textId="59FC2563" w:rsidR="000F416B" w:rsidRPr="009E780D" w:rsidRDefault="000F416B" w:rsidP="000F416B">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317,712</w:t>
            </w:r>
          </w:p>
        </w:tc>
        <w:tc>
          <w:tcPr>
            <w:tcW w:w="84" w:type="pct"/>
          </w:tcPr>
          <w:p w14:paraId="7254A958"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b/>
                <w:bCs/>
                <w:szCs w:val="22"/>
                <w:lang w:val="en-US" w:bidi="th-TH"/>
              </w:rPr>
            </w:pPr>
          </w:p>
        </w:tc>
        <w:tc>
          <w:tcPr>
            <w:tcW w:w="524" w:type="pct"/>
            <w:tcBorders>
              <w:top w:val="single" w:sz="4" w:space="0" w:color="auto"/>
              <w:bottom w:val="double" w:sz="4" w:space="0" w:color="auto"/>
            </w:tcBorders>
            <w:vAlign w:val="bottom"/>
          </w:tcPr>
          <w:p w14:paraId="34F196E5" w14:textId="615D1542" w:rsidR="000F416B" w:rsidRPr="009E780D" w:rsidRDefault="009653E2" w:rsidP="000F416B">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31</w:t>
            </w:r>
            <w:r w:rsidR="009A7840">
              <w:rPr>
                <w:b/>
                <w:bCs/>
                <w:szCs w:val="22"/>
                <w:lang w:val="en-US" w:bidi="th-TH"/>
              </w:rPr>
              <w:t>4</w:t>
            </w:r>
            <w:r>
              <w:rPr>
                <w:b/>
                <w:bCs/>
                <w:szCs w:val="22"/>
                <w:lang w:val="en-US" w:bidi="th-TH"/>
              </w:rPr>
              <w:t>,161</w:t>
            </w:r>
          </w:p>
        </w:tc>
        <w:tc>
          <w:tcPr>
            <w:tcW w:w="84" w:type="pct"/>
            <w:vAlign w:val="bottom"/>
          </w:tcPr>
          <w:p w14:paraId="3336A7D5"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b/>
                <w:bCs/>
                <w:szCs w:val="22"/>
                <w:lang w:val="en-US" w:bidi="th-TH"/>
              </w:rPr>
            </w:pPr>
          </w:p>
        </w:tc>
        <w:tc>
          <w:tcPr>
            <w:tcW w:w="526" w:type="pct"/>
            <w:tcBorders>
              <w:top w:val="single" w:sz="4" w:space="0" w:color="auto"/>
              <w:bottom w:val="double" w:sz="4" w:space="0" w:color="auto"/>
            </w:tcBorders>
            <w:vAlign w:val="bottom"/>
          </w:tcPr>
          <w:p w14:paraId="52D16BA5" w14:textId="7CCFBF3F" w:rsidR="000F416B" w:rsidRPr="009E780D" w:rsidRDefault="000F416B" w:rsidP="000F416B">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339,951</w:t>
            </w:r>
          </w:p>
        </w:tc>
      </w:tr>
      <w:tr w:rsidR="000F416B" w:rsidRPr="007F6C76" w14:paraId="38E23D66" w14:textId="77777777" w:rsidTr="00A55D91">
        <w:trPr>
          <w:cantSplit/>
          <w:trHeight w:val="216"/>
        </w:trPr>
        <w:tc>
          <w:tcPr>
            <w:tcW w:w="1437" w:type="pct"/>
          </w:tcPr>
          <w:p w14:paraId="071FC584" w14:textId="77777777" w:rsidR="000F416B" w:rsidRPr="002867BE" w:rsidRDefault="000F416B" w:rsidP="000F416B">
            <w:pPr>
              <w:shd w:val="clear" w:color="auto" w:fill="FFFFFF"/>
              <w:spacing w:line="240" w:lineRule="atLeast"/>
              <w:ind w:left="180" w:right="-79" w:hanging="180"/>
              <w:rPr>
                <w:b/>
                <w:bCs/>
                <w:szCs w:val="22"/>
              </w:rPr>
            </w:pPr>
          </w:p>
        </w:tc>
        <w:tc>
          <w:tcPr>
            <w:tcW w:w="518" w:type="pct"/>
            <w:tcBorders>
              <w:top w:val="double" w:sz="4" w:space="0" w:color="auto"/>
            </w:tcBorders>
            <w:vAlign w:val="bottom"/>
          </w:tcPr>
          <w:p w14:paraId="68E91053" w14:textId="77777777" w:rsidR="000F416B" w:rsidRPr="002867BE" w:rsidRDefault="000F416B" w:rsidP="000F416B">
            <w:pPr>
              <w:pStyle w:val="acctfourfigures"/>
              <w:shd w:val="clear" w:color="auto" w:fill="FFFFFF"/>
              <w:tabs>
                <w:tab w:val="clear" w:pos="765"/>
                <w:tab w:val="decimal" w:pos="769"/>
              </w:tabs>
              <w:spacing w:line="240" w:lineRule="atLeast"/>
              <w:ind w:left="-79" w:right="-79"/>
              <w:rPr>
                <w:b/>
                <w:bCs/>
                <w:szCs w:val="22"/>
              </w:rPr>
            </w:pPr>
          </w:p>
        </w:tc>
        <w:tc>
          <w:tcPr>
            <w:tcW w:w="84" w:type="pct"/>
            <w:vAlign w:val="bottom"/>
          </w:tcPr>
          <w:p w14:paraId="502422E8" w14:textId="77777777" w:rsidR="000F416B" w:rsidRPr="002867BE" w:rsidRDefault="000F416B" w:rsidP="000F416B">
            <w:pPr>
              <w:pStyle w:val="acctfourfigures"/>
              <w:shd w:val="clear" w:color="auto" w:fill="FFFFFF"/>
              <w:spacing w:line="240" w:lineRule="atLeast"/>
              <w:ind w:left="-79" w:right="-79"/>
              <w:rPr>
                <w:b/>
                <w:bCs/>
                <w:szCs w:val="22"/>
              </w:rPr>
            </w:pPr>
          </w:p>
        </w:tc>
        <w:tc>
          <w:tcPr>
            <w:tcW w:w="524" w:type="pct"/>
            <w:tcBorders>
              <w:top w:val="double" w:sz="4" w:space="0" w:color="auto"/>
            </w:tcBorders>
            <w:vAlign w:val="bottom"/>
          </w:tcPr>
          <w:p w14:paraId="155C078F" w14:textId="77777777" w:rsidR="000F416B" w:rsidRPr="002867BE" w:rsidRDefault="000F416B" w:rsidP="000F416B">
            <w:pPr>
              <w:pStyle w:val="acctfourfigures"/>
              <w:shd w:val="clear" w:color="auto" w:fill="FFFFFF"/>
              <w:tabs>
                <w:tab w:val="clear" w:pos="765"/>
                <w:tab w:val="decimal" w:pos="714"/>
              </w:tabs>
              <w:spacing w:line="240" w:lineRule="atLeast"/>
              <w:ind w:left="-79" w:right="-79"/>
              <w:rPr>
                <w:b/>
                <w:bCs/>
                <w:szCs w:val="22"/>
              </w:rPr>
            </w:pPr>
          </w:p>
        </w:tc>
        <w:tc>
          <w:tcPr>
            <w:tcW w:w="84" w:type="pct"/>
            <w:vAlign w:val="bottom"/>
          </w:tcPr>
          <w:p w14:paraId="069AB44C" w14:textId="77777777" w:rsidR="000F416B" w:rsidRPr="002867BE" w:rsidRDefault="000F416B" w:rsidP="000F416B">
            <w:pPr>
              <w:pStyle w:val="acctfourfigures"/>
              <w:shd w:val="clear" w:color="auto" w:fill="FFFFFF"/>
              <w:tabs>
                <w:tab w:val="clear" w:pos="765"/>
                <w:tab w:val="decimal" w:pos="641"/>
              </w:tabs>
              <w:spacing w:line="240" w:lineRule="atLeast"/>
              <w:ind w:left="-79" w:right="-79"/>
              <w:rPr>
                <w:b/>
                <w:bCs/>
                <w:szCs w:val="22"/>
              </w:rPr>
            </w:pPr>
          </w:p>
        </w:tc>
        <w:tc>
          <w:tcPr>
            <w:tcW w:w="524" w:type="pct"/>
            <w:tcBorders>
              <w:top w:val="double" w:sz="4" w:space="0" w:color="auto"/>
            </w:tcBorders>
            <w:vAlign w:val="bottom"/>
          </w:tcPr>
          <w:p w14:paraId="780375B0" w14:textId="77777777" w:rsidR="000F416B" w:rsidRPr="002867BE" w:rsidRDefault="000F416B" w:rsidP="000F416B">
            <w:pPr>
              <w:pStyle w:val="acctfourfigures"/>
              <w:shd w:val="clear" w:color="auto" w:fill="FFFFFF"/>
              <w:tabs>
                <w:tab w:val="clear" w:pos="765"/>
                <w:tab w:val="decimal" w:pos="731"/>
              </w:tabs>
              <w:spacing w:line="240" w:lineRule="atLeast"/>
              <w:ind w:left="-79" w:right="-79"/>
              <w:rPr>
                <w:b/>
                <w:bCs/>
                <w:szCs w:val="22"/>
              </w:rPr>
            </w:pPr>
          </w:p>
        </w:tc>
        <w:tc>
          <w:tcPr>
            <w:tcW w:w="84" w:type="pct"/>
            <w:vAlign w:val="bottom"/>
          </w:tcPr>
          <w:p w14:paraId="37C6D5FA" w14:textId="77777777" w:rsidR="000F416B" w:rsidRPr="002867BE" w:rsidRDefault="000F416B" w:rsidP="000F416B">
            <w:pPr>
              <w:pStyle w:val="acctfourfigures"/>
              <w:shd w:val="clear" w:color="auto" w:fill="FFFFFF"/>
              <w:spacing w:line="240" w:lineRule="atLeast"/>
              <w:ind w:left="-79" w:right="-79"/>
              <w:rPr>
                <w:b/>
                <w:bCs/>
                <w:szCs w:val="22"/>
              </w:rPr>
            </w:pPr>
          </w:p>
        </w:tc>
        <w:tc>
          <w:tcPr>
            <w:tcW w:w="524" w:type="pct"/>
            <w:tcBorders>
              <w:top w:val="double" w:sz="4" w:space="0" w:color="auto"/>
            </w:tcBorders>
            <w:vAlign w:val="bottom"/>
          </w:tcPr>
          <w:p w14:paraId="620BA72B" w14:textId="77777777" w:rsidR="000F416B" w:rsidRPr="002867BE" w:rsidRDefault="000F416B" w:rsidP="000F416B">
            <w:pPr>
              <w:pStyle w:val="acctfourfigures"/>
              <w:shd w:val="clear" w:color="auto" w:fill="FFFFFF"/>
              <w:tabs>
                <w:tab w:val="clear" w:pos="765"/>
                <w:tab w:val="decimal" w:pos="680"/>
              </w:tabs>
              <w:spacing w:line="240" w:lineRule="atLeast"/>
              <w:ind w:left="-79" w:right="-79"/>
              <w:rPr>
                <w:b/>
                <w:bCs/>
                <w:szCs w:val="22"/>
              </w:rPr>
            </w:pPr>
          </w:p>
        </w:tc>
        <w:tc>
          <w:tcPr>
            <w:tcW w:w="84" w:type="pct"/>
            <w:vAlign w:val="bottom"/>
          </w:tcPr>
          <w:p w14:paraId="7419042B" w14:textId="77777777" w:rsidR="000F416B" w:rsidRPr="002867BE" w:rsidRDefault="000F416B" w:rsidP="000F416B">
            <w:pPr>
              <w:pStyle w:val="acctfourfigures"/>
              <w:shd w:val="clear" w:color="auto" w:fill="FFFFFF"/>
              <w:tabs>
                <w:tab w:val="clear" w:pos="765"/>
                <w:tab w:val="decimal" w:pos="641"/>
              </w:tabs>
              <w:spacing w:line="240" w:lineRule="atLeast"/>
              <w:ind w:left="-79" w:right="-79"/>
              <w:rPr>
                <w:b/>
                <w:bCs/>
                <w:szCs w:val="22"/>
              </w:rPr>
            </w:pPr>
          </w:p>
        </w:tc>
        <w:tc>
          <w:tcPr>
            <w:tcW w:w="524" w:type="pct"/>
            <w:tcBorders>
              <w:top w:val="double" w:sz="4" w:space="0" w:color="auto"/>
            </w:tcBorders>
            <w:vAlign w:val="bottom"/>
          </w:tcPr>
          <w:p w14:paraId="7EC1E6DE" w14:textId="77777777" w:rsidR="000F416B" w:rsidRPr="002867BE" w:rsidRDefault="000F416B" w:rsidP="000F416B">
            <w:pPr>
              <w:pStyle w:val="acctfourfigures"/>
              <w:shd w:val="clear" w:color="auto" w:fill="FFFFFF"/>
              <w:tabs>
                <w:tab w:val="clear" w:pos="765"/>
                <w:tab w:val="decimal" w:pos="820"/>
              </w:tabs>
              <w:spacing w:line="240" w:lineRule="atLeast"/>
              <w:ind w:left="-79" w:right="-79"/>
              <w:rPr>
                <w:b/>
                <w:bCs/>
                <w:szCs w:val="22"/>
              </w:rPr>
            </w:pPr>
          </w:p>
        </w:tc>
        <w:tc>
          <w:tcPr>
            <w:tcW w:w="84" w:type="pct"/>
            <w:vAlign w:val="bottom"/>
          </w:tcPr>
          <w:p w14:paraId="6FC2DF96" w14:textId="77777777" w:rsidR="000F416B" w:rsidRPr="002867BE" w:rsidRDefault="000F416B" w:rsidP="000F416B">
            <w:pPr>
              <w:pStyle w:val="acctfourfigures"/>
              <w:shd w:val="clear" w:color="auto" w:fill="FFFFFF"/>
              <w:spacing w:line="240" w:lineRule="atLeast"/>
              <w:ind w:left="-79" w:right="-79"/>
              <w:rPr>
                <w:b/>
                <w:bCs/>
                <w:szCs w:val="22"/>
              </w:rPr>
            </w:pPr>
          </w:p>
        </w:tc>
        <w:tc>
          <w:tcPr>
            <w:tcW w:w="526" w:type="pct"/>
            <w:tcBorders>
              <w:top w:val="double" w:sz="4" w:space="0" w:color="auto"/>
            </w:tcBorders>
            <w:vAlign w:val="bottom"/>
          </w:tcPr>
          <w:p w14:paraId="220870F5" w14:textId="77777777" w:rsidR="000F416B" w:rsidRPr="002867BE" w:rsidRDefault="000F416B" w:rsidP="000F416B">
            <w:pPr>
              <w:pStyle w:val="acctfourfigures"/>
              <w:shd w:val="clear" w:color="auto" w:fill="FFFFFF"/>
              <w:tabs>
                <w:tab w:val="clear" w:pos="765"/>
                <w:tab w:val="decimal" w:pos="730"/>
              </w:tabs>
              <w:spacing w:line="240" w:lineRule="atLeast"/>
              <w:ind w:left="-79" w:right="-79"/>
              <w:rPr>
                <w:b/>
                <w:bCs/>
                <w:szCs w:val="22"/>
              </w:rPr>
            </w:pPr>
          </w:p>
        </w:tc>
      </w:tr>
      <w:tr w:rsidR="000F416B" w:rsidRPr="007F6C76" w14:paraId="4BD878C7" w14:textId="77777777" w:rsidTr="00A55D91">
        <w:trPr>
          <w:cantSplit/>
          <w:trHeight w:val="216"/>
        </w:trPr>
        <w:tc>
          <w:tcPr>
            <w:tcW w:w="1437" w:type="pct"/>
          </w:tcPr>
          <w:p w14:paraId="51D9E77F" w14:textId="11F07DC2" w:rsidR="000F416B" w:rsidRPr="00C003E4" w:rsidRDefault="000F416B" w:rsidP="00A55D91">
            <w:pPr>
              <w:shd w:val="clear" w:color="auto" w:fill="FFFFFF"/>
              <w:spacing w:line="240" w:lineRule="atLeast"/>
              <w:ind w:left="180" w:right="-79" w:hanging="180"/>
              <w:rPr>
                <w:szCs w:val="22"/>
              </w:rPr>
            </w:pPr>
            <w:r w:rsidRPr="00C003E4">
              <w:rPr>
                <w:szCs w:val="22"/>
              </w:rPr>
              <w:t>Segment profit</w:t>
            </w:r>
            <w:r w:rsidR="00A55D91" w:rsidRPr="00C003E4">
              <w:rPr>
                <w:szCs w:val="22"/>
              </w:rPr>
              <w:t xml:space="preserve"> </w:t>
            </w:r>
            <w:r w:rsidRPr="00C003E4">
              <w:rPr>
                <w:szCs w:val="22"/>
              </w:rPr>
              <w:t xml:space="preserve">before </w:t>
            </w:r>
            <w:r w:rsidR="00A55D91" w:rsidRPr="00C003E4">
              <w:rPr>
                <w:szCs w:val="22"/>
              </w:rPr>
              <w:t xml:space="preserve">  </w:t>
            </w:r>
            <w:r w:rsidRPr="00C003E4">
              <w:rPr>
                <w:szCs w:val="22"/>
              </w:rPr>
              <w:t>income tax</w:t>
            </w:r>
          </w:p>
        </w:tc>
        <w:tc>
          <w:tcPr>
            <w:tcW w:w="518" w:type="pct"/>
            <w:vAlign w:val="bottom"/>
          </w:tcPr>
          <w:p w14:paraId="2F92D67E" w14:textId="313706D8" w:rsidR="000F416B" w:rsidRPr="00C003E4" w:rsidRDefault="009653E2" w:rsidP="000F416B">
            <w:pPr>
              <w:pStyle w:val="acctfourfigures"/>
              <w:shd w:val="clear" w:color="auto" w:fill="FFFFFF"/>
              <w:tabs>
                <w:tab w:val="clear" w:pos="765"/>
                <w:tab w:val="decimal" w:pos="542"/>
              </w:tabs>
              <w:spacing w:line="240" w:lineRule="atLeast"/>
              <w:ind w:left="-79" w:right="-79"/>
              <w:rPr>
                <w:szCs w:val="22"/>
                <w:lang w:val="en-US" w:bidi="th-TH"/>
              </w:rPr>
            </w:pPr>
            <w:r w:rsidRPr="00C003E4">
              <w:rPr>
                <w:szCs w:val="22"/>
                <w:lang w:val="en-US" w:bidi="th-TH"/>
              </w:rPr>
              <w:t>-</w:t>
            </w:r>
          </w:p>
        </w:tc>
        <w:tc>
          <w:tcPr>
            <w:tcW w:w="84" w:type="pct"/>
            <w:vAlign w:val="bottom"/>
          </w:tcPr>
          <w:p w14:paraId="2F3B7412" w14:textId="77777777" w:rsidR="000F416B" w:rsidRPr="00C003E4"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vAlign w:val="bottom"/>
          </w:tcPr>
          <w:p w14:paraId="16E09748" w14:textId="029B1C13" w:rsidR="000F416B" w:rsidRPr="00C003E4"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sidRPr="00C003E4">
              <w:rPr>
                <w:szCs w:val="22"/>
                <w:lang w:val="en-US" w:bidi="th-TH"/>
              </w:rPr>
              <w:t>14,712</w:t>
            </w:r>
          </w:p>
        </w:tc>
        <w:tc>
          <w:tcPr>
            <w:tcW w:w="84" w:type="pct"/>
            <w:vAlign w:val="bottom"/>
          </w:tcPr>
          <w:p w14:paraId="4118563C" w14:textId="77777777" w:rsidR="000F416B" w:rsidRPr="00C003E4"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vAlign w:val="bottom"/>
          </w:tcPr>
          <w:p w14:paraId="5DB114A9" w14:textId="7F196512" w:rsidR="000F416B" w:rsidRPr="00C003E4" w:rsidRDefault="009653E2" w:rsidP="000F416B">
            <w:pPr>
              <w:pStyle w:val="acctfourfigures"/>
              <w:shd w:val="clear" w:color="auto" w:fill="FFFFFF"/>
              <w:tabs>
                <w:tab w:val="clear" w:pos="765"/>
                <w:tab w:val="decimal" w:pos="860"/>
              </w:tabs>
              <w:spacing w:line="240" w:lineRule="atLeast"/>
              <w:ind w:left="-79" w:right="-79"/>
              <w:rPr>
                <w:szCs w:val="22"/>
                <w:lang w:val="en-US" w:bidi="th-TH"/>
              </w:rPr>
            </w:pPr>
            <w:r w:rsidRPr="00C003E4">
              <w:rPr>
                <w:szCs w:val="22"/>
                <w:lang w:val="en-US" w:bidi="th-TH"/>
              </w:rPr>
              <w:t>2</w:t>
            </w:r>
            <w:r w:rsidR="0045672F" w:rsidRPr="00C003E4">
              <w:rPr>
                <w:szCs w:val="22"/>
                <w:lang w:val="en-US" w:bidi="th-TH"/>
              </w:rPr>
              <w:t>5</w:t>
            </w:r>
            <w:r w:rsidR="009A7840" w:rsidRPr="00C003E4">
              <w:rPr>
                <w:szCs w:val="22"/>
                <w:lang w:val="en-US" w:bidi="th-TH"/>
              </w:rPr>
              <w:t>6</w:t>
            </w:r>
            <w:r w:rsidRPr="00C003E4">
              <w:rPr>
                <w:szCs w:val="22"/>
                <w:lang w:val="en-US" w:bidi="th-TH"/>
              </w:rPr>
              <w:t>,</w:t>
            </w:r>
            <w:r w:rsidR="009A7840" w:rsidRPr="00C003E4">
              <w:rPr>
                <w:szCs w:val="22"/>
                <w:lang w:val="en-US" w:bidi="th-TH"/>
              </w:rPr>
              <w:t>5</w:t>
            </w:r>
            <w:r w:rsidR="0045672F" w:rsidRPr="00C003E4">
              <w:rPr>
                <w:szCs w:val="22"/>
                <w:lang w:val="en-US" w:bidi="th-TH"/>
              </w:rPr>
              <w:t>04</w:t>
            </w:r>
          </w:p>
        </w:tc>
        <w:tc>
          <w:tcPr>
            <w:tcW w:w="84" w:type="pct"/>
            <w:vAlign w:val="bottom"/>
          </w:tcPr>
          <w:p w14:paraId="6D728191" w14:textId="77777777" w:rsidR="000F416B" w:rsidRPr="00C003E4"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vAlign w:val="bottom"/>
          </w:tcPr>
          <w:p w14:paraId="5CE18046" w14:textId="79813060" w:rsidR="000F416B" w:rsidRPr="00C003E4"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sidRPr="00C003E4">
              <w:rPr>
                <w:szCs w:val="22"/>
                <w:lang w:val="en-US" w:bidi="th-TH"/>
              </w:rPr>
              <w:t>221,425</w:t>
            </w:r>
          </w:p>
        </w:tc>
        <w:tc>
          <w:tcPr>
            <w:tcW w:w="84" w:type="pct"/>
          </w:tcPr>
          <w:p w14:paraId="5202ED26" w14:textId="77777777" w:rsidR="000F416B" w:rsidRPr="00C003E4"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vAlign w:val="bottom"/>
          </w:tcPr>
          <w:p w14:paraId="55509DF9" w14:textId="269D1F25" w:rsidR="000F416B" w:rsidRPr="00C003E4" w:rsidRDefault="009653E2" w:rsidP="000F416B">
            <w:pPr>
              <w:pStyle w:val="acctfourfigures"/>
              <w:shd w:val="clear" w:color="auto" w:fill="FFFFFF"/>
              <w:tabs>
                <w:tab w:val="clear" w:pos="765"/>
                <w:tab w:val="decimal" w:pos="860"/>
              </w:tabs>
              <w:spacing w:line="240" w:lineRule="atLeast"/>
              <w:ind w:left="-79" w:right="-79"/>
              <w:rPr>
                <w:rFonts w:cstheme="minorBidi"/>
                <w:szCs w:val="22"/>
                <w:cs/>
                <w:lang w:val="en-US" w:bidi="th-TH"/>
              </w:rPr>
            </w:pPr>
            <w:r w:rsidRPr="00C003E4">
              <w:rPr>
                <w:rFonts w:cstheme="minorBidi"/>
                <w:szCs w:val="22"/>
                <w:lang w:val="en-US" w:bidi="th-TH"/>
              </w:rPr>
              <w:t>2</w:t>
            </w:r>
            <w:r w:rsidR="0045672F" w:rsidRPr="00C003E4">
              <w:rPr>
                <w:rFonts w:cstheme="minorBidi"/>
                <w:szCs w:val="22"/>
                <w:lang w:val="en-US" w:bidi="th-TH"/>
              </w:rPr>
              <w:t>5</w:t>
            </w:r>
            <w:r w:rsidR="009A7840" w:rsidRPr="00C003E4">
              <w:rPr>
                <w:rFonts w:cstheme="minorBidi"/>
                <w:szCs w:val="22"/>
                <w:lang w:val="en-US" w:bidi="th-TH"/>
              </w:rPr>
              <w:t>6</w:t>
            </w:r>
            <w:r w:rsidRPr="00C003E4">
              <w:rPr>
                <w:rFonts w:cstheme="minorBidi"/>
                <w:szCs w:val="22"/>
                <w:lang w:val="en-US" w:bidi="th-TH"/>
              </w:rPr>
              <w:t>,</w:t>
            </w:r>
            <w:r w:rsidR="00C003E4" w:rsidRPr="00C003E4">
              <w:rPr>
                <w:rFonts w:cstheme="minorBidi"/>
                <w:szCs w:val="22"/>
                <w:lang w:val="en-US" w:bidi="th-TH"/>
              </w:rPr>
              <w:t>5</w:t>
            </w:r>
            <w:r w:rsidR="0045672F" w:rsidRPr="00C003E4">
              <w:rPr>
                <w:rFonts w:cstheme="minorBidi"/>
                <w:szCs w:val="22"/>
                <w:lang w:val="en-US" w:bidi="th-TH"/>
              </w:rPr>
              <w:t>04</w:t>
            </w:r>
          </w:p>
        </w:tc>
        <w:tc>
          <w:tcPr>
            <w:tcW w:w="84" w:type="pct"/>
            <w:vAlign w:val="bottom"/>
          </w:tcPr>
          <w:p w14:paraId="10C94B20" w14:textId="77777777" w:rsidR="000F416B" w:rsidRPr="00C003E4"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6" w:type="pct"/>
            <w:vAlign w:val="bottom"/>
          </w:tcPr>
          <w:p w14:paraId="1553D329" w14:textId="25207F12" w:rsidR="000F416B" w:rsidRPr="009113D3"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sidRPr="00C003E4">
              <w:rPr>
                <w:szCs w:val="22"/>
                <w:lang w:val="en-US" w:bidi="th-TH"/>
              </w:rPr>
              <w:t>236,137</w:t>
            </w:r>
          </w:p>
        </w:tc>
      </w:tr>
      <w:tr w:rsidR="000F416B" w:rsidRPr="007F6C76" w14:paraId="7FE8D10E" w14:textId="77777777" w:rsidTr="00A55D91">
        <w:trPr>
          <w:cantSplit/>
          <w:trHeight w:val="216"/>
        </w:trPr>
        <w:tc>
          <w:tcPr>
            <w:tcW w:w="1437" w:type="pct"/>
          </w:tcPr>
          <w:p w14:paraId="4A9E3C90" w14:textId="77777777" w:rsidR="000F416B" w:rsidRPr="002867BE" w:rsidRDefault="000F416B" w:rsidP="000F416B">
            <w:pPr>
              <w:shd w:val="clear" w:color="auto" w:fill="FFFFFF"/>
              <w:spacing w:line="240" w:lineRule="atLeast"/>
              <w:ind w:left="180" w:right="-79" w:hanging="180"/>
              <w:rPr>
                <w:b/>
                <w:bCs/>
                <w:szCs w:val="22"/>
              </w:rPr>
            </w:pPr>
          </w:p>
        </w:tc>
        <w:tc>
          <w:tcPr>
            <w:tcW w:w="518" w:type="pct"/>
            <w:vAlign w:val="bottom"/>
          </w:tcPr>
          <w:p w14:paraId="33864B16" w14:textId="77777777" w:rsidR="000F416B" w:rsidRPr="002867BE"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84" w:type="pct"/>
            <w:vAlign w:val="bottom"/>
          </w:tcPr>
          <w:p w14:paraId="41FB5E9D"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vAlign w:val="bottom"/>
          </w:tcPr>
          <w:p w14:paraId="63697BC8" w14:textId="77777777" w:rsidR="000F416B" w:rsidRPr="009E780D" w:rsidRDefault="000F416B" w:rsidP="000F416B">
            <w:pPr>
              <w:pStyle w:val="acctfourfigures"/>
              <w:shd w:val="clear" w:color="auto" w:fill="FFFFFF"/>
              <w:tabs>
                <w:tab w:val="clear" w:pos="765"/>
                <w:tab w:val="decimal" w:pos="714"/>
                <w:tab w:val="decimal" w:pos="860"/>
              </w:tabs>
              <w:spacing w:line="240" w:lineRule="atLeast"/>
              <w:ind w:left="-79" w:right="-79"/>
              <w:rPr>
                <w:szCs w:val="22"/>
                <w:lang w:val="en-US" w:bidi="th-TH"/>
              </w:rPr>
            </w:pPr>
          </w:p>
        </w:tc>
        <w:tc>
          <w:tcPr>
            <w:tcW w:w="84" w:type="pct"/>
            <w:vAlign w:val="bottom"/>
          </w:tcPr>
          <w:p w14:paraId="60BEA42F" w14:textId="77777777" w:rsidR="000F416B" w:rsidRPr="009E780D" w:rsidRDefault="000F416B" w:rsidP="000F416B">
            <w:pPr>
              <w:pStyle w:val="acctfourfigures"/>
              <w:shd w:val="clear" w:color="auto" w:fill="FFFFFF"/>
              <w:tabs>
                <w:tab w:val="clear" w:pos="765"/>
                <w:tab w:val="decimal" w:pos="641"/>
                <w:tab w:val="decimal" w:pos="860"/>
              </w:tabs>
              <w:spacing w:line="240" w:lineRule="atLeast"/>
              <w:ind w:left="-79" w:right="-79"/>
              <w:rPr>
                <w:szCs w:val="22"/>
                <w:lang w:val="en-US" w:bidi="th-TH"/>
              </w:rPr>
            </w:pPr>
          </w:p>
        </w:tc>
        <w:tc>
          <w:tcPr>
            <w:tcW w:w="524" w:type="pct"/>
            <w:vAlign w:val="bottom"/>
          </w:tcPr>
          <w:p w14:paraId="0CAD9AEF" w14:textId="77777777" w:rsidR="000F416B" w:rsidRPr="009E780D" w:rsidRDefault="000F416B" w:rsidP="000F416B">
            <w:pPr>
              <w:pStyle w:val="acctfourfigures"/>
              <w:shd w:val="clear" w:color="auto" w:fill="FFFFFF"/>
              <w:tabs>
                <w:tab w:val="clear" w:pos="765"/>
                <w:tab w:val="decimal" w:pos="731"/>
                <w:tab w:val="decimal" w:pos="860"/>
              </w:tabs>
              <w:spacing w:line="240" w:lineRule="atLeast"/>
              <w:ind w:left="-79" w:right="-79"/>
              <w:rPr>
                <w:szCs w:val="22"/>
                <w:lang w:val="en-US" w:bidi="th-TH"/>
              </w:rPr>
            </w:pPr>
          </w:p>
        </w:tc>
        <w:tc>
          <w:tcPr>
            <w:tcW w:w="84" w:type="pct"/>
            <w:vAlign w:val="bottom"/>
          </w:tcPr>
          <w:p w14:paraId="7B1D7FF6"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vAlign w:val="bottom"/>
          </w:tcPr>
          <w:p w14:paraId="35C308F6" w14:textId="77777777" w:rsidR="000F416B" w:rsidRPr="009E780D" w:rsidRDefault="000F416B" w:rsidP="000F416B">
            <w:pPr>
              <w:pStyle w:val="acctfourfigures"/>
              <w:shd w:val="clear" w:color="auto" w:fill="FFFFFF"/>
              <w:tabs>
                <w:tab w:val="clear" w:pos="765"/>
                <w:tab w:val="decimal" w:pos="680"/>
                <w:tab w:val="decimal" w:pos="860"/>
              </w:tabs>
              <w:spacing w:line="240" w:lineRule="atLeast"/>
              <w:ind w:left="-79" w:right="-79"/>
              <w:rPr>
                <w:szCs w:val="22"/>
                <w:lang w:val="en-US" w:bidi="th-TH"/>
              </w:rPr>
            </w:pPr>
          </w:p>
        </w:tc>
        <w:tc>
          <w:tcPr>
            <w:tcW w:w="84" w:type="pct"/>
            <w:vAlign w:val="bottom"/>
          </w:tcPr>
          <w:p w14:paraId="163BA44E" w14:textId="77777777" w:rsidR="000F416B" w:rsidRPr="009E780D" w:rsidRDefault="000F416B" w:rsidP="000F416B">
            <w:pPr>
              <w:pStyle w:val="acctfourfigures"/>
              <w:shd w:val="clear" w:color="auto" w:fill="FFFFFF"/>
              <w:tabs>
                <w:tab w:val="clear" w:pos="765"/>
                <w:tab w:val="decimal" w:pos="641"/>
                <w:tab w:val="decimal" w:pos="860"/>
              </w:tabs>
              <w:spacing w:line="240" w:lineRule="atLeast"/>
              <w:ind w:left="-79" w:right="-79"/>
              <w:rPr>
                <w:szCs w:val="22"/>
                <w:lang w:val="en-US" w:bidi="th-TH"/>
              </w:rPr>
            </w:pPr>
          </w:p>
        </w:tc>
        <w:tc>
          <w:tcPr>
            <w:tcW w:w="524" w:type="pct"/>
            <w:vAlign w:val="bottom"/>
          </w:tcPr>
          <w:p w14:paraId="091AFD23" w14:textId="77777777" w:rsidR="000F416B" w:rsidRPr="009E780D" w:rsidRDefault="000F416B" w:rsidP="000F416B">
            <w:pPr>
              <w:pStyle w:val="acctfourfigures"/>
              <w:shd w:val="clear" w:color="auto" w:fill="FFFFFF"/>
              <w:tabs>
                <w:tab w:val="clear" w:pos="765"/>
                <w:tab w:val="decimal" w:pos="820"/>
                <w:tab w:val="decimal" w:pos="860"/>
              </w:tabs>
              <w:spacing w:line="240" w:lineRule="atLeast"/>
              <w:ind w:left="-79" w:right="-79"/>
              <w:rPr>
                <w:szCs w:val="22"/>
                <w:lang w:val="en-US" w:bidi="th-TH"/>
              </w:rPr>
            </w:pPr>
          </w:p>
        </w:tc>
        <w:tc>
          <w:tcPr>
            <w:tcW w:w="84" w:type="pct"/>
            <w:vAlign w:val="bottom"/>
          </w:tcPr>
          <w:p w14:paraId="6B6DCF0D"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6" w:type="pct"/>
            <w:vAlign w:val="bottom"/>
          </w:tcPr>
          <w:p w14:paraId="6EAD0D6C" w14:textId="77777777" w:rsidR="000F416B" w:rsidRPr="009E780D" w:rsidRDefault="000F416B" w:rsidP="000F416B">
            <w:pPr>
              <w:pStyle w:val="acctfourfigures"/>
              <w:shd w:val="clear" w:color="auto" w:fill="FFFFFF"/>
              <w:tabs>
                <w:tab w:val="clear" w:pos="765"/>
                <w:tab w:val="decimal" w:pos="730"/>
                <w:tab w:val="decimal" w:pos="860"/>
              </w:tabs>
              <w:spacing w:line="240" w:lineRule="atLeast"/>
              <w:ind w:left="-79" w:right="-79"/>
              <w:rPr>
                <w:szCs w:val="22"/>
                <w:lang w:val="en-US" w:bidi="th-TH"/>
              </w:rPr>
            </w:pPr>
          </w:p>
        </w:tc>
      </w:tr>
      <w:tr w:rsidR="000F416B" w:rsidRPr="007F6C76" w14:paraId="36F0FB57" w14:textId="77777777" w:rsidTr="00A55D91">
        <w:trPr>
          <w:cantSplit/>
          <w:trHeight w:val="216"/>
        </w:trPr>
        <w:tc>
          <w:tcPr>
            <w:tcW w:w="1437" w:type="pct"/>
          </w:tcPr>
          <w:p w14:paraId="21A90AC9" w14:textId="77777777" w:rsidR="000F416B" w:rsidRPr="002867BE" w:rsidRDefault="000F416B" w:rsidP="000F416B">
            <w:pPr>
              <w:shd w:val="clear" w:color="auto" w:fill="FFFFFF"/>
              <w:spacing w:line="240" w:lineRule="atLeast"/>
              <w:ind w:right="-79"/>
              <w:rPr>
                <w:b/>
                <w:bCs/>
                <w:szCs w:val="22"/>
              </w:rPr>
            </w:pPr>
            <w:r w:rsidRPr="002867BE">
              <w:rPr>
                <w:b/>
                <w:bCs/>
                <w:szCs w:val="22"/>
              </w:rPr>
              <w:t xml:space="preserve">Timing of revenue </w:t>
            </w:r>
          </w:p>
          <w:p w14:paraId="6D0F8EDE" w14:textId="77777777" w:rsidR="000F416B" w:rsidRPr="002867BE" w:rsidRDefault="000F416B" w:rsidP="000F416B">
            <w:pPr>
              <w:shd w:val="clear" w:color="auto" w:fill="FFFFFF"/>
              <w:spacing w:line="240" w:lineRule="atLeast"/>
              <w:ind w:right="-79"/>
              <w:rPr>
                <w:i/>
                <w:iCs/>
                <w:color w:val="0070C0"/>
                <w:szCs w:val="22"/>
              </w:rPr>
            </w:pPr>
            <w:r w:rsidRPr="002867BE">
              <w:rPr>
                <w:b/>
                <w:bCs/>
                <w:szCs w:val="22"/>
              </w:rPr>
              <w:t xml:space="preserve">   recognition</w:t>
            </w:r>
          </w:p>
        </w:tc>
        <w:tc>
          <w:tcPr>
            <w:tcW w:w="518" w:type="pct"/>
            <w:vAlign w:val="bottom"/>
          </w:tcPr>
          <w:p w14:paraId="08E8D04A" w14:textId="77777777" w:rsidR="000F416B" w:rsidRPr="002867BE"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84" w:type="pct"/>
            <w:vAlign w:val="bottom"/>
          </w:tcPr>
          <w:p w14:paraId="668B6140"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vAlign w:val="bottom"/>
          </w:tcPr>
          <w:p w14:paraId="0C1EC133" w14:textId="77777777" w:rsidR="000F416B" w:rsidRPr="009E780D" w:rsidRDefault="000F416B" w:rsidP="000F416B">
            <w:pPr>
              <w:pStyle w:val="acctfourfigures"/>
              <w:shd w:val="clear" w:color="auto" w:fill="FFFFFF"/>
              <w:tabs>
                <w:tab w:val="clear" w:pos="765"/>
                <w:tab w:val="decimal" w:pos="714"/>
                <w:tab w:val="decimal" w:pos="860"/>
              </w:tabs>
              <w:spacing w:line="240" w:lineRule="atLeast"/>
              <w:ind w:left="-79" w:right="-79"/>
              <w:rPr>
                <w:szCs w:val="22"/>
                <w:lang w:val="en-US" w:bidi="th-TH"/>
              </w:rPr>
            </w:pPr>
          </w:p>
        </w:tc>
        <w:tc>
          <w:tcPr>
            <w:tcW w:w="84" w:type="pct"/>
            <w:vAlign w:val="bottom"/>
          </w:tcPr>
          <w:p w14:paraId="12E6790D" w14:textId="77777777" w:rsidR="000F416B" w:rsidRPr="009E780D" w:rsidRDefault="000F416B" w:rsidP="000F416B">
            <w:pPr>
              <w:pStyle w:val="acctfourfigures"/>
              <w:shd w:val="clear" w:color="auto" w:fill="FFFFFF"/>
              <w:tabs>
                <w:tab w:val="clear" w:pos="765"/>
                <w:tab w:val="decimal" w:pos="641"/>
                <w:tab w:val="decimal" w:pos="860"/>
              </w:tabs>
              <w:spacing w:line="240" w:lineRule="atLeast"/>
              <w:ind w:left="-79" w:right="-79"/>
              <w:rPr>
                <w:szCs w:val="22"/>
                <w:lang w:val="en-US" w:bidi="th-TH"/>
              </w:rPr>
            </w:pPr>
          </w:p>
        </w:tc>
        <w:tc>
          <w:tcPr>
            <w:tcW w:w="524" w:type="pct"/>
            <w:vAlign w:val="bottom"/>
          </w:tcPr>
          <w:p w14:paraId="2EBEB20E" w14:textId="77777777" w:rsidR="000F416B" w:rsidRPr="009E780D" w:rsidRDefault="000F416B" w:rsidP="000F416B">
            <w:pPr>
              <w:pStyle w:val="acctfourfigures"/>
              <w:shd w:val="clear" w:color="auto" w:fill="FFFFFF"/>
              <w:tabs>
                <w:tab w:val="clear" w:pos="765"/>
                <w:tab w:val="decimal" w:pos="731"/>
                <w:tab w:val="decimal" w:pos="860"/>
              </w:tabs>
              <w:spacing w:line="240" w:lineRule="atLeast"/>
              <w:ind w:left="-79" w:right="-79"/>
              <w:rPr>
                <w:szCs w:val="22"/>
                <w:lang w:val="en-US" w:bidi="th-TH"/>
              </w:rPr>
            </w:pPr>
          </w:p>
        </w:tc>
        <w:tc>
          <w:tcPr>
            <w:tcW w:w="84" w:type="pct"/>
            <w:vAlign w:val="bottom"/>
          </w:tcPr>
          <w:p w14:paraId="64C17DC1"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vAlign w:val="bottom"/>
          </w:tcPr>
          <w:p w14:paraId="6E023791" w14:textId="77777777" w:rsidR="000F416B" w:rsidRPr="009E780D" w:rsidRDefault="000F416B" w:rsidP="000F416B">
            <w:pPr>
              <w:pStyle w:val="acctfourfigures"/>
              <w:shd w:val="clear" w:color="auto" w:fill="FFFFFF"/>
              <w:tabs>
                <w:tab w:val="clear" w:pos="765"/>
                <w:tab w:val="decimal" w:pos="680"/>
                <w:tab w:val="decimal" w:pos="860"/>
              </w:tabs>
              <w:spacing w:line="240" w:lineRule="atLeast"/>
              <w:ind w:left="-79" w:right="-79"/>
              <w:rPr>
                <w:szCs w:val="22"/>
                <w:lang w:val="en-US" w:bidi="th-TH"/>
              </w:rPr>
            </w:pPr>
          </w:p>
        </w:tc>
        <w:tc>
          <w:tcPr>
            <w:tcW w:w="84" w:type="pct"/>
            <w:vAlign w:val="bottom"/>
          </w:tcPr>
          <w:p w14:paraId="661AA970" w14:textId="77777777" w:rsidR="000F416B" w:rsidRPr="009E780D" w:rsidRDefault="000F416B" w:rsidP="000F416B">
            <w:pPr>
              <w:pStyle w:val="acctfourfigures"/>
              <w:shd w:val="clear" w:color="auto" w:fill="FFFFFF"/>
              <w:tabs>
                <w:tab w:val="clear" w:pos="765"/>
                <w:tab w:val="decimal" w:pos="641"/>
                <w:tab w:val="decimal" w:pos="860"/>
              </w:tabs>
              <w:spacing w:line="240" w:lineRule="atLeast"/>
              <w:ind w:left="-79" w:right="-79"/>
              <w:rPr>
                <w:szCs w:val="22"/>
                <w:lang w:val="en-US" w:bidi="th-TH"/>
              </w:rPr>
            </w:pPr>
          </w:p>
        </w:tc>
        <w:tc>
          <w:tcPr>
            <w:tcW w:w="524" w:type="pct"/>
            <w:vAlign w:val="bottom"/>
          </w:tcPr>
          <w:p w14:paraId="27E31FF4" w14:textId="77777777" w:rsidR="000F416B" w:rsidRPr="009E780D" w:rsidRDefault="000F416B" w:rsidP="000F416B">
            <w:pPr>
              <w:pStyle w:val="acctfourfigures"/>
              <w:shd w:val="clear" w:color="auto" w:fill="FFFFFF"/>
              <w:tabs>
                <w:tab w:val="clear" w:pos="765"/>
                <w:tab w:val="decimal" w:pos="820"/>
                <w:tab w:val="decimal" w:pos="860"/>
              </w:tabs>
              <w:spacing w:line="240" w:lineRule="atLeast"/>
              <w:ind w:left="-79" w:right="-79"/>
              <w:rPr>
                <w:szCs w:val="22"/>
                <w:lang w:val="en-US" w:bidi="th-TH"/>
              </w:rPr>
            </w:pPr>
          </w:p>
        </w:tc>
        <w:tc>
          <w:tcPr>
            <w:tcW w:w="84" w:type="pct"/>
            <w:vAlign w:val="bottom"/>
          </w:tcPr>
          <w:p w14:paraId="4F4DAD8E"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6" w:type="pct"/>
            <w:vAlign w:val="bottom"/>
          </w:tcPr>
          <w:p w14:paraId="7207F939" w14:textId="77777777" w:rsidR="000F416B" w:rsidRPr="009E780D" w:rsidRDefault="000F416B" w:rsidP="000F416B">
            <w:pPr>
              <w:pStyle w:val="acctfourfigures"/>
              <w:shd w:val="clear" w:color="auto" w:fill="FFFFFF"/>
              <w:tabs>
                <w:tab w:val="clear" w:pos="765"/>
                <w:tab w:val="decimal" w:pos="730"/>
                <w:tab w:val="decimal" w:pos="860"/>
              </w:tabs>
              <w:spacing w:line="240" w:lineRule="atLeast"/>
              <w:ind w:left="-79" w:right="-79"/>
              <w:rPr>
                <w:szCs w:val="22"/>
                <w:lang w:val="en-US" w:bidi="th-TH"/>
              </w:rPr>
            </w:pPr>
          </w:p>
        </w:tc>
      </w:tr>
      <w:tr w:rsidR="000F416B" w:rsidRPr="007F6C76" w14:paraId="7AB0D90B" w14:textId="77777777" w:rsidTr="00A55D91">
        <w:trPr>
          <w:cantSplit/>
          <w:trHeight w:val="216"/>
        </w:trPr>
        <w:tc>
          <w:tcPr>
            <w:tcW w:w="1437" w:type="pct"/>
            <w:vAlign w:val="bottom"/>
          </w:tcPr>
          <w:p w14:paraId="55E7075B" w14:textId="77777777" w:rsidR="000F416B" w:rsidRPr="002867BE" w:rsidRDefault="000F416B" w:rsidP="000F416B">
            <w:pPr>
              <w:spacing w:line="240" w:lineRule="atLeast"/>
              <w:ind w:left="72" w:right="-115" w:hanging="72"/>
              <w:rPr>
                <w:szCs w:val="22"/>
              </w:rPr>
            </w:pPr>
            <w:r w:rsidRPr="002867BE">
              <w:rPr>
                <w:szCs w:val="22"/>
              </w:rPr>
              <w:t xml:space="preserve">At a point in time </w:t>
            </w:r>
          </w:p>
        </w:tc>
        <w:tc>
          <w:tcPr>
            <w:tcW w:w="518" w:type="pct"/>
            <w:vAlign w:val="bottom"/>
          </w:tcPr>
          <w:p w14:paraId="1B12043B" w14:textId="20519946" w:rsidR="000F416B" w:rsidRPr="009E780D" w:rsidRDefault="009653E2" w:rsidP="000F416B">
            <w:pPr>
              <w:pStyle w:val="acctfourfigures"/>
              <w:shd w:val="clear" w:color="auto" w:fill="FFFFFF"/>
              <w:tabs>
                <w:tab w:val="clear" w:pos="765"/>
                <w:tab w:val="decimal" w:pos="542"/>
              </w:tabs>
              <w:spacing w:line="240" w:lineRule="atLeast"/>
              <w:ind w:left="-79" w:right="-79"/>
              <w:rPr>
                <w:szCs w:val="22"/>
                <w:lang w:val="en-US" w:bidi="th-TH"/>
              </w:rPr>
            </w:pPr>
            <w:r>
              <w:rPr>
                <w:szCs w:val="22"/>
                <w:lang w:val="en-US" w:bidi="th-TH"/>
              </w:rPr>
              <w:t>-</w:t>
            </w:r>
          </w:p>
        </w:tc>
        <w:tc>
          <w:tcPr>
            <w:tcW w:w="84" w:type="pct"/>
            <w:vAlign w:val="bottom"/>
          </w:tcPr>
          <w:p w14:paraId="1D38FA91"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vAlign w:val="bottom"/>
          </w:tcPr>
          <w:p w14:paraId="2DF149D2" w14:textId="320C9244"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22,239</w:t>
            </w:r>
          </w:p>
        </w:tc>
        <w:tc>
          <w:tcPr>
            <w:tcW w:w="84" w:type="pct"/>
            <w:vAlign w:val="bottom"/>
          </w:tcPr>
          <w:p w14:paraId="1CA9B929"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vAlign w:val="bottom"/>
          </w:tcPr>
          <w:p w14:paraId="36311264" w14:textId="487597D3" w:rsidR="000F416B" w:rsidRPr="009E780D" w:rsidRDefault="0045672F" w:rsidP="0045672F">
            <w:pPr>
              <w:pStyle w:val="acctfourfigures"/>
              <w:shd w:val="clear" w:color="auto" w:fill="FFFFFF"/>
              <w:tabs>
                <w:tab w:val="clear" w:pos="765"/>
                <w:tab w:val="decimal" w:pos="523"/>
              </w:tabs>
              <w:spacing w:line="240" w:lineRule="atLeast"/>
              <w:ind w:left="-79" w:right="-79"/>
              <w:rPr>
                <w:szCs w:val="22"/>
                <w:lang w:val="en-US" w:bidi="th-TH"/>
              </w:rPr>
            </w:pPr>
            <w:r>
              <w:rPr>
                <w:szCs w:val="22"/>
                <w:lang w:val="en-US" w:bidi="th-TH"/>
              </w:rPr>
              <w:t>-</w:t>
            </w:r>
          </w:p>
        </w:tc>
        <w:tc>
          <w:tcPr>
            <w:tcW w:w="84" w:type="pct"/>
            <w:vAlign w:val="bottom"/>
          </w:tcPr>
          <w:p w14:paraId="139B5E86"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vAlign w:val="bottom"/>
          </w:tcPr>
          <w:p w14:paraId="4A85E623" w14:textId="1AE41FFB" w:rsidR="000F416B" w:rsidRPr="009E780D" w:rsidRDefault="000F416B" w:rsidP="000F416B">
            <w:pPr>
              <w:pStyle w:val="acctfourfigures"/>
              <w:shd w:val="clear" w:color="auto" w:fill="FFFFFF"/>
              <w:tabs>
                <w:tab w:val="clear" w:pos="765"/>
                <w:tab w:val="decimal" w:pos="525"/>
              </w:tabs>
              <w:spacing w:line="240" w:lineRule="atLeast"/>
              <w:ind w:left="-79" w:right="-79"/>
              <w:rPr>
                <w:szCs w:val="22"/>
                <w:lang w:val="en-US" w:bidi="th-TH"/>
              </w:rPr>
            </w:pPr>
            <w:r w:rsidRPr="009E780D">
              <w:rPr>
                <w:szCs w:val="22"/>
                <w:lang w:val="en-US" w:bidi="th-TH"/>
              </w:rPr>
              <w:t>-</w:t>
            </w:r>
          </w:p>
        </w:tc>
        <w:tc>
          <w:tcPr>
            <w:tcW w:w="84" w:type="pct"/>
            <w:vAlign w:val="bottom"/>
          </w:tcPr>
          <w:p w14:paraId="0DDAB40B"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vAlign w:val="bottom"/>
          </w:tcPr>
          <w:p w14:paraId="1A39CFFB" w14:textId="65087277" w:rsidR="000F416B" w:rsidRPr="009E780D" w:rsidRDefault="0045672F" w:rsidP="0045672F">
            <w:pPr>
              <w:pStyle w:val="acctfourfigures"/>
              <w:shd w:val="clear" w:color="auto" w:fill="FFFFFF"/>
              <w:tabs>
                <w:tab w:val="clear" w:pos="765"/>
                <w:tab w:val="decimal" w:pos="498"/>
              </w:tabs>
              <w:spacing w:line="240" w:lineRule="atLeast"/>
              <w:ind w:left="-79" w:right="-79"/>
              <w:rPr>
                <w:szCs w:val="22"/>
                <w:lang w:val="en-US" w:bidi="th-TH"/>
              </w:rPr>
            </w:pPr>
            <w:r>
              <w:rPr>
                <w:szCs w:val="22"/>
                <w:lang w:val="en-US" w:bidi="th-TH"/>
              </w:rPr>
              <w:t>-</w:t>
            </w:r>
          </w:p>
        </w:tc>
        <w:tc>
          <w:tcPr>
            <w:tcW w:w="84" w:type="pct"/>
            <w:vAlign w:val="bottom"/>
          </w:tcPr>
          <w:p w14:paraId="36EC9CB0" w14:textId="77777777"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6" w:type="pct"/>
            <w:vAlign w:val="bottom"/>
          </w:tcPr>
          <w:p w14:paraId="2E43D0DF" w14:textId="2029B7F1" w:rsidR="000F416B" w:rsidRPr="009E780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22,239</w:t>
            </w:r>
          </w:p>
        </w:tc>
      </w:tr>
      <w:tr w:rsidR="0045672F" w:rsidRPr="007F6C76" w14:paraId="243C30F8" w14:textId="77777777" w:rsidTr="00A55D91">
        <w:trPr>
          <w:cantSplit/>
          <w:trHeight w:val="216"/>
        </w:trPr>
        <w:tc>
          <w:tcPr>
            <w:tcW w:w="1437" w:type="pct"/>
            <w:vAlign w:val="bottom"/>
          </w:tcPr>
          <w:p w14:paraId="6381F62A" w14:textId="58787F8A" w:rsidR="0045672F" w:rsidRPr="002867BE" w:rsidRDefault="0045672F" w:rsidP="000F416B">
            <w:pPr>
              <w:spacing w:line="240" w:lineRule="atLeast"/>
              <w:ind w:left="72" w:right="-115" w:hanging="72"/>
              <w:rPr>
                <w:szCs w:val="22"/>
              </w:rPr>
            </w:pPr>
            <w:r>
              <w:rPr>
                <w:szCs w:val="22"/>
              </w:rPr>
              <w:t xml:space="preserve">Over time </w:t>
            </w:r>
          </w:p>
        </w:tc>
        <w:tc>
          <w:tcPr>
            <w:tcW w:w="518" w:type="pct"/>
            <w:tcBorders>
              <w:bottom w:val="single" w:sz="4" w:space="0" w:color="auto"/>
            </w:tcBorders>
            <w:vAlign w:val="bottom"/>
          </w:tcPr>
          <w:p w14:paraId="0BCD832D" w14:textId="428A7C62" w:rsidR="0045672F" w:rsidRDefault="0045672F" w:rsidP="000F416B">
            <w:pPr>
              <w:pStyle w:val="acctfourfigures"/>
              <w:shd w:val="clear" w:color="auto" w:fill="FFFFFF"/>
              <w:tabs>
                <w:tab w:val="clear" w:pos="765"/>
                <w:tab w:val="decimal" w:pos="542"/>
              </w:tabs>
              <w:spacing w:line="240" w:lineRule="atLeast"/>
              <w:ind w:left="-79" w:right="-79"/>
              <w:rPr>
                <w:szCs w:val="22"/>
                <w:lang w:val="en-US" w:bidi="th-TH"/>
              </w:rPr>
            </w:pPr>
            <w:r>
              <w:rPr>
                <w:szCs w:val="22"/>
                <w:lang w:val="en-US" w:bidi="th-TH"/>
              </w:rPr>
              <w:t>-</w:t>
            </w:r>
          </w:p>
        </w:tc>
        <w:tc>
          <w:tcPr>
            <w:tcW w:w="84" w:type="pct"/>
            <w:vAlign w:val="bottom"/>
          </w:tcPr>
          <w:p w14:paraId="662E079F" w14:textId="77777777" w:rsidR="0045672F" w:rsidRPr="009E780D" w:rsidRDefault="0045672F"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tcBorders>
              <w:bottom w:val="single" w:sz="4" w:space="0" w:color="auto"/>
            </w:tcBorders>
            <w:vAlign w:val="bottom"/>
          </w:tcPr>
          <w:p w14:paraId="0EE75A66" w14:textId="099F4E88" w:rsidR="0045672F" w:rsidRDefault="0045672F" w:rsidP="0045672F">
            <w:pPr>
              <w:pStyle w:val="acctfourfigures"/>
              <w:shd w:val="clear" w:color="auto" w:fill="FFFFFF"/>
              <w:tabs>
                <w:tab w:val="clear" w:pos="765"/>
                <w:tab w:val="decimal" w:pos="536"/>
              </w:tabs>
              <w:spacing w:line="240" w:lineRule="atLeast"/>
              <w:ind w:left="-79" w:right="-79"/>
              <w:rPr>
                <w:szCs w:val="22"/>
                <w:lang w:val="en-US" w:bidi="th-TH"/>
              </w:rPr>
            </w:pPr>
            <w:r>
              <w:rPr>
                <w:szCs w:val="22"/>
                <w:lang w:val="en-US" w:bidi="th-TH"/>
              </w:rPr>
              <w:t>-</w:t>
            </w:r>
          </w:p>
        </w:tc>
        <w:tc>
          <w:tcPr>
            <w:tcW w:w="84" w:type="pct"/>
            <w:vAlign w:val="bottom"/>
          </w:tcPr>
          <w:p w14:paraId="5C83A34A" w14:textId="77777777" w:rsidR="0045672F" w:rsidRPr="009E780D" w:rsidRDefault="0045672F"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tcBorders>
              <w:bottom w:val="single" w:sz="4" w:space="0" w:color="auto"/>
            </w:tcBorders>
            <w:vAlign w:val="bottom"/>
          </w:tcPr>
          <w:p w14:paraId="411C3C7A" w14:textId="284901E2" w:rsidR="0045672F" w:rsidRDefault="0045672F" w:rsidP="009653E2">
            <w:pPr>
              <w:pStyle w:val="acctfourfigures"/>
              <w:shd w:val="clear" w:color="auto" w:fill="FFFFFF"/>
              <w:tabs>
                <w:tab w:val="clear" w:pos="765"/>
                <w:tab w:val="decimal" w:pos="798"/>
              </w:tabs>
              <w:spacing w:line="240" w:lineRule="atLeast"/>
              <w:ind w:left="-79" w:right="-79"/>
              <w:rPr>
                <w:szCs w:val="22"/>
                <w:lang w:val="en-US" w:bidi="th-TH"/>
              </w:rPr>
            </w:pPr>
            <w:r>
              <w:rPr>
                <w:szCs w:val="22"/>
                <w:lang w:val="en-US" w:bidi="th-TH"/>
              </w:rPr>
              <w:t>29</w:t>
            </w:r>
            <w:r w:rsidR="009951E0">
              <w:rPr>
                <w:szCs w:val="22"/>
                <w:lang w:val="en-US" w:bidi="th-TH"/>
              </w:rPr>
              <w:t>6</w:t>
            </w:r>
            <w:r>
              <w:rPr>
                <w:szCs w:val="22"/>
                <w:lang w:val="en-US" w:bidi="th-TH"/>
              </w:rPr>
              <w:t>,</w:t>
            </w:r>
            <w:r w:rsidR="009951E0">
              <w:rPr>
                <w:szCs w:val="22"/>
                <w:lang w:val="en-US" w:bidi="th-TH"/>
              </w:rPr>
              <w:t>2</w:t>
            </w:r>
            <w:r>
              <w:rPr>
                <w:szCs w:val="22"/>
                <w:lang w:val="en-US" w:bidi="th-TH"/>
              </w:rPr>
              <w:t>80</w:t>
            </w:r>
          </w:p>
        </w:tc>
        <w:tc>
          <w:tcPr>
            <w:tcW w:w="84" w:type="pct"/>
            <w:vAlign w:val="bottom"/>
          </w:tcPr>
          <w:p w14:paraId="7348F20E" w14:textId="77777777" w:rsidR="0045672F" w:rsidRPr="009E780D" w:rsidRDefault="0045672F"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tcBorders>
              <w:bottom w:val="single" w:sz="4" w:space="0" w:color="auto"/>
            </w:tcBorders>
            <w:vAlign w:val="bottom"/>
          </w:tcPr>
          <w:p w14:paraId="507AE5D7" w14:textId="2D8D297D" w:rsidR="0045672F" w:rsidRPr="0045672F" w:rsidRDefault="0045672F" w:rsidP="0045672F">
            <w:pPr>
              <w:pStyle w:val="acctfourfigures"/>
              <w:shd w:val="clear" w:color="auto" w:fill="FFFFFF"/>
              <w:tabs>
                <w:tab w:val="clear" w:pos="765"/>
                <w:tab w:val="decimal" w:pos="855"/>
              </w:tabs>
              <w:spacing w:line="240" w:lineRule="atLeast"/>
              <w:ind w:left="-79" w:right="-79"/>
              <w:rPr>
                <w:szCs w:val="22"/>
                <w:lang w:val="en-US" w:bidi="th-TH"/>
              </w:rPr>
            </w:pPr>
            <w:r w:rsidRPr="0045672F">
              <w:rPr>
                <w:szCs w:val="22"/>
                <w:lang w:val="en-US" w:bidi="th-TH"/>
              </w:rPr>
              <w:t>299,329</w:t>
            </w:r>
          </w:p>
        </w:tc>
        <w:tc>
          <w:tcPr>
            <w:tcW w:w="84" w:type="pct"/>
            <w:vAlign w:val="bottom"/>
          </w:tcPr>
          <w:p w14:paraId="15D05288" w14:textId="77777777" w:rsidR="0045672F" w:rsidRPr="009E780D" w:rsidRDefault="0045672F"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4" w:type="pct"/>
            <w:tcBorders>
              <w:bottom w:val="single" w:sz="4" w:space="0" w:color="auto"/>
            </w:tcBorders>
            <w:vAlign w:val="bottom"/>
          </w:tcPr>
          <w:p w14:paraId="73FAF4AF" w14:textId="634E01F8" w:rsidR="0045672F" w:rsidRDefault="0045672F"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29</w:t>
            </w:r>
            <w:r w:rsidR="009951E0">
              <w:rPr>
                <w:szCs w:val="22"/>
                <w:lang w:val="en-US" w:bidi="th-TH"/>
              </w:rPr>
              <w:t>6</w:t>
            </w:r>
            <w:r>
              <w:rPr>
                <w:szCs w:val="22"/>
                <w:lang w:val="en-US" w:bidi="th-TH"/>
              </w:rPr>
              <w:t>,</w:t>
            </w:r>
            <w:r w:rsidR="009951E0">
              <w:rPr>
                <w:szCs w:val="22"/>
                <w:lang w:val="en-US" w:bidi="th-TH"/>
              </w:rPr>
              <w:t>2</w:t>
            </w:r>
            <w:r>
              <w:rPr>
                <w:szCs w:val="22"/>
                <w:lang w:val="en-US" w:bidi="th-TH"/>
              </w:rPr>
              <w:t>80</w:t>
            </w:r>
          </w:p>
        </w:tc>
        <w:tc>
          <w:tcPr>
            <w:tcW w:w="84" w:type="pct"/>
            <w:vAlign w:val="bottom"/>
          </w:tcPr>
          <w:p w14:paraId="7D89D023" w14:textId="77777777" w:rsidR="0045672F" w:rsidRPr="009E780D" w:rsidRDefault="0045672F"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526" w:type="pct"/>
            <w:tcBorders>
              <w:bottom w:val="single" w:sz="4" w:space="0" w:color="auto"/>
            </w:tcBorders>
            <w:vAlign w:val="bottom"/>
          </w:tcPr>
          <w:p w14:paraId="2B02C494" w14:textId="45EAC95E" w:rsidR="0045672F" w:rsidRDefault="0045672F"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299,329</w:t>
            </w:r>
          </w:p>
        </w:tc>
      </w:tr>
      <w:tr w:rsidR="0045672F" w:rsidRPr="007F6C76" w14:paraId="2B9B4620" w14:textId="77777777" w:rsidTr="00A55D91">
        <w:trPr>
          <w:cantSplit/>
          <w:trHeight w:val="216"/>
        </w:trPr>
        <w:tc>
          <w:tcPr>
            <w:tcW w:w="1437" w:type="pct"/>
            <w:vAlign w:val="bottom"/>
          </w:tcPr>
          <w:p w14:paraId="0B7B636A" w14:textId="09AA0EEF" w:rsidR="0045672F" w:rsidRPr="002867BE" w:rsidRDefault="0045672F" w:rsidP="0045672F">
            <w:pPr>
              <w:spacing w:line="240" w:lineRule="atLeast"/>
              <w:ind w:left="72" w:right="-115" w:hanging="72"/>
              <w:rPr>
                <w:szCs w:val="22"/>
              </w:rPr>
            </w:pPr>
            <w:r>
              <w:rPr>
                <w:szCs w:val="22"/>
              </w:rPr>
              <w:t>Total revenue</w:t>
            </w:r>
          </w:p>
        </w:tc>
        <w:tc>
          <w:tcPr>
            <w:tcW w:w="518" w:type="pct"/>
            <w:tcBorders>
              <w:top w:val="single" w:sz="4" w:space="0" w:color="auto"/>
              <w:bottom w:val="double" w:sz="4" w:space="0" w:color="auto"/>
            </w:tcBorders>
            <w:vAlign w:val="bottom"/>
          </w:tcPr>
          <w:p w14:paraId="17A18738" w14:textId="55D28E06" w:rsidR="0045672F" w:rsidRPr="0045672F" w:rsidRDefault="0045672F" w:rsidP="0045672F">
            <w:pPr>
              <w:pStyle w:val="acctfourfigures"/>
              <w:shd w:val="clear" w:color="auto" w:fill="FFFFFF"/>
              <w:tabs>
                <w:tab w:val="clear" w:pos="765"/>
                <w:tab w:val="decimal" w:pos="542"/>
              </w:tabs>
              <w:spacing w:line="240" w:lineRule="atLeast"/>
              <w:ind w:left="-79" w:right="-79"/>
              <w:rPr>
                <w:b/>
                <w:bCs/>
                <w:szCs w:val="22"/>
                <w:lang w:val="en-US" w:bidi="th-TH"/>
              </w:rPr>
            </w:pPr>
            <w:r w:rsidRPr="0045672F">
              <w:rPr>
                <w:b/>
                <w:bCs/>
                <w:szCs w:val="22"/>
                <w:lang w:val="en-US" w:bidi="th-TH"/>
              </w:rPr>
              <w:t>-</w:t>
            </w:r>
          </w:p>
        </w:tc>
        <w:tc>
          <w:tcPr>
            <w:tcW w:w="84" w:type="pct"/>
            <w:vAlign w:val="bottom"/>
          </w:tcPr>
          <w:p w14:paraId="2ACD1B2E" w14:textId="77777777" w:rsidR="0045672F" w:rsidRPr="0045672F" w:rsidRDefault="0045672F" w:rsidP="0045672F">
            <w:pPr>
              <w:pStyle w:val="acctfourfigures"/>
              <w:shd w:val="clear" w:color="auto" w:fill="FFFFFF"/>
              <w:tabs>
                <w:tab w:val="clear" w:pos="765"/>
                <w:tab w:val="decimal" w:pos="860"/>
              </w:tabs>
              <w:spacing w:line="240" w:lineRule="atLeast"/>
              <w:ind w:left="-79" w:right="-79"/>
              <w:rPr>
                <w:b/>
                <w:bCs/>
                <w:szCs w:val="22"/>
                <w:lang w:val="en-US" w:bidi="th-TH"/>
              </w:rPr>
            </w:pPr>
          </w:p>
        </w:tc>
        <w:tc>
          <w:tcPr>
            <w:tcW w:w="524" w:type="pct"/>
            <w:tcBorders>
              <w:top w:val="single" w:sz="4" w:space="0" w:color="auto"/>
              <w:bottom w:val="double" w:sz="4" w:space="0" w:color="auto"/>
            </w:tcBorders>
            <w:vAlign w:val="bottom"/>
          </w:tcPr>
          <w:p w14:paraId="19987128" w14:textId="16E2F611" w:rsidR="0045672F" w:rsidRPr="0045672F" w:rsidRDefault="0045672F" w:rsidP="0045672F">
            <w:pPr>
              <w:pStyle w:val="acctfourfigures"/>
              <w:shd w:val="clear" w:color="auto" w:fill="FFFFFF"/>
              <w:tabs>
                <w:tab w:val="clear" w:pos="765"/>
                <w:tab w:val="decimal" w:pos="860"/>
              </w:tabs>
              <w:spacing w:line="240" w:lineRule="atLeast"/>
              <w:ind w:left="-79" w:right="-79"/>
              <w:rPr>
                <w:b/>
                <w:bCs/>
                <w:szCs w:val="22"/>
                <w:lang w:val="en-US" w:bidi="th-TH"/>
              </w:rPr>
            </w:pPr>
            <w:r w:rsidRPr="0045672F">
              <w:rPr>
                <w:b/>
                <w:bCs/>
                <w:szCs w:val="22"/>
                <w:lang w:val="en-US" w:bidi="th-TH"/>
              </w:rPr>
              <w:t>22,239</w:t>
            </w:r>
          </w:p>
        </w:tc>
        <w:tc>
          <w:tcPr>
            <w:tcW w:w="84" w:type="pct"/>
            <w:vAlign w:val="bottom"/>
          </w:tcPr>
          <w:p w14:paraId="0839BCEA" w14:textId="77777777" w:rsidR="0045672F" w:rsidRPr="0045672F" w:rsidRDefault="0045672F" w:rsidP="0045672F">
            <w:pPr>
              <w:pStyle w:val="acctfourfigures"/>
              <w:shd w:val="clear" w:color="auto" w:fill="FFFFFF"/>
              <w:tabs>
                <w:tab w:val="clear" w:pos="765"/>
                <w:tab w:val="decimal" w:pos="860"/>
              </w:tabs>
              <w:spacing w:line="240" w:lineRule="atLeast"/>
              <w:ind w:left="-79" w:right="-79"/>
              <w:rPr>
                <w:b/>
                <w:bCs/>
                <w:szCs w:val="22"/>
                <w:lang w:val="en-US" w:bidi="th-TH"/>
              </w:rPr>
            </w:pPr>
          </w:p>
        </w:tc>
        <w:tc>
          <w:tcPr>
            <w:tcW w:w="524" w:type="pct"/>
            <w:tcBorders>
              <w:top w:val="single" w:sz="4" w:space="0" w:color="auto"/>
              <w:bottom w:val="double" w:sz="4" w:space="0" w:color="auto"/>
            </w:tcBorders>
            <w:vAlign w:val="bottom"/>
          </w:tcPr>
          <w:p w14:paraId="2A110505" w14:textId="01A69A73" w:rsidR="0045672F" w:rsidRPr="0045672F" w:rsidRDefault="0045672F" w:rsidP="0045672F">
            <w:pPr>
              <w:pStyle w:val="acctfourfigures"/>
              <w:shd w:val="clear" w:color="auto" w:fill="FFFFFF"/>
              <w:tabs>
                <w:tab w:val="clear" w:pos="765"/>
                <w:tab w:val="decimal" w:pos="798"/>
              </w:tabs>
              <w:spacing w:line="240" w:lineRule="atLeast"/>
              <w:ind w:left="-79" w:right="-79"/>
              <w:rPr>
                <w:b/>
                <w:bCs/>
                <w:szCs w:val="22"/>
                <w:lang w:val="en-US" w:bidi="th-TH"/>
              </w:rPr>
            </w:pPr>
            <w:r>
              <w:rPr>
                <w:b/>
                <w:bCs/>
                <w:szCs w:val="22"/>
                <w:lang w:val="en-US" w:bidi="th-TH"/>
              </w:rPr>
              <w:t>29</w:t>
            </w:r>
            <w:r w:rsidR="009951E0">
              <w:rPr>
                <w:b/>
                <w:bCs/>
                <w:szCs w:val="22"/>
                <w:lang w:val="en-US" w:bidi="th-TH"/>
              </w:rPr>
              <w:t>6</w:t>
            </w:r>
            <w:r>
              <w:rPr>
                <w:b/>
                <w:bCs/>
                <w:szCs w:val="22"/>
                <w:lang w:val="en-US" w:bidi="th-TH"/>
              </w:rPr>
              <w:t>,</w:t>
            </w:r>
            <w:r w:rsidR="009951E0">
              <w:rPr>
                <w:b/>
                <w:bCs/>
                <w:szCs w:val="22"/>
                <w:lang w:val="en-US" w:bidi="th-TH"/>
              </w:rPr>
              <w:t>2</w:t>
            </w:r>
            <w:r>
              <w:rPr>
                <w:b/>
                <w:bCs/>
                <w:szCs w:val="22"/>
                <w:lang w:val="en-US" w:bidi="th-TH"/>
              </w:rPr>
              <w:t>80</w:t>
            </w:r>
          </w:p>
        </w:tc>
        <w:tc>
          <w:tcPr>
            <w:tcW w:w="84" w:type="pct"/>
            <w:vAlign w:val="bottom"/>
          </w:tcPr>
          <w:p w14:paraId="69FA6A81" w14:textId="77777777" w:rsidR="0045672F" w:rsidRPr="0045672F" w:rsidRDefault="0045672F" w:rsidP="0045672F">
            <w:pPr>
              <w:pStyle w:val="acctfourfigures"/>
              <w:shd w:val="clear" w:color="auto" w:fill="FFFFFF"/>
              <w:tabs>
                <w:tab w:val="clear" w:pos="765"/>
                <w:tab w:val="decimal" w:pos="860"/>
              </w:tabs>
              <w:spacing w:line="240" w:lineRule="atLeast"/>
              <w:ind w:left="-79" w:right="-79"/>
              <w:rPr>
                <w:b/>
                <w:bCs/>
                <w:szCs w:val="22"/>
                <w:lang w:val="en-US" w:bidi="th-TH"/>
              </w:rPr>
            </w:pPr>
          </w:p>
        </w:tc>
        <w:tc>
          <w:tcPr>
            <w:tcW w:w="524" w:type="pct"/>
            <w:tcBorders>
              <w:top w:val="single" w:sz="4" w:space="0" w:color="auto"/>
              <w:bottom w:val="double" w:sz="4" w:space="0" w:color="auto"/>
            </w:tcBorders>
            <w:vAlign w:val="bottom"/>
          </w:tcPr>
          <w:p w14:paraId="46D4C0F6" w14:textId="5DB028D7" w:rsidR="0045672F" w:rsidRPr="0045672F" w:rsidRDefault="0045672F" w:rsidP="0045672F">
            <w:pPr>
              <w:pStyle w:val="acctfourfigures"/>
              <w:shd w:val="clear" w:color="auto" w:fill="FFFFFF"/>
              <w:tabs>
                <w:tab w:val="clear" w:pos="765"/>
                <w:tab w:val="decimal" w:pos="855"/>
              </w:tabs>
              <w:spacing w:line="240" w:lineRule="atLeast"/>
              <w:ind w:left="-79" w:right="-79"/>
              <w:rPr>
                <w:b/>
                <w:bCs/>
                <w:szCs w:val="22"/>
                <w:lang w:val="en-US" w:bidi="th-TH"/>
              </w:rPr>
            </w:pPr>
            <w:r w:rsidRPr="0045672F">
              <w:rPr>
                <w:b/>
                <w:bCs/>
                <w:szCs w:val="22"/>
                <w:lang w:val="en-US" w:bidi="th-TH"/>
              </w:rPr>
              <w:t>299,329</w:t>
            </w:r>
          </w:p>
        </w:tc>
        <w:tc>
          <w:tcPr>
            <w:tcW w:w="84" w:type="pct"/>
            <w:vAlign w:val="bottom"/>
          </w:tcPr>
          <w:p w14:paraId="6AFB7EFF" w14:textId="77777777" w:rsidR="0045672F" w:rsidRPr="0045672F" w:rsidRDefault="0045672F" w:rsidP="0045672F">
            <w:pPr>
              <w:pStyle w:val="acctfourfigures"/>
              <w:shd w:val="clear" w:color="auto" w:fill="FFFFFF"/>
              <w:tabs>
                <w:tab w:val="clear" w:pos="765"/>
                <w:tab w:val="decimal" w:pos="860"/>
              </w:tabs>
              <w:spacing w:line="240" w:lineRule="atLeast"/>
              <w:ind w:left="-79" w:right="-79"/>
              <w:rPr>
                <w:b/>
                <w:bCs/>
                <w:szCs w:val="22"/>
                <w:lang w:val="en-US" w:bidi="th-TH"/>
              </w:rPr>
            </w:pPr>
          </w:p>
        </w:tc>
        <w:tc>
          <w:tcPr>
            <w:tcW w:w="524" w:type="pct"/>
            <w:tcBorders>
              <w:top w:val="single" w:sz="4" w:space="0" w:color="auto"/>
              <w:bottom w:val="double" w:sz="4" w:space="0" w:color="auto"/>
            </w:tcBorders>
            <w:vAlign w:val="bottom"/>
          </w:tcPr>
          <w:p w14:paraId="4D43F07A" w14:textId="433163B3" w:rsidR="0045672F" w:rsidRPr="0045672F" w:rsidRDefault="0045672F" w:rsidP="0045672F">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29</w:t>
            </w:r>
            <w:r w:rsidR="009951E0">
              <w:rPr>
                <w:b/>
                <w:bCs/>
                <w:szCs w:val="22"/>
                <w:lang w:val="en-US" w:bidi="th-TH"/>
              </w:rPr>
              <w:t>6</w:t>
            </w:r>
            <w:r>
              <w:rPr>
                <w:b/>
                <w:bCs/>
                <w:szCs w:val="22"/>
                <w:lang w:val="en-US" w:bidi="th-TH"/>
              </w:rPr>
              <w:t>,</w:t>
            </w:r>
            <w:r w:rsidR="009951E0">
              <w:rPr>
                <w:b/>
                <w:bCs/>
                <w:szCs w:val="22"/>
                <w:lang w:val="en-US" w:bidi="th-TH"/>
              </w:rPr>
              <w:t>2</w:t>
            </w:r>
            <w:r>
              <w:rPr>
                <w:b/>
                <w:bCs/>
                <w:szCs w:val="22"/>
                <w:lang w:val="en-US" w:bidi="th-TH"/>
              </w:rPr>
              <w:t>80</w:t>
            </w:r>
          </w:p>
        </w:tc>
        <w:tc>
          <w:tcPr>
            <w:tcW w:w="84" w:type="pct"/>
            <w:vAlign w:val="bottom"/>
          </w:tcPr>
          <w:p w14:paraId="426D4B44" w14:textId="77777777" w:rsidR="0045672F" w:rsidRPr="0045672F" w:rsidRDefault="0045672F" w:rsidP="0045672F">
            <w:pPr>
              <w:pStyle w:val="acctfourfigures"/>
              <w:shd w:val="clear" w:color="auto" w:fill="FFFFFF"/>
              <w:tabs>
                <w:tab w:val="clear" w:pos="765"/>
                <w:tab w:val="decimal" w:pos="860"/>
              </w:tabs>
              <w:spacing w:line="240" w:lineRule="atLeast"/>
              <w:ind w:left="-79" w:right="-79"/>
              <w:rPr>
                <w:b/>
                <w:bCs/>
                <w:szCs w:val="22"/>
                <w:lang w:val="en-US" w:bidi="th-TH"/>
              </w:rPr>
            </w:pPr>
          </w:p>
        </w:tc>
        <w:tc>
          <w:tcPr>
            <w:tcW w:w="526" w:type="pct"/>
            <w:tcBorders>
              <w:top w:val="single" w:sz="4" w:space="0" w:color="auto"/>
              <w:bottom w:val="double" w:sz="4" w:space="0" w:color="auto"/>
            </w:tcBorders>
            <w:vAlign w:val="bottom"/>
          </w:tcPr>
          <w:p w14:paraId="75ED4C76" w14:textId="4E3ED40D" w:rsidR="0045672F" w:rsidRPr="0045672F" w:rsidRDefault="0045672F" w:rsidP="0045672F">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321,568</w:t>
            </w:r>
          </w:p>
        </w:tc>
      </w:tr>
    </w:tbl>
    <w:p w14:paraId="5DF12B21" w14:textId="77777777" w:rsidR="00F058B3" w:rsidRDefault="00F058B3" w:rsidP="00F058B3">
      <w:pPr>
        <w:spacing w:line="240" w:lineRule="atLeast"/>
        <w:jc w:val="thaiDistribute"/>
        <w:rPr>
          <w:rFonts w:cstheme="minorBidi"/>
          <w:szCs w:val="28"/>
          <w:lang w:val="en-AU" w:bidi="th-TH"/>
        </w:rPr>
      </w:pPr>
    </w:p>
    <w:p w14:paraId="1A23C3C9" w14:textId="77777777" w:rsidR="000F416B" w:rsidRDefault="000F416B">
      <w:r>
        <w:br w:type="page"/>
      </w:r>
    </w:p>
    <w:tbl>
      <w:tblPr>
        <w:tblW w:w="5077" w:type="pct"/>
        <w:tblInd w:w="450" w:type="dxa"/>
        <w:tblCellMar>
          <w:left w:w="79" w:type="dxa"/>
          <w:right w:w="79" w:type="dxa"/>
        </w:tblCellMar>
        <w:tblLook w:val="0000" w:firstRow="0" w:lastRow="0" w:firstColumn="0" w:lastColumn="0" w:noHBand="0" w:noVBand="0"/>
      </w:tblPr>
      <w:tblGrid>
        <w:gridCol w:w="2790"/>
        <w:gridCol w:w="1018"/>
        <w:gridCol w:w="164"/>
        <w:gridCol w:w="1018"/>
        <w:gridCol w:w="164"/>
        <w:gridCol w:w="1018"/>
        <w:gridCol w:w="164"/>
        <w:gridCol w:w="1018"/>
        <w:gridCol w:w="164"/>
        <w:gridCol w:w="1038"/>
        <w:gridCol w:w="164"/>
        <w:gridCol w:w="1031"/>
      </w:tblGrid>
      <w:tr w:rsidR="00A55D91" w:rsidRPr="002867BE" w14:paraId="0B78CFE6" w14:textId="77777777" w:rsidTr="00A55D91">
        <w:trPr>
          <w:cantSplit/>
        </w:trPr>
        <w:tc>
          <w:tcPr>
            <w:tcW w:w="1431" w:type="pct"/>
            <w:vAlign w:val="bottom"/>
          </w:tcPr>
          <w:p w14:paraId="796072DD" w14:textId="52E47693" w:rsidR="00A55D91" w:rsidRPr="00F94E44" w:rsidRDefault="00A55D91" w:rsidP="00A55D91">
            <w:pPr>
              <w:shd w:val="clear" w:color="auto" w:fill="FFFFFF"/>
              <w:spacing w:line="240" w:lineRule="atLeast"/>
              <w:ind w:right="-79"/>
              <w:rPr>
                <w:b/>
                <w:bCs/>
                <w:i/>
                <w:iCs/>
                <w:szCs w:val="22"/>
              </w:rPr>
            </w:pPr>
            <w:r w:rsidRPr="002867BE">
              <w:rPr>
                <w:b/>
                <w:bCs/>
                <w:i/>
                <w:iCs/>
                <w:szCs w:val="22"/>
              </w:rPr>
              <w:lastRenderedPageBreak/>
              <w:t xml:space="preserve">For the </w:t>
            </w:r>
            <w:r w:rsidR="00C74132">
              <w:rPr>
                <w:b/>
                <w:bCs/>
                <w:i/>
                <w:iCs/>
                <w:szCs w:val="22"/>
              </w:rPr>
              <w:t>nine</w:t>
            </w:r>
            <w:r w:rsidRPr="002867BE">
              <w:rPr>
                <w:b/>
                <w:bCs/>
                <w:i/>
                <w:iCs/>
                <w:szCs w:val="22"/>
              </w:rPr>
              <w:t>-month</w:t>
            </w:r>
            <w:r>
              <w:rPr>
                <w:b/>
                <w:bCs/>
                <w:i/>
                <w:iCs/>
                <w:szCs w:val="22"/>
              </w:rPr>
              <w:t xml:space="preserve">   </w:t>
            </w:r>
          </w:p>
        </w:tc>
        <w:tc>
          <w:tcPr>
            <w:tcW w:w="1128" w:type="pct"/>
            <w:gridSpan w:val="3"/>
          </w:tcPr>
          <w:p w14:paraId="04238E69" w14:textId="77777777" w:rsidR="00A55D91" w:rsidRPr="002867BE" w:rsidRDefault="00A55D91" w:rsidP="00A55D91">
            <w:pPr>
              <w:pStyle w:val="acctmergecolhdg"/>
              <w:shd w:val="clear" w:color="auto" w:fill="FFFFFF"/>
              <w:spacing w:line="240" w:lineRule="atLeast"/>
              <w:rPr>
                <w:bCs/>
                <w:szCs w:val="22"/>
              </w:rPr>
            </w:pPr>
            <w:r w:rsidRPr="002867BE">
              <w:rPr>
                <w:bCs/>
                <w:szCs w:val="22"/>
              </w:rPr>
              <w:t>Real estate</w:t>
            </w:r>
          </w:p>
          <w:p w14:paraId="631B0B03" w14:textId="77777777" w:rsidR="00A55D91" w:rsidRPr="002867BE" w:rsidRDefault="00A55D91" w:rsidP="00A55D91">
            <w:pPr>
              <w:pStyle w:val="acctfourfigures"/>
              <w:tabs>
                <w:tab w:val="clear" w:pos="765"/>
                <w:tab w:val="decimal" w:pos="731"/>
              </w:tabs>
              <w:spacing w:line="240" w:lineRule="atLeast"/>
              <w:ind w:right="11"/>
              <w:jc w:val="center"/>
              <w:rPr>
                <w:b/>
                <w:bCs/>
                <w:szCs w:val="22"/>
              </w:rPr>
            </w:pPr>
            <w:r w:rsidRPr="002867BE">
              <w:rPr>
                <w:b/>
                <w:bCs/>
                <w:szCs w:val="22"/>
              </w:rPr>
              <w:t>for sale business</w:t>
            </w:r>
          </w:p>
        </w:tc>
        <w:tc>
          <w:tcPr>
            <w:tcW w:w="84" w:type="pct"/>
          </w:tcPr>
          <w:p w14:paraId="1F826D20" w14:textId="77777777" w:rsidR="00A55D91" w:rsidRPr="002867BE" w:rsidRDefault="00A55D91" w:rsidP="00A55D91">
            <w:pPr>
              <w:pStyle w:val="acctfourfigures"/>
              <w:tabs>
                <w:tab w:val="clear" w:pos="765"/>
                <w:tab w:val="decimal" w:pos="731"/>
              </w:tabs>
              <w:spacing w:line="240" w:lineRule="atLeast"/>
              <w:ind w:right="11"/>
              <w:jc w:val="center"/>
              <w:rPr>
                <w:b/>
                <w:bCs/>
                <w:szCs w:val="22"/>
              </w:rPr>
            </w:pPr>
          </w:p>
        </w:tc>
        <w:tc>
          <w:tcPr>
            <w:tcW w:w="1128" w:type="pct"/>
            <w:gridSpan w:val="3"/>
          </w:tcPr>
          <w:p w14:paraId="69A121D7" w14:textId="77777777" w:rsidR="00A55D91" w:rsidRPr="002867BE" w:rsidRDefault="00A55D91" w:rsidP="00A55D91">
            <w:pPr>
              <w:pStyle w:val="acctfourfigures"/>
              <w:tabs>
                <w:tab w:val="clear" w:pos="765"/>
                <w:tab w:val="decimal" w:pos="1001"/>
              </w:tabs>
              <w:spacing w:line="240" w:lineRule="atLeast"/>
              <w:ind w:right="11"/>
              <w:jc w:val="center"/>
              <w:rPr>
                <w:b/>
                <w:bCs/>
                <w:szCs w:val="22"/>
              </w:rPr>
            </w:pPr>
            <w:r w:rsidRPr="002867BE">
              <w:rPr>
                <w:b/>
                <w:bCs/>
                <w:szCs w:val="22"/>
              </w:rPr>
              <w:t>Real estate for rental and service business</w:t>
            </w:r>
          </w:p>
        </w:tc>
        <w:tc>
          <w:tcPr>
            <w:tcW w:w="84" w:type="pct"/>
          </w:tcPr>
          <w:p w14:paraId="659C1E4E" w14:textId="77777777" w:rsidR="00A55D91" w:rsidRPr="002867BE" w:rsidRDefault="00A55D91" w:rsidP="00A55D91">
            <w:pPr>
              <w:pStyle w:val="acctfourfigures"/>
              <w:spacing w:line="240" w:lineRule="atLeast"/>
              <w:jc w:val="center"/>
              <w:rPr>
                <w:b/>
                <w:bCs/>
                <w:szCs w:val="22"/>
              </w:rPr>
            </w:pPr>
          </w:p>
        </w:tc>
        <w:tc>
          <w:tcPr>
            <w:tcW w:w="1145" w:type="pct"/>
            <w:gridSpan w:val="3"/>
          </w:tcPr>
          <w:p w14:paraId="31437113" w14:textId="77777777" w:rsidR="00A55D91" w:rsidRPr="002867BE" w:rsidRDefault="00A55D91" w:rsidP="00A55D91">
            <w:pPr>
              <w:pStyle w:val="acctfourfigures"/>
              <w:tabs>
                <w:tab w:val="clear" w:pos="765"/>
                <w:tab w:val="decimal" w:pos="-59"/>
              </w:tabs>
              <w:spacing w:line="240" w:lineRule="atLeast"/>
              <w:ind w:left="-59" w:right="-76"/>
              <w:jc w:val="center"/>
              <w:rPr>
                <w:b/>
                <w:bCs/>
                <w:szCs w:val="22"/>
              </w:rPr>
            </w:pPr>
          </w:p>
          <w:p w14:paraId="0355BE79" w14:textId="77777777" w:rsidR="00A55D91" w:rsidRPr="002867BE" w:rsidRDefault="00A55D91" w:rsidP="00A55D91">
            <w:pPr>
              <w:pStyle w:val="acctfourfigures"/>
              <w:tabs>
                <w:tab w:val="clear" w:pos="765"/>
                <w:tab w:val="decimal" w:pos="-59"/>
              </w:tabs>
              <w:spacing w:line="240" w:lineRule="atLeast"/>
              <w:ind w:left="-59" w:right="-76"/>
              <w:jc w:val="center"/>
              <w:rPr>
                <w:b/>
                <w:bCs/>
                <w:szCs w:val="22"/>
              </w:rPr>
            </w:pPr>
            <w:r w:rsidRPr="002867BE">
              <w:rPr>
                <w:b/>
                <w:bCs/>
                <w:szCs w:val="22"/>
              </w:rPr>
              <w:t>Total</w:t>
            </w:r>
          </w:p>
        </w:tc>
      </w:tr>
      <w:tr w:rsidR="00A55D91" w:rsidRPr="002867BE" w14:paraId="66F06840" w14:textId="77777777" w:rsidTr="00A55D91">
        <w:trPr>
          <w:cantSplit/>
        </w:trPr>
        <w:tc>
          <w:tcPr>
            <w:tcW w:w="1431" w:type="pct"/>
          </w:tcPr>
          <w:p w14:paraId="30E7305E" w14:textId="3051966E" w:rsidR="00A55D91" w:rsidRPr="009113D3" w:rsidRDefault="00A55D91" w:rsidP="00A55D91">
            <w:pPr>
              <w:spacing w:line="240" w:lineRule="atLeast"/>
              <w:rPr>
                <w:szCs w:val="22"/>
              </w:rPr>
            </w:pPr>
            <w:r>
              <w:rPr>
                <w:b/>
                <w:bCs/>
                <w:i/>
                <w:iCs/>
                <w:szCs w:val="22"/>
              </w:rPr>
              <w:t xml:space="preserve"> </w:t>
            </w:r>
            <w:r w:rsidRPr="009113D3">
              <w:rPr>
                <w:b/>
                <w:bCs/>
                <w:i/>
                <w:iCs/>
                <w:szCs w:val="22"/>
              </w:rPr>
              <w:t>period ended</w:t>
            </w:r>
            <w:r>
              <w:rPr>
                <w:b/>
                <w:bCs/>
                <w:i/>
                <w:iCs/>
                <w:szCs w:val="22"/>
              </w:rPr>
              <w:t xml:space="preserve"> 30 September</w:t>
            </w:r>
          </w:p>
        </w:tc>
        <w:tc>
          <w:tcPr>
            <w:tcW w:w="522" w:type="pct"/>
          </w:tcPr>
          <w:p w14:paraId="303760BD" w14:textId="2B072D91" w:rsidR="00A55D91" w:rsidRPr="002867BE" w:rsidRDefault="00A55D91" w:rsidP="00A55D91">
            <w:pPr>
              <w:pStyle w:val="acctmergecolhdg"/>
              <w:spacing w:line="240" w:lineRule="atLeast"/>
              <w:rPr>
                <w:b w:val="0"/>
                <w:bCs/>
                <w:szCs w:val="22"/>
              </w:rPr>
            </w:pPr>
            <w:r w:rsidRPr="002867BE">
              <w:rPr>
                <w:b w:val="0"/>
                <w:bCs/>
                <w:szCs w:val="22"/>
              </w:rPr>
              <w:t>20</w:t>
            </w:r>
            <w:r>
              <w:rPr>
                <w:b w:val="0"/>
                <w:bCs/>
                <w:szCs w:val="22"/>
              </w:rPr>
              <w:t>20</w:t>
            </w:r>
          </w:p>
        </w:tc>
        <w:tc>
          <w:tcPr>
            <w:tcW w:w="84" w:type="pct"/>
          </w:tcPr>
          <w:p w14:paraId="5786FD4A" w14:textId="77777777" w:rsidR="00A55D91" w:rsidRPr="002867BE" w:rsidRDefault="00A55D91" w:rsidP="00A55D91">
            <w:pPr>
              <w:pStyle w:val="acctmergecolhdg"/>
              <w:spacing w:line="240" w:lineRule="atLeast"/>
              <w:rPr>
                <w:b w:val="0"/>
                <w:bCs/>
                <w:szCs w:val="22"/>
              </w:rPr>
            </w:pPr>
          </w:p>
        </w:tc>
        <w:tc>
          <w:tcPr>
            <w:tcW w:w="522" w:type="pct"/>
          </w:tcPr>
          <w:p w14:paraId="70AFD66C" w14:textId="3F86BE02" w:rsidR="00A55D91" w:rsidRPr="002867BE" w:rsidRDefault="00A55D91" w:rsidP="00A55D91">
            <w:pPr>
              <w:pStyle w:val="acctmergecolhdg"/>
              <w:spacing w:line="240" w:lineRule="atLeast"/>
              <w:rPr>
                <w:b w:val="0"/>
                <w:bCs/>
                <w:szCs w:val="22"/>
              </w:rPr>
            </w:pPr>
            <w:r w:rsidRPr="002867BE">
              <w:rPr>
                <w:b w:val="0"/>
                <w:bCs/>
                <w:szCs w:val="22"/>
              </w:rPr>
              <w:t>201</w:t>
            </w:r>
            <w:r>
              <w:rPr>
                <w:b w:val="0"/>
                <w:bCs/>
                <w:szCs w:val="22"/>
              </w:rPr>
              <w:t>9</w:t>
            </w:r>
          </w:p>
        </w:tc>
        <w:tc>
          <w:tcPr>
            <w:tcW w:w="84" w:type="pct"/>
          </w:tcPr>
          <w:p w14:paraId="24C1E592" w14:textId="77777777" w:rsidR="00A55D91" w:rsidRPr="002867BE" w:rsidRDefault="00A55D91" w:rsidP="00A55D91">
            <w:pPr>
              <w:pStyle w:val="acctmergecolhdg"/>
              <w:spacing w:line="240" w:lineRule="atLeast"/>
              <w:rPr>
                <w:b w:val="0"/>
                <w:bCs/>
                <w:szCs w:val="22"/>
              </w:rPr>
            </w:pPr>
          </w:p>
        </w:tc>
        <w:tc>
          <w:tcPr>
            <w:tcW w:w="522" w:type="pct"/>
          </w:tcPr>
          <w:p w14:paraId="3D90E117" w14:textId="08F95DE5" w:rsidR="00A55D91" w:rsidRPr="002867BE" w:rsidRDefault="00A55D91" w:rsidP="00A55D91">
            <w:pPr>
              <w:pStyle w:val="acctmergecolhdg"/>
              <w:spacing w:line="240" w:lineRule="atLeast"/>
              <w:rPr>
                <w:b w:val="0"/>
                <w:bCs/>
                <w:szCs w:val="22"/>
              </w:rPr>
            </w:pPr>
            <w:r w:rsidRPr="002867BE">
              <w:rPr>
                <w:b w:val="0"/>
                <w:bCs/>
                <w:szCs w:val="22"/>
              </w:rPr>
              <w:t>20</w:t>
            </w:r>
            <w:r>
              <w:rPr>
                <w:b w:val="0"/>
                <w:bCs/>
                <w:szCs w:val="22"/>
              </w:rPr>
              <w:t>20</w:t>
            </w:r>
          </w:p>
        </w:tc>
        <w:tc>
          <w:tcPr>
            <w:tcW w:w="84" w:type="pct"/>
          </w:tcPr>
          <w:p w14:paraId="7A17FB08" w14:textId="77777777" w:rsidR="00A55D91" w:rsidRPr="002867BE" w:rsidRDefault="00A55D91" w:rsidP="00A55D91">
            <w:pPr>
              <w:pStyle w:val="acctmergecolhdg"/>
              <w:spacing w:line="240" w:lineRule="atLeast"/>
              <w:rPr>
                <w:b w:val="0"/>
                <w:bCs/>
                <w:szCs w:val="22"/>
              </w:rPr>
            </w:pPr>
          </w:p>
        </w:tc>
        <w:tc>
          <w:tcPr>
            <w:tcW w:w="522" w:type="pct"/>
          </w:tcPr>
          <w:p w14:paraId="05064D48" w14:textId="7F963BA9" w:rsidR="00A55D91" w:rsidRPr="002867BE" w:rsidRDefault="00A55D91" w:rsidP="00A55D91">
            <w:pPr>
              <w:pStyle w:val="acctmergecolhdg"/>
              <w:spacing w:line="240" w:lineRule="atLeast"/>
              <w:rPr>
                <w:b w:val="0"/>
                <w:bCs/>
                <w:szCs w:val="22"/>
              </w:rPr>
            </w:pPr>
            <w:r w:rsidRPr="002867BE">
              <w:rPr>
                <w:b w:val="0"/>
                <w:bCs/>
                <w:szCs w:val="22"/>
              </w:rPr>
              <w:t>201</w:t>
            </w:r>
            <w:r>
              <w:rPr>
                <w:b w:val="0"/>
                <w:bCs/>
                <w:szCs w:val="22"/>
              </w:rPr>
              <w:t>9</w:t>
            </w:r>
          </w:p>
        </w:tc>
        <w:tc>
          <w:tcPr>
            <w:tcW w:w="84" w:type="pct"/>
          </w:tcPr>
          <w:p w14:paraId="5DCF81DF" w14:textId="77777777" w:rsidR="00A55D91" w:rsidRPr="002867BE" w:rsidRDefault="00A55D91" w:rsidP="00A55D91">
            <w:pPr>
              <w:pStyle w:val="acctfourfigures"/>
              <w:shd w:val="clear" w:color="auto" w:fill="FFFFFF"/>
              <w:tabs>
                <w:tab w:val="clear" w:pos="765"/>
                <w:tab w:val="decimal" w:pos="374"/>
              </w:tabs>
              <w:spacing w:line="240" w:lineRule="atLeast"/>
              <w:ind w:left="-79" w:right="-79"/>
              <w:jc w:val="center"/>
              <w:rPr>
                <w:szCs w:val="22"/>
              </w:rPr>
            </w:pPr>
          </w:p>
        </w:tc>
        <w:tc>
          <w:tcPr>
            <w:tcW w:w="532" w:type="pct"/>
          </w:tcPr>
          <w:p w14:paraId="7CB6231F" w14:textId="0B73882E" w:rsidR="00A55D91" w:rsidRPr="002867BE" w:rsidRDefault="00A55D91" w:rsidP="00A55D91">
            <w:pPr>
              <w:pStyle w:val="acctmergecolhdg"/>
              <w:spacing w:line="240" w:lineRule="atLeast"/>
              <w:rPr>
                <w:b w:val="0"/>
                <w:bCs/>
                <w:szCs w:val="22"/>
              </w:rPr>
            </w:pPr>
            <w:r w:rsidRPr="002867BE">
              <w:rPr>
                <w:b w:val="0"/>
                <w:bCs/>
                <w:szCs w:val="22"/>
              </w:rPr>
              <w:t>20</w:t>
            </w:r>
            <w:r>
              <w:rPr>
                <w:b w:val="0"/>
                <w:bCs/>
                <w:szCs w:val="22"/>
              </w:rPr>
              <w:t>20</w:t>
            </w:r>
          </w:p>
        </w:tc>
        <w:tc>
          <w:tcPr>
            <w:tcW w:w="84" w:type="pct"/>
          </w:tcPr>
          <w:p w14:paraId="726E57AA" w14:textId="77777777" w:rsidR="00A55D91" w:rsidRPr="002867BE" w:rsidRDefault="00A55D91" w:rsidP="00A55D91">
            <w:pPr>
              <w:pStyle w:val="acctmergecolhdg"/>
              <w:spacing w:line="240" w:lineRule="atLeast"/>
              <w:rPr>
                <w:b w:val="0"/>
                <w:bCs/>
                <w:szCs w:val="22"/>
              </w:rPr>
            </w:pPr>
          </w:p>
        </w:tc>
        <w:tc>
          <w:tcPr>
            <w:tcW w:w="529" w:type="pct"/>
          </w:tcPr>
          <w:p w14:paraId="0E261B42" w14:textId="189E3D1B" w:rsidR="00A55D91" w:rsidRPr="002867BE" w:rsidRDefault="00A55D91" w:rsidP="00A55D91">
            <w:pPr>
              <w:pStyle w:val="acctmergecolhdg"/>
              <w:spacing w:line="240" w:lineRule="atLeast"/>
              <w:rPr>
                <w:b w:val="0"/>
                <w:bCs/>
                <w:szCs w:val="22"/>
              </w:rPr>
            </w:pPr>
            <w:r w:rsidRPr="002867BE">
              <w:rPr>
                <w:b w:val="0"/>
                <w:bCs/>
                <w:szCs w:val="22"/>
              </w:rPr>
              <w:t>201</w:t>
            </w:r>
            <w:r>
              <w:rPr>
                <w:b w:val="0"/>
                <w:bCs/>
                <w:szCs w:val="22"/>
              </w:rPr>
              <w:t>9</w:t>
            </w:r>
          </w:p>
        </w:tc>
      </w:tr>
      <w:tr w:rsidR="00A55D91" w:rsidRPr="002867BE" w14:paraId="59AD60BB" w14:textId="77777777" w:rsidTr="00A55D91">
        <w:trPr>
          <w:cantSplit/>
        </w:trPr>
        <w:tc>
          <w:tcPr>
            <w:tcW w:w="1431" w:type="pct"/>
          </w:tcPr>
          <w:p w14:paraId="2FDC3EB6" w14:textId="77777777" w:rsidR="00A55D91" w:rsidRPr="002867BE" w:rsidRDefault="00A55D91" w:rsidP="00A55D91">
            <w:pPr>
              <w:spacing w:line="240" w:lineRule="atLeast"/>
              <w:jc w:val="center"/>
              <w:rPr>
                <w:szCs w:val="22"/>
              </w:rPr>
            </w:pPr>
          </w:p>
        </w:tc>
        <w:tc>
          <w:tcPr>
            <w:tcW w:w="3569" w:type="pct"/>
            <w:gridSpan w:val="11"/>
          </w:tcPr>
          <w:p w14:paraId="2F5E8F54" w14:textId="77777777" w:rsidR="00A55D91" w:rsidRPr="002867BE" w:rsidRDefault="00A55D91" w:rsidP="00A55D91">
            <w:pPr>
              <w:pStyle w:val="acctfourfigures"/>
              <w:tabs>
                <w:tab w:val="clear" w:pos="765"/>
                <w:tab w:val="decimal" w:pos="731"/>
              </w:tabs>
              <w:spacing w:line="240" w:lineRule="atLeast"/>
              <w:ind w:right="11"/>
              <w:jc w:val="center"/>
              <w:rPr>
                <w:szCs w:val="22"/>
              </w:rPr>
            </w:pPr>
            <w:r w:rsidRPr="002867BE">
              <w:rPr>
                <w:i/>
                <w:iCs/>
                <w:szCs w:val="22"/>
              </w:rPr>
              <w:t>(</w:t>
            </w:r>
            <w:r w:rsidRPr="002867BE">
              <w:rPr>
                <w:i/>
                <w:iCs/>
                <w:szCs w:val="22"/>
                <w:lang w:val="en-US"/>
              </w:rPr>
              <w:t xml:space="preserve">in </w:t>
            </w:r>
            <w:r w:rsidRPr="002867BE">
              <w:rPr>
                <w:i/>
                <w:iCs/>
                <w:szCs w:val="22"/>
              </w:rPr>
              <w:t>thousand Baht)</w:t>
            </w:r>
          </w:p>
        </w:tc>
      </w:tr>
      <w:tr w:rsidR="00A55D91" w:rsidRPr="002867BE" w14:paraId="40C14D6E" w14:textId="77777777" w:rsidTr="00A55D91">
        <w:trPr>
          <w:cantSplit/>
        </w:trPr>
        <w:tc>
          <w:tcPr>
            <w:tcW w:w="1431" w:type="pct"/>
          </w:tcPr>
          <w:p w14:paraId="6B64D041" w14:textId="77777777" w:rsidR="00A55D91" w:rsidRPr="002867BE" w:rsidRDefault="00A55D91" w:rsidP="00A55D91">
            <w:pPr>
              <w:shd w:val="clear" w:color="auto" w:fill="FFFFFF"/>
              <w:spacing w:line="240" w:lineRule="atLeast"/>
              <w:ind w:left="180" w:right="-79" w:hanging="180"/>
              <w:rPr>
                <w:szCs w:val="22"/>
              </w:rPr>
            </w:pPr>
            <w:r w:rsidRPr="00EF6FCE">
              <w:rPr>
                <w:b/>
                <w:bCs/>
                <w:i/>
                <w:iCs/>
                <w:szCs w:val="22"/>
              </w:rPr>
              <w:t>Information about reportable segments</w:t>
            </w:r>
          </w:p>
        </w:tc>
        <w:tc>
          <w:tcPr>
            <w:tcW w:w="3569" w:type="pct"/>
            <w:gridSpan w:val="11"/>
          </w:tcPr>
          <w:p w14:paraId="15964427" w14:textId="77777777" w:rsidR="00A55D91" w:rsidRPr="002867BE" w:rsidRDefault="00A55D91" w:rsidP="00A55D91">
            <w:pPr>
              <w:pStyle w:val="acctfourfigures"/>
              <w:tabs>
                <w:tab w:val="clear" w:pos="765"/>
                <w:tab w:val="decimal" w:pos="731"/>
              </w:tabs>
              <w:spacing w:line="240" w:lineRule="atLeast"/>
              <w:ind w:right="11"/>
              <w:jc w:val="center"/>
              <w:rPr>
                <w:i/>
                <w:iCs/>
                <w:szCs w:val="22"/>
              </w:rPr>
            </w:pPr>
          </w:p>
        </w:tc>
      </w:tr>
      <w:tr w:rsidR="00A55D91" w:rsidRPr="002867BE" w14:paraId="5D0AB2C8" w14:textId="77777777" w:rsidTr="00A55D91">
        <w:trPr>
          <w:cantSplit/>
          <w:trHeight w:val="216"/>
        </w:trPr>
        <w:tc>
          <w:tcPr>
            <w:tcW w:w="1431" w:type="pct"/>
          </w:tcPr>
          <w:p w14:paraId="52C456D1" w14:textId="77777777" w:rsidR="00A55D91" w:rsidRPr="002867BE" w:rsidRDefault="00A55D91" w:rsidP="00A55D91">
            <w:pPr>
              <w:shd w:val="clear" w:color="auto" w:fill="FFFFFF"/>
              <w:spacing w:line="240" w:lineRule="atLeast"/>
              <w:ind w:left="180" w:right="-79" w:hanging="180"/>
              <w:rPr>
                <w:szCs w:val="22"/>
              </w:rPr>
            </w:pPr>
            <w:r w:rsidRPr="002867BE">
              <w:rPr>
                <w:szCs w:val="22"/>
              </w:rPr>
              <w:t>External revenue</w:t>
            </w:r>
          </w:p>
        </w:tc>
        <w:tc>
          <w:tcPr>
            <w:tcW w:w="522" w:type="pct"/>
            <w:vAlign w:val="bottom"/>
          </w:tcPr>
          <w:p w14:paraId="5143724E" w14:textId="5DD24444"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151,075</w:t>
            </w:r>
          </w:p>
        </w:tc>
        <w:tc>
          <w:tcPr>
            <w:tcW w:w="84" w:type="pct"/>
            <w:vAlign w:val="bottom"/>
          </w:tcPr>
          <w:p w14:paraId="23850722" w14:textId="77777777"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22" w:type="pct"/>
            <w:vAlign w:val="bottom"/>
          </w:tcPr>
          <w:p w14:paraId="416F734D" w14:textId="59F456BA" w:rsidR="00A55D91" w:rsidRPr="000456B7" w:rsidRDefault="00A55D91" w:rsidP="00A55D91">
            <w:pPr>
              <w:pStyle w:val="acctfourfigures"/>
              <w:shd w:val="clear" w:color="auto" w:fill="FFFFFF"/>
              <w:tabs>
                <w:tab w:val="clear" w:pos="765"/>
                <w:tab w:val="decimal" w:pos="860"/>
              </w:tabs>
              <w:spacing w:line="240" w:lineRule="atLeast"/>
              <w:ind w:left="-79" w:right="-79"/>
              <w:rPr>
                <w:szCs w:val="22"/>
                <w:cs/>
                <w:lang w:val="en-US"/>
              </w:rPr>
            </w:pPr>
            <w:r>
              <w:rPr>
                <w:szCs w:val="22"/>
                <w:lang w:val="en-US" w:bidi="th-TH"/>
              </w:rPr>
              <w:t>192,962</w:t>
            </w:r>
          </w:p>
        </w:tc>
        <w:tc>
          <w:tcPr>
            <w:tcW w:w="84" w:type="pct"/>
            <w:vAlign w:val="bottom"/>
          </w:tcPr>
          <w:p w14:paraId="6BA7238B" w14:textId="77777777"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22" w:type="pct"/>
            <w:vAlign w:val="bottom"/>
          </w:tcPr>
          <w:p w14:paraId="060B6BC8" w14:textId="65021C1E"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953,529</w:t>
            </w:r>
          </w:p>
        </w:tc>
        <w:tc>
          <w:tcPr>
            <w:tcW w:w="84" w:type="pct"/>
            <w:vAlign w:val="bottom"/>
          </w:tcPr>
          <w:p w14:paraId="7F329ADD" w14:textId="77777777"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22" w:type="pct"/>
            <w:vAlign w:val="bottom"/>
          </w:tcPr>
          <w:p w14:paraId="536C0DDD" w14:textId="1F0FA13F" w:rsidR="00A55D91" w:rsidRPr="007449DC" w:rsidRDefault="00A55D91" w:rsidP="00A55D91">
            <w:pPr>
              <w:pStyle w:val="acctfourfigures"/>
              <w:shd w:val="clear" w:color="auto" w:fill="FFFFFF"/>
              <w:tabs>
                <w:tab w:val="clear" w:pos="765"/>
                <w:tab w:val="decimal" w:pos="860"/>
              </w:tabs>
              <w:spacing w:line="240" w:lineRule="atLeast"/>
              <w:ind w:left="-79" w:right="-79"/>
              <w:rPr>
                <w:rFonts w:cstheme="minorBidi"/>
                <w:szCs w:val="22"/>
                <w:cs/>
                <w:lang w:val="en-US" w:bidi="th-TH"/>
              </w:rPr>
            </w:pPr>
            <w:r>
              <w:rPr>
                <w:szCs w:val="22"/>
                <w:lang w:val="en-US" w:bidi="th-TH"/>
              </w:rPr>
              <w:t>900,491</w:t>
            </w:r>
          </w:p>
        </w:tc>
        <w:tc>
          <w:tcPr>
            <w:tcW w:w="84" w:type="pct"/>
          </w:tcPr>
          <w:p w14:paraId="735CC19B" w14:textId="77777777"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32" w:type="pct"/>
            <w:vAlign w:val="bottom"/>
          </w:tcPr>
          <w:p w14:paraId="487C4DD8" w14:textId="39D00AB9"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1,104,604</w:t>
            </w:r>
          </w:p>
        </w:tc>
        <w:tc>
          <w:tcPr>
            <w:tcW w:w="84" w:type="pct"/>
            <w:vAlign w:val="bottom"/>
          </w:tcPr>
          <w:p w14:paraId="63C33F18" w14:textId="77777777"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29" w:type="pct"/>
            <w:vAlign w:val="bottom"/>
          </w:tcPr>
          <w:p w14:paraId="54585D93" w14:textId="22EF59F6"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1,093,453</w:t>
            </w:r>
          </w:p>
        </w:tc>
      </w:tr>
      <w:tr w:rsidR="00A55D91" w:rsidRPr="002867BE" w14:paraId="7F2DF9C0" w14:textId="77777777" w:rsidTr="00A55D91">
        <w:trPr>
          <w:cantSplit/>
          <w:trHeight w:val="216"/>
        </w:trPr>
        <w:tc>
          <w:tcPr>
            <w:tcW w:w="1431" w:type="pct"/>
          </w:tcPr>
          <w:p w14:paraId="7E798F73" w14:textId="77777777" w:rsidR="00A55D91" w:rsidRPr="002867BE" w:rsidRDefault="00A55D91" w:rsidP="00A55D91">
            <w:pPr>
              <w:shd w:val="clear" w:color="auto" w:fill="FFFFFF"/>
              <w:spacing w:line="240" w:lineRule="atLeast"/>
              <w:ind w:left="180" w:right="-79" w:hanging="180"/>
              <w:rPr>
                <w:szCs w:val="22"/>
              </w:rPr>
            </w:pPr>
            <w:r w:rsidRPr="002867BE">
              <w:rPr>
                <w:szCs w:val="22"/>
              </w:rPr>
              <w:t>Inter-segment revenue</w:t>
            </w:r>
          </w:p>
        </w:tc>
        <w:tc>
          <w:tcPr>
            <w:tcW w:w="522" w:type="pct"/>
            <w:tcBorders>
              <w:bottom w:val="single" w:sz="4" w:space="0" w:color="auto"/>
            </w:tcBorders>
            <w:vAlign w:val="bottom"/>
          </w:tcPr>
          <w:p w14:paraId="18812518" w14:textId="6691CA3B" w:rsidR="00A55D91" w:rsidRPr="009E780D" w:rsidRDefault="00A55D91" w:rsidP="00A55D91">
            <w:pPr>
              <w:pStyle w:val="acctfourfigures"/>
              <w:shd w:val="clear" w:color="auto" w:fill="FFFFFF"/>
              <w:tabs>
                <w:tab w:val="clear" w:pos="765"/>
                <w:tab w:val="decimal" w:pos="540"/>
              </w:tabs>
              <w:spacing w:line="240" w:lineRule="atLeast"/>
              <w:ind w:left="-79" w:right="-79"/>
              <w:rPr>
                <w:szCs w:val="22"/>
                <w:lang w:val="en-US" w:bidi="th-TH"/>
              </w:rPr>
            </w:pPr>
            <w:r>
              <w:rPr>
                <w:szCs w:val="22"/>
                <w:lang w:val="en-US" w:bidi="th-TH"/>
              </w:rPr>
              <w:t>-</w:t>
            </w:r>
          </w:p>
        </w:tc>
        <w:tc>
          <w:tcPr>
            <w:tcW w:w="84" w:type="pct"/>
            <w:vAlign w:val="bottom"/>
          </w:tcPr>
          <w:p w14:paraId="2D78B601" w14:textId="77777777" w:rsidR="00A55D91" w:rsidRPr="009E780D"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22" w:type="pct"/>
            <w:tcBorders>
              <w:bottom w:val="single" w:sz="4" w:space="0" w:color="auto"/>
            </w:tcBorders>
            <w:vAlign w:val="bottom"/>
          </w:tcPr>
          <w:p w14:paraId="0AEB0541" w14:textId="349ED2B4" w:rsidR="00A55D91" w:rsidRPr="009E780D" w:rsidRDefault="00A55D91" w:rsidP="00A55D91">
            <w:pPr>
              <w:pStyle w:val="acctfourfigures"/>
              <w:shd w:val="clear" w:color="auto" w:fill="FFFFFF"/>
              <w:tabs>
                <w:tab w:val="clear" w:pos="765"/>
                <w:tab w:val="decimal" w:pos="525"/>
              </w:tabs>
              <w:spacing w:line="240" w:lineRule="atLeast"/>
              <w:ind w:left="-79" w:right="-79"/>
              <w:rPr>
                <w:szCs w:val="22"/>
                <w:lang w:val="en-US" w:bidi="th-TH"/>
              </w:rPr>
            </w:pPr>
            <w:r w:rsidRPr="009E780D">
              <w:rPr>
                <w:szCs w:val="22"/>
                <w:lang w:val="en-US" w:bidi="th-TH"/>
              </w:rPr>
              <w:t>-</w:t>
            </w:r>
          </w:p>
        </w:tc>
        <w:tc>
          <w:tcPr>
            <w:tcW w:w="84" w:type="pct"/>
            <w:vAlign w:val="bottom"/>
          </w:tcPr>
          <w:p w14:paraId="75354DA0" w14:textId="77777777"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22" w:type="pct"/>
            <w:tcBorders>
              <w:bottom w:val="single" w:sz="4" w:space="0" w:color="auto"/>
            </w:tcBorders>
            <w:vAlign w:val="bottom"/>
          </w:tcPr>
          <w:p w14:paraId="18EFEA1D" w14:textId="54B52828"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72,798</w:t>
            </w:r>
          </w:p>
        </w:tc>
        <w:tc>
          <w:tcPr>
            <w:tcW w:w="84" w:type="pct"/>
            <w:vAlign w:val="bottom"/>
          </w:tcPr>
          <w:p w14:paraId="46F51F18" w14:textId="77777777"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22" w:type="pct"/>
            <w:tcBorders>
              <w:bottom w:val="single" w:sz="4" w:space="0" w:color="auto"/>
            </w:tcBorders>
            <w:vAlign w:val="bottom"/>
          </w:tcPr>
          <w:p w14:paraId="44B6BD47" w14:textId="4738C31D"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45,326</w:t>
            </w:r>
          </w:p>
        </w:tc>
        <w:tc>
          <w:tcPr>
            <w:tcW w:w="84" w:type="pct"/>
          </w:tcPr>
          <w:p w14:paraId="3188134D" w14:textId="77777777"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32" w:type="pct"/>
            <w:tcBorders>
              <w:bottom w:val="single" w:sz="4" w:space="0" w:color="auto"/>
            </w:tcBorders>
            <w:vAlign w:val="bottom"/>
          </w:tcPr>
          <w:p w14:paraId="4C5947E4" w14:textId="08987E0D"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72,798</w:t>
            </w:r>
          </w:p>
        </w:tc>
        <w:tc>
          <w:tcPr>
            <w:tcW w:w="84" w:type="pct"/>
            <w:vAlign w:val="bottom"/>
          </w:tcPr>
          <w:p w14:paraId="1827C448" w14:textId="77777777"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29" w:type="pct"/>
            <w:tcBorders>
              <w:bottom w:val="single" w:sz="4" w:space="0" w:color="auto"/>
            </w:tcBorders>
            <w:vAlign w:val="bottom"/>
          </w:tcPr>
          <w:p w14:paraId="48A1B873" w14:textId="6263F34D"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45,326</w:t>
            </w:r>
          </w:p>
        </w:tc>
      </w:tr>
      <w:tr w:rsidR="00A55D91" w:rsidRPr="002867BE" w14:paraId="76C37B96" w14:textId="77777777" w:rsidTr="00A55D91">
        <w:trPr>
          <w:cantSplit/>
          <w:trHeight w:val="216"/>
        </w:trPr>
        <w:tc>
          <w:tcPr>
            <w:tcW w:w="1431" w:type="pct"/>
          </w:tcPr>
          <w:p w14:paraId="21D3431F" w14:textId="77777777" w:rsidR="00A55D91" w:rsidRPr="00C003E4" w:rsidRDefault="00A55D91" w:rsidP="00A55D91">
            <w:pPr>
              <w:shd w:val="clear" w:color="auto" w:fill="FFFFFF"/>
              <w:spacing w:line="240" w:lineRule="atLeast"/>
              <w:ind w:left="180" w:right="-79" w:hanging="180"/>
              <w:rPr>
                <w:b/>
                <w:bCs/>
                <w:szCs w:val="22"/>
              </w:rPr>
            </w:pPr>
            <w:r w:rsidRPr="00C003E4">
              <w:rPr>
                <w:b/>
                <w:bCs/>
                <w:szCs w:val="22"/>
              </w:rPr>
              <w:t>Total segment revenue</w:t>
            </w:r>
          </w:p>
        </w:tc>
        <w:tc>
          <w:tcPr>
            <w:tcW w:w="522" w:type="pct"/>
            <w:tcBorders>
              <w:top w:val="single" w:sz="4" w:space="0" w:color="auto"/>
              <w:bottom w:val="double" w:sz="4" w:space="0" w:color="auto"/>
            </w:tcBorders>
            <w:vAlign w:val="bottom"/>
          </w:tcPr>
          <w:p w14:paraId="40C2C637" w14:textId="7E7F5053" w:rsidR="00A55D91" w:rsidRPr="00C003E4" w:rsidRDefault="00A55D91" w:rsidP="00A55D91">
            <w:pPr>
              <w:pStyle w:val="acctfourfigures"/>
              <w:shd w:val="clear" w:color="auto" w:fill="FFFFFF"/>
              <w:tabs>
                <w:tab w:val="clear" w:pos="765"/>
                <w:tab w:val="decimal" w:pos="860"/>
              </w:tabs>
              <w:spacing w:line="240" w:lineRule="atLeast"/>
              <w:ind w:left="-79" w:right="-79"/>
              <w:rPr>
                <w:b/>
                <w:bCs/>
                <w:szCs w:val="22"/>
                <w:lang w:val="en-US" w:bidi="th-TH"/>
              </w:rPr>
            </w:pPr>
            <w:r w:rsidRPr="00C003E4">
              <w:rPr>
                <w:b/>
                <w:bCs/>
                <w:szCs w:val="22"/>
                <w:lang w:val="en-US" w:bidi="th-TH"/>
              </w:rPr>
              <w:t>151,075</w:t>
            </w:r>
          </w:p>
        </w:tc>
        <w:tc>
          <w:tcPr>
            <w:tcW w:w="84" w:type="pct"/>
            <w:vAlign w:val="bottom"/>
          </w:tcPr>
          <w:p w14:paraId="0B3B108A" w14:textId="77777777" w:rsidR="00A55D91" w:rsidRPr="00C003E4" w:rsidRDefault="00A55D91" w:rsidP="00A55D91">
            <w:pPr>
              <w:pStyle w:val="acctfourfigures"/>
              <w:shd w:val="clear" w:color="auto" w:fill="FFFFFF"/>
              <w:tabs>
                <w:tab w:val="clear" w:pos="765"/>
                <w:tab w:val="decimal" w:pos="860"/>
              </w:tabs>
              <w:spacing w:line="240" w:lineRule="atLeast"/>
              <w:ind w:left="-79" w:right="-79"/>
              <w:rPr>
                <w:b/>
                <w:bCs/>
                <w:szCs w:val="22"/>
                <w:lang w:val="en-US" w:bidi="th-TH"/>
              </w:rPr>
            </w:pPr>
          </w:p>
        </w:tc>
        <w:tc>
          <w:tcPr>
            <w:tcW w:w="522" w:type="pct"/>
            <w:tcBorders>
              <w:top w:val="single" w:sz="4" w:space="0" w:color="auto"/>
              <w:bottom w:val="double" w:sz="4" w:space="0" w:color="auto"/>
            </w:tcBorders>
            <w:vAlign w:val="bottom"/>
          </w:tcPr>
          <w:p w14:paraId="73F62877" w14:textId="1F6BAB54" w:rsidR="00A55D91" w:rsidRPr="00C003E4" w:rsidRDefault="00A55D91" w:rsidP="00A55D91">
            <w:pPr>
              <w:pStyle w:val="acctfourfigures"/>
              <w:shd w:val="clear" w:color="auto" w:fill="FFFFFF"/>
              <w:tabs>
                <w:tab w:val="clear" w:pos="765"/>
                <w:tab w:val="decimal" w:pos="860"/>
              </w:tabs>
              <w:spacing w:line="240" w:lineRule="atLeast"/>
              <w:ind w:left="-79" w:right="-79"/>
              <w:rPr>
                <w:b/>
                <w:bCs/>
                <w:szCs w:val="22"/>
                <w:lang w:val="en-US" w:bidi="th-TH"/>
              </w:rPr>
            </w:pPr>
            <w:r w:rsidRPr="00C003E4">
              <w:rPr>
                <w:b/>
                <w:bCs/>
                <w:szCs w:val="22"/>
                <w:lang w:val="en-US" w:bidi="th-TH"/>
              </w:rPr>
              <w:t>192,962</w:t>
            </w:r>
          </w:p>
        </w:tc>
        <w:tc>
          <w:tcPr>
            <w:tcW w:w="84" w:type="pct"/>
            <w:vAlign w:val="bottom"/>
          </w:tcPr>
          <w:p w14:paraId="457B4F1F" w14:textId="77777777" w:rsidR="00A55D91" w:rsidRPr="00C003E4" w:rsidRDefault="00A55D91" w:rsidP="00A55D91">
            <w:pPr>
              <w:pStyle w:val="acctfourfigures"/>
              <w:shd w:val="clear" w:color="auto" w:fill="FFFFFF"/>
              <w:tabs>
                <w:tab w:val="clear" w:pos="765"/>
                <w:tab w:val="decimal" w:pos="860"/>
              </w:tabs>
              <w:spacing w:line="240" w:lineRule="atLeast"/>
              <w:ind w:left="-79" w:right="-79"/>
              <w:rPr>
                <w:b/>
                <w:bCs/>
                <w:szCs w:val="22"/>
                <w:lang w:val="en-US" w:bidi="th-TH"/>
              </w:rPr>
            </w:pPr>
          </w:p>
        </w:tc>
        <w:tc>
          <w:tcPr>
            <w:tcW w:w="522" w:type="pct"/>
            <w:tcBorders>
              <w:top w:val="single" w:sz="4" w:space="0" w:color="auto"/>
              <w:bottom w:val="double" w:sz="4" w:space="0" w:color="auto"/>
            </w:tcBorders>
            <w:vAlign w:val="bottom"/>
          </w:tcPr>
          <w:p w14:paraId="269735B3" w14:textId="39C22978" w:rsidR="00A55D91" w:rsidRPr="00C003E4" w:rsidRDefault="00A55D91" w:rsidP="00A55D91">
            <w:pPr>
              <w:pStyle w:val="acctfourfigures"/>
              <w:shd w:val="clear" w:color="auto" w:fill="FFFFFF"/>
              <w:tabs>
                <w:tab w:val="clear" w:pos="765"/>
                <w:tab w:val="decimal" w:pos="860"/>
              </w:tabs>
              <w:spacing w:line="240" w:lineRule="atLeast"/>
              <w:ind w:left="-79" w:right="-79"/>
              <w:rPr>
                <w:b/>
                <w:bCs/>
                <w:szCs w:val="22"/>
                <w:lang w:val="en-US" w:bidi="th-TH"/>
              </w:rPr>
            </w:pPr>
            <w:r w:rsidRPr="00C003E4">
              <w:rPr>
                <w:b/>
                <w:bCs/>
                <w:szCs w:val="22"/>
                <w:lang w:val="en-US" w:bidi="th-TH"/>
              </w:rPr>
              <w:t>1,026,327</w:t>
            </w:r>
          </w:p>
        </w:tc>
        <w:tc>
          <w:tcPr>
            <w:tcW w:w="84" w:type="pct"/>
            <w:vAlign w:val="bottom"/>
          </w:tcPr>
          <w:p w14:paraId="11F3DAEA" w14:textId="77777777" w:rsidR="00A55D91" w:rsidRPr="00C003E4" w:rsidRDefault="00A55D91" w:rsidP="00A55D91">
            <w:pPr>
              <w:pStyle w:val="acctfourfigures"/>
              <w:shd w:val="clear" w:color="auto" w:fill="FFFFFF"/>
              <w:tabs>
                <w:tab w:val="clear" w:pos="765"/>
                <w:tab w:val="decimal" w:pos="860"/>
              </w:tabs>
              <w:spacing w:line="240" w:lineRule="atLeast"/>
              <w:ind w:left="-79" w:right="-79"/>
              <w:rPr>
                <w:b/>
                <w:bCs/>
                <w:szCs w:val="22"/>
                <w:lang w:val="en-US" w:bidi="th-TH"/>
              </w:rPr>
            </w:pPr>
          </w:p>
        </w:tc>
        <w:tc>
          <w:tcPr>
            <w:tcW w:w="522" w:type="pct"/>
            <w:tcBorders>
              <w:top w:val="single" w:sz="4" w:space="0" w:color="auto"/>
              <w:bottom w:val="double" w:sz="4" w:space="0" w:color="auto"/>
            </w:tcBorders>
            <w:vAlign w:val="bottom"/>
          </w:tcPr>
          <w:p w14:paraId="5321F00A" w14:textId="4D79C31E" w:rsidR="00A55D91" w:rsidRPr="00C003E4" w:rsidRDefault="00A55D91" w:rsidP="00A55D91">
            <w:pPr>
              <w:pStyle w:val="acctfourfigures"/>
              <w:shd w:val="clear" w:color="auto" w:fill="FFFFFF"/>
              <w:tabs>
                <w:tab w:val="clear" w:pos="765"/>
                <w:tab w:val="decimal" w:pos="860"/>
              </w:tabs>
              <w:spacing w:line="240" w:lineRule="atLeast"/>
              <w:ind w:left="-79" w:right="-79"/>
              <w:rPr>
                <w:b/>
                <w:bCs/>
                <w:szCs w:val="22"/>
                <w:lang w:val="en-US" w:bidi="th-TH"/>
              </w:rPr>
            </w:pPr>
            <w:r w:rsidRPr="00C003E4">
              <w:rPr>
                <w:b/>
                <w:bCs/>
                <w:szCs w:val="22"/>
                <w:lang w:val="en-US" w:bidi="th-TH"/>
              </w:rPr>
              <w:t>945,817</w:t>
            </w:r>
          </w:p>
        </w:tc>
        <w:tc>
          <w:tcPr>
            <w:tcW w:w="84" w:type="pct"/>
          </w:tcPr>
          <w:p w14:paraId="58028FD7" w14:textId="77777777" w:rsidR="00A55D91" w:rsidRPr="00C003E4" w:rsidRDefault="00A55D91" w:rsidP="00A55D91">
            <w:pPr>
              <w:pStyle w:val="acctfourfigures"/>
              <w:shd w:val="clear" w:color="auto" w:fill="FFFFFF"/>
              <w:tabs>
                <w:tab w:val="clear" w:pos="765"/>
                <w:tab w:val="decimal" w:pos="860"/>
              </w:tabs>
              <w:spacing w:line="240" w:lineRule="atLeast"/>
              <w:ind w:left="-79" w:right="-79"/>
              <w:rPr>
                <w:b/>
                <w:bCs/>
                <w:szCs w:val="22"/>
                <w:lang w:val="en-US" w:bidi="th-TH"/>
              </w:rPr>
            </w:pPr>
          </w:p>
        </w:tc>
        <w:tc>
          <w:tcPr>
            <w:tcW w:w="532" w:type="pct"/>
            <w:tcBorders>
              <w:top w:val="single" w:sz="4" w:space="0" w:color="auto"/>
              <w:bottom w:val="double" w:sz="4" w:space="0" w:color="auto"/>
            </w:tcBorders>
            <w:vAlign w:val="bottom"/>
          </w:tcPr>
          <w:p w14:paraId="75550DA2" w14:textId="03DAFB94" w:rsidR="00A55D91" w:rsidRPr="00C003E4" w:rsidRDefault="00A55D91" w:rsidP="00A55D91">
            <w:pPr>
              <w:pStyle w:val="acctfourfigures"/>
              <w:shd w:val="clear" w:color="auto" w:fill="FFFFFF"/>
              <w:tabs>
                <w:tab w:val="clear" w:pos="765"/>
                <w:tab w:val="decimal" w:pos="860"/>
              </w:tabs>
              <w:spacing w:line="240" w:lineRule="atLeast"/>
              <w:ind w:right="-79"/>
              <w:rPr>
                <w:b/>
                <w:bCs/>
                <w:szCs w:val="22"/>
                <w:lang w:val="en-US" w:bidi="th-TH"/>
              </w:rPr>
            </w:pPr>
            <w:r w:rsidRPr="00C003E4">
              <w:rPr>
                <w:b/>
                <w:bCs/>
                <w:szCs w:val="22"/>
                <w:lang w:val="en-US" w:bidi="th-TH"/>
              </w:rPr>
              <w:t>1,17</w:t>
            </w:r>
            <w:r w:rsidR="00C003E4" w:rsidRPr="00C003E4">
              <w:rPr>
                <w:b/>
                <w:bCs/>
                <w:szCs w:val="22"/>
                <w:lang w:val="en-US" w:bidi="th-TH"/>
              </w:rPr>
              <w:t>7</w:t>
            </w:r>
            <w:r w:rsidRPr="00C003E4">
              <w:rPr>
                <w:b/>
                <w:bCs/>
                <w:szCs w:val="22"/>
                <w:lang w:val="en-US" w:bidi="th-TH"/>
              </w:rPr>
              <w:t>,402</w:t>
            </w:r>
          </w:p>
        </w:tc>
        <w:tc>
          <w:tcPr>
            <w:tcW w:w="84" w:type="pct"/>
            <w:vAlign w:val="bottom"/>
          </w:tcPr>
          <w:p w14:paraId="5AF8FA95" w14:textId="77777777" w:rsidR="00A55D91" w:rsidRPr="00C003E4" w:rsidRDefault="00A55D91" w:rsidP="00A55D91">
            <w:pPr>
              <w:pStyle w:val="acctfourfigures"/>
              <w:shd w:val="clear" w:color="auto" w:fill="FFFFFF"/>
              <w:tabs>
                <w:tab w:val="clear" w:pos="765"/>
                <w:tab w:val="decimal" w:pos="860"/>
              </w:tabs>
              <w:spacing w:line="240" w:lineRule="atLeast"/>
              <w:ind w:left="-79" w:right="-79"/>
              <w:rPr>
                <w:b/>
                <w:bCs/>
                <w:szCs w:val="22"/>
                <w:lang w:val="en-US" w:bidi="th-TH"/>
              </w:rPr>
            </w:pPr>
          </w:p>
        </w:tc>
        <w:tc>
          <w:tcPr>
            <w:tcW w:w="529" w:type="pct"/>
            <w:tcBorders>
              <w:top w:val="single" w:sz="4" w:space="0" w:color="auto"/>
              <w:bottom w:val="double" w:sz="4" w:space="0" w:color="auto"/>
            </w:tcBorders>
            <w:vAlign w:val="bottom"/>
          </w:tcPr>
          <w:p w14:paraId="1CB2145A" w14:textId="6C71FE83" w:rsidR="00A55D91" w:rsidRPr="000456B7" w:rsidRDefault="00A55D91" w:rsidP="00A55D91">
            <w:pPr>
              <w:pStyle w:val="acctfourfigures"/>
              <w:shd w:val="clear" w:color="auto" w:fill="FFFFFF"/>
              <w:tabs>
                <w:tab w:val="clear" w:pos="765"/>
                <w:tab w:val="decimal" w:pos="860"/>
              </w:tabs>
              <w:spacing w:line="240" w:lineRule="atLeast"/>
              <w:ind w:left="-79" w:right="-79"/>
              <w:rPr>
                <w:b/>
                <w:bCs/>
                <w:szCs w:val="22"/>
                <w:lang w:val="en-US" w:bidi="th-TH"/>
              </w:rPr>
            </w:pPr>
            <w:r w:rsidRPr="00C003E4">
              <w:rPr>
                <w:b/>
                <w:bCs/>
                <w:szCs w:val="22"/>
                <w:lang w:val="en-US" w:bidi="th-TH"/>
              </w:rPr>
              <w:t>1,138,779</w:t>
            </w:r>
          </w:p>
        </w:tc>
      </w:tr>
      <w:tr w:rsidR="00A55D91" w:rsidRPr="002867BE" w14:paraId="688DEB44" w14:textId="77777777" w:rsidTr="00A55D91">
        <w:trPr>
          <w:cantSplit/>
          <w:trHeight w:val="216"/>
        </w:trPr>
        <w:tc>
          <w:tcPr>
            <w:tcW w:w="1431" w:type="pct"/>
          </w:tcPr>
          <w:p w14:paraId="446920DA" w14:textId="77777777" w:rsidR="00A55D91" w:rsidRPr="002867BE" w:rsidRDefault="00A55D91" w:rsidP="00A55D91">
            <w:pPr>
              <w:shd w:val="clear" w:color="auto" w:fill="FFFFFF"/>
              <w:spacing w:line="240" w:lineRule="atLeast"/>
              <w:ind w:left="180" w:right="-79" w:hanging="180"/>
              <w:rPr>
                <w:b/>
                <w:bCs/>
                <w:szCs w:val="22"/>
              </w:rPr>
            </w:pPr>
          </w:p>
        </w:tc>
        <w:tc>
          <w:tcPr>
            <w:tcW w:w="522" w:type="pct"/>
            <w:tcBorders>
              <w:top w:val="double" w:sz="4" w:space="0" w:color="auto"/>
            </w:tcBorders>
            <w:vAlign w:val="bottom"/>
          </w:tcPr>
          <w:p w14:paraId="101E32AD" w14:textId="77777777" w:rsidR="00A55D91" w:rsidRPr="002867BE" w:rsidRDefault="00A55D91" w:rsidP="00A55D91">
            <w:pPr>
              <w:pStyle w:val="acctfourfigures"/>
              <w:shd w:val="clear" w:color="auto" w:fill="FFFFFF"/>
              <w:tabs>
                <w:tab w:val="clear" w:pos="765"/>
                <w:tab w:val="decimal" w:pos="769"/>
              </w:tabs>
              <w:spacing w:line="240" w:lineRule="atLeast"/>
              <w:ind w:left="-79" w:right="-79"/>
              <w:rPr>
                <w:b/>
                <w:bCs/>
                <w:szCs w:val="22"/>
              </w:rPr>
            </w:pPr>
          </w:p>
        </w:tc>
        <w:tc>
          <w:tcPr>
            <w:tcW w:w="84" w:type="pct"/>
            <w:vAlign w:val="bottom"/>
          </w:tcPr>
          <w:p w14:paraId="718AC467" w14:textId="77777777" w:rsidR="00A55D91" w:rsidRPr="002867BE" w:rsidRDefault="00A55D91" w:rsidP="00A55D91">
            <w:pPr>
              <w:pStyle w:val="acctfourfigures"/>
              <w:shd w:val="clear" w:color="auto" w:fill="FFFFFF"/>
              <w:spacing w:line="240" w:lineRule="atLeast"/>
              <w:ind w:left="-79" w:right="-79"/>
              <w:rPr>
                <w:b/>
                <w:bCs/>
                <w:szCs w:val="22"/>
              </w:rPr>
            </w:pPr>
          </w:p>
        </w:tc>
        <w:tc>
          <w:tcPr>
            <w:tcW w:w="522" w:type="pct"/>
            <w:tcBorders>
              <w:top w:val="double" w:sz="4" w:space="0" w:color="auto"/>
            </w:tcBorders>
            <w:vAlign w:val="bottom"/>
          </w:tcPr>
          <w:p w14:paraId="739D8E0A" w14:textId="77777777" w:rsidR="00A55D91" w:rsidRPr="002867BE" w:rsidRDefault="00A55D91" w:rsidP="00A55D91">
            <w:pPr>
              <w:pStyle w:val="acctfourfigures"/>
              <w:shd w:val="clear" w:color="auto" w:fill="FFFFFF"/>
              <w:tabs>
                <w:tab w:val="clear" w:pos="765"/>
                <w:tab w:val="decimal" w:pos="714"/>
              </w:tabs>
              <w:spacing w:line="240" w:lineRule="atLeast"/>
              <w:ind w:left="-79" w:right="-79"/>
              <w:rPr>
                <w:b/>
                <w:bCs/>
                <w:szCs w:val="22"/>
              </w:rPr>
            </w:pPr>
          </w:p>
        </w:tc>
        <w:tc>
          <w:tcPr>
            <w:tcW w:w="84" w:type="pct"/>
            <w:vAlign w:val="bottom"/>
          </w:tcPr>
          <w:p w14:paraId="7E5F01C0" w14:textId="77777777" w:rsidR="00A55D91" w:rsidRPr="002867BE" w:rsidRDefault="00A55D91" w:rsidP="00A55D91">
            <w:pPr>
              <w:pStyle w:val="acctfourfigures"/>
              <w:shd w:val="clear" w:color="auto" w:fill="FFFFFF"/>
              <w:tabs>
                <w:tab w:val="clear" w:pos="765"/>
                <w:tab w:val="decimal" w:pos="641"/>
              </w:tabs>
              <w:spacing w:line="240" w:lineRule="atLeast"/>
              <w:ind w:left="-79" w:right="-79"/>
              <w:rPr>
                <w:b/>
                <w:bCs/>
                <w:szCs w:val="22"/>
              </w:rPr>
            </w:pPr>
          </w:p>
        </w:tc>
        <w:tc>
          <w:tcPr>
            <w:tcW w:w="522" w:type="pct"/>
            <w:tcBorders>
              <w:top w:val="double" w:sz="4" w:space="0" w:color="auto"/>
            </w:tcBorders>
            <w:vAlign w:val="bottom"/>
          </w:tcPr>
          <w:p w14:paraId="1DD32727" w14:textId="77777777" w:rsidR="00A55D91" w:rsidRPr="002867BE" w:rsidRDefault="00A55D91" w:rsidP="00A55D91">
            <w:pPr>
              <w:pStyle w:val="acctfourfigures"/>
              <w:shd w:val="clear" w:color="auto" w:fill="FFFFFF"/>
              <w:tabs>
                <w:tab w:val="clear" w:pos="765"/>
                <w:tab w:val="decimal" w:pos="731"/>
              </w:tabs>
              <w:spacing w:line="240" w:lineRule="atLeast"/>
              <w:ind w:left="-79" w:right="-79"/>
              <w:rPr>
                <w:b/>
                <w:bCs/>
                <w:szCs w:val="22"/>
              </w:rPr>
            </w:pPr>
          </w:p>
        </w:tc>
        <w:tc>
          <w:tcPr>
            <w:tcW w:w="84" w:type="pct"/>
            <w:vAlign w:val="bottom"/>
          </w:tcPr>
          <w:p w14:paraId="4891B525" w14:textId="77777777" w:rsidR="00A55D91" w:rsidRPr="002867BE" w:rsidRDefault="00A55D91" w:rsidP="00A55D91">
            <w:pPr>
              <w:pStyle w:val="acctfourfigures"/>
              <w:shd w:val="clear" w:color="auto" w:fill="FFFFFF"/>
              <w:spacing w:line="240" w:lineRule="atLeast"/>
              <w:ind w:left="-79" w:right="-79"/>
              <w:rPr>
                <w:b/>
                <w:bCs/>
                <w:szCs w:val="22"/>
              </w:rPr>
            </w:pPr>
          </w:p>
        </w:tc>
        <w:tc>
          <w:tcPr>
            <w:tcW w:w="522" w:type="pct"/>
            <w:tcBorders>
              <w:top w:val="double" w:sz="4" w:space="0" w:color="auto"/>
            </w:tcBorders>
            <w:vAlign w:val="bottom"/>
          </w:tcPr>
          <w:p w14:paraId="18DF2C34" w14:textId="77777777" w:rsidR="00A55D91" w:rsidRPr="002867BE" w:rsidRDefault="00A55D91" w:rsidP="00A55D91">
            <w:pPr>
              <w:pStyle w:val="acctfourfigures"/>
              <w:shd w:val="clear" w:color="auto" w:fill="FFFFFF"/>
              <w:tabs>
                <w:tab w:val="clear" w:pos="765"/>
                <w:tab w:val="decimal" w:pos="680"/>
              </w:tabs>
              <w:spacing w:line="240" w:lineRule="atLeast"/>
              <w:ind w:left="-79" w:right="-79"/>
              <w:rPr>
                <w:b/>
                <w:bCs/>
                <w:szCs w:val="22"/>
              </w:rPr>
            </w:pPr>
          </w:p>
        </w:tc>
        <w:tc>
          <w:tcPr>
            <w:tcW w:w="84" w:type="pct"/>
            <w:vAlign w:val="bottom"/>
          </w:tcPr>
          <w:p w14:paraId="44AF7F9D" w14:textId="77777777" w:rsidR="00A55D91" w:rsidRPr="002867BE" w:rsidRDefault="00A55D91" w:rsidP="00A55D91">
            <w:pPr>
              <w:pStyle w:val="acctfourfigures"/>
              <w:shd w:val="clear" w:color="auto" w:fill="FFFFFF"/>
              <w:tabs>
                <w:tab w:val="clear" w:pos="765"/>
                <w:tab w:val="decimal" w:pos="641"/>
              </w:tabs>
              <w:spacing w:line="240" w:lineRule="atLeast"/>
              <w:ind w:left="-79" w:right="-79"/>
              <w:rPr>
                <w:b/>
                <w:bCs/>
                <w:szCs w:val="22"/>
              </w:rPr>
            </w:pPr>
          </w:p>
        </w:tc>
        <w:tc>
          <w:tcPr>
            <w:tcW w:w="532" w:type="pct"/>
            <w:tcBorders>
              <w:top w:val="double" w:sz="4" w:space="0" w:color="auto"/>
            </w:tcBorders>
            <w:vAlign w:val="bottom"/>
          </w:tcPr>
          <w:p w14:paraId="1BBF70C5" w14:textId="77777777" w:rsidR="00A55D91" w:rsidRPr="002867BE" w:rsidRDefault="00A55D91" w:rsidP="00A55D91">
            <w:pPr>
              <w:pStyle w:val="acctfourfigures"/>
              <w:shd w:val="clear" w:color="auto" w:fill="FFFFFF"/>
              <w:tabs>
                <w:tab w:val="clear" w:pos="765"/>
                <w:tab w:val="decimal" w:pos="820"/>
              </w:tabs>
              <w:spacing w:line="240" w:lineRule="atLeast"/>
              <w:ind w:left="-79" w:right="-79"/>
              <w:rPr>
                <w:b/>
                <w:bCs/>
                <w:szCs w:val="22"/>
              </w:rPr>
            </w:pPr>
          </w:p>
        </w:tc>
        <w:tc>
          <w:tcPr>
            <w:tcW w:w="84" w:type="pct"/>
            <w:vAlign w:val="bottom"/>
          </w:tcPr>
          <w:p w14:paraId="1A55FB07" w14:textId="77777777" w:rsidR="00A55D91" w:rsidRPr="002867BE" w:rsidRDefault="00A55D91" w:rsidP="00A55D91">
            <w:pPr>
              <w:pStyle w:val="acctfourfigures"/>
              <w:shd w:val="clear" w:color="auto" w:fill="FFFFFF"/>
              <w:spacing w:line="240" w:lineRule="atLeast"/>
              <w:ind w:left="-79" w:right="-79"/>
              <w:rPr>
                <w:b/>
                <w:bCs/>
                <w:szCs w:val="22"/>
              </w:rPr>
            </w:pPr>
          </w:p>
        </w:tc>
        <w:tc>
          <w:tcPr>
            <w:tcW w:w="529" w:type="pct"/>
            <w:tcBorders>
              <w:top w:val="double" w:sz="4" w:space="0" w:color="auto"/>
            </w:tcBorders>
            <w:vAlign w:val="bottom"/>
          </w:tcPr>
          <w:p w14:paraId="6F8BFDA1" w14:textId="77777777" w:rsidR="00A55D91" w:rsidRPr="002867BE" w:rsidRDefault="00A55D91" w:rsidP="00A55D91">
            <w:pPr>
              <w:pStyle w:val="acctfourfigures"/>
              <w:shd w:val="clear" w:color="auto" w:fill="FFFFFF"/>
              <w:tabs>
                <w:tab w:val="clear" w:pos="765"/>
                <w:tab w:val="decimal" w:pos="730"/>
              </w:tabs>
              <w:spacing w:line="240" w:lineRule="atLeast"/>
              <w:ind w:left="-79" w:right="-79"/>
              <w:rPr>
                <w:b/>
                <w:bCs/>
                <w:szCs w:val="22"/>
              </w:rPr>
            </w:pPr>
          </w:p>
        </w:tc>
      </w:tr>
      <w:tr w:rsidR="00A55D91" w:rsidRPr="002867BE" w14:paraId="1DF250A2" w14:textId="77777777" w:rsidTr="00A55D91">
        <w:trPr>
          <w:cantSplit/>
          <w:trHeight w:val="216"/>
        </w:trPr>
        <w:tc>
          <w:tcPr>
            <w:tcW w:w="1431" w:type="pct"/>
          </w:tcPr>
          <w:p w14:paraId="16E7C61C" w14:textId="01DF58BF" w:rsidR="00A55D91" w:rsidRPr="00A55D91" w:rsidRDefault="00A55D91" w:rsidP="00A55D91">
            <w:pPr>
              <w:shd w:val="clear" w:color="auto" w:fill="FFFFFF"/>
              <w:spacing w:line="240" w:lineRule="atLeast"/>
              <w:ind w:left="180" w:right="-79" w:hanging="180"/>
              <w:rPr>
                <w:szCs w:val="22"/>
              </w:rPr>
            </w:pPr>
            <w:r w:rsidRPr="002867BE">
              <w:rPr>
                <w:szCs w:val="22"/>
              </w:rPr>
              <w:t>Segment profit</w:t>
            </w:r>
            <w:r>
              <w:rPr>
                <w:szCs w:val="22"/>
              </w:rPr>
              <w:t xml:space="preserve"> </w:t>
            </w:r>
            <w:r w:rsidRPr="002867BE">
              <w:rPr>
                <w:szCs w:val="22"/>
              </w:rPr>
              <w:t xml:space="preserve">before </w:t>
            </w:r>
            <w:r>
              <w:rPr>
                <w:szCs w:val="22"/>
              </w:rPr>
              <w:t xml:space="preserve">    </w:t>
            </w:r>
            <w:r w:rsidRPr="002867BE">
              <w:rPr>
                <w:szCs w:val="22"/>
              </w:rPr>
              <w:t>income tax</w:t>
            </w:r>
          </w:p>
        </w:tc>
        <w:tc>
          <w:tcPr>
            <w:tcW w:w="522" w:type="pct"/>
            <w:shd w:val="clear" w:color="auto" w:fill="auto"/>
            <w:vAlign w:val="bottom"/>
          </w:tcPr>
          <w:p w14:paraId="54A7EBA0" w14:textId="5C2AC2CE" w:rsidR="00A55D91" w:rsidRPr="009113D3"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102,092</w:t>
            </w:r>
          </w:p>
        </w:tc>
        <w:tc>
          <w:tcPr>
            <w:tcW w:w="84" w:type="pct"/>
            <w:shd w:val="clear" w:color="auto" w:fill="auto"/>
            <w:vAlign w:val="bottom"/>
          </w:tcPr>
          <w:p w14:paraId="49072F98" w14:textId="77777777" w:rsidR="00A55D91" w:rsidRPr="009113D3"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22" w:type="pct"/>
            <w:shd w:val="clear" w:color="auto" w:fill="auto"/>
            <w:vAlign w:val="bottom"/>
          </w:tcPr>
          <w:p w14:paraId="33B9A539" w14:textId="71A1CE36" w:rsidR="00A55D91" w:rsidRPr="009113D3"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sidRPr="009113D3">
              <w:rPr>
                <w:szCs w:val="22"/>
                <w:lang w:val="en-US" w:bidi="th-TH"/>
              </w:rPr>
              <w:t>135,415</w:t>
            </w:r>
          </w:p>
        </w:tc>
        <w:tc>
          <w:tcPr>
            <w:tcW w:w="84" w:type="pct"/>
            <w:shd w:val="clear" w:color="auto" w:fill="auto"/>
            <w:vAlign w:val="bottom"/>
          </w:tcPr>
          <w:p w14:paraId="74044EBA" w14:textId="77777777" w:rsidR="00A55D91" w:rsidRPr="009113D3"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22" w:type="pct"/>
            <w:shd w:val="clear" w:color="auto" w:fill="auto"/>
            <w:vAlign w:val="bottom"/>
          </w:tcPr>
          <w:p w14:paraId="644D194C" w14:textId="2627F9BB" w:rsidR="00A55D91" w:rsidRPr="009113D3"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856,</w:t>
            </w:r>
            <w:r w:rsidR="00C74132">
              <w:rPr>
                <w:szCs w:val="22"/>
                <w:lang w:val="en-US" w:bidi="th-TH"/>
              </w:rPr>
              <w:t>5</w:t>
            </w:r>
            <w:r>
              <w:rPr>
                <w:szCs w:val="22"/>
                <w:lang w:val="en-US" w:bidi="th-TH"/>
              </w:rPr>
              <w:t>69</w:t>
            </w:r>
          </w:p>
        </w:tc>
        <w:tc>
          <w:tcPr>
            <w:tcW w:w="84" w:type="pct"/>
            <w:shd w:val="clear" w:color="auto" w:fill="auto"/>
            <w:vAlign w:val="bottom"/>
          </w:tcPr>
          <w:p w14:paraId="7CD06FD1" w14:textId="77777777" w:rsidR="00A55D91" w:rsidRPr="009113D3"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22" w:type="pct"/>
            <w:shd w:val="clear" w:color="auto" w:fill="auto"/>
            <w:vAlign w:val="bottom"/>
          </w:tcPr>
          <w:p w14:paraId="635EA4C0" w14:textId="39BB3B79" w:rsidR="00A55D91" w:rsidRPr="009113D3"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sidRPr="009113D3">
              <w:rPr>
                <w:szCs w:val="22"/>
                <w:lang w:val="en-US" w:bidi="th-TH"/>
              </w:rPr>
              <w:t>671,833</w:t>
            </w:r>
          </w:p>
        </w:tc>
        <w:tc>
          <w:tcPr>
            <w:tcW w:w="84" w:type="pct"/>
            <w:shd w:val="clear" w:color="auto" w:fill="auto"/>
          </w:tcPr>
          <w:p w14:paraId="40E35575" w14:textId="77777777" w:rsidR="00A55D91" w:rsidRPr="009113D3"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32" w:type="pct"/>
            <w:shd w:val="clear" w:color="auto" w:fill="auto"/>
            <w:vAlign w:val="bottom"/>
          </w:tcPr>
          <w:p w14:paraId="6C523F12" w14:textId="47D3D2EE" w:rsidR="00A55D91" w:rsidRPr="009113D3"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958,</w:t>
            </w:r>
            <w:r w:rsidR="00C74132">
              <w:rPr>
                <w:szCs w:val="22"/>
                <w:lang w:val="en-US" w:bidi="th-TH"/>
              </w:rPr>
              <w:t>6</w:t>
            </w:r>
            <w:r>
              <w:rPr>
                <w:szCs w:val="22"/>
                <w:lang w:val="en-US" w:bidi="th-TH"/>
              </w:rPr>
              <w:t>61</w:t>
            </w:r>
          </w:p>
        </w:tc>
        <w:tc>
          <w:tcPr>
            <w:tcW w:w="84" w:type="pct"/>
            <w:shd w:val="clear" w:color="auto" w:fill="auto"/>
            <w:vAlign w:val="bottom"/>
          </w:tcPr>
          <w:p w14:paraId="2A4A8004" w14:textId="77777777" w:rsidR="00A55D91" w:rsidRPr="009113D3"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29" w:type="pct"/>
            <w:shd w:val="clear" w:color="auto" w:fill="auto"/>
            <w:vAlign w:val="bottom"/>
          </w:tcPr>
          <w:p w14:paraId="071DD147" w14:textId="1CDB551D" w:rsidR="00A55D91" w:rsidRPr="009113D3"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sidRPr="009113D3">
              <w:rPr>
                <w:szCs w:val="22"/>
                <w:lang w:val="en-US" w:bidi="th-TH"/>
              </w:rPr>
              <w:t>807,248</w:t>
            </w:r>
          </w:p>
        </w:tc>
      </w:tr>
      <w:tr w:rsidR="00A55D91" w:rsidRPr="002867BE" w14:paraId="68E8D5A5" w14:textId="77777777" w:rsidTr="00A55D91">
        <w:trPr>
          <w:cantSplit/>
          <w:trHeight w:val="216"/>
        </w:trPr>
        <w:tc>
          <w:tcPr>
            <w:tcW w:w="1431" w:type="pct"/>
          </w:tcPr>
          <w:p w14:paraId="740C2766" w14:textId="77777777" w:rsidR="00A55D91" w:rsidRPr="002867BE" w:rsidRDefault="00A55D91" w:rsidP="00A55D91">
            <w:pPr>
              <w:shd w:val="clear" w:color="auto" w:fill="FFFFFF"/>
              <w:spacing w:line="240" w:lineRule="atLeast"/>
              <w:ind w:left="180" w:right="-79" w:hanging="180"/>
              <w:rPr>
                <w:b/>
                <w:bCs/>
                <w:szCs w:val="22"/>
              </w:rPr>
            </w:pPr>
          </w:p>
        </w:tc>
        <w:tc>
          <w:tcPr>
            <w:tcW w:w="522" w:type="pct"/>
            <w:shd w:val="clear" w:color="auto" w:fill="auto"/>
            <w:vAlign w:val="bottom"/>
          </w:tcPr>
          <w:p w14:paraId="11505803" w14:textId="77777777" w:rsidR="00A55D91" w:rsidRPr="009113D3" w:rsidRDefault="00A55D91" w:rsidP="00A55D91">
            <w:pPr>
              <w:pStyle w:val="acctfourfigures"/>
              <w:shd w:val="clear" w:color="auto" w:fill="FFFFFF"/>
              <w:tabs>
                <w:tab w:val="clear" w:pos="765"/>
                <w:tab w:val="decimal" w:pos="769"/>
              </w:tabs>
              <w:spacing w:line="240" w:lineRule="atLeast"/>
              <w:ind w:left="-79" w:right="-79"/>
              <w:rPr>
                <w:szCs w:val="22"/>
                <w:lang w:val="en-US" w:bidi="th-TH"/>
              </w:rPr>
            </w:pPr>
          </w:p>
        </w:tc>
        <w:tc>
          <w:tcPr>
            <w:tcW w:w="84" w:type="pct"/>
            <w:shd w:val="clear" w:color="auto" w:fill="auto"/>
            <w:vAlign w:val="bottom"/>
          </w:tcPr>
          <w:p w14:paraId="524D2A8E" w14:textId="77777777" w:rsidR="00A55D91" w:rsidRPr="009113D3" w:rsidRDefault="00A55D91" w:rsidP="00A55D91">
            <w:pPr>
              <w:pStyle w:val="acctfourfigures"/>
              <w:shd w:val="clear" w:color="auto" w:fill="FFFFFF"/>
              <w:spacing w:line="240" w:lineRule="atLeast"/>
              <w:ind w:left="-79" w:right="-79"/>
              <w:rPr>
                <w:b/>
                <w:bCs/>
                <w:szCs w:val="22"/>
              </w:rPr>
            </w:pPr>
          </w:p>
        </w:tc>
        <w:tc>
          <w:tcPr>
            <w:tcW w:w="522" w:type="pct"/>
            <w:shd w:val="clear" w:color="auto" w:fill="auto"/>
            <w:vAlign w:val="bottom"/>
          </w:tcPr>
          <w:p w14:paraId="75665DA7" w14:textId="77777777" w:rsidR="00A55D91" w:rsidRPr="009113D3" w:rsidRDefault="00A55D91" w:rsidP="00A55D91">
            <w:pPr>
              <w:pStyle w:val="acctfourfigures"/>
              <w:shd w:val="clear" w:color="auto" w:fill="FFFFFF"/>
              <w:tabs>
                <w:tab w:val="clear" w:pos="765"/>
                <w:tab w:val="decimal" w:pos="714"/>
              </w:tabs>
              <w:spacing w:line="240" w:lineRule="atLeast"/>
              <w:ind w:left="-79" w:right="-79"/>
              <w:rPr>
                <w:b/>
                <w:bCs/>
                <w:szCs w:val="22"/>
              </w:rPr>
            </w:pPr>
          </w:p>
        </w:tc>
        <w:tc>
          <w:tcPr>
            <w:tcW w:w="84" w:type="pct"/>
            <w:shd w:val="clear" w:color="auto" w:fill="auto"/>
            <w:vAlign w:val="bottom"/>
          </w:tcPr>
          <w:p w14:paraId="7323C83A" w14:textId="77777777" w:rsidR="00A55D91" w:rsidRPr="009113D3" w:rsidRDefault="00A55D91" w:rsidP="00A55D91">
            <w:pPr>
              <w:pStyle w:val="acctfourfigures"/>
              <w:shd w:val="clear" w:color="auto" w:fill="FFFFFF"/>
              <w:tabs>
                <w:tab w:val="clear" w:pos="765"/>
                <w:tab w:val="decimal" w:pos="641"/>
              </w:tabs>
              <w:spacing w:line="240" w:lineRule="atLeast"/>
              <w:ind w:left="-79" w:right="-79"/>
              <w:rPr>
                <w:b/>
                <w:bCs/>
                <w:szCs w:val="22"/>
              </w:rPr>
            </w:pPr>
          </w:p>
        </w:tc>
        <w:tc>
          <w:tcPr>
            <w:tcW w:w="522" w:type="pct"/>
            <w:shd w:val="clear" w:color="auto" w:fill="auto"/>
            <w:vAlign w:val="bottom"/>
          </w:tcPr>
          <w:p w14:paraId="3EC53CF3" w14:textId="77777777" w:rsidR="00A55D91" w:rsidRPr="009113D3" w:rsidRDefault="00A55D91" w:rsidP="00A55D91">
            <w:pPr>
              <w:pStyle w:val="acctfourfigures"/>
              <w:shd w:val="clear" w:color="auto" w:fill="FFFFFF"/>
              <w:tabs>
                <w:tab w:val="clear" w:pos="765"/>
                <w:tab w:val="decimal" w:pos="731"/>
              </w:tabs>
              <w:spacing w:line="240" w:lineRule="atLeast"/>
              <w:ind w:left="-79" w:right="-79"/>
              <w:rPr>
                <w:b/>
                <w:bCs/>
                <w:szCs w:val="22"/>
              </w:rPr>
            </w:pPr>
          </w:p>
        </w:tc>
        <w:tc>
          <w:tcPr>
            <w:tcW w:w="84" w:type="pct"/>
            <w:shd w:val="clear" w:color="auto" w:fill="auto"/>
            <w:vAlign w:val="bottom"/>
          </w:tcPr>
          <w:p w14:paraId="2FC01510" w14:textId="77777777" w:rsidR="00A55D91" w:rsidRPr="009113D3" w:rsidRDefault="00A55D91" w:rsidP="00A55D91">
            <w:pPr>
              <w:pStyle w:val="acctfourfigures"/>
              <w:shd w:val="clear" w:color="auto" w:fill="FFFFFF"/>
              <w:spacing w:line="240" w:lineRule="atLeast"/>
              <w:ind w:left="-79" w:right="-79"/>
              <w:rPr>
                <w:b/>
                <w:bCs/>
                <w:szCs w:val="22"/>
              </w:rPr>
            </w:pPr>
          </w:p>
        </w:tc>
        <w:tc>
          <w:tcPr>
            <w:tcW w:w="522" w:type="pct"/>
            <w:shd w:val="clear" w:color="auto" w:fill="auto"/>
            <w:vAlign w:val="bottom"/>
          </w:tcPr>
          <w:p w14:paraId="76F4D808" w14:textId="77777777" w:rsidR="00A55D91" w:rsidRPr="009113D3" w:rsidRDefault="00A55D91" w:rsidP="00A55D91">
            <w:pPr>
              <w:pStyle w:val="acctfourfigures"/>
              <w:shd w:val="clear" w:color="auto" w:fill="FFFFFF"/>
              <w:tabs>
                <w:tab w:val="clear" w:pos="765"/>
                <w:tab w:val="decimal" w:pos="680"/>
              </w:tabs>
              <w:spacing w:line="240" w:lineRule="atLeast"/>
              <w:ind w:left="-79" w:right="-79"/>
              <w:rPr>
                <w:b/>
                <w:bCs/>
                <w:szCs w:val="22"/>
              </w:rPr>
            </w:pPr>
          </w:p>
        </w:tc>
        <w:tc>
          <w:tcPr>
            <w:tcW w:w="84" w:type="pct"/>
            <w:shd w:val="clear" w:color="auto" w:fill="auto"/>
            <w:vAlign w:val="bottom"/>
          </w:tcPr>
          <w:p w14:paraId="2A10A737" w14:textId="77777777" w:rsidR="00A55D91" w:rsidRPr="009113D3" w:rsidRDefault="00A55D91" w:rsidP="00A55D91">
            <w:pPr>
              <w:pStyle w:val="acctfourfigures"/>
              <w:shd w:val="clear" w:color="auto" w:fill="FFFFFF"/>
              <w:tabs>
                <w:tab w:val="clear" w:pos="765"/>
                <w:tab w:val="decimal" w:pos="641"/>
              </w:tabs>
              <w:spacing w:line="240" w:lineRule="atLeast"/>
              <w:ind w:left="-79" w:right="-79"/>
              <w:rPr>
                <w:b/>
                <w:bCs/>
                <w:szCs w:val="22"/>
              </w:rPr>
            </w:pPr>
          </w:p>
        </w:tc>
        <w:tc>
          <w:tcPr>
            <w:tcW w:w="532" w:type="pct"/>
            <w:shd w:val="clear" w:color="auto" w:fill="auto"/>
            <w:vAlign w:val="bottom"/>
          </w:tcPr>
          <w:p w14:paraId="5BEBA9A4" w14:textId="77777777" w:rsidR="00A55D91" w:rsidRPr="009113D3" w:rsidRDefault="00A55D91" w:rsidP="00A55D91">
            <w:pPr>
              <w:pStyle w:val="acctfourfigures"/>
              <w:shd w:val="clear" w:color="auto" w:fill="FFFFFF"/>
              <w:tabs>
                <w:tab w:val="clear" w:pos="765"/>
                <w:tab w:val="decimal" w:pos="820"/>
              </w:tabs>
              <w:spacing w:line="240" w:lineRule="atLeast"/>
              <w:ind w:left="-79" w:right="-79"/>
              <w:rPr>
                <w:b/>
                <w:bCs/>
                <w:szCs w:val="22"/>
              </w:rPr>
            </w:pPr>
          </w:p>
        </w:tc>
        <w:tc>
          <w:tcPr>
            <w:tcW w:w="84" w:type="pct"/>
            <w:shd w:val="clear" w:color="auto" w:fill="auto"/>
            <w:vAlign w:val="bottom"/>
          </w:tcPr>
          <w:p w14:paraId="7AD7EF69" w14:textId="77777777" w:rsidR="00A55D91" w:rsidRPr="009113D3" w:rsidRDefault="00A55D91" w:rsidP="00A55D91">
            <w:pPr>
              <w:pStyle w:val="acctfourfigures"/>
              <w:shd w:val="clear" w:color="auto" w:fill="FFFFFF"/>
              <w:spacing w:line="240" w:lineRule="atLeast"/>
              <w:ind w:left="-79" w:right="-79"/>
              <w:rPr>
                <w:b/>
                <w:bCs/>
                <w:szCs w:val="22"/>
              </w:rPr>
            </w:pPr>
          </w:p>
        </w:tc>
        <w:tc>
          <w:tcPr>
            <w:tcW w:w="529" w:type="pct"/>
            <w:shd w:val="clear" w:color="auto" w:fill="auto"/>
            <w:vAlign w:val="bottom"/>
          </w:tcPr>
          <w:p w14:paraId="4908927E" w14:textId="77777777" w:rsidR="00A55D91" w:rsidRPr="009113D3" w:rsidRDefault="00A55D91" w:rsidP="00A55D91">
            <w:pPr>
              <w:pStyle w:val="acctfourfigures"/>
              <w:shd w:val="clear" w:color="auto" w:fill="FFFFFF"/>
              <w:tabs>
                <w:tab w:val="clear" w:pos="765"/>
                <w:tab w:val="decimal" w:pos="730"/>
              </w:tabs>
              <w:spacing w:line="240" w:lineRule="atLeast"/>
              <w:ind w:left="-79" w:right="-79"/>
              <w:rPr>
                <w:b/>
                <w:bCs/>
                <w:szCs w:val="22"/>
              </w:rPr>
            </w:pPr>
          </w:p>
        </w:tc>
      </w:tr>
      <w:tr w:rsidR="00A55D91" w:rsidRPr="002867BE" w14:paraId="33976C0F" w14:textId="77777777" w:rsidTr="00A55D91">
        <w:trPr>
          <w:cantSplit/>
          <w:trHeight w:val="216"/>
        </w:trPr>
        <w:tc>
          <w:tcPr>
            <w:tcW w:w="1431" w:type="pct"/>
          </w:tcPr>
          <w:p w14:paraId="47590E08" w14:textId="77777777" w:rsidR="00A55D91" w:rsidRPr="002867BE" w:rsidRDefault="00A55D91" w:rsidP="00A55D91">
            <w:pPr>
              <w:shd w:val="clear" w:color="auto" w:fill="FFFFFF"/>
              <w:spacing w:line="240" w:lineRule="atLeast"/>
              <w:ind w:right="-79"/>
              <w:rPr>
                <w:b/>
                <w:bCs/>
                <w:szCs w:val="22"/>
              </w:rPr>
            </w:pPr>
            <w:r w:rsidRPr="002867BE">
              <w:rPr>
                <w:b/>
                <w:bCs/>
                <w:szCs w:val="22"/>
              </w:rPr>
              <w:t xml:space="preserve">Timing of revenue </w:t>
            </w:r>
          </w:p>
          <w:p w14:paraId="3E7C22BF" w14:textId="71788175" w:rsidR="00A55D91" w:rsidRPr="002867BE" w:rsidRDefault="00A55D91" w:rsidP="00A55D91">
            <w:pPr>
              <w:shd w:val="clear" w:color="auto" w:fill="FFFFFF"/>
              <w:spacing w:line="240" w:lineRule="atLeast"/>
              <w:ind w:right="-79"/>
              <w:rPr>
                <w:i/>
                <w:iCs/>
                <w:color w:val="0070C0"/>
                <w:szCs w:val="22"/>
              </w:rPr>
            </w:pPr>
            <w:r w:rsidRPr="002867BE">
              <w:rPr>
                <w:b/>
                <w:bCs/>
                <w:szCs w:val="22"/>
              </w:rPr>
              <w:t xml:space="preserve">   Recognition</w:t>
            </w:r>
          </w:p>
        </w:tc>
        <w:tc>
          <w:tcPr>
            <w:tcW w:w="522" w:type="pct"/>
            <w:vAlign w:val="bottom"/>
          </w:tcPr>
          <w:p w14:paraId="3B4DCB0F" w14:textId="77777777" w:rsidR="00A55D91" w:rsidRPr="002867BE" w:rsidRDefault="00A55D91" w:rsidP="00A55D91">
            <w:pPr>
              <w:pStyle w:val="acctfourfigures"/>
              <w:shd w:val="clear" w:color="auto" w:fill="FFFFFF"/>
              <w:tabs>
                <w:tab w:val="clear" w:pos="765"/>
                <w:tab w:val="decimal" w:pos="769"/>
              </w:tabs>
              <w:spacing w:line="240" w:lineRule="atLeast"/>
              <w:ind w:left="-79" w:right="-79"/>
              <w:rPr>
                <w:szCs w:val="22"/>
                <w:lang w:val="en-US" w:bidi="th-TH"/>
              </w:rPr>
            </w:pPr>
          </w:p>
        </w:tc>
        <w:tc>
          <w:tcPr>
            <w:tcW w:w="84" w:type="pct"/>
            <w:vAlign w:val="bottom"/>
          </w:tcPr>
          <w:p w14:paraId="3273D7D7" w14:textId="77777777" w:rsidR="00A55D91" w:rsidRPr="002867BE" w:rsidRDefault="00A55D91" w:rsidP="00A55D91">
            <w:pPr>
              <w:pStyle w:val="acctfourfigures"/>
              <w:shd w:val="clear" w:color="auto" w:fill="FFFFFF"/>
              <w:spacing w:line="240" w:lineRule="atLeast"/>
              <w:ind w:left="-79" w:right="-79"/>
              <w:rPr>
                <w:szCs w:val="22"/>
              </w:rPr>
            </w:pPr>
          </w:p>
        </w:tc>
        <w:tc>
          <w:tcPr>
            <w:tcW w:w="522" w:type="pct"/>
            <w:vAlign w:val="bottom"/>
          </w:tcPr>
          <w:p w14:paraId="212C2155" w14:textId="77777777" w:rsidR="00A55D91" w:rsidRPr="002867BE" w:rsidRDefault="00A55D91" w:rsidP="00A55D91">
            <w:pPr>
              <w:pStyle w:val="acctfourfigures"/>
              <w:shd w:val="clear" w:color="auto" w:fill="FFFFFF"/>
              <w:tabs>
                <w:tab w:val="clear" w:pos="765"/>
                <w:tab w:val="decimal" w:pos="714"/>
              </w:tabs>
              <w:spacing w:line="240" w:lineRule="atLeast"/>
              <w:ind w:left="-79" w:right="-79"/>
              <w:rPr>
                <w:szCs w:val="22"/>
              </w:rPr>
            </w:pPr>
          </w:p>
        </w:tc>
        <w:tc>
          <w:tcPr>
            <w:tcW w:w="84" w:type="pct"/>
            <w:vAlign w:val="bottom"/>
          </w:tcPr>
          <w:p w14:paraId="350785A2" w14:textId="77777777" w:rsidR="00A55D91" w:rsidRPr="002867BE" w:rsidRDefault="00A55D91" w:rsidP="00A55D91">
            <w:pPr>
              <w:pStyle w:val="acctfourfigures"/>
              <w:shd w:val="clear" w:color="auto" w:fill="FFFFFF"/>
              <w:tabs>
                <w:tab w:val="clear" w:pos="765"/>
                <w:tab w:val="decimal" w:pos="641"/>
              </w:tabs>
              <w:spacing w:line="240" w:lineRule="atLeast"/>
              <w:ind w:left="-79" w:right="-79"/>
              <w:rPr>
                <w:szCs w:val="22"/>
              </w:rPr>
            </w:pPr>
          </w:p>
        </w:tc>
        <w:tc>
          <w:tcPr>
            <w:tcW w:w="522" w:type="pct"/>
            <w:vAlign w:val="bottom"/>
          </w:tcPr>
          <w:p w14:paraId="7C9E63D3" w14:textId="77777777" w:rsidR="00A55D91" w:rsidRPr="002867BE" w:rsidRDefault="00A55D91" w:rsidP="00A55D91">
            <w:pPr>
              <w:pStyle w:val="acctfourfigures"/>
              <w:shd w:val="clear" w:color="auto" w:fill="FFFFFF"/>
              <w:tabs>
                <w:tab w:val="clear" w:pos="765"/>
                <w:tab w:val="decimal" w:pos="731"/>
              </w:tabs>
              <w:spacing w:line="240" w:lineRule="atLeast"/>
              <w:ind w:left="-79" w:right="-79"/>
              <w:rPr>
                <w:szCs w:val="22"/>
              </w:rPr>
            </w:pPr>
          </w:p>
        </w:tc>
        <w:tc>
          <w:tcPr>
            <w:tcW w:w="84" w:type="pct"/>
            <w:vAlign w:val="bottom"/>
          </w:tcPr>
          <w:p w14:paraId="63689CE5" w14:textId="77777777" w:rsidR="00A55D91" w:rsidRPr="002867BE" w:rsidRDefault="00A55D91" w:rsidP="00A55D91">
            <w:pPr>
              <w:pStyle w:val="acctfourfigures"/>
              <w:shd w:val="clear" w:color="auto" w:fill="FFFFFF"/>
              <w:spacing w:line="240" w:lineRule="atLeast"/>
              <w:ind w:left="-79" w:right="-79"/>
              <w:rPr>
                <w:szCs w:val="22"/>
              </w:rPr>
            </w:pPr>
          </w:p>
        </w:tc>
        <w:tc>
          <w:tcPr>
            <w:tcW w:w="522" w:type="pct"/>
            <w:vAlign w:val="bottom"/>
          </w:tcPr>
          <w:p w14:paraId="3F57F826" w14:textId="77777777" w:rsidR="00A55D91" w:rsidRPr="002867BE" w:rsidRDefault="00A55D91" w:rsidP="00A55D91">
            <w:pPr>
              <w:pStyle w:val="acctfourfigures"/>
              <w:shd w:val="clear" w:color="auto" w:fill="FFFFFF"/>
              <w:tabs>
                <w:tab w:val="clear" w:pos="765"/>
                <w:tab w:val="decimal" w:pos="680"/>
              </w:tabs>
              <w:spacing w:line="240" w:lineRule="atLeast"/>
              <w:ind w:left="-79" w:right="-79"/>
              <w:rPr>
                <w:szCs w:val="22"/>
              </w:rPr>
            </w:pPr>
          </w:p>
        </w:tc>
        <w:tc>
          <w:tcPr>
            <w:tcW w:w="84" w:type="pct"/>
            <w:vAlign w:val="bottom"/>
          </w:tcPr>
          <w:p w14:paraId="2CD7A66B" w14:textId="77777777" w:rsidR="00A55D91" w:rsidRPr="002867BE" w:rsidRDefault="00A55D91" w:rsidP="00A55D91">
            <w:pPr>
              <w:pStyle w:val="acctfourfigures"/>
              <w:shd w:val="clear" w:color="auto" w:fill="FFFFFF"/>
              <w:tabs>
                <w:tab w:val="clear" w:pos="765"/>
                <w:tab w:val="decimal" w:pos="641"/>
              </w:tabs>
              <w:spacing w:line="240" w:lineRule="atLeast"/>
              <w:ind w:left="-79" w:right="-79"/>
              <w:rPr>
                <w:szCs w:val="22"/>
              </w:rPr>
            </w:pPr>
          </w:p>
        </w:tc>
        <w:tc>
          <w:tcPr>
            <w:tcW w:w="532" w:type="pct"/>
            <w:vAlign w:val="bottom"/>
          </w:tcPr>
          <w:p w14:paraId="68181DD3" w14:textId="77777777" w:rsidR="00A55D91" w:rsidRPr="002867BE" w:rsidRDefault="00A55D91" w:rsidP="00A55D91">
            <w:pPr>
              <w:pStyle w:val="acctfourfigures"/>
              <w:shd w:val="clear" w:color="auto" w:fill="FFFFFF"/>
              <w:tabs>
                <w:tab w:val="clear" w:pos="765"/>
                <w:tab w:val="decimal" w:pos="820"/>
              </w:tabs>
              <w:spacing w:line="240" w:lineRule="atLeast"/>
              <w:ind w:left="-79" w:right="-79"/>
              <w:rPr>
                <w:szCs w:val="22"/>
              </w:rPr>
            </w:pPr>
          </w:p>
        </w:tc>
        <w:tc>
          <w:tcPr>
            <w:tcW w:w="84" w:type="pct"/>
            <w:vAlign w:val="bottom"/>
          </w:tcPr>
          <w:p w14:paraId="003D2862" w14:textId="77777777" w:rsidR="00A55D91" w:rsidRPr="002867BE" w:rsidRDefault="00A55D91" w:rsidP="00A55D91">
            <w:pPr>
              <w:pStyle w:val="acctfourfigures"/>
              <w:shd w:val="clear" w:color="auto" w:fill="FFFFFF"/>
              <w:spacing w:line="240" w:lineRule="atLeast"/>
              <w:ind w:left="-79" w:right="-79"/>
              <w:rPr>
                <w:szCs w:val="22"/>
              </w:rPr>
            </w:pPr>
          </w:p>
        </w:tc>
        <w:tc>
          <w:tcPr>
            <w:tcW w:w="529" w:type="pct"/>
            <w:vAlign w:val="bottom"/>
          </w:tcPr>
          <w:p w14:paraId="4542ED53" w14:textId="77777777" w:rsidR="00A55D91" w:rsidRPr="002867BE" w:rsidRDefault="00A55D91" w:rsidP="00A55D91">
            <w:pPr>
              <w:pStyle w:val="acctfourfigures"/>
              <w:shd w:val="clear" w:color="auto" w:fill="FFFFFF"/>
              <w:tabs>
                <w:tab w:val="clear" w:pos="765"/>
                <w:tab w:val="decimal" w:pos="730"/>
              </w:tabs>
              <w:spacing w:line="240" w:lineRule="atLeast"/>
              <w:ind w:left="-79" w:right="-79"/>
              <w:rPr>
                <w:szCs w:val="22"/>
              </w:rPr>
            </w:pPr>
          </w:p>
        </w:tc>
      </w:tr>
      <w:tr w:rsidR="00A55D91" w:rsidRPr="002867BE" w14:paraId="0D8B1BB5" w14:textId="77777777" w:rsidTr="00A55D91">
        <w:trPr>
          <w:cantSplit/>
          <w:trHeight w:val="216"/>
        </w:trPr>
        <w:tc>
          <w:tcPr>
            <w:tcW w:w="1431" w:type="pct"/>
            <w:vAlign w:val="bottom"/>
          </w:tcPr>
          <w:p w14:paraId="53195AAF" w14:textId="77777777" w:rsidR="00A55D91" w:rsidRPr="002867BE" w:rsidRDefault="00A55D91" w:rsidP="00A55D91">
            <w:pPr>
              <w:spacing w:line="240" w:lineRule="atLeast"/>
              <w:ind w:left="72" w:right="-115" w:hanging="72"/>
              <w:rPr>
                <w:szCs w:val="22"/>
              </w:rPr>
            </w:pPr>
            <w:r w:rsidRPr="002867BE">
              <w:rPr>
                <w:szCs w:val="22"/>
              </w:rPr>
              <w:t xml:space="preserve">At a point in time </w:t>
            </w:r>
          </w:p>
        </w:tc>
        <w:tc>
          <w:tcPr>
            <w:tcW w:w="522" w:type="pct"/>
            <w:vAlign w:val="bottom"/>
          </w:tcPr>
          <w:p w14:paraId="0EB8C03F" w14:textId="2EF505BC"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151,075</w:t>
            </w:r>
          </w:p>
        </w:tc>
        <w:tc>
          <w:tcPr>
            <w:tcW w:w="84" w:type="pct"/>
            <w:vAlign w:val="bottom"/>
          </w:tcPr>
          <w:p w14:paraId="60B3EE1A" w14:textId="77777777"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22" w:type="pct"/>
            <w:vAlign w:val="bottom"/>
          </w:tcPr>
          <w:p w14:paraId="71C244A4" w14:textId="6FB16D68"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192,962</w:t>
            </w:r>
          </w:p>
        </w:tc>
        <w:tc>
          <w:tcPr>
            <w:tcW w:w="84" w:type="pct"/>
            <w:vAlign w:val="bottom"/>
          </w:tcPr>
          <w:p w14:paraId="44D048AE" w14:textId="77777777"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22" w:type="pct"/>
            <w:vAlign w:val="bottom"/>
          </w:tcPr>
          <w:p w14:paraId="058113DB" w14:textId="08E9BF76" w:rsidR="00A55D91" w:rsidRPr="009E780D" w:rsidRDefault="00A55D91" w:rsidP="00A55D91">
            <w:pPr>
              <w:pStyle w:val="acctfourfigures"/>
              <w:shd w:val="clear" w:color="auto" w:fill="FFFFFF"/>
              <w:tabs>
                <w:tab w:val="clear" w:pos="765"/>
                <w:tab w:val="decimal" w:pos="540"/>
              </w:tabs>
              <w:spacing w:line="240" w:lineRule="atLeast"/>
              <w:ind w:left="-79" w:right="-79"/>
              <w:rPr>
                <w:szCs w:val="22"/>
                <w:lang w:val="en-US" w:bidi="th-TH"/>
              </w:rPr>
            </w:pPr>
            <w:r>
              <w:rPr>
                <w:szCs w:val="22"/>
                <w:lang w:val="en-US" w:bidi="th-TH"/>
              </w:rPr>
              <w:t>-</w:t>
            </w:r>
          </w:p>
        </w:tc>
        <w:tc>
          <w:tcPr>
            <w:tcW w:w="84" w:type="pct"/>
            <w:vAlign w:val="bottom"/>
          </w:tcPr>
          <w:p w14:paraId="43E36777" w14:textId="77777777" w:rsidR="00A55D91" w:rsidRPr="009E780D"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22" w:type="pct"/>
            <w:vAlign w:val="bottom"/>
          </w:tcPr>
          <w:p w14:paraId="06050ED6" w14:textId="1EF1CBCE" w:rsidR="00A55D91" w:rsidRPr="009E780D" w:rsidRDefault="00A55D91" w:rsidP="00A55D91">
            <w:pPr>
              <w:pStyle w:val="acctfourfigures"/>
              <w:shd w:val="clear" w:color="auto" w:fill="FFFFFF"/>
              <w:tabs>
                <w:tab w:val="clear" w:pos="765"/>
                <w:tab w:val="decimal" w:pos="525"/>
              </w:tabs>
              <w:spacing w:line="240" w:lineRule="atLeast"/>
              <w:ind w:left="-79" w:right="-79"/>
              <w:rPr>
                <w:szCs w:val="22"/>
                <w:lang w:val="en-US" w:bidi="th-TH"/>
              </w:rPr>
            </w:pPr>
            <w:r w:rsidRPr="009E780D">
              <w:rPr>
                <w:szCs w:val="22"/>
                <w:lang w:val="en-US" w:bidi="th-TH"/>
              </w:rPr>
              <w:t>-</w:t>
            </w:r>
          </w:p>
        </w:tc>
        <w:tc>
          <w:tcPr>
            <w:tcW w:w="84" w:type="pct"/>
          </w:tcPr>
          <w:p w14:paraId="0B16C99D" w14:textId="77777777"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32" w:type="pct"/>
            <w:vAlign w:val="bottom"/>
          </w:tcPr>
          <w:p w14:paraId="04414369" w14:textId="43A92C94"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151,075</w:t>
            </w:r>
          </w:p>
        </w:tc>
        <w:tc>
          <w:tcPr>
            <w:tcW w:w="84" w:type="pct"/>
            <w:vAlign w:val="bottom"/>
          </w:tcPr>
          <w:p w14:paraId="56C3CF89" w14:textId="77777777"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29" w:type="pct"/>
            <w:vAlign w:val="bottom"/>
          </w:tcPr>
          <w:p w14:paraId="30FDA40C" w14:textId="7D6FAA8C"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192,962</w:t>
            </w:r>
          </w:p>
        </w:tc>
      </w:tr>
      <w:tr w:rsidR="00A55D91" w:rsidRPr="002867BE" w14:paraId="687BBA64" w14:textId="77777777" w:rsidTr="00A55D91">
        <w:trPr>
          <w:cantSplit/>
          <w:trHeight w:val="216"/>
        </w:trPr>
        <w:tc>
          <w:tcPr>
            <w:tcW w:w="1431" w:type="pct"/>
            <w:vAlign w:val="bottom"/>
          </w:tcPr>
          <w:p w14:paraId="2CB29CD6" w14:textId="77777777" w:rsidR="00A55D91" w:rsidRPr="002867BE" w:rsidRDefault="00A55D91" w:rsidP="00A55D91">
            <w:pPr>
              <w:spacing w:line="240" w:lineRule="atLeast"/>
              <w:ind w:left="72" w:right="-115" w:hanging="72"/>
              <w:rPr>
                <w:szCs w:val="22"/>
              </w:rPr>
            </w:pPr>
            <w:r w:rsidRPr="002867BE">
              <w:rPr>
                <w:szCs w:val="22"/>
              </w:rPr>
              <w:t xml:space="preserve">Over time </w:t>
            </w:r>
          </w:p>
        </w:tc>
        <w:tc>
          <w:tcPr>
            <w:tcW w:w="522" w:type="pct"/>
            <w:tcBorders>
              <w:bottom w:val="single" w:sz="4" w:space="0" w:color="auto"/>
            </w:tcBorders>
            <w:vAlign w:val="bottom"/>
          </w:tcPr>
          <w:p w14:paraId="5B378C6A" w14:textId="4C1FF152" w:rsidR="00A55D91" w:rsidRPr="009E780D" w:rsidRDefault="00A55D91" w:rsidP="00A55D91">
            <w:pPr>
              <w:pStyle w:val="acctfourfigures"/>
              <w:shd w:val="clear" w:color="auto" w:fill="FFFFFF"/>
              <w:tabs>
                <w:tab w:val="clear" w:pos="765"/>
                <w:tab w:val="decimal" w:pos="540"/>
              </w:tabs>
              <w:spacing w:line="240" w:lineRule="atLeast"/>
              <w:ind w:left="-79" w:right="-79"/>
              <w:rPr>
                <w:szCs w:val="22"/>
                <w:lang w:val="en-US" w:bidi="th-TH"/>
              </w:rPr>
            </w:pPr>
            <w:r>
              <w:rPr>
                <w:szCs w:val="22"/>
                <w:lang w:val="en-US" w:bidi="th-TH"/>
              </w:rPr>
              <w:t>-</w:t>
            </w:r>
          </w:p>
        </w:tc>
        <w:tc>
          <w:tcPr>
            <w:tcW w:w="84" w:type="pct"/>
            <w:vAlign w:val="bottom"/>
          </w:tcPr>
          <w:p w14:paraId="7D12B411" w14:textId="77777777" w:rsidR="00A55D91" w:rsidRPr="009E780D"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22" w:type="pct"/>
            <w:tcBorders>
              <w:bottom w:val="single" w:sz="4" w:space="0" w:color="auto"/>
            </w:tcBorders>
            <w:vAlign w:val="bottom"/>
          </w:tcPr>
          <w:p w14:paraId="5192F027" w14:textId="3360C367" w:rsidR="00A55D91" w:rsidRPr="009E780D" w:rsidRDefault="00A55D91" w:rsidP="00A55D91">
            <w:pPr>
              <w:pStyle w:val="acctfourfigures"/>
              <w:shd w:val="clear" w:color="auto" w:fill="FFFFFF"/>
              <w:tabs>
                <w:tab w:val="clear" w:pos="765"/>
                <w:tab w:val="decimal" w:pos="525"/>
              </w:tabs>
              <w:spacing w:line="240" w:lineRule="atLeast"/>
              <w:ind w:left="-79" w:right="-79"/>
              <w:rPr>
                <w:szCs w:val="22"/>
                <w:lang w:val="en-US" w:bidi="th-TH"/>
              </w:rPr>
            </w:pPr>
            <w:r w:rsidRPr="009E780D">
              <w:rPr>
                <w:szCs w:val="22"/>
                <w:lang w:val="en-US" w:bidi="th-TH"/>
              </w:rPr>
              <w:t>-</w:t>
            </w:r>
          </w:p>
        </w:tc>
        <w:tc>
          <w:tcPr>
            <w:tcW w:w="84" w:type="pct"/>
            <w:vAlign w:val="bottom"/>
          </w:tcPr>
          <w:p w14:paraId="0D13EB4D" w14:textId="77777777"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22" w:type="pct"/>
            <w:tcBorders>
              <w:bottom w:val="single" w:sz="4" w:space="0" w:color="auto"/>
            </w:tcBorders>
          </w:tcPr>
          <w:p w14:paraId="5036A85D" w14:textId="4B45501E" w:rsidR="00A55D91" w:rsidRPr="008424D2"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953,529</w:t>
            </w:r>
          </w:p>
        </w:tc>
        <w:tc>
          <w:tcPr>
            <w:tcW w:w="84" w:type="pct"/>
          </w:tcPr>
          <w:p w14:paraId="5BE5C4E3" w14:textId="77777777" w:rsidR="00A55D91" w:rsidRPr="008424D2"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22" w:type="pct"/>
            <w:tcBorders>
              <w:bottom w:val="single" w:sz="4" w:space="0" w:color="auto"/>
            </w:tcBorders>
          </w:tcPr>
          <w:p w14:paraId="18BF0EC9" w14:textId="389795F9" w:rsidR="00A55D91" w:rsidRPr="008424D2"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900,491</w:t>
            </w:r>
          </w:p>
        </w:tc>
        <w:tc>
          <w:tcPr>
            <w:tcW w:w="84" w:type="pct"/>
          </w:tcPr>
          <w:p w14:paraId="74A6F215" w14:textId="77777777"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32" w:type="pct"/>
            <w:tcBorders>
              <w:bottom w:val="single" w:sz="4" w:space="0" w:color="auto"/>
            </w:tcBorders>
          </w:tcPr>
          <w:p w14:paraId="43A21141" w14:textId="6E15AC31" w:rsidR="00A55D91" w:rsidRPr="008424D2"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953,529</w:t>
            </w:r>
          </w:p>
        </w:tc>
        <w:tc>
          <w:tcPr>
            <w:tcW w:w="84" w:type="pct"/>
            <w:vAlign w:val="bottom"/>
          </w:tcPr>
          <w:p w14:paraId="3B7CCDBE" w14:textId="77777777" w:rsidR="00A55D91" w:rsidRPr="000456B7"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p>
        </w:tc>
        <w:tc>
          <w:tcPr>
            <w:tcW w:w="529" w:type="pct"/>
            <w:tcBorders>
              <w:bottom w:val="single" w:sz="4" w:space="0" w:color="auto"/>
            </w:tcBorders>
          </w:tcPr>
          <w:p w14:paraId="3DEDD7C7" w14:textId="41AD4508" w:rsidR="00A55D91" w:rsidRPr="008424D2"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sidRPr="008424D2">
              <w:rPr>
                <w:szCs w:val="22"/>
                <w:lang w:val="en-US" w:bidi="th-TH"/>
              </w:rPr>
              <w:t xml:space="preserve"> </w:t>
            </w:r>
            <w:r>
              <w:rPr>
                <w:szCs w:val="22"/>
                <w:lang w:val="en-US" w:bidi="th-TH"/>
              </w:rPr>
              <w:t>900,491</w:t>
            </w:r>
            <w:r w:rsidRPr="008424D2">
              <w:rPr>
                <w:szCs w:val="22"/>
                <w:lang w:val="en-US" w:bidi="th-TH"/>
              </w:rPr>
              <w:t xml:space="preserve"> </w:t>
            </w:r>
          </w:p>
        </w:tc>
      </w:tr>
      <w:tr w:rsidR="00A55D91" w:rsidRPr="00AB6A1C" w14:paraId="5888C340" w14:textId="77777777" w:rsidTr="00A55D91">
        <w:trPr>
          <w:cantSplit/>
          <w:trHeight w:val="216"/>
        </w:trPr>
        <w:tc>
          <w:tcPr>
            <w:tcW w:w="1431" w:type="pct"/>
          </w:tcPr>
          <w:p w14:paraId="6DAA8B02" w14:textId="77777777" w:rsidR="00A55D91" w:rsidRPr="00AB6A1C" w:rsidRDefault="00A55D91" w:rsidP="00A55D91">
            <w:pPr>
              <w:shd w:val="clear" w:color="auto" w:fill="FFFFFF"/>
              <w:spacing w:line="240" w:lineRule="atLeast"/>
              <w:ind w:left="180" w:right="-79" w:hanging="180"/>
              <w:rPr>
                <w:b/>
                <w:bCs/>
                <w:szCs w:val="22"/>
              </w:rPr>
            </w:pPr>
            <w:r w:rsidRPr="00AB6A1C">
              <w:rPr>
                <w:b/>
                <w:bCs/>
                <w:szCs w:val="22"/>
              </w:rPr>
              <w:t>Total</w:t>
            </w:r>
          </w:p>
        </w:tc>
        <w:tc>
          <w:tcPr>
            <w:tcW w:w="522" w:type="pct"/>
            <w:tcBorders>
              <w:top w:val="single" w:sz="4" w:space="0" w:color="auto"/>
              <w:bottom w:val="double" w:sz="4" w:space="0" w:color="auto"/>
            </w:tcBorders>
            <w:vAlign w:val="bottom"/>
          </w:tcPr>
          <w:p w14:paraId="42A3AF28" w14:textId="6D151D07" w:rsidR="00A55D91" w:rsidRPr="000456B7" w:rsidRDefault="00A55D91" w:rsidP="00A55D91">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151,075</w:t>
            </w:r>
          </w:p>
        </w:tc>
        <w:tc>
          <w:tcPr>
            <w:tcW w:w="84" w:type="pct"/>
            <w:vAlign w:val="bottom"/>
          </w:tcPr>
          <w:p w14:paraId="1C836CDF" w14:textId="77777777" w:rsidR="00A55D91" w:rsidRPr="000456B7" w:rsidRDefault="00A55D91" w:rsidP="00A55D91">
            <w:pPr>
              <w:pStyle w:val="acctfourfigures"/>
              <w:shd w:val="clear" w:color="auto" w:fill="FFFFFF"/>
              <w:tabs>
                <w:tab w:val="clear" w:pos="765"/>
                <w:tab w:val="decimal" w:pos="860"/>
              </w:tabs>
              <w:spacing w:line="240" w:lineRule="atLeast"/>
              <w:ind w:left="-79" w:right="-79"/>
              <w:rPr>
                <w:b/>
                <w:bCs/>
                <w:szCs w:val="22"/>
                <w:lang w:val="en-US" w:bidi="th-TH"/>
              </w:rPr>
            </w:pPr>
          </w:p>
        </w:tc>
        <w:tc>
          <w:tcPr>
            <w:tcW w:w="522" w:type="pct"/>
            <w:tcBorders>
              <w:top w:val="single" w:sz="4" w:space="0" w:color="auto"/>
              <w:bottom w:val="double" w:sz="4" w:space="0" w:color="auto"/>
            </w:tcBorders>
            <w:vAlign w:val="bottom"/>
          </w:tcPr>
          <w:p w14:paraId="78F46A98" w14:textId="6B93709A" w:rsidR="00A55D91" w:rsidRPr="000456B7" w:rsidRDefault="00A55D91" w:rsidP="00A55D91">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192,962</w:t>
            </w:r>
          </w:p>
        </w:tc>
        <w:tc>
          <w:tcPr>
            <w:tcW w:w="84" w:type="pct"/>
            <w:vAlign w:val="bottom"/>
          </w:tcPr>
          <w:p w14:paraId="53AA4347" w14:textId="77777777" w:rsidR="00A55D91" w:rsidRPr="000456B7" w:rsidRDefault="00A55D91" w:rsidP="00A55D91">
            <w:pPr>
              <w:pStyle w:val="acctfourfigures"/>
              <w:shd w:val="clear" w:color="auto" w:fill="FFFFFF"/>
              <w:tabs>
                <w:tab w:val="clear" w:pos="765"/>
                <w:tab w:val="decimal" w:pos="860"/>
              </w:tabs>
              <w:spacing w:line="240" w:lineRule="atLeast"/>
              <w:ind w:left="-79" w:right="-79"/>
              <w:rPr>
                <w:b/>
                <w:bCs/>
                <w:szCs w:val="22"/>
                <w:lang w:val="en-US" w:bidi="th-TH"/>
              </w:rPr>
            </w:pPr>
          </w:p>
        </w:tc>
        <w:tc>
          <w:tcPr>
            <w:tcW w:w="522" w:type="pct"/>
            <w:tcBorders>
              <w:top w:val="single" w:sz="4" w:space="0" w:color="auto"/>
              <w:bottom w:val="double" w:sz="4" w:space="0" w:color="auto"/>
            </w:tcBorders>
          </w:tcPr>
          <w:p w14:paraId="45E3D096" w14:textId="03D032BF" w:rsidR="00A55D91" w:rsidRPr="008424D2" w:rsidRDefault="00A55D91" w:rsidP="00A55D91">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953,529</w:t>
            </w:r>
          </w:p>
        </w:tc>
        <w:tc>
          <w:tcPr>
            <w:tcW w:w="84" w:type="pct"/>
          </w:tcPr>
          <w:p w14:paraId="4FC5E382" w14:textId="77777777" w:rsidR="00A55D91" w:rsidRPr="008424D2" w:rsidRDefault="00A55D91" w:rsidP="00A55D91">
            <w:pPr>
              <w:pStyle w:val="acctfourfigures"/>
              <w:shd w:val="clear" w:color="auto" w:fill="FFFFFF"/>
              <w:tabs>
                <w:tab w:val="clear" w:pos="765"/>
                <w:tab w:val="decimal" w:pos="860"/>
              </w:tabs>
              <w:spacing w:line="240" w:lineRule="atLeast"/>
              <w:ind w:left="-79" w:right="-79"/>
              <w:rPr>
                <w:b/>
                <w:bCs/>
                <w:szCs w:val="22"/>
                <w:lang w:val="en-US" w:bidi="th-TH"/>
              </w:rPr>
            </w:pPr>
          </w:p>
        </w:tc>
        <w:tc>
          <w:tcPr>
            <w:tcW w:w="522" w:type="pct"/>
            <w:tcBorders>
              <w:top w:val="single" w:sz="4" w:space="0" w:color="auto"/>
              <w:bottom w:val="double" w:sz="4" w:space="0" w:color="auto"/>
            </w:tcBorders>
          </w:tcPr>
          <w:p w14:paraId="75B5C3F8" w14:textId="6F64CD5E" w:rsidR="00A55D91" w:rsidRPr="008424D2" w:rsidRDefault="00A55D91" w:rsidP="00A55D91">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900,491</w:t>
            </w:r>
          </w:p>
        </w:tc>
        <w:tc>
          <w:tcPr>
            <w:tcW w:w="84" w:type="pct"/>
          </w:tcPr>
          <w:p w14:paraId="592C07D0" w14:textId="77777777" w:rsidR="00A55D91" w:rsidRPr="000456B7" w:rsidRDefault="00A55D91" w:rsidP="00A55D91">
            <w:pPr>
              <w:pStyle w:val="acctfourfigures"/>
              <w:shd w:val="clear" w:color="auto" w:fill="FFFFFF"/>
              <w:tabs>
                <w:tab w:val="clear" w:pos="765"/>
                <w:tab w:val="decimal" w:pos="860"/>
              </w:tabs>
              <w:spacing w:line="240" w:lineRule="atLeast"/>
              <w:ind w:left="-79" w:right="-79"/>
              <w:rPr>
                <w:b/>
                <w:bCs/>
                <w:szCs w:val="22"/>
                <w:lang w:val="en-US" w:bidi="th-TH"/>
              </w:rPr>
            </w:pPr>
          </w:p>
        </w:tc>
        <w:tc>
          <w:tcPr>
            <w:tcW w:w="532" w:type="pct"/>
            <w:tcBorders>
              <w:top w:val="single" w:sz="4" w:space="0" w:color="auto"/>
              <w:bottom w:val="double" w:sz="4" w:space="0" w:color="auto"/>
            </w:tcBorders>
          </w:tcPr>
          <w:p w14:paraId="0934A72F" w14:textId="52116F8F" w:rsidR="00A55D91" w:rsidRPr="008424D2" w:rsidRDefault="00A55D91" w:rsidP="00A55D91">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1,104,604</w:t>
            </w:r>
          </w:p>
        </w:tc>
        <w:tc>
          <w:tcPr>
            <w:tcW w:w="84" w:type="pct"/>
            <w:vAlign w:val="bottom"/>
          </w:tcPr>
          <w:p w14:paraId="43FE69C6" w14:textId="77777777" w:rsidR="00A55D91" w:rsidRPr="000456B7" w:rsidRDefault="00A55D91" w:rsidP="00A55D91">
            <w:pPr>
              <w:pStyle w:val="acctfourfigures"/>
              <w:shd w:val="clear" w:color="auto" w:fill="FFFFFF"/>
              <w:tabs>
                <w:tab w:val="clear" w:pos="765"/>
                <w:tab w:val="decimal" w:pos="860"/>
              </w:tabs>
              <w:spacing w:line="240" w:lineRule="atLeast"/>
              <w:ind w:left="-79" w:right="-79"/>
              <w:rPr>
                <w:b/>
                <w:bCs/>
                <w:szCs w:val="22"/>
                <w:lang w:val="en-US" w:bidi="th-TH"/>
              </w:rPr>
            </w:pPr>
          </w:p>
        </w:tc>
        <w:tc>
          <w:tcPr>
            <w:tcW w:w="529" w:type="pct"/>
            <w:tcBorders>
              <w:top w:val="single" w:sz="4" w:space="0" w:color="auto"/>
              <w:bottom w:val="double" w:sz="4" w:space="0" w:color="auto"/>
            </w:tcBorders>
          </w:tcPr>
          <w:p w14:paraId="122CB782" w14:textId="79F17D9F" w:rsidR="00A55D91" w:rsidRPr="008424D2" w:rsidRDefault="00A55D91" w:rsidP="00A55D91">
            <w:pPr>
              <w:pStyle w:val="acctfourfigures"/>
              <w:shd w:val="clear" w:color="auto" w:fill="FFFFFF"/>
              <w:tabs>
                <w:tab w:val="clear" w:pos="765"/>
                <w:tab w:val="decimal" w:pos="860"/>
              </w:tabs>
              <w:spacing w:line="240" w:lineRule="atLeast"/>
              <w:ind w:left="-79" w:right="-79"/>
              <w:rPr>
                <w:szCs w:val="22"/>
                <w:lang w:val="en-US" w:bidi="th-TH"/>
              </w:rPr>
            </w:pPr>
            <w:r w:rsidRPr="008424D2">
              <w:rPr>
                <w:szCs w:val="22"/>
                <w:lang w:val="en-US" w:bidi="th-TH"/>
              </w:rPr>
              <w:t xml:space="preserve"> </w:t>
            </w:r>
            <w:r>
              <w:rPr>
                <w:b/>
                <w:bCs/>
                <w:szCs w:val="22"/>
                <w:lang w:val="en-US" w:bidi="th-TH"/>
              </w:rPr>
              <w:t>1,093,453</w:t>
            </w:r>
            <w:r w:rsidRPr="008424D2">
              <w:rPr>
                <w:b/>
                <w:bCs/>
                <w:szCs w:val="22"/>
                <w:lang w:val="en-US" w:bidi="th-TH"/>
              </w:rPr>
              <w:t xml:space="preserve"> </w:t>
            </w:r>
          </w:p>
        </w:tc>
      </w:tr>
    </w:tbl>
    <w:p w14:paraId="11B763F7" w14:textId="77777777" w:rsidR="00F058B3" w:rsidRDefault="00F058B3" w:rsidP="00F058B3">
      <w:pPr>
        <w:spacing w:line="240" w:lineRule="atLeast"/>
        <w:ind w:left="540"/>
        <w:jc w:val="thaiDistribute"/>
        <w:rPr>
          <w:b/>
          <w:bCs/>
          <w:i/>
          <w:iCs/>
          <w:lang w:val="en-AU"/>
        </w:rPr>
      </w:pPr>
    </w:p>
    <w:p w14:paraId="09700143" w14:textId="77777777" w:rsidR="00F058B3" w:rsidRDefault="00F058B3" w:rsidP="00F058B3">
      <w:pPr>
        <w:spacing w:line="240" w:lineRule="atLeast"/>
        <w:ind w:left="540"/>
        <w:jc w:val="thaiDistribute"/>
        <w:rPr>
          <w:b/>
          <w:bCs/>
          <w:i/>
          <w:iCs/>
        </w:rPr>
      </w:pPr>
      <w:r w:rsidRPr="007F6C76">
        <w:rPr>
          <w:b/>
          <w:bCs/>
          <w:i/>
          <w:iCs/>
        </w:rPr>
        <w:t>Reconciliations of reportable segment profit or loss</w:t>
      </w:r>
    </w:p>
    <w:p w14:paraId="28ED277B" w14:textId="77777777" w:rsidR="00F058B3" w:rsidRPr="000456B7" w:rsidRDefault="00F058B3" w:rsidP="00F058B3">
      <w:pPr>
        <w:spacing w:line="240" w:lineRule="atLeast"/>
        <w:ind w:left="605"/>
        <w:jc w:val="thaiDistribute"/>
        <w:rPr>
          <w:szCs w:val="22"/>
          <w:lang w:val="en-US" w:bidi="th-TH"/>
        </w:rPr>
      </w:pPr>
    </w:p>
    <w:tbl>
      <w:tblPr>
        <w:tblW w:w="9270" w:type="dxa"/>
        <w:tblInd w:w="450" w:type="dxa"/>
        <w:tblLayout w:type="fixed"/>
        <w:tblCellMar>
          <w:left w:w="79" w:type="dxa"/>
          <w:right w:w="79" w:type="dxa"/>
        </w:tblCellMar>
        <w:tblLook w:val="0000" w:firstRow="0" w:lastRow="0" w:firstColumn="0" w:lastColumn="0" w:noHBand="0" w:noVBand="0"/>
      </w:tblPr>
      <w:tblGrid>
        <w:gridCol w:w="6930"/>
        <w:gridCol w:w="1080"/>
        <w:gridCol w:w="181"/>
        <w:gridCol w:w="1079"/>
      </w:tblGrid>
      <w:tr w:rsidR="00F058B3" w:rsidRPr="007F6C76" w14:paraId="771F6FAE" w14:textId="77777777" w:rsidTr="00F058B3">
        <w:trPr>
          <w:cantSplit/>
          <w:tblHeader/>
        </w:trPr>
        <w:tc>
          <w:tcPr>
            <w:tcW w:w="6930" w:type="dxa"/>
          </w:tcPr>
          <w:p w14:paraId="2D105FBE" w14:textId="77777777" w:rsidR="00F058B3" w:rsidRPr="002867BE" w:rsidRDefault="00F058B3" w:rsidP="00F058B3">
            <w:pPr>
              <w:pStyle w:val="acctfourfigures"/>
              <w:spacing w:line="240" w:lineRule="atLeast"/>
              <w:rPr>
                <w:b/>
                <w:bCs/>
                <w:i/>
                <w:iCs/>
                <w:szCs w:val="22"/>
              </w:rPr>
            </w:pPr>
            <w:r w:rsidRPr="002867BE">
              <w:rPr>
                <w:b/>
                <w:bCs/>
                <w:i/>
                <w:iCs/>
                <w:szCs w:val="22"/>
              </w:rPr>
              <w:t xml:space="preserve">For the </w:t>
            </w:r>
            <w:r>
              <w:rPr>
                <w:b/>
                <w:bCs/>
                <w:i/>
                <w:iCs/>
                <w:szCs w:val="22"/>
              </w:rPr>
              <w:t>three</w:t>
            </w:r>
            <w:r w:rsidRPr="002867BE">
              <w:rPr>
                <w:b/>
                <w:bCs/>
                <w:i/>
                <w:iCs/>
                <w:szCs w:val="22"/>
              </w:rPr>
              <w:t xml:space="preserve">-month period ended </w:t>
            </w:r>
            <w:r>
              <w:rPr>
                <w:b/>
                <w:bCs/>
                <w:i/>
                <w:iCs/>
                <w:szCs w:val="22"/>
              </w:rPr>
              <w:t>30 September</w:t>
            </w:r>
          </w:p>
        </w:tc>
        <w:tc>
          <w:tcPr>
            <w:tcW w:w="1080" w:type="dxa"/>
          </w:tcPr>
          <w:p w14:paraId="6835CF7E" w14:textId="053AB758" w:rsidR="00F058B3" w:rsidRPr="002867BE" w:rsidRDefault="00F058B3" w:rsidP="00F058B3">
            <w:pPr>
              <w:pStyle w:val="acctmergecolhdg"/>
              <w:spacing w:line="240" w:lineRule="atLeast"/>
              <w:rPr>
                <w:b w:val="0"/>
                <w:bCs/>
                <w:szCs w:val="22"/>
              </w:rPr>
            </w:pPr>
            <w:r w:rsidRPr="002867BE">
              <w:rPr>
                <w:b w:val="0"/>
                <w:bCs/>
                <w:szCs w:val="22"/>
              </w:rPr>
              <w:t>20</w:t>
            </w:r>
            <w:r w:rsidR="000F416B">
              <w:rPr>
                <w:b w:val="0"/>
                <w:bCs/>
                <w:szCs w:val="22"/>
              </w:rPr>
              <w:t>20</w:t>
            </w:r>
          </w:p>
        </w:tc>
        <w:tc>
          <w:tcPr>
            <w:tcW w:w="181" w:type="dxa"/>
          </w:tcPr>
          <w:p w14:paraId="7365FBF2" w14:textId="77777777" w:rsidR="00F058B3" w:rsidRPr="002867BE" w:rsidRDefault="00F058B3" w:rsidP="00F058B3">
            <w:pPr>
              <w:pStyle w:val="acctmergecolhdg"/>
              <w:spacing w:line="240" w:lineRule="atLeast"/>
              <w:rPr>
                <w:b w:val="0"/>
                <w:bCs/>
                <w:szCs w:val="22"/>
              </w:rPr>
            </w:pPr>
          </w:p>
        </w:tc>
        <w:tc>
          <w:tcPr>
            <w:tcW w:w="1079" w:type="dxa"/>
          </w:tcPr>
          <w:p w14:paraId="2A7F77B0" w14:textId="2F9E1C83" w:rsidR="00F058B3" w:rsidRPr="002867BE" w:rsidRDefault="00F058B3" w:rsidP="00F058B3">
            <w:pPr>
              <w:pStyle w:val="acctmergecolhdg"/>
              <w:spacing w:line="240" w:lineRule="atLeast"/>
              <w:rPr>
                <w:b w:val="0"/>
                <w:bCs/>
                <w:szCs w:val="22"/>
              </w:rPr>
            </w:pPr>
            <w:r w:rsidRPr="002867BE">
              <w:rPr>
                <w:b w:val="0"/>
                <w:bCs/>
                <w:szCs w:val="22"/>
              </w:rPr>
              <w:t>201</w:t>
            </w:r>
            <w:r w:rsidR="000F416B">
              <w:rPr>
                <w:b w:val="0"/>
                <w:bCs/>
                <w:szCs w:val="22"/>
              </w:rPr>
              <w:t>9</w:t>
            </w:r>
          </w:p>
        </w:tc>
      </w:tr>
      <w:tr w:rsidR="00F058B3" w:rsidRPr="00F21785" w14:paraId="70CB6D70" w14:textId="77777777" w:rsidTr="00F058B3">
        <w:trPr>
          <w:cantSplit/>
        </w:trPr>
        <w:tc>
          <w:tcPr>
            <w:tcW w:w="6930" w:type="dxa"/>
          </w:tcPr>
          <w:p w14:paraId="0C0C50C3" w14:textId="77777777" w:rsidR="00F058B3" w:rsidRPr="002867BE" w:rsidRDefault="00F058B3" w:rsidP="00F058B3">
            <w:pPr>
              <w:spacing w:line="240" w:lineRule="atLeast"/>
              <w:rPr>
                <w:rFonts w:cstheme="minorBidi"/>
                <w:szCs w:val="22"/>
                <w:lang w:val="en-US" w:bidi="th-TH"/>
              </w:rPr>
            </w:pPr>
          </w:p>
        </w:tc>
        <w:tc>
          <w:tcPr>
            <w:tcW w:w="2340" w:type="dxa"/>
            <w:gridSpan w:val="3"/>
            <w:vAlign w:val="bottom"/>
          </w:tcPr>
          <w:p w14:paraId="4F8307B4" w14:textId="77777777" w:rsidR="00F058B3" w:rsidRPr="002867BE" w:rsidRDefault="00F058B3" w:rsidP="00F058B3">
            <w:pPr>
              <w:pStyle w:val="acctfourfigures"/>
              <w:tabs>
                <w:tab w:val="clear" w:pos="765"/>
                <w:tab w:val="decimal" w:pos="731"/>
              </w:tabs>
              <w:spacing w:line="240" w:lineRule="atLeast"/>
              <w:ind w:right="11"/>
              <w:jc w:val="center"/>
              <w:rPr>
                <w:szCs w:val="22"/>
              </w:rPr>
            </w:pPr>
            <w:r w:rsidRPr="002867BE">
              <w:rPr>
                <w:i/>
                <w:iCs/>
                <w:szCs w:val="22"/>
              </w:rPr>
              <w:t>(</w:t>
            </w:r>
            <w:r w:rsidRPr="002867BE">
              <w:rPr>
                <w:i/>
                <w:iCs/>
                <w:szCs w:val="22"/>
                <w:lang w:val="en-US"/>
              </w:rPr>
              <w:t xml:space="preserve">in </w:t>
            </w:r>
            <w:r w:rsidRPr="002867BE">
              <w:rPr>
                <w:i/>
                <w:iCs/>
                <w:szCs w:val="22"/>
              </w:rPr>
              <w:t>thousand Baht)</w:t>
            </w:r>
          </w:p>
        </w:tc>
      </w:tr>
      <w:tr w:rsidR="00F058B3" w:rsidRPr="007F6C76" w14:paraId="1652E3EA" w14:textId="77777777" w:rsidTr="00F058B3">
        <w:trPr>
          <w:cantSplit/>
        </w:trPr>
        <w:tc>
          <w:tcPr>
            <w:tcW w:w="6930" w:type="dxa"/>
          </w:tcPr>
          <w:p w14:paraId="473254DA" w14:textId="77777777" w:rsidR="00F058B3" w:rsidRPr="002867BE" w:rsidRDefault="00F058B3" w:rsidP="00F058B3">
            <w:pPr>
              <w:spacing w:line="240" w:lineRule="atLeast"/>
              <w:ind w:left="180" w:hanging="180"/>
              <w:rPr>
                <w:b/>
                <w:szCs w:val="22"/>
              </w:rPr>
            </w:pPr>
            <w:r w:rsidRPr="002867BE">
              <w:rPr>
                <w:b/>
                <w:szCs w:val="22"/>
              </w:rPr>
              <w:t>Profit or loss</w:t>
            </w:r>
          </w:p>
        </w:tc>
        <w:tc>
          <w:tcPr>
            <w:tcW w:w="1080" w:type="dxa"/>
            <w:vAlign w:val="bottom"/>
          </w:tcPr>
          <w:p w14:paraId="70EE1013" w14:textId="77777777" w:rsidR="00F058B3" w:rsidRPr="002867BE" w:rsidRDefault="00F058B3" w:rsidP="00F058B3">
            <w:pPr>
              <w:pStyle w:val="acctfourfigures"/>
              <w:shd w:val="clear" w:color="auto" w:fill="FFFFFF"/>
              <w:tabs>
                <w:tab w:val="clear" w:pos="765"/>
                <w:tab w:val="decimal" w:pos="822"/>
              </w:tabs>
              <w:spacing w:line="240" w:lineRule="atLeast"/>
              <w:ind w:left="-79" w:right="-79"/>
              <w:rPr>
                <w:szCs w:val="22"/>
                <w:cs/>
                <w:lang w:bidi="th-TH"/>
              </w:rPr>
            </w:pPr>
          </w:p>
        </w:tc>
        <w:tc>
          <w:tcPr>
            <w:tcW w:w="181" w:type="dxa"/>
            <w:vAlign w:val="bottom"/>
          </w:tcPr>
          <w:p w14:paraId="77EBA3C8" w14:textId="77777777" w:rsidR="00F058B3" w:rsidRPr="002867BE" w:rsidRDefault="00F058B3" w:rsidP="00F058B3">
            <w:pPr>
              <w:pStyle w:val="acctfourfigures"/>
              <w:shd w:val="clear" w:color="auto" w:fill="FFFFFF"/>
              <w:spacing w:line="240" w:lineRule="atLeast"/>
              <w:ind w:left="-79" w:right="-79"/>
              <w:rPr>
                <w:szCs w:val="22"/>
              </w:rPr>
            </w:pPr>
          </w:p>
        </w:tc>
        <w:tc>
          <w:tcPr>
            <w:tcW w:w="1079" w:type="dxa"/>
            <w:vAlign w:val="bottom"/>
          </w:tcPr>
          <w:p w14:paraId="25F72BAA" w14:textId="77777777" w:rsidR="00F058B3" w:rsidRPr="002867BE" w:rsidRDefault="00F058B3" w:rsidP="00F058B3">
            <w:pPr>
              <w:pStyle w:val="acctfourfigures"/>
              <w:shd w:val="clear" w:color="auto" w:fill="FFFFFF"/>
              <w:tabs>
                <w:tab w:val="clear" w:pos="765"/>
                <w:tab w:val="decimal" w:pos="737"/>
              </w:tabs>
              <w:spacing w:line="240" w:lineRule="atLeast"/>
              <w:ind w:left="-79" w:right="-79"/>
              <w:rPr>
                <w:szCs w:val="22"/>
              </w:rPr>
            </w:pPr>
          </w:p>
        </w:tc>
      </w:tr>
      <w:tr w:rsidR="000F416B" w:rsidRPr="007F6C76" w14:paraId="4101AEFD" w14:textId="77777777" w:rsidTr="00F058B3">
        <w:trPr>
          <w:cantSplit/>
        </w:trPr>
        <w:tc>
          <w:tcPr>
            <w:tcW w:w="6930" w:type="dxa"/>
          </w:tcPr>
          <w:p w14:paraId="04FE429B" w14:textId="77777777" w:rsidR="000F416B" w:rsidRPr="002867BE" w:rsidRDefault="000F416B" w:rsidP="000F416B">
            <w:pPr>
              <w:spacing w:line="240" w:lineRule="atLeast"/>
              <w:ind w:left="180" w:hanging="180"/>
              <w:rPr>
                <w:szCs w:val="22"/>
              </w:rPr>
            </w:pPr>
            <w:r w:rsidRPr="002867BE">
              <w:rPr>
                <w:szCs w:val="22"/>
              </w:rPr>
              <w:t>Total profit before income tax for reportable segments</w:t>
            </w:r>
          </w:p>
        </w:tc>
        <w:tc>
          <w:tcPr>
            <w:tcW w:w="1080" w:type="dxa"/>
          </w:tcPr>
          <w:p w14:paraId="294DE96F" w14:textId="298BED09" w:rsidR="000F416B" w:rsidRPr="0072508D" w:rsidRDefault="000E62F3"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2</w:t>
            </w:r>
            <w:r w:rsidR="00777F05">
              <w:rPr>
                <w:szCs w:val="22"/>
                <w:lang w:val="en-US" w:bidi="th-TH"/>
              </w:rPr>
              <w:t>5</w:t>
            </w:r>
            <w:r w:rsidR="009A7840">
              <w:rPr>
                <w:szCs w:val="22"/>
                <w:lang w:val="en-US" w:bidi="th-TH"/>
              </w:rPr>
              <w:t>6</w:t>
            </w:r>
            <w:r>
              <w:rPr>
                <w:szCs w:val="22"/>
                <w:lang w:val="en-US" w:bidi="th-TH"/>
              </w:rPr>
              <w:t>,</w:t>
            </w:r>
            <w:r w:rsidR="00C34ACA">
              <w:rPr>
                <w:szCs w:val="22"/>
                <w:lang w:val="en-US" w:bidi="th-TH"/>
              </w:rPr>
              <w:t>504</w:t>
            </w:r>
          </w:p>
        </w:tc>
        <w:tc>
          <w:tcPr>
            <w:tcW w:w="181" w:type="dxa"/>
          </w:tcPr>
          <w:p w14:paraId="2D0118D9" w14:textId="77777777"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1E23084A" w14:textId="7B868F1D"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sidRPr="0072508D">
              <w:rPr>
                <w:szCs w:val="22"/>
                <w:lang w:val="en-US" w:bidi="th-TH"/>
              </w:rPr>
              <w:t>23</w:t>
            </w:r>
            <w:r>
              <w:rPr>
                <w:szCs w:val="22"/>
                <w:lang w:val="en-US" w:bidi="th-TH"/>
              </w:rPr>
              <w:t>6,137</w:t>
            </w:r>
          </w:p>
        </w:tc>
      </w:tr>
      <w:tr w:rsidR="000F416B" w:rsidRPr="007F6C76" w14:paraId="2777E163" w14:textId="77777777" w:rsidTr="00F058B3">
        <w:trPr>
          <w:cantSplit/>
        </w:trPr>
        <w:tc>
          <w:tcPr>
            <w:tcW w:w="6930" w:type="dxa"/>
          </w:tcPr>
          <w:p w14:paraId="78A2EAE9" w14:textId="6B4709D7" w:rsidR="000F416B" w:rsidRPr="002867BE" w:rsidRDefault="000F416B" w:rsidP="000F416B">
            <w:pPr>
              <w:spacing w:line="240" w:lineRule="atLeast"/>
              <w:ind w:left="180" w:hanging="180"/>
              <w:rPr>
                <w:szCs w:val="22"/>
              </w:rPr>
            </w:pPr>
            <w:r w:rsidRPr="002867BE">
              <w:rPr>
                <w:szCs w:val="22"/>
              </w:rPr>
              <w:t>Other profit</w:t>
            </w:r>
          </w:p>
        </w:tc>
        <w:tc>
          <w:tcPr>
            <w:tcW w:w="1080" w:type="dxa"/>
            <w:tcBorders>
              <w:bottom w:val="single" w:sz="4" w:space="0" w:color="auto"/>
            </w:tcBorders>
          </w:tcPr>
          <w:p w14:paraId="1D1AE608" w14:textId="2B8457CD" w:rsidR="000F416B" w:rsidRPr="0072508D" w:rsidRDefault="000E62F3"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2</w:t>
            </w:r>
            <w:r w:rsidR="00777F05">
              <w:rPr>
                <w:szCs w:val="22"/>
                <w:lang w:val="en-US" w:bidi="th-TH"/>
              </w:rPr>
              <w:t>9,70</w:t>
            </w:r>
            <w:r w:rsidR="009951E0">
              <w:rPr>
                <w:szCs w:val="22"/>
                <w:lang w:val="en-US" w:bidi="th-TH"/>
              </w:rPr>
              <w:t>2</w:t>
            </w:r>
          </w:p>
        </w:tc>
        <w:tc>
          <w:tcPr>
            <w:tcW w:w="181" w:type="dxa"/>
          </w:tcPr>
          <w:p w14:paraId="2BF77E46" w14:textId="77777777"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bottom w:val="single" w:sz="4" w:space="0" w:color="auto"/>
            </w:tcBorders>
          </w:tcPr>
          <w:p w14:paraId="50B41434" w14:textId="07BCAF0D"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sidRPr="0072508D">
              <w:rPr>
                <w:szCs w:val="22"/>
                <w:lang w:val="en-US" w:bidi="th-TH"/>
              </w:rPr>
              <w:t>102,816</w:t>
            </w:r>
          </w:p>
        </w:tc>
      </w:tr>
      <w:tr w:rsidR="000F416B" w:rsidRPr="007F6C76" w14:paraId="6941E109" w14:textId="77777777" w:rsidTr="00F058B3">
        <w:trPr>
          <w:cantSplit/>
        </w:trPr>
        <w:tc>
          <w:tcPr>
            <w:tcW w:w="6930" w:type="dxa"/>
          </w:tcPr>
          <w:p w14:paraId="3D0E6C48" w14:textId="77777777" w:rsidR="000F416B" w:rsidRPr="002867BE" w:rsidRDefault="000F416B" w:rsidP="000F416B">
            <w:pPr>
              <w:pStyle w:val="acctfourfigures"/>
              <w:tabs>
                <w:tab w:val="clear" w:pos="765"/>
              </w:tabs>
              <w:spacing w:line="240" w:lineRule="atLeast"/>
              <w:ind w:right="11"/>
              <w:rPr>
                <w:bCs/>
                <w:szCs w:val="22"/>
              </w:rPr>
            </w:pPr>
          </w:p>
        </w:tc>
        <w:tc>
          <w:tcPr>
            <w:tcW w:w="1080" w:type="dxa"/>
            <w:tcBorders>
              <w:top w:val="single" w:sz="4" w:space="0" w:color="auto"/>
            </w:tcBorders>
          </w:tcPr>
          <w:p w14:paraId="6D5CCD69" w14:textId="69E4027A" w:rsidR="000F416B" w:rsidRPr="0072508D" w:rsidRDefault="000E62F3"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2</w:t>
            </w:r>
            <w:r w:rsidR="00777F05">
              <w:rPr>
                <w:szCs w:val="22"/>
                <w:lang w:val="en-US" w:bidi="th-TH"/>
              </w:rPr>
              <w:t>8</w:t>
            </w:r>
            <w:r w:rsidR="009A7840">
              <w:rPr>
                <w:szCs w:val="22"/>
                <w:lang w:val="en-US" w:bidi="th-TH"/>
              </w:rPr>
              <w:t>6</w:t>
            </w:r>
            <w:r>
              <w:rPr>
                <w:szCs w:val="22"/>
                <w:lang w:val="en-US" w:bidi="th-TH"/>
              </w:rPr>
              <w:t>,</w:t>
            </w:r>
            <w:r w:rsidR="009A7840">
              <w:rPr>
                <w:szCs w:val="22"/>
                <w:lang w:val="en-US" w:bidi="th-TH"/>
              </w:rPr>
              <w:t>2</w:t>
            </w:r>
            <w:r w:rsidR="00777F05">
              <w:rPr>
                <w:szCs w:val="22"/>
                <w:lang w:val="en-US" w:bidi="th-TH"/>
              </w:rPr>
              <w:t>06</w:t>
            </w:r>
          </w:p>
        </w:tc>
        <w:tc>
          <w:tcPr>
            <w:tcW w:w="181" w:type="dxa"/>
          </w:tcPr>
          <w:p w14:paraId="1C412B62" w14:textId="77777777"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top w:val="single" w:sz="4" w:space="0" w:color="auto"/>
            </w:tcBorders>
          </w:tcPr>
          <w:p w14:paraId="0B2A1A5C" w14:textId="0C7775CF"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338,953</w:t>
            </w:r>
          </w:p>
        </w:tc>
      </w:tr>
      <w:tr w:rsidR="000F416B" w:rsidRPr="007F6C76" w14:paraId="2F44AE3E" w14:textId="77777777" w:rsidTr="00F058B3">
        <w:trPr>
          <w:cantSplit/>
        </w:trPr>
        <w:tc>
          <w:tcPr>
            <w:tcW w:w="6930" w:type="dxa"/>
          </w:tcPr>
          <w:p w14:paraId="1F62F727" w14:textId="77777777" w:rsidR="000F416B" w:rsidRPr="002867BE" w:rsidRDefault="000F416B" w:rsidP="000F416B">
            <w:pPr>
              <w:pStyle w:val="acctfourfigures"/>
              <w:tabs>
                <w:tab w:val="clear" w:pos="765"/>
              </w:tabs>
              <w:spacing w:line="240" w:lineRule="atLeast"/>
              <w:ind w:right="11"/>
              <w:rPr>
                <w:bCs/>
                <w:szCs w:val="22"/>
              </w:rPr>
            </w:pPr>
            <w:r w:rsidRPr="002867BE">
              <w:rPr>
                <w:bCs/>
                <w:szCs w:val="22"/>
              </w:rPr>
              <w:t>Elimination of inter-segment profits</w:t>
            </w:r>
          </w:p>
        </w:tc>
        <w:tc>
          <w:tcPr>
            <w:tcW w:w="1080" w:type="dxa"/>
          </w:tcPr>
          <w:p w14:paraId="32B067B0" w14:textId="79C9AAFA" w:rsidR="000F416B" w:rsidRPr="0072508D" w:rsidRDefault="000E62F3"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w:t>
            </w:r>
            <w:r w:rsidR="009A7840">
              <w:rPr>
                <w:szCs w:val="22"/>
                <w:lang w:val="en-US" w:bidi="th-TH"/>
              </w:rPr>
              <w:t>7</w:t>
            </w:r>
            <w:r>
              <w:rPr>
                <w:szCs w:val="22"/>
                <w:lang w:val="en-US" w:bidi="th-TH"/>
              </w:rPr>
              <w:t>,</w:t>
            </w:r>
            <w:r w:rsidR="009A7840">
              <w:rPr>
                <w:szCs w:val="22"/>
                <w:lang w:val="en-US" w:bidi="th-TH"/>
              </w:rPr>
              <w:t>8</w:t>
            </w:r>
            <w:r>
              <w:rPr>
                <w:szCs w:val="22"/>
                <w:lang w:val="en-US" w:bidi="th-TH"/>
              </w:rPr>
              <w:t>81)</w:t>
            </w:r>
          </w:p>
        </w:tc>
        <w:tc>
          <w:tcPr>
            <w:tcW w:w="181" w:type="dxa"/>
          </w:tcPr>
          <w:p w14:paraId="3486A095" w14:textId="77777777"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2BCB3F35" w14:textId="3C5980F8"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sidRPr="0072508D">
              <w:rPr>
                <w:szCs w:val="22"/>
                <w:lang w:val="en-US" w:bidi="th-TH"/>
              </w:rPr>
              <w:t>(18,383)</w:t>
            </w:r>
          </w:p>
        </w:tc>
      </w:tr>
      <w:tr w:rsidR="000F416B" w:rsidRPr="0095664F" w14:paraId="22E9592E" w14:textId="77777777" w:rsidTr="000E62F3">
        <w:trPr>
          <w:cantSplit/>
        </w:trPr>
        <w:tc>
          <w:tcPr>
            <w:tcW w:w="6930" w:type="dxa"/>
          </w:tcPr>
          <w:p w14:paraId="78DD6021" w14:textId="77777777" w:rsidR="000F416B" w:rsidRPr="002867BE" w:rsidRDefault="000F416B" w:rsidP="000F416B">
            <w:pPr>
              <w:pStyle w:val="acctfourfigures"/>
              <w:tabs>
                <w:tab w:val="clear" w:pos="765"/>
              </w:tabs>
              <w:spacing w:line="240" w:lineRule="atLeast"/>
              <w:ind w:left="191" w:right="11" w:hanging="191"/>
              <w:rPr>
                <w:bCs/>
                <w:szCs w:val="22"/>
              </w:rPr>
            </w:pPr>
            <w:r w:rsidRPr="002867BE">
              <w:rPr>
                <w:bCs/>
                <w:szCs w:val="22"/>
              </w:rPr>
              <w:t>Unallocated amounts:</w:t>
            </w:r>
          </w:p>
          <w:p w14:paraId="5FBDC97F" w14:textId="77777777" w:rsidR="000F416B" w:rsidRPr="002867BE" w:rsidRDefault="000F416B" w:rsidP="000F416B">
            <w:pPr>
              <w:pStyle w:val="acctfourfigures"/>
              <w:tabs>
                <w:tab w:val="clear" w:pos="765"/>
              </w:tabs>
              <w:spacing w:line="240" w:lineRule="atLeast"/>
              <w:ind w:left="191" w:right="11" w:hanging="191"/>
              <w:rPr>
                <w:bCs/>
                <w:szCs w:val="22"/>
              </w:rPr>
            </w:pPr>
            <w:r w:rsidRPr="002867BE">
              <w:rPr>
                <w:bCs/>
                <w:szCs w:val="22"/>
              </w:rPr>
              <w:t xml:space="preserve">- </w:t>
            </w:r>
            <w:r>
              <w:rPr>
                <w:bCs/>
                <w:szCs w:val="22"/>
              </w:rPr>
              <w:t xml:space="preserve">Gain </w:t>
            </w:r>
            <w:r w:rsidRPr="002867BE">
              <w:rPr>
                <w:bCs/>
                <w:szCs w:val="22"/>
              </w:rPr>
              <w:t>on changes in fair value of investment properties</w:t>
            </w:r>
          </w:p>
        </w:tc>
        <w:tc>
          <w:tcPr>
            <w:tcW w:w="1080" w:type="dxa"/>
            <w:vAlign w:val="bottom"/>
          </w:tcPr>
          <w:p w14:paraId="0EE8028D" w14:textId="79AB4336" w:rsidR="000F416B" w:rsidRPr="0072508D" w:rsidRDefault="000E62F3" w:rsidP="000E62F3">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7</w:t>
            </w:r>
            <w:r w:rsidR="00C34ACA">
              <w:rPr>
                <w:szCs w:val="22"/>
                <w:lang w:val="en-US" w:bidi="th-TH"/>
              </w:rPr>
              <w:t>3</w:t>
            </w:r>
            <w:r>
              <w:rPr>
                <w:szCs w:val="22"/>
                <w:lang w:val="en-US" w:bidi="th-TH"/>
              </w:rPr>
              <w:t>,6</w:t>
            </w:r>
            <w:r w:rsidR="00C34ACA">
              <w:rPr>
                <w:szCs w:val="22"/>
                <w:lang w:val="en-US" w:bidi="th-TH"/>
              </w:rPr>
              <w:t>75</w:t>
            </w:r>
          </w:p>
        </w:tc>
        <w:tc>
          <w:tcPr>
            <w:tcW w:w="181" w:type="dxa"/>
          </w:tcPr>
          <w:p w14:paraId="75B6A6E6" w14:textId="77777777"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7B2DB0EC" w14:textId="5F7EEEE4"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br/>
              <w:t>2,070</w:t>
            </w:r>
          </w:p>
        </w:tc>
      </w:tr>
      <w:tr w:rsidR="000F416B" w:rsidRPr="0095664F" w14:paraId="60444765" w14:textId="77777777" w:rsidTr="00F058B3">
        <w:trPr>
          <w:cantSplit/>
        </w:trPr>
        <w:tc>
          <w:tcPr>
            <w:tcW w:w="6930" w:type="dxa"/>
          </w:tcPr>
          <w:p w14:paraId="6D0EEE88" w14:textId="77777777" w:rsidR="000F416B" w:rsidRPr="002867BE" w:rsidRDefault="000F416B" w:rsidP="000F416B">
            <w:pPr>
              <w:pStyle w:val="acctfourfigures"/>
              <w:tabs>
                <w:tab w:val="clear" w:pos="765"/>
              </w:tabs>
              <w:spacing w:line="240" w:lineRule="atLeast"/>
              <w:ind w:left="191" w:right="11" w:hanging="191"/>
              <w:rPr>
                <w:bCs/>
                <w:szCs w:val="22"/>
              </w:rPr>
            </w:pPr>
            <w:r w:rsidRPr="002867BE">
              <w:rPr>
                <w:bCs/>
                <w:szCs w:val="22"/>
              </w:rPr>
              <w:t>- Other corporate expenses</w:t>
            </w:r>
          </w:p>
        </w:tc>
        <w:tc>
          <w:tcPr>
            <w:tcW w:w="1080" w:type="dxa"/>
          </w:tcPr>
          <w:p w14:paraId="70E1D9C7" w14:textId="0A41D29E" w:rsidR="000F416B" w:rsidRPr="0072508D" w:rsidRDefault="000E62F3"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(102,7</w:t>
            </w:r>
            <w:r w:rsidR="00C34ACA">
              <w:rPr>
                <w:szCs w:val="22"/>
                <w:lang w:val="en-US" w:bidi="th-TH"/>
              </w:rPr>
              <w:t>30</w:t>
            </w:r>
            <w:r>
              <w:rPr>
                <w:szCs w:val="22"/>
                <w:lang w:val="en-US" w:bidi="th-TH"/>
              </w:rPr>
              <w:t>)</w:t>
            </w:r>
          </w:p>
        </w:tc>
        <w:tc>
          <w:tcPr>
            <w:tcW w:w="181" w:type="dxa"/>
          </w:tcPr>
          <w:p w14:paraId="236CA998" w14:textId="77777777"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1AB30144" w14:textId="393A37E5"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(157,150)</w:t>
            </w:r>
          </w:p>
        </w:tc>
      </w:tr>
      <w:tr w:rsidR="000F416B" w:rsidRPr="0095664F" w14:paraId="10D5C5FA" w14:textId="77777777" w:rsidTr="00F058B3">
        <w:trPr>
          <w:cantSplit/>
        </w:trPr>
        <w:tc>
          <w:tcPr>
            <w:tcW w:w="6930" w:type="dxa"/>
          </w:tcPr>
          <w:p w14:paraId="3673E8A6" w14:textId="1F516748" w:rsidR="000F416B" w:rsidRPr="002867BE" w:rsidRDefault="000F416B" w:rsidP="000F416B">
            <w:pPr>
              <w:pStyle w:val="acctmergecolhdg"/>
              <w:spacing w:line="240" w:lineRule="atLeast"/>
              <w:jc w:val="left"/>
              <w:rPr>
                <w:b w:val="0"/>
                <w:szCs w:val="22"/>
              </w:rPr>
            </w:pPr>
            <w:r w:rsidRPr="002867BE">
              <w:rPr>
                <w:b w:val="0"/>
                <w:szCs w:val="22"/>
              </w:rPr>
              <w:t xml:space="preserve">- Share of </w:t>
            </w:r>
            <w:r>
              <w:rPr>
                <w:b w:val="0"/>
                <w:szCs w:val="22"/>
              </w:rPr>
              <w:t>profit</w:t>
            </w:r>
            <w:r w:rsidR="00777F05">
              <w:rPr>
                <w:b w:val="0"/>
                <w:szCs w:val="22"/>
              </w:rPr>
              <w:t xml:space="preserve"> </w:t>
            </w:r>
            <w:r w:rsidRPr="002867BE">
              <w:rPr>
                <w:b w:val="0"/>
                <w:szCs w:val="22"/>
              </w:rPr>
              <w:t>of investments in associate</w:t>
            </w:r>
            <w:r w:rsidR="00A55D91">
              <w:rPr>
                <w:b w:val="0"/>
                <w:szCs w:val="22"/>
              </w:rPr>
              <w:t>s</w:t>
            </w:r>
            <w:r w:rsidRPr="002867BE">
              <w:rPr>
                <w:b w:val="0"/>
                <w:szCs w:val="22"/>
              </w:rPr>
              <w:t xml:space="preserve"> and joint venture</w:t>
            </w:r>
          </w:p>
        </w:tc>
        <w:tc>
          <w:tcPr>
            <w:tcW w:w="1080" w:type="dxa"/>
            <w:tcBorders>
              <w:bottom w:val="single" w:sz="4" w:space="0" w:color="auto"/>
            </w:tcBorders>
          </w:tcPr>
          <w:p w14:paraId="17B104EB" w14:textId="6C345582" w:rsidR="000F416B" w:rsidRPr="0072508D" w:rsidRDefault="000E62F3"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4,215</w:t>
            </w:r>
          </w:p>
        </w:tc>
        <w:tc>
          <w:tcPr>
            <w:tcW w:w="181" w:type="dxa"/>
          </w:tcPr>
          <w:p w14:paraId="7D167253" w14:textId="77777777"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bottom w:val="single" w:sz="4" w:space="0" w:color="auto"/>
            </w:tcBorders>
          </w:tcPr>
          <w:p w14:paraId="612CDAE1" w14:textId="6E7E0B98"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14,321</w:t>
            </w:r>
          </w:p>
        </w:tc>
      </w:tr>
      <w:tr w:rsidR="000F416B" w:rsidRPr="0095664F" w14:paraId="6C8C5BC9" w14:textId="77777777" w:rsidTr="00F058B3">
        <w:trPr>
          <w:cantSplit/>
        </w:trPr>
        <w:tc>
          <w:tcPr>
            <w:tcW w:w="6930" w:type="dxa"/>
          </w:tcPr>
          <w:p w14:paraId="7418D24C" w14:textId="77777777" w:rsidR="000F416B" w:rsidRPr="002867BE" w:rsidRDefault="000F416B" w:rsidP="000F416B">
            <w:pPr>
              <w:pStyle w:val="acctmergecolhdg"/>
              <w:spacing w:line="240" w:lineRule="atLeast"/>
              <w:jc w:val="left"/>
              <w:rPr>
                <w:bCs/>
                <w:szCs w:val="22"/>
              </w:rPr>
            </w:pPr>
            <w:r w:rsidRPr="00F54B07">
              <w:rPr>
                <w:bCs/>
              </w:rPr>
              <w:t>Consolidated profit before income tax</w:t>
            </w:r>
          </w:p>
        </w:tc>
        <w:tc>
          <w:tcPr>
            <w:tcW w:w="1080" w:type="dxa"/>
            <w:tcBorders>
              <w:top w:val="single" w:sz="4" w:space="0" w:color="auto"/>
              <w:bottom w:val="double" w:sz="4" w:space="0" w:color="auto"/>
            </w:tcBorders>
          </w:tcPr>
          <w:p w14:paraId="77489C93" w14:textId="7456E895" w:rsidR="000F416B" w:rsidRPr="000B1425" w:rsidRDefault="00777F05" w:rsidP="000F416B">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24</w:t>
            </w:r>
            <w:r w:rsidR="00C34ACA">
              <w:rPr>
                <w:b/>
                <w:bCs/>
                <w:szCs w:val="22"/>
                <w:lang w:val="en-US" w:bidi="th-TH"/>
              </w:rPr>
              <w:t>3</w:t>
            </w:r>
            <w:r w:rsidR="000E62F3">
              <w:rPr>
                <w:b/>
                <w:bCs/>
                <w:szCs w:val="22"/>
                <w:lang w:val="en-US" w:bidi="th-TH"/>
              </w:rPr>
              <w:t>,</w:t>
            </w:r>
            <w:r>
              <w:rPr>
                <w:b/>
                <w:bCs/>
                <w:szCs w:val="22"/>
                <w:lang w:val="en-US" w:bidi="th-TH"/>
              </w:rPr>
              <w:t>4</w:t>
            </w:r>
            <w:r w:rsidR="00C34ACA">
              <w:rPr>
                <w:b/>
                <w:bCs/>
                <w:szCs w:val="22"/>
                <w:lang w:val="en-US" w:bidi="th-TH"/>
              </w:rPr>
              <w:t>85</w:t>
            </w:r>
          </w:p>
        </w:tc>
        <w:tc>
          <w:tcPr>
            <w:tcW w:w="181" w:type="dxa"/>
          </w:tcPr>
          <w:p w14:paraId="37ABB40E" w14:textId="77777777" w:rsidR="000F416B" w:rsidRPr="000B1425" w:rsidRDefault="000F416B" w:rsidP="000F416B">
            <w:pPr>
              <w:pStyle w:val="acctfourfigures"/>
              <w:shd w:val="clear" w:color="auto" w:fill="FFFFFF"/>
              <w:tabs>
                <w:tab w:val="clear" w:pos="765"/>
                <w:tab w:val="decimal" w:pos="860"/>
              </w:tabs>
              <w:spacing w:line="240" w:lineRule="atLeast"/>
              <w:ind w:left="-79" w:right="-79"/>
              <w:rPr>
                <w:b/>
                <w:bCs/>
                <w:szCs w:val="22"/>
                <w:lang w:val="en-US" w:bidi="th-TH"/>
              </w:rPr>
            </w:pPr>
          </w:p>
        </w:tc>
        <w:tc>
          <w:tcPr>
            <w:tcW w:w="1079" w:type="dxa"/>
            <w:tcBorders>
              <w:top w:val="single" w:sz="4" w:space="0" w:color="auto"/>
              <w:bottom w:val="double" w:sz="4" w:space="0" w:color="auto"/>
            </w:tcBorders>
          </w:tcPr>
          <w:p w14:paraId="51275247" w14:textId="461024C8" w:rsidR="000F416B" w:rsidRPr="000B1425" w:rsidRDefault="000F416B" w:rsidP="000F416B">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179,811</w:t>
            </w:r>
          </w:p>
        </w:tc>
      </w:tr>
    </w:tbl>
    <w:p w14:paraId="5FAA20BC" w14:textId="77777777" w:rsidR="00F058B3" w:rsidRPr="00102DCB" w:rsidRDefault="00F058B3" w:rsidP="00F058B3">
      <w:pPr>
        <w:pStyle w:val="index"/>
        <w:numPr>
          <w:ilvl w:val="0"/>
          <w:numId w:val="0"/>
        </w:numPr>
        <w:tabs>
          <w:tab w:val="left" w:pos="540"/>
        </w:tabs>
        <w:jc w:val="thaiDistribute"/>
        <w:rPr>
          <w:rFonts w:cstheme="minorBidi"/>
          <w:b/>
          <w:bCs/>
          <w:sz w:val="24"/>
          <w:szCs w:val="30"/>
          <w:cs/>
          <w:lang w:bidi="th-TH"/>
        </w:rPr>
      </w:pPr>
    </w:p>
    <w:tbl>
      <w:tblPr>
        <w:tblW w:w="9270" w:type="dxa"/>
        <w:tblInd w:w="450" w:type="dxa"/>
        <w:tblLayout w:type="fixed"/>
        <w:tblCellMar>
          <w:left w:w="79" w:type="dxa"/>
          <w:right w:w="79" w:type="dxa"/>
        </w:tblCellMar>
        <w:tblLook w:val="0000" w:firstRow="0" w:lastRow="0" w:firstColumn="0" w:lastColumn="0" w:noHBand="0" w:noVBand="0"/>
      </w:tblPr>
      <w:tblGrid>
        <w:gridCol w:w="6930"/>
        <w:gridCol w:w="1080"/>
        <w:gridCol w:w="181"/>
        <w:gridCol w:w="1079"/>
      </w:tblGrid>
      <w:tr w:rsidR="000F416B" w:rsidRPr="002867BE" w14:paraId="6A5267FB" w14:textId="77777777" w:rsidTr="00F058B3">
        <w:trPr>
          <w:cantSplit/>
          <w:tblHeader/>
        </w:trPr>
        <w:tc>
          <w:tcPr>
            <w:tcW w:w="6930" w:type="dxa"/>
          </w:tcPr>
          <w:p w14:paraId="1CB6A9BC" w14:textId="77777777" w:rsidR="000F416B" w:rsidRPr="002867BE" w:rsidRDefault="000F416B" w:rsidP="000F416B">
            <w:pPr>
              <w:pStyle w:val="acctfourfigures"/>
              <w:spacing w:line="240" w:lineRule="atLeast"/>
              <w:rPr>
                <w:b/>
                <w:bCs/>
                <w:i/>
                <w:iCs/>
                <w:szCs w:val="22"/>
              </w:rPr>
            </w:pPr>
            <w:r w:rsidRPr="002867BE">
              <w:rPr>
                <w:b/>
                <w:bCs/>
                <w:i/>
                <w:iCs/>
                <w:szCs w:val="22"/>
              </w:rPr>
              <w:t xml:space="preserve">For the </w:t>
            </w:r>
            <w:r>
              <w:rPr>
                <w:b/>
                <w:bCs/>
                <w:i/>
                <w:iCs/>
                <w:szCs w:val="22"/>
              </w:rPr>
              <w:t>nine</w:t>
            </w:r>
            <w:r w:rsidRPr="002867BE">
              <w:rPr>
                <w:b/>
                <w:bCs/>
                <w:i/>
                <w:iCs/>
                <w:szCs w:val="22"/>
              </w:rPr>
              <w:t xml:space="preserve">-month period ended </w:t>
            </w:r>
            <w:r>
              <w:rPr>
                <w:b/>
                <w:bCs/>
                <w:i/>
                <w:iCs/>
                <w:szCs w:val="22"/>
              </w:rPr>
              <w:t>30 September</w:t>
            </w:r>
          </w:p>
        </w:tc>
        <w:tc>
          <w:tcPr>
            <w:tcW w:w="1080" w:type="dxa"/>
          </w:tcPr>
          <w:p w14:paraId="269A582E" w14:textId="6BF8B7E2" w:rsidR="000F416B" w:rsidRPr="002867BE" w:rsidRDefault="000F416B" w:rsidP="000F416B">
            <w:pPr>
              <w:pStyle w:val="acctmergecolhdg"/>
              <w:spacing w:line="240" w:lineRule="atLeast"/>
              <w:rPr>
                <w:b w:val="0"/>
                <w:bCs/>
                <w:szCs w:val="22"/>
              </w:rPr>
            </w:pPr>
            <w:r w:rsidRPr="002867BE">
              <w:rPr>
                <w:b w:val="0"/>
                <w:bCs/>
                <w:szCs w:val="22"/>
              </w:rPr>
              <w:t>20</w:t>
            </w:r>
            <w:r>
              <w:rPr>
                <w:b w:val="0"/>
                <w:bCs/>
                <w:szCs w:val="22"/>
              </w:rPr>
              <w:t>20</w:t>
            </w:r>
          </w:p>
        </w:tc>
        <w:tc>
          <w:tcPr>
            <w:tcW w:w="181" w:type="dxa"/>
          </w:tcPr>
          <w:p w14:paraId="0A35B01C" w14:textId="77777777" w:rsidR="000F416B" w:rsidRPr="002867BE" w:rsidRDefault="000F416B" w:rsidP="000F416B">
            <w:pPr>
              <w:pStyle w:val="acctmergecolhdg"/>
              <w:spacing w:line="240" w:lineRule="atLeast"/>
              <w:rPr>
                <w:b w:val="0"/>
                <w:bCs/>
                <w:szCs w:val="22"/>
              </w:rPr>
            </w:pPr>
          </w:p>
        </w:tc>
        <w:tc>
          <w:tcPr>
            <w:tcW w:w="1079" w:type="dxa"/>
          </w:tcPr>
          <w:p w14:paraId="48B1DC04" w14:textId="5C7ECDA3" w:rsidR="000F416B" w:rsidRPr="002867BE" w:rsidRDefault="000F416B" w:rsidP="000F416B">
            <w:pPr>
              <w:pStyle w:val="acctmergecolhdg"/>
              <w:spacing w:line="240" w:lineRule="atLeast"/>
              <w:rPr>
                <w:b w:val="0"/>
                <w:bCs/>
                <w:szCs w:val="22"/>
              </w:rPr>
            </w:pPr>
            <w:r w:rsidRPr="002867BE">
              <w:rPr>
                <w:b w:val="0"/>
                <w:bCs/>
                <w:szCs w:val="22"/>
              </w:rPr>
              <w:t>201</w:t>
            </w:r>
            <w:r>
              <w:rPr>
                <w:b w:val="0"/>
                <w:bCs/>
                <w:szCs w:val="22"/>
              </w:rPr>
              <w:t>9</w:t>
            </w:r>
          </w:p>
        </w:tc>
      </w:tr>
      <w:tr w:rsidR="000F416B" w:rsidRPr="002867BE" w14:paraId="51A107A9" w14:textId="77777777" w:rsidTr="00F058B3">
        <w:trPr>
          <w:cantSplit/>
        </w:trPr>
        <w:tc>
          <w:tcPr>
            <w:tcW w:w="6930" w:type="dxa"/>
          </w:tcPr>
          <w:p w14:paraId="766C02EA" w14:textId="77777777" w:rsidR="000F416B" w:rsidRPr="002867BE" w:rsidRDefault="000F416B" w:rsidP="000F416B">
            <w:pPr>
              <w:spacing w:line="240" w:lineRule="atLeast"/>
              <w:rPr>
                <w:rFonts w:cstheme="minorBidi"/>
                <w:szCs w:val="22"/>
                <w:lang w:val="en-US" w:bidi="th-TH"/>
              </w:rPr>
            </w:pPr>
          </w:p>
        </w:tc>
        <w:tc>
          <w:tcPr>
            <w:tcW w:w="2340" w:type="dxa"/>
            <w:gridSpan w:val="3"/>
            <w:vAlign w:val="bottom"/>
          </w:tcPr>
          <w:p w14:paraId="28B8B914" w14:textId="77777777" w:rsidR="000F416B" w:rsidRPr="002867BE" w:rsidRDefault="000F416B" w:rsidP="000F416B">
            <w:pPr>
              <w:pStyle w:val="acctfourfigures"/>
              <w:tabs>
                <w:tab w:val="clear" w:pos="765"/>
                <w:tab w:val="decimal" w:pos="731"/>
              </w:tabs>
              <w:spacing w:line="240" w:lineRule="atLeast"/>
              <w:ind w:right="11"/>
              <w:jc w:val="center"/>
              <w:rPr>
                <w:szCs w:val="22"/>
              </w:rPr>
            </w:pPr>
            <w:r w:rsidRPr="002867BE">
              <w:rPr>
                <w:i/>
                <w:iCs/>
                <w:szCs w:val="22"/>
              </w:rPr>
              <w:t>(</w:t>
            </w:r>
            <w:r w:rsidRPr="002867BE">
              <w:rPr>
                <w:i/>
                <w:iCs/>
                <w:szCs w:val="22"/>
                <w:lang w:val="en-US"/>
              </w:rPr>
              <w:t xml:space="preserve">in </w:t>
            </w:r>
            <w:r w:rsidRPr="002867BE">
              <w:rPr>
                <w:i/>
                <w:iCs/>
                <w:szCs w:val="22"/>
              </w:rPr>
              <w:t>thousand Baht)</w:t>
            </w:r>
          </w:p>
        </w:tc>
      </w:tr>
      <w:tr w:rsidR="000F416B" w:rsidRPr="002867BE" w14:paraId="54D15E0C" w14:textId="77777777" w:rsidTr="00F058B3">
        <w:trPr>
          <w:cantSplit/>
        </w:trPr>
        <w:tc>
          <w:tcPr>
            <w:tcW w:w="6930" w:type="dxa"/>
          </w:tcPr>
          <w:p w14:paraId="29AFBE9B" w14:textId="77777777" w:rsidR="000F416B" w:rsidRPr="002867BE" w:rsidRDefault="000F416B" w:rsidP="000F416B">
            <w:pPr>
              <w:spacing w:line="240" w:lineRule="atLeast"/>
              <w:ind w:left="180" w:hanging="180"/>
              <w:rPr>
                <w:b/>
                <w:szCs w:val="22"/>
              </w:rPr>
            </w:pPr>
            <w:r w:rsidRPr="002867BE">
              <w:rPr>
                <w:b/>
                <w:szCs w:val="22"/>
              </w:rPr>
              <w:t>Profit or loss</w:t>
            </w:r>
          </w:p>
        </w:tc>
        <w:tc>
          <w:tcPr>
            <w:tcW w:w="1080" w:type="dxa"/>
            <w:vAlign w:val="bottom"/>
          </w:tcPr>
          <w:p w14:paraId="562FFC7A" w14:textId="77777777" w:rsidR="000F416B" w:rsidRPr="002867BE" w:rsidRDefault="000F416B" w:rsidP="000F416B">
            <w:pPr>
              <w:pStyle w:val="acctfourfigures"/>
              <w:shd w:val="clear" w:color="auto" w:fill="FFFFFF"/>
              <w:tabs>
                <w:tab w:val="clear" w:pos="765"/>
                <w:tab w:val="decimal" w:pos="822"/>
              </w:tabs>
              <w:spacing w:line="240" w:lineRule="atLeast"/>
              <w:ind w:left="-79" w:right="-79"/>
              <w:rPr>
                <w:szCs w:val="22"/>
                <w:cs/>
                <w:lang w:bidi="th-TH"/>
              </w:rPr>
            </w:pPr>
          </w:p>
        </w:tc>
        <w:tc>
          <w:tcPr>
            <w:tcW w:w="181" w:type="dxa"/>
            <w:vAlign w:val="bottom"/>
          </w:tcPr>
          <w:p w14:paraId="09F5A8B1" w14:textId="77777777" w:rsidR="000F416B" w:rsidRPr="002867BE" w:rsidRDefault="000F416B" w:rsidP="000F416B">
            <w:pPr>
              <w:pStyle w:val="acctfourfigures"/>
              <w:shd w:val="clear" w:color="auto" w:fill="FFFFFF"/>
              <w:spacing w:line="240" w:lineRule="atLeast"/>
              <w:ind w:left="-79" w:right="-79"/>
              <w:rPr>
                <w:szCs w:val="22"/>
              </w:rPr>
            </w:pPr>
          </w:p>
        </w:tc>
        <w:tc>
          <w:tcPr>
            <w:tcW w:w="1079" w:type="dxa"/>
            <w:vAlign w:val="bottom"/>
          </w:tcPr>
          <w:p w14:paraId="30555602" w14:textId="77777777" w:rsidR="000F416B" w:rsidRPr="002867BE" w:rsidRDefault="000F416B" w:rsidP="000F416B">
            <w:pPr>
              <w:pStyle w:val="acctfourfigures"/>
              <w:shd w:val="clear" w:color="auto" w:fill="FFFFFF"/>
              <w:tabs>
                <w:tab w:val="clear" w:pos="765"/>
                <w:tab w:val="decimal" w:pos="737"/>
              </w:tabs>
              <w:spacing w:line="240" w:lineRule="atLeast"/>
              <w:ind w:left="-79" w:right="-79"/>
              <w:rPr>
                <w:szCs w:val="22"/>
              </w:rPr>
            </w:pPr>
          </w:p>
        </w:tc>
      </w:tr>
      <w:tr w:rsidR="000F416B" w:rsidRPr="002867BE" w14:paraId="166AA22B" w14:textId="77777777" w:rsidTr="00F058B3">
        <w:trPr>
          <w:cantSplit/>
        </w:trPr>
        <w:tc>
          <w:tcPr>
            <w:tcW w:w="6930" w:type="dxa"/>
          </w:tcPr>
          <w:p w14:paraId="7F11CB98" w14:textId="77777777" w:rsidR="000F416B" w:rsidRPr="002867BE" w:rsidRDefault="000F416B" w:rsidP="000F416B">
            <w:pPr>
              <w:spacing w:line="240" w:lineRule="atLeast"/>
              <w:ind w:left="180" w:hanging="180"/>
              <w:rPr>
                <w:szCs w:val="22"/>
              </w:rPr>
            </w:pPr>
            <w:r w:rsidRPr="002867BE">
              <w:rPr>
                <w:szCs w:val="22"/>
              </w:rPr>
              <w:t>Total profit before income tax for reportable segments</w:t>
            </w:r>
          </w:p>
        </w:tc>
        <w:tc>
          <w:tcPr>
            <w:tcW w:w="1080" w:type="dxa"/>
          </w:tcPr>
          <w:p w14:paraId="68BC933B" w14:textId="09EE32E6" w:rsidR="000F416B" w:rsidRPr="0072508D" w:rsidRDefault="000E62F3"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95</w:t>
            </w:r>
            <w:r w:rsidR="009A7840">
              <w:rPr>
                <w:szCs w:val="22"/>
                <w:lang w:val="en-US" w:bidi="th-TH"/>
              </w:rPr>
              <w:t>8</w:t>
            </w:r>
            <w:r>
              <w:rPr>
                <w:szCs w:val="22"/>
                <w:lang w:val="en-US" w:bidi="th-TH"/>
              </w:rPr>
              <w:t>,</w:t>
            </w:r>
            <w:r w:rsidR="009A7840">
              <w:rPr>
                <w:szCs w:val="22"/>
                <w:lang w:val="en-US" w:bidi="th-TH"/>
              </w:rPr>
              <w:t>6</w:t>
            </w:r>
            <w:r>
              <w:rPr>
                <w:szCs w:val="22"/>
                <w:lang w:val="en-US" w:bidi="th-TH"/>
              </w:rPr>
              <w:t>6</w:t>
            </w:r>
            <w:r w:rsidR="009A7840">
              <w:rPr>
                <w:szCs w:val="22"/>
                <w:lang w:val="en-US" w:bidi="th-TH"/>
              </w:rPr>
              <w:t>1</w:t>
            </w:r>
          </w:p>
        </w:tc>
        <w:tc>
          <w:tcPr>
            <w:tcW w:w="181" w:type="dxa"/>
          </w:tcPr>
          <w:p w14:paraId="256938F1" w14:textId="77777777"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50BA4EB7" w14:textId="3E608075"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sidRPr="0072508D">
              <w:rPr>
                <w:szCs w:val="22"/>
                <w:lang w:val="en-US" w:bidi="th-TH"/>
              </w:rPr>
              <w:t>807,248</w:t>
            </w:r>
          </w:p>
        </w:tc>
      </w:tr>
      <w:tr w:rsidR="000F416B" w:rsidRPr="002867BE" w14:paraId="09C5075E" w14:textId="77777777" w:rsidTr="00F058B3">
        <w:trPr>
          <w:cantSplit/>
        </w:trPr>
        <w:tc>
          <w:tcPr>
            <w:tcW w:w="6930" w:type="dxa"/>
          </w:tcPr>
          <w:p w14:paraId="13DBFD60" w14:textId="77777777" w:rsidR="000F416B" w:rsidRPr="002867BE" w:rsidRDefault="000F416B" w:rsidP="000F416B">
            <w:pPr>
              <w:spacing w:line="240" w:lineRule="atLeast"/>
              <w:ind w:left="180" w:hanging="180"/>
              <w:rPr>
                <w:szCs w:val="22"/>
              </w:rPr>
            </w:pPr>
            <w:r w:rsidRPr="002867BE">
              <w:rPr>
                <w:szCs w:val="22"/>
              </w:rPr>
              <w:t>Other profit</w:t>
            </w:r>
          </w:p>
        </w:tc>
        <w:tc>
          <w:tcPr>
            <w:tcW w:w="1080" w:type="dxa"/>
            <w:tcBorders>
              <w:bottom w:val="single" w:sz="4" w:space="0" w:color="auto"/>
            </w:tcBorders>
          </w:tcPr>
          <w:p w14:paraId="799416BA" w14:textId="566D7B06" w:rsidR="000F416B" w:rsidRPr="0072508D" w:rsidRDefault="000E62F3"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85,8</w:t>
            </w:r>
            <w:r w:rsidR="009951E0">
              <w:rPr>
                <w:szCs w:val="22"/>
                <w:lang w:val="en-US" w:bidi="th-TH"/>
              </w:rPr>
              <w:t>09</w:t>
            </w:r>
          </w:p>
        </w:tc>
        <w:tc>
          <w:tcPr>
            <w:tcW w:w="181" w:type="dxa"/>
          </w:tcPr>
          <w:p w14:paraId="4138C905" w14:textId="77777777"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bottom w:val="single" w:sz="4" w:space="0" w:color="auto"/>
            </w:tcBorders>
          </w:tcPr>
          <w:p w14:paraId="3A848A93" w14:textId="2D5C1984"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sidRPr="0072508D">
              <w:rPr>
                <w:szCs w:val="22"/>
                <w:lang w:val="en-US" w:bidi="th-TH"/>
              </w:rPr>
              <w:t>210,633</w:t>
            </w:r>
          </w:p>
        </w:tc>
      </w:tr>
      <w:tr w:rsidR="000F416B" w:rsidRPr="002867BE" w14:paraId="173DDD43" w14:textId="77777777" w:rsidTr="00F058B3">
        <w:trPr>
          <w:cantSplit/>
        </w:trPr>
        <w:tc>
          <w:tcPr>
            <w:tcW w:w="6930" w:type="dxa"/>
          </w:tcPr>
          <w:p w14:paraId="66B84C15" w14:textId="77777777" w:rsidR="000F416B" w:rsidRPr="002867BE" w:rsidRDefault="000F416B" w:rsidP="000F416B">
            <w:pPr>
              <w:pStyle w:val="acctfourfigures"/>
              <w:tabs>
                <w:tab w:val="clear" w:pos="765"/>
              </w:tabs>
              <w:spacing w:line="240" w:lineRule="atLeast"/>
              <w:ind w:right="11"/>
              <w:rPr>
                <w:bCs/>
                <w:szCs w:val="22"/>
              </w:rPr>
            </w:pPr>
          </w:p>
        </w:tc>
        <w:tc>
          <w:tcPr>
            <w:tcW w:w="1080" w:type="dxa"/>
            <w:tcBorders>
              <w:top w:val="single" w:sz="4" w:space="0" w:color="auto"/>
            </w:tcBorders>
          </w:tcPr>
          <w:p w14:paraId="474B9E8A" w14:textId="0F6B71DE" w:rsidR="000F416B" w:rsidRPr="0072508D" w:rsidRDefault="000E62F3"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1,04</w:t>
            </w:r>
            <w:r w:rsidR="009A7840">
              <w:rPr>
                <w:szCs w:val="22"/>
                <w:lang w:val="en-US" w:bidi="th-TH"/>
              </w:rPr>
              <w:t>4</w:t>
            </w:r>
            <w:r>
              <w:rPr>
                <w:szCs w:val="22"/>
                <w:lang w:val="en-US" w:bidi="th-TH"/>
              </w:rPr>
              <w:t>,</w:t>
            </w:r>
            <w:r w:rsidR="009A7840">
              <w:rPr>
                <w:szCs w:val="22"/>
                <w:lang w:val="en-US" w:bidi="th-TH"/>
              </w:rPr>
              <w:t>4</w:t>
            </w:r>
            <w:r>
              <w:rPr>
                <w:szCs w:val="22"/>
                <w:lang w:val="en-US" w:bidi="th-TH"/>
              </w:rPr>
              <w:t>70</w:t>
            </w:r>
          </w:p>
        </w:tc>
        <w:tc>
          <w:tcPr>
            <w:tcW w:w="181" w:type="dxa"/>
          </w:tcPr>
          <w:p w14:paraId="3B0DF6F7" w14:textId="77777777"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top w:val="single" w:sz="4" w:space="0" w:color="auto"/>
            </w:tcBorders>
          </w:tcPr>
          <w:p w14:paraId="21C82B9D" w14:textId="0F8E087C"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sidRPr="0072508D">
              <w:rPr>
                <w:szCs w:val="22"/>
                <w:lang w:val="en-US" w:bidi="th-TH"/>
              </w:rPr>
              <w:t>1,017,881</w:t>
            </w:r>
          </w:p>
        </w:tc>
      </w:tr>
      <w:tr w:rsidR="000F416B" w:rsidRPr="002867BE" w14:paraId="0B5D989C" w14:textId="77777777" w:rsidTr="00F058B3">
        <w:trPr>
          <w:cantSplit/>
        </w:trPr>
        <w:tc>
          <w:tcPr>
            <w:tcW w:w="6930" w:type="dxa"/>
          </w:tcPr>
          <w:p w14:paraId="3B5E01CC" w14:textId="77777777" w:rsidR="000F416B" w:rsidRPr="002867BE" w:rsidRDefault="000F416B" w:rsidP="000F416B">
            <w:pPr>
              <w:pStyle w:val="acctfourfigures"/>
              <w:tabs>
                <w:tab w:val="clear" w:pos="765"/>
              </w:tabs>
              <w:spacing w:line="240" w:lineRule="atLeast"/>
              <w:ind w:right="11"/>
              <w:rPr>
                <w:bCs/>
                <w:szCs w:val="22"/>
              </w:rPr>
            </w:pPr>
            <w:r w:rsidRPr="002867BE">
              <w:rPr>
                <w:bCs/>
                <w:szCs w:val="22"/>
              </w:rPr>
              <w:t>Elimination of inter-segment profits</w:t>
            </w:r>
          </w:p>
        </w:tc>
        <w:tc>
          <w:tcPr>
            <w:tcW w:w="1080" w:type="dxa"/>
          </w:tcPr>
          <w:p w14:paraId="2077BA44" w14:textId="316A2BF4" w:rsidR="000F416B" w:rsidRPr="0072508D" w:rsidRDefault="000E62F3"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(7</w:t>
            </w:r>
            <w:r w:rsidR="009A7840">
              <w:rPr>
                <w:szCs w:val="22"/>
                <w:lang w:val="en-US" w:bidi="th-TH"/>
              </w:rPr>
              <w:t>2</w:t>
            </w:r>
            <w:r>
              <w:rPr>
                <w:szCs w:val="22"/>
                <w:lang w:val="en-US" w:bidi="th-TH"/>
              </w:rPr>
              <w:t>,</w:t>
            </w:r>
            <w:r w:rsidR="009A7840">
              <w:rPr>
                <w:szCs w:val="22"/>
                <w:lang w:val="en-US" w:bidi="th-TH"/>
              </w:rPr>
              <w:t>7</w:t>
            </w:r>
            <w:r>
              <w:rPr>
                <w:szCs w:val="22"/>
                <w:lang w:val="en-US" w:bidi="th-TH"/>
              </w:rPr>
              <w:t>98)</w:t>
            </w:r>
          </w:p>
        </w:tc>
        <w:tc>
          <w:tcPr>
            <w:tcW w:w="181" w:type="dxa"/>
          </w:tcPr>
          <w:p w14:paraId="2C317D4C" w14:textId="77777777"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01A0A81A" w14:textId="23ABC116"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sidRPr="0072508D">
              <w:rPr>
                <w:szCs w:val="22"/>
                <w:lang w:val="en-US" w:bidi="th-TH"/>
              </w:rPr>
              <w:t>(45,326)</w:t>
            </w:r>
          </w:p>
        </w:tc>
      </w:tr>
      <w:tr w:rsidR="000F416B" w:rsidRPr="002867BE" w14:paraId="57EE45F9" w14:textId="77777777" w:rsidTr="000E62F3">
        <w:trPr>
          <w:cantSplit/>
        </w:trPr>
        <w:tc>
          <w:tcPr>
            <w:tcW w:w="6930" w:type="dxa"/>
          </w:tcPr>
          <w:p w14:paraId="20B43DC4" w14:textId="77777777" w:rsidR="000F416B" w:rsidRPr="002867BE" w:rsidRDefault="000F416B" w:rsidP="000F416B">
            <w:pPr>
              <w:pStyle w:val="acctfourfigures"/>
              <w:tabs>
                <w:tab w:val="clear" w:pos="765"/>
              </w:tabs>
              <w:spacing w:line="240" w:lineRule="atLeast"/>
              <w:ind w:left="191" w:right="11" w:hanging="191"/>
              <w:rPr>
                <w:bCs/>
                <w:szCs w:val="22"/>
              </w:rPr>
            </w:pPr>
            <w:r w:rsidRPr="002867BE">
              <w:rPr>
                <w:bCs/>
                <w:szCs w:val="22"/>
              </w:rPr>
              <w:t>Unallocated amounts:</w:t>
            </w:r>
          </w:p>
          <w:p w14:paraId="3DB243CF" w14:textId="77777777" w:rsidR="000F416B" w:rsidRPr="002867BE" w:rsidRDefault="000F416B" w:rsidP="000F416B">
            <w:pPr>
              <w:pStyle w:val="acctfourfigures"/>
              <w:tabs>
                <w:tab w:val="clear" w:pos="765"/>
              </w:tabs>
              <w:spacing w:line="240" w:lineRule="atLeast"/>
              <w:ind w:left="191" w:right="11" w:hanging="191"/>
              <w:rPr>
                <w:bCs/>
                <w:szCs w:val="22"/>
              </w:rPr>
            </w:pPr>
            <w:r w:rsidRPr="002867BE">
              <w:rPr>
                <w:bCs/>
                <w:szCs w:val="22"/>
              </w:rPr>
              <w:t xml:space="preserve">- </w:t>
            </w:r>
            <w:r>
              <w:rPr>
                <w:bCs/>
                <w:szCs w:val="22"/>
              </w:rPr>
              <w:t>Gain</w:t>
            </w:r>
            <w:r w:rsidRPr="002867BE">
              <w:rPr>
                <w:bCs/>
                <w:szCs w:val="22"/>
              </w:rPr>
              <w:t xml:space="preserve"> on changes in fair value of investment properties</w:t>
            </w:r>
          </w:p>
        </w:tc>
        <w:tc>
          <w:tcPr>
            <w:tcW w:w="1080" w:type="dxa"/>
            <w:vAlign w:val="bottom"/>
          </w:tcPr>
          <w:p w14:paraId="7AE035D9" w14:textId="352E418A" w:rsidR="000F416B" w:rsidRPr="0072508D" w:rsidRDefault="000E62F3" w:rsidP="000E62F3">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4</w:t>
            </w:r>
            <w:r w:rsidR="00C34ACA">
              <w:rPr>
                <w:szCs w:val="22"/>
                <w:lang w:val="en-US" w:bidi="th-TH"/>
              </w:rPr>
              <w:t>8</w:t>
            </w:r>
            <w:r>
              <w:rPr>
                <w:szCs w:val="22"/>
                <w:lang w:val="en-US" w:bidi="th-TH"/>
              </w:rPr>
              <w:t>,2</w:t>
            </w:r>
            <w:r w:rsidR="00C34ACA">
              <w:rPr>
                <w:szCs w:val="22"/>
                <w:lang w:val="en-US" w:bidi="th-TH"/>
              </w:rPr>
              <w:t>56</w:t>
            </w:r>
          </w:p>
        </w:tc>
        <w:tc>
          <w:tcPr>
            <w:tcW w:w="181" w:type="dxa"/>
          </w:tcPr>
          <w:p w14:paraId="067EBFAB" w14:textId="77777777"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478BC415" w14:textId="2352DD64"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br/>
              <w:t>615</w:t>
            </w:r>
          </w:p>
        </w:tc>
      </w:tr>
      <w:tr w:rsidR="000F416B" w:rsidRPr="002867BE" w14:paraId="00E848FE" w14:textId="77777777" w:rsidTr="00F058B3">
        <w:trPr>
          <w:cantSplit/>
        </w:trPr>
        <w:tc>
          <w:tcPr>
            <w:tcW w:w="6930" w:type="dxa"/>
          </w:tcPr>
          <w:p w14:paraId="6AFF5452" w14:textId="77777777" w:rsidR="000F416B" w:rsidRPr="002867BE" w:rsidRDefault="000F416B" w:rsidP="000F416B">
            <w:pPr>
              <w:pStyle w:val="acctfourfigures"/>
              <w:tabs>
                <w:tab w:val="clear" w:pos="765"/>
              </w:tabs>
              <w:spacing w:line="240" w:lineRule="atLeast"/>
              <w:ind w:left="191" w:right="11" w:hanging="191"/>
              <w:rPr>
                <w:bCs/>
                <w:szCs w:val="22"/>
              </w:rPr>
            </w:pPr>
            <w:r w:rsidRPr="002867BE">
              <w:rPr>
                <w:bCs/>
                <w:szCs w:val="22"/>
              </w:rPr>
              <w:t>- Other corporate expenses</w:t>
            </w:r>
          </w:p>
        </w:tc>
        <w:tc>
          <w:tcPr>
            <w:tcW w:w="1080" w:type="dxa"/>
          </w:tcPr>
          <w:p w14:paraId="6052B916" w14:textId="57C949D7" w:rsidR="000F416B" w:rsidRPr="0072508D" w:rsidRDefault="000E62F3"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(332,71</w:t>
            </w:r>
            <w:r w:rsidR="00C34ACA">
              <w:rPr>
                <w:szCs w:val="22"/>
                <w:lang w:val="en-US" w:bidi="th-TH"/>
              </w:rPr>
              <w:t>4</w:t>
            </w:r>
            <w:r>
              <w:rPr>
                <w:szCs w:val="22"/>
                <w:lang w:val="en-US" w:bidi="th-TH"/>
              </w:rPr>
              <w:t>)</w:t>
            </w:r>
          </w:p>
        </w:tc>
        <w:tc>
          <w:tcPr>
            <w:tcW w:w="181" w:type="dxa"/>
          </w:tcPr>
          <w:p w14:paraId="60935F07" w14:textId="77777777"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10B167D0" w14:textId="5DDF97D3"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(462,655)</w:t>
            </w:r>
          </w:p>
        </w:tc>
      </w:tr>
      <w:tr w:rsidR="000F416B" w:rsidRPr="002867BE" w14:paraId="1A1458B8" w14:textId="77777777" w:rsidTr="00F058B3">
        <w:trPr>
          <w:cantSplit/>
        </w:trPr>
        <w:tc>
          <w:tcPr>
            <w:tcW w:w="6930" w:type="dxa"/>
          </w:tcPr>
          <w:p w14:paraId="6A44F51D" w14:textId="10F3F779" w:rsidR="000F416B" w:rsidRPr="002867BE" w:rsidRDefault="000F416B" w:rsidP="000F416B">
            <w:pPr>
              <w:pStyle w:val="acctmergecolhdg"/>
              <w:spacing w:line="240" w:lineRule="atLeast"/>
              <w:jc w:val="left"/>
              <w:rPr>
                <w:b w:val="0"/>
                <w:szCs w:val="22"/>
              </w:rPr>
            </w:pPr>
            <w:r w:rsidRPr="002867BE">
              <w:rPr>
                <w:b w:val="0"/>
                <w:szCs w:val="22"/>
              </w:rPr>
              <w:t xml:space="preserve">- Share of </w:t>
            </w:r>
            <w:r>
              <w:rPr>
                <w:b w:val="0"/>
                <w:szCs w:val="22"/>
              </w:rPr>
              <w:t>profit</w:t>
            </w:r>
            <w:r w:rsidRPr="002867BE">
              <w:rPr>
                <w:b w:val="0"/>
                <w:szCs w:val="22"/>
              </w:rPr>
              <w:t xml:space="preserve"> of investments in associate</w:t>
            </w:r>
            <w:r w:rsidR="00A55D91">
              <w:rPr>
                <w:b w:val="0"/>
                <w:szCs w:val="22"/>
              </w:rPr>
              <w:t>s</w:t>
            </w:r>
            <w:r w:rsidRPr="002867BE">
              <w:rPr>
                <w:b w:val="0"/>
                <w:szCs w:val="22"/>
              </w:rPr>
              <w:t xml:space="preserve"> and joint venture</w:t>
            </w:r>
          </w:p>
        </w:tc>
        <w:tc>
          <w:tcPr>
            <w:tcW w:w="1080" w:type="dxa"/>
            <w:tcBorders>
              <w:bottom w:val="single" w:sz="4" w:space="0" w:color="auto"/>
            </w:tcBorders>
          </w:tcPr>
          <w:p w14:paraId="727C4641" w14:textId="5280305C" w:rsidR="000F416B" w:rsidRPr="0072508D" w:rsidRDefault="000E62F3"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204,322</w:t>
            </w:r>
          </w:p>
        </w:tc>
        <w:tc>
          <w:tcPr>
            <w:tcW w:w="181" w:type="dxa"/>
          </w:tcPr>
          <w:p w14:paraId="24A0266C" w14:textId="77777777"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bottom w:val="single" w:sz="4" w:space="0" w:color="auto"/>
            </w:tcBorders>
          </w:tcPr>
          <w:p w14:paraId="2EEECBFC" w14:textId="04E071C9" w:rsidR="000F416B" w:rsidRPr="0072508D" w:rsidRDefault="000F416B" w:rsidP="000F416B">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45,618</w:t>
            </w:r>
          </w:p>
        </w:tc>
      </w:tr>
      <w:tr w:rsidR="000F416B" w:rsidRPr="002867BE" w14:paraId="08C5623F" w14:textId="77777777" w:rsidTr="00F058B3">
        <w:trPr>
          <w:cantSplit/>
        </w:trPr>
        <w:tc>
          <w:tcPr>
            <w:tcW w:w="6930" w:type="dxa"/>
          </w:tcPr>
          <w:p w14:paraId="199C39FA" w14:textId="77777777" w:rsidR="000F416B" w:rsidRPr="002867BE" w:rsidRDefault="000F416B" w:rsidP="000F416B">
            <w:pPr>
              <w:pStyle w:val="acctmergecolhdg"/>
              <w:spacing w:line="240" w:lineRule="atLeast"/>
              <w:jc w:val="left"/>
              <w:rPr>
                <w:bCs/>
                <w:szCs w:val="22"/>
              </w:rPr>
            </w:pPr>
            <w:r w:rsidRPr="002867BE">
              <w:rPr>
                <w:bCs/>
                <w:szCs w:val="22"/>
              </w:rPr>
              <w:t>Consolidated profit before income tax</w:t>
            </w:r>
          </w:p>
        </w:tc>
        <w:tc>
          <w:tcPr>
            <w:tcW w:w="1080" w:type="dxa"/>
            <w:tcBorders>
              <w:top w:val="single" w:sz="4" w:space="0" w:color="auto"/>
              <w:bottom w:val="double" w:sz="4" w:space="0" w:color="auto"/>
            </w:tcBorders>
          </w:tcPr>
          <w:p w14:paraId="1968E8F7" w14:textId="3B356BA0" w:rsidR="000F416B" w:rsidRPr="00433519" w:rsidRDefault="000E62F3" w:rsidP="000F416B">
            <w:pPr>
              <w:pStyle w:val="acctfourfigures"/>
              <w:shd w:val="clear" w:color="auto" w:fill="FFFFFF"/>
              <w:tabs>
                <w:tab w:val="clear" w:pos="765"/>
                <w:tab w:val="decimal" w:pos="860"/>
              </w:tabs>
              <w:spacing w:line="240" w:lineRule="atLeast"/>
              <w:ind w:left="-79" w:right="-79"/>
              <w:rPr>
                <w:b/>
                <w:bCs/>
                <w:szCs w:val="22"/>
                <w:cs/>
                <w:lang w:val="en-US"/>
              </w:rPr>
            </w:pPr>
            <w:r>
              <w:rPr>
                <w:b/>
                <w:bCs/>
                <w:szCs w:val="22"/>
                <w:lang w:val="en-US"/>
              </w:rPr>
              <w:t>89</w:t>
            </w:r>
            <w:r w:rsidR="00C34ACA">
              <w:rPr>
                <w:b/>
                <w:bCs/>
                <w:szCs w:val="22"/>
                <w:lang w:val="en-US"/>
              </w:rPr>
              <w:t>1</w:t>
            </w:r>
            <w:r>
              <w:rPr>
                <w:b/>
                <w:bCs/>
                <w:szCs w:val="22"/>
                <w:lang w:val="en-US"/>
              </w:rPr>
              <w:t>,</w:t>
            </w:r>
            <w:r w:rsidR="00C34ACA">
              <w:rPr>
                <w:b/>
                <w:bCs/>
                <w:szCs w:val="22"/>
                <w:lang w:val="en-US"/>
              </w:rPr>
              <w:t>536</w:t>
            </w:r>
          </w:p>
        </w:tc>
        <w:tc>
          <w:tcPr>
            <w:tcW w:w="181" w:type="dxa"/>
          </w:tcPr>
          <w:p w14:paraId="68BE0799" w14:textId="77777777" w:rsidR="000F416B" w:rsidRPr="00433519" w:rsidRDefault="000F416B" w:rsidP="000F416B">
            <w:pPr>
              <w:pStyle w:val="acctfourfigures"/>
              <w:shd w:val="clear" w:color="auto" w:fill="FFFFFF"/>
              <w:tabs>
                <w:tab w:val="clear" w:pos="765"/>
                <w:tab w:val="decimal" w:pos="860"/>
              </w:tabs>
              <w:spacing w:line="240" w:lineRule="atLeast"/>
              <w:ind w:left="-79" w:right="-79"/>
              <w:rPr>
                <w:b/>
                <w:bCs/>
                <w:szCs w:val="22"/>
                <w:lang w:val="en-US" w:bidi="th-TH"/>
              </w:rPr>
            </w:pPr>
          </w:p>
        </w:tc>
        <w:tc>
          <w:tcPr>
            <w:tcW w:w="1079" w:type="dxa"/>
            <w:tcBorders>
              <w:top w:val="single" w:sz="4" w:space="0" w:color="auto"/>
              <w:bottom w:val="double" w:sz="4" w:space="0" w:color="auto"/>
            </w:tcBorders>
          </w:tcPr>
          <w:p w14:paraId="5D365771" w14:textId="2A4C4AA6" w:rsidR="000F416B" w:rsidRPr="00433519" w:rsidRDefault="000F416B" w:rsidP="000F416B">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556,133</w:t>
            </w:r>
          </w:p>
        </w:tc>
      </w:tr>
    </w:tbl>
    <w:p w14:paraId="50738D02" w14:textId="7BF56EEC" w:rsidR="00F058B3" w:rsidRDefault="00F058B3" w:rsidP="00C86E9B">
      <w:pPr>
        <w:spacing w:line="240" w:lineRule="atLeast"/>
        <w:ind w:left="540"/>
        <w:jc w:val="thaiDistribute"/>
        <w:rPr>
          <w:szCs w:val="28"/>
          <w:lang w:val="en-AU" w:bidi="th-TH"/>
        </w:rPr>
      </w:pPr>
    </w:p>
    <w:p w14:paraId="11AD54D7" w14:textId="419C6E62" w:rsidR="00F058B3" w:rsidRDefault="00F058B3" w:rsidP="00C86E9B">
      <w:pPr>
        <w:spacing w:line="240" w:lineRule="atLeast"/>
        <w:ind w:left="540"/>
        <w:jc w:val="thaiDistribute"/>
        <w:rPr>
          <w:szCs w:val="28"/>
          <w:lang w:val="en-AU" w:bidi="th-TH"/>
        </w:rPr>
      </w:pPr>
    </w:p>
    <w:p w14:paraId="29437ADF" w14:textId="1CCD8B9D" w:rsidR="00F058B3" w:rsidRDefault="00F058B3" w:rsidP="00C86E9B">
      <w:pPr>
        <w:spacing w:line="240" w:lineRule="atLeast"/>
        <w:ind w:left="540"/>
        <w:jc w:val="thaiDistribute"/>
        <w:rPr>
          <w:szCs w:val="28"/>
          <w:lang w:val="en-AU" w:bidi="th-TH"/>
        </w:rPr>
      </w:pPr>
    </w:p>
    <w:p w14:paraId="4CF14B62" w14:textId="77777777" w:rsidR="000F416B" w:rsidRDefault="000F416B">
      <w:pPr>
        <w:spacing w:line="240" w:lineRule="auto"/>
        <w:rPr>
          <w:b/>
          <w:bCs/>
          <w:sz w:val="24"/>
          <w:szCs w:val="24"/>
        </w:rPr>
      </w:pPr>
      <w:r>
        <w:rPr>
          <w:b/>
          <w:bCs/>
          <w:sz w:val="24"/>
          <w:szCs w:val="24"/>
        </w:rPr>
        <w:br w:type="page"/>
      </w:r>
    </w:p>
    <w:p w14:paraId="12239E3F" w14:textId="4BD8884A" w:rsidR="004606DE" w:rsidRPr="005D3E43" w:rsidRDefault="004606DE" w:rsidP="004606DE">
      <w:pPr>
        <w:pStyle w:val="index"/>
        <w:numPr>
          <w:ilvl w:val="0"/>
          <w:numId w:val="0"/>
        </w:numPr>
        <w:tabs>
          <w:tab w:val="left" w:pos="540"/>
        </w:tabs>
        <w:jc w:val="thaiDistribute"/>
        <w:rPr>
          <w:b/>
          <w:bCs/>
          <w:sz w:val="24"/>
          <w:szCs w:val="24"/>
        </w:rPr>
      </w:pPr>
      <w:r w:rsidRPr="005D3E43">
        <w:rPr>
          <w:b/>
          <w:bCs/>
          <w:sz w:val="24"/>
          <w:szCs w:val="24"/>
        </w:rPr>
        <w:lastRenderedPageBreak/>
        <w:t>1</w:t>
      </w:r>
      <w:r w:rsidR="00BB408D" w:rsidRPr="005D3E43">
        <w:rPr>
          <w:b/>
          <w:bCs/>
          <w:sz w:val="24"/>
          <w:szCs w:val="24"/>
        </w:rPr>
        <w:t>3</w:t>
      </w:r>
      <w:r w:rsidRPr="005D3E43">
        <w:rPr>
          <w:b/>
          <w:bCs/>
          <w:sz w:val="24"/>
          <w:szCs w:val="24"/>
        </w:rPr>
        <w:tab/>
        <w:t>Lease</w:t>
      </w:r>
      <w:r w:rsidR="00266763" w:rsidRPr="005D3E43">
        <w:rPr>
          <w:b/>
          <w:bCs/>
          <w:sz w:val="24"/>
          <w:szCs w:val="24"/>
        </w:rPr>
        <w:t>s</w:t>
      </w:r>
      <w:r w:rsidRPr="005D3E43">
        <w:rPr>
          <w:b/>
          <w:bCs/>
          <w:sz w:val="24"/>
          <w:szCs w:val="24"/>
        </w:rPr>
        <w:t xml:space="preserve">   </w:t>
      </w:r>
    </w:p>
    <w:p w14:paraId="7B7A9839" w14:textId="77777777" w:rsidR="00A44738" w:rsidRPr="005D3E43" w:rsidRDefault="004606DE" w:rsidP="00EA2207">
      <w:pPr>
        <w:pStyle w:val="index"/>
        <w:numPr>
          <w:ilvl w:val="0"/>
          <w:numId w:val="0"/>
        </w:numPr>
        <w:tabs>
          <w:tab w:val="left" w:pos="540"/>
        </w:tabs>
        <w:jc w:val="thaiDistribute"/>
        <w:rPr>
          <w:b/>
          <w:bCs/>
          <w:sz w:val="24"/>
          <w:szCs w:val="24"/>
        </w:rPr>
      </w:pPr>
      <w:r w:rsidRPr="005D3E43">
        <w:rPr>
          <w:b/>
          <w:bCs/>
          <w:sz w:val="24"/>
          <w:szCs w:val="24"/>
        </w:rPr>
        <w:t xml:space="preserve"> </w:t>
      </w:r>
    </w:p>
    <w:tbl>
      <w:tblPr>
        <w:tblW w:w="9180" w:type="dxa"/>
        <w:tblInd w:w="450" w:type="dxa"/>
        <w:tblLayout w:type="fixed"/>
        <w:tblCellMar>
          <w:left w:w="79" w:type="dxa"/>
          <w:right w:w="79" w:type="dxa"/>
        </w:tblCellMar>
        <w:tblLook w:val="04A0" w:firstRow="1" w:lastRow="0" w:firstColumn="1" w:lastColumn="0" w:noHBand="0" w:noVBand="1"/>
      </w:tblPr>
      <w:tblGrid>
        <w:gridCol w:w="4320"/>
        <w:gridCol w:w="1080"/>
        <w:gridCol w:w="180"/>
        <w:gridCol w:w="1080"/>
        <w:gridCol w:w="180"/>
        <w:gridCol w:w="1080"/>
        <w:gridCol w:w="180"/>
        <w:gridCol w:w="1080"/>
      </w:tblGrid>
      <w:tr w:rsidR="005F7EAB" w:rsidRPr="005D3E43" w14:paraId="6C83141E" w14:textId="77777777" w:rsidTr="00430121">
        <w:trPr>
          <w:cantSplit/>
          <w:trHeight w:val="20"/>
          <w:tblHeader/>
        </w:trPr>
        <w:tc>
          <w:tcPr>
            <w:tcW w:w="4320" w:type="dxa"/>
          </w:tcPr>
          <w:p w14:paraId="292EAB89" w14:textId="77777777" w:rsidR="005F7EAB" w:rsidRPr="005D3E43" w:rsidRDefault="005F7EAB" w:rsidP="00430121">
            <w:pPr>
              <w:ind w:left="11"/>
              <w:rPr>
                <w:b/>
                <w:bCs/>
                <w:i/>
                <w:iCs/>
                <w:sz w:val="20"/>
                <w:szCs w:val="18"/>
                <w:lang w:val="en-US"/>
              </w:rPr>
            </w:pPr>
          </w:p>
        </w:tc>
        <w:tc>
          <w:tcPr>
            <w:tcW w:w="2340" w:type="dxa"/>
            <w:gridSpan w:val="3"/>
            <w:vAlign w:val="bottom"/>
            <w:hideMark/>
          </w:tcPr>
          <w:p w14:paraId="7E775EBD" w14:textId="77777777" w:rsidR="005F7EAB" w:rsidRPr="005D3E43" w:rsidRDefault="005F7EAB" w:rsidP="00430121">
            <w:pPr>
              <w:pStyle w:val="acctmergecolhdg"/>
              <w:spacing w:line="240" w:lineRule="atLeast"/>
              <w:ind w:firstLine="136"/>
              <w:rPr>
                <w:sz w:val="20"/>
                <w:szCs w:val="18"/>
              </w:rPr>
            </w:pPr>
            <w:r w:rsidRPr="005D3E43">
              <w:rPr>
                <w:sz w:val="20"/>
                <w:szCs w:val="18"/>
              </w:rPr>
              <w:t xml:space="preserve">Consolidated </w:t>
            </w:r>
          </w:p>
          <w:p w14:paraId="447A6CCD" w14:textId="77777777" w:rsidR="005F7EAB" w:rsidRPr="005D3E43" w:rsidRDefault="005F7EAB" w:rsidP="00430121">
            <w:pPr>
              <w:pStyle w:val="acctfourfigures"/>
              <w:tabs>
                <w:tab w:val="left" w:pos="720"/>
              </w:tabs>
              <w:spacing w:line="240" w:lineRule="atLeast"/>
              <w:ind w:left="-80" w:right="-73" w:firstLine="10"/>
              <w:jc w:val="center"/>
              <w:rPr>
                <w:sz w:val="20"/>
                <w:szCs w:val="18"/>
              </w:rPr>
            </w:pPr>
            <w:r w:rsidRPr="005D3E43">
              <w:rPr>
                <w:b/>
                <w:sz w:val="20"/>
                <w:szCs w:val="18"/>
              </w:rPr>
              <w:t xml:space="preserve">financial statements </w:t>
            </w:r>
          </w:p>
        </w:tc>
        <w:tc>
          <w:tcPr>
            <w:tcW w:w="180" w:type="dxa"/>
            <w:vAlign w:val="bottom"/>
          </w:tcPr>
          <w:p w14:paraId="27ACBCEE" w14:textId="77777777" w:rsidR="005F7EAB" w:rsidRPr="005D3E43" w:rsidRDefault="005F7EAB" w:rsidP="00430121">
            <w:pPr>
              <w:pStyle w:val="acctfourfigures"/>
              <w:spacing w:line="240" w:lineRule="atLeast"/>
              <w:ind w:firstLine="136"/>
              <w:rPr>
                <w:sz w:val="20"/>
                <w:szCs w:val="18"/>
              </w:rPr>
            </w:pPr>
          </w:p>
        </w:tc>
        <w:tc>
          <w:tcPr>
            <w:tcW w:w="2340" w:type="dxa"/>
            <w:gridSpan w:val="3"/>
            <w:vAlign w:val="bottom"/>
            <w:hideMark/>
          </w:tcPr>
          <w:p w14:paraId="28D8C2BD" w14:textId="77777777" w:rsidR="005F7EAB" w:rsidRPr="005D3E43" w:rsidRDefault="005F7EAB" w:rsidP="00430121">
            <w:pPr>
              <w:pStyle w:val="acctmergecolhdg"/>
              <w:spacing w:line="240" w:lineRule="atLeast"/>
              <w:ind w:firstLine="136"/>
              <w:rPr>
                <w:sz w:val="20"/>
                <w:szCs w:val="18"/>
              </w:rPr>
            </w:pPr>
            <w:r w:rsidRPr="005D3E43">
              <w:rPr>
                <w:sz w:val="20"/>
                <w:szCs w:val="18"/>
              </w:rPr>
              <w:t>Separate</w:t>
            </w:r>
          </w:p>
          <w:p w14:paraId="1EB3A30E" w14:textId="77777777" w:rsidR="005F7EAB" w:rsidRPr="005D3E43" w:rsidRDefault="005F7EAB" w:rsidP="00430121">
            <w:pPr>
              <w:pStyle w:val="acctfourfigures"/>
              <w:tabs>
                <w:tab w:val="left" w:pos="720"/>
              </w:tabs>
              <w:spacing w:line="240" w:lineRule="atLeast"/>
              <w:ind w:left="-73" w:right="-80"/>
              <w:jc w:val="center"/>
              <w:rPr>
                <w:b/>
                <w:sz w:val="20"/>
                <w:szCs w:val="18"/>
              </w:rPr>
            </w:pPr>
            <w:r w:rsidRPr="005D3E43">
              <w:rPr>
                <w:b/>
                <w:sz w:val="20"/>
                <w:szCs w:val="18"/>
              </w:rPr>
              <w:t xml:space="preserve">financial statements </w:t>
            </w:r>
          </w:p>
        </w:tc>
      </w:tr>
      <w:tr w:rsidR="005F7EAB" w:rsidRPr="005D3E43" w14:paraId="48F530EE" w14:textId="77777777" w:rsidTr="00430121">
        <w:trPr>
          <w:cantSplit/>
          <w:trHeight w:val="20"/>
          <w:tblHeader/>
        </w:trPr>
        <w:tc>
          <w:tcPr>
            <w:tcW w:w="4320" w:type="dxa"/>
            <w:vAlign w:val="bottom"/>
            <w:hideMark/>
          </w:tcPr>
          <w:p w14:paraId="7BA7C066" w14:textId="35403082" w:rsidR="005F7EAB" w:rsidRPr="005D3E43" w:rsidRDefault="005F7EAB" w:rsidP="00430121">
            <w:pPr>
              <w:ind w:left="11"/>
              <w:rPr>
                <w:b/>
                <w:bCs/>
                <w:i/>
                <w:iCs/>
                <w:sz w:val="20"/>
                <w:szCs w:val="18"/>
                <w:lang w:val="en-US"/>
              </w:rPr>
            </w:pPr>
            <w:r w:rsidRPr="005D3E43">
              <w:rPr>
                <w:b/>
                <w:bCs/>
                <w:i/>
                <w:iCs/>
                <w:sz w:val="20"/>
                <w:szCs w:val="18"/>
              </w:rPr>
              <w:t xml:space="preserve">For the period ended 30 </w:t>
            </w:r>
            <w:r w:rsidR="000F416B">
              <w:rPr>
                <w:b/>
                <w:bCs/>
                <w:i/>
                <w:iCs/>
                <w:sz w:val="20"/>
                <w:szCs w:val="18"/>
              </w:rPr>
              <w:t xml:space="preserve">September </w:t>
            </w:r>
            <w:r w:rsidRPr="005D3E43">
              <w:rPr>
                <w:b/>
                <w:bCs/>
                <w:i/>
                <w:iCs/>
                <w:sz w:val="20"/>
                <w:szCs w:val="18"/>
              </w:rPr>
              <w:t>2020</w:t>
            </w:r>
          </w:p>
        </w:tc>
        <w:tc>
          <w:tcPr>
            <w:tcW w:w="1080" w:type="dxa"/>
            <w:hideMark/>
          </w:tcPr>
          <w:p w14:paraId="6D8D12D8" w14:textId="77777777" w:rsidR="005F7EAB" w:rsidRPr="005D3E43" w:rsidRDefault="005F7EAB" w:rsidP="00430121">
            <w:pPr>
              <w:pStyle w:val="acctfourfigures"/>
              <w:tabs>
                <w:tab w:val="clear" w:pos="765"/>
              </w:tabs>
              <w:spacing w:line="240" w:lineRule="atLeast"/>
              <w:ind w:left="-75" w:right="-75"/>
              <w:jc w:val="center"/>
              <w:rPr>
                <w:sz w:val="20"/>
                <w:szCs w:val="18"/>
              </w:rPr>
            </w:pPr>
            <w:r w:rsidRPr="005D3E43">
              <w:rPr>
                <w:sz w:val="20"/>
                <w:szCs w:val="18"/>
              </w:rPr>
              <w:t>Three-month period</w:t>
            </w:r>
          </w:p>
        </w:tc>
        <w:tc>
          <w:tcPr>
            <w:tcW w:w="180" w:type="dxa"/>
          </w:tcPr>
          <w:p w14:paraId="5818EA2B" w14:textId="77777777" w:rsidR="005F7EAB" w:rsidRPr="005D3E43" w:rsidRDefault="005F7EAB" w:rsidP="00430121">
            <w:pPr>
              <w:pStyle w:val="acctfourfigures"/>
              <w:spacing w:line="240" w:lineRule="atLeast"/>
              <w:ind w:firstLine="136"/>
              <w:rPr>
                <w:sz w:val="20"/>
                <w:szCs w:val="18"/>
              </w:rPr>
            </w:pPr>
          </w:p>
        </w:tc>
        <w:tc>
          <w:tcPr>
            <w:tcW w:w="1080" w:type="dxa"/>
            <w:hideMark/>
          </w:tcPr>
          <w:p w14:paraId="4EDC5DA5" w14:textId="19BBFA2D" w:rsidR="005F7EAB" w:rsidRPr="005D3E43" w:rsidRDefault="000F416B" w:rsidP="00430121">
            <w:pPr>
              <w:pStyle w:val="acctfourfigures"/>
              <w:tabs>
                <w:tab w:val="clear" w:pos="765"/>
              </w:tabs>
              <w:spacing w:line="240" w:lineRule="atLeast"/>
              <w:ind w:left="-75" w:right="-75" w:firstLine="15"/>
              <w:jc w:val="center"/>
              <w:rPr>
                <w:sz w:val="20"/>
                <w:szCs w:val="18"/>
              </w:rPr>
            </w:pPr>
            <w:r>
              <w:rPr>
                <w:sz w:val="20"/>
                <w:szCs w:val="18"/>
              </w:rPr>
              <w:t>Nine</w:t>
            </w:r>
            <w:r w:rsidR="005F7EAB" w:rsidRPr="005D3E43">
              <w:rPr>
                <w:sz w:val="20"/>
                <w:szCs w:val="18"/>
              </w:rPr>
              <w:t>-month period</w:t>
            </w:r>
          </w:p>
        </w:tc>
        <w:tc>
          <w:tcPr>
            <w:tcW w:w="180" w:type="dxa"/>
          </w:tcPr>
          <w:p w14:paraId="77015D9A" w14:textId="77777777" w:rsidR="005F7EAB" w:rsidRPr="005D3E43" w:rsidRDefault="005F7EAB" w:rsidP="00430121">
            <w:pPr>
              <w:pStyle w:val="acctfourfigures"/>
              <w:spacing w:line="240" w:lineRule="atLeast"/>
              <w:ind w:firstLine="136"/>
              <w:jc w:val="center"/>
              <w:rPr>
                <w:sz w:val="20"/>
                <w:szCs w:val="18"/>
              </w:rPr>
            </w:pPr>
          </w:p>
        </w:tc>
        <w:tc>
          <w:tcPr>
            <w:tcW w:w="1080" w:type="dxa"/>
            <w:hideMark/>
          </w:tcPr>
          <w:p w14:paraId="0A70D4E9" w14:textId="77777777" w:rsidR="005F7EAB" w:rsidRPr="005D3E43" w:rsidRDefault="005F7EAB" w:rsidP="00430121">
            <w:pPr>
              <w:pStyle w:val="acctfourfigures"/>
              <w:tabs>
                <w:tab w:val="clear" w:pos="765"/>
              </w:tabs>
              <w:spacing w:line="240" w:lineRule="atLeast"/>
              <w:ind w:left="-75" w:right="-75" w:firstLine="15"/>
              <w:jc w:val="center"/>
              <w:rPr>
                <w:sz w:val="20"/>
                <w:szCs w:val="18"/>
              </w:rPr>
            </w:pPr>
            <w:r w:rsidRPr="005D3E43">
              <w:rPr>
                <w:sz w:val="20"/>
                <w:szCs w:val="18"/>
              </w:rPr>
              <w:t>Three-month period</w:t>
            </w:r>
          </w:p>
        </w:tc>
        <w:tc>
          <w:tcPr>
            <w:tcW w:w="180" w:type="dxa"/>
          </w:tcPr>
          <w:p w14:paraId="25A49AC7" w14:textId="77777777" w:rsidR="005F7EAB" w:rsidRPr="005D3E43" w:rsidRDefault="005F7EAB" w:rsidP="00430121">
            <w:pPr>
              <w:pStyle w:val="acctfourfigures"/>
              <w:spacing w:line="240" w:lineRule="atLeast"/>
              <w:ind w:firstLine="136"/>
              <w:jc w:val="center"/>
              <w:rPr>
                <w:sz w:val="20"/>
                <w:szCs w:val="18"/>
              </w:rPr>
            </w:pPr>
          </w:p>
        </w:tc>
        <w:tc>
          <w:tcPr>
            <w:tcW w:w="1080" w:type="dxa"/>
            <w:hideMark/>
          </w:tcPr>
          <w:p w14:paraId="36D29D9C" w14:textId="3993FE50" w:rsidR="005F7EAB" w:rsidRPr="005D3E43" w:rsidRDefault="000F416B" w:rsidP="00430121">
            <w:pPr>
              <w:pStyle w:val="acctfourfigures"/>
              <w:tabs>
                <w:tab w:val="clear" w:pos="765"/>
              </w:tabs>
              <w:spacing w:line="240" w:lineRule="atLeast"/>
              <w:ind w:left="-75" w:right="-75" w:firstLine="15"/>
              <w:jc w:val="center"/>
              <w:rPr>
                <w:sz w:val="20"/>
                <w:szCs w:val="18"/>
              </w:rPr>
            </w:pPr>
            <w:r>
              <w:rPr>
                <w:sz w:val="20"/>
                <w:szCs w:val="18"/>
              </w:rPr>
              <w:t>Nine</w:t>
            </w:r>
            <w:r w:rsidR="005F7EAB" w:rsidRPr="005D3E43">
              <w:rPr>
                <w:sz w:val="20"/>
                <w:szCs w:val="18"/>
              </w:rPr>
              <w:t>-month period</w:t>
            </w:r>
          </w:p>
        </w:tc>
      </w:tr>
      <w:tr w:rsidR="005F7EAB" w:rsidRPr="005D3E43" w14:paraId="76C132DF" w14:textId="77777777" w:rsidTr="00430121">
        <w:trPr>
          <w:cantSplit/>
          <w:trHeight w:val="20"/>
          <w:tblHeader/>
        </w:trPr>
        <w:tc>
          <w:tcPr>
            <w:tcW w:w="4320" w:type="dxa"/>
            <w:hideMark/>
          </w:tcPr>
          <w:p w14:paraId="0162EA57" w14:textId="77777777" w:rsidR="005F7EAB" w:rsidRPr="005D3E43" w:rsidRDefault="005F7EAB" w:rsidP="00430121">
            <w:pPr>
              <w:ind w:left="11"/>
              <w:rPr>
                <w:b/>
                <w:bCs/>
                <w:i/>
                <w:iCs/>
                <w:sz w:val="20"/>
                <w:szCs w:val="18"/>
                <w:highlight w:val="cyan"/>
                <w:lang w:val="en-US"/>
              </w:rPr>
            </w:pPr>
          </w:p>
        </w:tc>
        <w:tc>
          <w:tcPr>
            <w:tcW w:w="4860" w:type="dxa"/>
            <w:gridSpan w:val="7"/>
            <w:vAlign w:val="bottom"/>
            <w:hideMark/>
          </w:tcPr>
          <w:p w14:paraId="4AC4B0D8" w14:textId="7C6D103E" w:rsidR="005F7EAB" w:rsidRPr="005D3E43" w:rsidRDefault="005F7EAB" w:rsidP="00430121">
            <w:pPr>
              <w:pStyle w:val="acctfourfigures"/>
              <w:tabs>
                <w:tab w:val="left" w:pos="720"/>
              </w:tabs>
              <w:spacing w:line="240" w:lineRule="atLeast"/>
              <w:ind w:right="11" w:firstLine="10"/>
              <w:jc w:val="center"/>
              <w:rPr>
                <w:sz w:val="20"/>
                <w:szCs w:val="18"/>
              </w:rPr>
            </w:pPr>
            <w:r w:rsidRPr="005D3E43">
              <w:rPr>
                <w:i/>
                <w:iCs/>
                <w:sz w:val="20"/>
                <w:szCs w:val="18"/>
              </w:rPr>
              <w:t xml:space="preserve">(in </w:t>
            </w:r>
            <w:r w:rsidR="00801442" w:rsidRPr="005D3E43">
              <w:rPr>
                <w:i/>
                <w:iCs/>
                <w:sz w:val="20"/>
                <w:szCs w:val="18"/>
              </w:rPr>
              <w:t>thousand</w:t>
            </w:r>
            <w:r w:rsidRPr="005D3E43">
              <w:rPr>
                <w:i/>
                <w:iCs/>
                <w:sz w:val="20"/>
                <w:szCs w:val="18"/>
              </w:rPr>
              <w:t xml:space="preserve"> Baht)</w:t>
            </w:r>
          </w:p>
        </w:tc>
      </w:tr>
      <w:tr w:rsidR="005F7EAB" w:rsidRPr="005D3E43" w14:paraId="32ACA1A8" w14:textId="77777777" w:rsidTr="00430121">
        <w:trPr>
          <w:cantSplit/>
          <w:trHeight w:val="20"/>
        </w:trPr>
        <w:tc>
          <w:tcPr>
            <w:tcW w:w="4320" w:type="dxa"/>
            <w:hideMark/>
          </w:tcPr>
          <w:p w14:paraId="6CC98999" w14:textId="77777777" w:rsidR="005F7EAB" w:rsidRPr="005D3E43" w:rsidRDefault="005F7EAB" w:rsidP="005F7EAB">
            <w:pPr>
              <w:spacing w:line="240" w:lineRule="exact"/>
              <w:rPr>
                <w:b/>
                <w:bCs/>
                <w:i/>
                <w:iCs/>
                <w:szCs w:val="22"/>
                <w:cs/>
              </w:rPr>
            </w:pPr>
            <w:r w:rsidRPr="005D3E43">
              <w:rPr>
                <w:b/>
                <w:bCs/>
                <w:i/>
                <w:iCs/>
                <w:szCs w:val="22"/>
              </w:rPr>
              <w:t>Recognition in profit or loss</w:t>
            </w:r>
          </w:p>
        </w:tc>
        <w:tc>
          <w:tcPr>
            <w:tcW w:w="1080" w:type="dxa"/>
          </w:tcPr>
          <w:p w14:paraId="0AB0A4B4" w14:textId="6F072C76" w:rsidR="005F7EAB" w:rsidRPr="005D3E43" w:rsidRDefault="005F7EAB" w:rsidP="005F7EAB">
            <w:pPr>
              <w:pStyle w:val="acctfourfigures"/>
              <w:tabs>
                <w:tab w:val="decimal" w:pos="731"/>
              </w:tabs>
              <w:spacing w:line="240" w:lineRule="auto"/>
              <w:ind w:right="11" w:firstLine="136"/>
              <w:rPr>
                <w:sz w:val="20"/>
                <w:szCs w:val="18"/>
              </w:rPr>
            </w:pPr>
          </w:p>
        </w:tc>
        <w:tc>
          <w:tcPr>
            <w:tcW w:w="180" w:type="dxa"/>
            <w:vAlign w:val="bottom"/>
          </w:tcPr>
          <w:p w14:paraId="35AB3315" w14:textId="77777777" w:rsidR="005F7EAB" w:rsidRPr="005D3E43" w:rsidRDefault="005F7EAB" w:rsidP="005F7EAB">
            <w:pPr>
              <w:pStyle w:val="acctfourfigures"/>
              <w:spacing w:line="240" w:lineRule="auto"/>
              <w:ind w:firstLine="136"/>
              <w:rPr>
                <w:sz w:val="20"/>
                <w:szCs w:val="18"/>
              </w:rPr>
            </w:pPr>
          </w:p>
        </w:tc>
        <w:tc>
          <w:tcPr>
            <w:tcW w:w="1080" w:type="dxa"/>
            <w:vAlign w:val="bottom"/>
          </w:tcPr>
          <w:p w14:paraId="03D36E1F" w14:textId="77777777" w:rsidR="005F7EAB" w:rsidRPr="005D3E43" w:rsidRDefault="005F7EAB" w:rsidP="005F7EAB">
            <w:pPr>
              <w:pStyle w:val="acctfourfigures"/>
              <w:tabs>
                <w:tab w:val="decimal" w:pos="731"/>
              </w:tabs>
              <w:spacing w:line="240" w:lineRule="auto"/>
              <w:ind w:right="11" w:firstLine="136"/>
              <w:rPr>
                <w:sz w:val="20"/>
                <w:szCs w:val="18"/>
              </w:rPr>
            </w:pPr>
          </w:p>
        </w:tc>
        <w:tc>
          <w:tcPr>
            <w:tcW w:w="180" w:type="dxa"/>
            <w:vAlign w:val="bottom"/>
          </w:tcPr>
          <w:p w14:paraId="6134454B" w14:textId="77777777" w:rsidR="005F7EAB" w:rsidRPr="005D3E43" w:rsidRDefault="005F7EAB" w:rsidP="005F7EAB">
            <w:pPr>
              <w:pStyle w:val="acctfourfigures"/>
              <w:spacing w:line="240" w:lineRule="auto"/>
              <w:ind w:firstLine="136"/>
              <w:rPr>
                <w:sz w:val="20"/>
                <w:szCs w:val="18"/>
              </w:rPr>
            </w:pPr>
          </w:p>
        </w:tc>
        <w:tc>
          <w:tcPr>
            <w:tcW w:w="1080" w:type="dxa"/>
          </w:tcPr>
          <w:p w14:paraId="2D534AA1" w14:textId="77777777" w:rsidR="005F7EAB" w:rsidRPr="005D3E43" w:rsidRDefault="005F7EAB" w:rsidP="005F7EAB">
            <w:pPr>
              <w:pStyle w:val="acctfourfigures"/>
              <w:tabs>
                <w:tab w:val="decimal" w:pos="731"/>
              </w:tabs>
              <w:spacing w:line="240" w:lineRule="auto"/>
              <w:ind w:right="11" w:firstLine="136"/>
              <w:rPr>
                <w:sz w:val="20"/>
                <w:szCs w:val="18"/>
              </w:rPr>
            </w:pPr>
          </w:p>
        </w:tc>
        <w:tc>
          <w:tcPr>
            <w:tcW w:w="180" w:type="dxa"/>
            <w:vAlign w:val="bottom"/>
          </w:tcPr>
          <w:p w14:paraId="6F62CA0B" w14:textId="77777777" w:rsidR="005F7EAB" w:rsidRPr="005D3E43" w:rsidRDefault="005F7EAB" w:rsidP="005F7EAB">
            <w:pPr>
              <w:pStyle w:val="acctfourfigures"/>
              <w:spacing w:line="240" w:lineRule="auto"/>
              <w:ind w:firstLine="136"/>
              <w:rPr>
                <w:sz w:val="20"/>
                <w:szCs w:val="18"/>
              </w:rPr>
            </w:pPr>
          </w:p>
        </w:tc>
        <w:tc>
          <w:tcPr>
            <w:tcW w:w="1080" w:type="dxa"/>
            <w:vAlign w:val="bottom"/>
          </w:tcPr>
          <w:p w14:paraId="3BEDF3BE" w14:textId="77777777" w:rsidR="005F7EAB" w:rsidRPr="005D3E43" w:rsidRDefault="005F7EAB" w:rsidP="005F7EAB">
            <w:pPr>
              <w:pStyle w:val="acctfourfigures"/>
              <w:tabs>
                <w:tab w:val="decimal" w:pos="731"/>
              </w:tabs>
              <w:spacing w:line="240" w:lineRule="auto"/>
              <w:ind w:right="11" w:firstLine="136"/>
              <w:rPr>
                <w:sz w:val="20"/>
                <w:szCs w:val="18"/>
              </w:rPr>
            </w:pPr>
          </w:p>
        </w:tc>
      </w:tr>
      <w:tr w:rsidR="000E62F3" w:rsidRPr="005D3E43" w14:paraId="304ABF08" w14:textId="77777777" w:rsidTr="0027752D">
        <w:trPr>
          <w:cantSplit/>
          <w:trHeight w:val="20"/>
        </w:trPr>
        <w:tc>
          <w:tcPr>
            <w:tcW w:w="4320" w:type="dxa"/>
            <w:hideMark/>
          </w:tcPr>
          <w:p w14:paraId="23C27782" w14:textId="77777777" w:rsidR="000E62F3" w:rsidRPr="005D3E43" w:rsidRDefault="000E62F3" w:rsidP="000E62F3">
            <w:pPr>
              <w:spacing w:line="240" w:lineRule="exact"/>
              <w:rPr>
                <w:color w:val="211E1F"/>
                <w:szCs w:val="22"/>
              </w:rPr>
            </w:pPr>
            <w:r w:rsidRPr="005D3E43">
              <w:rPr>
                <w:szCs w:val="22"/>
              </w:rPr>
              <w:t xml:space="preserve">Interest on lease liabilities </w:t>
            </w:r>
            <w:r w:rsidRPr="005D3E43" w:rsidDel="009A4744">
              <w:rPr>
                <w:b/>
                <w:color w:val="0000FF"/>
                <w:szCs w:val="22"/>
              </w:rPr>
              <w:t xml:space="preserve"> </w:t>
            </w:r>
          </w:p>
        </w:tc>
        <w:tc>
          <w:tcPr>
            <w:tcW w:w="1080" w:type="dxa"/>
          </w:tcPr>
          <w:p w14:paraId="766F8905" w14:textId="48BAD12A" w:rsidR="000E62F3" w:rsidRPr="005D3E43" w:rsidRDefault="000E62F3" w:rsidP="000E62F3">
            <w:pPr>
              <w:pStyle w:val="acctfourfigures"/>
              <w:tabs>
                <w:tab w:val="clear" w:pos="765"/>
                <w:tab w:val="decimal" w:pos="909"/>
              </w:tabs>
              <w:spacing w:line="240" w:lineRule="auto"/>
              <w:ind w:right="11" w:firstLine="15"/>
              <w:rPr>
                <w:sz w:val="20"/>
                <w:szCs w:val="18"/>
              </w:rPr>
            </w:pPr>
            <w:r>
              <w:rPr>
                <w:sz w:val="20"/>
                <w:szCs w:val="18"/>
              </w:rPr>
              <w:t>1,</w:t>
            </w:r>
            <w:r w:rsidR="00777F05">
              <w:rPr>
                <w:sz w:val="20"/>
                <w:szCs w:val="18"/>
              </w:rPr>
              <w:t>446</w:t>
            </w:r>
          </w:p>
        </w:tc>
        <w:tc>
          <w:tcPr>
            <w:tcW w:w="180" w:type="dxa"/>
            <w:vAlign w:val="bottom"/>
          </w:tcPr>
          <w:p w14:paraId="2FE87A01" w14:textId="77777777" w:rsidR="000E62F3" w:rsidRPr="005D3E43" w:rsidRDefault="000E62F3" w:rsidP="000E62F3">
            <w:pPr>
              <w:pStyle w:val="acctfourfigures"/>
              <w:spacing w:line="240" w:lineRule="auto"/>
              <w:ind w:firstLine="136"/>
              <w:rPr>
                <w:sz w:val="20"/>
                <w:szCs w:val="18"/>
              </w:rPr>
            </w:pPr>
          </w:p>
        </w:tc>
        <w:tc>
          <w:tcPr>
            <w:tcW w:w="1080" w:type="dxa"/>
          </w:tcPr>
          <w:p w14:paraId="049D5581" w14:textId="55EE3F2E" w:rsidR="000E62F3" w:rsidRPr="005D3E43" w:rsidRDefault="000E62F3" w:rsidP="000E62F3">
            <w:pPr>
              <w:pStyle w:val="acctfourfigures"/>
              <w:tabs>
                <w:tab w:val="clear" w:pos="765"/>
                <w:tab w:val="decimal" w:pos="1057"/>
              </w:tabs>
              <w:spacing w:line="240" w:lineRule="exact"/>
              <w:ind w:right="14"/>
              <w:rPr>
                <w:szCs w:val="22"/>
              </w:rPr>
            </w:pPr>
            <w:r>
              <w:rPr>
                <w:szCs w:val="22"/>
              </w:rPr>
              <w:t>4,</w:t>
            </w:r>
            <w:r w:rsidR="00777F05">
              <w:rPr>
                <w:szCs w:val="22"/>
              </w:rPr>
              <w:t>340</w:t>
            </w:r>
          </w:p>
        </w:tc>
        <w:tc>
          <w:tcPr>
            <w:tcW w:w="180" w:type="dxa"/>
            <w:vAlign w:val="bottom"/>
          </w:tcPr>
          <w:p w14:paraId="22E5E0E0" w14:textId="77777777" w:rsidR="000E62F3" w:rsidRPr="005D3E43" w:rsidRDefault="000E62F3" w:rsidP="000E62F3">
            <w:pPr>
              <w:pStyle w:val="acctfourfigures"/>
              <w:spacing w:line="240" w:lineRule="auto"/>
              <w:ind w:firstLine="136"/>
              <w:rPr>
                <w:sz w:val="20"/>
                <w:szCs w:val="18"/>
              </w:rPr>
            </w:pPr>
          </w:p>
        </w:tc>
        <w:tc>
          <w:tcPr>
            <w:tcW w:w="1080" w:type="dxa"/>
            <w:vAlign w:val="bottom"/>
          </w:tcPr>
          <w:p w14:paraId="67F0AEE4" w14:textId="4FE99ECB" w:rsidR="000E62F3" w:rsidRPr="005D3E43" w:rsidRDefault="000E62F3" w:rsidP="000E62F3">
            <w:pPr>
              <w:pStyle w:val="acctfourfigures"/>
              <w:tabs>
                <w:tab w:val="clear" w:pos="765"/>
                <w:tab w:val="decimal" w:pos="913"/>
              </w:tabs>
              <w:spacing w:line="240" w:lineRule="auto"/>
              <w:ind w:right="11" w:firstLine="15"/>
              <w:rPr>
                <w:sz w:val="20"/>
                <w:szCs w:val="18"/>
              </w:rPr>
            </w:pPr>
            <w:r>
              <w:rPr>
                <w:sz w:val="20"/>
                <w:szCs w:val="18"/>
              </w:rPr>
              <w:t>94</w:t>
            </w:r>
          </w:p>
        </w:tc>
        <w:tc>
          <w:tcPr>
            <w:tcW w:w="180" w:type="dxa"/>
            <w:vAlign w:val="bottom"/>
          </w:tcPr>
          <w:p w14:paraId="17723F8A" w14:textId="77777777" w:rsidR="000E62F3" w:rsidRPr="005D3E43" w:rsidRDefault="000E62F3" w:rsidP="000E62F3">
            <w:pPr>
              <w:pStyle w:val="acctfourfigures"/>
              <w:spacing w:line="240" w:lineRule="auto"/>
              <w:ind w:firstLine="136"/>
              <w:rPr>
                <w:sz w:val="20"/>
                <w:szCs w:val="18"/>
              </w:rPr>
            </w:pPr>
          </w:p>
        </w:tc>
        <w:tc>
          <w:tcPr>
            <w:tcW w:w="1080" w:type="dxa"/>
          </w:tcPr>
          <w:p w14:paraId="14FC5B64" w14:textId="42BA9653" w:rsidR="000E62F3" w:rsidRPr="005D3E43" w:rsidRDefault="000E62F3" w:rsidP="000E62F3">
            <w:pPr>
              <w:pStyle w:val="acctfourfigures"/>
              <w:tabs>
                <w:tab w:val="clear" w:pos="765"/>
                <w:tab w:val="decimal" w:pos="1057"/>
              </w:tabs>
              <w:spacing w:line="240" w:lineRule="exact"/>
              <w:ind w:right="14"/>
              <w:rPr>
                <w:szCs w:val="22"/>
              </w:rPr>
            </w:pPr>
            <w:r>
              <w:rPr>
                <w:szCs w:val="22"/>
              </w:rPr>
              <w:t>220</w:t>
            </w:r>
          </w:p>
        </w:tc>
      </w:tr>
      <w:tr w:rsidR="000E62F3" w:rsidRPr="005D3E43" w14:paraId="3AD534B0" w14:textId="77777777" w:rsidTr="000F416B">
        <w:trPr>
          <w:cantSplit/>
          <w:trHeight w:val="20"/>
        </w:trPr>
        <w:tc>
          <w:tcPr>
            <w:tcW w:w="4320" w:type="dxa"/>
            <w:hideMark/>
          </w:tcPr>
          <w:p w14:paraId="3E8F561F" w14:textId="77777777" w:rsidR="000E62F3" w:rsidRPr="005D3E43" w:rsidRDefault="000E62F3" w:rsidP="000E62F3">
            <w:pPr>
              <w:spacing w:line="240" w:lineRule="exact"/>
              <w:rPr>
                <w:szCs w:val="22"/>
              </w:rPr>
            </w:pPr>
            <w:r w:rsidRPr="005D3E43">
              <w:rPr>
                <w:szCs w:val="22"/>
              </w:rPr>
              <w:t xml:space="preserve">Expenses relating to short-term leases </w:t>
            </w:r>
            <w:r w:rsidRPr="005D3E43" w:rsidDel="00D924C1">
              <w:rPr>
                <w:b/>
                <w:color w:val="0000FF"/>
                <w:szCs w:val="22"/>
              </w:rPr>
              <w:t xml:space="preserve"> </w:t>
            </w:r>
          </w:p>
        </w:tc>
        <w:tc>
          <w:tcPr>
            <w:tcW w:w="1080" w:type="dxa"/>
            <w:vAlign w:val="bottom"/>
          </w:tcPr>
          <w:p w14:paraId="1BE7B04A" w14:textId="30394663" w:rsidR="000E62F3" w:rsidRPr="005D3E43" w:rsidRDefault="00C34ACA" w:rsidP="00C34ACA">
            <w:pPr>
              <w:pStyle w:val="acctfourfigures"/>
              <w:tabs>
                <w:tab w:val="clear" w:pos="765"/>
                <w:tab w:val="decimal" w:pos="641"/>
              </w:tabs>
              <w:spacing w:line="240" w:lineRule="auto"/>
              <w:ind w:right="11" w:firstLine="15"/>
              <w:rPr>
                <w:sz w:val="20"/>
                <w:szCs w:val="18"/>
              </w:rPr>
            </w:pPr>
            <w:r>
              <w:rPr>
                <w:sz w:val="20"/>
                <w:szCs w:val="18"/>
              </w:rPr>
              <w:t>-</w:t>
            </w:r>
          </w:p>
        </w:tc>
        <w:tc>
          <w:tcPr>
            <w:tcW w:w="180" w:type="dxa"/>
            <w:vAlign w:val="bottom"/>
          </w:tcPr>
          <w:p w14:paraId="2262D63C" w14:textId="77777777" w:rsidR="000E62F3" w:rsidRPr="005D3E43" w:rsidRDefault="000E62F3" w:rsidP="000E62F3">
            <w:pPr>
              <w:pStyle w:val="acctfourfigures"/>
              <w:spacing w:line="240" w:lineRule="auto"/>
              <w:ind w:firstLine="136"/>
              <w:rPr>
                <w:sz w:val="20"/>
                <w:szCs w:val="18"/>
              </w:rPr>
            </w:pPr>
          </w:p>
        </w:tc>
        <w:tc>
          <w:tcPr>
            <w:tcW w:w="1080" w:type="dxa"/>
          </w:tcPr>
          <w:p w14:paraId="44C17CFC" w14:textId="0A13F579" w:rsidR="000E62F3" w:rsidRPr="005D3E43" w:rsidRDefault="00C34ACA" w:rsidP="000E62F3">
            <w:pPr>
              <w:pStyle w:val="acctfourfigures"/>
              <w:tabs>
                <w:tab w:val="clear" w:pos="765"/>
                <w:tab w:val="decimal" w:pos="1057"/>
              </w:tabs>
              <w:spacing w:line="240" w:lineRule="exact"/>
              <w:ind w:right="14"/>
              <w:rPr>
                <w:szCs w:val="22"/>
              </w:rPr>
            </w:pPr>
            <w:r>
              <w:rPr>
                <w:szCs w:val="22"/>
              </w:rPr>
              <w:t>3,659</w:t>
            </w:r>
          </w:p>
        </w:tc>
        <w:tc>
          <w:tcPr>
            <w:tcW w:w="180" w:type="dxa"/>
            <w:vAlign w:val="bottom"/>
          </w:tcPr>
          <w:p w14:paraId="4DE4AA6F" w14:textId="77777777" w:rsidR="000E62F3" w:rsidRPr="005D3E43" w:rsidRDefault="000E62F3" w:rsidP="000E62F3">
            <w:pPr>
              <w:pStyle w:val="acctfourfigures"/>
              <w:spacing w:line="240" w:lineRule="auto"/>
              <w:ind w:firstLine="136"/>
              <w:rPr>
                <w:sz w:val="20"/>
                <w:szCs w:val="18"/>
              </w:rPr>
            </w:pPr>
          </w:p>
        </w:tc>
        <w:tc>
          <w:tcPr>
            <w:tcW w:w="1080" w:type="dxa"/>
            <w:vAlign w:val="bottom"/>
          </w:tcPr>
          <w:p w14:paraId="586B4AD3" w14:textId="74451D04" w:rsidR="000E62F3" w:rsidRPr="005D3E43" w:rsidRDefault="000E62F3" w:rsidP="000E62F3">
            <w:pPr>
              <w:pStyle w:val="acctfourfigures"/>
              <w:tabs>
                <w:tab w:val="clear" w:pos="765"/>
                <w:tab w:val="decimal" w:pos="913"/>
              </w:tabs>
              <w:spacing w:line="240" w:lineRule="auto"/>
              <w:ind w:right="11" w:firstLine="15"/>
              <w:rPr>
                <w:sz w:val="20"/>
                <w:szCs w:val="18"/>
              </w:rPr>
            </w:pPr>
            <w:r>
              <w:rPr>
                <w:sz w:val="20"/>
                <w:szCs w:val="18"/>
              </w:rPr>
              <w:t>931</w:t>
            </w:r>
          </w:p>
        </w:tc>
        <w:tc>
          <w:tcPr>
            <w:tcW w:w="180" w:type="dxa"/>
            <w:vAlign w:val="bottom"/>
          </w:tcPr>
          <w:p w14:paraId="27226D13" w14:textId="77777777" w:rsidR="000E62F3" w:rsidRPr="005D3E43" w:rsidRDefault="000E62F3" w:rsidP="000E62F3">
            <w:pPr>
              <w:pStyle w:val="acctfourfigures"/>
              <w:spacing w:line="240" w:lineRule="auto"/>
              <w:ind w:firstLine="136"/>
              <w:rPr>
                <w:sz w:val="20"/>
                <w:szCs w:val="18"/>
              </w:rPr>
            </w:pPr>
          </w:p>
        </w:tc>
        <w:tc>
          <w:tcPr>
            <w:tcW w:w="1080" w:type="dxa"/>
          </w:tcPr>
          <w:p w14:paraId="6EBF455F" w14:textId="1F5F9A33" w:rsidR="000E62F3" w:rsidRPr="005D3E43" w:rsidRDefault="000E62F3" w:rsidP="000E62F3">
            <w:pPr>
              <w:pStyle w:val="acctfourfigures"/>
              <w:tabs>
                <w:tab w:val="clear" w:pos="765"/>
                <w:tab w:val="decimal" w:pos="1057"/>
              </w:tabs>
              <w:spacing w:line="240" w:lineRule="exact"/>
              <w:ind w:right="14"/>
              <w:rPr>
                <w:szCs w:val="22"/>
              </w:rPr>
            </w:pPr>
            <w:r>
              <w:rPr>
                <w:szCs w:val="22"/>
              </w:rPr>
              <w:t>5,831</w:t>
            </w:r>
          </w:p>
        </w:tc>
      </w:tr>
      <w:tr w:rsidR="005F7EAB" w:rsidRPr="005D3E43" w14:paraId="3D1F0E0B" w14:textId="77777777" w:rsidTr="000F416B">
        <w:trPr>
          <w:cantSplit/>
          <w:trHeight w:val="20"/>
        </w:trPr>
        <w:tc>
          <w:tcPr>
            <w:tcW w:w="4320" w:type="dxa"/>
            <w:hideMark/>
          </w:tcPr>
          <w:p w14:paraId="2053226D" w14:textId="77777777" w:rsidR="005F7EAB" w:rsidRPr="005D3E43" w:rsidRDefault="005F7EAB" w:rsidP="005F7EAB">
            <w:pPr>
              <w:spacing w:line="240" w:lineRule="exact"/>
              <w:ind w:left="175" w:hanging="175"/>
              <w:rPr>
                <w:szCs w:val="22"/>
              </w:rPr>
            </w:pPr>
            <w:r w:rsidRPr="005D3E43">
              <w:rPr>
                <w:szCs w:val="22"/>
              </w:rPr>
              <w:t xml:space="preserve">Expenses relating to leases of low-value assets </w:t>
            </w:r>
          </w:p>
        </w:tc>
        <w:tc>
          <w:tcPr>
            <w:tcW w:w="1080" w:type="dxa"/>
            <w:vAlign w:val="bottom"/>
          </w:tcPr>
          <w:p w14:paraId="305C64F3" w14:textId="4AA432C8" w:rsidR="005F7EAB" w:rsidRPr="005D3E43" w:rsidRDefault="000E62F3" w:rsidP="005F7EAB">
            <w:pPr>
              <w:pStyle w:val="acctfourfigures"/>
              <w:tabs>
                <w:tab w:val="clear" w:pos="765"/>
                <w:tab w:val="decimal" w:pos="909"/>
              </w:tabs>
              <w:spacing w:line="240" w:lineRule="auto"/>
              <w:ind w:right="11" w:firstLine="15"/>
              <w:rPr>
                <w:sz w:val="20"/>
                <w:szCs w:val="18"/>
              </w:rPr>
            </w:pPr>
            <w:r>
              <w:rPr>
                <w:sz w:val="20"/>
                <w:szCs w:val="18"/>
              </w:rPr>
              <w:t>138</w:t>
            </w:r>
          </w:p>
        </w:tc>
        <w:tc>
          <w:tcPr>
            <w:tcW w:w="180" w:type="dxa"/>
            <w:vAlign w:val="bottom"/>
          </w:tcPr>
          <w:p w14:paraId="63997E57" w14:textId="77777777" w:rsidR="005F7EAB" w:rsidRPr="005D3E43" w:rsidRDefault="005F7EAB" w:rsidP="005F7EAB">
            <w:pPr>
              <w:pStyle w:val="acctfourfigures"/>
              <w:spacing w:line="240" w:lineRule="auto"/>
              <w:ind w:firstLine="136"/>
              <w:rPr>
                <w:sz w:val="20"/>
                <w:szCs w:val="18"/>
              </w:rPr>
            </w:pPr>
          </w:p>
        </w:tc>
        <w:tc>
          <w:tcPr>
            <w:tcW w:w="1080" w:type="dxa"/>
          </w:tcPr>
          <w:p w14:paraId="1290B510" w14:textId="6C56AA89" w:rsidR="005F7EAB" w:rsidRPr="005D3E43" w:rsidRDefault="000E62F3" w:rsidP="005F7EAB">
            <w:pPr>
              <w:pStyle w:val="acctfourfigures"/>
              <w:tabs>
                <w:tab w:val="clear" w:pos="765"/>
                <w:tab w:val="decimal" w:pos="1057"/>
              </w:tabs>
              <w:spacing w:line="240" w:lineRule="exact"/>
              <w:ind w:right="14"/>
              <w:rPr>
                <w:szCs w:val="22"/>
              </w:rPr>
            </w:pPr>
            <w:r>
              <w:rPr>
                <w:szCs w:val="22"/>
              </w:rPr>
              <w:t>403</w:t>
            </w:r>
          </w:p>
        </w:tc>
        <w:tc>
          <w:tcPr>
            <w:tcW w:w="180" w:type="dxa"/>
            <w:vAlign w:val="bottom"/>
          </w:tcPr>
          <w:p w14:paraId="547ED80A" w14:textId="77777777" w:rsidR="005F7EAB" w:rsidRPr="005D3E43" w:rsidRDefault="005F7EAB" w:rsidP="005F7EAB">
            <w:pPr>
              <w:pStyle w:val="acctfourfigures"/>
              <w:spacing w:line="240" w:lineRule="auto"/>
              <w:ind w:firstLine="136"/>
              <w:rPr>
                <w:sz w:val="20"/>
                <w:szCs w:val="18"/>
              </w:rPr>
            </w:pPr>
          </w:p>
        </w:tc>
        <w:tc>
          <w:tcPr>
            <w:tcW w:w="1080" w:type="dxa"/>
            <w:vAlign w:val="bottom"/>
          </w:tcPr>
          <w:p w14:paraId="2132DE70" w14:textId="671D5CEA" w:rsidR="005F7EAB" w:rsidRPr="005D3E43" w:rsidRDefault="000E62F3" w:rsidP="005F7EAB">
            <w:pPr>
              <w:pStyle w:val="acctfourfigures"/>
              <w:tabs>
                <w:tab w:val="clear" w:pos="765"/>
                <w:tab w:val="decimal" w:pos="913"/>
              </w:tabs>
              <w:spacing w:line="240" w:lineRule="auto"/>
              <w:ind w:right="11" w:firstLine="15"/>
              <w:rPr>
                <w:sz w:val="20"/>
                <w:szCs w:val="18"/>
              </w:rPr>
            </w:pPr>
            <w:r>
              <w:rPr>
                <w:sz w:val="20"/>
                <w:szCs w:val="18"/>
              </w:rPr>
              <w:t>74</w:t>
            </w:r>
          </w:p>
        </w:tc>
        <w:tc>
          <w:tcPr>
            <w:tcW w:w="180" w:type="dxa"/>
            <w:vAlign w:val="bottom"/>
          </w:tcPr>
          <w:p w14:paraId="378C2A42" w14:textId="77777777" w:rsidR="005F7EAB" w:rsidRPr="005D3E43" w:rsidRDefault="005F7EAB" w:rsidP="005F7EAB">
            <w:pPr>
              <w:pStyle w:val="acctfourfigures"/>
              <w:spacing w:line="240" w:lineRule="auto"/>
              <w:ind w:firstLine="136"/>
              <w:rPr>
                <w:sz w:val="20"/>
                <w:szCs w:val="18"/>
              </w:rPr>
            </w:pPr>
          </w:p>
        </w:tc>
        <w:tc>
          <w:tcPr>
            <w:tcW w:w="1080" w:type="dxa"/>
          </w:tcPr>
          <w:p w14:paraId="173DE8F7" w14:textId="7E1EEB8B" w:rsidR="005F7EAB" w:rsidRPr="005D3E43" w:rsidRDefault="000E62F3" w:rsidP="005F7EAB">
            <w:pPr>
              <w:pStyle w:val="acctfourfigures"/>
              <w:tabs>
                <w:tab w:val="clear" w:pos="765"/>
                <w:tab w:val="decimal" w:pos="1057"/>
              </w:tabs>
              <w:spacing w:line="240" w:lineRule="exact"/>
              <w:ind w:right="14"/>
              <w:rPr>
                <w:szCs w:val="22"/>
              </w:rPr>
            </w:pPr>
            <w:r>
              <w:rPr>
                <w:szCs w:val="22"/>
              </w:rPr>
              <w:t>222</w:t>
            </w:r>
          </w:p>
        </w:tc>
      </w:tr>
    </w:tbl>
    <w:p w14:paraId="6B6A8C51" w14:textId="77777777" w:rsidR="005F7EAB" w:rsidRPr="005D3E43" w:rsidRDefault="005F7EAB" w:rsidP="00EA2207">
      <w:pPr>
        <w:pStyle w:val="index"/>
        <w:numPr>
          <w:ilvl w:val="0"/>
          <w:numId w:val="0"/>
        </w:numPr>
        <w:tabs>
          <w:tab w:val="left" w:pos="540"/>
        </w:tabs>
        <w:jc w:val="thaiDistribute"/>
        <w:rPr>
          <w:b/>
          <w:bCs/>
          <w:sz w:val="24"/>
          <w:szCs w:val="24"/>
        </w:rPr>
      </w:pPr>
    </w:p>
    <w:p w14:paraId="20DEA7DC" w14:textId="77777777" w:rsidR="00EA2207" w:rsidRPr="005D3E43" w:rsidRDefault="00EA2207" w:rsidP="00EA2207">
      <w:pPr>
        <w:pStyle w:val="index"/>
        <w:numPr>
          <w:ilvl w:val="0"/>
          <w:numId w:val="0"/>
        </w:numPr>
        <w:tabs>
          <w:tab w:val="left" w:pos="540"/>
        </w:tabs>
        <w:jc w:val="thaiDistribute"/>
        <w:rPr>
          <w:b/>
          <w:bCs/>
          <w:sz w:val="24"/>
          <w:szCs w:val="24"/>
        </w:rPr>
      </w:pPr>
      <w:r w:rsidRPr="005D3E43">
        <w:rPr>
          <w:b/>
          <w:bCs/>
          <w:sz w:val="24"/>
          <w:szCs w:val="24"/>
        </w:rPr>
        <w:t>1</w:t>
      </w:r>
      <w:r w:rsidR="000024E7" w:rsidRPr="005D3E43">
        <w:rPr>
          <w:b/>
          <w:bCs/>
          <w:sz w:val="24"/>
          <w:szCs w:val="24"/>
        </w:rPr>
        <w:t>4</w:t>
      </w:r>
      <w:r w:rsidRPr="005D3E43">
        <w:rPr>
          <w:b/>
          <w:bCs/>
          <w:sz w:val="24"/>
          <w:szCs w:val="24"/>
        </w:rPr>
        <w:tab/>
        <w:t xml:space="preserve">Income tax expense     </w:t>
      </w:r>
    </w:p>
    <w:p w14:paraId="18DA6EFA" w14:textId="77777777" w:rsidR="00635749" w:rsidRPr="005D3E43" w:rsidRDefault="00635749" w:rsidP="00635749">
      <w:pPr>
        <w:spacing w:line="240" w:lineRule="atLeast"/>
        <w:ind w:left="605"/>
        <w:jc w:val="thaiDistribute"/>
        <w:rPr>
          <w:szCs w:val="28"/>
          <w:lang w:bidi="th-TH"/>
        </w:rPr>
      </w:pPr>
    </w:p>
    <w:p w14:paraId="0EE02E50" w14:textId="7BABB8C6" w:rsidR="00635749" w:rsidRPr="005D3E43" w:rsidRDefault="00635749" w:rsidP="00635749">
      <w:pPr>
        <w:spacing w:line="240" w:lineRule="atLeast"/>
        <w:ind w:left="540"/>
        <w:jc w:val="thaiDistribute"/>
      </w:pPr>
      <w:r w:rsidRPr="005D3E43">
        <w:rPr>
          <w:lang w:bidi="th-TH"/>
        </w:rPr>
        <w:t xml:space="preserve">Income tax expense is recognised based on management’s best estimate of the weighted average annual income tax rate expected for the full financial year multiplied by the pre-tax income of the interim reporting period. The Group’s consolidated effective tax rate in respect of continuing operations for the </w:t>
      </w:r>
      <w:r w:rsidR="000F416B">
        <w:rPr>
          <w:lang w:bidi="th-TH"/>
        </w:rPr>
        <w:t>nine</w:t>
      </w:r>
      <w:r w:rsidRPr="005D3E43">
        <w:rPr>
          <w:lang w:bidi="th-TH"/>
        </w:rPr>
        <w:t xml:space="preserve">-month period ended 30 </w:t>
      </w:r>
      <w:r w:rsidR="000F416B">
        <w:rPr>
          <w:lang w:bidi="th-TH"/>
        </w:rPr>
        <w:t xml:space="preserve">September </w:t>
      </w:r>
      <w:r w:rsidRPr="005D3E43">
        <w:rPr>
          <w:lang w:bidi="th-TH"/>
        </w:rPr>
        <w:t>2020 was</w:t>
      </w:r>
      <w:r w:rsidR="00F44042" w:rsidRPr="005D3E43">
        <w:rPr>
          <w:lang w:bidi="th-TH"/>
        </w:rPr>
        <w:t xml:space="preserve"> 2</w:t>
      </w:r>
      <w:r w:rsidR="000E62F3">
        <w:rPr>
          <w:lang w:bidi="th-TH"/>
        </w:rPr>
        <w:t>1</w:t>
      </w:r>
      <w:r w:rsidR="00F44042" w:rsidRPr="005D3E43">
        <w:rPr>
          <w:lang w:bidi="th-TH"/>
        </w:rPr>
        <w:t>.4</w:t>
      </w:r>
      <w:r w:rsidR="00C34ACA">
        <w:rPr>
          <w:lang w:bidi="th-TH"/>
        </w:rPr>
        <w:t>4</w:t>
      </w:r>
      <w:r w:rsidRPr="005D3E43">
        <w:rPr>
          <w:lang w:bidi="th-TH"/>
        </w:rPr>
        <w:t xml:space="preserve">% </w:t>
      </w:r>
      <w:r w:rsidRPr="003B35F9">
        <w:rPr>
          <w:i/>
          <w:iCs/>
          <w:lang w:bidi="th-TH"/>
        </w:rPr>
        <w:t>(</w:t>
      </w:r>
      <w:r w:rsidRPr="005D3E43">
        <w:rPr>
          <w:i/>
          <w:iCs/>
          <w:lang w:bidi="th-TH"/>
        </w:rPr>
        <w:t xml:space="preserve">30 </w:t>
      </w:r>
      <w:r w:rsidR="000F416B">
        <w:rPr>
          <w:i/>
          <w:iCs/>
          <w:lang w:bidi="th-TH"/>
        </w:rPr>
        <w:t xml:space="preserve">September </w:t>
      </w:r>
      <w:r w:rsidRPr="005D3E43">
        <w:rPr>
          <w:i/>
          <w:iCs/>
          <w:lang w:bidi="th-TH"/>
        </w:rPr>
        <w:t>2019</w:t>
      </w:r>
      <w:r w:rsidRPr="005D3E43">
        <w:rPr>
          <w:lang w:bidi="th-TH"/>
        </w:rPr>
        <w:t xml:space="preserve">: </w:t>
      </w:r>
      <w:r w:rsidRPr="005D3E43">
        <w:rPr>
          <w:i/>
          <w:iCs/>
          <w:lang w:bidi="th-TH"/>
        </w:rPr>
        <w:t>2</w:t>
      </w:r>
      <w:r w:rsidR="000E62F3">
        <w:rPr>
          <w:i/>
          <w:iCs/>
          <w:lang w:bidi="th-TH"/>
        </w:rPr>
        <w:t>6</w:t>
      </w:r>
      <w:r w:rsidRPr="005D3E43">
        <w:rPr>
          <w:i/>
          <w:iCs/>
          <w:lang w:bidi="th-TH"/>
        </w:rPr>
        <w:t>.</w:t>
      </w:r>
      <w:r w:rsidR="000E62F3">
        <w:rPr>
          <w:i/>
          <w:iCs/>
          <w:lang w:bidi="th-TH"/>
        </w:rPr>
        <w:t>53</w:t>
      </w:r>
      <w:r w:rsidRPr="005D3E43">
        <w:rPr>
          <w:i/>
          <w:iCs/>
          <w:lang w:bidi="th-TH"/>
        </w:rPr>
        <w:t>%)</w:t>
      </w:r>
      <w:r w:rsidRPr="005D3E43">
        <w:t>, for the consolidated financial statements and</w:t>
      </w:r>
      <w:r w:rsidR="000E62F3">
        <w:t xml:space="preserve"> 19.15</w:t>
      </w:r>
      <w:r w:rsidRPr="005D3E43">
        <w:t xml:space="preserve">% </w:t>
      </w:r>
      <w:r w:rsidRPr="005D3E43">
        <w:rPr>
          <w:i/>
          <w:iCs/>
        </w:rPr>
        <w:t xml:space="preserve">(30 </w:t>
      </w:r>
      <w:r w:rsidR="000F416B">
        <w:rPr>
          <w:i/>
          <w:iCs/>
        </w:rPr>
        <w:t xml:space="preserve">September </w:t>
      </w:r>
      <w:r w:rsidRPr="005D3E43">
        <w:rPr>
          <w:i/>
          <w:iCs/>
        </w:rPr>
        <w:t>2019:</w:t>
      </w:r>
      <w:r w:rsidR="000E62F3">
        <w:rPr>
          <w:i/>
          <w:iCs/>
        </w:rPr>
        <w:t xml:space="preserve"> 15.37</w:t>
      </w:r>
      <w:r w:rsidRPr="005D3E43">
        <w:rPr>
          <w:i/>
          <w:iCs/>
        </w:rPr>
        <w:t>%)</w:t>
      </w:r>
      <w:r w:rsidRPr="005D3E43">
        <w:t>, for the separate financial statements.</w:t>
      </w:r>
    </w:p>
    <w:p w14:paraId="495D5D19" w14:textId="77777777" w:rsidR="00715DBC" w:rsidRPr="005D3E43" w:rsidRDefault="00715DBC" w:rsidP="00715DBC">
      <w:pPr>
        <w:spacing w:line="240" w:lineRule="atLeast"/>
        <w:ind w:left="540"/>
        <w:jc w:val="thaiDistribute"/>
        <w:rPr>
          <w:b/>
          <w:bCs/>
          <w:sz w:val="24"/>
          <w:szCs w:val="24"/>
        </w:rPr>
      </w:pPr>
    </w:p>
    <w:p w14:paraId="1DC95E1A" w14:textId="4F59FE65" w:rsidR="00EA2207" w:rsidRPr="005D3E43" w:rsidRDefault="00EA2207" w:rsidP="00EA2207">
      <w:pPr>
        <w:pStyle w:val="index"/>
        <w:numPr>
          <w:ilvl w:val="0"/>
          <w:numId w:val="0"/>
        </w:numPr>
        <w:tabs>
          <w:tab w:val="left" w:pos="540"/>
        </w:tabs>
        <w:jc w:val="thaiDistribute"/>
        <w:rPr>
          <w:b/>
          <w:bCs/>
          <w:sz w:val="24"/>
          <w:szCs w:val="24"/>
        </w:rPr>
      </w:pPr>
      <w:r w:rsidRPr="005D3E43">
        <w:rPr>
          <w:b/>
          <w:bCs/>
          <w:sz w:val="24"/>
          <w:szCs w:val="24"/>
        </w:rPr>
        <w:t>1</w:t>
      </w:r>
      <w:r w:rsidR="000024E7" w:rsidRPr="005D3E43">
        <w:rPr>
          <w:b/>
          <w:bCs/>
          <w:sz w:val="24"/>
          <w:szCs w:val="24"/>
        </w:rPr>
        <w:t>5</w:t>
      </w:r>
      <w:r w:rsidRPr="005D3E43">
        <w:rPr>
          <w:b/>
          <w:bCs/>
          <w:sz w:val="24"/>
          <w:szCs w:val="24"/>
        </w:rPr>
        <w:tab/>
      </w:r>
      <w:r w:rsidR="00B731D2">
        <w:rPr>
          <w:b/>
          <w:bCs/>
          <w:sz w:val="24"/>
          <w:szCs w:val="24"/>
        </w:rPr>
        <w:t>Basic e</w:t>
      </w:r>
      <w:r w:rsidRPr="005D3E43">
        <w:rPr>
          <w:b/>
          <w:bCs/>
          <w:sz w:val="24"/>
          <w:szCs w:val="24"/>
        </w:rPr>
        <w:t>arnings</w:t>
      </w:r>
      <w:r w:rsidR="00717F3E" w:rsidRPr="005D3E43">
        <w:rPr>
          <w:b/>
          <w:bCs/>
          <w:sz w:val="24"/>
          <w:szCs w:val="24"/>
        </w:rPr>
        <w:t xml:space="preserve"> </w:t>
      </w:r>
      <w:r w:rsidRPr="005D3E43">
        <w:rPr>
          <w:b/>
          <w:bCs/>
          <w:sz w:val="24"/>
          <w:szCs w:val="24"/>
        </w:rPr>
        <w:t xml:space="preserve">per share     </w:t>
      </w:r>
    </w:p>
    <w:p w14:paraId="5CEC8ADE" w14:textId="77777777" w:rsidR="000B33DC" w:rsidRPr="005D3E43" w:rsidRDefault="000B33DC" w:rsidP="00B731D2">
      <w:pPr>
        <w:spacing w:line="180" w:lineRule="exact"/>
        <w:jc w:val="both"/>
      </w:pPr>
    </w:p>
    <w:p w14:paraId="79984C8C" w14:textId="2BAD12FA" w:rsidR="000B33DC" w:rsidRDefault="000B33DC" w:rsidP="000B33DC">
      <w:pPr>
        <w:spacing w:line="240" w:lineRule="atLeast"/>
        <w:ind w:left="540"/>
        <w:jc w:val="thaiDistribute"/>
      </w:pPr>
      <w:r w:rsidRPr="005D3E43">
        <w:t xml:space="preserve">The calculations of basic earnings per share for the three-month and </w:t>
      </w:r>
      <w:r w:rsidR="000F416B">
        <w:t>nine</w:t>
      </w:r>
      <w:r w:rsidRPr="005D3E43">
        <w:t xml:space="preserve">-month periods ended 30 </w:t>
      </w:r>
      <w:r w:rsidR="000F416B">
        <w:t xml:space="preserve">September </w:t>
      </w:r>
      <w:r w:rsidRPr="005D3E43">
        <w:t>2020 and 2019 were based on the profit for the period attributable to ordinary shareholders of the Company and the weighted average number of ordinary shares outstanding during the period as follows:</w:t>
      </w:r>
    </w:p>
    <w:p w14:paraId="29BDBD84" w14:textId="77777777" w:rsidR="000E62F3" w:rsidRPr="005D3E43" w:rsidRDefault="000E62F3" w:rsidP="000B33DC">
      <w:pPr>
        <w:spacing w:line="240" w:lineRule="atLeast"/>
        <w:ind w:left="540"/>
        <w:jc w:val="thaiDistribute"/>
      </w:pPr>
    </w:p>
    <w:tbl>
      <w:tblPr>
        <w:tblW w:w="4786" w:type="pct"/>
        <w:tblInd w:w="504" w:type="dxa"/>
        <w:tblLayout w:type="fixed"/>
        <w:tblCellMar>
          <w:left w:w="79" w:type="dxa"/>
          <w:right w:w="79" w:type="dxa"/>
        </w:tblCellMar>
        <w:tblLook w:val="0000" w:firstRow="0" w:lastRow="0" w:firstColumn="0" w:lastColumn="0" w:noHBand="0" w:noVBand="0"/>
      </w:tblPr>
      <w:tblGrid>
        <w:gridCol w:w="3780"/>
        <w:gridCol w:w="182"/>
        <w:gridCol w:w="1169"/>
        <w:gridCol w:w="180"/>
        <w:gridCol w:w="1169"/>
        <w:gridCol w:w="180"/>
        <w:gridCol w:w="1171"/>
        <w:gridCol w:w="184"/>
        <w:gridCol w:w="1177"/>
      </w:tblGrid>
      <w:tr w:rsidR="000E62F3" w:rsidRPr="005D3E43" w14:paraId="32CAAE0E" w14:textId="77777777" w:rsidTr="0027752D">
        <w:trPr>
          <w:cantSplit/>
          <w:trHeight w:val="103"/>
          <w:tblHeader/>
        </w:trPr>
        <w:tc>
          <w:tcPr>
            <w:tcW w:w="2056" w:type="pct"/>
          </w:tcPr>
          <w:p w14:paraId="1FF74741" w14:textId="77777777" w:rsidR="000E62F3" w:rsidRPr="005D3E43" w:rsidRDefault="000E62F3" w:rsidP="0027752D">
            <w:pPr>
              <w:pStyle w:val="acctfourfigures"/>
              <w:shd w:val="clear" w:color="auto" w:fill="FFFFFF"/>
              <w:tabs>
                <w:tab w:val="clear" w:pos="765"/>
                <w:tab w:val="decimal" w:pos="375"/>
              </w:tabs>
              <w:spacing w:line="240" w:lineRule="atLeast"/>
              <w:rPr>
                <w:b/>
                <w:bCs/>
                <w:i/>
                <w:iCs/>
                <w:szCs w:val="22"/>
              </w:rPr>
            </w:pPr>
          </w:p>
          <w:p w14:paraId="6C755EB4" w14:textId="64CFE568" w:rsidR="000E62F3" w:rsidRPr="005D3E43" w:rsidRDefault="000E62F3" w:rsidP="0027752D">
            <w:pPr>
              <w:pStyle w:val="acctfourfigures"/>
              <w:shd w:val="clear" w:color="auto" w:fill="FFFFFF"/>
              <w:tabs>
                <w:tab w:val="clear" w:pos="765"/>
                <w:tab w:val="decimal" w:pos="375"/>
              </w:tabs>
              <w:spacing w:line="240" w:lineRule="atLeast"/>
              <w:rPr>
                <w:b/>
                <w:bCs/>
                <w:i/>
                <w:iCs/>
                <w:szCs w:val="22"/>
              </w:rPr>
            </w:pPr>
            <w:r w:rsidRPr="005D3E43">
              <w:rPr>
                <w:b/>
                <w:bCs/>
                <w:i/>
                <w:iCs/>
                <w:szCs w:val="22"/>
              </w:rPr>
              <w:t xml:space="preserve">For the </w:t>
            </w:r>
            <w:r>
              <w:rPr>
                <w:b/>
                <w:bCs/>
                <w:i/>
                <w:iCs/>
                <w:szCs w:val="22"/>
              </w:rPr>
              <w:t xml:space="preserve">three </w:t>
            </w:r>
            <w:r w:rsidRPr="005D3E43">
              <w:rPr>
                <w:b/>
                <w:bCs/>
                <w:i/>
                <w:iCs/>
                <w:szCs w:val="22"/>
              </w:rPr>
              <w:t>-</w:t>
            </w:r>
            <w:r w:rsidR="006D2784">
              <w:rPr>
                <w:b/>
                <w:bCs/>
                <w:i/>
                <w:iCs/>
                <w:szCs w:val="22"/>
              </w:rPr>
              <w:t xml:space="preserve"> </w:t>
            </w:r>
            <w:r w:rsidRPr="005D3E43">
              <w:rPr>
                <w:b/>
                <w:bCs/>
                <w:i/>
                <w:iCs/>
                <w:szCs w:val="22"/>
              </w:rPr>
              <w:t xml:space="preserve">month period ended </w:t>
            </w:r>
          </w:p>
        </w:tc>
        <w:tc>
          <w:tcPr>
            <w:tcW w:w="99" w:type="pct"/>
          </w:tcPr>
          <w:p w14:paraId="6DBF1447" w14:textId="77777777" w:rsidR="000E62F3" w:rsidRPr="005D3E43" w:rsidRDefault="000E62F3" w:rsidP="0027752D">
            <w:pPr>
              <w:pStyle w:val="acctfourfigures"/>
              <w:shd w:val="clear" w:color="auto" w:fill="FFFFFF"/>
              <w:tabs>
                <w:tab w:val="clear" w:pos="765"/>
              </w:tabs>
              <w:spacing w:line="240" w:lineRule="atLeast"/>
              <w:jc w:val="center"/>
              <w:rPr>
                <w:szCs w:val="22"/>
                <w:rtl/>
                <w:cs/>
              </w:rPr>
            </w:pPr>
          </w:p>
        </w:tc>
        <w:tc>
          <w:tcPr>
            <w:tcW w:w="1370" w:type="pct"/>
            <w:gridSpan w:val="3"/>
          </w:tcPr>
          <w:p w14:paraId="5679CF6B" w14:textId="77777777" w:rsidR="000E62F3" w:rsidRPr="005D3E43" w:rsidRDefault="000E62F3" w:rsidP="0027752D">
            <w:pPr>
              <w:pStyle w:val="acctmergecolhdg"/>
              <w:spacing w:line="240" w:lineRule="atLeast"/>
              <w:ind w:left="-76" w:right="-78"/>
              <w:rPr>
                <w:szCs w:val="22"/>
              </w:rPr>
            </w:pPr>
            <w:r w:rsidRPr="005D3E43">
              <w:rPr>
                <w:szCs w:val="22"/>
              </w:rPr>
              <w:t>Consolidated financial</w:t>
            </w:r>
          </w:p>
          <w:p w14:paraId="1A171DCE" w14:textId="77777777" w:rsidR="000E62F3" w:rsidRPr="005D3E43" w:rsidRDefault="000E62F3" w:rsidP="0027752D">
            <w:pPr>
              <w:pStyle w:val="acctmergecolhdg"/>
              <w:spacing w:line="240" w:lineRule="atLeast"/>
              <w:ind w:left="-76" w:right="-78"/>
              <w:rPr>
                <w:szCs w:val="22"/>
              </w:rPr>
            </w:pPr>
            <w:r w:rsidRPr="005D3E43">
              <w:rPr>
                <w:szCs w:val="22"/>
              </w:rPr>
              <w:t>statements</w:t>
            </w:r>
          </w:p>
        </w:tc>
        <w:tc>
          <w:tcPr>
            <w:tcW w:w="98" w:type="pct"/>
          </w:tcPr>
          <w:p w14:paraId="03DF2AD3" w14:textId="77777777" w:rsidR="000E62F3" w:rsidRPr="005D3E43" w:rsidRDefault="000E62F3" w:rsidP="0027752D">
            <w:pPr>
              <w:pStyle w:val="acctmergecolhdg"/>
              <w:spacing w:line="240" w:lineRule="atLeast"/>
              <w:rPr>
                <w:szCs w:val="22"/>
              </w:rPr>
            </w:pPr>
          </w:p>
        </w:tc>
        <w:tc>
          <w:tcPr>
            <w:tcW w:w="1377" w:type="pct"/>
            <w:gridSpan w:val="3"/>
          </w:tcPr>
          <w:p w14:paraId="237AA2F7" w14:textId="77777777" w:rsidR="000E62F3" w:rsidRPr="005D3E43" w:rsidRDefault="000E62F3" w:rsidP="0027752D">
            <w:pPr>
              <w:pStyle w:val="acctfourfigures"/>
              <w:shd w:val="clear" w:color="auto" w:fill="FFFFFF"/>
              <w:tabs>
                <w:tab w:val="clear" w:pos="765"/>
              </w:tabs>
              <w:spacing w:line="240" w:lineRule="atLeast"/>
              <w:jc w:val="center"/>
              <w:rPr>
                <w:b/>
                <w:bCs/>
                <w:szCs w:val="22"/>
              </w:rPr>
            </w:pPr>
            <w:r w:rsidRPr="005D3E43">
              <w:rPr>
                <w:b/>
                <w:bCs/>
                <w:szCs w:val="22"/>
              </w:rPr>
              <w:t>Separate financial statements</w:t>
            </w:r>
          </w:p>
        </w:tc>
      </w:tr>
      <w:tr w:rsidR="000E62F3" w:rsidRPr="005D3E43" w14:paraId="5FE097E0" w14:textId="77777777" w:rsidTr="0027752D">
        <w:trPr>
          <w:cantSplit/>
          <w:trHeight w:val="103"/>
          <w:tblHeader/>
        </w:trPr>
        <w:tc>
          <w:tcPr>
            <w:tcW w:w="2056" w:type="pct"/>
          </w:tcPr>
          <w:p w14:paraId="24841E23" w14:textId="77777777" w:rsidR="000E62F3" w:rsidRPr="005D3E43" w:rsidRDefault="000E62F3" w:rsidP="0027752D">
            <w:pPr>
              <w:pStyle w:val="acctfourfigures"/>
              <w:shd w:val="clear" w:color="auto" w:fill="FFFFFF"/>
              <w:tabs>
                <w:tab w:val="clear" w:pos="765"/>
                <w:tab w:val="decimal" w:pos="320"/>
              </w:tabs>
              <w:spacing w:line="240" w:lineRule="atLeast"/>
              <w:rPr>
                <w:szCs w:val="22"/>
              </w:rPr>
            </w:pPr>
            <w:r w:rsidRPr="005D3E43">
              <w:rPr>
                <w:b/>
                <w:bCs/>
                <w:i/>
                <w:iCs/>
                <w:szCs w:val="22"/>
              </w:rPr>
              <w:t xml:space="preserve">30 </w:t>
            </w:r>
            <w:r>
              <w:rPr>
                <w:b/>
                <w:bCs/>
                <w:i/>
                <w:iCs/>
                <w:szCs w:val="22"/>
              </w:rPr>
              <w:t>September</w:t>
            </w:r>
          </w:p>
        </w:tc>
        <w:tc>
          <w:tcPr>
            <w:tcW w:w="99" w:type="pct"/>
          </w:tcPr>
          <w:p w14:paraId="7B84F064" w14:textId="77777777" w:rsidR="000E62F3" w:rsidRPr="005D3E43" w:rsidRDefault="000E62F3" w:rsidP="0027752D">
            <w:pPr>
              <w:pStyle w:val="acctfourfigures"/>
              <w:shd w:val="clear" w:color="auto" w:fill="FFFFFF"/>
              <w:spacing w:line="240" w:lineRule="atLeast"/>
              <w:jc w:val="center"/>
              <w:rPr>
                <w:szCs w:val="22"/>
              </w:rPr>
            </w:pPr>
          </w:p>
        </w:tc>
        <w:tc>
          <w:tcPr>
            <w:tcW w:w="636" w:type="pct"/>
          </w:tcPr>
          <w:p w14:paraId="360717B4" w14:textId="77777777" w:rsidR="000E62F3" w:rsidRPr="005D3E43" w:rsidRDefault="000E62F3" w:rsidP="0027752D">
            <w:pPr>
              <w:pStyle w:val="acctfourfigures"/>
              <w:shd w:val="clear" w:color="auto" w:fill="FFFFFF"/>
              <w:tabs>
                <w:tab w:val="clear" w:pos="765"/>
                <w:tab w:val="decimal" w:pos="554"/>
              </w:tabs>
              <w:spacing w:line="240" w:lineRule="atLeast"/>
              <w:jc w:val="center"/>
              <w:rPr>
                <w:szCs w:val="22"/>
              </w:rPr>
            </w:pPr>
            <w:r w:rsidRPr="005D3E43">
              <w:rPr>
                <w:szCs w:val="22"/>
              </w:rPr>
              <w:t>2020</w:t>
            </w:r>
          </w:p>
        </w:tc>
        <w:tc>
          <w:tcPr>
            <w:tcW w:w="98" w:type="pct"/>
          </w:tcPr>
          <w:p w14:paraId="4925131B" w14:textId="77777777" w:rsidR="000E62F3" w:rsidRPr="005D3E43" w:rsidRDefault="000E62F3" w:rsidP="0027752D">
            <w:pPr>
              <w:pStyle w:val="acctfourfigures"/>
              <w:shd w:val="clear" w:color="auto" w:fill="FFFFFF"/>
              <w:tabs>
                <w:tab w:val="clear" w:pos="765"/>
              </w:tabs>
              <w:spacing w:line="240" w:lineRule="atLeast"/>
              <w:jc w:val="center"/>
              <w:rPr>
                <w:bCs/>
                <w:szCs w:val="22"/>
              </w:rPr>
            </w:pPr>
          </w:p>
        </w:tc>
        <w:tc>
          <w:tcPr>
            <w:tcW w:w="636" w:type="pct"/>
          </w:tcPr>
          <w:p w14:paraId="2E5ACDEC" w14:textId="77777777" w:rsidR="000E62F3" w:rsidRPr="005D3E43" w:rsidRDefault="000E62F3" w:rsidP="0027752D">
            <w:pPr>
              <w:pStyle w:val="acctfourfigures"/>
              <w:shd w:val="clear" w:color="auto" w:fill="FFFFFF"/>
              <w:tabs>
                <w:tab w:val="clear" w:pos="765"/>
              </w:tabs>
              <w:spacing w:line="240" w:lineRule="atLeast"/>
              <w:jc w:val="center"/>
              <w:rPr>
                <w:szCs w:val="22"/>
              </w:rPr>
            </w:pPr>
            <w:r w:rsidRPr="005D3E43">
              <w:rPr>
                <w:bCs/>
                <w:szCs w:val="22"/>
              </w:rPr>
              <w:t>2019</w:t>
            </w:r>
          </w:p>
        </w:tc>
        <w:tc>
          <w:tcPr>
            <w:tcW w:w="98" w:type="pct"/>
          </w:tcPr>
          <w:p w14:paraId="6C9AABC7" w14:textId="77777777" w:rsidR="000E62F3" w:rsidRPr="005D3E43" w:rsidRDefault="000E62F3" w:rsidP="0027752D">
            <w:pPr>
              <w:pStyle w:val="acctfourfigures"/>
              <w:shd w:val="clear" w:color="auto" w:fill="FFFFFF"/>
              <w:spacing w:line="240" w:lineRule="atLeast"/>
              <w:jc w:val="center"/>
              <w:rPr>
                <w:szCs w:val="22"/>
              </w:rPr>
            </w:pPr>
          </w:p>
        </w:tc>
        <w:tc>
          <w:tcPr>
            <w:tcW w:w="637" w:type="pct"/>
          </w:tcPr>
          <w:p w14:paraId="04BCD15B" w14:textId="77777777" w:rsidR="000E62F3" w:rsidRPr="005D3E43" w:rsidRDefault="000E62F3" w:rsidP="0027752D">
            <w:pPr>
              <w:pStyle w:val="acctfourfigures"/>
              <w:shd w:val="clear" w:color="auto" w:fill="FFFFFF"/>
              <w:tabs>
                <w:tab w:val="clear" w:pos="765"/>
              </w:tabs>
              <w:spacing w:line="240" w:lineRule="atLeast"/>
              <w:jc w:val="center"/>
              <w:rPr>
                <w:szCs w:val="22"/>
                <w:rtl/>
                <w:cs/>
              </w:rPr>
            </w:pPr>
            <w:r w:rsidRPr="005D3E43">
              <w:rPr>
                <w:bCs/>
                <w:szCs w:val="22"/>
              </w:rPr>
              <w:t>2020</w:t>
            </w:r>
          </w:p>
        </w:tc>
        <w:tc>
          <w:tcPr>
            <w:tcW w:w="100" w:type="pct"/>
          </w:tcPr>
          <w:p w14:paraId="5AB83E70" w14:textId="77777777" w:rsidR="000E62F3" w:rsidRPr="005D3E43" w:rsidRDefault="000E62F3" w:rsidP="0027752D">
            <w:pPr>
              <w:pStyle w:val="acctfourfigures"/>
              <w:shd w:val="clear" w:color="auto" w:fill="FFFFFF"/>
              <w:spacing w:line="240" w:lineRule="atLeast"/>
              <w:jc w:val="center"/>
              <w:rPr>
                <w:szCs w:val="22"/>
              </w:rPr>
            </w:pPr>
          </w:p>
        </w:tc>
        <w:tc>
          <w:tcPr>
            <w:tcW w:w="640" w:type="pct"/>
          </w:tcPr>
          <w:p w14:paraId="6940393C" w14:textId="77777777" w:rsidR="000E62F3" w:rsidRPr="005D3E43" w:rsidRDefault="000E62F3" w:rsidP="0027752D">
            <w:pPr>
              <w:pStyle w:val="acctfourfigures"/>
              <w:shd w:val="clear" w:color="auto" w:fill="FFFFFF"/>
              <w:tabs>
                <w:tab w:val="clear" w:pos="765"/>
              </w:tabs>
              <w:spacing w:line="240" w:lineRule="atLeast"/>
              <w:jc w:val="center"/>
              <w:rPr>
                <w:szCs w:val="22"/>
              </w:rPr>
            </w:pPr>
            <w:r w:rsidRPr="005D3E43">
              <w:rPr>
                <w:bCs/>
                <w:szCs w:val="22"/>
              </w:rPr>
              <w:t>2019</w:t>
            </w:r>
          </w:p>
        </w:tc>
      </w:tr>
      <w:tr w:rsidR="000E62F3" w:rsidRPr="005D3E43" w14:paraId="4F5AE61F" w14:textId="77777777" w:rsidTr="0027752D">
        <w:trPr>
          <w:cantSplit/>
          <w:trHeight w:val="103"/>
          <w:tblHeader/>
        </w:trPr>
        <w:tc>
          <w:tcPr>
            <w:tcW w:w="2056" w:type="pct"/>
          </w:tcPr>
          <w:p w14:paraId="462F477D" w14:textId="77777777" w:rsidR="000E62F3" w:rsidRPr="005D3E43" w:rsidRDefault="000E62F3" w:rsidP="0027752D">
            <w:pPr>
              <w:pStyle w:val="acctfourfigures"/>
              <w:shd w:val="clear" w:color="auto" w:fill="FFFFFF"/>
              <w:spacing w:line="240" w:lineRule="atLeast"/>
              <w:rPr>
                <w:szCs w:val="22"/>
              </w:rPr>
            </w:pPr>
          </w:p>
        </w:tc>
        <w:tc>
          <w:tcPr>
            <w:tcW w:w="99" w:type="pct"/>
          </w:tcPr>
          <w:p w14:paraId="1ED65B75" w14:textId="77777777" w:rsidR="000E62F3" w:rsidRPr="005D3E43" w:rsidRDefault="000E62F3" w:rsidP="0027752D">
            <w:pPr>
              <w:pStyle w:val="acctfourfigures"/>
              <w:shd w:val="clear" w:color="auto" w:fill="FFFFFF"/>
              <w:tabs>
                <w:tab w:val="clear" w:pos="765"/>
              </w:tabs>
              <w:spacing w:line="240" w:lineRule="atLeast"/>
              <w:jc w:val="center"/>
              <w:rPr>
                <w:szCs w:val="22"/>
                <w:rtl/>
                <w:cs/>
              </w:rPr>
            </w:pPr>
          </w:p>
        </w:tc>
        <w:tc>
          <w:tcPr>
            <w:tcW w:w="2845" w:type="pct"/>
            <w:gridSpan w:val="7"/>
          </w:tcPr>
          <w:p w14:paraId="207F5133" w14:textId="77777777" w:rsidR="000E62F3" w:rsidRPr="005D3E43" w:rsidRDefault="000E62F3" w:rsidP="0027752D">
            <w:pPr>
              <w:pStyle w:val="acctfourfigures"/>
              <w:shd w:val="clear" w:color="auto" w:fill="FFFFFF"/>
              <w:tabs>
                <w:tab w:val="clear" w:pos="765"/>
              </w:tabs>
              <w:spacing w:line="240" w:lineRule="atLeast"/>
              <w:jc w:val="center"/>
              <w:rPr>
                <w:bCs/>
                <w:i/>
                <w:iCs/>
                <w:szCs w:val="22"/>
              </w:rPr>
            </w:pPr>
            <w:r w:rsidRPr="005D3E43">
              <w:rPr>
                <w:bCs/>
                <w:i/>
                <w:iCs/>
                <w:szCs w:val="22"/>
              </w:rPr>
              <w:t>(in thousand Baht / thousand shares)</w:t>
            </w:r>
          </w:p>
        </w:tc>
      </w:tr>
      <w:tr w:rsidR="000E62F3" w:rsidRPr="005D3E43" w14:paraId="57841B86" w14:textId="77777777" w:rsidTr="000E62F3">
        <w:trPr>
          <w:cantSplit/>
        </w:trPr>
        <w:tc>
          <w:tcPr>
            <w:tcW w:w="2056" w:type="pct"/>
          </w:tcPr>
          <w:p w14:paraId="6D3B0FDF" w14:textId="77777777" w:rsidR="000E62F3" w:rsidRPr="005D3E43" w:rsidRDefault="000E62F3" w:rsidP="0027752D">
            <w:pPr>
              <w:tabs>
                <w:tab w:val="left" w:pos="720"/>
              </w:tabs>
              <w:ind w:right="-108"/>
              <w:rPr>
                <w:b/>
                <w:bCs/>
                <w:szCs w:val="22"/>
              </w:rPr>
            </w:pPr>
            <w:r w:rsidRPr="005D3E43">
              <w:rPr>
                <w:b/>
                <w:bCs/>
                <w:szCs w:val="22"/>
              </w:rPr>
              <w:t xml:space="preserve">Profit attributable to ordinary    </w:t>
            </w:r>
          </w:p>
          <w:p w14:paraId="0DDCCB56" w14:textId="77777777" w:rsidR="000E62F3" w:rsidRPr="005D3E43" w:rsidRDefault="000E62F3" w:rsidP="0027752D">
            <w:pPr>
              <w:tabs>
                <w:tab w:val="left" w:pos="720"/>
              </w:tabs>
              <w:ind w:right="-108"/>
              <w:rPr>
                <w:b/>
                <w:bCs/>
                <w:szCs w:val="22"/>
              </w:rPr>
            </w:pPr>
            <w:r w:rsidRPr="005D3E43">
              <w:rPr>
                <w:b/>
                <w:bCs/>
                <w:szCs w:val="22"/>
              </w:rPr>
              <w:t xml:space="preserve">   shareholders of the Company (basic)</w:t>
            </w:r>
          </w:p>
        </w:tc>
        <w:tc>
          <w:tcPr>
            <w:tcW w:w="99" w:type="pct"/>
          </w:tcPr>
          <w:p w14:paraId="6A715651" w14:textId="77777777" w:rsidR="000E62F3" w:rsidRPr="005D3E43" w:rsidRDefault="000E62F3" w:rsidP="0027752D">
            <w:pPr>
              <w:pStyle w:val="acctfourfigures"/>
              <w:shd w:val="clear" w:color="auto" w:fill="FFFFFF"/>
              <w:tabs>
                <w:tab w:val="clear" w:pos="765"/>
                <w:tab w:val="decimal" w:pos="1001"/>
              </w:tabs>
              <w:spacing w:line="240" w:lineRule="atLeast"/>
              <w:ind w:right="11"/>
              <w:rPr>
                <w:b/>
                <w:bCs/>
                <w:szCs w:val="22"/>
              </w:rPr>
            </w:pPr>
          </w:p>
        </w:tc>
        <w:tc>
          <w:tcPr>
            <w:tcW w:w="636" w:type="pct"/>
            <w:tcBorders>
              <w:bottom w:val="double" w:sz="4" w:space="0" w:color="auto"/>
            </w:tcBorders>
            <w:vAlign w:val="bottom"/>
          </w:tcPr>
          <w:p w14:paraId="1909447C" w14:textId="589C1679" w:rsidR="000E62F3" w:rsidRPr="005D3E43" w:rsidRDefault="000E62F3" w:rsidP="0027752D">
            <w:pPr>
              <w:pStyle w:val="acctfourfigures"/>
              <w:shd w:val="clear" w:color="auto" w:fill="FFFFFF"/>
              <w:tabs>
                <w:tab w:val="clear" w:pos="765"/>
                <w:tab w:val="decimal" w:pos="960"/>
              </w:tabs>
              <w:spacing w:line="240" w:lineRule="atLeast"/>
              <w:ind w:left="-79" w:right="-79"/>
              <w:rPr>
                <w:b/>
                <w:bCs/>
                <w:szCs w:val="22"/>
              </w:rPr>
            </w:pPr>
            <w:r>
              <w:rPr>
                <w:b/>
                <w:bCs/>
                <w:szCs w:val="22"/>
              </w:rPr>
              <w:t>17</w:t>
            </w:r>
            <w:r w:rsidR="00576C9C">
              <w:rPr>
                <w:b/>
                <w:bCs/>
                <w:szCs w:val="22"/>
              </w:rPr>
              <w:t>8</w:t>
            </w:r>
            <w:r>
              <w:rPr>
                <w:b/>
                <w:bCs/>
                <w:szCs w:val="22"/>
              </w:rPr>
              <w:t>,2</w:t>
            </w:r>
            <w:r w:rsidR="00576C9C">
              <w:rPr>
                <w:b/>
                <w:bCs/>
                <w:szCs w:val="22"/>
              </w:rPr>
              <w:t>48</w:t>
            </w:r>
          </w:p>
        </w:tc>
        <w:tc>
          <w:tcPr>
            <w:tcW w:w="98" w:type="pct"/>
          </w:tcPr>
          <w:p w14:paraId="13950179" w14:textId="77777777" w:rsidR="000E62F3" w:rsidRPr="005D3E43" w:rsidRDefault="000E62F3" w:rsidP="0027752D">
            <w:pPr>
              <w:pStyle w:val="acctfourfigures"/>
              <w:shd w:val="clear" w:color="auto" w:fill="FFFFFF"/>
              <w:tabs>
                <w:tab w:val="clear" w:pos="765"/>
                <w:tab w:val="decimal" w:pos="960"/>
              </w:tabs>
              <w:spacing w:line="240" w:lineRule="atLeast"/>
              <w:ind w:left="-79" w:right="-79"/>
              <w:rPr>
                <w:b/>
                <w:bCs/>
                <w:szCs w:val="22"/>
              </w:rPr>
            </w:pPr>
          </w:p>
        </w:tc>
        <w:tc>
          <w:tcPr>
            <w:tcW w:w="636" w:type="pct"/>
            <w:tcBorders>
              <w:bottom w:val="double" w:sz="4" w:space="0" w:color="auto"/>
            </w:tcBorders>
            <w:vAlign w:val="bottom"/>
          </w:tcPr>
          <w:p w14:paraId="566629D1" w14:textId="42E2B94D" w:rsidR="000E62F3" w:rsidRPr="005D3E43" w:rsidRDefault="000E62F3" w:rsidP="000E62F3">
            <w:pPr>
              <w:pStyle w:val="acctfourfigures"/>
              <w:shd w:val="clear" w:color="auto" w:fill="FFFFFF"/>
              <w:tabs>
                <w:tab w:val="clear" w:pos="765"/>
                <w:tab w:val="decimal" w:pos="960"/>
              </w:tabs>
              <w:spacing w:line="240" w:lineRule="atLeast"/>
              <w:ind w:left="-79" w:right="-79"/>
              <w:rPr>
                <w:b/>
                <w:bCs/>
                <w:szCs w:val="22"/>
              </w:rPr>
            </w:pPr>
            <w:r>
              <w:rPr>
                <w:b/>
                <w:bCs/>
                <w:szCs w:val="22"/>
              </w:rPr>
              <w:t>117,398</w:t>
            </w:r>
          </w:p>
        </w:tc>
        <w:tc>
          <w:tcPr>
            <w:tcW w:w="98" w:type="pct"/>
          </w:tcPr>
          <w:p w14:paraId="285F0CDF" w14:textId="77777777" w:rsidR="000E62F3" w:rsidRPr="005D3E43" w:rsidRDefault="000E62F3" w:rsidP="0027752D">
            <w:pPr>
              <w:pStyle w:val="acctfourfigures"/>
              <w:shd w:val="clear" w:color="auto" w:fill="FFFFFF"/>
              <w:tabs>
                <w:tab w:val="clear" w:pos="765"/>
                <w:tab w:val="decimal" w:pos="960"/>
              </w:tabs>
              <w:spacing w:line="240" w:lineRule="atLeast"/>
              <w:ind w:left="-79" w:right="-79"/>
              <w:rPr>
                <w:b/>
                <w:bCs/>
                <w:szCs w:val="22"/>
              </w:rPr>
            </w:pPr>
          </w:p>
        </w:tc>
        <w:tc>
          <w:tcPr>
            <w:tcW w:w="637" w:type="pct"/>
            <w:tcBorders>
              <w:bottom w:val="double" w:sz="4" w:space="0" w:color="auto"/>
            </w:tcBorders>
            <w:vAlign w:val="bottom"/>
          </w:tcPr>
          <w:p w14:paraId="617D8799" w14:textId="5DB11567" w:rsidR="000E62F3" w:rsidRPr="005D3E43" w:rsidRDefault="000E62F3" w:rsidP="0027752D">
            <w:pPr>
              <w:pStyle w:val="acctfourfigures"/>
              <w:shd w:val="clear" w:color="auto" w:fill="FFFFFF"/>
              <w:tabs>
                <w:tab w:val="clear" w:pos="765"/>
                <w:tab w:val="decimal" w:pos="960"/>
              </w:tabs>
              <w:spacing w:line="240" w:lineRule="atLeast"/>
              <w:ind w:left="-79" w:right="-79"/>
              <w:rPr>
                <w:b/>
                <w:bCs/>
                <w:szCs w:val="22"/>
              </w:rPr>
            </w:pPr>
            <w:r>
              <w:rPr>
                <w:b/>
                <w:bCs/>
                <w:szCs w:val="22"/>
              </w:rPr>
              <w:t>55,3</w:t>
            </w:r>
            <w:r w:rsidR="004F522F">
              <w:rPr>
                <w:b/>
                <w:bCs/>
                <w:szCs w:val="22"/>
              </w:rPr>
              <w:t>49</w:t>
            </w:r>
          </w:p>
        </w:tc>
        <w:tc>
          <w:tcPr>
            <w:tcW w:w="100" w:type="pct"/>
          </w:tcPr>
          <w:p w14:paraId="27C7E874" w14:textId="77777777" w:rsidR="000E62F3" w:rsidRPr="005D3E43" w:rsidRDefault="000E62F3" w:rsidP="0027752D">
            <w:pPr>
              <w:pStyle w:val="acctfourfigures"/>
              <w:shd w:val="clear" w:color="auto" w:fill="FFFFFF"/>
              <w:tabs>
                <w:tab w:val="clear" w:pos="765"/>
                <w:tab w:val="decimal" w:pos="960"/>
              </w:tabs>
              <w:spacing w:line="240" w:lineRule="atLeast"/>
              <w:ind w:left="-79" w:right="-79"/>
              <w:rPr>
                <w:b/>
                <w:bCs/>
                <w:szCs w:val="22"/>
              </w:rPr>
            </w:pPr>
          </w:p>
        </w:tc>
        <w:tc>
          <w:tcPr>
            <w:tcW w:w="640" w:type="pct"/>
            <w:tcBorders>
              <w:bottom w:val="double" w:sz="4" w:space="0" w:color="auto"/>
            </w:tcBorders>
            <w:vAlign w:val="bottom"/>
          </w:tcPr>
          <w:p w14:paraId="3B2D64E3" w14:textId="514C95D8" w:rsidR="000E62F3" w:rsidRPr="005D3E43" w:rsidRDefault="000E62F3" w:rsidP="000E62F3">
            <w:pPr>
              <w:pStyle w:val="acctfourfigures"/>
              <w:shd w:val="clear" w:color="auto" w:fill="FFFFFF"/>
              <w:tabs>
                <w:tab w:val="clear" w:pos="765"/>
                <w:tab w:val="decimal" w:pos="960"/>
              </w:tabs>
              <w:spacing w:line="240" w:lineRule="atLeast"/>
              <w:ind w:left="-79" w:right="-79"/>
              <w:rPr>
                <w:b/>
                <w:bCs/>
                <w:szCs w:val="22"/>
              </w:rPr>
            </w:pPr>
            <w:r>
              <w:rPr>
                <w:b/>
                <w:bCs/>
                <w:szCs w:val="22"/>
              </w:rPr>
              <w:t>71,932</w:t>
            </w:r>
          </w:p>
        </w:tc>
      </w:tr>
      <w:tr w:rsidR="000E62F3" w:rsidRPr="005D3E43" w14:paraId="069C2A64" w14:textId="77777777" w:rsidTr="0027752D">
        <w:trPr>
          <w:cantSplit/>
        </w:trPr>
        <w:tc>
          <w:tcPr>
            <w:tcW w:w="2056" w:type="pct"/>
          </w:tcPr>
          <w:p w14:paraId="0220D354" w14:textId="77777777" w:rsidR="000E62F3" w:rsidRPr="005D3E43" w:rsidRDefault="000E62F3" w:rsidP="0027752D">
            <w:pPr>
              <w:tabs>
                <w:tab w:val="left" w:pos="720"/>
              </w:tabs>
              <w:spacing w:line="0" w:lineRule="atLeast"/>
              <w:ind w:right="-108"/>
              <w:rPr>
                <w:b/>
                <w:bCs/>
                <w:sz w:val="16"/>
                <w:szCs w:val="16"/>
              </w:rPr>
            </w:pPr>
          </w:p>
        </w:tc>
        <w:tc>
          <w:tcPr>
            <w:tcW w:w="99" w:type="pct"/>
          </w:tcPr>
          <w:p w14:paraId="4057E35B" w14:textId="77777777" w:rsidR="000E62F3" w:rsidRPr="005D3E43" w:rsidRDefault="000E62F3" w:rsidP="0027752D">
            <w:pPr>
              <w:pStyle w:val="acctfourfigures"/>
              <w:shd w:val="clear" w:color="auto" w:fill="FFFFFF"/>
              <w:tabs>
                <w:tab w:val="clear" w:pos="765"/>
                <w:tab w:val="decimal" w:pos="1001"/>
              </w:tabs>
              <w:spacing w:line="0" w:lineRule="atLeast"/>
              <w:ind w:right="11"/>
              <w:rPr>
                <w:b/>
                <w:bCs/>
                <w:sz w:val="16"/>
                <w:szCs w:val="16"/>
              </w:rPr>
            </w:pPr>
          </w:p>
        </w:tc>
        <w:tc>
          <w:tcPr>
            <w:tcW w:w="636" w:type="pct"/>
            <w:tcBorders>
              <w:top w:val="double" w:sz="4" w:space="0" w:color="auto"/>
            </w:tcBorders>
          </w:tcPr>
          <w:p w14:paraId="06B9E97D" w14:textId="77777777" w:rsidR="000E62F3" w:rsidRPr="005D3E43" w:rsidRDefault="000E62F3" w:rsidP="0027752D">
            <w:pPr>
              <w:pStyle w:val="acctfourfigures"/>
              <w:shd w:val="clear" w:color="auto" w:fill="FFFFFF"/>
              <w:tabs>
                <w:tab w:val="clear" w:pos="765"/>
                <w:tab w:val="decimal" w:pos="960"/>
              </w:tabs>
              <w:spacing w:line="240" w:lineRule="atLeast"/>
              <w:ind w:left="-79" w:right="-79"/>
              <w:rPr>
                <w:b/>
                <w:bCs/>
                <w:szCs w:val="22"/>
              </w:rPr>
            </w:pPr>
          </w:p>
        </w:tc>
        <w:tc>
          <w:tcPr>
            <w:tcW w:w="98" w:type="pct"/>
          </w:tcPr>
          <w:p w14:paraId="253F1935" w14:textId="77777777" w:rsidR="000E62F3" w:rsidRPr="005D3E43" w:rsidRDefault="000E62F3" w:rsidP="0027752D">
            <w:pPr>
              <w:pStyle w:val="acctfourfigures"/>
              <w:shd w:val="clear" w:color="auto" w:fill="FFFFFF"/>
              <w:tabs>
                <w:tab w:val="decimal" w:pos="960"/>
              </w:tabs>
              <w:spacing w:line="240" w:lineRule="atLeast"/>
              <w:rPr>
                <w:b/>
                <w:bCs/>
                <w:szCs w:val="22"/>
              </w:rPr>
            </w:pPr>
          </w:p>
        </w:tc>
        <w:tc>
          <w:tcPr>
            <w:tcW w:w="636" w:type="pct"/>
            <w:tcBorders>
              <w:top w:val="double" w:sz="4" w:space="0" w:color="auto"/>
            </w:tcBorders>
          </w:tcPr>
          <w:p w14:paraId="00B6D3F5" w14:textId="77777777" w:rsidR="000E62F3" w:rsidRPr="005D3E43" w:rsidRDefault="000E62F3" w:rsidP="0027752D">
            <w:pPr>
              <w:pStyle w:val="acctfourfigures"/>
              <w:shd w:val="clear" w:color="auto" w:fill="FFFFFF"/>
              <w:tabs>
                <w:tab w:val="clear" w:pos="765"/>
                <w:tab w:val="decimal" w:pos="960"/>
              </w:tabs>
              <w:spacing w:line="240" w:lineRule="atLeast"/>
              <w:ind w:left="-79" w:right="-79"/>
              <w:rPr>
                <w:b/>
                <w:bCs/>
                <w:szCs w:val="22"/>
              </w:rPr>
            </w:pPr>
          </w:p>
        </w:tc>
        <w:tc>
          <w:tcPr>
            <w:tcW w:w="98" w:type="pct"/>
          </w:tcPr>
          <w:p w14:paraId="00EE1F58" w14:textId="77777777" w:rsidR="000E62F3" w:rsidRPr="005D3E43" w:rsidRDefault="000E62F3" w:rsidP="0027752D">
            <w:pPr>
              <w:pStyle w:val="acctfourfigures"/>
              <w:shd w:val="clear" w:color="auto" w:fill="FFFFFF"/>
              <w:tabs>
                <w:tab w:val="decimal" w:pos="960"/>
                <w:tab w:val="decimal" w:pos="1000"/>
              </w:tabs>
              <w:spacing w:line="240" w:lineRule="atLeast"/>
              <w:ind w:left="-79" w:right="-79"/>
              <w:rPr>
                <w:b/>
                <w:bCs/>
                <w:szCs w:val="22"/>
              </w:rPr>
            </w:pPr>
          </w:p>
        </w:tc>
        <w:tc>
          <w:tcPr>
            <w:tcW w:w="637" w:type="pct"/>
          </w:tcPr>
          <w:p w14:paraId="4A35356E" w14:textId="77777777" w:rsidR="000E62F3" w:rsidRPr="005D3E43" w:rsidRDefault="000E62F3" w:rsidP="0027752D">
            <w:pPr>
              <w:pStyle w:val="acctfourfigures"/>
              <w:shd w:val="clear" w:color="auto" w:fill="FFFFFF"/>
              <w:tabs>
                <w:tab w:val="clear" w:pos="765"/>
                <w:tab w:val="decimal" w:pos="960"/>
                <w:tab w:val="decimal" w:pos="1000"/>
              </w:tabs>
              <w:spacing w:line="240" w:lineRule="atLeast"/>
              <w:ind w:left="-79" w:right="-79"/>
              <w:rPr>
                <w:b/>
                <w:bCs/>
                <w:szCs w:val="22"/>
              </w:rPr>
            </w:pPr>
          </w:p>
        </w:tc>
        <w:tc>
          <w:tcPr>
            <w:tcW w:w="100" w:type="pct"/>
          </w:tcPr>
          <w:p w14:paraId="764FA6B8" w14:textId="77777777" w:rsidR="000E62F3" w:rsidRPr="005D3E43" w:rsidRDefault="000E62F3" w:rsidP="0027752D">
            <w:pPr>
              <w:pStyle w:val="acctfourfigures"/>
              <w:shd w:val="clear" w:color="auto" w:fill="FFFFFF"/>
              <w:tabs>
                <w:tab w:val="decimal" w:pos="960"/>
                <w:tab w:val="decimal" w:pos="1000"/>
              </w:tabs>
              <w:spacing w:line="240" w:lineRule="atLeast"/>
              <w:ind w:left="-79" w:right="-79"/>
              <w:rPr>
                <w:b/>
                <w:bCs/>
                <w:szCs w:val="22"/>
              </w:rPr>
            </w:pPr>
          </w:p>
        </w:tc>
        <w:tc>
          <w:tcPr>
            <w:tcW w:w="640" w:type="pct"/>
          </w:tcPr>
          <w:p w14:paraId="68BBC5B2" w14:textId="77777777" w:rsidR="000E62F3" w:rsidRPr="005D3E43" w:rsidRDefault="000E62F3" w:rsidP="0027752D">
            <w:pPr>
              <w:pStyle w:val="acctfourfigures"/>
              <w:shd w:val="clear" w:color="auto" w:fill="FFFFFF"/>
              <w:tabs>
                <w:tab w:val="clear" w:pos="765"/>
                <w:tab w:val="decimal" w:pos="960"/>
                <w:tab w:val="decimal" w:pos="1000"/>
              </w:tabs>
              <w:spacing w:line="240" w:lineRule="atLeast"/>
              <w:ind w:left="-79" w:right="-79"/>
              <w:rPr>
                <w:b/>
                <w:bCs/>
                <w:szCs w:val="22"/>
              </w:rPr>
            </w:pPr>
          </w:p>
        </w:tc>
      </w:tr>
      <w:tr w:rsidR="000E62F3" w:rsidRPr="005D3E43" w14:paraId="7F1BFF4A" w14:textId="77777777" w:rsidTr="000E62F3">
        <w:trPr>
          <w:cantSplit/>
        </w:trPr>
        <w:tc>
          <w:tcPr>
            <w:tcW w:w="2056" w:type="pct"/>
          </w:tcPr>
          <w:p w14:paraId="3012E0F2" w14:textId="77777777" w:rsidR="000E62F3" w:rsidRPr="005D3E43" w:rsidRDefault="000E62F3" w:rsidP="0027752D">
            <w:pPr>
              <w:shd w:val="clear" w:color="auto" w:fill="FFFFFF"/>
              <w:spacing w:line="240" w:lineRule="atLeast"/>
              <w:ind w:left="190" w:right="-79" w:hanging="180"/>
              <w:rPr>
                <w:szCs w:val="22"/>
                <w:cs/>
                <w:lang w:bidi="th-TH"/>
              </w:rPr>
            </w:pPr>
            <w:r w:rsidRPr="005D3E43">
              <w:rPr>
                <w:b/>
                <w:bCs/>
                <w:szCs w:val="22"/>
              </w:rPr>
              <w:t xml:space="preserve">Number of ordinary shares </w:t>
            </w:r>
            <w:r w:rsidRPr="005D3E43">
              <w:rPr>
                <w:b/>
                <w:bCs/>
                <w:szCs w:val="22"/>
              </w:rPr>
              <w:br/>
              <w:t>outstanding</w:t>
            </w:r>
          </w:p>
        </w:tc>
        <w:tc>
          <w:tcPr>
            <w:tcW w:w="99" w:type="pct"/>
          </w:tcPr>
          <w:p w14:paraId="5F4C7A9B" w14:textId="77777777" w:rsidR="000E62F3" w:rsidRPr="005D3E43" w:rsidRDefault="000E62F3" w:rsidP="0027752D">
            <w:pPr>
              <w:pStyle w:val="acctfourfigures"/>
              <w:shd w:val="clear" w:color="auto" w:fill="FFFFFF"/>
              <w:tabs>
                <w:tab w:val="clear" w:pos="765"/>
                <w:tab w:val="decimal" w:pos="1001"/>
              </w:tabs>
              <w:spacing w:line="240" w:lineRule="atLeast"/>
              <w:ind w:right="11"/>
              <w:rPr>
                <w:b/>
                <w:bCs/>
                <w:szCs w:val="22"/>
              </w:rPr>
            </w:pPr>
          </w:p>
        </w:tc>
        <w:tc>
          <w:tcPr>
            <w:tcW w:w="636" w:type="pct"/>
            <w:tcBorders>
              <w:bottom w:val="double" w:sz="4" w:space="0" w:color="auto"/>
            </w:tcBorders>
            <w:vAlign w:val="bottom"/>
          </w:tcPr>
          <w:p w14:paraId="14086C38" w14:textId="1D9B9187" w:rsidR="000E62F3" w:rsidRPr="005D3E43" w:rsidRDefault="000E62F3" w:rsidP="0027752D">
            <w:pPr>
              <w:pStyle w:val="acctfourfigures"/>
              <w:shd w:val="clear" w:color="auto" w:fill="FFFFFF"/>
              <w:tabs>
                <w:tab w:val="clear" w:pos="765"/>
                <w:tab w:val="decimal" w:pos="960"/>
              </w:tabs>
              <w:spacing w:line="240" w:lineRule="atLeast"/>
              <w:ind w:left="-79" w:right="-79"/>
              <w:rPr>
                <w:b/>
                <w:bCs/>
                <w:szCs w:val="22"/>
              </w:rPr>
            </w:pPr>
            <w:r>
              <w:rPr>
                <w:b/>
                <w:bCs/>
                <w:szCs w:val="22"/>
              </w:rPr>
              <w:t>6,499,830</w:t>
            </w:r>
          </w:p>
        </w:tc>
        <w:tc>
          <w:tcPr>
            <w:tcW w:w="98" w:type="pct"/>
          </w:tcPr>
          <w:p w14:paraId="222C6701" w14:textId="77777777" w:rsidR="000E62F3" w:rsidRPr="005D3E43" w:rsidRDefault="000E62F3" w:rsidP="0027752D">
            <w:pPr>
              <w:pStyle w:val="acctfourfigures"/>
              <w:shd w:val="clear" w:color="auto" w:fill="FFFFFF"/>
              <w:tabs>
                <w:tab w:val="clear" w:pos="765"/>
                <w:tab w:val="decimal" w:pos="960"/>
              </w:tabs>
              <w:spacing w:line="240" w:lineRule="atLeast"/>
              <w:ind w:left="-79" w:right="-79"/>
              <w:rPr>
                <w:b/>
                <w:bCs/>
                <w:szCs w:val="22"/>
              </w:rPr>
            </w:pPr>
          </w:p>
        </w:tc>
        <w:tc>
          <w:tcPr>
            <w:tcW w:w="636" w:type="pct"/>
            <w:tcBorders>
              <w:bottom w:val="double" w:sz="4" w:space="0" w:color="auto"/>
            </w:tcBorders>
            <w:vAlign w:val="bottom"/>
          </w:tcPr>
          <w:p w14:paraId="1C784FDB" w14:textId="25E71D96" w:rsidR="000E62F3" w:rsidRPr="005D3E43" w:rsidRDefault="000E62F3" w:rsidP="000E62F3">
            <w:pPr>
              <w:pStyle w:val="acctfourfigures"/>
              <w:shd w:val="clear" w:color="auto" w:fill="FFFFFF"/>
              <w:tabs>
                <w:tab w:val="clear" w:pos="765"/>
                <w:tab w:val="decimal" w:pos="960"/>
              </w:tabs>
              <w:spacing w:line="240" w:lineRule="atLeast"/>
              <w:ind w:left="-79" w:right="-79"/>
              <w:rPr>
                <w:b/>
                <w:bCs/>
                <w:szCs w:val="22"/>
              </w:rPr>
            </w:pPr>
            <w:r>
              <w:rPr>
                <w:b/>
                <w:bCs/>
                <w:szCs w:val="22"/>
              </w:rPr>
              <w:t>6,499,830</w:t>
            </w:r>
          </w:p>
        </w:tc>
        <w:tc>
          <w:tcPr>
            <w:tcW w:w="98" w:type="pct"/>
            <w:vAlign w:val="bottom"/>
          </w:tcPr>
          <w:p w14:paraId="4E9C4AC4" w14:textId="77777777" w:rsidR="000E62F3" w:rsidRPr="005D3E43" w:rsidRDefault="000E62F3" w:rsidP="000E62F3">
            <w:pPr>
              <w:pStyle w:val="acctfourfigures"/>
              <w:shd w:val="clear" w:color="auto" w:fill="FFFFFF"/>
              <w:tabs>
                <w:tab w:val="clear" w:pos="765"/>
                <w:tab w:val="decimal" w:pos="960"/>
              </w:tabs>
              <w:spacing w:line="240" w:lineRule="atLeast"/>
              <w:ind w:left="-79" w:right="-79"/>
              <w:rPr>
                <w:b/>
                <w:bCs/>
                <w:szCs w:val="22"/>
              </w:rPr>
            </w:pPr>
          </w:p>
        </w:tc>
        <w:tc>
          <w:tcPr>
            <w:tcW w:w="637" w:type="pct"/>
            <w:tcBorders>
              <w:bottom w:val="double" w:sz="4" w:space="0" w:color="auto"/>
            </w:tcBorders>
            <w:vAlign w:val="bottom"/>
          </w:tcPr>
          <w:p w14:paraId="5CED229C" w14:textId="2E66DB89" w:rsidR="000E62F3" w:rsidRPr="005D3E43" w:rsidRDefault="000E62F3" w:rsidP="000E62F3">
            <w:pPr>
              <w:pStyle w:val="acctfourfigures"/>
              <w:shd w:val="clear" w:color="auto" w:fill="FFFFFF"/>
              <w:tabs>
                <w:tab w:val="clear" w:pos="765"/>
                <w:tab w:val="decimal" w:pos="960"/>
              </w:tabs>
              <w:spacing w:line="240" w:lineRule="atLeast"/>
              <w:ind w:left="-79" w:right="-79"/>
              <w:rPr>
                <w:b/>
                <w:bCs/>
                <w:szCs w:val="22"/>
              </w:rPr>
            </w:pPr>
            <w:r>
              <w:rPr>
                <w:b/>
                <w:bCs/>
                <w:szCs w:val="22"/>
              </w:rPr>
              <w:t>6,499,830</w:t>
            </w:r>
          </w:p>
        </w:tc>
        <w:tc>
          <w:tcPr>
            <w:tcW w:w="100" w:type="pct"/>
            <w:vAlign w:val="bottom"/>
          </w:tcPr>
          <w:p w14:paraId="1055999C" w14:textId="77777777" w:rsidR="000E62F3" w:rsidRPr="005D3E43" w:rsidRDefault="000E62F3" w:rsidP="000E62F3">
            <w:pPr>
              <w:pStyle w:val="acctfourfigures"/>
              <w:shd w:val="clear" w:color="auto" w:fill="FFFFFF"/>
              <w:tabs>
                <w:tab w:val="clear" w:pos="765"/>
                <w:tab w:val="decimal" w:pos="960"/>
              </w:tabs>
              <w:spacing w:line="240" w:lineRule="atLeast"/>
              <w:ind w:left="-79" w:right="-79"/>
              <w:rPr>
                <w:b/>
                <w:bCs/>
                <w:szCs w:val="22"/>
              </w:rPr>
            </w:pPr>
          </w:p>
        </w:tc>
        <w:tc>
          <w:tcPr>
            <w:tcW w:w="640" w:type="pct"/>
            <w:tcBorders>
              <w:bottom w:val="double" w:sz="4" w:space="0" w:color="auto"/>
            </w:tcBorders>
            <w:vAlign w:val="bottom"/>
          </w:tcPr>
          <w:p w14:paraId="3EF2AE78" w14:textId="3B00DAA8" w:rsidR="000E62F3" w:rsidRPr="005D3E43" w:rsidRDefault="000E62F3" w:rsidP="000E62F3">
            <w:pPr>
              <w:pStyle w:val="acctfourfigures"/>
              <w:shd w:val="clear" w:color="auto" w:fill="FFFFFF"/>
              <w:tabs>
                <w:tab w:val="clear" w:pos="765"/>
                <w:tab w:val="decimal" w:pos="960"/>
              </w:tabs>
              <w:spacing w:line="240" w:lineRule="atLeast"/>
              <w:ind w:left="-79" w:right="-79"/>
              <w:rPr>
                <w:b/>
                <w:bCs/>
                <w:szCs w:val="22"/>
              </w:rPr>
            </w:pPr>
            <w:r>
              <w:rPr>
                <w:b/>
                <w:bCs/>
                <w:szCs w:val="22"/>
              </w:rPr>
              <w:t>6,499,830</w:t>
            </w:r>
          </w:p>
        </w:tc>
      </w:tr>
      <w:tr w:rsidR="000E62F3" w:rsidRPr="005D3E43" w14:paraId="3D7D7209" w14:textId="77777777" w:rsidTr="0027752D">
        <w:trPr>
          <w:cantSplit/>
        </w:trPr>
        <w:tc>
          <w:tcPr>
            <w:tcW w:w="2056" w:type="pct"/>
          </w:tcPr>
          <w:p w14:paraId="701DC7F2" w14:textId="77777777" w:rsidR="000E62F3" w:rsidRPr="005D3E43" w:rsidRDefault="000E62F3" w:rsidP="0027752D">
            <w:pPr>
              <w:tabs>
                <w:tab w:val="left" w:pos="720"/>
              </w:tabs>
              <w:spacing w:line="0" w:lineRule="atLeast"/>
              <w:ind w:right="-108"/>
              <w:rPr>
                <w:b/>
                <w:bCs/>
                <w:sz w:val="16"/>
                <w:szCs w:val="16"/>
              </w:rPr>
            </w:pPr>
          </w:p>
        </w:tc>
        <w:tc>
          <w:tcPr>
            <w:tcW w:w="99" w:type="pct"/>
          </w:tcPr>
          <w:p w14:paraId="418C77BD" w14:textId="77777777" w:rsidR="000E62F3" w:rsidRPr="005D3E43" w:rsidRDefault="000E62F3" w:rsidP="0027752D">
            <w:pPr>
              <w:pStyle w:val="acctfourfigures"/>
              <w:tabs>
                <w:tab w:val="clear" w:pos="765"/>
                <w:tab w:val="left" w:pos="720"/>
                <w:tab w:val="decimal" w:pos="1001"/>
              </w:tabs>
              <w:spacing w:line="0" w:lineRule="atLeast"/>
              <w:ind w:right="-108"/>
              <w:rPr>
                <w:b/>
                <w:bCs/>
                <w:sz w:val="16"/>
                <w:szCs w:val="16"/>
              </w:rPr>
            </w:pPr>
          </w:p>
        </w:tc>
        <w:tc>
          <w:tcPr>
            <w:tcW w:w="636" w:type="pct"/>
            <w:tcBorders>
              <w:top w:val="double" w:sz="4" w:space="0" w:color="auto"/>
            </w:tcBorders>
          </w:tcPr>
          <w:p w14:paraId="44DA6BFF" w14:textId="77777777" w:rsidR="000E62F3" w:rsidRPr="005D3E43" w:rsidRDefault="000E62F3" w:rsidP="0027752D">
            <w:pPr>
              <w:pStyle w:val="acctfourfigures"/>
              <w:shd w:val="clear" w:color="auto" w:fill="FFFFFF"/>
              <w:tabs>
                <w:tab w:val="clear" w:pos="765"/>
                <w:tab w:val="decimal" w:pos="960"/>
              </w:tabs>
              <w:spacing w:line="240" w:lineRule="atLeast"/>
              <w:ind w:left="-79" w:right="-79"/>
              <w:rPr>
                <w:b/>
                <w:bCs/>
                <w:szCs w:val="22"/>
              </w:rPr>
            </w:pPr>
          </w:p>
        </w:tc>
        <w:tc>
          <w:tcPr>
            <w:tcW w:w="98" w:type="pct"/>
          </w:tcPr>
          <w:p w14:paraId="0A6DE36A" w14:textId="77777777" w:rsidR="000E62F3" w:rsidRPr="005D3E43" w:rsidRDefault="000E62F3" w:rsidP="0027752D">
            <w:pPr>
              <w:pStyle w:val="acctfourfigures"/>
              <w:shd w:val="clear" w:color="auto" w:fill="FFFFFF"/>
              <w:tabs>
                <w:tab w:val="decimal" w:pos="960"/>
              </w:tabs>
              <w:spacing w:line="240" w:lineRule="atLeast"/>
              <w:ind w:right="-79"/>
              <w:rPr>
                <w:b/>
                <w:bCs/>
                <w:szCs w:val="22"/>
              </w:rPr>
            </w:pPr>
          </w:p>
        </w:tc>
        <w:tc>
          <w:tcPr>
            <w:tcW w:w="636" w:type="pct"/>
            <w:tcBorders>
              <w:top w:val="double" w:sz="4" w:space="0" w:color="auto"/>
            </w:tcBorders>
          </w:tcPr>
          <w:p w14:paraId="34BA21D1" w14:textId="77777777" w:rsidR="000E62F3" w:rsidRPr="005D3E43" w:rsidRDefault="000E62F3" w:rsidP="0027752D">
            <w:pPr>
              <w:pStyle w:val="acctfourfigures"/>
              <w:shd w:val="clear" w:color="auto" w:fill="FFFFFF"/>
              <w:tabs>
                <w:tab w:val="clear" w:pos="765"/>
                <w:tab w:val="decimal" w:pos="960"/>
              </w:tabs>
              <w:spacing w:line="240" w:lineRule="atLeast"/>
              <w:ind w:left="-79" w:right="-79"/>
              <w:rPr>
                <w:b/>
                <w:bCs/>
                <w:szCs w:val="22"/>
              </w:rPr>
            </w:pPr>
          </w:p>
        </w:tc>
        <w:tc>
          <w:tcPr>
            <w:tcW w:w="98" w:type="pct"/>
          </w:tcPr>
          <w:p w14:paraId="63B00D44" w14:textId="77777777" w:rsidR="000E62F3" w:rsidRPr="005D3E43" w:rsidRDefault="000E62F3" w:rsidP="0027752D">
            <w:pPr>
              <w:pStyle w:val="acctfourfigures"/>
              <w:shd w:val="clear" w:color="auto" w:fill="FFFFFF"/>
              <w:tabs>
                <w:tab w:val="decimal" w:pos="960"/>
                <w:tab w:val="decimal" w:pos="1000"/>
              </w:tabs>
              <w:spacing w:line="240" w:lineRule="atLeast"/>
              <w:ind w:left="-79" w:right="-79"/>
              <w:rPr>
                <w:b/>
                <w:bCs/>
                <w:szCs w:val="22"/>
              </w:rPr>
            </w:pPr>
          </w:p>
        </w:tc>
        <w:tc>
          <w:tcPr>
            <w:tcW w:w="637" w:type="pct"/>
            <w:tcBorders>
              <w:top w:val="double" w:sz="4" w:space="0" w:color="auto"/>
            </w:tcBorders>
          </w:tcPr>
          <w:p w14:paraId="73F9C856" w14:textId="77777777" w:rsidR="000E62F3" w:rsidRPr="005D3E43" w:rsidRDefault="000E62F3" w:rsidP="0027752D">
            <w:pPr>
              <w:pStyle w:val="acctfourfigures"/>
              <w:shd w:val="clear" w:color="auto" w:fill="FFFFFF"/>
              <w:tabs>
                <w:tab w:val="clear" w:pos="765"/>
                <w:tab w:val="decimal" w:pos="960"/>
                <w:tab w:val="decimal" w:pos="1000"/>
              </w:tabs>
              <w:spacing w:line="240" w:lineRule="atLeast"/>
              <w:ind w:left="-79" w:right="-79"/>
              <w:rPr>
                <w:b/>
                <w:bCs/>
                <w:szCs w:val="22"/>
              </w:rPr>
            </w:pPr>
          </w:p>
        </w:tc>
        <w:tc>
          <w:tcPr>
            <w:tcW w:w="100" w:type="pct"/>
          </w:tcPr>
          <w:p w14:paraId="508774E4" w14:textId="77777777" w:rsidR="000E62F3" w:rsidRPr="005D3E43" w:rsidRDefault="000E62F3" w:rsidP="0027752D">
            <w:pPr>
              <w:pStyle w:val="acctfourfigures"/>
              <w:shd w:val="clear" w:color="auto" w:fill="FFFFFF"/>
              <w:tabs>
                <w:tab w:val="decimal" w:pos="960"/>
                <w:tab w:val="decimal" w:pos="1000"/>
              </w:tabs>
              <w:spacing w:line="240" w:lineRule="atLeast"/>
              <w:ind w:left="-79" w:right="-79"/>
              <w:rPr>
                <w:b/>
                <w:bCs/>
                <w:szCs w:val="22"/>
              </w:rPr>
            </w:pPr>
          </w:p>
        </w:tc>
        <w:tc>
          <w:tcPr>
            <w:tcW w:w="640" w:type="pct"/>
            <w:tcBorders>
              <w:top w:val="double" w:sz="4" w:space="0" w:color="auto"/>
            </w:tcBorders>
          </w:tcPr>
          <w:p w14:paraId="779C2D29" w14:textId="77777777" w:rsidR="000E62F3" w:rsidRPr="005D3E43" w:rsidRDefault="000E62F3" w:rsidP="0027752D">
            <w:pPr>
              <w:pStyle w:val="acctfourfigures"/>
              <w:shd w:val="clear" w:color="auto" w:fill="FFFFFF"/>
              <w:tabs>
                <w:tab w:val="clear" w:pos="765"/>
                <w:tab w:val="decimal" w:pos="960"/>
                <w:tab w:val="decimal" w:pos="1000"/>
              </w:tabs>
              <w:spacing w:line="240" w:lineRule="atLeast"/>
              <w:ind w:left="-79" w:right="-79"/>
              <w:rPr>
                <w:b/>
                <w:bCs/>
                <w:szCs w:val="22"/>
              </w:rPr>
            </w:pPr>
          </w:p>
        </w:tc>
      </w:tr>
      <w:tr w:rsidR="000E62F3" w:rsidRPr="005D3E43" w14:paraId="558D601D" w14:textId="77777777" w:rsidTr="0027752D">
        <w:trPr>
          <w:cantSplit/>
          <w:trHeight w:val="242"/>
        </w:trPr>
        <w:tc>
          <w:tcPr>
            <w:tcW w:w="2056" w:type="pct"/>
          </w:tcPr>
          <w:p w14:paraId="108C8BBA" w14:textId="77777777" w:rsidR="000E62F3" w:rsidRPr="005D3E43" w:rsidRDefault="000E62F3" w:rsidP="0027752D">
            <w:pPr>
              <w:shd w:val="clear" w:color="auto" w:fill="FFFFFF"/>
              <w:spacing w:line="240" w:lineRule="atLeast"/>
              <w:ind w:left="101" w:hanging="101"/>
              <w:rPr>
                <w:szCs w:val="22"/>
              </w:rPr>
            </w:pPr>
            <w:r w:rsidRPr="005D3E43">
              <w:rPr>
                <w:b/>
                <w:bCs/>
                <w:spacing w:val="-8"/>
                <w:szCs w:val="22"/>
              </w:rPr>
              <w:t xml:space="preserve">Earnings per share (basic) </w:t>
            </w:r>
            <w:r w:rsidRPr="005D3E43">
              <w:rPr>
                <w:b/>
                <w:bCs/>
                <w:i/>
                <w:iCs/>
                <w:spacing w:val="-8"/>
                <w:szCs w:val="22"/>
              </w:rPr>
              <w:t>(in Baht)</w:t>
            </w:r>
          </w:p>
        </w:tc>
        <w:tc>
          <w:tcPr>
            <w:tcW w:w="99" w:type="pct"/>
          </w:tcPr>
          <w:p w14:paraId="7AD92AD8" w14:textId="77777777" w:rsidR="000E62F3" w:rsidRPr="005D3E43" w:rsidRDefault="000E62F3" w:rsidP="0027752D">
            <w:pPr>
              <w:pStyle w:val="acctfourfigures"/>
              <w:shd w:val="clear" w:color="auto" w:fill="FFFFFF"/>
              <w:tabs>
                <w:tab w:val="clear" w:pos="765"/>
                <w:tab w:val="decimal" w:pos="731"/>
              </w:tabs>
              <w:spacing w:line="240" w:lineRule="atLeast"/>
              <w:ind w:right="11"/>
              <w:rPr>
                <w:b/>
                <w:bCs/>
                <w:szCs w:val="22"/>
              </w:rPr>
            </w:pPr>
          </w:p>
        </w:tc>
        <w:tc>
          <w:tcPr>
            <w:tcW w:w="636" w:type="pct"/>
            <w:tcBorders>
              <w:bottom w:val="double" w:sz="4" w:space="0" w:color="auto"/>
            </w:tcBorders>
          </w:tcPr>
          <w:p w14:paraId="784D9D39" w14:textId="76EAB1D6" w:rsidR="000E62F3" w:rsidRPr="005D3E43" w:rsidRDefault="000E62F3" w:rsidP="0027752D">
            <w:pPr>
              <w:pStyle w:val="acctfourfigures"/>
              <w:shd w:val="clear" w:color="auto" w:fill="FFFFFF"/>
              <w:tabs>
                <w:tab w:val="clear" w:pos="765"/>
                <w:tab w:val="decimal" w:pos="600"/>
              </w:tabs>
              <w:spacing w:line="240" w:lineRule="atLeast"/>
              <w:ind w:left="-79" w:right="66"/>
              <w:rPr>
                <w:b/>
                <w:bCs/>
                <w:szCs w:val="22"/>
              </w:rPr>
            </w:pPr>
            <w:r>
              <w:rPr>
                <w:b/>
                <w:bCs/>
                <w:szCs w:val="22"/>
              </w:rPr>
              <w:t>0.027</w:t>
            </w:r>
          </w:p>
        </w:tc>
        <w:tc>
          <w:tcPr>
            <w:tcW w:w="98" w:type="pct"/>
          </w:tcPr>
          <w:p w14:paraId="54957E2E" w14:textId="77777777" w:rsidR="000E62F3" w:rsidRPr="005D3E43" w:rsidRDefault="000E62F3" w:rsidP="0027752D">
            <w:pPr>
              <w:pStyle w:val="acctfourfigures"/>
              <w:shd w:val="clear" w:color="auto" w:fill="FFFFFF"/>
              <w:tabs>
                <w:tab w:val="clear" w:pos="765"/>
                <w:tab w:val="decimal" w:pos="600"/>
              </w:tabs>
              <w:spacing w:line="240" w:lineRule="atLeast"/>
              <w:ind w:left="-79" w:right="-79"/>
              <w:rPr>
                <w:b/>
                <w:bCs/>
                <w:szCs w:val="22"/>
              </w:rPr>
            </w:pPr>
          </w:p>
        </w:tc>
        <w:tc>
          <w:tcPr>
            <w:tcW w:w="636" w:type="pct"/>
            <w:tcBorders>
              <w:bottom w:val="double" w:sz="4" w:space="0" w:color="auto"/>
            </w:tcBorders>
          </w:tcPr>
          <w:p w14:paraId="061688E6" w14:textId="77453018" w:rsidR="000E62F3" w:rsidRPr="005D3E43" w:rsidRDefault="000E62F3" w:rsidP="0027752D">
            <w:pPr>
              <w:pStyle w:val="acctfourfigures"/>
              <w:shd w:val="clear" w:color="auto" w:fill="FFFFFF"/>
              <w:tabs>
                <w:tab w:val="clear" w:pos="765"/>
                <w:tab w:val="decimal" w:pos="600"/>
              </w:tabs>
              <w:spacing w:line="240" w:lineRule="atLeast"/>
              <w:ind w:left="-79" w:right="66"/>
              <w:rPr>
                <w:b/>
                <w:bCs/>
                <w:szCs w:val="22"/>
              </w:rPr>
            </w:pPr>
            <w:r>
              <w:rPr>
                <w:b/>
                <w:bCs/>
                <w:szCs w:val="22"/>
              </w:rPr>
              <w:t>0.018</w:t>
            </w:r>
          </w:p>
        </w:tc>
        <w:tc>
          <w:tcPr>
            <w:tcW w:w="98" w:type="pct"/>
          </w:tcPr>
          <w:p w14:paraId="298E9F65" w14:textId="77777777" w:rsidR="000E62F3" w:rsidRPr="005D3E43" w:rsidRDefault="000E62F3" w:rsidP="0027752D">
            <w:pPr>
              <w:pStyle w:val="acctfourfigures"/>
              <w:shd w:val="clear" w:color="auto" w:fill="FFFFFF"/>
              <w:tabs>
                <w:tab w:val="clear" w:pos="765"/>
                <w:tab w:val="decimal" w:pos="607"/>
              </w:tabs>
              <w:spacing w:line="240" w:lineRule="atLeast"/>
              <w:ind w:left="-79" w:right="-79"/>
              <w:rPr>
                <w:b/>
                <w:bCs/>
                <w:szCs w:val="22"/>
              </w:rPr>
            </w:pPr>
          </w:p>
        </w:tc>
        <w:tc>
          <w:tcPr>
            <w:tcW w:w="637" w:type="pct"/>
            <w:tcBorders>
              <w:bottom w:val="double" w:sz="4" w:space="0" w:color="auto"/>
            </w:tcBorders>
          </w:tcPr>
          <w:p w14:paraId="5F85B63D" w14:textId="52DA6F22" w:rsidR="000E62F3" w:rsidRPr="005D3E43" w:rsidRDefault="000E62F3" w:rsidP="0027752D">
            <w:pPr>
              <w:pStyle w:val="acctfourfigures"/>
              <w:shd w:val="clear" w:color="auto" w:fill="FFFFFF"/>
              <w:tabs>
                <w:tab w:val="clear" w:pos="765"/>
                <w:tab w:val="decimal" w:pos="605"/>
              </w:tabs>
              <w:spacing w:line="240" w:lineRule="atLeast"/>
              <w:ind w:left="-79" w:right="63"/>
              <w:rPr>
                <w:b/>
                <w:bCs/>
                <w:szCs w:val="22"/>
              </w:rPr>
            </w:pPr>
            <w:r>
              <w:rPr>
                <w:b/>
                <w:bCs/>
                <w:szCs w:val="22"/>
              </w:rPr>
              <w:t>0.00</w:t>
            </w:r>
            <w:r w:rsidR="00777F05">
              <w:rPr>
                <w:b/>
                <w:bCs/>
                <w:szCs w:val="22"/>
              </w:rPr>
              <w:t>9</w:t>
            </w:r>
          </w:p>
        </w:tc>
        <w:tc>
          <w:tcPr>
            <w:tcW w:w="100" w:type="pct"/>
          </w:tcPr>
          <w:p w14:paraId="27AD261E" w14:textId="77777777" w:rsidR="000E62F3" w:rsidRPr="005D3E43" w:rsidRDefault="000E62F3" w:rsidP="0027752D">
            <w:pPr>
              <w:pStyle w:val="acctfourfigures"/>
              <w:shd w:val="clear" w:color="auto" w:fill="FFFFFF"/>
              <w:tabs>
                <w:tab w:val="clear" w:pos="765"/>
                <w:tab w:val="decimal" w:pos="960"/>
              </w:tabs>
              <w:spacing w:line="240" w:lineRule="atLeast"/>
              <w:ind w:left="-79" w:right="-79"/>
              <w:rPr>
                <w:b/>
                <w:bCs/>
                <w:szCs w:val="22"/>
              </w:rPr>
            </w:pPr>
          </w:p>
        </w:tc>
        <w:tc>
          <w:tcPr>
            <w:tcW w:w="640" w:type="pct"/>
            <w:tcBorders>
              <w:bottom w:val="double" w:sz="4" w:space="0" w:color="auto"/>
            </w:tcBorders>
          </w:tcPr>
          <w:p w14:paraId="389C0C37" w14:textId="1D4ED93A" w:rsidR="000E62F3" w:rsidRPr="005D3E43" w:rsidRDefault="000E62F3" w:rsidP="0027752D">
            <w:pPr>
              <w:pStyle w:val="acctfourfigures"/>
              <w:shd w:val="clear" w:color="auto" w:fill="FFFFFF"/>
              <w:tabs>
                <w:tab w:val="clear" w:pos="765"/>
                <w:tab w:val="decimal" w:pos="605"/>
              </w:tabs>
              <w:spacing w:line="240" w:lineRule="atLeast"/>
              <w:ind w:left="-79" w:right="63"/>
              <w:rPr>
                <w:b/>
                <w:bCs/>
                <w:szCs w:val="22"/>
              </w:rPr>
            </w:pPr>
            <w:r>
              <w:rPr>
                <w:b/>
                <w:bCs/>
                <w:szCs w:val="22"/>
              </w:rPr>
              <w:t>0.011</w:t>
            </w:r>
          </w:p>
        </w:tc>
      </w:tr>
    </w:tbl>
    <w:p w14:paraId="1EDDDB5B" w14:textId="4A813D83" w:rsidR="004D1175" w:rsidRDefault="004D1175"/>
    <w:tbl>
      <w:tblPr>
        <w:tblW w:w="4786" w:type="pct"/>
        <w:tblInd w:w="504" w:type="dxa"/>
        <w:tblLayout w:type="fixed"/>
        <w:tblCellMar>
          <w:left w:w="79" w:type="dxa"/>
          <w:right w:w="79" w:type="dxa"/>
        </w:tblCellMar>
        <w:tblLook w:val="0000" w:firstRow="0" w:lastRow="0" w:firstColumn="0" w:lastColumn="0" w:noHBand="0" w:noVBand="0"/>
      </w:tblPr>
      <w:tblGrid>
        <w:gridCol w:w="3780"/>
        <w:gridCol w:w="182"/>
        <w:gridCol w:w="1169"/>
        <w:gridCol w:w="180"/>
        <w:gridCol w:w="1169"/>
        <w:gridCol w:w="180"/>
        <w:gridCol w:w="1171"/>
        <w:gridCol w:w="184"/>
        <w:gridCol w:w="1177"/>
      </w:tblGrid>
      <w:tr w:rsidR="000B33DC" w:rsidRPr="005D3E43" w14:paraId="418580D5" w14:textId="77777777" w:rsidTr="00B731D2">
        <w:trPr>
          <w:cantSplit/>
          <w:trHeight w:val="103"/>
          <w:tblHeader/>
        </w:trPr>
        <w:tc>
          <w:tcPr>
            <w:tcW w:w="2056" w:type="pct"/>
          </w:tcPr>
          <w:p w14:paraId="54294AD9" w14:textId="7B3AEE88" w:rsidR="00EB0ECA" w:rsidRPr="005D3E43" w:rsidRDefault="00EB0ECA" w:rsidP="00D64A21">
            <w:pPr>
              <w:pStyle w:val="acctfourfigures"/>
              <w:shd w:val="clear" w:color="auto" w:fill="FFFFFF"/>
              <w:tabs>
                <w:tab w:val="clear" w:pos="765"/>
                <w:tab w:val="decimal" w:pos="375"/>
              </w:tabs>
              <w:spacing w:line="240" w:lineRule="atLeast"/>
              <w:rPr>
                <w:b/>
                <w:bCs/>
                <w:i/>
                <w:iCs/>
                <w:szCs w:val="22"/>
              </w:rPr>
            </w:pPr>
          </w:p>
          <w:p w14:paraId="47BC0A7B" w14:textId="2BAC0085" w:rsidR="000B33DC" w:rsidRPr="005D3E43" w:rsidRDefault="000B33DC" w:rsidP="00D64A21">
            <w:pPr>
              <w:pStyle w:val="acctfourfigures"/>
              <w:shd w:val="clear" w:color="auto" w:fill="FFFFFF"/>
              <w:tabs>
                <w:tab w:val="clear" w:pos="765"/>
                <w:tab w:val="decimal" w:pos="375"/>
              </w:tabs>
              <w:spacing w:line="240" w:lineRule="atLeast"/>
              <w:rPr>
                <w:b/>
                <w:bCs/>
                <w:i/>
                <w:iCs/>
                <w:szCs w:val="22"/>
              </w:rPr>
            </w:pPr>
            <w:r w:rsidRPr="005D3E43">
              <w:rPr>
                <w:b/>
                <w:bCs/>
                <w:i/>
                <w:iCs/>
                <w:szCs w:val="22"/>
              </w:rPr>
              <w:t xml:space="preserve">For the </w:t>
            </w:r>
            <w:r w:rsidR="000F416B">
              <w:rPr>
                <w:b/>
                <w:bCs/>
                <w:i/>
                <w:iCs/>
                <w:szCs w:val="22"/>
              </w:rPr>
              <w:t>nine</w:t>
            </w:r>
            <w:r w:rsidR="006D2784">
              <w:rPr>
                <w:b/>
                <w:bCs/>
                <w:i/>
                <w:iCs/>
                <w:szCs w:val="22"/>
              </w:rPr>
              <w:t xml:space="preserve"> </w:t>
            </w:r>
            <w:r w:rsidRPr="005D3E43">
              <w:rPr>
                <w:b/>
                <w:bCs/>
                <w:i/>
                <w:iCs/>
                <w:szCs w:val="22"/>
              </w:rPr>
              <w:t>-</w:t>
            </w:r>
            <w:r w:rsidR="006D2784">
              <w:rPr>
                <w:b/>
                <w:bCs/>
                <w:i/>
                <w:iCs/>
                <w:szCs w:val="22"/>
              </w:rPr>
              <w:t xml:space="preserve"> </w:t>
            </w:r>
            <w:r w:rsidRPr="005D3E43">
              <w:rPr>
                <w:b/>
                <w:bCs/>
                <w:i/>
                <w:iCs/>
                <w:szCs w:val="22"/>
              </w:rPr>
              <w:t xml:space="preserve">month period ended </w:t>
            </w:r>
          </w:p>
        </w:tc>
        <w:tc>
          <w:tcPr>
            <w:tcW w:w="99" w:type="pct"/>
          </w:tcPr>
          <w:p w14:paraId="13EAEDF9" w14:textId="77777777" w:rsidR="000B33DC" w:rsidRPr="005D3E43" w:rsidRDefault="000B33DC" w:rsidP="00D64A21">
            <w:pPr>
              <w:pStyle w:val="acctfourfigures"/>
              <w:shd w:val="clear" w:color="auto" w:fill="FFFFFF"/>
              <w:tabs>
                <w:tab w:val="clear" w:pos="765"/>
              </w:tabs>
              <w:spacing w:line="240" w:lineRule="atLeast"/>
              <w:jc w:val="center"/>
              <w:rPr>
                <w:szCs w:val="22"/>
                <w:rtl/>
                <w:cs/>
              </w:rPr>
            </w:pPr>
          </w:p>
        </w:tc>
        <w:tc>
          <w:tcPr>
            <w:tcW w:w="1370" w:type="pct"/>
            <w:gridSpan w:val="3"/>
          </w:tcPr>
          <w:p w14:paraId="36B82267" w14:textId="77777777" w:rsidR="000B33DC" w:rsidRPr="005D3E43" w:rsidRDefault="000B33DC" w:rsidP="00D64A21">
            <w:pPr>
              <w:pStyle w:val="acctmergecolhdg"/>
              <w:spacing w:line="240" w:lineRule="atLeast"/>
              <w:ind w:left="-76" w:right="-78"/>
              <w:rPr>
                <w:szCs w:val="22"/>
              </w:rPr>
            </w:pPr>
            <w:r w:rsidRPr="005D3E43">
              <w:rPr>
                <w:szCs w:val="22"/>
              </w:rPr>
              <w:t>Consolidated financial</w:t>
            </w:r>
          </w:p>
          <w:p w14:paraId="510CA50E" w14:textId="77777777" w:rsidR="000B33DC" w:rsidRPr="005D3E43" w:rsidRDefault="000B33DC" w:rsidP="00D64A21">
            <w:pPr>
              <w:pStyle w:val="acctmergecolhdg"/>
              <w:spacing w:line="240" w:lineRule="atLeast"/>
              <w:ind w:left="-76" w:right="-78"/>
              <w:rPr>
                <w:szCs w:val="22"/>
              </w:rPr>
            </w:pPr>
            <w:r w:rsidRPr="005D3E43">
              <w:rPr>
                <w:szCs w:val="22"/>
              </w:rPr>
              <w:t>statements</w:t>
            </w:r>
          </w:p>
        </w:tc>
        <w:tc>
          <w:tcPr>
            <w:tcW w:w="98" w:type="pct"/>
          </w:tcPr>
          <w:p w14:paraId="6D24E98B" w14:textId="77777777" w:rsidR="000B33DC" w:rsidRPr="005D3E43" w:rsidRDefault="000B33DC" w:rsidP="00D64A21">
            <w:pPr>
              <w:pStyle w:val="acctmergecolhdg"/>
              <w:spacing w:line="240" w:lineRule="atLeast"/>
              <w:rPr>
                <w:szCs w:val="22"/>
              </w:rPr>
            </w:pPr>
          </w:p>
        </w:tc>
        <w:tc>
          <w:tcPr>
            <w:tcW w:w="1377" w:type="pct"/>
            <w:gridSpan w:val="3"/>
          </w:tcPr>
          <w:p w14:paraId="3C206312" w14:textId="77777777" w:rsidR="000B33DC" w:rsidRPr="005D3E43" w:rsidRDefault="000B33DC" w:rsidP="00D64A21">
            <w:pPr>
              <w:pStyle w:val="acctfourfigures"/>
              <w:shd w:val="clear" w:color="auto" w:fill="FFFFFF"/>
              <w:tabs>
                <w:tab w:val="clear" w:pos="765"/>
              </w:tabs>
              <w:spacing w:line="240" w:lineRule="atLeast"/>
              <w:jc w:val="center"/>
              <w:rPr>
                <w:b/>
                <w:bCs/>
                <w:szCs w:val="22"/>
              </w:rPr>
            </w:pPr>
            <w:r w:rsidRPr="005D3E43">
              <w:rPr>
                <w:b/>
                <w:bCs/>
                <w:szCs w:val="22"/>
              </w:rPr>
              <w:t>Separate financial statements</w:t>
            </w:r>
          </w:p>
        </w:tc>
      </w:tr>
      <w:tr w:rsidR="00EB0ECA" w:rsidRPr="005D3E43" w14:paraId="1BE16E6A" w14:textId="77777777" w:rsidTr="00B731D2">
        <w:trPr>
          <w:cantSplit/>
          <w:trHeight w:val="103"/>
          <w:tblHeader/>
        </w:trPr>
        <w:tc>
          <w:tcPr>
            <w:tcW w:w="2056" w:type="pct"/>
          </w:tcPr>
          <w:p w14:paraId="39AC364F" w14:textId="4A17521F" w:rsidR="00EB0ECA" w:rsidRPr="005D3E43" w:rsidRDefault="00EB0ECA" w:rsidP="00EB0ECA">
            <w:pPr>
              <w:pStyle w:val="acctfourfigures"/>
              <w:shd w:val="clear" w:color="auto" w:fill="FFFFFF"/>
              <w:tabs>
                <w:tab w:val="clear" w:pos="765"/>
                <w:tab w:val="decimal" w:pos="320"/>
              </w:tabs>
              <w:spacing w:line="240" w:lineRule="atLeast"/>
              <w:rPr>
                <w:szCs w:val="22"/>
              </w:rPr>
            </w:pPr>
            <w:r w:rsidRPr="005D3E43">
              <w:rPr>
                <w:b/>
                <w:bCs/>
                <w:i/>
                <w:iCs/>
                <w:szCs w:val="22"/>
              </w:rPr>
              <w:t xml:space="preserve">30 </w:t>
            </w:r>
            <w:r w:rsidR="000F416B">
              <w:rPr>
                <w:b/>
                <w:bCs/>
                <w:i/>
                <w:iCs/>
                <w:szCs w:val="22"/>
              </w:rPr>
              <w:t>September</w:t>
            </w:r>
          </w:p>
        </w:tc>
        <w:tc>
          <w:tcPr>
            <w:tcW w:w="99" w:type="pct"/>
          </w:tcPr>
          <w:p w14:paraId="1EAC40C1" w14:textId="77777777" w:rsidR="00EB0ECA" w:rsidRPr="005D3E43" w:rsidRDefault="00EB0ECA" w:rsidP="00EB0ECA">
            <w:pPr>
              <w:pStyle w:val="acctfourfigures"/>
              <w:shd w:val="clear" w:color="auto" w:fill="FFFFFF"/>
              <w:spacing w:line="240" w:lineRule="atLeast"/>
              <w:jc w:val="center"/>
              <w:rPr>
                <w:szCs w:val="22"/>
              </w:rPr>
            </w:pPr>
          </w:p>
        </w:tc>
        <w:tc>
          <w:tcPr>
            <w:tcW w:w="636" w:type="pct"/>
          </w:tcPr>
          <w:p w14:paraId="513CED9A" w14:textId="77777777" w:rsidR="00EB0ECA" w:rsidRPr="005D3E43" w:rsidRDefault="00EB0ECA" w:rsidP="00EB0ECA">
            <w:pPr>
              <w:pStyle w:val="acctfourfigures"/>
              <w:shd w:val="clear" w:color="auto" w:fill="FFFFFF"/>
              <w:tabs>
                <w:tab w:val="clear" w:pos="765"/>
                <w:tab w:val="decimal" w:pos="554"/>
              </w:tabs>
              <w:spacing w:line="240" w:lineRule="atLeast"/>
              <w:jc w:val="center"/>
              <w:rPr>
                <w:szCs w:val="22"/>
              </w:rPr>
            </w:pPr>
            <w:r w:rsidRPr="005D3E43">
              <w:rPr>
                <w:szCs w:val="22"/>
              </w:rPr>
              <w:t>2020</w:t>
            </w:r>
          </w:p>
        </w:tc>
        <w:tc>
          <w:tcPr>
            <w:tcW w:w="98" w:type="pct"/>
          </w:tcPr>
          <w:p w14:paraId="2973FD58" w14:textId="77777777" w:rsidR="00EB0ECA" w:rsidRPr="005D3E43" w:rsidRDefault="00EB0ECA" w:rsidP="00EB0ECA">
            <w:pPr>
              <w:pStyle w:val="acctfourfigures"/>
              <w:shd w:val="clear" w:color="auto" w:fill="FFFFFF"/>
              <w:tabs>
                <w:tab w:val="clear" w:pos="765"/>
              </w:tabs>
              <w:spacing w:line="240" w:lineRule="atLeast"/>
              <w:jc w:val="center"/>
              <w:rPr>
                <w:bCs/>
                <w:szCs w:val="22"/>
              </w:rPr>
            </w:pPr>
          </w:p>
        </w:tc>
        <w:tc>
          <w:tcPr>
            <w:tcW w:w="636" w:type="pct"/>
          </w:tcPr>
          <w:p w14:paraId="61CAEEFC" w14:textId="77777777" w:rsidR="00EB0ECA" w:rsidRPr="005D3E43" w:rsidRDefault="00EB0ECA" w:rsidP="00EB0ECA">
            <w:pPr>
              <w:pStyle w:val="acctfourfigures"/>
              <w:shd w:val="clear" w:color="auto" w:fill="FFFFFF"/>
              <w:tabs>
                <w:tab w:val="clear" w:pos="765"/>
              </w:tabs>
              <w:spacing w:line="240" w:lineRule="atLeast"/>
              <w:jc w:val="center"/>
              <w:rPr>
                <w:szCs w:val="22"/>
              </w:rPr>
            </w:pPr>
            <w:r w:rsidRPr="005D3E43">
              <w:rPr>
                <w:bCs/>
                <w:szCs w:val="22"/>
              </w:rPr>
              <w:t>2019</w:t>
            </w:r>
          </w:p>
        </w:tc>
        <w:tc>
          <w:tcPr>
            <w:tcW w:w="98" w:type="pct"/>
          </w:tcPr>
          <w:p w14:paraId="413F2778" w14:textId="77777777" w:rsidR="00EB0ECA" w:rsidRPr="005D3E43" w:rsidRDefault="00EB0ECA" w:rsidP="00EB0ECA">
            <w:pPr>
              <w:pStyle w:val="acctfourfigures"/>
              <w:shd w:val="clear" w:color="auto" w:fill="FFFFFF"/>
              <w:spacing w:line="240" w:lineRule="atLeast"/>
              <w:jc w:val="center"/>
              <w:rPr>
                <w:szCs w:val="22"/>
              </w:rPr>
            </w:pPr>
          </w:p>
        </w:tc>
        <w:tc>
          <w:tcPr>
            <w:tcW w:w="637" w:type="pct"/>
          </w:tcPr>
          <w:p w14:paraId="2ED9EBFB" w14:textId="77777777" w:rsidR="00EB0ECA" w:rsidRPr="005D3E43" w:rsidRDefault="00EB0ECA" w:rsidP="00EB0ECA">
            <w:pPr>
              <w:pStyle w:val="acctfourfigures"/>
              <w:shd w:val="clear" w:color="auto" w:fill="FFFFFF"/>
              <w:tabs>
                <w:tab w:val="clear" w:pos="765"/>
              </w:tabs>
              <w:spacing w:line="240" w:lineRule="atLeast"/>
              <w:jc w:val="center"/>
              <w:rPr>
                <w:szCs w:val="22"/>
                <w:rtl/>
                <w:cs/>
              </w:rPr>
            </w:pPr>
            <w:r w:rsidRPr="005D3E43">
              <w:rPr>
                <w:bCs/>
                <w:szCs w:val="22"/>
              </w:rPr>
              <w:t>2020</w:t>
            </w:r>
          </w:p>
        </w:tc>
        <w:tc>
          <w:tcPr>
            <w:tcW w:w="100" w:type="pct"/>
          </w:tcPr>
          <w:p w14:paraId="793EB74D" w14:textId="77777777" w:rsidR="00EB0ECA" w:rsidRPr="005D3E43" w:rsidRDefault="00EB0ECA" w:rsidP="00EB0ECA">
            <w:pPr>
              <w:pStyle w:val="acctfourfigures"/>
              <w:shd w:val="clear" w:color="auto" w:fill="FFFFFF"/>
              <w:spacing w:line="240" w:lineRule="atLeast"/>
              <w:jc w:val="center"/>
              <w:rPr>
                <w:szCs w:val="22"/>
              </w:rPr>
            </w:pPr>
          </w:p>
        </w:tc>
        <w:tc>
          <w:tcPr>
            <w:tcW w:w="640" w:type="pct"/>
          </w:tcPr>
          <w:p w14:paraId="760AEADF" w14:textId="77777777" w:rsidR="00EB0ECA" w:rsidRPr="005D3E43" w:rsidRDefault="00EB0ECA" w:rsidP="00EB0ECA">
            <w:pPr>
              <w:pStyle w:val="acctfourfigures"/>
              <w:shd w:val="clear" w:color="auto" w:fill="FFFFFF"/>
              <w:tabs>
                <w:tab w:val="clear" w:pos="765"/>
              </w:tabs>
              <w:spacing w:line="240" w:lineRule="atLeast"/>
              <w:jc w:val="center"/>
              <w:rPr>
                <w:szCs w:val="22"/>
              </w:rPr>
            </w:pPr>
            <w:r w:rsidRPr="005D3E43">
              <w:rPr>
                <w:bCs/>
                <w:szCs w:val="22"/>
              </w:rPr>
              <w:t>2019</w:t>
            </w:r>
          </w:p>
        </w:tc>
      </w:tr>
      <w:tr w:rsidR="00EB0ECA" w:rsidRPr="005D3E43" w14:paraId="6E095FB4" w14:textId="77777777" w:rsidTr="00B731D2">
        <w:trPr>
          <w:cantSplit/>
          <w:trHeight w:val="103"/>
          <w:tblHeader/>
        </w:trPr>
        <w:tc>
          <w:tcPr>
            <w:tcW w:w="2056" w:type="pct"/>
          </w:tcPr>
          <w:p w14:paraId="3255A6A9" w14:textId="77777777" w:rsidR="00EB0ECA" w:rsidRPr="005D3E43" w:rsidRDefault="00EB0ECA" w:rsidP="00EB0ECA">
            <w:pPr>
              <w:pStyle w:val="acctfourfigures"/>
              <w:shd w:val="clear" w:color="auto" w:fill="FFFFFF"/>
              <w:spacing w:line="240" w:lineRule="atLeast"/>
              <w:rPr>
                <w:szCs w:val="22"/>
              </w:rPr>
            </w:pPr>
          </w:p>
        </w:tc>
        <w:tc>
          <w:tcPr>
            <w:tcW w:w="99" w:type="pct"/>
          </w:tcPr>
          <w:p w14:paraId="1AE7662E" w14:textId="77777777" w:rsidR="00EB0ECA" w:rsidRPr="005D3E43" w:rsidRDefault="00EB0ECA" w:rsidP="00EB0ECA">
            <w:pPr>
              <w:pStyle w:val="acctfourfigures"/>
              <w:shd w:val="clear" w:color="auto" w:fill="FFFFFF"/>
              <w:tabs>
                <w:tab w:val="clear" w:pos="765"/>
              </w:tabs>
              <w:spacing w:line="240" w:lineRule="atLeast"/>
              <w:jc w:val="center"/>
              <w:rPr>
                <w:szCs w:val="22"/>
                <w:rtl/>
                <w:cs/>
              </w:rPr>
            </w:pPr>
          </w:p>
        </w:tc>
        <w:tc>
          <w:tcPr>
            <w:tcW w:w="2845" w:type="pct"/>
            <w:gridSpan w:val="7"/>
          </w:tcPr>
          <w:p w14:paraId="3A47C2CF" w14:textId="77777777" w:rsidR="00EB0ECA" w:rsidRPr="005D3E43" w:rsidRDefault="00EB0ECA" w:rsidP="00EB0ECA">
            <w:pPr>
              <w:pStyle w:val="acctfourfigures"/>
              <w:shd w:val="clear" w:color="auto" w:fill="FFFFFF"/>
              <w:tabs>
                <w:tab w:val="clear" w:pos="765"/>
              </w:tabs>
              <w:spacing w:line="240" w:lineRule="atLeast"/>
              <w:jc w:val="center"/>
              <w:rPr>
                <w:bCs/>
                <w:i/>
                <w:iCs/>
                <w:szCs w:val="22"/>
              </w:rPr>
            </w:pPr>
            <w:r w:rsidRPr="005D3E43">
              <w:rPr>
                <w:bCs/>
                <w:i/>
                <w:iCs/>
                <w:szCs w:val="22"/>
              </w:rPr>
              <w:t>(in thousand Baht / thousand shares)</w:t>
            </w:r>
          </w:p>
        </w:tc>
      </w:tr>
      <w:tr w:rsidR="00EB0ECA" w:rsidRPr="005D3E43" w14:paraId="43C4091D" w14:textId="77777777" w:rsidTr="00B731D2">
        <w:trPr>
          <w:cantSplit/>
          <w:trHeight w:val="520"/>
        </w:trPr>
        <w:tc>
          <w:tcPr>
            <w:tcW w:w="2056" w:type="pct"/>
          </w:tcPr>
          <w:p w14:paraId="78A97ACB" w14:textId="7E35460C" w:rsidR="00EB0ECA" w:rsidRPr="005D3E43" w:rsidRDefault="00EB0ECA" w:rsidP="00EB0ECA">
            <w:pPr>
              <w:tabs>
                <w:tab w:val="left" w:pos="720"/>
              </w:tabs>
              <w:ind w:right="-108"/>
              <w:rPr>
                <w:b/>
                <w:bCs/>
                <w:szCs w:val="22"/>
              </w:rPr>
            </w:pPr>
            <w:r w:rsidRPr="005D3E43">
              <w:rPr>
                <w:b/>
                <w:bCs/>
                <w:szCs w:val="22"/>
              </w:rPr>
              <w:t xml:space="preserve">Profit attributable to ordinary    </w:t>
            </w:r>
          </w:p>
          <w:p w14:paraId="18D8A812" w14:textId="77777777" w:rsidR="00EB0ECA" w:rsidRPr="005D3E43" w:rsidRDefault="00EB0ECA" w:rsidP="00EB0ECA">
            <w:pPr>
              <w:tabs>
                <w:tab w:val="left" w:pos="720"/>
              </w:tabs>
              <w:ind w:right="-108"/>
              <w:rPr>
                <w:b/>
                <w:bCs/>
                <w:szCs w:val="22"/>
              </w:rPr>
            </w:pPr>
            <w:r w:rsidRPr="005D3E43">
              <w:rPr>
                <w:b/>
                <w:bCs/>
                <w:szCs w:val="22"/>
              </w:rPr>
              <w:t xml:space="preserve">   shareholders of the Company (basic)</w:t>
            </w:r>
          </w:p>
        </w:tc>
        <w:tc>
          <w:tcPr>
            <w:tcW w:w="99" w:type="pct"/>
          </w:tcPr>
          <w:p w14:paraId="4AB48AC9" w14:textId="77777777" w:rsidR="00EB0ECA" w:rsidRPr="005D3E43" w:rsidRDefault="00EB0ECA" w:rsidP="00EB0ECA">
            <w:pPr>
              <w:pStyle w:val="acctfourfigures"/>
              <w:shd w:val="clear" w:color="auto" w:fill="FFFFFF"/>
              <w:tabs>
                <w:tab w:val="clear" w:pos="765"/>
                <w:tab w:val="decimal" w:pos="1001"/>
              </w:tabs>
              <w:spacing w:line="240" w:lineRule="atLeast"/>
              <w:ind w:right="11"/>
              <w:rPr>
                <w:b/>
                <w:bCs/>
                <w:szCs w:val="22"/>
              </w:rPr>
            </w:pPr>
          </w:p>
        </w:tc>
        <w:tc>
          <w:tcPr>
            <w:tcW w:w="636" w:type="pct"/>
            <w:tcBorders>
              <w:bottom w:val="double" w:sz="4" w:space="0" w:color="auto"/>
            </w:tcBorders>
            <w:vAlign w:val="bottom"/>
          </w:tcPr>
          <w:p w14:paraId="0B3D2F78" w14:textId="78F579E1" w:rsidR="00EB0ECA" w:rsidRPr="005D3E43" w:rsidRDefault="00040F5E" w:rsidP="00EB0ECA">
            <w:pPr>
              <w:pStyle w:val="acctfourfigures"/>
              <w:shd w:val="clear" w:color="auto" w:fill="FFFFFF"/>
              <w:tabs>
                <w:tab w:val="clear" w:pos="765"/>
                <w:tab w:val="decimal" w:pos="960"/>
              </w:tabs>
              <w:spacing w:line="240" w:lineRule="atLeast"/>
              <w:ind w:left="-79" w:right="-79"/>
              <w:rPr>
                <w:b/>
                <w:bCs/>
                <w:szCs w:val="22"/>
              </w:rPr>
            </w:pPr>
            <w:r>
              <w:rPr>
                <w:b/>
                <w:bCs/>
                <w:szCs w:val="22"/>
              </w:rPr>
              <w:t>65</w:t>
            </w:r>
            <w:r w:rsidR="00576C9C">
              <w:rPr>
                <w:b/>
                <w:bCs/>
                <w:szCs w:val="22"/>
              </w:rPr>
              <w:t>8</w:t>
            </w:r>
            <w:r>
              <w:rPr>
                <w:b/>
                <w:bCs/>
                <w:szCs w:val="22"/>
              </w:rPr>
              <w:t>,</w:t>
            </w:r>
            <w:r w:rsidR="00576C9C">
              <w:rPr>
                <w:b/>
                <w:bCs/>
                <w:szCs w:val="22"/>
              </w:rPr>
              <w:t>887</w:t>
            </w:r>
          </w:p>
        </w:tc>
        <w:tc>
          <w:tcPr>
            <w:tcW w:w="98" w:type="pct"/>
          </w:tcPr>
          <w:p w14:paraId="4552B807" w14:textId="77777777" w:rsidR="00EB0ECA" w:rsidRPr="005D3E43" w:rsidRDefault="00EB0ECA" w:rsidP="00EB0ECA">
            <w:pPr>
              <w:pStyle w:val="acctfourfigures"/>
              <w:shd w:val="clear" w:color="auto" w:fill="FFFFFF"/>
              <w:tabs>
                <w:tab w:val="clear" w:pos="765"/>
                <w:tab w:val="decimal" w:pos="960"/>
              </w:tabs>
              <w:spacing w:line="240" w:lineRule="atLeast"/>
              <w:ind w:left="-79" w:right="-79"/>
              <w:rPr>
                <w:b/>
                <w:bCs/>
                <w:szCs w:val="22"/>
              </w:rPr>
            </w:pPr>
          </w:p>
        </w:tc>
        <w:tc>
          <w:tcPr>
            <w:tcW w:w="636" w:type="pct"/>
            <w:tcBorders>
              <w:bottom w:val="double" w:sz="4" w:space="0" w:color="auto"/>
            </w:tcBorders>
            <w:vAlign w:val="bottom"/>
          </w:tcPr>
          <w:p w14:paraId="49A8C9A8" w14:textId="57815923" w:rsidR="00EB0ECA" w:rsidRPr="005D3E43" w:rsidRDefault="00040F5E" w:rsidP="00040F5E">
            <w:pPr>
              <w:pStyle w:val="acctfourfigures"/>
              <w:shd w:val="clear" w:color="auto" w:fill="FFFFFF"/>
              <w:tabs>
                <w:tab w:val="clear" w:pos="765"/>
                <w:tab w:val="decimal" w:pos="960"/>
              </w:tabs>
              <w:spacing w:line="240" w:lineRule="atLeast"/>
              <w:ind w:left="-79" w:right="-79"/>
              <w:rPr>
                <w:b/>
                <w:bCs/>
                <w:szCs w:val="22"/>
              </w:rPr>
            </w:pPr>
            <w:r>
              <w:rPr>
                <w:b/>
                <w:bCs/>
                <w:szCs w:val="22"/>
              </w:rPr>
              <w:t>366,835</w:t>
            </w:r>
          </w:p>
        </w:tc>
        <w:tc>
          <w:tcPr>
            <w:tcW w:w="98" w:type="pct"/>
            <w:vAlign w:val="bottom"/>
          </w:tcPr>
          <w:p w14:paraId="6B4D1AC7" w14:textId="77777777" w:rsidR="00EB0ECA" w:rsidRPr="005D3E43" w:rsidRDefault="00EB0ECA" w:rsidP="00040F5E">
            <w:pPr>
              <w:pStyle w:val="acctfourfigures"/>
              <w:shd w:val="clear" w:color="auto" w:fill="FFFFFF"/>
              <w:tabs>
                <w:tab w:val="clear" w:pos="765"/>
                <w:tab w:val="decimal" w:pos="960"/>
              </w:tabs>
              <w:spacing w:line="240" w:lineRule="atLeast"/>
              <w:ind w:left="-79" w:right="-79"/>
              <w:rPr>
                <w:b/>
                <w:bCs/>
                <w:szCs w:val="22"/>
              </w:rPr>
            </w:pPr>
          </w:p>
        </w:tc>
        <w:tc>
          <w:tcPr>
            <w:tcW w:w="637" w:type="pct"/>
            <w:tcBorders>
              <w:bottom w:val="double" w:sz="4" w:space="0" w:color="auto"/>
            </w:tcBorders>
            <w:vAlign w:val="bottom"/>
          </w:tcPr>
          <w:p w14:paraId="080941F4" w14:textId="5A03587C" w:rsidR="00EB0ECA" w:rsidRPr="005D3E43" w:rsidRDefault="00040F5E" w:rsidP="00040F5E">
            <w:pPr>
              <w:pStyle w:val="acctfourfigures"/>
              <w:shd w:val="clear" w:color="auto" w:fill="FFFFFF"/>
              <w:tabs>
                <w:tab w:val="clear" w:pos="765"/>
                <w:tab w:val="decimal" w:pos="960"/>
              </w:tabs>
              <w:spacing w:line="240" w:lineRule="atLeast"/>
              <w:ind w:left="-79" w:right="-79"/>
              <w:rPr>
                <w:b/>
                <w:bCs/>
                <w:szCs w:val="22"/>
              </w:rPr>
            </w:pPr>
            <w:r>
              <w:rPr>
                <w:b/>
                <w:bCs/>
                <w:szCs w:val="22"/>
              </w:rPr>
              <w:t>380,115</w:t>
            </w:r>
          </w:p>
        </w:tc>
        <w:tc>
          <w:tcPr>
            <w:tcW w:w="100" w:type="pct"/>
            <w:vAlign w:val="bottom"/>
          </w:tcPr>
          <w:p w14:paraId="6633D247" w14:textId="77777777" w:rsidR="00EB0ECA" w:rsidRPr="005D3E43" w:rsidRDefault="00EB0ECA" w:rsidP="00040F5E">
            <w:pPr>
              <w:pStyle w:val="acctfourfigures"/>
              <w:shd w:val="clear" w:color="auto" w:fill="FFFFFF"/>
              <w:tabs>
                <w:tab w:val="clear" w:pos="765"/>
                <w:tab w:val="decimal" w:pos="960"/>
              </w:tabs>
              <w:spacing w:line="240" w:lineRule="atLeast"/>
              <w:ind w:left="-79" w:right="-79"/>
              <w:rPr>
                <w:b/>
                <w:bCs/>
                <w:szCs w:val="22"/>
              </w:rPr>
            </w:pPr>
          </w:p>
        </w:tc>
        <w:tc>
          <w:tcPr>
            <w:tcW w:w="640" w:type="pct"/>
            <w:tcBorders>
              <w:bottom w:val="double" w:sz="4" w:space="0" w:color="auto"/>
            </w:tcBorders>
            <w:vAlign w:val="bottom"/>
          </w:tcPr>
          <w:p w14:paraId="22AF8D14" w14:textId="41360922" w:rsidR="00EB0ECA" w:rsidRPr="005D3E43" w:rsidRDefault="00040F5E" w:rsidP="00040F5E">
            <w:pPr>
              <w:pStyle w:val="acctfourfigures"/>
              <w:shd w:val="clear" w:color="auto" w:fill="FFFFFF"/>
              <w:tabs>
                <w:tab w:val="clear" w:pos="765"/>
                <w:tab w:val="decimal" w:pos="960"/>
              </w:tabs>
              <w:spacing w:line="240" w:lineRule="atLeast"/>
              <w:ind w:left="-79" w:right="-79"/>
              <w:rPr>
                <w:b/>
                <w:bCs/>
                <w:szCs w:val="22"/>
              </w:rPr>
            </w:pPr>
            <w:r>
              <w:rPr>
                <w:b/>
                <w:bCs/>
                <w:szCs w:val="22"/>
              </w:rPr>
              <w:t>119,532</w:t>
            </w:r>
          </w:p>
        </w:tc>
      </w:tr>
      <w:tr w:rsidR="00EB0ECA" w:rsidRPr="005D3E43" w14:paraId="3A9AE315" w14:textId="77777777" w:rsidTr="00B731D2">
        <w:trPr>
          <w:cantSplit/>
          <w:trHeight w:val="250"/>
        </w:trPr>
        <w:tc>
          <w:tcPr>
            <w:tcW w:w="2056" w:type="pct"/>
          </w:tcPr>
          <w:p w14:paraId="529E7700" w14:textId="77777777" w:rsidR="00EB0ECA" w:rsidRPr="005D3E43" w:rsidRDefault="00EB0ECA" w:rsidP="00EB0ECA">
            <w:pPr>
              <w:tabs>
                <w:tab w:val="left" w:pos="720"/>
              </w:tabs>
              <w:spacing w:line="0" w:lineRule="atLeast"/>
              <w:ind w:right="-108"/>
              <w:rPr>
                <w:b/>
                <w:bCs/>
                <w:sz w:val="16"/>
                <w:szCs w:val="16"/>
              </w:rPr>
            </w:pPr>
          </w:p>
        </w:tc>
        <w:tc>
          <w:tcPr>
            <w:tcW w:w="99" w:type="pct"/>
          </w:tcPr>
          <w:p w14:paraId="24481032" w14:textId="77777777" w:rsidR="00EB0ECA" w:rsidRPr="005D3E43" w:rsidRDefault="00EB0ECA" w:rsidP="00EB0ECA">
            <w:pPr>
              <w:pStyle w:val="acctfourfigures"/>
              <w:shd w:val="clear" w:color="auto" w:fill="FFFFFF"/>
              <w:tabs>
                <w:tab w:val="clear" w:pos="765"/>
                <w:tab w:val="decimal" w:pos="1001"/>
              </w:tabs>
              <w:spacing w:line="0" w:lineRule="atLeast"/>
              <w:ind w:right="11"/>
              <w:rPr>
                <w:b/>
                <w:bCs/>
                <w:sz w:val="16"/>
                <w:szCs w:val="16"/>
              </w:rPr>
            </w:pPr>
          </w:p>
        </w:tc>
        <w:tc>
          <w:tcPr>
            <w:tcW w:w="636" w:type="pct"/>
            <w:tcBorders>
              <w:top w:val="double" w:sz="4" w:space="0" w:color="auto"/>
            </w:tcBorders>
          </w:tcPr>
          <w:p w14:paraId="7BA215CB" w14:textId="77777777" w:rsidR="00EB0ECA" w:rsidRPr="005D3E43" w:rsidRDefault="00EB0ECA" w:rsidP="00EB0ECA">
            <w:pPr>
              <w:pStyle w:val="acctfourfigures"/>
              <w:shd w:val="clear" w:color="auto" w:fill="FFFFFF"/>
              <w:tabs>
                <w:tab w:val="clear" w:pos="765"/>
                <w:tab w:val="decimal" w:pos="960"/>
              </w:tabs>
              <w:spacing w:line="240" w:lineRule="atLeast"/>
              <w:ind w:left="-79" w:right="-79"/>
              <w:rPr>
                <w:b/>
                <w:bCs/>
                <w:szCs w:val="22"/>
              </w:rPr>
            </w:pPr>
          </w:p>
        </w:tc>
        <w:tc>
          <w:tcPr>
            <w:tcW w:w="98" w:type="pct"/>
          </w:tcPr>
          <w:p w14:paraId="142AFF77" w14:textId="77777777" w:rsidR="00EB0ECA" w:rsidRPr="005D3E43" w:rsidRDefault="00EB0ECA" w:rsidP="00EB0ECA">
            <w:pPr>
              <w:pStyle w:val="acctfourfigures"/>
              <w:shd w:val="clear" w:color="auto" w:fill="FFFFFF"/>
              <w:tabs>
                <w:tab w:val="decimal" w:pos="960"/>
              </w:tabs>
              <w:spacing w:line="240" w:lineRule="atLeast"/>
              <w:rPr>
                <w:b/>
                <w:bCs/>
                <w:szCs w:val="22"/>
              </w:rPr>
            </w:pPr>
          </w:p>
        </w:tc>
        <w:tc>
          <w:tcPr>
            <w:tcW w:w="636" w:type="pct"/>
            <w:tcBorders>
              <w:top w:val="double" w:sz="4" w:space="0" w:color="auto"/>
            </w:tcBorders>
          </w:tcPr>
          <w:p w14:paraId="50972F4D" w14:textId="77777777" w:rsidR="00EB0ECA" w:rsidRPr="005D3E43" w:rsidRDefault="00EB0ECA" w:rsidP="00EB0ECA">
            <w:pPr>
              <w:pStyle w:val="acctfourfigures"/>
              <w:shd w:val="clear" w:color="auto" w:fill="FFFFFF"/>
              <w:tabs>
                <w:tab w:val="clear" w:pos="765"/>
                <w:tab w:val="decimal" w:pos="960"/>
              </w:tabs>
              <w:spacing w:line="240" w:lineRule="atLeast"/>
              <w:ind w:left="-79" w:right="-79"/>
              <w:rPr>
                <w:b/>
                <w:bCs/>
                <w:szCs w:val="22"/>
              </w:rPr>
            </w:pPr>
          </w:p>
        </w:tc>
        <w:tc>
          <w:tcPr>
            <w:tcW w:w="98" w:type="pct"/>
          </w:tcPr>
          <w:p w14:paraId="52FE8A38" w14:textId="77777777" w:rsidR="00EB0ECA" w:rsidRPr="005D3E43" w:rsidRDefault="00EB0ECA" w:rsidP="00EB0ECA">
            <w:pPr>
              <w:pStyle w:val="acctfourfigures"/>
              <w:shd w:val="clear" w:color="auto" w:fill="FFFFFF"/>
              <w:tabs>
                <w:tab w:val="decimal" w:pos="960"/>
                <w:tab w:val="decimal" w:pos="1000"/>
              </w:tabs>
              <w:spacing w:line="240" w:lineRule="atLeast"/>
              <w:ind w:left="-79" w:right="-79"/>
              <w:rPr>
                <w:b/>
                <w:bCs/>
                <w:szCs w:val="22"/>
              </w:rPr>
            </w:pPr>
          </w:p>
        </w:tc>
        <w:tc>
          <w:tcPr>
            <w:tcW w:w="637" w:type="pct"/>
          </w:tcPr>
          <w:p w14:paraId="0A0959BE" w14:textId="77777777" w:rsidR="00EB0ECA" w:rsidRPr="005D3E43" w:rsidRDefault="00EB0ECA" w:rsidP="00EB0ECA">
            <w:pPr>
              <w:pStyle w:val="acctfourfigures"/>
              <w:shd w:val="clear" w:color="auto" w:fill="FFFFFF"/>
              <w:tabs>
                <w:tab w:val="clear" w:pos="765"/>
                <w:tab w:val="decimal" w:pos="960"/>
                <w:tab w:val="decimal" w:pos="1000"/>
              </w:tabs>
              <w:spacing w:line="240" w:lineRule="atLeast"/>
              <w:ind w:left="-79" w:right="-79"/>
              <w:rPr>
                <w:b/>
                <w:bCs/>
                <w:szCs w:val="22"/>
              </w:rPr>
            </w:pPr>
          </w:p>
        </w:tc>
        <w:tc>
          <w:tcPr>
            <w:tcW w:w="100" w:type="pct"/>
          </w:tcPr>
          <w:p w14:paraId="23C487DF" w14:textId="77777777" w:rsidR="00EB0ECA" w:rsidRPr="005D3E43" w:rsidRDefault="00EB0ECA" w:rsidP="00EB0ECA">
            <w:pPr>
              <w:pStyle w:val="acctfourfigures"/>
              <w:shd w:val="clear" w:color="auto" w:fill="FFFFFF"/>
              <w:tabs>
                <w:tab w:val="decimal" w:pos="960"/>
                <w:tab w:val="decimal" w:pos="1000"/>
              </w:tabs>
              <w:spacing w:line="240" w:lineRule="atLeast"/>
              <w:ind w:left="-79" w:right="-79"/>
              <w:rPr>
                <w:b/>
                <w:bCs/>
                <w:szCs w:val="22"/>
              </w:rPr>
            </w:pPr>
          </w:p>
        </w:tc>
        <w:tc>
          <w:tcPr>
            <w:tcW w:w="640" w:type="pct"/>
          </w:tcPr>
          <w:p w14:paraId="459D322E" w14:textId="77777777" w:rsidR="00EB0ECA" w:rsidRPr="005D3E43" w:rsidRDefault="00EB0ECA" w:rsidP="00EB0ECA">
            <w:pPr>
              <w:pStyle w:val="acctfourfigures"/>
              <w:shd w:val="clear" w:color="auto" w:fill="FFFFFF"/>
              <w:tabs>
                <w:tab w:val="clear" w:pos="765"/>
                <w:tab w:val="decimal" w:pos="960"/>
                <w:tab w:val="decimal" w:pos="1000"/>
              </w:tabs>
              <w:spacing w:line="240" w:lineRule="atLeast"/>
              <w:ind w:left="-79" w:right="-79"/>
              <w:rPr>
                <w:b/>
                <w:bCs/>
                <w:szCs w:val="22"/>
              </w:rPr>
            </w:pPr>
          </w:p>
        </w:tc>
      </w:tr>
      <w:tr w:rsidR="00040F5E" w:rsidRPr="005D3E43" w14:paraId="43DEBC12" w14:textId="77777777" w:rsidTr="00B731D2">
        <w:trPr>
          <w:cantSplit/>
          <w:trHeight w:val="510"/>
        </w:trPr>
        <w:tc>
          <w:tcPr>
            <w:tcW w:w="2056" w:type="pct"/>
          </w:tcPr>
          <w:p w14:paraId="63066455" w14:textId="77777777" w:rsidR="00040F5E" w:rsidRPr="005D3E43" w:rsidRDefault="00040F5E" w:rsidP="00040F5E">
            <w:pPr>
              <w:shd w:val="clear" w:color="auto" w:fill="FFFFFF"/>
              <w:spacing w:line="240" w:lineRule="atLeast"/>
              <w:ind w:left="190" w:right="-79" w:hanging="180"/>
              <w:rPr>
                <w:szCs w:val="22"/>
                <w:cs/>
                <w:lang w:bidi="th-TH"/>
              </w:rPr>
            </w:pPr>
            <w:r w:rsidRPr="005D3E43">
              <w:rPr>
                <w:b/>
                <w:bCs/>
                <w:szCs w:val="22"/>
              </w:rPr>
              <w:t xml:space="preserve">Number of ordinary shares </w:t>
            </w:r>
            <w:r w:rsidRPr="005D3E43">
              <w:rPr>
                <w:b/>
                <w:bCs/>
                <w:szCs w:val="22"/>
              </w:rPr>
              <w:br/>
              <w:t>outstanding</w:t>
            </w:r>
          </w:p>
        </w:tc>
        <w:tc>
          <w:tcPr>
            <w:tcW w:w="99" w:type="pct"/>
          </w:tcPr>
          <w:p w14:paraId="07440A91" w14:textId="77777777" w:rsidR="00040F5E" w:rsidRPr="005D3E43" w:rsidRDefault="00040F5E" w:rsidP="00040F5E">
            <w:pPr>
              <w:pStyle w:val="acctfourfigures"/>
              <w:shd w:val="clear" w:color="auto" w:fill="FFFFFF"/>
              <w:tabs>
                <w:tab w:val="clear" w:pos="765"/>
                <w:tab w:val="decimal" w:pos="1001"/>
              </w:tabs>
              <w:spacing w:line="240" w:lineRule="atLeast"/>
              <w:ind w:right="11"/>
              <w:rPr>
                <w:b/>
                <w:bCs/>
                <w:szCs w:val="22"/>
              </w:rPr>
            </w:pPr>
          </w:p>
        </w:tc>
        <w:tc>
          <w:tcPr>
            <w:tcW w:w="636" w:type="pct"/>
            <w:tcBorders>
              <w:bottom w:val="double" w:sz="4" w:space="0" w:color="auto"/>
            </w:tcBorders>
            <w:vAlign w:val="bottom"/>
          </w:tcPr>
          <w:p w14:paraId="58560F8D" w14:textId="47AF3D9D" w:rsidR="00040F5E" w:rsidRPr="005D3E43" w:rsidRDefault="00040F5E" w:rsidP="00040F5E">
            <w:pPr>
              <w:pStyle w:val="acctfourfigures"/>
              <w:shd w:val="clear" w:color="auto" w:fill="FFFFFF"/>
              <w:tabs>
                <w:tab w:val="clear" w:pos="765"/>
                <w:tab w:val="decimal" w:pos="960"/>
              </w:tabs>
              <w:spacing w:line="240" w:lineRule="atLeast"/>
              <w:ind w:left="-79" w:right="-79"/>
              <w:rPr>
                <w:b/>
                <w:bCs/>
                <w:szCs w:val="22"/>
              </w:rPr>
            </w:pPr>
            <w:r>
              <w:rPr>
                <w:b/>
                <w:bCs/>
                <w:szCs w:val="22"/>
              </w:rPr>
              <w:t>6,499,830</w:t>
            </w:r>
          </w:p>
        </w:tc>
        <w:tc>
          <w:tcPr>
            <w:tcW w:w="98" w:type="pct"/>
          </w:tcPr>
          <w:p w14:paraId="789F7ADF" w14:textId="77777777" w:rsidR="00040F5E" w:rsidRPr="005D3E43" w:rsidRDefault="00040F5E" w:rsidP="00040F5E">
            <w:pPr>
              <w:pStyle w:val="acctfourfigures"/>
              <w:shd w:val="clear" w:color="auto" w:fill="FFFFFF"/>
              <w:tabs>
                <w:tab w:val="clear" w:pos="765"/>
                <w:tab w:val="decimal" w:pos="960"/>
              </w:tabs>
              <w:spacing w:line="240" w:lineRule="atLeast"/>
              <w:ind w:left="-79" w:right="-79"/>
              <w:rPr>
                <w:b/>
                <w:bCs/>
                <w:szCs w:val="22"/>
              </w:rPr>
            </w:pPr>
          </w:p>
        </w:tc>
        <w:tc>
          <w:tcPr>
            <w:tcW w:w="636" w:type="pct"/>
            <w:tcBorders>
              <w:bottom w:val="double" w:sz="4" w:space="0" w:color="auto"/>
            </w:tcBorders>
            <w:vAlign w:val="bottom"/>
          </w:tcPr>
          <w:p w14:paraId="563C82D0" w14:textId="28DB8DEC" w:rsidR="00040F5E" w:rsidRPr="005D3E43" w:rsidRDefault="00040F5E" w:rsidP="00040F5E">
            <w:pPr>
              <w:pStyle w:val="acctfourfigures"/>
              <w:shd w:val="clear" w:color="auto" w:fill="FFFFFF"/>
              <w:tabs>
                <w:tab w:val="clear" w:pos="765"/>
                <w:tab w:val="decimal" w:pos="960"/>
              </w:tabs>
              <w:spacing w:line="240" w:lineRule="atLeast"/>
              <w:ind w:left="-79" w:right="-79"/>
              <w:rPr>
                <w:b/>
                <w:bCs/>
                <w:szCs w:val="22"/>
              </w:rPr>
            </w:pPr>
            <w:r>
              <w:rPr>
                <w:b/>
                <w:bCs/>
                <w:szCs w:val="22"/>
              </w:rPr>
              <w:t>6,499,830</w:t>
            </w:r>
          </w:p>
        </w:tc>
        <w:tc>
          <w:tcPr>
            <w:tcW w:w="98" w:type="pct"/>
            <w:vAlign w:val="bottom"/>
          </w:tcPr>
          <w:p w14:paraId="6A735474" w14:textId="77777777" w:rsidR="00040F5E" w:rsidRPr="005D3E43" w:rsidRDefault="00040F5E" w:rsidP="00040F5E">
            <w:pPr>
              <w:pStyle w:val="acctfourfigures"/>
              <w:shd w:val="clear" w:color="auto" w:fill="FFFFFF"/>
              <w:tabs>
                <w:tab w:val="clear" w:pos="765"/>
                <w:tab w:val="decimal" w:pos="960"/>
              </w:tabs>
              <w:spacing w:line="240" w:lineRule="atLeast"/>
              <w:ind w:left="-79" w:right="-79"/>
              <w:rPr>
                <w:b/>
                <w:bCs/>
                <w:szCs w:val="22"/>
              </w:rPr>
            </w:pPr>
          </w:p>
        </w:tc>
        <w:tc>
          <w:tcPr>
            <w:tcW w:w="637" w:type="pct"/>
            <w:tcBorders>
              <w:bottom w:val="double" w:sz="4" w:space="0" w:color="auto"/>
            </w:tcBorders>
            <w:vAlign w:val="bottom"/>
          </w:tcPr>
          <w:p w14:paraId="657BDFBF" w14:textId="09E06111" w:rsidR="00040F5E" w:rsidRPr="005D3E43" w:rsidRDefault="00040F5E" w:rsidP="00040F5E">
            <w:pPr>
              <w:pStyle w:val="acctfourfigures"/>
              <w:shd w:val="clear" w:color="auto" w:fill="FFFFFF"/>
              <w:tabs>
                <w:tab w:val="clear" w:pos="765"/>
                <w:tab w:val="decimal" w:pos="960"/>
              </w:tabs>
              <w:spacing w:line="240" w:lineRule="atLeast"/>
              <w:ind w:left="-79" w:right="-79"/>
              <w:rPr>
                <w:b/>
                <w:bCs/>
                <w:szCs w:val="22"/>
              </w:rPr>
            </w:pPr>
            <w:r>
              <w:rPr>
                <w:b/>
                <w:bCs/>
                <w:szCs w:val="22"/>
              </w:rPr>
              <w:t>6,499,830</w:t>
            </w:r>
          </w:p>
        </w:tc>
        <w:tc>
          <w:tcPr>
            <w:tcW w:w="100" w:type="pct"/>
            <w:vAlign w:val="bottom"/>
          </w:tcPr>
          <w:p w14:paraId="5C439B05" w14:textId="77777777" w:rsidR="00040F5E" w:rsidRPr="005D3E43" w:rsidRDefault="00040F5E" w:rsidP="00040F5E">
            <w:pPr>
              <w:pStyle w:val="acctfourfigures"/>
              <w:shd w:val="clear" w:color="auto" w:fill="FFFFFF"/>
              <w:tabs>
                <w:tab w:val="clear" w:pos="765"/>
                <w:tab w:val="decimal" w:pos="960"/>
              </w:tabs>
              <w:spacing w:line="240" w:lineRule="atLeast"/>
              <w:ind w:left="-79" w:right="-79"/>
              <w:rPr>
                <w:b/>
                <w:bCs/>
                <w:szCs w:val="22"/>
              </w:rPr>
            </w:pPr>
          </w:p>
        </w:tc>
        <w:tc>
          <w:tcPr>
            <w:tcW w:w="640" w:type="pct"/>
            <w:tcBorders>
              <w:bottom w:val="double" w:sz="4" w:space="0" w:color="auto"/>
            </w:tcBorders>
            <w:vAlign w:val="bottom"/>
          </w:tcPr>
          <w:p w14:paraId="75D9E979" w14:textId="7FF883D7" w:rsidR="00040F5E" w:rsidRPr="005D3E43" w:rsidRDefault="00040F5E" w:rsidP="00040F5E">
            <w:pPr>
              <w:pStyle w:val="acctfourfigures"/>
              <w:shd w:val="clear" w:color="auto" w:fill="FFFFFF"/>
              <w:tabs>
                <w:tab w:val="clear" w:pos="765"/>
                <w:tab w:val="decimal" w:pos="960"/>
              </w:tabs>
              <w:spacing w:line="240" w:lineRule="atLeast"/>
              <w:ind w:left="-79" w:right="-79"/>
              <w:rPr>
                <w:b/>
                <w:bCs/>
                <w:szCs w:val="22"/>
              </w:rPr>
            </w:pPr>
            <w:r>
              <w:rPr>
                <w:b/>
                <w:bCs/>
                <w:szCs w:val="22"/>
              </w:rPr>
              <w:t>6,499,830</w:t>
            </w:r>
          </w:p>
        </w:tc>
      </w:tr>
      <w:tr w:rsidR="00EB0ECA" w:rsidRPr="005D3E43" w14:paraId="33933D4C" w14:textId="77777777" w:rsidTr="00B731D2">
        <w:trPr>
          <w:cantSplit/>
          <w:trHeight w:val="250"/>
        </w:trPr>
        <w:tc>
          <w:tcPr>
            <w:tcW w:w="2056" w:type="pct"/>
          </w:tcPr>
          <w:p w14:paraId="52E1D4C8" w14:textId="77777777" w:rsidR="00EB0ECA" w:rsidRPr="005D3E43" w:rsidRDefault="00EB0ECA" w:rsidP="00EB0ECA">
            <w:pPr>
              <w:tabs>
                <w:tab w:val="left" w:pos="720"/>
              </w:tabs>
              <w:spacing w:line="0" w:lineRule="atLeast"/>
              <w:ind w:right="-108"/>
              <w:rPr>
                <w:b/>
                <w:bCs/>
                <w:sz w:val="16"/>
                <w:szCs w:val="16"/>
              </w:rPr>
            </w:pPr>
          </w:p>
        </w:tc>
        <w:tc>
          <w:tcPr>
            <w:tcW w:w="99" w:type="pct"/>
          </w:tcPr>
          <w:p w14:paraId="3CACD91E" w14:textId="77777777" w:rsidR="00EB0ECA" w:rsidRPr="005D3E43" w:rsidRDefault="00EB0ECA" w:rsidP="00EB0ECA">
            <w:pPr>
              <w:pStyle w:val="acctfourfigures"/>
              <w:tabs>
                <w:tab w:val="clear" w:pos="765"/>
                <w:tab w:val="left" w:pos="720"/>
                <w:tab w:val="decimal" w:pos="1001"/>
              </w:tabs>
              <w:spacing w:line="0" w:lineRule="atLeast"/>
              <w:ind w:right="-108"/>
              <w:rPr>
                <w:b/>
                <w:bCs/>
                <w:sz w:val="16"/>
                <w:szCs w:val="16"/>
              </w:rPr>
            </w:pPr>
          </w:p>
        </w:tc>
        <w:tc>
          <w:tcPr>
            <w:tcW w:w="636" w:type="pct"/>
            <w:tcBorders>
              <w:top w:val="double" w:sz="4" w:space="0" w:color="auto"/>
            </w:tcBorders>
          </w:tcPr>
          <w:p w14:paraId="4E123348" w14:textId="77777777" w:rsidR="00EB0ECA" w:rsidRPr="005D3E43" w:rsidRDefault="00EB0ECA" w:rsidP="00EB0ECA">
            <w:pPr>
              <w:pStyle w:val="acctfourfigures"/>
              <w:shd w:val="clear" w:color="auto" w:fill="FFFFFF"/>
              <w:tabs>
                <w:tab w:val="clear" w:pos="765"/>
                <w:tab w:val="decimal" w:pos="960"/>
              </w:tabs>
              <w:spacing w:line="240" w:lineRule="atLeast"/>
              <w:ind w:left="-79" w:right="-79"/>
              <w:rPr>
                <w:b/>
                <w:bCs/>
                <w:szCs w:val="22"/>
              </w:rPr>
            </w:pPr>
          </w:p>
        </w:tc>
        <w:tc>
          <w:tcPr>
            <w:tcW w:w="98" w:type="pct"/>
          </w:tcPr>
          <w:p w14:paraId="2B4633C3" w14:textId="77777777" w:rsidR="00EB0ECA" w:rsidRPr="005D3E43" w:rsidRDefault="00EB0ECA" w:rsidP="00EB0ECA">
            <w:pPr>
              <w:pStyle w:val="acctfourfigures"/>
              <w:shd w:val="clear" w:color="auto" w:fill="FFFFFF"/>
              <w:tabs>
                <w:tab w:val="decimal" w:pos="960"/>
              </w:tabs>
              <w:spacing w:line="240" w:lineRule="atLeast"/>
              <w:ind w:right="-79"/>
              <w:rPr>
                <w:b/>
                <w:bCs/>
                <w:szCs w:val="22"/>
              </w:rPr>
            </w:pPr>
          </w:p>
        </w:tc>
        <w:tc>
          <w:tcPr>
            <w:tcW w:w="636" w:type="pct"/>
            <w:tcBorders>
              <w:top w:val="double" w:sz="4" w:space="0" w:color="auto"/>
            </w:tcBorders>
          </w:tcPr>
          <w:p w14:paraId="3F3C9B2E" w14:textId="77777777" w:rsidR="00EB0ECA" w:rsidRPr="005D3E43" w:rsidRDefault="00EB0ECA" w:rsidP="00EB0ECA">
            <w:pPr>
              <w:pStyle w:val="acctfourfigures"/>
              <w:shd w:val="clear" w:color="auto" w:fill="FFFFFF"/>
              <w:tabs>
                <w:tab w:val="clear" w:pos="765"/>
                <w:tab w:val="decimal" w:pos="960"/>
              </w:tabs>
              <w:spacing w:line="240" w:lineRule="atLeast"/>
              <w:ind w:left="-79" w:right="-79"/>
              <w:rPr>
                <w:b/>
                <w:bCs/>
                <w:szCs w:val="22"/>
              </w:rPr>
            </w:pPr>
          </w:p>
        </w:tc>
        <w:tc>
          <w:tcPr>
            <w:tcW w:w="98" w:type="pct"/>
          </w:tcPr>
          <w:p w14:paraId="1319F74D" w14:textId="77777777" w:rsidR="00EB0ECA" w:rsidRPr="005D3E43" w:rsidRDefault="00EB0ECA" w:rsidP="00EB0ECA">
            <w:pPr>
              <w:pStyle w:val="acctfourfigures"/>
              <w:shd w:val="clear" w:color="auto" w:fill="FFFFFF"/>
              <w:tabs>
                <w:tab w:val="decimal" w:pos="960"/>
                <w:tab w:val="decimal" w:pos="1000"/>
              </w:tabs>
              <w:spacing w:line="240" w:lineRule="atLeast"/>
              <w:ind w:left="-79" w:right="-79"/>
              <w:rPr>
                <w:b/>
                <w:bCs/>
                <w:szCs w:val="22"/>
              </w:rPr>
            </w:pPr>
          </w:p>
        </w:tc>
        <w:tc>
          <w:tcPr>
            <w:tcW w:w="637" w:type="pct"/>
            <w:tcBorders>
              <w:top w:val="double" w:sz="4" w:space="0" w:color="auto"/>
            </w:tcBorders>
          </w:tcPr>
          <w:p w14:paraId="6630F24D" w14:textId="77777777" w:rsidR="00EB0ECA" w:rsidRPr="005D3E43" w:rsidRDefault="00EB0ECA" w:rsidP="00EB0ECA">
            <w:pPr>
              <w:pStyle w:val="acctfourfigures"/>
              <w:shd w:val="clear" w:color="auto" w:fill="FFFFFF"/>
              <w:tabs>
                <w:tab w:val="clear" w:pos="765"/>
                <w:tab w:val="decimal" w:pos="960"/>
                <w:tab w:val="decimal" w:pos="1000"/>
              </w:tabs>
              <w:spacing w:line="240" w:lineRule="atLeast"/>
              <w:ind w:left="-79" w:right="-79"/>
              <w:rPr>
                <w:b/>
                <w:bCs/>
                <w:szCs w:val="22"/>
              </w:rPr>
            </w:pPr>
          </w:p>
        </w:tc>
        <w:tc>
          <w:tcPr>
            <w:tcW w:w="100" w:type="pct"/>
          </w:tcPr>
          <w:p w14:paraId="7ECC700D" w14:textId="77777777" w:rsidR="00EB0ECA" w:rsidRPr="005D3E43" w:rsidRDefault="00EB0ECA" w:rsidP="00EB0ECA">
            <w:pPr>
              <w:pStyle w:val="acctfourfigures"/>
              <w:shd w:val="clear" w:color="auto" w:fill="FFFFFF"/>
              <w:tabs>
                <w:tab w:val="decimal" w:pos="960"/>
                <w:tab w:val="decimal" w:pos="1000"/>
              </w:tabs>
              <w:spacing w:line="240" w:lineRule="atLeast"/>
              <w:ind w:left="-79" w:right="-79"/>
              <w:rPr>
                <w:b/>
                <w:bCs/>
                <w:szCs w:val="22"/>
              </w:rPr>
            </w:pPr>
          </w:p>
        </w:tc>
        <w:tc>
          <w:tcPr>
            <w:tcW w:w="640" w:type="pct"/>
            <w:tcBorders>
              <w:top w:val="double" w:sz="4" w:space="0" w:color="auto"/>
            </w:tcBorders>
          </w:tcPr>
          <w:p w14:paraId="03F39B23" w14:textId="77777777" w:rsidR="00EB0ECA" w:rsidRPr="005D3E43" w:rsidRDefault="00EB0ECA" w:rsidP="00EB0ECA">
            <w:pPr>
              <w:pStyle w:val="acctfourfigures"/>
              <w:shd w:val="clear" w:color="auto" w:fill="FFFFFF"/>
              <w:tabs>
                <w:tab w:val="clear" w:pos="765"/>
                <w:tab w:val="decimal" w:pos="960"/>
                <w:tab w:val="decimal" w:pos="1000"/>
              </w:tabs>
              <w:spacing w:line="240" w:lineRule="atLeast"/>
              <w:ind w:left="-79" w:right="-79"/>
              <w:rPr>
                <w:b/>
                <w:bCs/>
                <w:szCs w:val="22"/>
              </w:rPr>
            </w:pPr>
          </w:p>
        </w:tc>
      </w:tr>
      <w:tr w:rsidR="00EB0ECA" w:rsidRPr="005D3E43" w14:paraId="1DD6255B" w14:textId="77777777" w:rsidTr="00B731D2">
        <w:trPr>
          <w:cantSplit/>
          <w:trHeight w:val="242"/>
        </w:trPr>
        <w:tc>
          <w:tcPr>
            <w:tcW w:w="2056" w:type="pct"/>
          </w:tcPr>
          <w:p w14:paraId="32A34D33" w14:textId="708D7F32" w:rsidR="00EB0ECA" w:rsidRPr="005D3E43" w:rsidRDefault="00EB0ECA" w:rsidP="00EB0ECA">
            <w:pPr>
              <w:shd w:val="clear" w:color="auto" w:fill="FFFFFF"/>
              <w:spacing w:line="240" w:lineRule="atLeast"/>
              <w:ind w:left="101" w:hanging="101"/>
              <w:rPr>
                <w:szCs w:val="22"/>
              </w:rPr>
            </w:pPr>
            <w:r w:rsidRPr="005D3E43">
              <w:rPr>
                <w:b/>
                <w:bCs/>
                <w:spacing w:val="-8"/>
                <w:szCs w:val="22"/>
              </w:rPr>
              <w:t xml:space="preserve">Earnings per share (basic) </w:t>
            </w:r>
            <w:r w:rsidRPr="005D3E43">
              <w:rPr>
                <w:b/>
                <w:bCs/>
                <w:i/>
                <w:iCs/>
                <w:spacing w:val="-8"/>
                <w:szCs w:val="22"/>
              </w:rPr>
              <w:t>(in Baht)</w:t>
            </w:r>
          </w:p>
        </w:tc>
        <w:tc>
          <w:tcPr>
            <w:tcW w:w="99" w:type="pct"/>
          </w:tcPr>
          <w:p w14:paraId="3DD56708" w14:textId="77777777" w:rsidR="00EB0ECA" w:rsidRPr="005D3E43" w:rsidRDefault="00EB0ECA" w:rsidP="00EB0ECA">
            <w:pPr>
              <w:pStyle w:val="acctfourfigures"/>
              <w:shd w:val="clear" w:color="auto" w:fill="FFFFFF"/>
              <w:tabs>
                <w:tab w:val="clear" w:pos="765"/>
                <w:tab w:val="decimal" w:pos="731"/>
              </w:tabs>
              <w:spacing w:line="240" w:lineRule="atLeast"/>
              <w:ind w:right="11"/>
              <w:rPr>
                <w:b/>
                <w:bCs/>
                <w:szCs w:val="22"/>
              </w:rPr>
            </w:pPr>
          </w:p>
        </w:tc>
        <w:tc>
          <w:tcPr>
            <w:tcW w:w="636" w:type="pct"/>
            <w:tcBorders>
              <w:bottom w:val="double" w:sz="4" w:space="0" w:color="auto"/>
            </w:tcBorders>
          </w:tcPr>
          <w:p w14:paraId="3EDE7F04" w14:textId="51B4A0F6" w:rsidR="00EB0ECA" w:rsidRPr="005D3E43" w:rsidRDefault="00040F5E" w:rsidP="00EB0ECA">
            <w:pPr>
              <w:pStyle w:val="acctfourfigures"/>
              <w:shd w:val="clear" w:color="auto" w:fill="FFFFFF"/>
              <w:tabs>
                <w:tab w:val="clear" w:pos="765"/>
                <w:tab w:val="decimal" w:pos="600"/>
              </w:tabs>
              <w:spacing w:line="240" w:lineRule="atLeast"/>
              <w:ind w:left="-79" w:right="66"/>
              <w:rPr>
                <w:b/>
                <w:bCs/>
                <w:szCs w:val="22"/>
              </w:rPr>
            </w:pPr>
            <w:r>
              <w:rPr>
                <w:b/>
                <w:bCs/>
                <w:szCs w:val="22"/>
              </w:rPr>
              <w:t>0.101</w:t>
            </w:r>
          </w:p>
        </w:tc>
        <w:tc>
          <w:tcPr>
            <w:tcW w:w="98" w:type="pct"/>
          </w:tcPr>
          <w:p w14:paraId="78BB7F83" w14:textId="77777777" w:rsidR="00EB0ECA" w:rsidRPr="005D3E43" w:rsidRDefault="00EB0ECA" w:rsidP="00EB0ECA">
            <w:pPr>
              <w:pStyle w:val="acctfourfigures"/>
              <w:shd w:val="clear" w:color="auto" w:fill="FFFFFF"/>
              <w:tabs>
                <w:tab w:val="clear" w:pos="765"/>
                <w:tab w:val="decimal" w:pos="600"/>
              </w:tabs>
              <w:spacing w:line="240" w:lineRule="atLeast"/>
              <w:ind w:left="-79" w:right="-79"/>
              <w:rPr>
                <w:b/>
                <w:bCs/>
                <w:szCs w:val="22"/>
              </w:rPr>
            </w:pPr>
          </w:p>
        </w:tc>
        <w:tc>
          <w:tcPr>
            <w:tcW w:w="636" w:type="pct"/>
            <w:tcBorders>
              <w:bottom w:val="double" w:sz="4" w:space="0" w:color="auto"/>
            </w:tcBorders>
          </w:tcPr>
          <w:p w14:paraId="4C17B43C" w14:textId="165F5777" w:rsidR="00EB0ECA" w:rsidRPr="005D3E43" w:rsidRDefault="00040F5E" w:rsidP="00EB0ECA">
            <w:pPr>
              <w:pStyle w:val="acctfourfigures"/>
              <w:shd w:val="clear" w:color="auto" w:fill="FFFFFF"/>
              <w:tabs>
                <w:tab w:val="clear" w:pos="765"/>
                <w:tab w:val="decimal" w:pos="600"/>
              </w:tabs>
              <w:spacing w:line="240" w:lineRule="atLeast"/>
              <w:ind w:left="-79" w:right="66"/>
              <w:rPr>
                <w:b/>
                <w:bCs/>
                <w:szCs w:val="22"/>
              </w:rPr>
            </w:pPr>
            <w:r>
              <w:rPr>
                <w:b/>
                <w:bCs/>
                <w:szCs w:val="22"/>
              </w:rPr>
              <w:t>0.056</w:t>
            </w:r>
          </w:p>
        </w:tc>
        <w:tc>
          <w:tcPr>
            <w:tcW w:w="98" w:type="pct"/>
          </w:tcPr>
          <w:p w14:paraId="446A2E26" w14:textId="77777777" w:rsidR="00EB0ECA" w:rsidRPr="005D3E43" w:rsidRDefault="00EB0ECA" w:rsidP="00EB0ECA">
            <w:pPr>
              <w:pStyle w:val="acctfourfigures"/>
              <w:shd w:val="clear" w:color="auto" w:fill="FFFFFF"/>
              <w:tabs>
                <w:tab w:val="clear" w:pos="765"/>
                <w:tab w:val="decimal" w:pos="607"/>
              </w:tabs>
              <w:spacing w:line="240" w:lineRule="atLeast"/>
              <w:ind w:left="-79" w:right="-79"/>
              <w:rPr>
                <w:b/>
                <w:bCs/>
                <w:szCs w:val="22"/>
              </w:rPr>
            </w:pPr>
          </w:p>
        </w:tc>
        <w:tc>
          <w:tcPr>
            <w:tcW w:w="637" w:type="pct"/>
            <w:tcBorders>
              <w:bottom w:val="double" w:sz="4" w:space="0" w:color="auto"/>
            </w:tcBorders>
          </w:tcPr>
          <w:p w14:paraId="3879452B" w14:textId="35AA109F" w:rsidR="00EB0ECA" w:rsidRPr="005D3E43" w:rsidRDefault="00040F5E" w:rsidP="00EB0ECA">
            <w:pPr>
              <w:pStyle w:val="acctfourfigures"/>
              <w:shd w:val="clear" w:color="auto" w:fill="FFFFFF"/>
              <w:tabs>
                <w:tab w:val="clear" w:pos="765"/>
                <w:tab w:val="decimal" w:pos="605"/>
              </w:tabs>
              <w:spacing w:line="240" w:lineRule="atLeast"/>
              <w:ind w:left="-79" w:right="63"/>
              <w:rPr>
                <w:b/>
                <w:bCs/>
                <w:szCs w:val="22"/>
              </w:rPr>
            </w:pPr>
            <w:r>
              <w:rPr>
                <w:b/>
                <w:bCs/>
                <w:szCs w:val="22"/>
              </w:rPr>
              <w:t>0.058</w:t>
            </w:r>
          </w:p>
        </w:tc>
        <w:tc>
          <w:tcPr>
            <w:tcW w:w="100" w:type="pct"/>
          </w:tcPr>
          <w:p w14:paraId="1F5F428A" w14:textId="77777777" w:rsidR="00EB0ECA" w:rsidRPr="005D3E43" w:rsidRDefault="00EB0ECA" w:rsidP="00EB0ECA">
            <w:pPr>
              <w:pStyle w:val="acctfourfigures"/>
              <w:shd w:val="clear" w:color="auto" w:fill="FFFFFF"/>
              <w:tabs>
                <w:tab w:val="clear" w:pos="765"/>
                <w:tab w:val="decimal" w:pos="960"/>
              </w:tabs>
              <w:spacing w:line="240" w:lineRule="atLeast"/>
              <w:ind w:left="-79" w:right="-79"/>
              <w:rPr>
                <w:b/>
                <w:bCs/>
                <w:szCs w:val="22"/>
              </w:rPr>
            </w:pPr>
          </w:p>
        </w:tc>
        <w:tc>
          <w:tcPr>
            <w:tcW w:w="640" w:type="pct"/>
            <w:tcBorders>
              <w:bottom w:val="double" w:sz="4" w:space="0" w:color="auto"/>
            </w:tcBorders>
          </w:tcPr>
          <w:p w14:paraId="2488594A" w14:textId="58CBB283" w:rsidR="00EB0ECA" w:rsidRPr="005D3E43" w:rsidRDefault="00040F5E" w:rsidP="00EB0ECA">
            <w:pPr>
              <w:pStyle w:val="acctfourfigures"/>
              <w:shd w:val="clear" w:color="auto" w:fill="FFFFFF"/>
              <w:tabs>
                <w:tab w:val="clear" w:pos="765"/>
                <w:tab w:val="decimal" w:pos="605"/>
              </w:tabs>
              <w:spacing w:line="240" w:lineRule="atLeast"/>
              <w:ind w:left="-79" w:right="63"/>
              <w:rPr>
                <w:b/>
                <w:bCs/>
                <w:szCs w:val="22"/>
              </w:rPr>
            </w:pPr>
            <w:r>
              <w:rPr>
                <w:b/>
                <w:bCs/>
                <w:szCs w:val="22"/>
              </w:rPr>
              <w:t>0.018</w:t>
            </w:r>
          </w:p>
        </w:tc>
      </w:tr>
    </w:tbl>
    <w:p w14:paraId="39ED9068" w14:textId="77777777" w:rsidR="00B731D2" w:rsidRDefault="00B731D2" w:rsidP="00EA2207">
      <w:pPr>
        <w:pStyle w:val="Heading1"/>
      </w:pPr>
      <w:r>
        <w:br w:type="page"/>
      </w:r>
    </w:p>
    <w:p w14:paraId="6488C89E" w14:textId="4AF87D59" w:rsidR="00EA2207" w:rsidRPr="005D3E43" w:rsidRDefault="00EA2207" w:rsidP="00EA2207">
      <w:pPr>
        <w:pStyle w:val="Heading1"/>
        <w:rPr>
          <w:color w:val="0000FF"/>
        </w:rPr>
      </w:pPr>
      <w:r w:rsidRPr="005D3E43">
        <w:lastRenderedPageBreak/>
        <w:t>1</w:t>
      </w:r>
      <w:r w:rsidR="000024E7" w:rsidRPr="005D3E43">
        <w:t>6</w:t>
      </w:r>
      <w:r w:rsidRPr="005D3E43">
        <w:tab/>
        <w:t>Financial instruments</w:t>
      </w:r>
    </w:p>
    <w:p w14:paraId="6E853A53" w14:textId="77777777" w:rsidR="00EA2207" w:rsidRPr="005D3E43" w:rsidRDefault="00EA2207" w:rsidP="00EA2207">
      <w:pPr>
        <w:autoSpaceDE w:val="0"/>
        <w:autoSpaceDN w:val="0"/>
        <w:adjustRightInd w:val="0"/>
        <w:spacing w:line="240" w:lineRule="auto"/>
        <w:ind w:left="540"/>
        <w:jc w:val="both"/>
        <w:rPr>
          <w:color w:val="000000"/>
          <w:szCs w:val="22"/>
          <w:lang w:val="en-US" w:eastAsia="en-GB" w:bidi="th-TH"/>
        </w:rPr>
      </w:pPr>
    </w:p>
    <w:p w14:paraId="081B75B2" w14:textId="77777777" w:rsidR="00EA2207" w:rsidRPr="005D3E43" w:rsidRDefault="00EA2207" w:rsidP="00EA2207">
      <w:pPr>
        <w:pStyle w:val="block"/>
        <w:spacing w:after="0" w:line="240" w:lineRule="atLeast"/>
        <w:ind w:left="540" w:right="-7"/>
        <w:jc w:val="both"/>
        <w:rPr>
          <w:b/>
          <w:bCs/>
          <w:i/>
          <w:iCs/>
          <w:lang w:bidi="th-TH"/>
        </w:rPr>
      </w:pPr>
      <w:r w:rsidRPr="005D3E43">
        <w:rPr>
          <w:b/>
          <w:bCs/>
          <w:i/>
          <w:iCs/>
          <w:lang w:bidi="th-TH"/>
        </w:rPr>
        <w:t xml:space="preserve">Carrying amounts and fair values </w:t>
      </w:r>
    </w:p>
    <w:p w14:paraId="207EE4BD" w14:textId="77777777" w:rsidR="00EA2207" w:rsidRPr="005D3E43" w:rsidRDefault="00EA2207" w:rsidP="00EA2207">
      <w:pPr>
        <w:pStyle w:val="block"/>
        <w:spacing w:after="0" w:line="240" w:lineRule="atLeast"/>
        <w:ind w:right="-7"/>
        <w:jc w:val="both"/>
        <w:rPr>
          <w:lang w:bidi="th-TH"/>
        </w:rPr>
      </w:pPr>
    </w:p>
    <w:p w14:paraId="3F19ED8B" w14:textId="77777777" w:rsidR="00EA2207" w:rsidRPr="005D3E43" w:rsidRDefault="00EA2207" w:rsidP="00EA2207">
      <w:pPr>
        <w:autoSpaceDE w:val="0"/>
        <w:autoSpaceDN w:val="0"/>
        <w:adjustRightInd w:val="0"/>
        <w:spacing w:line="240" w:lineRule="auto"/>
        <w:ind w:left="540"/>
        <w:jc w:val="both"/>
        <w:rPr>
          <w:lang w:bidi="th-TH"/>
        </w:rPr>
      </w:pPr>
      <w:r w:rsidRPr="005D3E43">
        <w:rPr>
          <w:lang w:bidi="th-TH"/>
        </w:rPr>
        <w:t>The following table shows the carrying amounts and fair values of financial assets and financial liabilities, including their levels in the fair value hierarchy for financial instruments measured at fair value. It does not include fair value information for financial assets and financial liabilities not measured at fair value if the carrying amount is a reasonable approximation of fair value.</w:t>
      </w:r>
    </w:p>
    <w:p w14:paraId="60BAC0E4" w14:textId="77777777" w:rsidR="00983EEB" w:rsidRPr="005D3E43" w:rsidRDefault="00983EEB" w:rsidP="00102AEE">
      <w:pPr>
        <w:spacing w:line="240" w:lineRule="auto"/>
        <w:rPr>
          <w:lang w:bidi="th-TH"/>
        </w:rPr>
      </w:pPr>
    </w:p>
    <w:tbl>
      <w:tblPr>
        <w:tblW w:w="5036" w:type="pct"/>
        <w:tblInd w:w="445" w:type="dxa"/>
        <w:tblLayout w:type="fixed"/>
        <w:tblLook w:val="04A0" w:firstRow="1" w:lastRow="0" w:firstColumn="1" w:lastColumn="0" w:noHBand="0" w:noVBand="1"/>
      </w:tblPr>
      <w:tblGrid>
        <w:gridCol w:w="1960"/>
        <w:gridCol w:w="238"/>
        <w:gridCol w:w="1182"/>
        <w:gridCol w:w="238"/>
        <w:gridCol w:w="1178"/>
        <w:gridCol w:w="236"/>
        <w:gridCol w:w="940"/>
        <w:gridCol w:w="244"/>
        <w:gridCol w:w="898"/>
        <w:gridCol w:w="259"/>
        <w:gridCol w:w="903"/>
        <w:gridCol w:w="259"/>
        <w:gridCol w:w="901"/>
        <w:gridCol w:w="236"/>
      </w:tblGrid>
      <w:tr w:rsidR="00576C9C" w:rsidRPr="005D3E43" w14:paraId="2ABF2C0C" w14:textId="77777777" w:rsidTr="00B70A44">
        <w:trPr>
          <w:gridAfter w:val="1"/>
          <w:wAfter w:w="122" w:type="pct"/>
          <w:tblHeader/>
        </w:trPr>
        <w:tc>
          <w:tcPr>
            <w:tcW w:w="1013" w:type="pct"/>
            <w:shd w:val="clear" w:color="auto" w:fill="auto"/>
            <w:vAlign w:val="bottom"/>
          </w:tcPr>
          <w:p w14:paraId="7786CB08" w14:textId="77777777" w:rsidR="00576C9C" w:rsidRPr="00576C9C" w:rsidRDefault="00576C9C" w:rsidP="009E30B7">
            <w:pPr>
              <w:spacing w:line="240" w:lineRule="exact"/>
              <w:ind w:left="73" w:right="-90"/>
              <w:jc w:val="center"/>
              <w:rPr>
                <w:sz w:val="18"/>
                <w:szCs w:val="18"/>
              </w:rPr>
            </w:pPr>
          </w:p>
        </w:tc>
        <w:tc>
          <w:tcPr>
            <w:tcW w:w="123" w:type="pct"/>
          </w:tcPr>
          <w:p w14:paraId="36625D6E" w14:textId="77777777" w:rsidR="00576C9C" w:rsidRPr="00576C9C" w:rsidRDefault="00576C9C" w:rsidP="009E30B7">
            <w:pPr>
              <w:pStyle w:val="acctfourfigures"/>
              <w:tabs>
                <w:tab w:val="clear" w:pos="765"/>
              </w:tabs>
              <w:spacing w:line="240" w:lineRule="exact"/>
              <w:ind w:left="-43" w:right="-86"/>
              <w:jc w:val="center"/>
              <w:rPr>
                <w:b/>
                <w:bCs/>
                <w:sz w:val="18"/>
                <w:szCs w:val="18"/>
                <w:lang w:bidi="th-TH"/>
              </w:rPr>
            </w:pPr>
          </w:p>
        </w:tc>
        <w:tc>
          <w:tcPr>
            <w:tcW w:w="3742" w:type="pct"/>
            <w:gridSpan w:val="11"/>
          </w:tcPr>
          <w:p w14:paraId="5DCD5EEA" w14:textId="6E6EA33F" w:rsidR="00576C9C" w:rsidRPr="00576C9C" w:rsidRDefault="00576C9C" w:rsidP="009E30B7">
            <w:pPr>
              <w:pStyle w:val="acctfourfigures"/>
              <w:tabs>
                <w:tab w:val="clear" w:pos="765"/>
              </w:tabs>
              <w:spacing w:line="240" w:lineRule="exact"/>
              <w:ind w:left="-43" w:right="-86"/>
              <w:jc w:val="center"/>
              <w:rPr>
                <w:b/>
                <w:bCs/>
                <w:sz w:val="18"/>
                <w:szCs w:val="18"/>
                <w:cs/>
                <w:lang w:val="en-US" w:bidi="th-TH"/>
              </w:rPr>
            </w:pPr>
            <w:r w:rsidRPr="00576C9C">
              <w:rPr>
                <w:b/>
                <w:bCs/>
                <w:sz w:val="18"/>
                <w:szCs w:val="18"/>
                <w:lang w:bidi="th-TH"/>
              </w:rPr>
              <w:t>Consolidated financial statements</w:t>
            </w:r>
          </w:p>
        </w:tc>
      </w:tr>
      <w:tr w:rsidR="00576C9C" w:rsidRPr="005D3E43" w14:paraId="07C671F1" w14:textId="77777777" w:rsidTr="00DD30B7">
        <w:trPr>
          <w:gridAfter w:val="1"/>
          <w:wAfter w:w="122" w:type="pct"/>
          <w:tblHeader/>
        </w:trPr>
        <w:tc>
          <w:tcPr>
            <w:tcW w:w="1013" w:type="pct"/>
            <w:shd w:val="clear" w:color="auto" w:fill="auto"/>
            <w:vAlign w:val="bottom"/>
          </w:tcPr>
          <w:p w14:paraId="03099790" w14:textId="77777777" w:rsidR="00576C9C" w:rsidRPr="00576C9C" w:rsidRDefault="00576C9C" w:rsidP="009E30B7">
            <w:pPr>
              <w:spacing w:line="240" w:lineRule="exact"/>
              <w:ind w:left="73" w:right="-90"/>
              <w:jc w:val="center"/>
              <w:rPr>
                <w:sz w:val="18"/>
                <w:szCs w:val="18"/>
              </w:rPr>
            </w:pPr>
          </w:p>
        </w:tc>
        <w:tc>
          <w:tcPr>
            <w:tcW w:w="123" w:type="pct"/>
          </w:tcPr>
          <w:p w14:paraId="0243180C" w14:textId="77777777" w:rsidR="00576C9C" w:rsidRPr="00576C9C" w:rsidRDefault="00576C9C" w:rsidP="009E30B7">
            <w:pPr>
              <w:pStyle w:val="acctfourfigures"/>
              <w:tabs>
                <w:tab w:val="clear" w:pos="765"/>
              </w:tabs>
              <w:spacing w:line="240" w:lineRule="exact"/>
              <w:ind w:left="-43" w:right="-86"/>
              <w:jc w:val="center"/>
              <w:rPr>
                <w:b/>
                <w:bCs/>
                <w:sz w:val="18"/>
                <w:szCs w:val="18"/>
                <w:lang w:bidi="th-TH"/>
              </w:rPr>
            </w:pPr>
          </w:p>
        </w:tc>
        <w:tc>
          <w:tcPr>
            <w:tcW w:w="1951" w:type="pct"/>
            <w:gridSpan w:val="5"/>
            <w:tcBorders>
              <w:bottom w:val="single" w:sz="4" w:space="0" w:color="auto"/>
            </w:tcBorders>
          </w:tcPr>
          <w:p w14:paraId="2CE962E2" w14:textId="435E1847" w:rsidR="00576C9C" w:rsidRPr="00576C9C" w:rsidRDefault="00576C9C" w:rsidP="009E30B7">
            <w:pPr>
              <w:pStyle w:val="acctfourfigures"/>
              <w:tabs>
                <w:tab w:val="clear" w:pos="765"/>
              </w:tabs>
              <w:spacing w:line="240" w:lineRule="exact"/>
              <w:ind w:left="-43" w:right="-86"/>
              <w:jc w:val="center"/>
              <w:rPr>
                <w:b/>
                <w:bCs/>
                <w:sz w:val="18"/>
                <w:szCs w:val="18"/>
                <w:cs/>
                <w:lang w:bidi="th-TH"/>
              </w:rPr>
            </w:pPr>
            <w:r w:rsidRPr="00576C9C">
              <w:rPr>
                <w:b/>
                <w:bCs/>
                <w:sz w:val="18"/>
                <w:szCs w:val="18"/>
                <w:lang w:bidi="th-TH"/>
              </w:rPr>
              <w:t>Carrying amount</w:t>
            </w:r>
          </w:p>
        </w:tc>
        <w:tc>
          <w:tcPr>
            <w:tcW w:w="126" w:type="pct"/>
          </w:tcPr>
          <w:p w14:paraId="10833A91" w14:textId="77777777" w:rsidR="00576C9C" w:rsidRPr="00576C9C" w:rsidRDefault="00576C9C" w:rsidP="009E30B7">
            <w:pPr>
              <w:pStyle w:val="acctfourfigures"/>
              <w:tabs>
                <w:tab w:val="clear" w:pos="765"/>
              </w:tabs>
              <w:spacing w:line="240" w:lineRule="exact"/>
              <w:ind w:left="-43" w:right="-86"/>
              <w:jc w:val="center"/>
              <w:rPr>
                <w:b/>
                <w:bCs/>
                <w:sz w:val="18"/>
                <w:szCs w:val="18"/>
                <w:cs/>
                <w:lang w:bidi="th-TH"/>
              </w:rPr>
            </w:pPr>
          </w:p>
        </w:tc>
        <w:tc>
          <w:tcPr>
            <w:tcW w:w="1665" w:type="pct"/>
            <w:gridSpan w:val="5"/>
            <w:tcBorders>
              <w:bottom w:val="single" w:sz="4" w:space="0" w:color="auto"/>
            </w:tcBorders>
            <w:vAlign w:val="bottom"/>
          </w:tcPr>
          <w:p w14:paraId="798F413B" w14:textId="77777777" w:rsidR="00576C9C" w:rsidRPr="00576C9C" w:rsidRDefault="00576C9C" w:rsidP="009E30B7">
            <w:pPr>
              <w:pStyle w:val="acctfourfigures"/>
              <w:tabs>
                <w:tab w:val="clear" w:pos="765"/>
              </w:tabs>
              <w:spacing w:line="240" w:lineRule="exact"/>
              <w:ind w:left="-43" w:right="-86"/>
              <w:jc w:val="center"/>
              <w:rPr>
                <w:b/>
                <w:bCs/>
                <w:sz w:val="18"/>
                <w:szCs w:val="18"/>
                <w:cs/>
                <w:lang w:bidi="th-TH"/>
              </w:rPr>
            </w:pPr>
            <w:r w:rsidRPr="00576C9C">
              <w:rPr>
                <w:b/>
                <w:bCs/>
                <w:sz w:val="18"/>
                <w:szCs w:val="18"/>
                <w:lang w:bidi="th-TH"/>
              </w:rPr>
              <w:t>Fair value</w:t>
            </w:r>
          </w:p>
        </w:tc>
      </w:tr>
      <w:tr w:rsidR="00576C9C" w:rsidRPr="005D3E43" w14:paraId="514CB147" w14:textId="77777777" w:rsidTr="00DD30B7">
        <w:trPr>
          <w:gridAfter w:val="1"/>
          <w:wAfter w:w="122" w:type="pct"/>
          <w:tblHeader/>
        </w:trPr>
        <w:tc>
          <w:tcPr>
            <w:tcW w:w="1013" w:type="pct"/>
            <w:shd w:val="clear" w:color="auto" w:fill="auto"/>
            <w:vAlign w:val="bottom"/>
          </w:tcPr>
          <w:p w14:paraId="630DE79E" w14:textId="31AEE63D" w:rsidR="00576C9C" w:rsidRPr="00576C9C" w:rsidRDefault="00576C9C" w:rsidP="004D1175">
            <w:pPr>
              <w:spacing w:line="240" w:lineRule="exact"/>
              <w:ind w:left="188" w:right="-220" w:hanging="207"/>
              <w:rPr>
                <w:b/>
                <w:bCs/>
                <w:i/>
                <w:iCs/>
                <w:sz w:val="18"/>
                <w:szCs w:val="18"/>
              </w:rPr>
            </w:pPr>
            <w:r w:rsidRPr="00576C9C">
              <w:rPr>
                <w:b/>
                <w:bCs/>
                <w:i/>
                <w:iCs/>
                <w:sz w:val="18"/>
                <w:szCs w:val="18"/>
              </w:rPr>
              <w:t>At 30 September 2020</w:t>
            </w:r>
          </w:p>
        </w:tc>
        <w:tc>
          <w:tcPr>
            <w:tcW w:w="123" w:type="pct"/>
          </w:tcPr>
          <w:p w14:paraId="4D1B6524" w14:textId="77777777" w:rsidR="00576C9C" w:rsidRPr="00576C9C" w:rsidRDefault="00576C9C" w:rsidP="009E30B7">
            <w:pPr>
              <w:pStyle w:val="acctfourfigures"/>
              <w:tabs>
                <w:tab w:val="clear" w:pos="765"/>
              </w:tabs>
              <w:spacing w:line="240" w:lineRule="exact"/>
              <w:ind w:right="-86"/>
              <w:jc w:val="center"/>
              <w:rPr>
                <w:sz w:val="18"/>
                <w:szCs w:val="18"/>
                <w:lang w:bidi="th-TH"/>
              </w:rPr>
            </w:pPr>
          </w:p>
        </w:tc>
        <w:tc>
          <w:tcPr>
            <w:tcW w:w="611" w:type="pct"/>
            <w:tcBorders>
              <w:top w:val="single" w:sz="4" w:space="0" w:color="auto"/>
            </w:tcBorders>
            <w:vAlign w:val="bottom"/>
          </w:tcPr>
          <w:p w14:paraId="23231983" w14:textId="62FE33F0" w:rsidR="00576C9C" w:rsidRPr="00576C9C" w:rsidRDefault="00576C9C" w:rsidP="00576C9C">
            <w:pPr>
              <w:pStyle w:val="acctfourfigures"/>
              <w:tabs>
                <w:tab w:val="clear" w:pos="765"/>
              </w:tabs>
              <w:spacing w:line="240" w:lineRule="exact"/>
              <w:ind w:right="-86"/>
              <w:jc w:val="center"/>
              <w:rPr>
                <w:sz w:val="18"/>
                <w:szCs w:val="18"/>
                <w:cs/>
                <w:lang w:bidi="th-TH"/>
              </w:rPr>
            </w:pPr>
            <w:r w:rsidRPr="00576C9C">
              <w:rPr>
                <w:sz w:val="18"/>
                <w:szCs w:val="18"/>
                <w:lang w:bidi="th-TH"/>
              </w:rPr>
              <w:t>Fair value through profit or loss</w:t>
            </w:r>
          </w:p>
        </w:tc>
        <w:tc>
          <w:tcPr>
            <w:tcW w:w="123" w:type="pct"/>
            <w:tcBorders>
              <w:top w:val="single" w:sz="4" w:space="0" w:color="auto"/>
            </w:tcBorders>
            <w:vAlign w:val="bottom"/>
          </w:tcPr>
          <w:p w14:paraId="14967AB4" w14:textId="77777777" w:rsidR="00576C9C" w:rsidRPr="00576C9C" w:rsidRDefault="00576C9C" w:rsidP="009E30B7">
            <w:pPr>
              <w:pStyle w:val="acctfourfigures"/>
              <w:tabs>
                <w:tab w:val="clear" w:pos="765"/>
              </w:tabs>
              <w:spacing w:line="240" w:lineRule="exact"/>
              <w:ind w:left="-105" w:right="-86"/>
              <w:jc w:val="center"/>
              <w:rPr>
                <w:sz w:val="18"/>
                <w:szCs w:val="18"/>
                <w:lang w:val="en-US" w:bidi="th-TH"/>
              </w:rPr>
            </w:pPr>
          </w:p>
        </w:tc>
        <w:tc>
          <w:tcPr>
            <w:tcW w:w="609" w:type="pct"/>
            <w:tcBorders>
              <w:top w:val="single" w:sz="4" w:space="0" w:color="auto"/>
            </w:tcBorders>
          </w:tcPr>
          <w:p w14:paraId="35CD97BC" w14:textId="286C99B9" w:rsidR="00576C9C" w:rsidRPr="00576C9C" w:rsidRDefault="00576C9C" w:rsidP="009E30B7">
            <w:pPr>
              <w:pStyle w:val="acctfourfigures"/>
              <w:tabs>
                <w:tab w:val="clear" w:pos="765"/>
              </w:tabs>
              <w:spacing w:line="240" w:lineRule="exact"/>
              <w:ind w:left="-114" w:right="-108"/>
              <w:jc w:val="center"/>
              <w:rPr>
                <w:sz w:val="18"/>
                <w:szCs w:val="18"/>
                <w:lang w:val="en-US" w:bidi="th-TH"/>
              </w:rPr>
            </w:pPr>
            <w:r w:rsidRPr="00576C9C">
              <w:rPr>
                <w:sz w:val="18"/>
                <w:szCs w:val="18"/>
                <w:lang w:bidi="th-TH"/>
              </w:rPr>
              <w:t xml:space="preserve">Fair value through </w:t>
            </w:r>
            <w:r>
              <w:rPr>
                <w:sz w:val="18"/>
                <w:szCs w:val="18"/>
                <w:lang w:bidi="th-TH"/>
              </w:rPr>
              <w:t>other comprehensive income</w:t>
            </w:r>
          </w:p>
        </w:tc>
        <w:tc>
          <w:tcPr>
            <w:tcW w:w="122" w:type="pct"/>
            <w:tcBorders>
              <w:top w:val="single" w:sz="4" w:space="0" w:color="auto"/>
            </w:tcBorders>
          </w:tcPr>
          <w:p w14:paraId="14018A0E" w14:textId="77777777" w:rsidR="00576C9C" w:rsidRPr="00576C9C" w:rsidRDefault="00576C9C" w:rsidP="009E30B7">
            <w:pPr>
              <w:pStyle w:val="acctfourfigures"/>
              <w:tabs>
                <w:tab w:val="clear" w:pos="765"/>
              </w:tabs>
              <w:spacing w:line="240" w:lineRule="exact"/>
              <w:ind w:left="-114" w:right="-108"/>
              <w:jc w:val="center"/>
              <w:rPr>
                <w:sz w:val="18"/>
                <w:szCs w:val="18"/>
                <w:lang w:bidi="th-TH"/>
              </w:rPr>
            </w:pPr>
          </w:p>
        </w:tc>
        <w:tc>
          <w:tcPr>
            <w:tcW w:w="486" w:type="pct"/>
            <w:tcBorders>
              <w:top w:val="single" w:sz="4" w:space="0" w:color="auto"/>
            </w:tcBorders>
            <w:shd w:val="clear" w:color="auto" w:fill="auto"/>
            <w:vAlign w:val="bottom"/>
          </w:tcPr>
          <w:p w14:paraId="6BEE0323" w14:textId="33BA7AB0" w:rsidR="00576C9C" w:rsidRPr="00576C9C" w:rsidRDefault="00576C9C" w:rsidP="009E30B7">
            <w:pPr>
              <w:pStyle w:val="acctfourfigures"/>
              <w:tabs>
                <w:tab w:val="clear" w:pos="765"/>
              </w:tabs>
              <w:spacing w:line="240" w:lineRule="exact"/>
              <w:ind w:left="-114" w:right="-108"/>
              <w:jc w:val="center"/>
              <w:rPr>
                <w:sz w:val="18"/>
                <w:szCs w:val="18"/>
                <w:cs/>
                <w:lang w:bidi="th-TH"/>
              </w:rPr>
            </w:pPr>
            <w:r w:rsidRPr="00576C9C">
              <w:rPr>
                <w:sz w:val="18"/>
                <w:szCs w:val="18"/>
                <w:lang w:bidi="th-TH"/>
              </w:rPr>
              <w:t>Amortised cost - net</w:t>
            </w:r>
          </w:p>
        </w:tc>
        <w:tc>
          <w:tcPr>
            <w:tcW w:w="126" w:type="pct"/>
            <w:shd w:val="clear" w:color="auto" w:fill="auto"/>
            <w:vAlign w:val="bottom"/>
          </w:tcPr>
          <w:p w14:paraId="24FB34F3" w14:textId="77777777" w:rsidR="00576C9C" w:rsidRPr="00576C9C" w:rsidRDefault="00576C9C" w:rsidP="009E30B7">
            <w:pPr>
              <w:spacing w:line="240" w:lineRule="exact"/>
              <w:ind w:left="-43" w:right="-86"/>
              <w:jc w:val="center"/>
              <w:rPr>
                <w:sz w:val="18"/>
                <w:szCs w:val="18"/>
              </w:rPr>
            </w:pPr>
          </w:p>
        </w:tc>
        <w:tc>
          <w:tcPr>
            <w:tcW w:w="464" w:type="pct"/>
            <w:tcBorders>
              <w:top w:val="single" w:sz="4" w:space="0" w:color="auto"/>
            </w:tcBorders>
            <w:vAlign w:val="bottom"/>
          </w:tcPr>
          <w:p w14:paraId="020311DE" w14:textId="77777777" w:rsidR="00576C9C" w:rsidRPr="00576C9C" w:rsidRDefault="00576C9C" w:rsidP="009E30B7">
            <w:pPr>
              <w:pStyle w:val="acctfourfigures"/>
              <w:tabs>
                <w:tab w:val="clear" w:pos="765"/>
              </w:tabs>
              <w:spacing w:line="240" w:lineRule="exact"/>
              <w:ind w:left="-108" w:right="-208"/>
              <w:jc w:val="center"/>
              <w:rPr>
                <w:sz w:val="18"/>
                <w:szCs w:val="18"/>
              </w:rPr>
            </w:pPr>
            <w:r w:rsidRPr="00576C9C">
              <w:rPr>
                <w:sz w:val="18"/>
                <w:szCs w:val="18"/>
                <w:lang w:bidi="th-TH"/>
              </w:rPr>
              <w:t xml:space="preserve">Level </w:t>
            </w:r>
            <w:r w:rsidRPr="00576C9C">
              <w:rPr>
                <w:sz w:val="18"/>
                <w:szCs w:val="18"/>
                <w:cs/>
                <w:lang w:bidi="th-TH"/>
              </w:rPr>
              <w:t>1</w:t>
            </w:r>
          </w:p>
        </w:tc>
        <w:tc>
          <w:tcPr>
            <w:tcW w:w="134" w:type="pct"/>
            <w:tcBorders>
              <w:top w:val="single" w:sz="4" w:space="0" w:color="auto"/>
            </w:tcBorders>
          </w:tcPr>
          <w:p w14:paraId="4AD12666" w14:textId="77777777" w:rsidR="00576C9C" w:rsidRPr="00576C9C" w:rsidRDefault="00576C9C" w:rsidP="009E30B7">
            <w:pPr>
              <w:pStyle w:val="acctfourfigures"/>
              <w:tabs>
                <w:tab w:val="clear" w:pos="765"/>
              </w:tabs>
              <w:spacing w:line="240" w:lineRule="exact"/>
              <w:ind w:left="-43" w:right="-86"/>
              <w:jc w:val="center"/>
              <w:rPr>
                <w:sz w:val="18"/>
                <w:szCs w:val="18"/>
                <w:cs/>
                <w:lang w:bidi="th-TH"/>
              </w:rPr>
            </w:pPr>
          </w:p>
        </w:tc>
        <w:tc>
          <w:tcPr>
            <w:tcW w:w="467" w:type="pct"/>
            <w:tcBorders>
              <w:top w:val="single" w:sz="4" w:space="0" w:color="auto"/>
            </w:tcBorders>
            <w:vAlign w:val="bottom"/>
          </w:tcPr>
          <w:p w14:paraId="54BAEC1A" w14:textId="77777777" w:rsidR="00576C9C" w:rsidRPr="00576C9C" w:rsidRDefault="00576C9C" w:rsidP="009E30B7">
            <w:pPr>
              <w:pStyle w:val="acctfourfigures"/>
              <w:tabs>
                <w:tab w:val="clear" w:pos="765"/>
              </w:tabs>
              <w:spacing w:line="240" w:lineRule="exact"/>
              <w:ind w:left="-43" w:right="-86"/>
              <w:jc w:val="center"/>
              <w:rPr>
                <w:sz w:val="18"/>
                <w:szCs w:val="18"/>
              </w:rPr>
            </w:pPr>
            <w:r w:rsidRPr="00576C9C">
              <w:rPr>
                <w:sz w:val="18"/>
                <w:szCs w:val="18"/>
                <w:lang w:bidi="th-TH"/>
              </w:rPr>
              <w:t>Level 2</w:t>
            </w:r>
          </w:p>
        </w:tc>
        <w:tc>
          <w:tcPr>
            <w:tcW w:w="134" w:type="pct"/>
            <w:tcBorders>
              <w:top w:val="single" w:sz="4" w:space="0" w:color="auto"/>
            </w:tcBorders>
          </w:tcPr>
          <w:p w14:paraId="22007225" w14:textId="77777777" w:rsidR="00576C9C" w:rsidRPr="00576C9C" w:rsidRDefault="00576C9C" w:rsidP="009E30B7">
            <w:pPr>
              <w:spacing w:line="240" w:lineRule="exact"/>
              <w:ind w:left="-43" w:right="-86"/>
              <w:jc w:val="center"/>
              <w:rPr>
                <w:sz w:val="18"/>
                <w:szCs w:val="18"/>
                <w:cs/>
              </w:rPr>
            </w:pPr>
          </w:p>
        </w:tc>
        <w:tc>
          <w:tcPr>
            <w:tcW w:w="466" w:type="pct"/>
            <w:tcBorders>
              <w:top w:val="single" w:sz="4" w:space="0" w:color="auto"/>
            </w:tcBorders>
            <w:vAlign w:val="bottom"/>
          </w:tcPr>
          <w:p w14:paraId="0627C0F9" w14:textId="77777777" w:rsidR="00576C9C" w:rsidRPr="00576C9C" w:rsidRDefault="00576C9C" w:rsidP="009E30B7">
            <w:pPr>
              <w:spacing w:line="240" w:lineRule="exact"/>
              <w:ind w:left="-43" w:right="-86"/>
              <w:jc w:val="center"/>
              <w:rPr>
                <w:sz w:val="18"/>
                <w:szCs w:val="18"/>
              </w:rPr>
            </w:pPr>
            <w:r w:rsidRPr="00576C9C">
              <w:rPr>
                <w:sz w:val="18"/>
                <w:szCs w:val="18"/>
              </w:rPr>
              <w:t>Level 3</w:t>
            </w:r>
          </w:p>
        </w:tc>
      </w:tr>
      <w:tr w:rsidR="00576C9C" w:rsidRPr="005D3E43" w14:paraId="4F796226" w14:textId="77777777" w:rsidTr="00B70A44">
        <w:trPr>
          <w:gridAfter w:val="1"/>
          <w:wAfter w:w="122" w:type="pct"/>
        </w:trPr>
        <w:tc>
          <w:tcPr>
            <w:tcW w:w="1013" w:type="pct"/>
            <w:shd w:val="clear" w:color="auto" w:fill="auto"/>
          </w:tcPr>
          <w:p w14:paraId="0639D101" w14:textId="77777777" w:rsidR="00576C9C" w:rsidRPr="00576C9C" w:rsidRDefault="00576C9C" w:rsidP="009E30B7">
            <w:pPr>
              <w:spacing w:line="240" w:lineRule="exact"/>
              <w:ind w:left="-14" w:right="-90"/>
              <w:rPr>
                <w:b/>
                <w:bCs/>
                <w:i/>
                <w:iCs/>
                <w:sz w:val="18"/>
                <w:szCs w:val="18"/>
                <w:cs/>
              </w:rPr>
            </w:pPr>
          </w:p>
        </w:tc>
        <w:tc>
          <w:tcPr>
            <w:tcW w:w="123" w:type="pct"/>
          </w:tcPr>
          <w:p w14:paraId="4617B088" w14:textId="77777777" w:rsidR="00576C9C" w:rsidRPr="00576C9C" w:rsidRDefault="00576C9C" w:rsidP="009E30B7">
            <w:pPr>
              <w:pStyle w:val="acctfourfigures"/>
              <w:tabs>
                <w:tab w:val="clear" w:pos="765"/>
              </w:tabs>
              <w:spacing w:line="240" w:lineRule="exact"/>
              <w:ind w:left="-43" w:right="-86"/>
              <w:jc w:val="center"/>
              <w:rPr>
                <w:i/>
                <w:iCs/>
                <w:sz w:val="18"/>
                <w:szCs w:val="18"/>
                <w:cs/>
                <w:lang w:bidi="th-TH"/>
              </w:rPr>
            </w:pPr>
          </w:p>
        </w:tc>
        <w:tc>
          <w:tcPr>
            <w:tcW w:w="3742" w:type="pct"/>
            <w:gridSpan w:val="11"/>
          </w:tcPr>
          <w:p w14:paraId="5A0D68C6" w14:textId="1A1A05F1" w:rsidR="00576C9C" w:rsidRPr="00576C9C" w:rsidRDefault="00576C9C" w:rsidP="009E30B7">
            <w:pPr>
              <w:pStyle w:val="acctfourfigures"/>
              <w:tabs>
                <w:tab w:val="clear" w:pos="765"/>
              </w:tabs>
              <w:spacing w:line="240" w:lineRule="exact"/>
              <w:ind w:left="-43" w:right="-86"/>
              <w:jc w:val="center"/>
              <w:rPr>
                <w:i/>
                <w:iCs/>
                <w:sz w:val="18"/>
                <w:szCs w:val="18"/>
                <w:cs/>
                <w:lang w:bidi="th-TH"/>
              </w:rPr>
            </w:pPr>
            <w:r w:rsidRPr="00576C9C">
              <w:rPr>
                <w:i/>
                <w:iCs/>
                <w:sz w:val="18"/>
                <w:szCs w:val="18"/>
                <w:cs/>
                <w:lang w:bidi="th-TH"/>
              </w:rPr>
              <w:t>(</w:t>
            </w:r>
            <w:r w:rsidRPr="00576C9C">
              <w:rPr>
                <w:i/>
                <w:iCs/>
                <w:sz w:val="18"/>
                <w:szCs w:val="18"/>
                <w:lang w:bidi="th-TH"/>
              </w:rPr>
              <w:t>in million Baht)</w:t>
            </w:r>
          </w:p>
        </w:tc>
      </w:tr>
      <w:tr w:rsidR="00576C9C" w:rsidRPr="005D3E43" w14:paraId="3882C604" w14:textId="77777777" w:rsidTr="00B70A44">
        <w:trPr>
          <w:gridAfter w:val="1"/>
          <w:wAfter w:w="122" w:type="pct"/>
        </w:trPr>
        <w:tc>
          <w:tcPr>
            <w:tcW w:w="1013" w:type="pct"/>
            <w:shd w:val="clear" w:color="auto" w:fill="auto"/>
          </w:tcPr>
          <w:p w14:paraId="7EB72D0F" w14:textId="77777777" w:rsidR="00576C9C" w:rsidRPr="00576C9C" w:rsidRDefault="00576C9C" w:rsidP="00330CD8">
            <w:pPr>
              <w:spacing w:line="240" w:lineRule="exact"/>
              <w:ind w:left="159" w:right="-90" w:hanging="173"/>
              <w:rPr>
                <w:b/>
                <w:bCs/>
                <w:i/>
                <w:iCs/>
                <w:sz w:val="18"/>
                <w:szCs w:val="18"/>
              </w:rPr>
            </w:pPr>
            <w:r w:rsidRPr="00576C9C">
              <w:rPr>
                <w:b/>
                <w:bCs/>
                <w:i/>
                <w:iCs/>
                <w:sz w:val="18"/>
                <w:szCs w:val="18"/>
              </w:rPr>
              <w:t>Assets measured at fair value</w:t>
            </w:r>
          </w:p>
        </w:tc>
        <w:tc>
          <w:tcPr>
            <w:tcW w:w="123" w:type="pct"/>
          </w:tcPr>
          <w:p w14:paraId="3CE9653D" w14:textId="77777777" w:rsidR="00576C9C" w:rsidRPr="00576C9C" w:rsidRDefault="00576C9C" w:rsidP="00330CD8">
            <w:pPr>
              <w:pStyle w:val="acctfourfigures"/>
              <w:tabs>
                <w:tab w:val="clear" w:pos="765"/>
              </w:tabs>
              <w:spacing w:line="240" w:lineRule="exact"/>
              <w:ind w:left="-42" w:right="-90"/>
              <w:jc w:val="center"/>
              <w:rPr>
                <w:sz w:val="18"/>
                <w:szCs w:val="18"/>
                <w:lang w:val="en-US" w:bidi="th-TH"/>
              </w:rPr>
            </w:pPr>
          </w:p>
        </w:tc>
        <w:tc>
          <w:tcPr>
            <w:tcW w:w="611" w:type="pct"/>
            <w:vAlign w:val="bottom"/>
          </w:tcPr>
          <w:p w14:paraId="7EC1DFAC" w14:textId="5C995F2C" w:rsidR="00576C9C" w:rsidRPr="00576C9C" w:rsidRDefault="00576C9C" w:rsidP="00330CD8">
            <w:pPr>
              <w:pStyle w:val="acctfourfigures"/>
              <w:tabs>
                <w:tab w:val="clear" w:pos="765"/>
              </w:tabs>
              <w:spacing w:line="240" w:lineRule="exact"/>
              <w:ind w:left="-42" w:right="-90"/>
              <w:jc w:val="center"/>
              <w:rPr>
                <w:i/>
                <w:iCs/>
                <w:sz w:val="18"/>
                <w:szCs w:val="18"/>
                <w:lang w:val="en-US" w:bidi="th-TH"/>
              </w:rPr>
            </w:pPr>
          </w:p>
        </w:tc>
        <w:tc>
          <w:tcPr>
            <w:tcW w:w="123" w:type="pct"/>
            <w:vAlign w:val="bottom"/>
          </w:tcPr>
          <w:p w14:paraId="6EAEC3C4" w14:textId="77777777" w:rsidR="00576C9C" w:rsidRPr="00576C9C" w:rsidRDefault="00576C9C" w:rsidP="00330CD8">
            <w:pPr>
              <w:pStyle w:val="acctfourfigures"/>
              <w:tabs>
                <w:tab w:val="clear" w:pos="765"/>
              </w:tabs>
              <w:spacing w:line="240" w:lineRule="exact"/>
              <w:ind w:left="-42" w:right="-90"/>
              <w:jc w:val="center"/>
              <w:rPr>
                <w:i/>
                <w:iCs/>
                <w:sz w:val="18"/>
                <w:szCs w:val="18"/>
                <w:lang w:val="en-US" w:bidi="th-TH"/>
              </w:rPr>
            </w:pPr>
          </w:p>
        </w:tc>
        <w:tc>
          <w:tcPr>
            <w:tcW w:w="609" w:type="pct"/>
          </w:tcPr>
          <w:p w14:paraId="6C5DBEE2" w14:textId="77777777" w:rsidR="00576C9C" w:rsidRPr="00576C9C" w:rsidRDefault="00576C9C" w:rsidP="00330CD8">
            <w:pPr>
              <w:pStyle w:val="acctfourfigures"/>
              <w:tabs>
                <w:tab w:val="clear" w:pos="765"/>
                <w:tab w:val="decimal" w:pos="595"/>
              </w:tabs>
              <w:spacing w:line="240" w:lineRule="exact"/>
              <w:ind w:left="-43" w:right="-86"/>
              <w:rPr>
                <w:sz w:val="18"/>
                <w:szCs w:val="18"/>
                <w:lang w:val="en-US"/>
              </w:rPr>
            </w:pPr>
          </w:p>
        </w:tc>
        <w:tc>
          <w:tcPr>
            <w:tcW w:w="122" w:type="pct"/>
          </w:tcPr>
          <w:p w14:paraId="00C123C1" w14:textId="77777777" w:rsidR="00576C9C" w:rsidRPr="00576C9C" w:rsidRDefault="00576C9C" w:rsidP="00330CD8">
            <w:pPr>
              <w:pStyle w:val="acctfourfigures"/>
              <w:tabs>
                <w:tab w:val="clear" w:pos="765"/>
                <w:tab w:val="decimal" w:pos="595"/>
              </w:tabs>
              <w:spacing w:line="240" w:lineRule="exact"/>
              <w:ind w:left="-43" w:right="-86"/>
              <w:rPr>
                <w:sz w:val="18"/>
                <w:szCs w:val="18"/>
                <w:lang w:val="en-US"/>
              </w:rPr>
            </w:pPr>
          </w:p>
        </w:tc>
        <w:tc>
          <w:tcPr>
            <w:tcW w:w="486" w:type="pct"/>
            <w:shd w:val="clear" w:color="auto" w:fill="auto"/>
            <w:vAlign w:val="bottom"/>
          </w:tcPr>
          <w:p w14:paraId="419920D4" w14:textId="2C9239D3" w:rsidR="00576C9C" w:rsidRPr="00576C9C" w:rsidRDefault="00576C9C" w:rsidP="00330CD8">
            <w:pPr>
              <w:pStyle w:val="acctfourfigures"/>
              <w:tabs>
                <w:tab w:val="clear" w:pos="765"/>
                <w:tab w:val="decimal" w:pos="595"/>
              </w:tabs>
              <w:spacing w:line="240" w:lineRule="exact"/>
              <w:ind w:left="-43" w:right="-86"/>
              <w:rPr>
                <w:sz w:val="18"/>
                <w:szCs w:val="18"/>
                <w:lang w:val="en-US"/>
              </w:rPr>
            </w:pPr>
          </w:p>
        </w:tc>
        <w:tc>
          <w:tcPr>
            <w:tcW w:w="126" w:type="pct"/>
            <w:shd w:val="clear" w:color="auto" w:fill="auto"/>
            <w:vAlign w:val="bottom"/>
          </w:tcPr>
          <w:p w14:paraId="2A8D2AC7" w14:textId="77777777" w:rsidR="00576C9C" w:rsidRPr="00576C9C" w:rsidRDefault="00576C9C" w:rsidP="00330CD8">
            <w:pPr>
              <w:pStyle w:val="acctfourfigures"/>
              <w:tabs>
                <w:tab w:val="clear" w:pos="765"/>
                <w:tab w:val="decimal" w:pos="595"/>
              </w:tabs>
              <w:spacing w:line="240" w:lineRule="exact"/>
              <w:ind w:left="-43" w:right="-86"/>
              <w:rPr>
                <w:sz w:val="18"/>
                <w:szCs w:val="18"/>
              </w:rPr>
            </w:pPr>
          </w:p>
        </w:tc>
        <w:tc>
          <w:tcPr>
            <w:tcW w:w="464" w:type="pct"/>
            <w:vAlign w:val="bottom"/>
          </w:tcPr>
          <w:p w14:paraId="22A7978A" w14:textId="47787E6D" w:rsidR="00576C9C" w:rsidRPr="00576C9C" w:rsidRDefault="00576C9C" w:rsidP="00330CD8">
            <w:pPr>
              <w:pStyle w:val="acctfourfigures"/>
              <w:tabs>
                <w:tab w:val="clear" w:pos="765"/>
                <w:tab w:val="decimal" w:pos="595"/>
              </w:tabs>
              <w:spacing w:line="240" w:lineRule="exact"/>
              <w:ind w:left="-43" w:right="-86"/>
              <w:rPr>
                <w:sz w:val="18"/>
                <w:szCs w:val="18"/>
              </w:rPr>
            </w:pPr>
          </w:p>
        </w:tc>
        <w:tc>
          <w:tcPr>
            <w:tcW w:w="134" w:type="pct"/>
            <w:vAlign w:val="bottom"/>
          </w:tcPr>
          <w:p w14:paraId="126D459A" w14:textId="77777777" w:rsidR="00576C9C" w:rsidRPr="00576C9C" w:rsidRDefault="00576C9C" w:rsidP="00330CD8">
            <w:pPr>
              <w:pStyle w:val="acctfourfigures"/>
              <w:tabs>
                <w:tab w:val="clear" w:pos="765"/>
                <w:tab w:val="decimal" w:pos="595"/>
              </w:tabs>
              <w:spacing w:line="240" w:lineRule="exact"/>
              <w:ind w:left="-43" w:right="-86"/>
              <w:rPr>
                <w:sz w:val="18"/>
                <w:szCs w:val="18"/>
              </w:rPr>
            </w:pPr>
          </w:p>
        </w:tc>
        <w:tc>
          <w:tcPr>
            <w:tcW w:w="467" w:type="pct"/>
            <w:vAlign w:val="bottom"/>
          </w:tcPr>
          <w:p w14:paraId="0513EED4" w14:textId="77777777" w:rsidR="00576C9C" w:rsidRPr="00576C9C" w:rsidRDefault="00576C9C" w:rsidP="00330CD8">
            <w:pPr>
              <w:pStyle w:val="acctfourfigures"/>
              <w:tabs>
                <w:tab w:val="clear" w:pos="765"/>
                <w:tab w:val="decimal" w:pos="595"/>
              </w:tabs>
              <w:spacing w:line="240" w:lineRule="exact"/>
              <w:ind w:left="-43" w:right="-86"/>
              <w:rPr>
                <w:sz w:val="18"/>
                <w:szCs w:val="18"/>
              </w:rPr>
            </w:pPr>
          </w:p>
        </w:tc>
        <w:tc>
          <w:tcPr>
            <w:tcW w:w="134" w:type="pct"/>
            <w:vAlign w:val="bottom"/>
          </w:tcPr>
          <w:p w14:paraId="68BDF23C" w14:textId="77777777" w:rsidR="00576C9C" w:rsidRPr="00576C9C" w:rsidRDefault="00576C9C" w:rsidP="00330CD8">
            <w:pPr>
              <w:pStyle w:val="acctfourfigures"/>
              <w:tabs>
                <w:tab w:val="clear" w:pos="765"/>
                <w:tab w:val="decimal" w:pos="595"/>
              </w:tabs>
              <w:spacing w:line="240" w:lineRule="exact"/>
              <w:ind w:left="-43" w:right="-86"/>
              <w:rPr>
                <w:sz w:val="18"/>
                <w:szCs w:val="18"/>
              </w:rPr>
            </w:pPr>
          </w:p>
        </w:tc>
        <w:tc>
          <w:tcPr>
            <w:tcW w:w="466" w:type="pct"/>
            <w:vAlign w:val="bottom"/>
          </w:tcPr>
          <w:p w14:paraId="5A02E2FA" w14:textId="77777777" w:rsidR="00576C9C" w:rsidRPr="00576C9C" w:rsidRDefault="00576C9C" w:rsidP="00330CD8">
            <w:pPr>
              <w:pStyle w:val="acctfourfigures"/>
              <w:tabs>
                <w:tab w:val="clear" w:pos="765"/>
                <w:tab w:val="decimal" w:pos="595"/>
              </w:tabs>
              <w:spacing w:line="240" w:lineRule="exact"/>
              <w:ind w:left="-43" w:right="-86"/>
              <w:rPr>
                <w:sz w:val="18"/>
                <w:szCs w:val="18"/>
              </w:rPr>
            </w:pPr>
          </w:p>
        </w:tc>
      </w:tr>
      <w:tr w:rsidR="00576C9C" w:rsidRPr="005D3E43" w14:paraId="61ECF845" w14:textId="77777777" w:rsidTr="00B70A44">
        <w:trPr>
          <w:gridAfter w:val="1"/>
          <w:wAfter w:w="122" w:type="pct"/>
        </w:trPr>
        <w:tc>
          <w:tcPr>
            <w:tcW w:w="1013" w:type="pct"/>
            <w:shd w:val="clear" w:color="auto" w:fill="auto"/>
          </w:tcPr>
          <w:p w14:paraId="0BF358FB" w14:textId="77777777" w:rsidR="00576C9C" w:rsidRPr="00576C9C" w:rsidRDefault="00576C9C" w:rsidP="00330CD8">
            <w:pPr>
              <w:tabs>
                <w:tab w:val="left" w:pos="518"/>
              </w:tabs>
              <w:spacing w:line="240" w:lineRule="exact"/>
              <w:ind w:left="68" w:right="-90" w:hanging="88"/>
              <w:rPr>
                <w:sz w:val="18"/>
                <w:szCs w:val="18"/>
                <w:cs/>
              </w:rPr>
            </w:pPr>
            <w:r w:rsidRPr="00576C9C">
              <w:rPr>
                <w:sz w:val="18"/>
                <w:szCs w:val="18"/>
              </w:rPr>
              <w:t>Investment properties</w:t>
            </w:r>
          </w:p>
        </w:tc>
        <w:tc>
          <w:tcPr>
            <w:tcW w:w="123" w:type="pct"/>
          </w:tcPr>
          <w:p w14:paraId="3078E83D" w14:textId="77777777" w:rsidR="00576C9C" w:rsidRPr="00576C9C" w:rsidRDefault="00576C9C" w:rsidP="00330CD8">
            <w:pPr>
              <w:pStyle w:val="acctfourfigures"/>
              <w:tabs>
                <w:tab w:val="clear" w:pos="765"/>
              </w:tabs>
              <w:spacing w:line="240" w:lineRule="exact"/>
              <w:ind w:left="-42" w:right="-90"/>
              <w:jc w:val="center"/>
              <w:rPr>
                <w:sz w:val="18"/>
                <w:szCs w:val="18"/>
                <w:lang w:val="en-US" w:bidi="th-TH"/>
              </w:rPr>
            </w:pPr>
          </w:p>
        </w:tc>
        <w:tc>
          <w:tcPr>
            <w:tcW w:w="611" w:type="pct"/>
            <w:vAlign w:val="bottom"/>
          </w:tcPr>
          <w:p w14:paraId="242D65E6" w14:textId="6361B6EF" w:rsidR="00576C9C" w:rsidRPr="00576C9C" w:rsidRDefault="00576C9C" w:rsidP="00330CD8">
            <w:pPr>
              <w:pStyle w:val="acctfourfigures"/>
              <w:tabs>
                <w:tab w:val="clear" w:pos="765"/>
              </w:tabs>
              <w:spacing w:line="240" w:lineRule="exact"/>
              <w:ind w:left="-42" w:right="-90"/>
              <w:jc w:val="center"/>
              <w:rPr>
                <w:sz w:val="18"/>
                <w:szCs w:val="18"/>
                <w:lang w:val="en-US" w:bidi="th-TH"/>
              </w:rPr>
            </w:pPr>
            <w:r w:rsidRPr="00576C9C">
              <w:rPr>
                <w:sz w:val="18"/>
                <w:szCs w:val="18"/>
                <w:lang w:val="en-US" w:bidi="th-TH"/>
              </w:rPr>
              <w:t xml:space="preserve">     22,465</w:t>
            </w:r>
          </w:p>
        </w:tc>
        <w:tc>
          <w:tcPr>
            <w:tcW w:w="123" w:type="pct"/>
            <w:vAlign w:val="bottom"/>
          </w:tcPr>
          <w:p w14:paraId="7CAAF38E" w14:textId="77777777" w:rsidR="00576C9C" w:rsidRPr="00576C9C" w:rsidRDefault="00576C9C" w:rsidP="00330CD8">
            <w:pPr>
              <w:pStyle w:val="acctfourfigures"/>
              <w:tabs>
                <w:tab w:val="clear" w:pos="765"/>
              </w:tabs>
              <w:spacing w:line="240" w:lineRule="exact"/>
              <w:ind w:left="-42" w:right="-90"/>
              <w:jc w:val="center"/>
              <w:rPr>
                <w:i/>
                <w:iCs/>
                <w:sz w:val="18"/>
                <w:szCs w:val="18"/>
                <w:lang w:val="en-US" w:bidi="th-TH"/>
              </w:rPr>
            </w:pPr>
          </w:p>
        </w:tc>
        <w:tc>
          <w:tcPr>
            <w:tcW w:w="609" w:type="pct"/>
          </w:tcPr>
          <w:p w14:paraId="7D5AD16C" w14:textId="7D688BED" w:rsidR="00576C9C" w:rsidRPr="00576C9C" w:rsidRDefault="00576C9C" w:rsidP="00330CD8">
            <w:pPr>
              <w:pStyle w:val="acctfourfigures"/>
              <w:tabs>
                <w:tab w:val="clear" w:pos="765"/>
                <w:tab w:val="decimal" w:pos="595"/>
              </w:tabs>
              <w:spacing w:line="240" w:lineRule="exact"/>
              <w:ind w:left="-43" w:right="-86"/>
              <w:rPr>
                <w:sz w:val="18"/>
                <w:szCs w:val="18"/>
                <w:lang w:val="en-US" w:bidi="th-TH"/>
              </w:rPr>
            </w:pPr>
            <w:r>
              <w:rPr>
                <w:sz w:val="18"/>
                <w:szCs w:val="18"/>
                <w:lang w:val="en-US" w:bidi="th-TH"/>
              </w:rPr>
              <w:t>-</w:t>
            </w:r>
          </w:p>
        </w:tc>
        <w:tc>
          <w:tcPr>
            <w:tcW w:w="122" w:type="pct"/>
          </w:tcPr>
          <w:p w14:paraId="73578504" w14:textId="77777777" w:rsidR="00576C9C" w:rsidRPr="00576C9C" w:rsidRDefault="00576C9C" w:rsidP="00330CD8">
            <w:pPr>
              <w:pStyle w:val="acctfourfigures"/>
              <w:tabs>
                <w:tab w:val="clear" w:pos="765"/>
                <w:tab w:val="decimal" w:pos="595"/>
              </w:tabs>
              <w:spacing w:line="240" w:lineRule="exact"/>
              <w:ind w:left="-43" w:right="-86"/>
              <w:rPr>
                <w:sz w:val="18"/>
                <w:szCs w:val="18"/>
                <w:lang w:val="en-US" w:bidi="th-TH"/>
              </w:rPr>
            </w:pPr>
          </w:p>
        </w:tc>
        <w:tc>
          <w:tcPr>
            <w:tcW w:w="486" w:type="pct"/>
            <w:shd w:val="clear" w:color="auto" w:fill="auto"/>
            <w:vAlign w:val="bottom"/>
          </w:tcPr>
          <w:p w14:paraId="454E87F8" w14:textId="0C855D43" w:rsidR="00576C9C" w:rsidRPr="00576C9C" w:rsidRDefault="00576C9C" w:rsidP="00B70A44">
            <w:pPr>
              <w:pStyle w:val="acctfourfigures"/>
              <w:tabs>
                <w:tab w:val="clear" w:pos="765"/>
                <w:tab w:val="decimal" w:pos="444"/>
              </w:tabs>
              <w:spacing w:line="240" w:lineRule="exact"/>
              <w:ind w:left="-43" w:right="-86"/>
              <w:rPr>
                <w:sz w:val="18"/>
                <w:szCs w:val="18"/>
                <w:lang w:val="en-US" w:bidi="th-TH"/>
              </w:rPr>
            </w:pPr>
            <w:r w:rsidRPr="00576C9C">
              <w:rPr>
                <w:sz w:val="18"/>
                <w:szCs w:val="18"/>
                <w:lang w:val="en-US" w:bidi="th-TH"/>
              </w:rPr>
              <w:t>-</w:t>
            </w:r>
          </w:p>
        </w:tc>
        <w:tc>
          <w:tcPr>
            <w:tcW w:w="126" w:type="pct"/>
            <w:shd w:val="clear" w:color="auto" w:fill="auto"/>
            <w:vAlign w:val="bottom"/>
          </w:tcPr>
          <w:p w14:paraId="70C318D2" w14:textId="77777777" w:rsidR="00576C9C" w:rsidRPr="00576C9C" w:rsidRDefault="00576C9C" w:rsidP="00330CD8">
            <w:pPr>
              <w:tabs>
                <w:tab w:val="decimal" w:pos="595"/>
              </w:tabs>
              <w:spacing w:line="240" w:lineRule="exact"/>
              <w:ind w:left="-43" w:right="-86"/>
              <w:rPr>
                <w:sz w:val="18"/>
                <w:szCs w:val="18"/>
              </w:rPr>
            </w:pPr>
          </w:p>
        </w:tc>
        <w:tc>
          <w:tcPr>
            <w:tcW w:w="464" w:type="pct"/>
            <w:vAlign w:val="bottom"/>
          </w:tcPr>
          <w:p w14:paraId="240358C7" w14:textId="6C18BDD2" w:rsidR="00576C9C" w:rsidRPr="00576C9C" w:rsidRDefault="00576C9C" w:rsidP="00576C9C">
            <w:pPr>
              <w:pStyle w:val="acctfourfigures"/>
              <w:tabs>
                <w:tab w:val="clear" w:pos="765"/>
                <w:tab w:val="decimal" w:pos="429"/>
              </w:tabs>
              <w:spacing w:line="240" w:lineRule="exact"/>
              <w:ind w:left="-43" w:right="-86"/>
              <w:rPr>
                <w:sz w:val="18"/>
                <w:szCs w:val="18"/>
              </w:rPr>
            </w:pPr>
            <w:r w:rsidRPr="00576C9C">
              <w:rPr>
                <w:sz w:val="18"/>
                <w:szCs w:val="18"/>
              </w:rPr>
              <w:t>-</w:t>
            </w:r>
          </w:p>
        </w:tc>
        <w:tc>
          <w:tcPr>
            <w:tcW w:w="134" w:type="pct"/>
            <w:vAlign w:val="bottom"/>
          </w:tcPr>
          <w:p w14:paraId="2F71894F" w14:textId="77777777" w:rsidR="00576C9C" w:rsidRPr="00576C9C" w:rsidRDefault="00576C9C" w:rsidP="00330CD8">
            <w:pPr>
              <w:pStyle w:val="acctfourfigures"/>
              <w:tabs>
                <w:tab w:val="clear" w:pos="765"/>
                <w:tab w:val="decimal" w:pos="595"/>
              </w:tabs>
              <w:spacing w:line="240" w:lineRule="exact"/>
              <w:ind w:left="-43" w:right="-86"/>
              <w:rPr>
                <w:sz w:val="18"/>
                <w:szCs w:val="18"/>
              </w:rPr>
            </w:pPr>
          </w:p>
        </w:tc>
        <w:tc>
          <w:tcPr>
            <w:tcW w:w="467" w:type="pct"/>
            <w:vAlign w:val="bottom"/>
          </w:tcPr>
          <w:p w14:paraId="31AD6C53" w14:textId="0BF5BC16" w:rsidR="00576C9C" w:rsidRPr="00576C9C" w:rsidRDefault="00576C9C" w:rsidP="00B70A44">
            <w:pPr>
              <w:pStyle w:val="acctfourfigures"/>
              <w:tabs>
                <w:tab w:val="clear" w:pos="765"/>
                <w:tab w:val="decimal" w:pos="351"/>
              </w:tabs>
              <w:spacing w:line="240" w:lineRule="exact"/>
              <w:ind w:left="-43" w:right="-86"/>
              <w:rPr>
                <w:sz w:val="18"/>
                <w:szCs w:val="18"/>
              </w:rPr>
            </w:pPr>
            <w:r w:rsidRPr="00576C9C">
              <w:rPr>
                <w:sz w:val="18"/>
                <w:szCs w:val="18"/>
              </w:rPr>
              <w:t>-</w:t>
            </w:r>
          </w:p>
        </w:tc>
        <w:tc>
          <w:tcPr>
            <w:tcW w:w="134" w:type="pct"/>
            <w:vAlign w:val="bottom"/>
          </w:tcPr>
          <w:p w14:paraId="652170B6" w14:textId="77777777" w:rsidR="00576C9C" w:rsidRPr="00576C9C" w:rsidRDefault="00576C9C" w:rsidP="00330CD8">
            <w:pPr>
              <w:tabs>
                <w:tab w:val="decimal" w:pos="595"/>
              </w:tabs>
              <w:spacing w:line="240" w:lineRule="exact"/>
              <w:ind w:left="-43" w:right="-86"/>
              <w:rPr>
                <w:sz w:val="18"/>
                <w:szCs w:val="18"/>
              </w:rPr>
            </w:pPr>
          </w:p>
        </w:tc>
        <w:tc>
          <w:tcPr>
            <w:tcW w:w="466" w:type="pct"/>
            <w:vAlign w:val="bottom"/>
          </w:tcPr>
          <w:p w14:paraId="4EEDD7AC" w14:textId="2EF9FBD2" w:rsidR="00576C9C" w:rsidRPr="00576C9C" w:rsidRDefault="00576C9C" w:rsidP="00777F05">
            <w:pPr>
              <w:tabs>
                <w:tab w:val="decimal" w:pos="810"/>
              </w:tabs>
              <w:spacing w:line="240" w:lineRule="exact"/>
              <w:ind w:left="-43" w:right="-86"/>
              <w:rPr>
                <w:sz w:val="18"/>
                <w:szCs w:val="18"/>
              </w:rPr>
            </w:pPr>
            <w:r w:rsidRPr="00576C9C">
              <w:rPr>
                <w:sz w:val="18"/>
                <w:szCs w:val="18"/>
              </w:rPr>
              <w:t>22,465</w:t>
            </w:r>
          </w:p>
        </w:tc>
      </w:tr>
      <w:tr w:rsidR="00576C9C" w:rsidRPr="005D3E43" w14:paraId="318A230A" w14:textId="77777777" w:rsidTr="00B70A44">
        <w:trPr>
          <w:gridAfter w:val="1"/>
          <w:wAfter w:w="122" w:type="pct"/>
        </w:trPr>
        <w:tc>
          <w:tcPr>
            <w:tcW w:w="1013" w:type="pct"/>
            <w:shd w:val="clear" w:color="auto" w:fill="auto"/>
          </w:tcPr>
          <w:p w14:paraId="5AFD4FB9" w14:textId="323698BF" w:rsidR="00576C9C" w:rsidRPr="00576C9C" w:rsidRDefault="00576C9C" w:rsidP="00330CD8">
            <w:pPr>
              <w:spacing w:line="240" w:lineRule="exact"/>
              <w:ind w:left="160" w:right="-90" w:hanging="180"/>
              <w:rPr>
                <w:sz w:val="18"/>
                <w:szCs w:val="18"/>
                <w:cs/>
              </w:rPr>
            </w:pPr>
            <w:r w:rsidRPr="00576C9C">
              <w:rPr>
                <w:sz w:val="18"/>
                <w:szCs w:val="18"/>
              </w:rPr>
              <w:t>Other current financial assets - investment in debt securities</w:t>
            </w:r>
          </w:p>
        </w:tc>
        <w:tc>
          <w:tcPr>
            <w:tcW w:w="123" w:type="pct"/>
          </w:tcPr>
          <w:p w14:paraId="1D3F7ED8" w14:textId="77777777" w:rsidR="00576C9C" w:rsidRPr="00576C9C" w:rsidRDefault="00576C9C" w:rsidP="00330CD8">
            <w:pPr>
              <w:pStyle w:val="acctfourfigures"/>
              <w:tabs>
                <w:tab w:val="clear" w:pos="765"/>
              </w:tabs>
              <w:spacing w:line="240" w:lineRule="exact"/>
              <w:ind w:left="-42" w:right="-282"/>
              <w:jc w:val="center"/>
              <w:rPr>
                <w:sz w:val="18"/>
                <w:szCs w:val="18"/>
                <w:lang w:val="en-US" w:bidi="th-TH"/>
              </w:rPr>
            </w:pPr>
          </w:p>
        </w:tc>
        <w:tc>
          <w:tcPr>
            <w:tcW w:w="611" w:type="pct"/>
            <w:vAlign w:val="bottom"/>
          </w:tcPr>
          <w:p w14:paraId="65A5B714" w14:textId="0C370C11" w:rsidR="00576C9C" w:rsidRPr="00576C9C" w:rsidRDefault="00576C9C" w:rsidP="00330CD8">
            <w:pPr>
              <w:pStyle w:val="acctfourfigures"/>
              <w:tabs>
                <w:tab w:val="clear" w:pos="765"/>
              </w:tabs>
              <w:spacing w:line="240" w:lineRule="exact"/>
              <w:ind w:left="-42" w:right="-282"/>
              <w:jc w:val="center"/>
              <w:rPr>
                <w:sz w:val="18"/>
                <w:szCs w:val="18"/>
                <w:lang w:val="en-US" w:bidi="th-TH"/>
              </w:rPr>
            </w:pPr>
            <w:r w:rsidRPr="00576C9C">
              <w:rPr>
                <w:sz w:val="18"/>
                <w:szCs w:val="18"/>
                <w:lang w:val="en-US" w:bidi="th-TH"/>
              </w:rPr>
              <w:t xml:space="preserve">      40</w:t>
            </w:r>
          </w:p>
        </w:tc>
        <w:tc>
          <w:tcPr>
            <w:tcW w:w="123" w:type="pct"/>
            <w:vAlign w:val="bottom"/>
          </w:tcPr>
          <w:p w14:paraId="216D6A96" w14:textId="77777777" w:rsidR="00576C9C" w:rsidRPr="00576C9C" w:rsidRDefault="00576C9C" w:rsidP="00330CD8">
            <w:pPr>
              <w:pStyle w:val="acctfourfigures"/>
              <w:tabs>
                <w:tab w:val="clear" w:pos="765"/>
              </w:tabs>
              <w:spacing w:line="240" w:lineRule="exact"/>
              <w:ind w:left="-42" w:right="-90"/>
              <w:jc w:val="center"/>
              <w:rPr>
                <w:i/>
                <w:iCs/>
                <w:sz w:val="18"/>
                <w:szCs w:val="18"/>
                <w:lang w:val="en-US" w:bidi="th-TH"/>
              </w:rPr>
            </w:pPr>
          </w:p>
        </w:tc>
        <w:tc>
          <w:tcPr>
            <w:tcW w:w="609" w:type="pct"/>
            <w:vAlign w:val="bottom"/>
          </w:tcPr>
          <w:p w14:paraId="330A5277" w14:textId="2ECD0001" w:rsidR="00576C9C" w:rsidRPr="00576C9C" w:rsidRDefault="00576C9C" w:rsidP="00576C9C">
            <w:pPr>
              <w:pStyle w:val="acctfourfigures"/>
              <w:tabs>
                <w:tab w:val="clear" w:pos="765"/>
                <w:tab w:val="decimal" w:pos="596"/>
              </w:tabs>
              <w:spacing w:line="240" w:lineRule="exact"/>
              <w:ind w:left="-43" w:right="-86"/>
              <w:rPr>
                <w:sz w:val="18"/>
                <w:szCs w:val="18"/>
                <w:lang w:val="en-US" w:bidi="th-TH"/>
              </w:rPr>
            </w:pPr>
            <w:r>
              <w:rPr>
                <w:sz w:val="18"/>
                <w:szCs w:val="18"/>
                <w:lang w:val="en-US" w:bidi="th-TH"/>
              </w:rPr>
              <w:t>-</w:t>
            </w:r>
          </w:p>
        </w:tc>
        <w:tc>
          <w:tcPr>
            <w:tcW w:w="122" w:type="pct"/>
          </w:tcPr>
          <w:p w14:paraId="5A2402C8" w14:textId="77777777" w:rsidR="00576C9C" w:rsidRPr="00576C9C" w:rsidRDefault="00576C9C" w:rsidP="00EE7A07">
            <w:pPr>
              <w:pStyle w:val="acctfourfigures"/>
              <w:tabs>
                <w:tab w:val="clear" w:pos="765"/>
                <w:tab w:val="decimal" w:pos="634"/>
              </w:tabs>
              <w:spacing w:line="240" w:lineRule="exact"/>
              <w:ind w:left="-43" w:right="-86"/>
              <w:rPr>
                <w:sz w:val="18"/>
                <w:szCs w:val="18"/>
                <w:lang w:val="en-US" w:bidi="th-TH"/>
              </w:rPr>
            </w:pPr>
          </w:p>
        </w:tc>
        <w:tc>
          <w:tcPr>
            <w:tcW w:w="486" w:type="pct"/>
            <w:shd w:val="clear" w:color="auto" w:fill="auto"/>
            <w:vAlign w:val="bottom"/>
          </w:tcPr>
          <w:p w14:paraId="7D9EBAAE" w14:textId="7F96E033" w:rsidR="00576C9C" w:rsidRPr="00576C9C" w:rsidRDefault="00576C9C" w:rsidP="00B70A44">
            <w:pPr>
              <w:pStyle w:val="acctfourfigures"/>
              <w:tabs>
                <w:tab w:val="clear" w:pos="765"/>
                <w:tab w:val="decimal" w:pos="444"/>
              </w:tabs>
              <w:spacing w:line="240" w:lineRule="exact"/>
              <w:ind w:left="-43" w:right="-86"/>
              <w:rPr>
                <w:sz w:val="18"/>
                <w:szCs w:val="18"/>
                <w:lang w:val="en-US" w:bidi="th-TH"/>
              </w:rPr>
            </w:pPr>
            <w:r w:rsidRPr="00576C9C">
              <w:rPr>
                <w:sz w:val="18"/>
                <w:szCs w:val="18"/>
                <w:lang w:val="en-US" w:bidi="th-TH"/>
              </w:rPr>
              <w:t xml:space="preserve">    -</w:t>
            </w:r>
          </w:p>
        </w:tc>
        <w:tc>
          <w:tcPr>
            <w:tcW w:w="126" w:type="pct"/>
            <w:shd w:val="clear" w:color="auto" w:fill="auto"/>
            <w:vAlign w:val="bottom"/>
          </w:tcPr>
          <w:p w14:paraId="4D6C9C46" w14:textId="77777777" w:rsidR="00576C9C" w:rsidRPr="00576C9C" w:rsidRDefault="00576C9C" w:rsidP="00330CD8">
            <w:pPr>
              <w:tabs>
                <w:tab w:val="decimal" w:pos="595"/>
              </w:tabs>
              <w:spacing w:line="240" w:lineRule="exact"/>
              <w:ind w:left="-43" w:right="-86"/>
              <w:rPr>
                <w:sz w:val="18"/>
                <w:szCs w:val="18"/>
              </w:rPr>
            </w:pPr>
          </w:p>
        </w:tc>
        <w:tc>
          <w:tcPr>
            <w:tcW w:w="464" w:type="pct"/>
            <w:vAlign w:val="bottom"/>
          </w:tcPr>
          <w:p w14:paraId="64CD77D2" w14:textId="613271F1" w:rsidR="00576C9C" w:rsidRPr="00576C9C" w:rsidRDefault="00576C9C" w:rsidP="00576C9C">
            <w:pPr>
              <w:pStyle w:val="acctfourfigures"/>
              <w:tabs>
                <w:tab w:val="clear" w:pos="765"/>
                <w:tab w:val="decimal" w:pos="429"/>
              </w:tabs>
              <w:spacing w:line="240" w:lineRule="exact"/>
              <w:ind w:left="-43" w:right="-86"/>
              <w:rPr>
                <w:sz w:val="18"/>
                <w:szCs w:val="18"/>
              </w:rPr>
            </w:pPr>
            <w:r w:rsidRPr="00576C9C">
              <w:rPr>
                <w:sz w:val="18"/>
                <w:szCs w:val="18"/>
              </w:rPr>
              <w:t>-</w:t>
            </w:r>
          </w:p>
        </w:tc>
        <w:tc>
          <w:tcPr>
            <w:tcW w:w="134" w:type="pct"/>
            <w:vAlign w:val="bottom"/>
          </w:tcPr>
          <w:p w14:paraId="397AAD6C" w14:textId="77777777" w:rsidR="00576C9C" w:rsidRPr="00576C9C" w:rsidRDefault="00576C9C" w:rsidP="00330CD8">
            <w:pPr>
              <w:pStyle w:val="acctfourfigures"/>
              <w:tabs>
                <w:tab w:val="clear" w:pos="765"/>
                <w:tab w:val="decimal" w:pos="595"/>
              </w:tabs>
              <w:spacing w:line="240" w:lineRule="exact"/>
              <w:ind w:left="-43" w:right="-86"/>
              <w:rPr>
                <w:sz w:val="18"/>
                <w:szCs w:val="18"/>
              </w:rPr>
            </w:pPr>
          </w:p>
        </w:tc>
        <w:tc>
          <w:tcPr>
            <w:tcW w:w="467" w:type="pct"/>
            <w:vAlign w:val="bottom"/>
          </w:tcPr>
          <w:p w14:paraId="325BE4EC" w14:textId="4DC22D23" w:rsidR="00576C9C" w:rsidRPr="00576C9C" w:rsidRDefault="00576C9C" w:rsidP="00576C9C">
            <w:pPr>
              <w:pStyle w:val="acctfourfigures"/>
              <w:tabs>
                <w:tab w:val="clear" w:pos="765"/>
                <w:tab w:val="decimal" w:pos="539"/>
              </w:tabs>
              <w:spacing w:line="240" w:lineRule="exact"/>
              <w:ind w:left="-43" w:right="-86"/>
              <w:jc w:val="center"/>
              <w:rPr>
                <w:sz w:val="18"/>
                <w:szCs w:val="18"/>
              </w:rPr>
            </w:pPr>
            <w:r w:rsidRPr="00576C9C">
              <w:rPr>
                <w:sz w:val="18"/>
                <w:szCs w:val="18"/>
              </w:rPr>
              <w:t>40</w:t>
            </w:r>
          </w:p>
        </w:tc>
        <w:tc>
          <w:tcPr>
            <w:tcW w:w="134" w:type="pct"/>
            <w:vAlign w:val="bottom"/>
          </w:tcPr>
          <w:p w14:paraId="0A69FFAA" w14:textId="77777777" w:rsidR="00576C9C" w:rsidRPr="00576C9C" w:rsidRDefault="00576C9C" w:rsidP="00330CD8">
            <w:pPr>
              <w:tabs>
                <w:tab w:val="decimal" w:pos="595"/>
              </w:tabs>
              <w:spacing w:line="240" w:lineRule="exact"/>
              <w:ind w:left="-43" w:right="-86"/>
              <w:rPr>
                <w:sz w:val="18"/>
                <w:szCs w:val="18"/>
              </w:rPr>
            </w:pPr>
          </w:p>
        </w:tc>
        <w:tc>
          <w:tcPr>
            <w:tcW w:w="466" w:type="pct"/>
            <w:vAlign w:val="bottom"/>
          </w:tcPr>
          <w:p w14:paraId="1F81CCA4" w14:textId="2D72CB9A" w:rsidR="00576C9C" w:rsidRPr="00576C9C" w:rsidRDefault="00576C9C" w:rsidP="00576C9C">
            <w:pPr>
              <w:tabs>
                <w:tab w:val="decimal" w:pos="495"/>
              </w:tabs>
              <w:spacing w:line="240" w:lineRule="exact"/>
              <w:ind w:left="-43" w:right="-86"/>
              <w:rPr>
                <w:sz w:val="18"/>
                <w:szCs w:val="18"/>
              </w:rPr>
            </w:pPr>
            <w:r w:rsidRPr="00576C9C">
              <w:rPr>
                <w:sz w:val="18"/>
                <w:szCs w:val="18"/>
              </w:rPr>
              <w:t>-</w:t>
            </w:r>
          </w:p>
        </w:tc>
      </w:tr>
      <w:tr w:rsidR="00576C9C" w:rsidRPr="005D3E43" w14:paraId="66D8F9D7" w14:textId="77777777" w:rsidTr="00B70A44">
        <w:trPr>
          <w:gridAfter w:val="1"/>
          <w:wAfter w:w="122" w:type="pct"/>
        </w:trPr>
        <w:tc>
          <w:tcPr>
            <w:tcW w:w="1013" w:type="pct"/>
            <w:shd w:val="clear" w:color="auto" w:fill="auto"/>
          </w:tcPr>
          <w:p w14:paraId="345EA654" w14:textId="183367E2" w:rsidR="00576C9C" w:rsidRPr="00576C9C" w:rsidRDefault="00576C9C" w:rsidP="00576C9C">
            <w:pPr>
              <w:spacing w:line="240" w:lineRule="exact"/>
              <w:ind w:left="160" w:right="-90" w:hanging="180"/>
              <w:rPr>
                <w:sz w:val="18"/>
                <w:szCs w:val="18"/>
              </w:rPr>
            </w:pPr>
            <w:r w:rsidRPr="00576C9C">
              <w:rPr>
                <w:sz w:val="18"/>
                <w:szCs w:val="18"/>
              </w:rPr>
              <w:t>Other no</w:t>
            </w:r>
            <w:r w:rsidR="003C09C2">
              <w:rPr>
                <w:sz w:val="18"/>
                <w:szCs w:val="18"/>
              </w:rPr>
              <w:t>n</w:t>
            </w:r>
            <w:r w:rsidRPr="00576C9C">
              <w:rPr>
                <w:sz w:val="18"/>
                <w:szCs w:val="18"/>
              </w:rPr>
              <w:t>-current financial asset</w:t>
            </w:r>
            <w:r w:rsidR="003C09C2">
              <w:rPr>
                <w:sz w:val="18"/>
                <w:szCs w:val="18"/>
              </w:rPr>
              <w:t xml:space="preserve"> - long term investment </w:t>
            </w:r>
          </w:p>
        </w:tc>
        <w:tc>
          <w:tcPr>
            <w:tcW w:w="123" w:type="pct"/>
          </w:tcPr>
          <w:p w14:paraId="2E1FA9C0" w14:textId="77777777" w:rsidR="00576C9C" w:rsidRPr="00576C9C" w:rsidRDefault="00576C9C" w:rsidP="00576C9C">
            <w:pPr>
              <w:pStyle w:val="acctfourfigures"/>
              <w:tabs>
                <w:tab w:val="clear" w:pos="765"/>
              </w:tabs>
              <w:spacing w:line="240" w:lineRule="exact"/>
              <w:ind w:left="-42" w:right="-282"/>
              <w:jc w:val="center"/>
              <w:rPr>
                <w:sz w:val="18"/>
                <w:szCs w:val="18"/>
                <w:lang w:val="en-US" w:bidi="th-TH"/>
              </w:rPr>
            </w:pPr>
          </w:p>
        </w:tc>
        <w:tc>
          <w:tcPr>
            <w:tcW w:w="611" w:type="pct"/>
            <w:vAlign w:val="bottom"/>
          </w:tcPr>
          <w:p w14:paraId="0FBFFE4C" w14:textId="42D711B0" w:rsidR="00576C9C" w:rsidRPr="00576C9C" w:rsidRDefault="00576C9C" w:rsidP="00B70A44">
            <w:pPr>
              <w:pStyle w:val="acctfourfigures"/>
              <w:tabs>
                <w:tab w:val="clear" w:pos="765"/>
              </w:tabs>
              <w:spacing w:line="240" w:lineRule="exact"/>
              <w:ind w:left="-42" w:right="-241"/>
              <w:jc w:val="center"/>
              <w:rPr>
                <w:sz w:val="18"/>
                <w:szCs w:val="18"/>
                <w:lang w:val="en-US" w:bidi="th-TH"/>
              </w:rPr>
            </w:pPr>
            <w:r w:rsidRPr="00576C9C">
              <w:rPr>
                <w:sz w:val="18"/>
                <w:szCs w:val="18"/>
                <w:lang w:val="en-US" w:bidi="th-TH"/>
              </w:rPr>
              <w:t>-</w:t>
            </w:r>
          </w:p>
        </w:tc>
        <w:tc>
          <w:tcPr>
            <w:tcW w:w="123" w:type="pct"/>
            <w:vAlign w:val="bottom"/>
          </w:tcPr>
          <w:p w14:paraId="538B7164" w14:textId="77777777" w:rsidR="00576C9C" w:rsidRPr="00576C9C" w:rsidRDefault="00576C9C" w:rsidP="00576C9C">
            <w:pPr>
              <w:pStyle w:val="acctfourfigures"/>
              <w:tabs>
                <w:tab w:val="clear" w:pos="765"/>
              </w:tabs>
              <w:spacing w:line="240" w:lineRule="exact"/>
              <w:ind w:left="-42" w:right="-90"/>
              <w:jc w:val="center"/>
              <w:rPr>
                <w:i/>
                <w:iCs/>
                <w:sz w:val="18"/>
                <w:szCs w:val="18"/>
                <w:lang w:val="en-US" w:bidi="th-TH"/>
              </w:rPr>
            </w:pPr>
          </w:p>
        </w:tc>
        <w:tc>
          <w:tcPr>
            <w:tcW w:w="609" w:type="pct"/>
            <w:vAlign w:val="bottom"/>
          </w:tcPr>
          <w:p w14:paraId="611BACFF" w14:textId="43BF2FCF" w:rsidR="00576C9C" w:rsidRPr="00281223" w:rsidRDefault="00BF4241" w:rsidP="00281223">
            <w:pPr>
              <w:pStyle w:val="acctfourfigures"/>
              <w:tabs>
                <w:tab w:val="clear" w:pos="765"/>
                <w:tab w:val="decimal" w:pos="958"/>
              </w:tabs>
              <w:spacing w:line="240" w:lineRule="exact"/>
              <w:ind w:right="-86"/>
              <w:rPr>
                <w:rFonts w:cs="Angsana New"/>
                <w:sz w:val="18"/>
                <w:szCs w:val="22"/>
                <w:lang w:val="en-US" w:bidi="th-TH"/>
              </w:rPr>
            </w:pPr>
            <w:r w:rsidRPr="00BF4241">
              <w:rPr>
                <w:rFonts w:cs="Angsana New"/>
                <w:sz w:val="18"/>
                <w:szCs w:val="22"/>
                <w:lang w:val="en-US" w:bidi="th-TH"/>
              </w:rPr>
              <w:t>57</w:t>
            </w:r>
            <w:r w:rsidR="005A4F1E">
              <w:rPr>
                <w:rFonts w:cs="Angsana New"/>
                <w:sz w:val="18"/>
                <w:szCs w:val="22"/>
                <w:lang w:val="en-US" w:bidi="th-TH"/>
              </w:rPr>
              <w:t>2</w:t>
            </w:r>
          </w:p>
        </w:tc>
        <w:tc>
          <w:tcPr>
            <w:tcW w:w="122" w:type="pct"/>
          </w:tcPr>
          <w:p w14:paraId="2EFB716A" w14:textId="77777777" w:rsidR="00576C9C" w:rsidRPr="00576C9C" w:rsidRDefault="00576C9C" w:rsidP="00576C9C">
            <w:pPr>
              <w:pStyle w:val="acctfourfigures"/>
              <w:tabs>
                <w:tab w:val="clear" w:pos="765"/>
                <w:tab w:val="decimal" w:pos="907"/>
              </w:tabs>
              <w:spacing w:line="240" w:lineRule="exact"/>
              <w:ind w:left="-43" w:right="-86"/>
              <w:rPr>
                <w:sz w:val="18"/>
                <w:szCs w:val="18"/>
                <w:lang w:val="en-US" w:bidi="th-TH"/>
              </w:rPr>
            </w:pPr>
          </w:p>
        </w:tc>
        <w:tc>
          <w:tcPr>
            <w:tcW w:w="486" w:type="pct"/>
            <w:shd w:val="clear" w:color="auto" w:fill="auto"/>
            <w:vAlign w:val="bottom"/>
          </w:tcPr>
          <w:p w14:paraId="2789E39E" w14:textId="5DEEEF87" w:rsidR="00576C9C" w:rsidRPr="00576C9C" w:rsidRDefault="00B70A44" w:rsidP="00B70A44">
            <w:pPr>
              <w:pStyle w:val="acctfourfigures"/>
              <w:tabs>
                <w:tab w:val="clear" w:pos="765"/>
                <w:tab w:val="decimal" w:pos="444"/>
              </w:tabs>
              <w:spacing w:line="240" w:lineRule="exact"/>
              <w:ind w:left="-43" w:right="-86"/>
              <w:rPr>
                <w:sz w:val="18"/>
                <w:szCs w:val="18"/>
                <w:lang w:val="en-US" w:bidi="th-TH"/>
              </w:rPr>
            </w:pPr>
            <w:r>
              <w:rPr>
                <w:sz w:val="18"/>
                <w:szCs w:val="18"/>
                <w:lang w:val="en-US" w:bidi="th-TH"/>
              </w:rPr>
              <w:t>-</w:t>
            </w:r>
          </w:p>
        </w:tc>
        <w:tc>
          <w:tcPr>
            <w:tcW w:w="126" w:type="pct"/>
            <w:shd w:val="clear" w:color="auto" w:fill="auto"/>
            <w:vAlign w:val="bottom"/>
          </w:tcPr>
          <w:p w14:paraId="6FEDF984" w14:textId="77777777" w:rsidR="00576C9C" w:rsidRPr="00576C9C" w:rsidRDefault="00576C9C" w:rsidP="00576C9C">
            <w:pPr>
              <w:tabs>
                <w:tab w:val="decimal" w:pos="595"/>
              </w:tabs>
              <w:spacing w:line="240" w:lineRule="exact"/>
              <w:ind w:left="-43" w:right="-86"/>
              <w:rPr>
                <w:sz w:val="18"/>
                <w:szCs w:val="18"/>
              </w:rPr>
            </w:pPr>
          </w:p>
        </w:tc>
        <w:tc>
          <w:tcPr>
            <w:tcW w:w="464" w:type="pct"/>
            <w:vAlign w:val="bottom"/>
          </w:tcPr>
          <w:p w14:paraId="178A23FB" w14:textId="2DAD9DF7" w:rsidR="00576C9C" w:rsidRPr="00576C9C" w:rsidRDefault="00576C9C" w:rsidP="00576C9C">
            <w:pPr>
              <w:pStyle w:val="acctfourfigures"/>
              <w:tabs>
                <w:tab w:val="clear" w:pos="765"/>
                <w:tab w:val="decimal" w:pos="429"/>
              </w:tabs>
              <w:spacing w:line="240" w:lineRule="exact"/>
              <w:ind w:left="-43" w:right="-86"/>
              <w:rPr>
                <w:sz w:val="18"/>
                <w:szCs w:val="18"/>
              </w:rPr>
            </w:pPr>
            <w:r w:rsidRPr="00576C9C">
              <w:rPr>
                <w:sz w:val="18"/>
                <w:szCs w:val="18"/>
              </w:rPr>
              <w:t>-</w:t>
            </w:r>
          </w:p>
        </w:tc>
        <w:tc>
          <w:tcPr>
            <w:tcW w:w="134" w:type="pct"/>
            <w:vAlign w:val="bottom"/>
          </w:tcPr>
          <w:p w14:paraId="299324BC" w14:textId="77777777" w:rsidR="00576C9C" w:rsidRPr="00576C9C" w:rsidRDefault="00576C9C" w:rsidP="00576C9C">
            <w:pPr>
              <w:pStyle w:val="acctfourfigures"/>
              <w:tabs>
                <w:tab w:val="clear" w:pos="765"/>
                <w:tab w:val="decimal" w:pos="595"/>
              </w:tabs>
              <w:spacing w:line="240" w:lineRule="exact"/>
              <w:ind w:left="-43" w:right="-86"/>
              <w:rPr>
                <w:sz w:val="18"/>
                <w:szCs w:val="18"/>
              </w:rPr>
            </w:pPr>
          </w:p>
        </w:tc>
        <w:tc>
          <w:tcPr>
            <w:tcW w:w="467" w:type="pct"/>
            <w:vAlign w:val="bottom"/>
          </w:tcPr>
          <w:p w14:paraId="0CF4FDE4" w14:textId="497F4C62" w:rsidR="00576C9C" w:rsidRPr="00863C8C" w:rsidRDefault="00863C8C" w:rsidP="00863C8C">
            <w:pPr>
              <w:pStyle w:val="acctfourfigures"/>
              <w:tabs>
                <w:tab w:val="clear" w:pos="765"/>
                <w:tab w:val="decimal" w:pos="351"/>
              </w:tabs>
              <w:spacing w:line="240" w:lineRule="exact"/>
              <w:ind w:left="-43" w:right="-86"/>
              <w:rPr>
                <w:sz w:val="18"/>
                <w:szCs w:val="18"/>
              </w:rPr>
            </w:pPr>
            <w:r w:rsidRPr="00863C8C">
              <w:rPr>
                <w:sz w:val="18"/>
                <w:szCs w:val="18"/>
              </w:rPr>
              <w:t>-</w:t>
            </w:r>
          </w:p>
        </w:tc>
        <w:tc>
          <w:tcPr>
            <w:tcW w:w="134" w:type="pct"/>
            <w:vAlign w:val="bottom"/>
          </w:tcPr>
          <w:p w14:paraId="2DBCD325" w14:textId="77777777" w:rsidR="00576C9C" w:rsidRPr="00576C9C" w:rsidRDefault="00576C9C" w:rsidP="00576C9C">
            <w:pPr>
              <w:tabs>
                <w:tab w:val="decimal" w:pos="595"/>
              </w:tabs>
              <w:spacing w:line="240" w:lineRule="exact"/>
              <w:ind w:left="-43" w:right="-86"/>
              <w:rPr>
                <w:sz w:val="18"/>
                <w:szCs w:val="18"/>
              </w:rPr>
            </w:pPr>
          </w:p>
        </w:tc>
        <w:tc>
          <w:tcPr>
            <w:tcW w:w="466" w:type="pct"/>
            <w:vAlign w:val="bottom"/>
          </w:tcPr>
          <w:p w14:paraId="3FFCF893" w14:textId="257B9EF1" w:rsidR="00576C9C" w:rsidRPr="00576C9C" w:rsidRDefault="00863C8C" w:rsidP="00863C8C">
            <w:pPr>
              <w:tabs>
                <w:tab w:val="decimal" w:pos="810"/>
              </w:tabs>
              <w:spacing w:line="240" w:lineRule="exact"/>
              <w:ind w:left="-43" w:right="-86"/>
              <w:rPr>
                <w:sz w:val="18"/>
                <w:szCs w:val="18"/>
              </w:rPr>
            </w:pPr>
            <w:r w:rsidRPr="00863C8C">
              <w:rPr>
                <w:sz w:val="18"/>
                <w:szCs w:val="18"/>
              </w:rPr>
              <w:t>57</w:t>
            </w:r>
            <w:r w:rsidR="005A4F1E">
              <w:rPr>
                <w:sz w:val="18"/>
                <w:szCs w:val="18"/>
              </w:rPr>
              <w:t>2</w:t>
            </w:r>
          </w:p>
        </w:tc>
      </w:tr>
      <w:tr w:rsidR="00576C9C" w:rsidRPr="005D3E43" w14:paraId="568FB1A3" w14:textId="77777777" w:rsidTr="00B70A44">
        <w:trPr>
          <w:gridAfter w:val="1"/>
          <w:wAfter w:w="122" w:type="pct"/>
        </w:trPr>
        <w:tc>
          <w:tcPr>
            <w:tcW w:w="1013" w:type="pct"/>
            <w:shd w:val="clear" w:color="auto" w:fill="auto"/>
          </w:tcPr>
          <w:p w14:paraId="1B6F11F9" w14:textId="77777777" w:rsidR="00576C9C" w:rsidRPr="00576C9C" w:rsidRDefault="00576C9C" w:rsidP="00576C9C">
            <w:pPr>
              <w:spacing w:line="180" w:lineRule="exact"/>
              <w:ind w:left="-14" w:right="-90"/>
              <w:rPr>
                <w:b/>
                <w:bCs/>
                <w:i/>
                <w:iCs/>
                <w:sz w:val="18"/>
                <w:szCs w:val="18"/>
              </w:rPr>
            </w:pPr>
          </w:p>
        </w:tc>
        <w:tc>
          <w:tcPr>
            <w:tcW w:w="123" w:type="pct"/>
          </w:tcPr>
          <w:p w14:paraId="034118BD" w14:textId="77777777" w:rsidR="00576C9C" w:rsidRPr="00576C9C" w:rsidRDefault="00576C9C" w:rsidP="00576C9C">
            <w:pPr>
              <w:pStyle w:val="acctfourfigures"/>
              <w:tabs>
                <w:tab w:val="clear" w:pos="765"/>
              </w:tabs>
              <w:spacing w:line="180" w:lineRule="exact"/>
              <w:ind w:left="-42" w:right="-90"/>
              <w:jc w:val="center"/>
              <w:rPr>
                <w:b/>
                <w:bCs/>
                <w:sz w:val="18"/>
                <w:szCs w:val="18"/>
                <w:lang w:val="en-US" w:bidi="th-TH"/>
              </w:rPr>
            </w:pPr>
          </w:p>
        </w:tc>
        <w:tc>
          <w:tcPr>
            <w:tcW w:w="611" w:type="pct"/>
          </w:tcPr>
          <w:p w14:paraId="23F916B1" w14:textId="27F1D33A" w:rsidR="00576C9C" w:rsidRPr="00576C9C" w:rsidRDefault="00576C9C" w:rsidP="00B70A44">
            <w:pPr>
              <w:pStyle w:val="acctfourfigures"/>
              <w:tabs>
                <w:tab w:val="clear" w:pos="765"/>
              </w:tabs>
              <w:spacing w:line="180" w:lineRule="exact"/>
              <w:ind w:left="-42" w:right="-241"/>
              <w:jc w:val="center"/>
              <w:rPr>
                <w:b/>
                <w:bCs/>
                <w:sz w:val="18"/>
                <w:szCs w:val="18"/>
                <w:lang w:val="en-US" w:bidi="th-TH"/>
              </w:rPr>
            </w:pPr>
          </w:p>
        </w:tc>
        <w:tc>
          <w:tcPr>
            <w:tcW w:w="123" w:type="pct"/>
          </w:tcPr>
          <w:p w14:paraId="25E85A05" w14:textId="77777777" w:rsidR="00576C9C" w:rsidRPr="00576C9C" w:rsidRDefault="00576C9C" w:rsidP="00576C9C">
            <w:pPr>
              <w:pStyle w:val="acctfourfigures"/>
              <w:tabs>
                <w:tab w:val="clear" w:pos="765"/>
              </w:tabs>
              <w:spacing w:line="180" w:lineRule="exact"/>
              <w:ind w:left="-42" w:right="-90"/>
              <w:jc w:val="center"/>
              <w:rPr>
                <w:b/>
                <w:bCs/>
                <w:i/>
                <w:iCs/>
                <w:sz w:val="18"/>
                <w:szCs w:val="18"/>
                <w:lang w:val="en-US" w:bidi="th-TH"/>
              </w:rPr>
            </w:pPr>
          </w:p>
        </w:tc>
        <w:tc>
          <w:tcPr>
            <w:tcW w:w="609" w:type="pct"/>
          </w:tcPr>
          <w:p w14:paraId="1431B9EE" w14:textId="77777777" w:rsidR="00576C9C" w:rsidRPr="00576C9C" w:rsidRDefault="00576C9C" w:rsidP="00576C9C">
            <w:pPr>
              <w:pStyle w:val="acctfourfigures"/>
              <w:tabs>
                <w:tab w:val="clear" w:pos="765"/>
                <w:tab w:val="decimal" w:pos="0"/>
                <w:tab w:val="decimal" w:pos="634"/>
              </w:tabs>
              <w:spacing w:line="180" w:lineRule="exact"/>
              <w:ind w:left="-43" w:right="-86"/>
              <w:jc w:val="center"/>
              <w:rPr>
                <w:b/>
                <w:bCs/>
                <w:sz w:val="18"/>
                <w:szCs w:val="18"/>
              </w:rPr>
            </w:pPr>
          </w:p>
        </w:tc>
        <w:tc>
          <w:tcPr>
            <w:tcW w:w="122" w:type="pct"/>
          </w:tcPr>
          <w:p w14:paraId="0979D8FA" w14:textId="77777777" w:rsidR="00576C9C" w:rsidRPr="00576C9C" w:rsidRDefault="00576C9C" w:rsidP="00576C9C">
            <w:pPr>
              <w:pStyle w:val="acctfourfigures"/>
              <w:tabs>
                <w:tab w:val="clear" w:pos="765"/>
                <w:tab w:val="decimal" w:pos="0"/>
                <w:tab w:val="decimal" w:pos="634"/>
              </w:tabs>
              <w:spacing w:line="180" w:lineRule="exact"/>
              <w:ind w:left="-43" w:right="-86"/>
              <w:jc w:val="center"/>
              <w:rPr>
                <w:b/>
                <w:bCs/>
                <w:sz w:val="18"/>
                <w:szCs w:val="18"/>
              </w:rPr>
            </w:pPr>
          </w:p>
        </w:tc>
        <w:tc>
          <w:tcPr>
            <w:tcW w:w="486" w:type="pct"/>
            <w:shd w:val="clear" w:color="auto" w:fill="auto"/>
          </w:tcPr>
          <w:p w14:paraId="5DD243DD" w14:textId="7F3AAFDE" w:rsidR="00576C9C" w:rsidRPr="00576C9C" w:rsidRDefault="00576C9C" w:rsidP="00576C9C">
            <w:pPr>
              <w:pStyle w:val="acctfourfigures"/>
              <w:tabs>
                <w:tab w:val="clear" w:pos="765"/>
                <w:tab w:val="decimal" w:pos="0"/>
                <w:tab w:val="decimal" w:pos="634"/>
              </w:tabs>
              <w:spacing w:line="180" w:lineRule="exact"/>
              <w:ind w:left="-43" w:right="-86"/>
              <w:jc w:val="center"/>
              <w:rPr>
                <w:b/>
                <w:bCs/>
                <w:sz w:val="18"/>
                <w:szCs w:val="18"/>
              </w:rPr>
            </w:pPr>
          </w:p>
        </w:tc>
        <w:tc>
          <w:tcPr>
            <w:tcW w:w="126" w:type="pct"/>
            <w:shd w:val="clear" w:color="auto" w:fill="auto"/>
          </w:tcPr>
          <w:p w14:paraId="66824B27" w14:textId="77777777" w:rsidR="00576C9C" w:rsidRPr="00576C9C" w:rsidRDefault="00576C9C" w:rsidP="00576C9C">
            <w:pPr>
              <w:tabs>
                <w:tab w:val="decimal" w:pos="595"/>
              </w:tabs>
              <w:spacing w:line="180" w:lineRule="exact"/>
              <w:ind w:left="-43" w:right="-86"/>
              <w:jc w:val="center"/>
              <w:rPr>
                <w:b/>
                <w:bCs/>
                <w:sz w:val="18"/>
                <w:szCs w:val="18"/>
              </w:rPr>
            </w:pPr>
          </w:p>
        </w:tc>
        <w:tc>
          <w:tcPr>
            <w:tcW w:w="464" w:type="pct"/>
          </w:tcPr>
          <w:p w14:paraId="2D1D2C7B" w14:textId="77777777" w:rsidR="00576C9C" w:rsidRPr="00576C9C" w:rsidRDefault="00576C9C" w:rsidP="00576C9C">
            <w:pPr>
              <w:pStyle w:val="acctfourfigures"/>
              <w:tabs>
                <w:tab w:val="clear" w:pos="765"/>
                <w:tab w:val="decimal" w:pos="345"/>
                <w:tab w:val="decimal" w:pos="429"/>
                <w:tab w:val="decimal" w:pos="595"/>
              </w:tabs>
              <w:spacing w:line="180" w:lineRule="exact"/>
              <w:ind w:left="-43" w:right="-86"/>
              <w:jc w:val="center"/>
              <w:rPr>
                <w:sz w:val="18"/>
                <w:szCs w:val="18"/>
              </w:rPr>
            </w:pPr>
          </w:p>
        </w:tc>
        <w:tc>
          <w:tcPr>
            <w:tcW w:w="134" w:type="pct"/>
          </w:tcPr>
          <w:p w14:paraId="53403144" w14:textId="77777777" w:rsidR="00576C9C" w:rsidRPr="00576C9C" w:rsidRDefault="00576C9C" w:rsidP="00576C9C">
            <w:pPr>
              <w:pStyle w:val="acctfourfigures"/>
              <w:tabs>
                <w:tab w:val="clear" w:pos="765"/>
                <w:tab w:val="decimal" w:pos="595"/>
              </w:tabs>
              <w:spacing w:line="180" w:lineRule="exact"/>
              <w:ind w:left="-43" w:right="-86"/>
              <w:jc w:val="center"/>
              <w:rPr>
                <w:sz w:val="18"/>
                <w:szCs w:val="18"/>
              </w:rPr>
            </w:pPr>
          </w:p>
        </w:tc>
        <w:tc>
          <w:tcPr>
            <w:tcW w:w="467" w:type="pct"/>
          </w:tcPr>
          <w:p w14:paraId="60AEDB96" w14:textId="77777777" w:rsidR="00576C9C" w:rsidRPr="00576C9C" w:rsidRDefault="00576C9C" w:rsidP="00576C9C">
            <w:pPr>
              <w:pStyle w:val="acctfourfigures"/>
              <w:tabs>
                <w:tab w:val="clear" w:pos="765"/>
                <w:tab w:val="decimal" w:pos="595"/>
                <w:tab w:val="decimal" w:pos="723"/>
              </w:tabs>
              <w:spacing w:line="180" w:lineRule="exact"/>
              <w:ind w:left="-43" w:right="-86"/>
              <w:jc w:val="center"/>
              <w:rPr>
                <w:sz w:val="18"/>
                <w:szCs w:val="18"/>
              </w:rPr>
            </w:pPr>
          </w:p>
        </w:tc>
        <w:tc>
          <w:tcPr>
            <w:tcW w:w="134" w:type="pct"/>
          </w:tcPr>
          <w:p w14:paraId="2F2AFA30" w14:textId="77777777" w:rsidR="00576C9C" w:rsidRPr="00576C9C" w:rsidRDefault="00576C9C" w:rsidP="00576C9C">
            <w:pPr>
              <w:tabs>
                <w:tab w:val="decimal" w:pos="595"/>
              </w:tabs>
              <w:spacing w:line="180" w:lineRule="exact"/>
              <w:ind w:left="-43" w:right="-86"/>
              <w:jc w:val="center"/>
              <w:rPr>
                <w:sz w:val="18"/>
                <w:szCs w:val="18"/>
              </w:rPr>
            </w:pPr>
          </w:p>
        </w:tc>
        <w:tc>
          <w:tcPr>
            <w:tcW w:w="466" w:type="pct"/>
          </w:tcPr>
          <w:p w14:paraId="1ECCBE1C" w14:textId="77777777" w:rsidR="00576C9C" w:rsidRPr="00576C9C" w:rsidRDefault="00576C9C" w:rsidP="00576C9C">
            <w:pPr>
              <w:tabs>
                <w:tab w:val="decimal" w:pos="595"/>
              </w:tabs>
              <w:spacing w:line="180" w:lineRule="exact"/>
              <w:ind w:left="-43" w:right="-86"/>
              <w:jc w:val="center"/>
              <w:rPr>
                <w:sz w:val="18"/>
                <w:szCs w:val="18"/>
              </w:rPr>
            </w:pPr>
          </w:p>
        </w:tc>
      </w:tr>
      <w:tr w:rsidR="00576C9C" w:rsidRPr="005D3E43" w14:paraId="477CBE93" w14:textId="77777777" w:rsidTr="00B70A44">
        <w:trPr>
          <w:gridAfter w:val="1"/>
          <w:wAfter w:w="122" w:type="pct"/>
        </w:trPr>
        <w:tc>
          <w:tcPr>
            <w:tcW w:w="1013" w:type="pct"/>
            <w:shd w:val="clear" w:color="auto" w:fill="auto"/>
          </w:tcPr>
          <w:p w14:paraId="619E8D29" w14:textId="77777777" w:rsidR="00576C9C" w:rsidRPr="00576C9C" w:rsidRDefault="00576C9C" w:rsidP="00576C9C">
            <w:pPr>
              <w:spacing w:line="240" w:lineRule="exact"/>
              <w:ind w:left="-14" w:right="-90"/>
              <w:rPr>
                <w:b/>
                <w:bCs/>
                <w:i/>
                <w:iCs/>
                <w:sz w:val="18"/>
                <w:szCs w:val="18"/>
              </w:rPr>
            </w:pPr>
            <w:r w:rsidRPr="00576C9C">
              <w:rPr>
                <w:b/>
                <w:bCs/>
                <w:i/>
                <w:iCs/>
                <w:sz w:val="18"/>
                <w:szCs w:val="18"/>
              </w:rPr>
              <w:t xml:space="preserve">Financial </w:t>
            </w:r>
            <w:r w:rsidRPr="00576C9C">
              <w:rPr>
                <w:b/>
                <w:bCs/>
                <w:i/>
                <w:iCs/>
                <w:sz w:val="18"/>
                <w:szCs w:val="18"/>
                <w:lang w:bidi="th-TH"/>
              </w:rPr>
              <w:t>liabilities</w:t>
            </w:r>
          </w:p>
        </w:tc>
        <w:tc>
          <w:tcPr>
            <w:tcW w:w="123" w:type="pct"/>
          </w:tcPr>
          <w:p w14:paraId="1349C68F" w14:textId="77777777" w:rsidR="00576C9C" w:rsidRPr="00576C9C" w:rsidRDefault="00576C9C" w:rsidP="00576C9C">
            <w:pPr>
              <w:pStyle w:val="acctfourfigures"/>
              <w:tabs>
                <w:tab w:val="clear" w:pos="765"/>
              </w:tabs>
              <w:spacing w:line="240" w:lineRule="exact"/>
              <w:ind w:left="-42" w:right="-90"/>
              <w:jc w:val="center"/>
              <w:rPr>
                <w:sz w:val="18"/>
                <w:szCs w:val="18"/>
                <w:lang w:val="en-US" w:bidi="th-TH"/>
              </w:rPr>
            </w:pPr>
          </w:p>
        </w:tc>
        <w:tc>
          <w:tcPr>
            <w:tcW w:w="611" w:type="pct"/>
            <w:vAlign w:val="bottom"/>
          </w:tcPr>
          <w:p w14:paraId="29C913ED" w14:textId="235EC36C" w:rsidR="00576C9C" w:rsidRPr="00576C9C" w:rsidRDefault="00576C9C" w:rsidP="00B70A44">
            <w:pPr>
              <w:pStyle w:val="acctfourfigures"/>
              <w:tabs>
                <w:tab w:val="clear" w:pos="765"/>
              </w:tabs>
              <w:spacing w:line="240" w:lineRule="exact"/>
              <w:ind w:left="-42" w:right="-241"/>
              <w:jc w:val="center"/>
              <w:rPr>
                <w:i/>
                <w:iCs/>
                <w:sz w:val="18"/>
                <w:szCs w:val="18"/>
                <w:lang w:val="en-US" w:bidi="th-TH"/>
              </w:rPr>
            </w:pPr>
          </w:p>
        </w:tc>
        <w:tc>
          <w:tcPr>
            <w:tcW w:w="123" w:type="pct"/>
            <w:vAlign w:val="bottom"/>
          </w:tcPr>
          <w:p w14:paraId="220E3D39" w14:textId="77777777" w:rsidR="00576C9C" w:rsidRPr="00576C9C" w:rsidRDefault="00576C9C" w:rsidP="00576C9C">
            <w:pPr>
              <w:pStyle w:val="acctfourfigures"/>
              <w:tabs>
                <w:tab w:val="clear" w:pos="765"/>
              </w:tabs>
              <w:spacing w:line="240" w:lineRule="exact"/>
              <w:ind w:left="-42" w:right="-90"/>
              <w:jc w:val="center"/>
              <w:rPr>
                <w:i/>
                <w:iCs/>
                <w:sz w:val="18"/>
                <w:szCs w:val="18"/>
                <w:lang w:val="en-US" w:bidi="th-TH"/>
              </w:rPr>
            </w:pPr>
          </w:p>
        </w:tc>
        <w:tc>
          <w:tcPr>
            <w:tcW w:w="609" w:type="pct"/>
          </w:tcPr>
          <w:p w14:paraId="451825DB" w14:textId="77777777" w:rsidR="00576C9C" w:rsidRPr="00576C9C" w:rsidRDefault="00576C9C" w:rsidP="00576C9C">
            <w:pPr>
              <w:pStyle w:val="acctfourfigures"/>
              <w:tabs>
                <w:tab w:val="clear" w:pos="765"/>
                <w:tab w:val="decimal" w:pos="634"/>
              </w:tabs>
              <w:spacing w:line="240" w:lineRule="exact"/>
              <w:ind w:left="-43" w:right="-86"/>
              <w:rPr>
                <w:sz w:val="18"/>
                <w:szCs w:val="18"/>
              </w:rPr>
            </w:pPr>
          </w:p>
        </w:tc>
        <w:tc>
          <w:tcPr>
            <w:tcW w:w="122" w:type="pct"/>
          </w:tcPr>
          <w:p w14:paraId="7EA6ED23" w14:textId="77777777" w:rsidR="00576C9C" w:rsidRPr="00576C9C" w:rsidRDefault="00576C9C" w:rsidP="00576C9C">
            <w:pPr>
              <w:pStyle w:val="acctfourfigures"/>
              <w:tabs>
                <w:tab w:val="clear" w:pos="765"/>
                <w:tab w:val="decimal" w:pos="634"/>
              </w:tabs>
              <w:spacing w:line="240" w:lineRule="exact"/>
              <w:ind w:left="-43" w:right="-86"/>
              <w:rPr>
                <w:sz w:val="18"/>
                <w:szCs w:val="18"/>
              </w:rPr>
            </w:pPr>
          </w:p>
        </w:tc>
        <w:tc>
          <w:tcPr>
            <w:tcW w:w="486" w:type="pct"/>
            <w:shd w:val="clear" w:color="auto" w:fill="auto"/>
            <w:vAlign w:val="bottom"/>
          </w:tcPr>
          <w:p w14:paraId="174F6A2F" w14:textId="2285B614" w:rsidR="00576C9C" w:rsidRPr="00576C9C" w:rsidRDefault="00576C9C" w:rsidP="00576C9C">
            <w:pPr>
              <w:pStyle w:val="acctfourfigures"/>
              <w:tabs>
                <w:tab w:val="clear" w:pos="765"/>
                <w:tab w:val="decimal" w:pos="634"/>
              </w:tabs>
              <w:spacing w:line="240" w:lineRule="exact"/>
              <w:ind w:left="-43" w:right="-86"/>
              <w:rPr>
                <w:sz w:val="18"/>
                <w:szCs w:val="18"/>
              </w:rPr>
            </w:pPr>
          </w:p>
        </w:tc>
        <w:tc>
          <w:tcPr>
            <w:tcW w:w="126" w:type="pct"/>
            <w:shd w:val="clear" w:color="auto" w:fill="auto"/>
            <w:vAlign w:val="bottom"/>
          </w:tcPr>
          <w:p w14:paraId="5CA94292" w14:textId="77777777" w:rsidR="00576C9C" w:rsidRPr="00576C9C" w:rsidRDefault="00576C9C" w:rsidP="00576C9C">
            <w:pPr>
              <w:tabs>
                <w:tab w:val="decimal" w:pos="595"/>
              </w:tabs>
              <w:spacing w:line="240" w:lineRule="exact"/>
              <w:ind w:left="-43" w:right="-86"/>
              <w:rPr>
                <w:sz w:val="18"/>
                <w:szCs w:val="18"/>
              </w:rPr>
            </w:pPr>
          </w:p>
        </w:tc>
        <w:tc>
          <w:tcPr>
            <w:tcW w:w="464" w:type="pct"/>
            <w:vAlign w:val="bottom"/>
          </w:tcPr>
          <w:p w14:paraId="092D1BD5" w14:textId="4E3932EE" w:rsidR="00576C9C" w:rsidRPr="00576C9C" w:rsidRDefault="00576C9C" w:rsidP="00576C9C">
            <w:pPr>
              <w:pStyle w:val="acctfourfigures"/>
              <w:tabs>
                <w:tab w:val="clear" w:pos="765"/>
                <w:tab w:val="decimal" w:pos="429"/>
                <w:tab w:val="decimal" w:pos="595"/>
              </w:tabs>
              <w:spacing w:line="240" w:lineRule="exact"/>
              <w:ind w:left="-43" w:right="-86"/>
              <w:rPr>
                <w:sz w:val="18"/>
                <w:szCs w:val="18"/>
              </w:rPr>
            </w:pPr>
          </w:p>
        </w:tc>
        <w:tc>
          <w:tcPr>
            <w:tcW w:w="134" w:type="pct"/>
            <w:vAlign w:val="bottom"/>
          </w:tcPr>
          <w:p w14:paraId="229173C7" w14:textId="77777777" w:rsidR="00576C9C" w:rsidRPr="00576C9C" w:rsidRDefault="00576C9C" w:rsidP="00576C9C">
            <w:pPr>
              <w:pStyle w:val="acctfourfigures"/>
              <w:tabs>
                <w:tab w:val="clear" w:pos="765"/>
                <w:tab w:val="decimal" w:pos="595"/>
              </w:tabs>
              <w:spacing w:line="240" w:lineRule="exact"/>
              <w:ind w:left="-43" w:right="-86"/>
              <w:rPr>
                <w:sz w:val="18"/>
                <w:szCs w:val="18"/>
              </w:rPr>
            </w:pPr>
          </w:p>
        </w:tc>
        <w:tc>
          <w:tcPr>
            <w:tcW w:w="467" w:type="pct"/>
            <w:vAlign w:val="bottom"/>
          </w:tcPr>
          <w:p w14:paraId="41135204" w14:textId="77777777" w:rsidR="00576C9C" w:rsidRPr="00576C9C" w:rsidRDefault="00576C9C" w:rsidP="00576C9C">
            <w:pPr>
              <w:pStyle w:val="acctfourfigures"/>
              <w:tabs>
                <w:tab w:val="clear" w:pos="765"/>
                <w:tab w:val="decimal" w:pos="595"/>
                <w:tab w:val="decimal" w:pos="723"/>
              </w:tabs>
              <w:spacing w:line="240" w:lineRule="exact"/>
              <w:ind w:left="-43" w:right="-86"/>
              <w:rPr>
                <w:sz w:val="18"/>
                <w:szCs w:val="18"/>
              </w:rPr>
            </w:pPr>
          </w:p>
        </w:tc>
        <w:tc>
          <w:tcPr>
            <w:tcW w:w="134" w:type="pct"/>
            <w:vAlign w:val="bottom"/>
          </w:tcPr>
          <w:p w14:paraId="1D3E2A30" w14:textId="77777777" w:rsidR="00576C9C" w:rsidRPr="00576C9C" w:rsidRDefault="00576C9C" w:rsidP="00576C9C">
            <w:pPr>
              <w:tabs>
                <w:tab w:val="decimal" w:pos="595"/>
              </w:tabs>
              <w:spacing w:line="240" w:lineRule="exact"/>
              <w:ind w:left="-43" w:right="-86"/>
              <w:rPr>
                <w:sz w:val="18"/>
                <w:szCs w:val="18"/>
              </w:rPr>
            </w:pPr>
          </w:p>
        </w:tc>
        <w:tc>
          <w:tcPr>
            <w:tcW w:w="466" w:type="pct"/>
            <w:vAlign w:val="bottom"/>
          </w:tcPr>
          <w:p w14:paraId="74E538E5" w14:textId="77777777" w:rsidR="00576C9C" w:rsidRPr="00576C9C" w:rsidRDefault="00576C9C" w:rsidP="00576C9C">
            <w:pPr>
              <w:tabs>
                <w:tab w:val="decimal" w:pos="595"/>
              </w:tabs>
              <w:spacing w:line="240" w:lineRule="exact"/>
              <w:ind w:left="-43" w:right="-86"/>
              <w:rPr>
                <w:sz w:val="18"/>
                <w:szCs w:val="18"/>
              </w:rPr>
            </w:pPr>
          </w:p>
        </w:tc>
      </w:tr>
      <w:tr w:rsidR="00B70A44" w:rsidRPr="005D3E43" w14:paraId="31D1B89A" w14:textId="77777777" w:rsidTr="00B70A44">
        <w:trPr>
          <w:gridAfter w:val="1"/>
          <w:wAfter w:w="122" w:type="pct"/>
        </w:trPr>
        <w:tc>
          <w:tcPr>
            <w:tcW w:w="1013" w:type="pct"/>
            <w:shd w:val="clear" w:color="auto" w:fill="auto"/>
          </w:tcPr>
          <w:p w14:paraId="17A7F614" w14:textId="77777777" w:rsidR="00B70A44" w:rsidRPr="00576C9C" w:rsidRDefault="00B70A44" w:rsidP="00B70A44">
            <w:pPr>
              <w:spacing w:line="240" w:lineRule="exact"/>
              <w:ind w:left="-14" w:right="-90"/>
              <w:rPr>
                <w:sz w:val="18"/>
                <w:szCs w:val="18"/>
              </w:rPr>
            </w:pPr>
            <w:r w:rsidRPr="00576C9C">
              <w:rPr>
                <w:sz w:val="18"/>
                <w:szCs w:val="18"/>
              </w:rPr>
              <w:t xml:space="preserve">Short - term loans   </w:t>
            </w:r>
          </w:p>
          <w:p w14:paraId="21982D97" w14:textId="77777777" w:rsidR="00B70A44" w:rsidRPr="00576C9C" w:rsidRDefault="00B70A44" w:rsidP="00B70A44">
            <w:pPr>
              <w:spacing w:line="240" w:lineRule="exact"/>
              <w:ind w:left="-14" w:right="-90"/>
              <w:rPr>
                <w:sz w:val="18"/>
                <w:szCs w:val="18"/>
              </w:rPr>
            </w:pPr>
            <w:r w:rsidRPr="00576C9C">
              <w:rPr>
                <w:sz w:val="18"/>
                <w:szCs w:val="18"/>
              </w:rPr>
              <w:t xml:space="preserve">   from financial </w:t>
            </w:r>
          </w:p>
          <w:p w14:paraId="6619C8E7" w14:textId="77777777" w:rsidR="00B70A44" w:rsidRPr="00576C9C" w:rsidRDefault="00B70A44" w:rsidP="00B70A44">
            <w:pPr>
              <w:spacing w:line="240" w:lineRule="exact"/>
              <w:ind w:left="-14" w:right="-90"/>
              <w:rPr>
                <w:sz w:val="18"/>
                <w:szCs w:val="18"/>
              </w:rPr>
            </w:pPr>
            <w:r w:rsidRPr="00576C9C">
              <w:rPr>
                <w:sz w:val="18"/>
                <w:szCs w:val="18"/>
              </w:rPr>
              <w:t xml:space="preserve">   institutions </w:t>
            </w:r>
          </w:p>
        </w:tc>
        <w:tc>
          <w:tcPr>
            <w:tcW w:w="123" w:type="pct"/>
          </w:tcPr>
          <w:p w14:paraId="5D9A993C" w14:textId="77777777" w:rsidR="00B70A44" w:rsidRPr="00576C9C" w:rsidRDefault="00B70A44" w:rsidP="00B70A44">
            <w:pPr>
              <w:pStyle w:val="acctfourfigures"/>
              <w:tabs>
                <w:tab w:val="clear" w:pos="765"/>
              </w:tabs>
              <w:spacing w:line="240" w:lineRule="exact"/>
              <w:ind w:left="-42" w:right="-90"/>
              <w:jc w:val="center"/>
              <w:rPr>
                <w:sz w:val="18"/>
                <w:szCs w:val="18"/>
                <w:lang w:val="en-US" w:bidi="th-TH"/>
              </w:rPr>
            </w:pPr>
          </w:p>
        </w:tc>
        <w:tc>
          <w:tcPr>
            <w:tcW w:w="611" w:type="pct"/>
            <w:vAlign w:val="bottom"/>
          </w:tcPr>
          <w:p w14:paraId="75989D60" w14:textId="10531007" w:rsidR="00B70A44" w:rsidRPr="00576C9C" w:rsidRDefault="00B70A44" w:rsidP="00B70A44">
            <w:pPr>
              <w:pStyle w:val="acctfourfigures"/>
              <w:tabs>
                <w:tab w:val="clear" w:pos="765"/>
              </w:tabs>
              <w:spacing w:line="240" w:lineRule="exact"/>
              <w:ind w:left="-42" w:right="-241"/>
              <w:jc w:val="center"/>
              <w:rPr>
                <w:i/>
                <w:iCs/>
                <w:sz w:val="18"/>
                <w:szCs w:val="18"/>
                <w:lang w:val="en-US" w:bidi="th-TH"/>
              </w:rPr>
            </w:pPr>
            <w:r w:rsidRPr="00576C9C">
              <w:rPr>
                <w:sz w:val="18"/>
                <w:szCs w:val="18"/>
                <w:lang w:val="en-US" w:bidi="th-TH"/>
              </w:rPr>
              <w:t>-</w:t>
            </w:r>
          </w:p>
        </w:tc>
        <w:tc>
          <w:tcPr>
            <w:tcW w:w="123" w:type="pct"/>
            <w:vAlign w:val="bottom"/>
          </w:tcPr>
          <w:p w14:paraId="7ADA50E0" w14:textId="77777777" w:rsidR="00B70A44" w:rsidRPr="00576C9C" w:rsidRDefault="00B70A44" w:rsidP="00B70A44">
            <w:pPr>
              <w:pStyle w:val="acctfourfigures"/>
              <w:tabs>
                <w:tab w:val="clear" w:pos="765"/>
              </w:tabs>
              <w:spacing w:line="240" w:lineRule="exact"/>
              <w:ind w:left="-42" w:right="-90"/>
              <w:jc w:val="center"/>
              <w:rPr>
                <w:i/>
                <w:iCs/>
                <w:sz w:val="18"/>
                <w:szCs w:val="18"/>
                <w:lang w:val="en-US" w:bidi="th-TH"/>
              </w:rPr>
            </w:pPr>
          </w:p>
        </w:tc>
        <w:tc>
          <w:tcPr>
            <w:tcW w:w="609" w:type="pct"/>
            <w:vAlign w:val="bottom"/>
          </w:tcPr>
          <w:p w14:paraId="6E16A0D9" w14:textId="604B8D6A" w:rsidR="00B70A44" w:rsidRPr="00576C9C" w:rsidRDefault="00B70A44" w:rsidP="00B70A44">
            <w:pPr>
              <w:pStyle w:val="acctfourfigures"/>
              <w:tabs>
                <w:tab w:val="clear" w:pos="765"/>
                <w:tab w:val="decimal" w:pos="596"/>
              </w:tabs>
              <w:spacing w:line="240" w:lineRule="exact"/>
              <w:ind w:left="-43" w:right="-86"/>
              <w:rPr>
                <w:sz w:val="18"/>
                <w:szCs w:val="18"/>
              </w:rPr>
            </w:pPr>
            <w:r w:rsidRPr="00576C9C">
              <w:rPr>
                <w:sz w:val="18"/>
                <w:szCs w:val="18"/>
                <w:lang w:val="en-US" w:bidi="th-TH"/>
              </w:rPr>
              <w:t>-</w:t>
            </w:r>
          </w:p>
        </w:tc>
        <w:tc>
          <w:tcPr>
            <w:tcW w:w="122" w:type="pct"/>
          </w:tcPr>
          <w:p w14:paraId="24EB7CB1" w14:textId="77777777" w:rsidR="00B70A44" w:rsidRPr="00576C9C" w:rsidRDefault="00B70A44" w:rsidP="00B70A44">
            <w:pPr>
              <w:pStyle w:val="acctfourfigures"/>
              <w:tabs>
                <w:tab w:val="clear" w:pos="765"/>
                <w:tab w:val="decimal" w:pos="904"/>
              </w:tabs>
              <w:spacing w:line="240" w:lineRule="exact"/>
              <w:ind w:left="-43" w:right="-86"/>
              <w:rPr>
                <w:sz w:val="18"/>
                <w:szCs w:val="18"/>
              </w:rPr>
            </w:pPr>
          </w:p>
        </w:tc>
        <w:tc>
          <w:tcPr>
            <w:tcW w:w="486" w:type="pct"/>
            <w:shd w:val="clear" w:color="auto" w:fill="auto"/>
            <w:vAlign w:val="bottom"/>
          </w:tcPr>
          <w:p w14:paraId="245D9BE3" w14:textId="64E449AE" w:rsidR="00B70A44" w:rsidRPr="00576C9C" w:rsidRDefault="00B70A44" w:rsidP="00B70A44">
            <w:pPr>
              <w:pStyle w:val="acctfourfigures"/>
              <w:tabs>
                <w:tab w:val="clear" w:pos="765"/>
                <w:tab w:val="decimal" w:pos="714"/>
              </w:tabs>
              <w:spacing w:line="240" w:lineRule="exact"/>
              <w:ind w:left="-43" w:right="-86"/>
              <w:rPr>
                <w:sz w:val="18"/>
                <w:szCs w:val="18"/>
              </w:rPr>
            </w:pPr>
            <w:r w:rsidRPr="00576C9C">
              <w:rPr>
                <w:sz w:val="18"/>
                <w:szCs w:val="18"/>
              </w:rPr>
              <w:t>(250)</w:t>
            </w:r>
          </w:p>
        </w:tc>
        <w:tc>
          <w:tcPr>
            <w:tcW w:w="126" w:type="pct"/>
            <w:shd w:val="clear" w:color="auto" w:fill="auto"/>
            <w:vAlign w:val="bottom"/>
          </w:tcPr>
          <w:p w14:paraId="36320658" w14:textId="77777777" w:rsidR="00B70A44" w:rsidRPr="00576C9C" w:rsidRDefault="00B70A44" w:rsidP="00B70A44">
            <w:pPr>
              <w:tabs>
                <w:tab w:val="decimal" w:pos="595"/>
              </w:tabs>
              <w:spacing w:line="240" w:lineRule="exact"/>
              <w:ind w:left="-43" w:right="-86"/>
              <w:rPr>
                <w:sz w:val="18"/>
                <w:szCs w:val="18"/>
              </w:rPr>
            </w:pPr>
          </w:p>
        </w:tc>
        <w:tc>
          <w:tcPr>
            <w:tcW w:w="464" w:type="pct"/>
            <w:vAlign w:val="bottom"/>
          </w:tcPr>
          <w:p w14:paraId="64D424AF" w14:textId="224C55FC" w:rsidR="00B70A44" w:rsidRPr="00576C9C" w:rsidRDefault="00B70A44" w:rsidP="00B70A44">
            <w:pPr>
              <w:pStyle w:val="acctfourfigures"/>
              <w:tabs>
                <w:tab w:val="clear" w:pos="765"/>
                <w:tab w:val="decimal" w:pos="429"/>
              </w:tabs>
              <w:spacing w:line="240" w:lineRule="exact"/>
              <w:ind w:left="-43" w:right="-86"/>
              <w:rPr>
                <w:sz w:val="18"/>
                <w:szCs w:val="18"/>
              </w:rPr>
            </w:pPr>
            <w:r w:rsidRPr="00576C9C">
              <w:rPr>
                <w:sz w:val="18"/>
                <w:szCs w:val="18"/>
              </w:rPr>
              <w:t>-</w:t>
            </w:r>
          </w:p>
        </w:tc>
        <w:tc>
          <w:tcPr>
            <w:tcW w:w="134" w:type="pct"/>
            <w:vAlign w:val="bottom"/>
          </w:tcPr>
          <w:p w14:paraId="39903580" w14:textId="77777777" w:rsidR="00B70A44" w:rsidRPr="00576C9C" w:rsidRDefault="00B70A44" w:rsidP="00B70A44">
            <w:pPr>
              <w:pStyle w:val="acctfourfigures"/>
              <w:tabs>
                <w:tab w:val="clear" w:pos="765"/>
                <w:tab w:val="decimal" w:pos="595"/>
              </w:tabs>
              <w:spacing w:line="240" w:lineRule="exact"/>
              <w:ind w:left="-43" w:right="-86"/>
              <w:rPr>
                <w:sz w:val="18"/>
                <w:szCs w:val="18"/>
              </w:rPr>
            </w:pPr>
          </w:p>
        </w:tc>
        <w:tc>
          <w:tcPr>
            <w:tcW w:w="467" w:type="pct"/>
            <w:vAlign w:val="bottom"/>
          </w:tcPr>
          <w:p w14:paraId="6C6146DD" w14:textId="5589FDE1" w:rsidR="00B70A44" w:rsidRPr="00576C9C" w:rsidRDefault="00B70A44" w:rsidP="00B70A44">
            <w:pPr>
              <w:pStyle w:val="acctfourfigures"/>
              <w:tabs>
                <w:tab w:val="clear" w:pos="765"/>
                <w:tab w:val="decimal" w:pos="351"/>
              </w:tabs>
              <w:spacing w:line="240" w:lineRule="exact"/>
              <w:ind w:left="-43" w:right="-86"/>
              <w:rPr>
                <w:sz w:val="18"/>
                <w:szCs w:val="18"/>
              </w:rPr>
            </w:pPr>
            <w:r w:rsidRPr="00576C9C">
              <w:rPr>
                <w:sz w:val="18"/>
                <w:szCs w:val="18"/>
              </w:rPr>
              <w:t>-</w:t>
            </w:r>
          </w:p>
        </w:tc>
        <w:tc>
          <w:tcPr>
            <w:tcW w:w="134" w:type="pct"/>
            <w:vAlign w:val="bottom"/>
          </w:tcPr>
          <w:p w14:paraId="6AE8848B" w14:textId="77777777" w:rsidR="00B70A44" w:rsidRPr="00576C9C" w:rsidRDefault="00B70A44" w:rsidP="00B70A44">
            <w:pPr>
              <w:tabs>
                <w:tab w:val="decimal" w:pos="595"/>
              </w:tabs>
              <w:spacing w:line="240" w:lineRule="exact"/>
              <w:ind w:left="-43" w:right="-86"/>
              <w:rPr>
                <w:sz w:val="18"/>
                <w:szCs w:val="18"/>
              </w:rPr>
            </w:pPr>
          </w:p>
        </w:tc>
        <w:tc>
          <w:tcPr>
            <w:tcW w:w="466" w:type="pct"/>
            <w:vAlign w:val="bottom"/>
          </w:tcPr>
          <w:p w14:paraId="7531B6DD" w14:textId="54865C93" w:rsidR="00B70A44" w:rsidRPr="00576C9C" w:rsidRDefault="00B70A44" w:rsidP="00B70A44">
            <w:pPr>
              <w:tabs>
                <w:tab w:val="decimal" w:pos="810"/>
              </w:tabs>
              <w:spacing w:line="240" w:lineRule="exact"/>
              <w:ind w:left="-43" w:right="-86"/>
              <w:rPr>
                <w:sz w:val="18"/>
                <w:szCs w:val="18"/>
                <w:lang w:val="en-US" w:bidi="th-TH"/>
              </w:rPr>
            </w:pPr>
            <w:r w:rsidRPr="00576C9C">
              <w:rPr>
                <w:sz w:val="18"/>
                <w:szCs w:val="18"/>
                <w:lang w:val="en-US" w:bidi="th-TH"/>
              </w:rPr>
              <w:t>(249)</w:t>
            </w:r>
          </w:p>
        </w:tc>
      </w:tr>
      <w:tr w:rsidR="00B70A44" w:rsidRPr="005D3E43" w14:paraId="4C710982" w14:textId="77777777" w:rsidTr="00B70A44">
        <w:trPr>
          <w:gridAfter w:val="1"/>
          <w:wAfter w:w="122" w:type="pct"/>
        </w:trPr>
        <w:tc>
          <w:tcPr>
            <w:tcW w:w="1013" w:type="pct"/>
            <w:shd w:val="clear" w:color="auto" w:fill="auto"/>
          </w:tcPr>
          <w:p w14:paraId="55A3AE1B" w14:textId="77777777" w:rsidR="00B70A44" w:rsidRPr="00576C9C" w:rsidRDefault="00B70A44" w:rsidP="00B70A44">
            <w:pPr>
              <w:spacing w:line="240" w:lineRule="exact"/>
              <w:ind w:left="-14" w:right="-90"/>
              <w:rPr>
                <w:sz w:val="18"/>
                <w:szCs w:val="18"/>
              </w:rPr>
            </w:pPr>
            <w:r w:rsidRPr="00576C9C">
              <w:rPr>
                <w:sz w:val="18"/>
                <w:szCs w:val="18"/>
              </w:rPr>
              <w:t>Long - term loans</w:t>
            </w:r>
          </w:p>
          <w:p w14:paraId="035B2A90" w14:textId="77777777" w:rsidR="00B70A44" w:rsidRPr="00576C9C" w:rsidRDefault="00B70A44" w:rsidP="00B70A44">
            <w:pPr>
              <w:spacing w:line="240" w:lineRule="exact"/>
              <w:ind w:left="-14" w:right="-90"/>
              <w:rPr>
                <w:sz w:val="18"/>
                <w:szCs w:val="18"/>
              </w:rPr>
            </w:pPr>
            <w:r w:rsidRPr="00576C9C">
              <w:rPr>
                <w:sz w:val="18"/>
                <w:szCs w:val="18"/>
              </w:rPr>
              <w:t xml:space="preserve">   from financial</w:t>
            </w:r>
          </w:p>
          <w:p w14:paraId="5B7C873D" w14:textId="77777777" w:rsidR="00B70A44" w:rsidRPr="00576C9C" w:rsidRDefault="00B70A44" w:rsidP="00B70A44">
            <w:pPr>
              <w:spacing w:line="240" w:lineRule="exact"/>
              <w:ind w:left="-14" w:right="-90"/>
              <w:rPr>
                <w:sz w:val="18"/>
                <w:szCs w:val="18"/>
                <w:cs/>
              </w:rPr>
            </w:pPr>
            <w:r w:rsidRPr="00576C9C">
              <w:rPr>
                <w:sz w:val="18"/>
                <w:szCs w:val="18"/>
              </w:rPr>
              <w:t xml:space="preserve">   institutions</w:t>
            </w:r>
          </w:p>
        </w:tc>
        <w:tc>
          <w:tcPr>
            <w:tcW w:w="123" w:type="pct"/>
          </w:tcPr>
          <w:p w14:paraId="79133259" w14:textId="77777777" w:rsidR="00B70A44" w:rsidRPr="00576C9C" w:rsidRDefault="00B70A44" w:rsidP="00B70A44">
            <w:pPr>
              <w:pStyle w:val="acctfourfigures"/>
              <w:tabs>
                <w:tab w:val="clear" w:pos="765"/>
              </w:tabs>
              <w:spacing w:line="240" w:lineRule="exact"/>
              <w:ind w:left="-42" w:right="-90"/>
              <w:jc w:val="center"/>
              <w:rPr>
                <w:sz w:val="18"/>
                <w:szCs w:val="18"/>
                <w:lang w:val="en-US" w:bidi="th-TH"/>
              </w:rPr>
            </w:pPr>
          </w:p>
        </w:tc>
        <w:tc>
          <w:tcPr>
            <w:tcW w:w="611" w:type="pct"/>
            <w:vAlign w:val="bottom"/>
          </w:tcPr>
          <w:p w14:paraId="36B2CE32" w14:textId="0EF57196" w:rsidR="00B70A44" w:rsidRPr="00576C9C" w:rsidRDefault="00B70A44" w:rsidP="00B70A44">
            <w:pPr>
              <w:pStyle w:val="acctfourfigures"/>
              <w:tabs>
                <w:tab w:val="clear" w:pos="765"/>
              </w:tabs>
              <w:spacing w:line="240" w:lineRule="exact"/>
              <w:ind w:left="-42" w:right="-241"/>
              <w:jc w:val="center"/>
              <w:rPr>
                <w:i/>
                <w:iCs/>
                <w:sz w:val="18"/>
                <w:szCs w:val="18"/>
                <w:lang w:val="en-US" w:bidi="th-TH"/>
              </w:rPr>
            </w:pPr>
            <w:r w:rsidRPr="00576C9C">
              <w:rPr>
                <w:sz w:val="18"/>
                <w:szCs w:val="18"/>
                <w:lang w:val="en-US" w:bidi="th-TH"/>
              </w:rPr>
              <w:t>-</w:t>
            </w:r>
          </w:p>
        </w:tc>
        <w:tc>
          <w:tcPr>
            <w:tcW w:w="123" w:type="pct"/>
            <w:vAlign w:val="bottom"/>
          </w:tcPr>
          <w:p w14:paraId="049D15A8" w14:textId="77777777" w:rsidR="00B70A44" w:rsidRPr="00576C9C" w:rsidRDefault="00B70A44" w:rsidP="00B70A44">
            <w:pPr>
              <w:pStyle w:val="acctfourfigures"/>
              <w:tabs>
                <w:tab w:val="clear" w:pos="765"/>
              </w:tabs>
              <w:spacing w:line="240" w:lineRule="exact"/>
              <w:ind w:left="-42" w:right="-90"/>
              <w:jc w:val="center"/>
              <w:rPr>
                <w:i/>
                <w:iCs/>
                <w:sz w:val="18"/>
                <w:szCs w:val="18"/>
                <w:lang w:val="en-US" w:bidi="th-TH"/>
              </w:rPr>
            </w:pPr>
          </w:p>
        </w:tc>
        <w:tc>
          <w:tcPr>
            <w:tcW w:w="609" w:type="pct"/>
            <w:vAlign w:val="bottom"/>
          </w:tcPr>
          <w:p w14:paraId="3E6D30B5" w14:textId="4D7D168A" w:rsidR="00B70A44" w:rsidRPr="00576C9C" w:rsidRDefault="00B70A44" w:rsidP="00B70A44">
            <w:pPr>
              <w:pStyle w:val="acctfourfigures"/>
              <w:tabs>
                <w:tab w:val="clear" w:pos="765"/>
                <w:tab w:val="decimal" w:pos="596"/>
              </w:tabs>
              <w:spacing w:line="240" w:lineRule="exact"/>
              <w:ind w:left="-43" w:right="-86"/>
              <w:rPr>
                <w:sz w:val="18"/>
                <w:szCs w:val="18"/>
              </w:rPr>
            </w:pPr>
            <w:r w:rsidRPr="00576C9C">
              <w:rPr>
                <w:sz w:val="18"/>
                <w:szCs w:val="18"/>
                <w:lang w:val="en-US" w:bidi="th-TH"/>
              </w:rPr>
              <w:t>-</w:t>
            </w:r>
          </w:p>
        </w:tc>
        <w:tc>
          <w:tcPr>
            <w:tcW w:w="122" w:type="pct"/>
          </w:tcPr>
          <w:p w14:paraId="29A66E8F" w14:textId="77777777" w:rsidR="00B70A44" w:rsidRPr="00576C9C" w:rsidRDefault="00B70A44" w:rsidP="00B70A44">
            <w:pPr>
              <w:pStyle w:val="acctfourfigures"/>
              <w:tabs>
                <w:tab w:val="clear" w:pos="765"/>
                <w:tab w:val="decimal" w:pos="904"/>
              </w:tabs>
              <w:spacing w:line="240" w:lineRule="exact"/>
              <w:ind w:left="-43" w:right="-86"/>
              <w:rPr>
                <w:sz w:val="18"/>
                <w:szCs w:val="18"/>
              </w:rPr>
            </w:pPr>
          </w:p>
        </w:tc>
        <w:tc>
          <w:tcPr>
            <w:tcW w:w="486" w:type="pct"/>
            <w:shd w:val="clear" w:color="auto" w:fill="auto"/>
            <w:vAlign w:val="bottom"/>
          </w:tcPr>
          <w:p w14:paraId="19547812" w14:textId="791B5C07" w:rsidR="00B70A44" w:rsidRPr="00576C9C" w:rsidRDefault="00B70A44" w:rsidP="00B70A44">
            <w:pPr>
              <w:pStyle w:val="acctfourfigures"/>
              <w:tabs>
                <w:tab w:val="clear" w:pos="765"/>
                <w:tab w:val="decimal" w:pos="714"/>
              </w:tabs>
              <w:spacing w:line="240" w:lineRule="exact"/>
              <w:ind w:left="-43" w:right="-86"/>
              <w:rPr>
                <w:sz w:val="18"/>
                <w:szCs w:val="18"/>
              </w:rPr>
            </w:pPr>
            <w:r w:rsidRPr="00576C9C">
              <w:rPr>
                <w:sz w:val="18"/>
                <w:szCs w:val="18"/>
              </w:rPr>
              <w:t>(2,532)</w:t>
            </w:r>
          </w:p>
        </w:tc>
        <w:tc>
          <w:tcPr>
            <w:tcW w:w="126" w:type="pct"/>
            <w:shd w:val="clear" w:color="auto" w:fill="auto"/>
            <w:vAlign w:val="bottom"/>
          </w:tcPr>
          <w:p w14:paraId="588EFA31" w14:textId="77777777" w:rsidR="00B70A44" w:rsidRPr="00576C9C" w:rsidRDefault="00B70A44" w:rsidP="00B70A44">
            <w:pPr>
              <w:tabs>
                <w:tab w:val="decimal" w:pos="595"/>
              </w:tabs>
              <w:spacing w:line="240" w:lineRule="exact"/>
              <w:ind w:left="-43" w:right="-86"/>
              <w:rPr>
                <w:sz w:val="18"/>
                <w:szCs w:val="18"/>
              </w:rPr>
            </w:pPr>
          </w:p>
        </w:tc>
        <w:tc>
          <w:tcPr>
            <w:tcW w:w="464" w:type="pct"/>
            <w:vAlign w:val="bottom"/>
          </w:tcPr>
          <w:p w14:paraId="2C835757" w14:textId="48035408" w:rsidR="00B70A44" w:rsidRPr="00576C9C" w:rsidRDefault="00B70A44" w:rsidP="00B70A44">
            <w:pPr>
              <w:pStyle w:val="acctfourfigures"/>
              <w:tabs>
                <w:tab w:val="clear" w:pos="765"/>
                <w:tab w:val="decimal" w:pos="429"/>
              </w:tabs>
              <w:spacing w:line="240" w:lineRule="exact"/>
              <w:ind w:left="-43" w:right="-86"/>
              <w:rPr>
                <w:sz w:val="18"/>
                <w:szCs w:val="18"/>
              </w:rPr>
            </w:pPr>
            <w:r w:rsidRPr="00576C9C">
              <w:rPr>
                <w:sz w:val="18"/>
                <w:szCs w:val="18"/>
              </w:rPr>
              <w:t>-</w:t>
            </w:r>
          </w:p>
        </w:tc>
        <w:tc>
          <w:tcPr>
            <w:tcW w:w="134" w:type="pct"/>
            <w:vAlign w:val="bottom"/>
          </w:tcPr>
          <w:p w14:paraId="45BA7283" w14:textId="77777777" w:rsidR="00B70A44" w:rsidRPr="00576C9C" w:rsidRDefault="00B70A44" w:rsidP="00B70A44">
            <w:pPr>
              <w:pStyle w:val="acctfourfigures"/>
              <w:tabs>
                <w:tab w:val="clear" w:pos="765"/>
                <w:tab w:val="decimal" w:pos="595"/>
              </w:tabs>
              <w:spacing w:line="240" w:lineRule="exact"/>
              <w:ind w:left="-43" w:right="-86"/>
              <w:rPr>
                <w:sz w:val="18"/>
                <w:szCs w:val="18"/>
              </w:rPr>
            </w:pPr>
          </w:p>
        </w:tc>
        <w:tc>
          <w:tcPr>
            <w:tcW w:w="467" w:type="pct"/>
            <w:vAlign w:val="bottom"/>
          </w:tcPr>
          <w:p w14:paraId="1CC7E9B4" w14:textId="29DD7C4D" w:rsidR="00B70A44" w:rsidRPr="00576C9C" w:rsidRDefault="00B70A44" w:rsidP="00B70A44">
            <w:pPr>
              <w:pStyle w:val="acctfourfigures"/>
              <w:tabs>
                <w:tab w:val="clear" w:pos="765"/>
                <w:tab w:val="decimal" w:pos="351"/>
              </w:tabs>
              <w:spacing w:line="240" w:lineRule="exact"/>
              <w:ind w:left="-43" w:right="-86"/>
              <w:rPr>
                <w:sz w:val="18"/>
                <w:szCs w:val="18"/>
              </w:rPr>
            </w:pPr>
            <w:r w:rsidRPr="00576C9C">
              <w:rPr>
                <w:sz w:val="18"/>
                <w:szCs w:val="18"/>
              </w:rPr>
              <w:t>-</w:t>
            </w:r>
          </w:p>
        </w:tc>
        <w:tc>
          <w:tcPr>
            <w:tcW w:w="134" w:type="pct"/>
            <w:vAlign w:val="bottom"/>
          </w:tcPr>
          <w:p w14:paraId="3C5D5743" w14:textId="77777777" w:rsidR="00B70A44" w:rsidRPr="00576C9C" w:rsidRDefault="00B70A44" w:rsidP="00B70A44">
            <w:pPr>
              <w:tabs>
                <w:tab w:val="decimal" w:pos="595"/>
              </w:tabs>
              <w:spacing w:line="240" w:lineRule="exact"/>
              <w:ind w:left="-43" w:right="-86"/>
              <w:rPr>
                <w:sz w:val="18"/>
                <w:szCs w:val="18"/>
              </w:rPr>
            </w:pPr>
          </w:p>
        </w:tc>
        <w:tc>
          <w:tcPr>
            <w:tcW w:w="466" w:type="pct"/>
            <w:vAlign w:val="bottom"/>
          </w:tcPr>
          <w:p w14:paraId="63E97A02" w14:textId="0C5638CC" w:rsidR="00B70A44" w:rsidRPr="00576C9C" w:rsidRDefault="00B70A44" w:rsidP="00B70A44">
            <w:pPr>
              <w:tabs>
                <w:tab w:val="decimal" w:pos="810"/>
              </w:tabs>
              <w:spacing w:line="240" w:lineRule="exact"/>
              <w:ind w:left="-43" w:right="-86"/>
              <w:rPr>
                <w:sz w:val="18"/>
                <w:szCs w:val="18"/>
                <w:cs/>
                <w:lang w:bidi="th-TH"/>
              </w:rPr>
            </w:pPr>
            <w:r w:rsidRPr="00576C9C">
              <w:rPr>
                <w:sz w:val="18"/>
                <w:szCs w:val="18"/>
                <w:lang w:bidi="th-TH"/>
              </w:rPr>
              <w:t>(2,513)</w:t>
            </w:r>
          </w:p>
        </w:tc>
      </w:tr>
      <w:tr w:rsidR="00B70A44" w:rsidRPr="005D3E43" w14:paraId="27DB76EB" w14:textId="77777777" w:rsidTr="00B70A44">
        <w:tc>
          <w:tcPr>
            <w:tcW w:w="1013" w:type="pct"/>
            <w:shd w:val="clear" w:color="auto" w:fill="auto"/>
          </w:tcPr>
          <w:p w14:paraId="278698CB" w14:textId="77777777" w:rsidR="00B70A44" w:rsidRPr="00576C9C" w:rsidRDefault="00B70A44" w:rsidP="00B70A44">
            <w:pPr>
              <w:spacing w:line="240" w:lineRule="exact"/>
              <w:ind w:left="-14" w:right="-90"/>
              <w:rPr>
                <w:sz w:val="18"/>
                <w:szCs w:val="18"/>
                <w:cs/>
                <w:lang w:bidi="th-TH"/>
              </w:rPr>
            </w:pPr>
            <w:r w:rsidRPr="00576C9C">
              <w:rPr>
                <w:sz w:val="18"/>
                <w:szCs w:val="18"/>
              </w:rPr>
              <w:t>Debentures</w:t>
            </w:r>
          </w:p>
        </w:tc>
        <w:tc>
          <w:tcPr>
            <w:tcW w:w="123" w:type="pct"/>
          </w:tcPr>
          <w:p w14:paraId="65DD603D" w14:textId="77777777" w:rsidR="00B70A44" w:rsidRPr="00576C9C" w:rsidRDefault="00B70A44" w:rsidP="00B70A44">
            <w:pPr>
              <w:pStyle w:val="acctfourfigures"/>
              <w:tabs>
                <w:tab w:val="clear" w:pos="765"/>
              </w:tabs>
              <w:spacing w:line="240" w:lineRule="exact"/>
              <w:ind w:left="-42" w:right="-90"/>
              <w:jc w:val="center"/>
              <w:rPr>
                <w:sz w:val="18"/>
                <w:szCs w:val="18"/>
                <w:lang w:val="en-US" w:bidi="th-TH"/>
              </w:rPr>
            </w:pPr>
          </w:p>
        </w:tc>
        <w:tc>
          <w:tcPr>
            <w:tcW w:w="611" w:type="pct"/>
            <w:vAlign w:val="bottom"/>
          </w:tcPr>
          <w:p w14:paraId="33440915" w14:textId="49415907" w:rsidR="00B70A44" w:rsidRPr="00576C9C" w:rsidRDefault="00B70A44" w:rsidP="00B70A44">
            <w:pPr>
              <w:pStyle w:val="acctfourfigures"/>
              <w:tabs>
                <w:tab w:val="clear" w:pos="765"/>
              </w:tabs>
              <w:spacing w:line="240" w:lineRule="exact"/>
              <w:ind w:left="-42" w:right="-241"/>
              <w:jc w:val="center"/>
              <w:rPr>
                <w:i/>
                <w:iCs/>
                <w:sz w:val="18"/>
                <w:szCs w:val="18"/>
                <w:lang w:val="en-US" w:bidi="th-TH"/>
              </w:rPr>
            </w:pPr>
            <w:r w:rsidRPr="00576C9C">
              <w:rPr>
                <w:sz w:val="18"/>
                <w:szCs w:val="18"/>
                <w:lang w:val="en-US" w:bidi="th-TH"/>
              </w:rPr>
              <w:t>-</w:t>
            </w:r>
          </w:p>
        </w:tc>
        <w:tc>
          <w:tcPr>
            <w:tcW w:w="123" w:type="pct"/>
            <w:vAlign w:val="bottom"/>
          </w:tcPr>
          <w:p w14:paraId="541D327C" w14:textId="77777777" w:rsidR="00B70A44" w:rsidRPr="00576C9C" w:rsidRDefault="00B70A44" w:rsidP="00B70A44">
            <w:pPr>
              <w:pStyle w:val="acctfourfigures"/>
              <w:tabs>
                <w:tab w:val="clear" w:pos="765"/>
              </w:tabs>
              <w:spacing w:line="240" w:lineRule="exact"/>
              <w:ind w:left="-42" w:right="-90"/>
              <w:jc w:val="center"/>
              <w:rPr>
                <w:i/>
                <w:iCs/>
                <w:sz w:val="18"/>
                <w:szCs w:val="18"/>
                <w:lang w:val="en-US" w:bidi="th-TH"/>
              </w:rPr>
            </w:pPr>
          </w:p>
        </w:tc>
        <w:tc>
          <w:tcPr>
            <w:tcW w:w="609" w:type="pct"/>
            <w:vAlign w:val="bottom"/>
          </w:tcPr>
          <w:p w14:paraId="59DAA618" w14:textId="52D68FB6" w:rsidR="00B70A44" w:rsidRPr="00576C9C" w:rsidRDefault="00B70A44" w:rsidP="00B70A44">
            <w:pPr>
              <w:pStyle w:val="acctfourfigures"/>
              <w:tabs>
                <w:tab w:val="clear" w:pos="765"/>
                <w:tab w:val="decimal" w:pos="596"/>
              </w:tabs>
              <w:spacing w:line="240" w:lineRule="exact"/>
              <w:ind w:left="-43" w:right="-86"/>
              <w:rPr>
                <w:sz w:val="18"/>
                <w:szCs w:val="18"/>
              </w:rPr>
            </w:pPr>
            <w:r w:rsidRPr="00576C9C">
              <w:rPr>
                <w:sz w:val="18"/>
                <w:szCs w:val="18"/>
                <w:lang w:val="en-US" w:bidi="th-TH"/>
              </w:rPr>
              <w:t>-</w:t>
            </w:r>
          </w:p>
        </w:tc>
        <w:tc>
          <w:tcPr>
            <w:tcW w:w="122" w:type="pct"/>
          </w:tcPr>
          <w:p w14:paraId="2CC9FC95" w14:textId="77777777" w:rsidR="00B70A44" w:rsidRPr="00576C9C" w:rsidRDefault="00B70A44" w:rsidP="00B70A44">
            <w:pPr>
              <w:pStyle w:val="acctfourfigures"/>
              <w:tabs>
                <w:tab w:val="clear" w:pos="765"/>
                <w:tab w:val="decimal" w:pos="904"/>
              </w:tabs>
              <w:spacing w:line="240" w:lineRule="exact"/>
              <w:ind w:left="-43" w:right="-86"/>
              <w:rPr>
                <w:sz w:val="18"/>
                <w:szCs w:val="18"/>
              </w:rPr>
            </w:pPr>
          </w:p>
        </w:tc>
        <w:tc>
          <w:tcPr>
            <w:tcW w:w="486" w:type="pct"/>
            <w:shd w:val="clear" w:color="auto" w:fill="auto"/>
            <w:vAlign w:val="bottom"/>
          </w:tcPr>
          <w:p w14:paraId="7F26A04D" w14:textId="70EC1AB8" w:rsidR="00B70A44" w:rsidRPr="00576C9C" w:rsidRDefault="00B70A44" w:rsidP="00B70A44">
            <w:pPr>
              <w:pStyle w:val="acctfourfigures"/>
              <w:tabs>
                <w:tab w:val="clear" w:pos="765"/>
                <w:tab w:val="decimal" w:pos="714"/>
              </w:tabs>
              <w:spacing w:line="240" w:lineRule="exact"/>
              <w:ind w:left="-43" w:right="-86"/>
              <w:rPr>
                <w:sz w:val="18"/>
                <w:szCs w:val="18"/>
              </w:rPr>
            </w:pPr>
            <w:r w:rsidRPr="00576C9C">
              <w:rPr>
                <w:sz w:val="18"/>
                <w:szCs w:val="18"/>
              </w:rPr>
              <w:t>(2,489)</w:t>
            </w:r>
          </w:p>
        </w:tc>
        <w:tc>
          <w:tcPr>
            <w:tcW w:w="126" w:type="pct"/>
            <w:shd w:val="clear" w:color="auto" w:fill="auto"/>
            <w:vAlign w:val="bottom"/>
          </w:tcPr>
          <w:p w14:paraId="07E0A156" w14:textId="77777777" w:rsidR="00B70A44" w:rsidRPr="00576C9C" w:rsidRDefault="00B70A44" w:rsidP="00B70A44">
            <w:pPr>
              <w:tabs>
                <w:tab w:val="decimal" w:pos="595"/>
              </w:tabs>
              <w:spacing w:line="240" w:lineRule="exact"/>
              <w:ind w:left="-43" w:right="-86"/>
              <w:rPr>
                <w:sz w:val="18"/>
                <w:szCs w:val="18"/>
              </w:rPr>
            </w:pPr>
          </w:p>
        </w:tc>
        <w:tc>
          <w:tcPr>
            <w:tcW w:w="464" w:type="pct"/>
            <w:vAlign w:val="bottom"/>
          </w:tcPr>
          <w:p w14:paraId="4AB42871" w14:textId="52BEB6FB" w:rsidR="00B70A44" w:rsidRPr="00576C9C" w:rsidRDefault="00B70A44" w:rsidP="00B70A44">
            <w:pPr>
              <w:pStyle w:val="acctfourfigures"/>
              <w:tabs>
                <w:tab w:val="clear" w:pos="765"/>
                <w:tab w:val="decimal" w:pos="429"/>
              </w:tabs>
              <w:spacing w:line="240" w:lineRule="exact"/>
              <w:ind w:left="-43" w:right="-86"/>
              <w:rPr>
                <w:sz w:val="18"/>
                <w:szCs w:val="18"/>
                <w:lang w:val="en-US" w:bidi="th-TH"/>
              </w:rPr>
            </w:pPr>
            <w:r w:rsidRPr="00576C9C">
              <w:rPr>
                <w:sz w:val="18"/>
                <w:szCs w:val="18"/>
              </w:rPr>
              <w:t>-</w:t>
            </w:r>
          </w:p>
        </w:tc>
        <w:tc>
          <w:tcPr>
            <w:tcW w:w="134" w:type="pct"/>
            <w:vAlign w:val="bottom"/>
          </w:tcPr>
          <w:p w14:paraId="7C806318" w14:textId="77777777" w:rsidR="00B70A44" w:rsidRPr="00576C9C" w:rsidRDefault="00B70A44" w:rsidP="00B70A44">
            <w:pPr>
              <w:pStyle w:val="acctfourfigures"/>
              <w:tabs>
                <w:tab w:val="clear" w:pos="765"/>
                <w:tab w:val="decimal" w:pos="595"/>
              </w:tabs>
              <w:spacing w:line="240" w:lineRule="exact"/>
              <w:ind w:left="-43" w:right="-86"/>
              <w:rPr>
                <w:sz w:val="18"/>
                <w:szCs w:val="18"/>
              </w:rPr>
            </w:pPr>
          </w:p>
        </w:tc>
        <w:tc>
          <w:tcPr>
            <w:tcW w:w="467" w:type="pct"/>
            <w:vAlign w:val="bottom"/>
          </w:tcPr>
          <w:p w14:paraId="64668D12" w14:textId="5279D85A" w:rsidR="00B70A44" w:rsidRPr="00576C9C" w:rsidRDefault="00B70A44" w:rsidP="00B70A44">
            <w:pPr>
              <w:pStyle w:val="acctfourfigures"/>
              <w:tabs>
                <w:tab w:val="clear" w:pos="765"/>
                <w:tab w:val="decimal" w:pos="621"/>
              </w:tabs>
              <w:spacing w:line="240" w:lineRule="exact"/>
              <w:ind w:left="-43" w:right="-86"/>
              <w:rPr>
                <w:sz w:val="18"/>
                <w:szCs w:val="18"/>
                <w:lang w:val="en-US"/>
              </w:rPr>
            </w:pPr>
            <w:r w:rsidRPr="00576C9C">
              <w:rPr>
                <w:sz w:val="18"/>
                <w:szCs w:val="18"/>
                <w:lang w:val="en-US"/>
              </w:rPr>
              <w:t>(2,518)</w:t>
            </w:r>
          </w:p>
        </w:tc>
        <w:tc>
          <w:tcPr>
            <w:tcW w:w="134" w:type="pct"/>
            <w:vAlign w:val="bottom"/>
          </w:tcPr>
          <w:p w14:paraId="4D3EE765" w14:textId="77777777" w:rsidR="00B70A44" w:rsidRPr="00576C9C" w:rsidRDefault="00B70A44" w:rsidP="00B70A44">
            <w:pPr>
              <w:tabs>
                <w:tab w:val="decimal" w:pos="595"/>
              </w:tabs>
              <w:spacing w:line="240" w:lineRule="exact"/>
              <w:ind w:left="-43" w:right="-86"/>
              <w:rPr>
                <w:sz w:val="18"/>
                <w:szCs w:val="18"/>
              </w:rPr>
            </w:pPr>
          </w:p>
        </w:tc>
        <w:tc>
          <w:tcPr>
            <w:tcW w:w="466" w:type="pct"/>
            <w:vAlign w:val="bottom"/>
          </w:tcPr>
          <w:p w14:paraId="013FF133" w14:textId="5765B17D" w:rsidR="00B70A44" w:rsidRPr="00576C9C" w:rsidRDefault="00B70A44" w:rsidP="00B70A44">
            <w:pPr>
              <w:tabs>
                <w:tab w:val="decimal" w:pos="459"/>
              </w:tabs>
              <w:spacing w:line="240" w:lineRule="exact"/>
              <w:ind w:left="-43" w:right="-86"/>
              <w:rPr>
                <w:sz w:val="18"/>
                <w:szCs w:val="18"/>
              </w:rPr>
            </w:pPr>
            <w:r w:rsidRPr="00576C9C">
              <w:rPr>
                <w:sz w:val="18"/>
                <w:szCs w:val="18"/>
              </w:rPr>
              <w:t>-</w:t>
            </w:r>
          </w:p>
        </w:tc>
        <w:tc>
          <w:tcPr>
            <w:tcW w:w="122" w:type="pct"/>
            <w:vAlign w:val="bottom"/>
          </w:tcPr>
          <w:p w14:paraId="0D14ED66" w14:textId="77777777" w:rsidR="00B70A44" w:rsidRPr="005D3E43" w:rsidRDefault="00B70A44" w:rsidP="00B70A44">
            <w:pPr>
              <w:pStyle w:val="acctfourfigures"/>
              <w:tabs>
                <w:tab w:val="clear" w:pos="765"/>
                <w:tab w:val="decimal" w:pos="595"/>
              </w:tabs>
              <w:spacing w:line="240" w:lineRule="exact"/>
              <w:ind w:left="-43" w:right="-86"/>
              <w:rPr>
                <w:sz w:val="20"/>
              </w:rPr>
            </w:pPr>
          </w:p>
        </w:tc>
      </w:tr>
    </w:tbl>
    <w:p w14:paraId="45F7AE6A" w14:textId="77777777" w:rsidR="001D67F1" w:rsidRPr="005D3E43" w:rsidRDefault="001D67F1"/>
    <w:p w14:paraId="501D87A6" w14:textId="77777777" w:rsidR="004D1175" w:rsidRDefault="004D1175">
      <w:r>
        <w:br w:type="page"/>
      </w:r>
    </w:p>
    <w:tbl>
      <w:tblPr>
        <w:tblW w:w="9627" w:type="dxa"/>
        <w:tblInd w:w="450" w:type="dxa"/>
        <w:tblLayout w:type="fixed"/>
        <w:tblLook w:val="04A0" w:firstRow="1" w:lastRow="0" w:firstColumn="1" w:lastColumn="0" w:noHBand="0" w:noVBand="1"/>
      </w:tblPr>
      <w:tblGrid>
        <w:gridCol w:w="2156"/>
        <w:gridCol w:w="268"/>
        <w:gridCol w:w="1536"/>
        <w:gridCol w:w="270"/>
        <w:gridCol w:w="1260"/>
        <w:gridCol w:w="270"/>
        <w:gridCol w:w="1077"/>
        <w:gridCol w:w="270"/>
        <w:gridCol w:w="1080"/>
        <w:gridCol w:w="276"/>
        <w:gridCol w:w="1164"/>
      </w:tblGrid>
      <w:tr w:rsidR="001C2150" w:rsidRPr="005D3E43" w14:paraId="087AD2D1" w14:textId="77777777" w:rsidTr="00B70A44">
        <w:trPr>
          <w:trHeight w:val="259"/>
        </w:trPr>
        <w:tc>
          <w:tcPr>
            <w:tcW w:w="2156" w:type="dxa"/>
            <w:shd w:val="clear" w:color="auto" w:fill="auto"/>
            <w:vAlign w:val="bottom"/>
          </w:tcPr>
          <w:p w14:paraId="436AC172" w14:textId="61BDF99B" w:rsidR="001C2150" w:rsidRPr="00B70A44" w:rsidRDefault="001C2150" w:rsidP="009E30B7">
            <w:pPr>
              <w:spacing w:line="240" w:lineRule="exact"/>
              <w:ind w:left="73" w:right="-90"/>
              <w:jc w:val="center"/>
              <w:rPr>
                <w:sz w:val="18"/>
                <w:szCs w:val="18"/>
              </w:rPr>
            </w:pPr>
          </w:p>
        </w:tc>
        <w:tc>
          <w:tcPr>
            <w:tcW w:w="268" w:type="dxa"/>
          </w:tcPr>
          <w:p w14:paraId="718C0834" w14:textId="77777777" w:rsidR="001C2150" w:rsidRPr="00B70A44" w:rsidRDefault="001C2150" w:rsidP="009E30B7">
            <w:pPr>
              <w:pStyle w:val="acctfourfigures"/>
              <w:tabs>
                <w:tab w:val="clear" w:pos="765"/>
              </w:tabs>
              <w:spacing w:line="240" w:lineRule="exact"/>
              <w:ind w:left="-43" w:right="-86"/>
              <w:jc w:val="center"/>
              <w:rPr>
                <w:i/>
                <w:iCs/>
                <w:sz w:val="18"/>
                <w:szCs w:val="18"/>
                <w:cs/>
                <w:lang w:val="en-US" w:bidi="th-TH"/>
              </w:rPr>
            </w:pPr>
          </w:p>
        </w:tc>
        <w:tc>
          <w:tcPr>
            <w:tcW w:w="7201" w:type="dxa"/>
            <w:gridSpan w:val="9"/>
          </w:tcPr>
          <w:p w14:paraId="2423B245" w14:textId="0836C906" w:rsidR="001C2150" w:rsidRPr="00B70A44" w:rsidRDefault="001C2150" w:rsidP="009E30B7">
            <w:pPr>
              <w:pStyle w:val="acctfourfigures"/>
              <w:tabs>
                <w:tab w:val="clear" w:pos="765"/>
              </w:tabs>
              <w:spacing w:line="240" w:lineRule="exact"/>
              <w:ind w:left="-43" w:right="-86"/>
              <w:jc w:val="center"/>
              <w:rPr>
                <w:b/>
                <w:bCs/>
                <w:sz w:val="18"/>
                <w:szCs w:val="18"/>
                <w:cs/>
                <w:lang w:val="en-US" w:bidi="th-TH"/>
              </w:rPr>
            </w:pPr>
            <w:r w:rsidRPr="00B70A44">
              <w:rPr>
                <w:b/>
                <w:bCs/>
                <w:sz w:val="18"/>
                <w:szCs w:val="18"/>
                <w:lang w:bidi="th-TH"/>
              </w:rPr>
              <w:t>Separate financial statements</w:t>
            </w:r>
          </w:p>
        </w:tc>
      </w:tr>
      <w:tr w:rsidR="001C2150" w:rsidRPr="005D3E43" w14:paraId="02C2286D" w14:textId="77777777" w:rsidTr="00DD30B7">
        <w:trPr>
          <w:trHeight w:val="259"/>
        </w:trPr>
        <w:tc>
          <w:tcPr>
            <w:tcW w:w="2156" w:type="dxa"/>
            <w:shd w:val="clear" w:color="auto" w:fill="auto"/>
            <w:vAlign w:val="bottom"/>
          </w:tcPr>
          <w:p w14:paraId="6AF655EB" w14:textId="77777777" w:rsidR="001C2150" w:rsidRPr="00B70A44" w:rsidRDefault="001C2150" w:rsidP="009E30B7">
            <w:pPr>
              <w:spacing w:line="240" w:lineRule="exact"/>
              <w:ind w:left="73" w:right="-90"/>
              <w:jc w:val="center"/>
              <w:rPr>
                <w:sz w:val="18"/>
                <w:szCs w:val="18"/>
              </w:rPr>
            </w:pPr>
          </w:p>
        </w:tc>
        <w:tc>
          <w:tcPr>
            <w:tcW w:w="268" w:type="dxa"/>
          </w:tcPr>
          <w:p w14:paraId="074B08D8" w14:textId="77777777" w:rsidR="001C2150" w:rsidRPr="00B70A44" w:rsidRDefault="001C2150" w:rsidP="009E30B7">
            <w:pPr>
              <w:pStyle w:val="acctfourfigures"/>
              <w:tabs>
                <w:tab w:val="clear" w:pos="765"/>
              </w:tabs>
              <w:spacing w:line="240" w:lineRule="exact"/>
              <w:ind w:left="-43" w:right="-86"/>
              <w:jc w:val="center"/>
              <w:rPr>
                <w:i/>
                <w:iCs/>
                <w:sz w:val="18"/>
                <w:szCs w:val="18"/>
                <w:cs/>
                <w:lang w:val="en-US" w:bidi="th-TH"/>
              </w:rPr>
            </w:pPr>
          </w:p>
        </w:tc>
        <w:tc>
          <w:tcPr>
            <w:tcW w:w="3066" w:type="dxa"/>
            <w:gridSpan w:val="3"/>
            <w:tcBorders>
              <w:bottom w:val="single" w:sz="4" w:space="0" w:color="auto"/>
            </w:tcBorders>
          </w:tcPr>
          <w:p w14:paraId="15613FEC" w14:textId="77777777" w:rsidR="001C2150" w:rsidRPr="00B70A44" w:rsidRDefault="001C2150" w:rsidP="009E30B7">
            <w:pPr>
              <w:pStyle w:val="acctfourfigures"/>
              <w:tabs>
                <w:tab w:val="clear" w:pos="765"/>
              </w:tabs>
              <w:spacing w:line="240" w:lineRule="exact"/>
              <w:ind w:left="-43" w:right="-86"/>
              <w:jc w:val="center"/>
              <w:rPr>
                <w:b/>
                <w:bCs/>
                <w:sz w:val="18"/>
                <w:szCs w:val="18"/>
                <w:cs/>
                <w:lang w:bidi="th-TH"/>
              </w:rPr>
            </w:pPr>
            <w:r w:rsidRPr="00B70A44">
              <w:rPr>
                <w:b/>
                <w:bCs/>
                <w:sz w:val="18"/>
                <w:szCs w:val="18"/>
                <w:lang w:bidi="th-TH"/>
              </w:rPr>
              <w:t>Carrying amount</w:t>
            </w:r>
          </w:p>
        </w:tc>
        <w:tc>
          <w:tcPr>
            <w:tcW w:w="270" w:type="dxa"/>
          </w:tcPr>
          <w:p w14:paraId="3FDC6220" w14:textId="77777777" w:rsidR="001C2150" w:rsidRPr="00B70A44" w:rsidRDefault="001C2150" w:rsidP="009E30B7">
            <w:pPr>
              <w:pStyle w:val="acctfourfigures"/>
              <w:tabs>
                <w:tab w:val="clear" w:pos="765"/>
              </w:tabs>
              <w:spacing w:line="240" w:lineRule="exact"/>
              <w:ind w:left="-43" w:right="-86"/>
              <w:jc w:val="center"/>
              <w:rPr>
                <w:b/>
                <w:bCs/>
                <w:sz w:val="18"/>
                <w:szCs w:val="18"/>
                <w:cs/>
                <w:lang w:bidi="th-TH"/>
              </w:rPr>
            </w:pPr>
          </w:p>
        </w:tc>
        <w:tc>
          <w:tcPr>
            <w:tcW w:w="3867" w:type="dxa"/>
            <w:gridSpan w:val="5"/>
            <w:tcBorders>
              <w:bottom w:val="single" w:sz="4" w:space="0" w:color="auto"/>
            </w:tcBorders>
            <w:vAlign w:val="bottom"/>
          </w:tcPr>
          <w:p w14:paraId="04AD2DC9" w14:textId="77777777" w:rsidR="001C2150" w:rsidRPr="00B70A44" w:rsidRDefault="001C2150" w:rsidP="009E30B7">
            <w:pPr>
              <w:pStyle w:val="acctfourfigures"/>
              <w:tabs>
                <w:tab w:val="clear" w:pos="765"/>
              </w:tabs>
              <w:spacing w:line="240" w:lineRule="exact"/>
              <w:ind w:left="-43" w:right="-86"/>
              <w:jc w:val="center"/>
              <w:rPr>
                <w:b/>
                <w:bCs/>
                <w:sz w:val="18"/>
                <w:szCs w:val="18"/>
                <w:cs/>
                <w:lang w:bidi="th-TH"/>
              </w:rPr>
            </w:pPr>
            <w:r w:rsidRPr="00B70A44">
              <w:rPr>
                <w:b/>
                <w:bCs/>
                <w:sz w:val="18"/>
                <w:szCs w:val="18"/>
                <w:lang w:bidi="th-TH"/>
              </w:rPr>
              <w:t>Fair value</w:t>
            </w:r>
          </w:p>
        </w:tc>
      </w:tr>
      <w:tr w:rsidR="00040F5E" w:rsidRPr="005D3E43" w14:paraId="12ACFA41" w14:textId="77777777" w:rsidTr="00DD30B7">
        <w:trPr>
          <w:trHeight w:val="334"/>
        </w:trPr>
        <w:tc>
          <w:tcPr>
            <w:tcW w:w="2156" w:type="dxa"/>
            <w:shd w:val="clear" w:color="auto" w:fill="auto"/>
            <w:vAlign w:val="bottom"/>
          </w:tcPr>
          <w:p w14:paraId="6D959E1C" w14:textId="4C298FC9" w:rsidR="00040F5E" w:rsidRPr="00B70A44" w:rsidRDefault="00040F5E" w:rsidP="00B70A44">
            <w:pPr>
              <w:spacing w:line="240" w:lineRule="exact"/>
              <w:ind w:right="-90"/>
              <w:rPr>
                <w:b/>
                <w:bCs/>
                <w:i/>
                <w:iCs/>
                <w:sz w:val="18"/>
                <w:szCs w:val="18"/>
              </w:rPr>
            </w:pPr>
            <w:r w:rsidRPr="00B70A44">
              <w:rPr>
                <w:b/>
                <w:bCs/>
                <w:i/>
                <w:iCs/>
                <w:sz w:val="18"/>
                <w:szCs w:val="18"/>
              </w:rPr>
              <w:t>At 30 September 2020</w:t>
            </w:r>
          </w:p>
        </w:tc>
        <w:tc>
          <w:tcPr>
            <w:tcW w:w="268" w:type="dxa"/>
            <w:vAlign w:val="bottom"/>
          </w:tcPr>
          <w:p w14:paraId="0B6CC46C" w14:textId="77777777" w:rsidR="00040F5E" w:rsidRPr="00B70A44" w:rsidRDefault="00040F5E" w:rsidP="00B70A44">
            <w:pPr>
              <w:pStyle w:val="acctfourfigures"/>
              <w:tabs>
                <w:tab w:val="clear" w:pos="765"/>
              </w:tabs>
              <w:spacing w:line="240" w:lineRule="exact"/>
              <w:ind w:right="-86"/>
              <w:rPr>
                <w:i/>
                <w:iCs/>
                <w:sz w:val="18"/>
                <w:szCs w:val="18"/>
                <w:cs/>
                <w:lang w:val="en-US" w:bidi="th-TH"/>
              </w:rPr>
            </w:pPr>
          </w:p>
        </w:tc>
        <w:tc>
          <w:tcPr>
            <w:tcW w:w="1536" w:type="dxa"/>
            <w:tcBorders>
              <w:top w:val="single" w:sz="4" w:space="0" w:color="auto"/>
            </w:tcBorders>
            <w:vAlign w:val="bottom"/>
          </w:tcPr>
          <w:p w14:paraId="42992FC4" w14:textId="77777777" w:rsidR="00040F5E" w:rsidRPr="00B70A44" w:rsidRDefault="00040F5E" w:rsidP="00B70A44">
            <w:pPr>
              <w:pStyle w:val="acctfourfigures"/>
              <w:tabs>
                <w:tab w:val="clear" w:pos="765"/>
              </w:tabs>
              <w:spacing w:line="240" w:lineRule="exact"/>
              <w:ind w:right="-86"/>
              <w:jc w:val="center"/>
              <w:rPr>
                <w:sz w:val="18"/>
                <w:szCs w:val="18"/>
                <w:cs/>
                <w:lang w:bidi="th-TH"/>
              </w:rPr>
            </w:pPr>
            <w:r w:rsidRPr="00B70A44">
              <w:rPr>
                <w:sz w:val="18"/>
                <w:szCs w:val="18"/>
                <w:lang w:bidi="th-TH"/>
              </w:rPr>
              <w:t>Fair value through profit or loss</w:t>
            </w:r>
          </w:p>
        </w:tc>
        <w:tc>
          <w:tcPr>
            <w:tcW w:w="270" w:type="dxa"/>
            <w:tcBorders>
              <w:top w:val="single" w:sz="4" w:space="0" w:color="auto"/>
            </w:tcBorders>
            <w:vAlign w:val="bottom"/>
          </w:tcPr>
          <w:p w14:paraId="09CA5BA2" w14:textId="77777777" w:rsidR="00040F5E" w:rsidRPr="00B70A44" w:rsidRDefault="00040F5E" w:rsidP="00B70A44">
            <w:pPr>
              <w:pStyle w:val="acctfourfigures"/>
              <w:tabs>
                <w:tab w:val="clear" w:pos="765"/>
              </w:tabs>
              <w:spacing w:line="240" w:lineRule="exact"/>
              <w:ind w:right="-86"/>
              <w:jc w:val="center"/>
              <w:rPr>
                <w:sz w:val="18"/>
                <w:szCs w:val="18"/>
                <w:lang w:val="en-US" w:bidi="th-TH"/>
              </w:rPr>
            </w:pPr>
          </w:p>
        </w:tc>
        <w:tc>
          <w:tcPr>
            <w:tcW w:w="1260" w:type="dxa"/>
            <w:tcBorders>
              <w:top w:val="single" w:sz="4" w:space="0" w:color="auto"/>
            </w:tcBorders>
            <w:shd w:val="clear" w:color="auto" w:fill="auto"/>
            <w:vAlign w:val="bottom"/>
          </w:tcPr>
          <w:p w14:paraId="6C3969C4" w14:textId="77777777" w:rsidR="00040F5E" w:rsidRPr="00B70A44" w:rsidRDefault="00040F5E" w:rsidP="00B70A44">
            <w:pPr>
              <w:pStyle w:val="acctfourfigures"/>
              <w:tabs>
                <w:tab w:val="clear" w:pos="765"/>
              </w:tabs>
              <w:spacing w:line="240" w:lineRule="exact"/>
              <w:ind w:right="-192"/>
              <w:jc w:val="center"/>
              <w:rPr>
                <w:sz w:val="18"/>
                <w:szCs w:val="18"/>
                <w:cs/>
                <w:lang w:bidi="th-TH"/>
              </w:rPr>
            </w:pPr>
            <w:r w:rsidRPr="00B70A44">
              <w:rPr>
                <w:sz w:val="18"/>
                <w:szCs w:val="18"/>
                <w:lang w:bidi="th-TH"/>
              </w:rPr>
              <w:t>Amortised cost - net</w:t>
            </w:r>
          </w:p>
        </w:tc>
        <w:tc>
          <w:tcPr>
            <w:tcW w:w="270" w:type="dxa"/>
            <w:vAlign w:val="bottom"/>
          </w:tcPr>
          <w:p w14:paraId="4B0CCBCD" w14:textId="77777777" w:rsidR="00040F5E" w:rsidRPr="00B70A44" w:rsidRDefault="00040F5E" w:rsidP="00B70A44">
            <w:pPr>
              <w:pStyle w:val="acctfourfigures"/>
              <w:tabs>
                <w:tab w:val="clear" w:pos="765"/>
              </w:tabs>
              <w:spacing w:line="240" w:lineRule="exact"/>
              <w:ind w:left="-43" w:right="-86"/>
              <w:jc w:val="center"/>
              <w:rPr>
                <w:sz w:val="18"/>
                <w:szCs w:val="18"/>
                <w:cs/>
                <w:lang w:bidi="th-TH"/>
              </w:rPr>
            </w:pPr>
          </w:p>
        </w:tc>
        <w:tc>
          <w:tcPr>
            <w:tcW w:w="1077" w:type="dxa"/>
            <w:tcBorders>
              <w:top w:val="single" w:sz="4" w:space="0" w:color="auto"/>
            </w:tcBorders>
            <w:vAlign w:val="bottom"/>
          </w:tcPr>
          <w:p w14:paraId="44F36564" w14:textId="77777777" w:rsidR="00040F5E" w:rsidRPr="00B70A44" w:rsidRDefault="00040F5E" w:rsidP="00B70A44">
            <w:pPr>
              <w:pStyle w:val="acctfourfigures"/>
              <w:tabs>
                <w:tab w:val="clear" w:pos="765"/>
              </w:tabs>
              <w:spacing w:line="240" w:lineRule="exact"/>
              <w:ind w:right="-86"/>
              <w:jc w:val="center"/>
              <w:rPr>
                <w:sz w:val="18"/>
                <w:szCs w:val="18"/>
              </w:rPr>
            </w:pPr>
            <w:r w:rsidRPr="00B70A44">
              <w:rPr>
                <w:sz w:val="18"/>
                <w:szCs w:val="18"/>
                <w:lang w:bidi="th-TH"/>
              </w:rPr>
              <w:t xml:space="preserve">Level </w:t>
            </w:r>
            <w:r w:rsidRPr="00B70A44">
              <w:rPr>
                <w:sz w:val="18"/>
                <w:szCs w:val="18"/>
                <w:cs/>
                <w:lang w:bidi="th-TH"/>
              </w:rPr>
              <w:t>1</w:t>
            </w:r>
          </w:p>
        </w:tc>
        <w:tc>
          <w:tcPr>
            <w:tcW w:w="270" w:type="dxa"/>
            <w:tcBorders>
              <w:top w:val="single" w:sz="4" w:space="0" w:color="auto"/>
            </w:tcBorders>
            <w:vAlign w:val="bottom"/>
          </w:tcPr>
          <w:p w14:paraId="48859913" w14:textId="77777777" w:rsidR="00040F5E" w:rsidRPr="00B70A44" w:rsidRDefault="00040F5E" w:rsidP="00B70A44">
            <w:pPr>
              <w:pStyle w:val="acctfourfigures"/>
              <w:tabs>
                <w:tab w:val="clear" w:pos="765"/>
              </w:tabs>
              <w:spacing w:line="240" w:lineRule="exact"/>
              <w:ind w:left="-43" w:right="-86"/>
              <w:jc w:val="center"/>
              <w:rPr>
                <w:sz w:val="18"/>
                <w:szCs w:val="18"/>
                <w:cs/>
                <w:lang w:bidi="th-TH"/>
              </w:rPr>
            </w:pPr>
          </w:p>
        </w:tc>
        <w:tc>
          <w:tcPr>
            <w:tcW w:w="1080" w:type="dxa"/>
            <w:tcBorders>
              <w:top w:val="single" w:sz="4" w:space="0" w:color="auto"/>
            </w:tcBorders>
            <w:vAlign w:val="bottom"/>
          </w:tcPr>
          <w:p w14:paraId="484E4F62" w14:textId="77777777" w:rsidR="00040F5E" w:rsidRPr="00B70A44" w:rsidRDefault="00040F5E" w:rsidP="00B70A44">
            <w:pPr>
              <w:pStyle w:val="acctfourfigures"/>
              <w:tabs>
                <w:tab w:val="clear" w:pos="765"/>
              </w:tabs>
              <w:spacing w:line="240" w:lineRule="exact"/>
              <w:ind w:right="-86"/>
              <w:jc w:val="center"/>
              <w:rPr>
                <w:sz w:val="18"/>
                <w:szCs w:val="18"/>
              </w:rPr>
            </w:pPr>
            <w:r w:rsidRPr="00B70A44">
              <w:rPr>
                <w:sz w:val="18"/>
                <w:szCs w:val="18"/>
                <w:lang w:bidi="th-TH"/>
              </w:rPr>
              <w:t>Level 2</w:t>
            </w:r>
          </w:p>
        </w:tc>
        <w:tc>
          <w:tcPr>
            <w:tcW w:w="276" w:type="dxa"/>
            <w:tcBorders>
              <w:top w:val="single" w:sz="4" w:space="0" w:color="auto"/>
            </w:tcBorders>
            <w:vAlign w:val="bottom"/>
          </w:tcPr>
          <w:p w14:paraId="7F484880" w14:textId="77777777" w:rsidR="00040F5E" w:rsidRPr="00B70A44" w:rsidRDefault="00040F5E" w:rsidP="00B70A44">
            <w:pPr>
              <w:spacing w:line="240" w:lineRule="exact"/>
              <w:ind w:left="-43" w:right="-86"/>
              <w:jc w:val="center"/>
              <w:rPr>
                <w:sz w:val="18"/>
                <w:szCs w:val="18"/>
                <w:cs/>
              </w:rPr>
            </w:pPr>
          </w:p>
        </w:tc>
        <w:tc>
          <w:tcPr>
            <w:tcW w:w="1164" w:type="dxa"/>
            <w:tcBorders>
              <w:top w:val="single" w:sz="4" w:space="0" w:color="auto"/>
            </w:tcBorders>
            <w:vAlign w:val="bottom"/>
          </w:tcPr>
          <w:p w14:paraId="131257E7" w14:textId="77777777" w:rsidR="00040F5E" w:rsidRPr="00B70A44" w:rsidRDefault="00040F5E" w:rsidP="00B70A44">
            <w:pPr>
              <w:spacing w:line="240" w:lineRule="exact"/>
              <w:ind w:right="-86"/>
              <w:jc w:val="center"/>
              <w:rPr>
                <w:sz w:val="18"/>
                <w:szCs w:val="18"/>
              </w:rPr>
            </w:pPr>
            <w:r w:rsidRPr="00B70A44">
              <w:rPr>
                <w:sz w:val="18"/>
                <w:szCs w:val="18"/>
              </w:rPr>
              <w:t>Level 3</w:t>
            </w:r>
          </w:p>
        </w:tc>
      </w:tr>
      <w:tr w:rsidR="001C2150" w:rsidRPr="005D3E43" w14:paraId="708EB54C" w14:textId="77777777" w:rsidTr="00B70A44">
        <w:trPr>
          <w:trHeight w:val="259"/>
        </w:trPr>
        <w:tc>
          <w:tcPr>
            <w:tcW w:w="2156" w:type="dxa"/>
            <w:shd w:val="clear" w:color="auto" w:fill="auto"/>
          </w:tcPr>
          <w:p w14:paraId="110949D6" w14:textId="77777777" w:rsidR="001C2150" w:rsidRPr="00B70A44" w:rsidRDefault="001C2150" w:rsidP="009E30B7">
            <w:pPr>
              <w:spacing w:line="240" w:lineRule="exact"/>
              <w:ind w:left="-14" w:right="-90"/>
              <w:rPr>
                <w:b/>
                <w:bCs/>
                <w:i/>
                <w:iCs/>
                <w:sz w:val="18"/>
                <w:szCs w:val="18"/>
                <w:cs/>
              </w:rPr>
            </w:pPr>
          </w:p>
        </w:tc>
        <w:tc>
          <w:tcPr>
            <w:tcW w:w="268" w:type="dxa"/>
          </w:tcPr>
          <w:p w14:paraId="2C624F64" w14:textId="77777777" w:rsidR="001C2150" w:rsidRPr="00B70A44" w:rsidRDefault="001C2150" w:rsidP="009E30B7">
            <w:pPr>
              <w:pStyle w:val="acctfourfigures"/>
              <w:tabs>
                <w:tab w:val="clear" w:pos="765"/>
              </w:tabs>
              <w:spacing w:line="240" w:lineRule="exact"/>
              <w:ind w:left="-42" w:right="-90"/>
              <w:jc w:val="center"/>
              <w:rPr>
                <w:i/>
                <w:iCs/>
                <w:sz w:val="18"/>
                <w:szCs w:val="18"/>
                <w:lang w:val="en-US" w:bidi="th-TH"/>
              </w:rPr>
            </w:pPr>
          </w:p>
        </w:tc>
        <w:tc>
          <w:tcPr>
            <w:tcW w:w="7201" w:type="dxa"/>
            <w:gridSpan w:val="9"/>
          </w:tcPr>
          <w:p w14:paraId="528C6F17" w14:textId="7F4986C6" w:rsidR="001C2150" w:rsidRPr="00B70A44" w:rsidRDefault="001C2150" w:rsidP="009E30B7">
            <w:pPr>
              <w:pStyle w:val="acctfourfigures"/>
              <w:tabs>
                <w:tab w:val="clear" w:pos="765"/>
              </w:tabs>
              <w:spacing w:line="240" w:lineRule="exact"/>
              <w:ind w:left="-43" w:right="-86"/>
              <w:jc w:val="center"/>
              <w:rPr>
                <w:i/>
                <w:iCs/>
                <w:sz w:val="18"/>
                <w:szCs w:val="18"/>
                <w:cs/>
                <w:lang w:bidi="th-TH"/>
              </w:rPr>
            </w:pPr>
            <w:r w:rsidRPr="00B70A44">
              <w:rPr>
                <w:i/>
                <w:iCs/>
                <w:sz w:val="18"/>
                <w:szCs w:val="18"/>
                <w:cs/>
                <w:lang w:bidi="th-TH"/>
              </w:rPr>
              <w:t>(</w:t>
            </w:r>
            <w:r w:rsidRPr="00B70A44">
              <w:rPr>
                <w:i/>
                <w:iCs/>
                <w:sz w:val="18"/>
                <w:szCs w:val="18"/>
                <w:lang w:bidi="th-TH"/>
              </w:rPr>
              <w:t>in million Baht)</w:t>
            </w:r>
          </w:p>
        </w:tc>
      </w:tr>
      <w:tr w:rsidR="00040F5E" w:rsidRPr="005D3E43" w14:paraId="7F72D4BF" w14:textId="77777777" w:rsidTr="00B70A44">
        <w:trPr>
          <w:trHeight w:val="259"/>
        </w:trPr>
        <w:tc>
          <w:tcPr>
            <w:tcW w:w="2156" w:type="dxa"/>
            <w:shd w:val="clear" w:color="auto" w:fill="auto"/>
          </w:tcPr>
          <w:p w14:paraId="2DCE0CB0" w14:textId="77777777" w:rsidR="00040F5E" w:rsidRPr="00B70A44" w:rsidRDefault="00040F5E" w:rsidP="009E30B7">
            <w:pPr>
              <w:spacing w:line="240" w:lineRule="exact"/>
              <w:ind w:left="159" w:right="-90" w:hanging="173"/>
              <w:rPr>
                <w:b/>
                <w:bCs/>
                <w:i/>
                <w:iCs/>
                <w:sz w:val="18"/>
                <w:szCs w:val="18"/>
              </w:rPr>
            </w:pPr>
            <w:r w:rsidRPr="00B70A44">
              <w:rPr>
                <w:b/>
                <w:bCs/>
                <w:i/>
                <w:iCs/>
                <w:sz w:val="18"/>
                <w:szCs w:val="18"/>
              </w:rPr>
              <w:t>Assets measured at fair value</w:t>
            </w:r>
          </w:p>
        </w:tc>
        <w:tc>
          <w:tcPr>
            <w:tcW w:w="268" w:type="dxa"/>
          </w:tcPr>
          <w:p w14:paraId="54C97AF4" w14:textId="77777777" w:rsidR="00040F5E" w:rsidRPr="00B70A44" w:rsidRDefault="00040F5E" w:rsidP="009E30B7">
            <w:pPr>
              <w:pStyle w:val="acctfourfigures"/>
              <w:tabs>
                <w:tab w:val="clear" w:pos="765"/>
              </w:tabs>
              <w:spacing w:line="240" w:lineRule="exact"/>
              <w:ind w:left="-42" w:right="-90"/>
              <w:jc w:val="center"/>
              <w:rPr>
                <w:i/>
                <w:iCs/>
                <w:sz w:val="18"/>
                <w:szCs w:val="18"/>
                <w:lang w:val="en-US" w:bidi="th-TH"/>
              </w:rPr>
            </w:pPr>
          </w:p>
        </w:tc>
        <w:tc>
          <w:tcPr>
            <w:tcW w:w="1536" w:type="dxa"/>
          </w:tcPr>
          <w:p w14:paraId="507EB343" w14:textId="164AE467" w:rsidR="00040F5E" w:rsidRPr="00B70A44" w:rsidRDefault="00040F5E" w:rsidP="009E30B7">
            <w:pPr>
              <w:pStyle w:val="acctfourfigures"/>
              <w:tabs>
                <w:tab w:val="clear" w:pos="765"/>
              </w:tabs>
              <w:spacing w:line="240" w:lineRule="exact"/>
              <w:ind w:left="-42" w:right="-90"/>
              <w:jc w:val="center"/>
              <w:rPr>
                <w:i/>
                <w:iCs/>
                <w:sz w:val="18"/>
                <w:szCs w:val="18"/>
                <w:lang w:val="en-US" w:bidi="th-TH"/>
              </w:rPr>
            </w:pPr>
          </w:p>
        </w:tc>
        <w:tc>
          <w:tcPr>
            <w:tcW w:w="270" w:type="dxa"/>
          </w:tcPr>
          <w:p w14:paraId="27AFFC44" w14:textId="77777777" w:rsidR="00040F5E" w:rsidRPr="00B70A44" w:rsidRDefault="00040F5E" w:rsidP="009E30B7">
            <w:pPr>
              <w:pStyle w:val="acctfourfigures"/>
              <w:tabs>
                <w:tab w:val="clear" w:pos="765"/>
              </w:tabs>
              <w:spacing w:line="240" w:lineRule="exact"/>
              <w:ind w:left="-42" w:right="-90"/>
              <w:jc w:val="center"/>
              <w:rPr>
                <w:i/>
                <w:iCs/>
                <w:sz w:val="18"/>
                <w:szCs w:val="18"/>
                <w:lang w:val="en-US" w:bidi="th-TH"/>
              </w:rPr>
            </w:pPr>
          </w:p>
        </w:tc>
        <w:tc>
          <w:tcPr>
            <w:tcW w:w="1260" w:type="dxa"/>
            <w:shd w:val="clear" w:color="auto" w:fill="auto"/>
          </w:tcPr>
          <w:p w14:paraId="256D77E6" w14:textId="70C0A512" w:rsidR="00040F5E" w:rsidRPr="00B70A44" w:rsidRDefault="00040F5E" w:rsidP="009E30B7">
            <w:pPr>
              <w:pStyle w:val="acctfourfigures"/>
              <w:tabs>
                <w:tab w:val="clear" w:pos="765"/>
                <w:tab w:val="decimal" w:pos="595"/>
              </w:tabs>
              <w:spacing w:line="240" w:lineRule="exact"/>
              <w:ind w:left="-43" w:right="-86"/>
              <w:rPr>
                <w:sz w:val="18"/>
                <w:szCs w:val="18"/>
                <w:lang w:val="en-US"/>
              </w:rPr>
            </w:pPr>
          </w:p>
        </w:tc>
        <w:tc>
          <w:tcPr>
            <w:tcW w:w="270" w:type="dxa"/>
          </w:tcPr>
          <w:p w14:paraId="0292A163" w14:textId="77777777" w:rsidR="00040F5E" w:rsidRPr="00B70A44" w:rsidRDefault="00040F5E" w:rsidP="009E30B7">
            <w:pPr>
              <w:pStyle w:val="acctfourfigures"/>
              <w:tabs>
                <w:tab w:val="clear" w:pos="765"/>
                <w:tab w:val="decimal" w:pos="595"/>
              </w:tabs>
              <w:spacing w:line="240" w:lineRule="exact"/>
              <w:ind w:left="-43" w:right="-86"/>
              <w:rPr>
                <w:sz w:val="18"/>
                <w:szCs w:val="18"/>
              </w:rPr>
            </w:pPr>
          </w:p>
        </w:tc>
        <w:tc>
          <w:tcPr>
            <w:tcW w:w="1077" w:type="dxa"/>
          </w:tcPr>
          <w:p w14:paraId="4E460D55" w14:textId="77777777" w:rsidR="00040F5E" w:rsidRPr="00B70A44" w:rsidRDefault="00040F5E" w:rsidP="009E30B7">
            <w:pPr>
              <w:pStyle w:val="acctfourfigures"/>
              <w:tabs>
                <w:tab w:val="clear" w:pos="765"/>
                <w:tab w:val="decimal" w:pos="595"/>
              </w:tabs>
              <w:spacing w:line="240" w:lineRule="exact"/>
              <w:ind w:left="-43" w:right="-86"/>
              <w:rPr>
                <w:sz w:val="18"/>
                <w:szCs w:val="18"/>
              </w:rPr>
            </w:pPr>
          </w:p>
        </w:tc>
        <w:tc>
          <w:tcPr>
            <w:tcW w:w="270" w:type="dxa"/>
          </w:tcPr>
          <w:p w14:paraId="707A62D3" w14:textId="77777777" w:rsidR="00040F5E" w:rsidRPr="00B70A44" w:rsidRDefault="00040F5E" w:rsidP="009E30B7">
            <w:pPr>
              <w:pStyle w:val="acctfourfigures"/>
              <w:tabs>
                <w:tab w:val="clear" w:pos="765"/>
                <w:tab w:val="decimal" w:pos="595"/>
              </w:tabs>
              <w:spacing w:line="240" w:lineRule="exact"/>
              <w:ind w:left="-43" w:right="-86"/>
              <w:rPr>
                <w:sz w:val="18"/>
                <w:szCs w:val="18"/>
              </w:rPr>
            </w:pPr>
          </w:p>
        </w:tc>
        <w:tc>
          <w:tcPr>
            <w:tcW w:w="1080" w:type="dxa"/>
          </w:tcPr>
          <w:p w14:paraId="222E2D8B" w14:textId="29F9F02F" w:rsidR="00040F5E" w:rsidRPr="00B70A44" w:rsidRDefault="00040F5E" w:rsidP="009E30B7">
            <w:pPr>
              <w:pStyle w:val="acctfourfigures"/>
              <w:tabs>
                <w:tab w:val="clear" w:pos="765"/>
                <w:tab w:val="decimal" w:pos="595"/>
              </w:tabs>
              <w:spacing w:line="240" w:lineRule="exact"/>
              <w:ind w:left="-43" w:right="-86"/>
              <w:rPr>
                <w:sz w:val="18"/>
                <w:szCs w:val="18"/>
              </w:rPr>
            </w:pPr>
          </w:p>
        </w:tc>
        <w:tc>
          <w:tcPr>
            <w:tcW w:w="276" w:type="dxa"/>
          </w:tcPr>
          <w:p w14:paraId="6095EEC2" w14:textId="77777777" w:rsidR="00040F5E" w:rsidRPr="00B70A44" w:rsidRDefault="00040F5E" w:rsidP="009E30B7">
            <w:pPr>
              <w:pStyle w:val="acctfourfigures"/>
              <w:tabs>
                <w:tab w:val="clear" w:pos="765"/>
                <w:tab w:val="decimal" w:pos="595"/>
              </w:tabs>
              <w:spacing w:line="240" w:lineRule="exact"/>
              <w:ind w:left="-43" w:right="-86"/>
              <w:rPr>
                <w:sz w:val="18"/>
                <w:szCs w:val="18"/>
              </w:rPr>
            </w:pPr>
          </w:p>
        </w:tc>
        <w:tc>
          <w:tcPr>
            <w:tcW w:w="1164" w:type="dxa"/>
            <w:vAlign w:val="bottom"/>
          </w:tcPr>
          <w:p w14:paraId="72F56A55" w14:textId="46C5B693" w:rsidR="00040F5E" w:rsidRPr="00B70A44" w:rsidRDefault="00040F5E" w:rsidP="00EE7A07">
            <w:pPr>
              <w:pStyle w:val="acctfourfigures"/>
              <w:tabs>
                <w:tab w:val="clear" w:pos="765"/>
                <w:tab w:val="decimal" w:pos="595"/>
              </w:tabs>
              <w:spacing w:line="240" w:lineRule="exact"/>
              <w:ind w:left="-43" w:right="-86"/>
              <w:jc w:val="center"/>
              <w:rPr>
                <w:sz w:val="18"/>
                <w:szCs w:val="18"/>
              </w:rPr>
            </w:pPr>
          </w:p>
        </w:tc>
      </w:tr>
      <w:tr w:rsidR="009A7840" w:rsidRPr="005D3E43" w14:paraId="1D8DF68D" w14:textId="77777777" w:rsidTr="00B70A44">
        <w:trPr>
          <w:trHeight w:val="64"/>
        </w:trPr>
        <w:tc>
          <w:tcPr>
            <w:tcW w:w="2156" w:type="dxa"/>
            <w:shd w:val="clear" w:color="auto" w:fill="auto"/>
          </w:tcPr>
          <w:p w14:paraId="73589832" w14:textId="77777777" w:rsidR="009A7840" w:rsidRPr="00B70A44" w:rsidRDefault="009A7840" w:rsidP="009A7840">
            <w:pPr>
              <w:tabs>
                <w:tab w:val="left" w:pos="518"/>
              </w:tabs>
              <w:spacing w:line="240" w:lineRule="exact"/>
              <w:ind w:left="68" w:right="-90" w:hanging="88"/>
              <w:rPr>
                <w:sz w:val="18"/>
                <w:szCs w:val="18"/>
                <w:cs/>
              </w:rPr>
            </w:pPr>
            <w:r w:rsidRPr="00B70A44">
              <w:rPr>
                <w:sz w:val="18"/>
                <w:szCs w:val="18"/>
              </w:rPr>
              <w:t>Investment properties</w:t>
            </w:r>
          </w:p>
        </w:tc>
        <w:tc>
          <w:tcPr>
            <w:tcW w:w="268" w:type="dxa"/>
          </w:tcPr>
          <w:p w14:paraId="28D3BD43" w14:textId="77777777" w:rsidR="009A7840" w:rsidRPr="00B70A44" w:rsidRDefault="009A7840" w:rsidP="009A7840">
            <w:pPr>
              <w:pStyle w:val="acctfourfigures"/>
              <w:tabs>
                <w:tab w:val="clear" w:pos="765"/>
              </w:tabs>
              <w:spacing w:line="240" w:lineRule="exact"/>
              <w:ind w:left="-42" w:right="-90"/>
              <w:jc w:val="center"/>
              <w:rPr>
                <w:i/>
                <w:iCs/>
                <w:sz w:val="18"/>
                <w:szCs w:val="18"/>
                <w:lang w:val="en-US" w:bidi="th-TH"/>
              </w:rPr>
            </w:pPr>
          </w:p>
        </w:tc>
        <w:tc>
          <w:tcPr>
            <w:tcW w:w="1536" w:type="dxa"/>
            <w:vAlign w:val="bottom"/>
          </w:tcPr>
          <w:p w14:paraId="5E1079FF" w14:textId="314B53DE" w:rsidR="009A7840" w:rsidRPr="00B70A44" w:rsidRDefault="009A7840" w:rsidP="009A7840">
            <w:pPr>
              <w:pStyle w:val="acctfourfigures"/>
              <w:tabs>
                <w:tab w:val="clear" w:pos="765"/>
              </w:tabs>
              <w:spacing w:line="240" w:lineRule="exact"/>
              <w:ind w:left="497" w:right="-90"/>
              <w:jc w:val="center"/>
              <w:rPr>
                <w:sz w:val="18"/>
                <w:szCs w:val="18"/>
                <w:lang w:val="en-US" w:bidi="th-TH"/>
              </w:rPr>
            </w:pPr>
            <w:r w:rsidRPr="00B70A44">
              <w:rPr>
                <w:sz w:val="18"/>
                <w:szCs w:val="18"/>
                <w:lang w:val="en-US" w:bidi="th-TH"/>
              </w:rPr>
              <w:t>10,374</w:t>
            </w:r>
          </w:p>
        </w:tc>
        <w:tc>
          <w:tcPr>
            <w:tcW w:w="270" w:type="dxa"/>
            <w:vAlign w:val="bottom"/>
          </w:tcPr>
          <w:p w14:paraId="3925107E" w14:textId="77777777" w:rsidR="009A7840" w:rsidRPr="00B70A44" w:rsidRDefault="009A7840" w:rsidP="009A7840">
            <w:pPr>
              <w:pStyle w:val="acctfourfigures"/>
              <w:tabs>
                <w:tab w:val="clear" w:pos="765"/>
              </w:tabs>
              <w:spacing w:line="240" w:lineRule="exact"/>
              <w:ind w:left="-42" w:right="-90"/>
              <w:jc w:val="center"/>
              <w:rPr>
                <w:sz w:val="18"/>
                <w:szCs w:val="18"/>
                <w:lang w:val="en-US" w:bidi="th-TH"/>
              </w:rPr>
            </w:pPr>
          </w:p>
        </w:tc>
        <w:tc>
          <w:tcPr>
            <w:tcW w:w="1260" w:type="dxa"/>
            <w:shd w:val="clear" w:color="auto" w:fill="auto"/>
            <w:vAlign w:val="bottom"/>
          </w:tcPr>
          <w:p w14:paraId="5DF677FB" w14:textId="281CB7B7" w:rsidR="009A7840" w:rsidRPr="00B70A44" w:rsidRDefault="009A7840" w:rsidP="00B70A44">
            <w:pPr>
              <w:pStyle w:val="acctfourfigures"/>
              <w:tabs>
                <w:tab w:val="clear" w:pos="765"/>
                <w:tab w:val="decimal" w:pos="795"/>
              </w:tabs>
              <w:spacing w:line="240" w:lineRule="exact"/>
              <w:ind w:left="-43" w:right="-86"/>
              <w:rPr>
                <w:sz w:val="18"/>
                <w:szCs w:val="18"/>
                <w:lang w:val="en-US" w:bidi="th-TH"/>
              </w:rPr>
            </w:pPr>
            <w:r w:rsidRPr="00B70A44">
              <w:rPr>
                <w:sz w:val="18"/>
                <w:szCs w:val="18"/>
                <w:lang w:val="en-US" w:bidi="th-TH"/>
              </w:rPr>
              <w:t>-</w:t>
            </w:r>
          </w:p>
        </w:tc>
        <w:tc>
          <w:tcPr>
            <w:tcW w:w="270" w:type="dxa"/>
            <w:vAlign w:val="bottom"/>
          </w:tcPr>
          <w:p w14:paraId="575D888A" w14:textId="77777777" w:rsidR="009A7840" w:rsidRPr="00B70A44" w:rsidRDefault="009A7840" w:rsidP="009A7840">
            <w:pPr>
              <w:pStyle w:val="acctfourfigures"/>
              <w:tabs>
                <w:tab w:val="clear" w:pos="765"/>
                <w:tab w:val="decimal" w:pos="595"/>
              </w:tabs>
              <w:spacing w:line="240" w:lineRule="exact"/>
              <w:ind w:left="-43" w:right="-86"/>
              <w:rPr>
                <w:sz w:val="18"/>
                <w:szCs w:val="18"/>
              </w:rPr>
            </w:pPr>
          </w:p>
        </w:tc>
        <w:tc>
          <w:tcPr>
            <w:tcW w:w="1077" w:type="dxa"/>
            <w:vAlign w:val="bottom"/>
          </w:tcPr>
          <w:p w14:paraId="3A4C0A33" w14:textId="19303269" w:rsidR="009A7840" w:rsidRPr="00B70A44" w:rsidRDefault="009A7840" w:rsidP="00B70A44">
            <w:pPr>
              <w:pStyle w:val="acctfourfigures"/>
              <w:tabs>
                <w:tab w:val="clear" w:pos="765"/>
                <w:tab w:val="decimal" w:pos="524"/>
              </w:tabs>
              <w:spacing w:line="240" w:lineRule="exact"/>
              <w:ind w:left="-43" w:right="-86"/>
              <w:rPr>
                <w:sz w:val="18"/>
                <w:szCs w:val="18"/>
              </w:rPr>
            </w:pPr>
            <w:r w:rsidRPr="00B70A44">
              <w:rPr>
                <w:sz w:val="18"/>
                <w:szCs w:val="18"/>
              </w:rPr>
              <w:t>-</w:t>
            </w:r>
          </w:p>
        </w:tc>
        <w:tc>
          <w:tcPr>
            <w:tcW w:w="270" w:type="dxa"/>
            <w:vAlign w:val="bottom"/>
          </w:tcPr>
          <w:p w14:paraId="12301355" w14:textId="77777777" w:rsidR="009A7840" w:rsidRPr="00B70A44" w:rsidRDefault="009A7840" w:rsidP="009A7840">
            <w:pPr>
              <w:pStyle w:val="acctfourfigures"/>
              <w:tabs>
                <w:tab w:val="clear" w:pos="765"/>
                <w:tab w:val="decimal" w:pos="595"/>
              </w:tabs>
              <w:spacing w:line="240" w:lineRule="exact"/>
              <w:ind w:left="-43" w:right="-86"/>
              <w:rPr>
                <w:sz w:val="18"/>
                <w:szCs w:val="18"/>
              </w:rPr>
            </w:pPr>
          </w:p>
        </w:tc>
        <w:tc>
          <w:tcPr>
            <w:tcW w:w="1080" w:type="dxa"/>
          </w:tcPr>
          <w:p w14:paraId="59625E52" w14:textId="331B2115" w:rsidR="009A7840" w:rsidRPr="00B70A44" w:rsidRDefault="009A7840" w:rsidP="00B70A44">
            <w:pPr>
              <w:pStyle w:val="acctfourfigures"/>
              <w:tabs>
                <w:tab w:val="clear" w:pos="765"/>
                <w:tab w:val="decimal" w:pos="526"/>
              </w:tabs>
              <w:spacing w:line="240" w:lineRule="exact"/>
              <w:ind w:left="-43" w:right="-86"/>
              <w:rPr>
                <w:sz w:val="18"/>
                <w:szCs w:val="18"/>
              </w:rPr>
            </w:pPr>
            <w:r w:rsidRPr="00B70A44">
              <w:rPr>
                <w:sz w:val="18"/>
                <w:szCs w:val="18"/>
              </w:rPr>
              <w:t>-</w:t>
            </w:r>
          </w:p>
        </w:tc>
        <w:tc>
          <w:tcPr>
            <w:tcW w:w="276" w:type="dxa"/>
          </w:tcPr>
          <w:p w14:paraId="2DC963B4" w14:textId="77777777" w:rsidR="009A7840" w:rsidRPr="00B70A44" w:rsidRDefault="009A7840" w:rsidP="009A7840">
            <w:pPr>
              <w:tabs>
                <w:tab w:val="decimal" w:pos="595"/>
              </w:tabs>
              <w:spacing w:line="240" w:lineRule="exact"/>
              <w:ind w:left="-43" w:right="-86"/>
              <w:rPr>
                <w:sz w:val="18"/>
                <w:szCs w:val="18"/>
              </w:rPr>
            </w:pPr>
          </w:p>
        </w:tc>
        <w:tc>
          <w:tcPr>
            <w:tcW w:w="1164" w:type="dxa"/>
            <w:vAlign w:val="bottom"/>
          </w:tcPr>
          <w:p w14:paraId="2202CA28" w14:textId="32D0E025" w:rsidR="009A7840" w:rsidRPr="00B70A44" w:rsidRDefault="009A7840" w:rsidP="009A7840">
            <w:pPr>
              <w:tabs>
                <w:tab w:val="decimal" w:pos="783"/>
              </w:tabs>
              <w:spacing w:line="240" w:lineRule="exact"/>
              <w:ind w:left="-43" w:right="-86"/>
              <w:rPr>
                <w:sz w:val="18"/>
                <w:szCs w:val="18"/>
                <w:lang w:val="en-US" w:bidi="th-TH"/>
              </w:rPr>
            </w:pPr>
            <w:r w:rsidRPr="00B70A44">
              <w:rPr>
                <w:sz w:val="18"/>
                <w:szCs w:val="18"/>
              </w:rPr>
              <w:t>10,374</w:t>
            </w:r>
          </w:p>
        </w:tc>
      </w:tr>
      <w:tr w:rsidR="00040F5E" w:rsidRPr="005D3E43" w14:paraId="3A58DD37" w14:textId="77777777" w:rsidTr="00B70A44">
        <w:trPr>
          <w:trHeight w:val="259"/>
        </w:trPr>
        <w:tc>
          <w:tcPr>
            <w:tcW w:w="2156" w:type="dxa"/>
            <w:shd w:val="clear" w:color="auto" w:fill="auto"/>
          </w:tcPr>
          <w:p w14:paraId="6A384E7F" w14:textId="6D17A0A4" w:rsidR="00040F5E" w:rsidRPr="00B70A44" w:rsidRDefault="00040F5E" w:rsidP="009E30B7">
            <w:pPr>
              <w:spacing w:line="240" w:lineRule="exact"/>
              <w:ind w:left="160" w:right="-90" w:hanging="180"/>
              <w:rPr>
                <w:sz w:val="18"/>
                <w:szCs w:val="18"/>
                <w:cs/>
              </w:rPr>
            </w:pPr>
            <w:r w:rsidRPr="00B70A44">
              <w:rPr>
                <w:sz w:val="18"/>
                <w:szCs w:val="18"/>
              </w:rPr>
              <w:t>Other current financial assets – investment in debt securities</w:t>
            </w:r>
          </w:p>
        </w:tc>
        <w:tc>
          <w:tcPr>
            <w:tcW w:w="268" w:type="dxa"/>
          </w:tcPr>
          <w:p w14:paraId="0D283EB9" w14:textId="77777777" w:rsidR="00040F5E" w:rsidRPr="00B70A44" w:rsidRDefault="00040F5E" w:rsidP="001D67F1">
            <w:pPr>
              <w:pStyle w:val="acctfourfigures"/>
              <w:numPr>
                <w:ilvl w:val="0"/>
                <w:numId w:val="40"/>
              </w:numPr>
              <w:tabs>
                <w:tab w:val="clear" w:pos="765"/>
              </w:tabs>
              <w:spacing w:line="240" w:lineRule="exact"/>
              <w:ind w:right="-90"/>
              <w:jc w:val="center"/>
              <w:rPr>
                <w:i/>
                <w:iCs/>
                <w:sz w:val="18"/>
                <w:szCs w:val="18"/>
                <w:lang w:val="en-US" w:bidi="th-TH"/>
              </w:rPr>
            </w:pPr>
          </w:p>
        </w:tc>
        <w:tc>
          <w:tcPr>
            <w:tcW w:w="1536" w:type="dxa"/>
            <w:vAlign w:val="bottom"/>
          </w:tcPr>
          <w:p w14:paraId="5BFAF7DA" w14:textId="41836E22" w:rsidR="00040F5E" w:rsidRPr="00B70A44" w:rsidRDefault="00040F5E" w:rsidP="00040F5E">
            <w:pPr>
              <w:pStyle w:val="acctfourfigures"/>
              <w:tabs>
                <w:tab w:val="clear" w:pos="765"/>
              </w:tabs>
              <w:spacing w:line="240" w:lineRule="exact"/>
              <w:ind w:left="497" w:right="-90"/>
              <w:jc w:val="center"/>
              <w:rPr>
                <w:sz w:val="18"/>
                <w:szCs w:val="18"/>
                <w:lang w:val="en-US" w:bidi="th-TH"/>
              </w:rPr>
            </w:pPr>
            <w:r w:rsidRPr="00B70A44">
              <w:rPr>
                <w:sz w:val="18"/>
                <w:szCs w:val="18"/>
                <w:lang w:val="en-US" w:bidi="th-TH"/>
              </w:rPr>
              <w:t xml:space="preserve">      40</w:t>
            </w:r>
          </w:p>
        </w:tc>
        <w:tc>
          <w:tcPr>
            <w:tcW w:w="270" w:type="dxa"/>
            <w:vAlign w:val="bottom"/>
          </w:tcPr>
          <w:p w14:paraId="46034C53" w14:textId="77777777" w:rsidR="00040F5E" w:rsidRPr="00B70A44" w:rsidRDefault="00040F5E" w:rsidP="009E30B7">
            <w:pPr>
              <w:pStyle w:val="acctfourfigures"/>
              <w:tabs>
                <w:tab w:val="clear" w:pos="765"/>
              </w:tabs>
              <w:spacing w:line="240" w:lineRule="exact"/>
              <w:ind w:left="-42" w:right="-90"/>
              <w:jc w:val="center"/>
              <w:rPr>
                <w:i/>
                <w:iCs/>
                <w:sz w:val="18"/>
                <w:szCs w:val="18"/>
                <w:lang w:val="en-US" w:bidi="th-TH"/>
              </w:rPr>
            </w:pPr>
          </w:p>
        </w:tc>
        <w:tc>
          <w:tcPr>
            <w:tcW w:w="1260" w:type="dxa"/>
            <w:shd w:val="clear" w:color="auto" w:fill="auto"/>
            <w:vAlign w:val="bottom"/>
          </w:tcPr>
          <w:p w14:paraId="0793D5BC" w14:textId="04B17D33" w:rsidR="00040F5E" w:rsidRPr="00B70A44" w:rsidRDefault="00040F5E" w:rsidP="00B70A44">
            <w:pPr>
              <w:pStyle w:val="acctfourfigures"/>
              <w:tabs>
                <w:tab w:val="clear" w:pos="765"/>
                <w:tab w:val="decimal" w:pos="795"/>
              </w:tabs>
              <w:spacing w:line="240" w:lineRule="exact"/>
              <w:ind w:left="-43" w:right="-86"/>
              <w:rPr>
                <w:sz w:val="18"/>
                <w:szCs w:val="18"/>
                <w:lang w:val="en-US" w:bidi="th-TH"/>
              </w:rPr>
            </w:pPr>
            <w:r w:rsidRPr="00B70A44">
              <w:rPr>
                <w:sz w:val="18"/>
                <w:szCs w:val="18"/>
                <w:lang w:val="en-US" w:bidi="th-TH"/>
              </w:rPr>
              <w:t>-</w:t>
            </w:r>
          </w:p>
        </w:tc>
        <w:tc>
          <w:tcPr>
            <w:tcW w:w="270" w:type="dxa"/>
            <w:vAlign w:val="bottom"/>
          </w:tcPr>
          <w:p w14:paraId="34692D90" w14:textId="77777777" w:rsidR="00040F5E" w:rsidRPr="00B70A44" w:rsidRDefault="00040F5E" w:rsidP="009E30B7">
            <w:pPr>
              <w:pStyle w:val="acctfourfigures"/>
              <w:tabs>
                <w:tab w:val="clear" w:pos="765"/>
                <w:tab w:val="decimal" w:pos="595"/>
              </w:tabs>
              <w:spacing w:line="240" w:lineRule="exact"/>
              <w:ind w:left="-43" w:right="-86"/>
              <w:rPr>
                <w:sz w:val="18"/>
                <w:szCs w:val="18"/>
              </w:rPr>
            </w:pPr>
          </w:p>
        </w:tc>
        <w:tc>
          <w:tcPr>
            <w:tcW w:w="1077" w:type="dxa"/>
            <w:vAlign w:val="bottom"/>
          </w:tcPr>
          <w:p w14:paraId="4205B5FE" w14:textId="19DB8DDE" w:rsidR="00040F5E" w:rsidRPr="00B70A44" w:rsidRDefault="00330CD8" w:rsidP="00B70A44">
            <w:pPr>
              <w:pStyle w:val="acctfourfigures"/>
              <w:tabs>
                <w:tab w:val="clear" w:pos="765"/>
                <w:tab w:val="decimal" w:pos="524"/>
              </w:tabs>
              <w:spacing w:line="240" w:lineRule="exact"/>
              <w:ind w:left="-43" w:right="-86"/>
              <w:rPr>
                <w:sz w:val="18"/>
                <w:szCs w:val="18"/>
              </w:rPr>
            </w:pPr>
            <w:r w:rsidRPr="00B70A44">
              <w:rPr>
                <w:sz w:val="18"/>
                <w:szCs w:val="18"/>
              </w:rPr>
              <w:t>-</w:t>
            </w:r>
          </w:p>
        </w:tc>
        <w:tc>
          <w:tcPr>
            <w:tcW w:w="270" w:type="dxa"/>
            <w:vAlign w:val="bottom"/>
          </w:tcPr>
          <w:p w14:paraId="7023B274" w14:textId="77777777" w:rsidR="00040F5E" w:rsidRPr="00B70A44" w:rsidRDefault="00040F5E" w:rsidP="009E30B7">
            <w:pPr>
              <w:pStyle w:val="acctfourfigures"/>
              <w:tabs>
                <w:tab w:val="clear" w:pos="765"/>
                <w:tab w:val="decimal" w:pos="595"/>
              </w:tabs>
              <w:spacing w:line="240" w:lineRule="exact"/>
              <w:ind w:left="-43" w:right="-86"/>
              <w:rPr>
                <w:sz w:val="18"/>
                <w:szCs w:val="18"/>
              </w:rPr>
            </w:pPr>
          </w:p>
        </w:tc>
        <w:tc>
          <w:tcPr>
            <w:tcW w:w="1080" w:type="dxa"/>
            <w:vAlign w:val="bottom"/>
          </w:tcPr>
          <w:p w14:paraId="2481FC89" w14:textId="3EEE1736" w:rsidR="00040F5E" w:rsidRPr="00B70A44" w:rsidRDefault="00EE7A07" w:rsidP="00EE7A07">
            <w:pPr>
              <w:pStyle w:val="acctfourfigures"/>
              <w:tabs>
                <w:tab w:val="clear" w:pos="765"/>
                <w:tab w:val="decimal" w:pos="787"/>
              </w:tabs>
              <w:spacing w:line="240" w:lineRule="exact"/>
              <w:ind w:left="-43" w:right="-86"/>
              <w:rPr>
                <w:sz w:val="18"/>
                <w:szCs w:val="18"/>
              </w:rPr>
            </w:pPr>
            <w:r w:rsidRPr="00B70A44">
              <w:rPr>
                <w:sz w:val="18"/>
                <w:szCs w:val="18"/>
              </w:rPr>
              <w:t>40</w:t>
            </w:r>
          </w:p>
        </w:tc>
        <w:tc>
          <w:tcPr>
            <w:tcW w:w="276" w:type="dxa"/>
            <w:vAlign w:val="bottom"/>
          </w:tcPr>
          <w:p w14:paraId="29C1D8EE" w14:textId="77777777" w:rsidR="00040F5E" w:rsidRPr="00B70A44" w:rsidRDefault="00040F5E" w:rsidP="009E30B7">
            <w:pPr>
              <w:tabs>
                <w:tab w:val="decimal" w:pos="595"/>
              </w:tabs>
              <w:spacing w:line="240" w:lineRule="exact"/>
              <w:ind w:left="-43" w:right="-86"/>
              <w:rPr>
                <w:sz w:val="18"/>
                <w:szCs w:val="18"/>
              </w:rPr>
            </w:pPr>
          </w:p>
        </w:tc>
        <w:tc>
          <w:tcPr>
            <w:tcW w:w="1164" w:type="dxa"/>
            <w:vAlign w:val="bottom"/>
          </w:tcPr>
          <w:p w14:paraId="0CABEF0B" w14:textId="292A9491" w:rsidR="00040F5E" w:rsidRPr="00B70A44" w:rsidRDefault="00EE7A07" w:rsidP="00EE7A07">
            <w:pPr>
              <w:tabs>
                <w:tab w:val="decimal" w:pos="515"/>
              </w:tabs>
              <w:spacing w:line="240" w:lineRule="exact"/>
              <w:ind w:left="-43" w:right="-86"/>
              <w:rPr>
                <w:sz w:val="18"/>
                <w:szCs w:val="18"/>
              </w:rPr>
            </w:pPr>
            <w:r w:rsidRPr="00B70A44">
              <w:rPr>
                <w:sz w:val="18"/>
                <w:szCs w:val="18"/>
              </w:rPr>
              <w:t>-</w:t>
            </w:r>
          </w:p>
        </w:tc>
      </w:tr>
      <w:tr w:rsidR="00040F5E" w:rsidRPr="005D3E43" w14:paraId="5DE36AAF" w14:textId="77777777" w:rsidTr="00B70A44">
        <w:tc>
          <w:tcPr>
            <w:tcW w:w="2156" w:type="dxa"/>
            <w:shd w:val="clear" w:color="auto" w:fill="auto"/>
          </w:tcPr>
          <w:p w14:paraId="7E2B5C3F" w14:textId="77777777" w:rsidR="00040F5E" w:rsidRPr="00B70A44" w:rsidRDefault="00040F5E" w:rsidP="009E30B7">
            <w:pPr>
              <w:spacing w:line="180" w:lineRule="exact"/>
              <w:ind w:left="-14" w:right="-90"/>
              <w:rPr>
                <w:b/>
                <w:bCs/>
                <w:sz w:val="18"/>
                <w:szCs w:val="18"/>
              </w:rPr>
            </w:pPr>
          </w:p>
        </w:tc>
        <w:tc>
          <w:tcPr>
            <w:tcW w:w="268" w:type="dxa"/>
          </w:tcPr>
          <w:p w14:paraId="607ED1D9" w14:textId="77777777" w:rsidR="00040F5E" w:rsidRPr="00B70A44" w:rsidRDefault="00040F5E" w:rsidP="009E30B7">
            <w:pPr>
              <w:pStyle w:val="acctfourfigures"/>
              <w:tabs>
                <w:tab w:val="clear" w:pos="765"/>
              </w:tabs>
              <w:spacing w:line="180" w:lineRule="exact"/>
              <w:ind w:left="-42" w:right="-90"/>
              <w:jc w:val="center"/>
              <w:rPr>
                <w:i/>
                <w:iCs/>
                <w:sz w:val="18"/>
                <w:szCs w:val="18"/>
                <w:lang w:val="en-US" w:bidi="th-TH"/>
              </w:rPr>
            </w:pPr>
          </w:p>
        </w:tc>
        <w:tc>
          <w:tcPr>
            <w:tcW w:w="1536" w:type="dxa"/>
            <w:vAlign w:val="bottom"/>
          </w:tcPr>
          <w:p w14:paraId="7C45607F" w14:textId="77777777" w:rsidR="00040F5E" w:rsidRPr="00B70A44" w:rsidRDefault="00040F5E" w:rsidP="009E30B7">
            <w:pPr>
              <w:pStyle w:val="acctfourfigures"/>
              <w:tabs>
                <w:tab w:val="clear" w:pos="765"/>
              </w:tabs>
              <w:spacing w:line="180" w:lineRule="exact"/>
              <w:ind w:left="-42" w:right="-90"/>
              <w:jc w:val="center"/>
              <w:rPr>
                <w:b/>
                <w:bCs/>
                <w:sz w:val="18"/>
                <w:szCs w:val="18"/>
                <w:lang w:val="en-US" w:bidi="th-TH"/>
              </w:rPr>
            </w:pPr>
          </w:p>
        </w:tc>
        <w:tc>
          <w:tcPr>
            <w:tcW w:w="270" w:type="dxa"/>
            <w:vAlign w:val="bottom"/>
          </w:tcPr>
          <w:p w14:paraId="0C93F335" w14:textId="77777777" w:rsidR="00040F5E" w:rsidRPr="00B70A44" w:rsidRDefault="00040F5E" w:rsidP="009E30B7">
            <w:pPr>
              <w:pStyle w:val="acctfourfigures"/>
              <w:tabs>
                <w:tab w:val="clear" w:pos="765"/>
              </w:tabs>
              <w:spacing w:line="180" w:lineRule="exact"/>
              <w:ind w:left="-42" w:right="-90"/>
              <w:jc w:val="center"/>
              <w:rPr>
                <w:b/>
                <w:bCs/>
                <w:i/>
                <w:iCs/>
                <w:sz w:val="18"/>
                <w:szCs w:val="18"/>
                <w:lang w:val="en-US" w:bidi="th-TH"/>
              </w:rPr>
            </w:pPr>
          </w:p>
        </w:tc>
        <w:tc>
          <w:tcPr>
            <w:tcW w:w="1260" w:type="dxa"/>
            <w:shd w:val="clear" w:color="auto" w:fill="auto"/>
            <w:vAlign w:val="bottom"/>
          </w:tcPr>
          <w:p w14:paraId="22E5F087" w14:textId="77777777" w:rsidR="00040F5E" w:rsidRPr="00B70A44" w:rsidRDefault="00040F5E" w:rsidP="009E30B7">
            <w:pPr>
              <w:pStyle w:val="acctfourfigures"/>
              <w:tabs>
                <w:tab w:val="clear" w:pos="765"/>
              </w:tabs>
              <w:spacing w:line="180" w:lineRule="exact"/>
              <w:ind w:left="-43" w:right="-86"/>
              <w:jc w:val="center"/>
              <w:rPr>
                <w:b/>
                <w:bCs/>
                <w:sz w:val="18"/>
                <w:szCs w:val="18"/>
              </w:rPr>
            </w:pPr>
          </w:p>
        </w:tc>
        <w:tc>
          <w:tcPr>
            <w:tcW w:w="270" w:type="dxa"/>
            <w:vAlign w:val="bottom"/>
          </w:tcPr>
          <w:p w14:paraId="0709FB3C" w14:textId="77777777" w:rsidR="00040F5E" w:rsidRPr="00B70A44" w:rsidRDefault="00040F5E" w:rsidP="009E30B7">
            <w:pPr>
              <w:pStyle w:val="acctfourfigures"/>
              <w:tabs>
                <w:tab w:val="clear" w:pos="765"/>
                <w:tab w:val="decimal" w:pos="595"/>
              </w:tabs>
              <w:spacing w:line="180" w:lineRule="exact"/>
              <w:ind w:left="-43" w:right="-86"/>
              <w:jc w:val="center"/>
              <w:rPr>
                <w:b/>
                <w:bCs/>
                <w:sz w:val="18"/>
                <w:szCs w:val="18"/>
              </w:rPr>
            </w:pPr>
          </w:p>
        </w:tc>
        <w:tc>
          <w:tcPr>
            <w:tcW w:w="1077" w:type="dxa"/>
            <w:vAlign w:val="bottom"/>
          </w:tcPr>
          <w:p w14:paraId="24F7D6FC" w14:textId="77777777" w:rsidR="00040F5E" w:rsidRPr="00B70A44" w:rsidRDefault="00040F5E" w:rsidP="00B70A44">
            <w:pPr>
              <w:pStyle w:val="acctfourfigures"/>
              <w:tabs>
                <w:tab w:val="clear" w:pos="765"/>
                <w:tab w:val="decimal" w:pos="524"/>
                <w:tab w:val="decimal" w:pos="595"/>
              </w:tabs>
              <w:spacing w:line="180" w:lineRule="exact"/>
              <w:ind w:left="-43" w:right="-86"/>
              <w:jc w:val="center"/>
              <w:rPr>
                <w:sz w:val="18"/>
                <w:szCs w:val="18"/>
              </w:rPr>
            </w:pPr>
          </w:p>
        </w:tc>
        <w:tc>
          <w:tcPr>
            <w:tcW w:w="270" w:type="dxa"/>
            <w:vAlign w:val="bottom"/>
          </w:tcPr>
          <w:p w14:paraId="52FF3F23" w14:textId="77777777" w:rsidR="00040F5E" w:rsidRPr="00B70A44" w:rsidRDefault="00040F5E" w:rsidP="009E30B7">
            <w:pPr>
              <w:pStyle w:val="acctfourfigures"/>
              <w:tabs>
                <w:tab w:val="clear" w:pos="765"/>
                <w:tab w:val="decimal" w:pos="595"/>
              </w:tabs>
              <w:spacing w:line="180" w:lineRule="exact"/>
              <w:ind w:left="-43" w:right="-86"/>
              <w:jc w:val="center"/>
              <w:rPr>
                <w:sz w:val="18"/>
                <w:szCs w:val="18"/>
              </w:rPr>
            </w:pPr>
          </w:p>
        </w:tc>
        <w:tc>
          <w:tcPr>
            <w:tcW w:w="1080" w:type="dxa"/>
            <w:vAlign w:val="bottom"/>
          </w:tcPr>
          <w:p w14:paraId="25260765" w14:textId="77777777" w:rsidR="00040F5E" w:rsidRPr="00B70A44" w:rsidRDefault="00040F5E" w:rsidP="009E30B7">
            <w:pPr>
              <w:pStyle w:val="acctfourfigures"/>
              <w:tabs>
                <w:tab w:val="clear" w:pos="765"/>
                <w:tab w:val="decimal" w:pos="595"/>
              </w:tabs>
              <w:spacing w:line="180" w:lineRule="exact"/>
              <w:ind w:left="-43" w:right="-86"/>
              <w:jc w:val="center"/>
              <w:rPr>
                <w:sz w:val="18"/>
                <w:szCs w:val="18"/>
              </w:rPr>
            </w:pPr>
          </w:p>
        </w:tc>
        <w:tc>
          <w:tcPr>
            <w:tcW w:w="276" w:type="dxa"/>
            <w:vAlign w:val="bottom"/>
          </w:tcPr>
          <w:p w14:paraId="3EF673D3" w14:textId="77777777" w:rsidR="00040F5E" w:rsidRPr="00B70A44" w:rsidRDefault="00040F5E" w:rsidP="009E30B7">
            <w:pPr>
              <w:tabs>
                <w:tab w:val="decimal" w:pos="595"/>
              </w:tabs>
              <w:spacing w:line="180" w:lineRule="exact"/>
              <w:ind w:left="-43" w:right="-86"/>
              <w:jc w:val="center"/>
              <w:rPr>
                <w:sz w:val="18"/>
                <w:szCs w:val="18"/>
              </w:rPr>
            </w:pPr>
          </w:p>
        </w:tc>
        <w:tc>
          <w:tcPr>
            <w:tcW w:w="1164" w:type="dxa"/>
            <w:vAlign w:val="bottom"/>
          </w:tcPr>
          <w:p w14:paraId="0FC64018" w14:textId="77777777" w:rsidR="00040F5E" w:rsidRPr="00B70A44" w:rsidRDefault="00040F5E" w:rsidP="009E30B7">
            <w:pPr>
              <w:tabs>
                <w:tab w:val="decimal" w:pos="595"/>
              </w:tabs>
              <w:spacing w:line="180" w:lineRule="exact"/>
              <w:ind w:left="-43" w:right="-86"/>
              <w:jc w:val="center"/>
              <w:rPr>
                <w:sz w:val="18"/>
                <w:szCs w:val="18"/>
              </w:rPr>
            </w:pPr>
          </w:p>
        </w:tc>
      </w:tr>
      <w:tr w:rsidR="00040F5E" w:rsidRPr="005D3E43" w14:paraId="2BCBC795" w14:textId="77777777" w:rsidTr="00B70A44">
        <w:trPr>
          <w:trHeight w:val="259"/>
        </w:trPr>
        <w:tc>
          <w:tcPr>
            <w:tcW w:w="2156" w:type="dxa"/>
            <w:shd w:val="clear" w:color="auto" w:fill="auto"/>
          </w:tcPr>
          <w:p w14:paraId="78809184" w14:textId="77777777" w:rsidR="00040F5E" w:rsidRPr="00B70A44" w:rsidRDefault="00040F5E" w:rsidP="00E51FD9">
            <w:pPr>
              <w:ind w:left="-14" w:right="-90"/>
              <w:rPr>
                <w:b/>
                <w:bCs/>
                <w:i/>
                <w:iCs/>
                <w:sz w:val="18"/>
                <w:szCs w:val="18"/>
              </w:rPr>
            </w:pPr>
            <w:r w:rsidRPr="00B70A44">
              <w:rPr>
                <w:b/>
                <w:bCs/>
                <w:i/>
                <w:iCs/>
                <w:sz w:val="18"/>
                <w:szCs w:val="18"/>
              </w:rPr>
              <w:t xml:space="preserve">Financial </w:t>
            </w:r>
            <w:r w:rsidRPr="00B70A44">
              <w:rPr>
                <w:b/>
                <w:bCs/>
                <w:i/>
                <w:iCs/>
                <w:sz w:val="18"/>
                <w:szCs w:val="18"/>
                <w:lang w:bidi="th-TH"/>
              </w:rPr>
              <w:t>liabilities</w:t>
            </w:r>
          </w:p>
        </w:tc>
        <w:tc>
          <w:tcPr>
            <w:tcW w:w="268" w:type="dxa"/>
          </w:tcPr>
          <w:p w14:paraId="775B5BE7" w14:textId="77777777" w:rsidR="00040F5E" w:rsidRPr="00B70A44" w:rsidRDefault="00040F5E" w:rsidP="00714C66">
            <w:pPr>
              <w:pStyle w:val="acctfourfigures"/>
              <w:tabs>
                <w:tab w:val="clear" w:pos="765"/>
              </w:tabs>
              <w:spacing w:line="240" w:lineRule="atLeast"/>
              <w:ind w:left="-42" w:right="-90"/>
              <w:jc w:val="center"/>
              <w:rPr>
                <w:i/>
                <w:iCs/>
                <w:sz w:val="18"/>
                <w:szCs w:val="18"/>
                <w:lang w:val="en-US" w:bidi="th-TH"/>
              </w:rPr>
            </w:pPr>
          </w:p>
        </w:tc>
        <w:tc>
          <w:tcPr>
            <w:tcW w:w="1536" w:type="dxa"/>
          </w:tcPr>
          <w:p w14:paraId="06E19CF1" w14:textId="77777777" w:rsidR="00040F5E" w:rsidRPr="00B70A44" w:rsidRDefault="00040F5E" w:rsidP="00714C66">
            <w:pPr>
              <w:pStyle w:val="acctfourfigures"/>
              <w:tabs>
                <w:tab w:val="clear" w:pos="765"/>
              </w:tabs>
              <w:spacing w:line="240" w:lineRule="atLeast"/>
              <w:ind w:left="-42" w:right="-90"/>
              <w:jc w:val="center"/>
              <w:rPr>
                <w:sz w:val="18"/>
                <w:szCs w:val="18"/>
                <w:lang w:val="en-US" w:bidi="th-TH"/>
              </w:rPr>
            </w:pPr>
          </w:p>
        </w:tc>
        <w:tc>
          <w:tcPr>
            <w:tcW w:w="270" w:type="dxa"/>
          </w:tcPr>
          <w:p w14:paraId="184E6BF2" w14:textId="77777777" w:rsidR="00040F5E" w:rsidRPr="00B70A44" w:rsidRDefault="00040F5E" w:rsidP="00714C66">
            <w:pPr>
              <w:pStyle w:val="acctfourfigures"/>
              <w:tabs>
                <w:tab w:val="clear" w:pos="765"/>
              </w:tabs>
              <w:spacing w:line="240" w:lineRule="atLeast"/>
              <w:ind w:left="-42" w:right="-90"/>
              <w:jc w:val="center"/>
              <w:rPr>
                <w:i/>
                <w:iCs/>
                <w:sz w:val="18"/>
                <w:szCs w:val="18"/>
                <w:lang w:val="en-US" w:bidi="th-TH"/>
              </w:rPr>
            </w:pPr>
          </w:p>
        </w:tc>
        <w:tc>
          <w:tcPr>
            <w:tcW w:w="1260" w:type="dxa"/>
            <w:shd w:val="clear" w:color="auto" w:fill="auto"/>
          </w:tcPr>
          <w:p w14:paraId="138FE4B4" w14:textId="77777777" w:rsidR="00040F5E" w:rsidRPr="00B70A44" w:rsidRDefault="00040F5E" w:rsidP="00714C66">
            <w:pPr>
              <w:pStyle w:val="acctfourfigures"/>
              <w:tabs>
                <w:tab w:val="clear" w:pos="765"/>
                <w:tab w:val="decimal" w:pos="706"/>
              </w:tabs>
              <w:spacing w:line="240" w:lineRule="atLeast"/>
              <w:ind w:left="-43" w:right="-86"/>
              <w:rPr>
                <w:sz w:val="18"/>
                <w:szCs w:val="18"/>
              </w:rPr>
            </w:pPr>
          </w:p>
        </w:tc>
        <w:tc>
          <w:tcPr>
            <w:tcW w:w="270" w:type="dxa"/>
          </w:tcPr>
          <w:p w14:paraId="71D66247" w14:textId="77777777" w:rsidR="00040F5E" w:rsidRPr="00B70A44" w:rsidRDefault="00040F5E" w:rsidP="00714C66">
            <w:pPr>
              <w:pStyle w:val="acctfourfigures"/>
              <w:tabs>
                <w:tab w:val="clear" w:pos="765"/>
                <w:tab w:val="decimal" w:pos="595"/>
              </w:tabs>
              <w:spacing w:line="240" w:lineRule="atLeast"/>
              <w:ind w:left="-43" w:right="-86"/>
              <w:rPr>
                <w:sz w:val="18"/>
                <w:szCs w:val="18"/>
              </w:rPr>
            </w:pPr>
          </w:p>
        </w:tc>
        <w:tc>
          <w:tcPr>
            <w:tcW w:w="1077" w:type="dxa"/>
          </w:tcPr>
          <w:p w14:paraId="488541D1" w14:textId="77777777" w:rsidR="00040F5E" w:rsidRPr="00B70A44" w:rsidRDefault="00040F5E" w:rsidP="00B70A44">
            <w:pPr>
              <w:pStyle w:val="acctfourfigures"/>
              <w:tabs>
                <w:tab w:val="clear" w:pos="765"/>
                <w:tab w:val="decimal" w:pos="524"/>
                <w:tab w:val="decimal" w:pos="595"/>
              </w:tabs>
              <w:spacing w:line="240" w:lineRule="atLeast"/>
              <w:ind w:left="-43" w:right="-86"/>
              <w:rPr>
                <w:sz w:val="18"/>
                <w:szCs w:val="18"/>
              </w:rPr>
            </w:pPr>
          </w:p>
        </w:tc>
        <w:tc>
          <w:tcPr>
            <w:tcW w:w="270" w:type="dxa"/>
          </w:tcPr>
          <w:p w14:paraId="3B3ACADD" w14:textId="77777777" w:rsidR="00040F5E" w:rsidRPr="00B70A44" w:rsidRDefault="00040F5E" w:rsidP="00714C66">
            <w:pPr>
              <w:pStyle w:val="acctfourfigures"/>
              <w:tabs>
                <w:tab w:val="clear" w:pos="765"/>
                <w:tab w:val="decimal" w:pos="595"/>
              </w:tabs>
              <w:spacing w:line="240" w:lineRule="atLeast"/>
              <w:ind w:left="-43" w:right="-86"/>
              <w:rPr>
                <w:sz w:val="18"/>
                <w:szCs w:val="18"/>
              </w:rPr>
            </w:pPr>
          </w:p>
        </w:tc>
        <w:tc>
          <w:tcPr>
            <w:tcW w:w="1080" w:type="dxa"/>
          </w:tcPr>
          <w:p w14:paraId="59855541" w14:textId="77777777" w:rsidR="00040F5E" w:rsidRPr="00B70A44" w:rsidRDefault="00040F5E" w:rsidP="00714C66">
            <w:pPr>
              <w:pStyle w:val="acctfourfigures"/>
              <w:tabs>
                <w:tab w:val="clear" w:pos="765"/>
                <w:tab w:val="decimal" w:pos="595"/>
              </w:tabs>
              <w:spacing w:line="240" w:lineRule="atLeast"/>
              <w:ind w:left="-43" w:right="-86"/>
              <w:rPr>
                <w:sz w:val="18"/>
                <w:szCs w:val="18"/>
              </w:rPr>
            </w:pPr>
          </w:p>
        </w:tc>
        <w:tc>
          <w:tcPr>
            <w:tcW w:w="276" w:type="dxa"/>
          </w:tcPr>
          <w:p w14:paraId="6B2477B3" w14:textId="77777777" w:rsidR="00040F5E" w:rsidRPr="00B70A44" w:rsidRDefault="00040F5E" w:rsidP="00714C66">
            <w:pPr>
              <w:tabs>
                <w:tab w:val="decimal" w:pos="595"/>
              </w:tabs>
              <w:ind w:left="-43" w:right="-86"/>
              <w:rPr>
                <w:sz w:val="18"/>
                <w:szCs w:val="18"/>
              </w:rPr>
            </w:pPr>
          </w:p>
        </w:tc>
        <w:tc>
          <w:tcPr>
            <w:tcW w:w="1164" w:type="dxa"/>
          </w:tcPr>
          <w:p w14:paraId="71110D1A" w14:textId="77777777" w:rsidR="00040F5E" w:rsidRPr="00B70A44" w:rsidRDefault="00040F5E" w:rsidP="00714C66">
            <w:pPr>
              <w:tabs>
                <w:tab w:val="decimal" w:pos="595"/>
              </w:tabs>
              <w:ind w:left="-43" w:right="-86"/>
              <w:rPr>
                <w:sz w:val="18"/>
                <w:szCs w:val="18"/>
              </w:rPr>
            </w:pPr>
          </w:p>
        </w:tc>
      </w:tr>
      <w:tr w:rsidR="00040F5E" w:rsidRPr="005D3E43" w14:paraId="143E2E8E" w14:textId="77777777" w:rsidTr="00B70A44">
        <w:trPr>
          <w:trHeight w:val="259"/>
        </w:trPr>
        <w:tc>
          <w:tcPr>
            <w:tcW w:w="2156" w:type="dxa"/>
            <w:shd w:val="clear" w:color="auto" w:fill="auto"/>
          </w:tcPr>
          <w:p w14:paraId="43B47539" w14:textId="77777777" w:rsidR="00040F5E" w:rsidRPr="00B70A44" w:rsidRDefault="00040F5E" w:rsidP="00714C66">
            <w:pPr>
              <w:ind w:left="-14" w:right="-90"/>
              <w:rPr>
                <w:sz w:val="18"/>
                <w:szCs w:val="18"/>
              </w:rPr>
            </w:pPr>
            <w:r w:rsidRPr="00B70A44">
              <w:rPr>
                <w:sz w:val="18"/>
                <w:szCs w:val="18"/>
              </w:rPr>
              <w:t xml:space="preserve">Short - term loans   </w:t>
            </w:r>
          </w:p>
          <w:p w14:paraId="4E90695B" w14:textId="1511BE60" w:rsidR="00040F5E" w:rsidRPr="00B70A44" w:rsidRDefault="00040F5E" w:rsidP="00B70A44">
            <w:pPr>
              <w:ind w:left="-14" w:right="-90"/>
              <w:rPr>
                <w:sz w:val="18"/>
                <w:szCs w:val="18"/>
              </w:rPr>
            </w:pPr>
            <w:r w:rsidRPr="00B70A44">
              <w:rPr>
                <w:sz w:val="18"/>
                <w:szCs w:val="18"/>
              </w:rPr>
              <w:t xml:space="preserve">   from financial institutions </w:t>
            </w:r>
          </w:p>
        </w:tc>
        <w:tc>
          <w:tcPr>
            <w:tcW w:w="268" w:type="dxa"/>
          </w:tcPr>
          <w:p w14:paraId="1526AAE4" w14:textId="77777777" w:rsidR="00040F5E" w:rsidRPr="00B70A44" w:rsidRDefault="00040F5E" w:rsidP="00714C66">
            <w:pPr>
              <w:pStyle w:val="acctfourfigures"/>
              <w:tabs>
                <w:tab w:val="clear" w:pos="765"/>
              </w:tabs>
              <w:spacing w:line="240" w:lineRule="atLeast"/>
              <w:ind w:left="-42" w:right="-90"/>
              <w:jc w:val="center"/>
              <w:rPr>
                <w:i/>
                <w:iCs/>
                <w:sz w:val="18"/>
                <w:szCs w:val="18"/>
                <w:lang w:val="en-US" w:bidi="th-TH"/>
              </w:rPr>
            </w:pPr>
          </w:p>
        </w:tc>
        <w:tc>
          <w:tcPr>
            <w:tcW w:w="1536" w:type="dxa"/>
            <w:vAlign w:val="bottom"/>
          </w:tcPr>
          <w:p w14:paraId="0776B6B6" w14:textId="45D73E37" w:rsidR="00040F5E" w:rsidRPr="00B70A44" w:rsidRDefault="00040F5E" w:rsidP="00040F5E">
            <w:pPr>
              <w:pStyle w:val="acctfourfigures"/>
              <w:tabs>
                <w:tab w:val="clear" w:pos="765"/>
              </w:tabs>
              <w:spacing w:line="240" w:lineRule="atLeast"/>
              <w:ind w:left="497" w:right="-90"/>
              <w:jc w:val="center"/>
              <w:rPr>
                <w:sz w:val="18"/>
                <w:szCs w:val="18"/>
                <w:lang w:val="en-US" w:bidi="th-TH"/>
              </w:rPr>
            </w:pPr>
            <w:r w:rsidRPr="00B70A44">
              <w:rPr>
                <w:sz w:val="18"/>
                <w:szCs w:val="18"/>
                <w:lang w:val="en-US" w:bidi="th-TH"/>
              </w:rPr>
              <w:t>-</w:t>
            </w:r>
          </w:p>
        </w:tc>
        <w:tc>
          <w:tcPr>
            <w:tcW w:w="270" w:type="dxa"/>
            <w:vAlign w:val="bottom"/>
          </w:tcPr>
          <w:p w14:paraId="704C1B56" w14:textId="77777777" w:rsidR="00040F5E" w:rsidRPr="00B70A44" w:rsidRDefault="00040F5E" w:rsidP="00714C66">
            <w:pPr>
              <w:pStyle w:val="acctfourfigures"/>
              <w:tabs>
                <w:tab w:val="clear" w:pos="765"/>
              </w:tabs>
              <w:spacing w:line="240" w:lineRule="atLeast"/>
              <w:ind w:left="-42" w:right="-90"/>
              <w:jc w:val="center"/>
              <w:rPr>
                <w:i/>
                <w:iCs/>
                <w:sz w:val="18"/>
                <w:szCs w:val="18"/>
                <w:lang w:val="en-US" w:bidi="th-TH"/>
              </w:rPr>
            </w:pPr>
          </w:p>
        </w:tc>
        <w:tc>
          <w:tcPr>
            <w:tcW w:w="1260" w:type="dxa"/>
            <w:shd w:val="clear" w:color="auto" w:fill="auto"/>
            <w:vAlign w:val="bottom"/>
          </w:tcPr>
          <w:p w14:paraId="32C1AD6D" w14:textId="78A17911" w:rsidR="00040F5E" w:rsidRPr="00B70A44" w:rsidRDefault="00330CD8" w:rsidP="00B70A44">
            <w:pPr>
              <w:pStyle w:val="acctfourfigures"/>
              <w:tabs>
                <w:tab w:val="clear" w:pos="765"/>
                <w:tab w:val="decimal" w:pos="975"/>
              </w:tabs>
              <w:spacing w:line="240" w:lineRule="atLeast"/>
              <w:ind w:left="-43" w:right="-86"/>
              <w:rPr>
                <w:sz w:val="18"/>
                <w:szCs w:val="18"/>
              </w:rPr>
            </w:pPr>
            <w:r w:rsidRPr="00B70A44">
              <w:rPr>
                <w:sz w:val="18"/>
                <w:szCs w:val="18"/>
              </w:rPr>
              <w:t>(250)</w:t>
            </w:r>
          </w:p>
        </w:tc>
        <w:tc>
          <w:tcPr>
            <w:tcW w:w="270" w:type="dxa"/>
            <w:vAlign w:val="bottom"/>
          </w:tcPr>
          <w:p w14:paraId="365BCA3E" w14:textId="77777777" w:rsidR="00040F5E" w:rsidRPr="00B70A44" w:rsidRDefault="00040F5E" w:rsidP="00714C66">
            <w:pPr>
              <w:pStyle w:val="acctfourfigures"/>
              <w:tabs>
                <w:tab w:val="clear" w:pos="765"/>
                <w:tab w:val="decimal" w:pos="595"/>
              </w:tabs>
              <w:spacing w:line="240" w:lineRule="atLeast"/>
              <w:ind w:left="-43" w:right="-86"/>
              <w:rPr>
                <w:sz w:val="18"/>
                <w:szCs w:val="18"/>
              </w:rPr>
            </w:pPr>
          </w:p>
        </w:tc>
        <w:tc>
          <w:tcPr>
            <w:tcW w:w="1077" w:type="dxa"/>
            <w:vAlign w:val="bottom"/>
          </w:tcPr>
          <w:p w14:paraId="7A6A7E0B" w14:textId="16DE3CE5" w:rsidR="00040F5E" w:rsidRPr="00B70A44" w:rsidRDefault="00330CD8" w:rsidP="00B70A44">
            <w:pPr>
              <w:pStyle w:val="acctfourfigures"/>
              <w:tabs>
                <w:tab w:val="clear" w:pos="765"/>
                <w:tab w:val="decimal" w:pos="524"/>
              </w:tabs>
              <w:spacing w:line="240" w:lineRule="atLeast"/>
              <w:ind w:left="-43" w:right="-86"/>
              <w:rPr>
                <w:sz w:val="18"/>
                <w:szCs w:val="18"/>
              </w:rPr>
            </w:pPr>
            <w:r w:rsidRPr="00B70A44">
              <w:rPr>
                <w:sz w:val="18"/>
                <w:szCs w:val="18"/>
              </w:rPr>
              <w:t>-</w:t>
            </w:r>
          </w:p>
        </w:tc>
        <w:tc>
          <w:tcPr>
            <w:tcW w:w="270" w:type="dxa"/>
            <w:vAlign w:val="bottom"/>
          </w:tcPr>
          <w:p w14:paraId="62725DCF" w14:textId="77777777" w:rsidR="00040F5E" w:rsidRPr="00B70A44" w:rsidRDefault="00040F5E" w:rsidP="00714C66">
            <w:pPr>
              <w:pStyle w:val="acctfourfigures"/>
              <w:tabs>
                <w:tab w:val="clear" w:pos="765"/>
                <w:tab w:val="decimal" w:pos="595"/>
              </w:tabs>
              <w:spacing w:line="240" w:lineRule="atLeast"/>
              <w:ind w:left="-43" w:right="-86"/>
              <w:rPr>
                <w:sz w:val="18"/>
                <w:szCs w:val="18"/>
              </w:rPr>
            </w:pPr>
          </w:p>
        </w:tc>
        <w:tc>
          <w:tcPr>
            <w:tcW w:w="1080" w:type="dxa"/>
            <w:vAlign w:val="bottom"/>
          </w:tcPr>
          <w:p w14:paraId="5885CB1A" w14:textId="4EFD3C7F" w:rsidR="00040F5E" w:rsidRPr="00B70A44" w:rsidRDefault="00EE7A07" w:rsidP="00B70A44">
            <w:pPr>
              <w:pStyle w:val="acctfourfigures"/>
              <w:tabs>
                <w:tab w:val="clear" w:pos="765"/>
                <w:tab w:val="decimal" w:pos="526"/>
              </w:tabs>
              <w:spacing w:line="240" w:lineRule="atLeast"/>
              <w:ind w:left="-43" w:right="-86"/>
              <w:rPr>
                <w:sz w:val="18"/>
                <w:szCs w:val="18"/>
              </w:rPr>
            </w:pPr>
            <w:r w:rsidRPr="00B70A44">
              <w:rPr>
                <w:sz w:val="18"/>
                <w:szCs w:val="18"/>
              </w:rPr>
              <w:t>-</w:t>
            </w:r>
          </w:p>
        </w:tc>
        <w:tc>
          <w:tcPr>
            <w:tcW w:w="276" w:type="dxa"/>
            <w:vAlign w:val="bottom"/>
          </w:tcPr>
          <w:p w14:paraId="1FCD9CC8" w14:textId="77777777" w:rsidR="00040F5E" w:rsidRPr="00B70A44" w:rsidRDefault="00040F5E" w:rsidP="00714C66">
            <w:pPr>
              <w:tabs>
                <w:tab w:val="decimal" w:pos="595"/>
              </w:tabs>
              <w:ind w:left="-43" w:right="-86"/>
              <w:rPr>
                <w:sz w:val="18"/>
                <w:szCs w:val="18"/>
              </w:rPr>
            </w:pPr>
          </w:p>
        </w:tc>
        <w:tc>
          <w:tcPr>
            <w:tcW w:w="1164" w:type="dxa"/>
            <w:vAlign w:val="bottom"/>
          </w:tcPr>
          <w:p w14:paraId="2E04738F" w14:textId="3279F428" w:rsidR="00040F5E" w:rsidRPr="00B70A44" w:rsidRDefault="00EE7A07" w:rsidP="00B70A44">
            <w:pPr>
              <w:tabs>
                <w:tab w:val="decimal" w:pos="785"/>
              </w:tabs>
              <w:ind w:left="-43" w:right="-86"/>
              <w:rPr>
                <w:sz w:val="18"/>
                <w:szCs w:val="18"/>
              </w:rPr>
            </w:pPr>
            <w:r w:rsidRPr="00B70A44">
              <w:rPr>
                <w:sz w:val="18"/>
                <w:szCs w:val="18"/>
              </w:rPr>
              <w:t>(2</w:t>
            </w:r>
            <w:r w:rsidR="00576C9C" w:rsidRPr="00B70A44">
              <w:rPr>
                <w:sz w:val="18"/>
                <w:szCs w:val="18"/>
              </w:rPr>
              <w:t>49</w:t>
            </w:r>
            <w:r w:rsidRPr="00B70A44">
              <w:rPr>
                <w:sz w:val="18"/>
                <w:szCs w:val="18"/>
              </w:rPr>
              <w:t>)</w:t>
            </w:r>
          </w:p>
        </w:tc>
      </w:tr>
      <w:tr w:rsidR="00040F5E" w:rsidRPr="005D3E43" w14:paraId="72326F74" w14:textId="77777777" w:rsidTr="00B70A44">
        <w:trPr>
          <w:trHeight w:val="259"/>
        </w:trPr>
        <w:tc>
          <w:tcPr>
            <w:tcW w:w="2156" w:type="dxa"/>
            <w:shd w:val="clear" w:color="auto" w:fill="auto"/>
          </w:tcPr>
          <w:p w14:paraId="308CB961" w14:textId="77777777" w:rsidR="00040F5E" w:rsidRPr="00B70A44" w:rsidRDefault="00040F5E" w:rsidP="00714C66">
            <w:pPr>
              <w:ind w:left="-14" w:right="-90"/>
              <w:rPr>
                <w:sz w:val="18"/>
                <w:szCs w:val="18"/>
                <w:cs/>
                <w:lang w:bidi="th-TH"/>
              </w:rPr>
            </w:pPr>
            <w:r w:rsidRPr="00B70A44">
              <w:rPr>
                <w:sz w:val="18"/>
                <w:szCs w:val="18"/>
              </w:rPr>
              <w:t>Debentures</w:t>
            </w:r>
          </w:p>
        </w:tc>
        <w:tc>
          <w:tcPr>
            <w:tcW w:w="268" w:type="dxa"/>
          </w:tcPr>
          <w:p w14:paraId="21B09622" w14:textId="77777777" w:rsidR="00040F5E" w:rsidRPr="00B70A44" w:rsidRDefault="00040F5E" w:rsidP="00714C66">
            <w:pPr>
              <w:pStyle w:val="acctfourfigures"/>
              <w:tabs>
                <w:tab w:val="clear" w:pos="765"/>
              </w:tabs>
              <w:spacing w:line="240" w:lineRule="atLeast"/>
              <w:ind w:left="-42" w:right="-90"/>
              <w:jc w:val="center"/>
              <w:rPr>
                <w:i/>
                <w:iCs/>
                <w:sz w:val="18"/>
                <w:szCs w:val="18"/>
                <w:lang w:val="en-US" w:bidi="th-TH"/>
              </w:rPr>
            </w:pPr>
          </w:p>
        </w:tc>
        <w:tc>
          <w:tcPr>
            <w:tcW w:w="1536" w:type="dxa"/>
            <w:vAlign w:val="bottom"/>
          </w:tcPr>
          <w:p w14:paraId="0E7C4C4E" w14:textId="6D7AB0B3" w:rsidR="00040F5E" w:rsidRPr="00B70A44" w:rsidRDefault="00040F5E" w:rsidP="00040F5E">
            <w:pPr>
              <w:pStyle w:val="acctfourfigures"/>
              <w:tabs>
                <w:tab w:val="clear" w:pos="765"/>
              </w:tabs>
              <w:spacing w:line="240" w:lineRule="atLeast"/>
              <w:ind w:left="497" w:right="-90"/>
              <w:jc w:val="center"/>
              <w:rPr>
                <w:sz w:val="18"/>
                <w:szCs w:val="18"/>
                <w:lang w:val="en-US" w:bidi="th-TH"/>
              </w:rPr>
            </w:pPr>
            <w:r w:rsidRPr="00B70A44">
              <w:rPr>
                <w:sz w:val="18"/>
                <w:szCs w:val="18"/>
                <w:lang w:val="en-US" w:bidi="th-TH"/>
              </w:rPr>
              <w:t>-</w:t>
            </w:r>
          </w:p>
        </w:tc>
        <w:tc>
          <w:tcPr>
            <w:tcW w:w="270" w:type="dxa"/>
            <w:vAlign w:val="bottom"/>
          </w:tcPr>
          <w:p w14:paraId="5187F76B" w14:textId="77777777" w:rsidR="00040F5E" w:rsidRPr="00B70A44" w:rsidRDefault="00040F5E" w:rsidP="00714C66">
            <w:pPr>
              <w:pStyle w:val="acctfourfigures"/>
              <w:tabs>
                <w:tab w:val="clear" w:pos="765"/>
              </w:tabs>
              <w:spacing w:line="240" w:lineRule="atLeast"/>
              <w:ind w:left="-42" w:right="-90"/>
              <w:jc w:val="center"/>
              <w:rPr>
                <w:i/>
                <w:iCs/>
                <w:sz w:val="18"/>
                <w:szCs w:val="18"/>
                <w:lang w:val="en-US" w:bidi="th-TH"/>
              </w:rPr>
            </w:pPr>
          </w:p>
        </w:tc>
        <w:tc>
          <w:tcPr>
            <w:tcW w:w="1260" w:type="dxa"/>
            <w:shd w:val="clear" w:color="auto" w:fill="auto"/>
            <w:vAlign w:val="bottom"/>
          </w:tcPr>
          <w:p w14:paraId="682BAEB7" w14:textId="56411528" w:rsidR="00040F5E" w:rsidRPr="00B70A44" w:rsidRDefault="00330CD8" w:rsidP="00B70A44">
            <w:pPr>
              <w:pStyle w:val="acctfourfigures"/>
              <w:tabs>
                <w:tab w:val="clear" w:pos="765"/>
                <w:tab w:val="decimal" w:pos="975"/>
              </w:tabs>
              <w:spacing w:line="240" w:lineRule="atLeast"/>
              <w:ind w:left="-43" w:right="-86"/>
              <w:rPr>
                <w:sz w:val="18"/>
                <w:szCs w:val="18"/>
              </w:rPr>
            </w:pPr>
            <w:r w:rsidRPr="00B70A44">
              <w:rPr>
                <w:sz w:val="18"/>
                <w:szCs w:val="18"/>
              </w:rPr>
              <w:t>(2,4</w:t>
            </w:r>
            <w:r w:rsidR="009A7840" w:rsidRPr="00B70A44">
              <w:rPr>
                <w:sz w:val="18"/>
                <w:szCs w:val="18"/>
              </w:rPr>
              <w:t>89</w:t>
            </w:r>
            <w:r w:rsidRPr="00B70A44">
              <w:rPr>
                <w:sz w:val="18"/>
                <w:szCs w:val="18"/>
              </w:rPr>
              <w:t>)</w:t>
            </w:r>
          </w:p>
        </w:tc>
        <w:tc>
          <w:tcPr>
            <w:tcW w:w="270" w:type="dxa"/>
            <w:vAlign w:val="bottom"/>
          </w:tcPr>
          <w:p w14:paraId="63EA9E2E" w14:textId="77777777" w:rsidR="00040F5E" w:rsidRPr="00B70A44" w:rsidRDefault="00040F5E" w:rsidP="00714C66">
            <w:pPr>
              <w:pStyle w:val="acctfourfigures"/>
              <w:tabs>
                <w:tab w:val="clear" w:pos="765"/>
                <w:tab w:val="decimal" w:pos="595"/>
              </w:tabs>
              <w:spacing w:line="240" w:lineRule="atLeast"/>
              <w:ind w:left="-43" w:right="-86"/>
              <w:rPr>
                <w:sz w:val="18"/>
                <w:szCs w:val="18"/>
              </w:rPr>
            </w:pPr>
          </w:p>
        </w:tc>
        <w:tc>
          <w:tcPr>
            <w:tcW w:w="1077" w:type="dxa"/>
            <w:vAlign w:val="bottom"/>
          </w:tcPr>
          <w:p w14:paraId="3AC3430C" w14:textId="400F2821" w:rsidR="00040F5E" w:rsidRPr="00B70A44" w:rsidRDefault="00330CD8" w:rsidP="00B70A44">
            <w:pPr>
              <w:pStyle w:val="acctfourfigures"/>
              <w:tabs>
                <w:tab w:val="clear" w:pos="765"/>
                <w:tab w:val="decimal" w:pos="524"/>
              </w:tabs>
              <w:spacing w:line="240" w:lineRule="atLeast"/>
              <w:ind w:left="-43" w:right="-86"/>
              <w:rPr>
                <w:sz w:val="18"/>
                <w:szCs w:val="18"/>
              </w:rPr>
            </w:pPr>
            <w:r w:rsidRPr="00B70A44">
              <w:rPr>
                <w:sz w:val="18"/>
                <w:szCs w:val="18"/>
              </w:rPr>
              <w:t>-</w:t>
            </w:r>
          </w:p>
        </w:tc>
        <w:tc>
          <w:tcPr>
            <w:tcW w:w="270" w:type="dxa"/>
            <w:vAlign w:val="bottom"/>
          </w:tcPr>
          <w:p w14:paraId="6FEFF242" w14:textId="77777777" w:rsidR="00040F5E" w:rsidRPr="00B70A44" w:rsidRDefault="00040F5E" w:rsidP="00714C66">
            <w:pPr>
              <w:pStyle w:val="acctfourfigures"/>
              <w:tabs>
                <w:tab w:val="clear" w:pos="765"/>
                <w:tab w:val="decimal" w:pos="595"/>
              </w:tabs>
              <w:spacing w:line="240" w:lineRule="atLeast"/>
              <w:ind w:left="-43" w:right="-86"/>
              <w:rPr>
                <w:sz w:val="18"/>
                <w:szCs w:val="18"/>
              </w:rPr>
            </w:pPr>
          </w:p>
        </w:tc>
        <w:tc>
          <w:tcPr>
            <w:tcW w:w="1080" w:type="dxa"/>
            <w:vAlign w:val="bottom"/>
          </w:tcPr>
          <w:p w14:paraId="632DB214" w14:textId="0610FDAA" w:rsidR="00040F5E" w:rsidRPr="00B70A44" w:rsidRDefault="00EE7A07" w:rsidP="00EE7A07">
            <w:pPr>
              <w:pStyle w:val="acctfourfigures"/>
              <w:tabs>
                <w:tab w:val="clear" w:pos="765"/>
                <w:tab w:val="decimal" w:pos="787"/>
              </w:tabs>
              <w:spacing w:line="240" w:lineRule="atLeast"/>
              <w:ind w:left="-43" w:right="-86"/>
              <w:rPr>
                <w:sz w:val="18"/>
                <w:szCs w:val="18"/>
              </w:rPr>
            </w:pPr>
            <w:r w:rsidRPr="00B70A44">
              <w:rPr>
                <w:sz w:val="18"/>
                <w:szCs w:val="18"/>
              </w:rPr>
              <w:t>(2,518)</w:t>
            </w:r>
          </w:p>
        </w:tc>
        <w:tc>
          <w:tcPr>
            <w:tcW w:w="276" w:type="dxa"/>
            <w:vAlign w:val="bottom"/>
          </w:tcPr>
          <w:p w14:paraId="6B159CE1" w14:textId="77777777" w:rsidR="00040F5E" w:rsidRPr="00B70A44" w:rsidRDefault="00040F5E" w:rsidP="00714C66">
            <w:pPr>
              <w:tabs>
                <w:tab w:val="decimal" w:pos="595"/>
              </w:tabs>
              <w:ind w:left="-43" w:right="-86"/>
              <w:rPr>
                <w:sz w:val="18"/>
                <w:szCs w:val="18"/>
              </w:rPr>
            </w:pPr>
          </w:p>
        </w:tc>
        <w:tc>
          <w:tcPr>
            <w:tcW w:w="1164" w:type="dxa"/>
            <w:vAlign w:val="bottom"/>
          </w:tcPr>
          <w:p w14:paraId="373047FE" w14:textId="4DB58E7B" w:rsidR="00040F5E" w:rsidRPr="00B70A44" w:rsidRDefault="00EE7A07" w:rsidP="00EE7A07">
            <w:pPr>
              <w:tabs>
                <w:tab w:val="decimal" w:pos="515"/>
              </w:tabs>
              <w:ind w:left="-43" w:right="-86"/>
              <w:rPr>
                <w:sz w:val="18"/>
                <w:szCs w:val="18"/>
              </w:rPr>
            </w:pPr>
            <w:r w:rsidRPr="00B70A44">
              <w:rPr>
                <w:sz w:val="18"/>
                <w:szCs w:val="18"/>
              </w:rPr>
              <w:t>-</w:t>
            </w:r>
          </w:p>
        </w:tc>
      </w:tr>
    </w:tbl>
    <w:p w14:paraId="13EAB14D" w14:textId="77777777" w:rsidR="0076014E" w:rsidRPr="00B731D2" w:rsidRDefault="0076014E" w:rsidP="0076014E">
      <w:pPr>
        <w:spacing w:line="240" w:lineRule="auto"/>
        <w:rPr>
          <w:sz w:val="12"/>
          <w:szCs w:val="10"/>
        </w:rPr>
      </w:pPr>
    </w:p>
    <w:tbl>
      <w:tblPr>
        <w:tblW w:w="9271" w:type="dxa"/>
        <w:tblInd w:w="449" w:type="dxa"/>
        <w:tblLayout w:type="fixed"/>
        <w:tblCellMar>
          <w:left w:w="79" w:type="dxa"/>
          <w:right w:w="79" w:type="dxa"/>
        </w:tblCellMar>
        <w:tblLook w:val="0000" w:firstRow="0" w:lastRow="0" w:firstColumn="0" w:lastColumn="0" w:noHBand="0" w:noVBand="0"/>
      </w:tblPr>
      <w:tblGrid>
        <w:gridCol w:w="3061"/>
        <w:gridCol w:w="1440"/>
        <w:gridCol w:w="180"/>
        <w:gridCol w:w="1440"/>
        <w:gridCol w:w="181"/>
        <w:gridCol w:w="1349"/>
        <w:gridCol w:w="180"/>
        <w:gridCol w:w="1440"/>
      </w:tblGrid>
      <w:tr w:rsidR="00EA2207" w:rsidRPr="005D3E43" w14:paraId="6B250542" w14:textId="77777777" w:rsidTr="00040F5E">
        <w:trPr>
          <w:cantSplit/>
          <w:trHeight w:val="236"/>
          <w:tblHeader/>
        </w:trPr>
        <w:tc>
          <w:tcPr>
            <w:tcW w:w="3061" w:type="dxa"/>
            <w:shd w:val="clear" w:color="auto" w:fill="auto"/>
            <w:vAlign w:val="bottom"/>
          </w:tcPr>
          <w:p w14:paraId="2DA089B3" w14:textId="77777777" w:rsidR="00EA2207" w:rsidRPr="005D3E43" w:rsidRDefault="00EA2207" w:rsidP="00EA2207">
            <w:pPr>
              <w:pStyle w:val="acctfourfigures"/>
              <w:tabs>
                <w:tab w:val="clear" w:pos="765"/>
                <w:tab w:val="decimal" w:pos="371"/>
              </w:tabs>
              <w:spacing w:line="240" w:lineRule="atLeast"/>
              <w:ind w:left="11" w:right="-79"/>
              <w:rPr>
                <w:b/>
                <w:bCs/>
                <w:i/>
                <w:szCs w:val="22"/>
              </w:rPr>
            </w:pPr>
          </w:p>
        </w:tc>
        <w:tc>
          <w:tcPr>
            <w:tcW w:w="6206" w:type="dxa"/>
            <w:gridSpan w:val="7"/>
            <w:vAlign w:val="bottom"/>
          </w:tcPr>
          <w:p w14:paraId="02CF70BF" w14:textId="77777777" w:rsidR="00EA2207" w:rsidRPr="005D3E43" w:rsidRDefault="00EA2207" w:rsidP="00885C21">
            <w:pPr>
              <w:pStyle w:val="acctfourfigures"/>
              <w:tabs>
                <w:tab w:val="clear" w:pos="765"/>
                <w:tab w:val="decimal" w:pos="371"/>
              </w:tabs>
              <w:spacing w:line="240" w:lineRule="atLeast"/>
              <w:ind w:left="-79" w:right="-79"/>
              <w:jc w:val="center"/>
              <w:rPr>
                <w:b/>
                <w:bCs/>
                <w:szCs w:val="22"/>
              </w:rPr>
            </w:pPr>
            <w:r w:rsidRPr="005D3E43">
              <w:rPr>
                <w:b/>
                <w:bCs/>
                <w:szCs w:val="22"/>
              </w:rPr>
              <w:t>Consolidated financial statements</w:t>
            </w:r>
          </w:p>
        </w:tc>
      </w:tr>
      <w:tr w:rsidR="00EA2207" w:rsidRPr="005D3E43" w14:paraId="5088C322" w14:textId="77777777" w:rsidTr="00040F5E">
        <w:trPr>
          <w:cantSplit/>
          <w:trHeight w:val="453"/>
          <w:tblHeader/>
        </w:trPr>
        <w:tc>
          <w:tcPr>
            <w:tcW w:w="3061" w:type="dxa"/>
            <w:shd w:val="clear" w:color="auto" w:fill="auto"/>
            <w:vAlign w:val="bottom"/>
          </w:tcPr>
          <w:p w14:paraId="0647A5D3" w14:textId="77777777" w:rsidR="00EA2207" w:rsidRPr="005D3E43" w:rsidRDefault="00EA2207" w:rsidP="00EA2207">
            <w:pPr>
              <w:pStyle w:val="acctfourfigures"/>
              <w:tabs>
                <w:tab w:val="clear" w:pos="765"/>
              </w:tabs>
              <w:spacing w:line="240" w:lineRule="atLeast"/>
              <w:rPr>
                <w:szCs w:val="22"/>
              </w:rPr>
            </w:pPr>
          </w:p>
        </w:tc>
        <w:tc>
          <w:tcPr>
            <w:tcW w:w="1440" w:type="dxa"/>
          </w:tcPr>
          <w:p w14:paraId="05B148FA" w14:textId="77777777" w:rsidR="00EA2207" w:rsidRPr="005D3E43" w:rsidRDefault="00EA2207" w:rsidP="00EA2207">
            <w:pPr>
              <w:pStyle w:val="acctfourfigures"/>
              <w:tabs>
                <w:tab w:val="clear" w:pos="765"/>
              </w:tabs>
              <w:spacing w:line="240" w:lineRule="atLeast"/>
              <w:ind w:left="-79" w:right="-79"/>
              <w:jc w:val="center"/>
              <w:rPr>
                <w:szCs w:val="22"/>
              </w:rPr>
            </w:pPr>
            <w:r w:rsidRPr="005D3E43">
              <w:rPr>
                <w:szCs w:val="22"/>
              </w:rPr>
              <w:t>Carrying amount</w:t>
            </w:r>
          </w:p>
        </w:tc>
        <w:tc>
          <w:tcPr>
            <w:tcW w:w="180" w:type="dxa"/>
          </w:tcPr>
          <w:p w14:paraId="7D495092" w14:textId="77777777" w:rsidR="00EA2207" w:rsidRPr="005D3E43" w:rsidRDefault="00EA2207" w:rsidP="00EA2207">
            <w:pPr>
              <w:pStyle w:val="acctfourfigures"/>
              <w:tabs>
                <w:tab w:val="clear" w:pos="765"/>
              </w:tabs>
              <w:spacing w:line="240" w:lineRule="atLeast"/>
              <w:ind w:left="-79" w:right="-79"/>
              <w:jc w:val="center"/>
              <w:rPr>
                <w:szCs w:val="22"/>
              </w:rPr>
            </w:pPr>
          </w:p>
        </w:tc>
        <w:tc>
          <w:tcPr>
            <w:tcW w:w="4586" w:type="dxa"/>
            <w:gridSpan w:val="5"/>
            <w:tcBorders>
              <w:bottom w:val="single" w:sz="4" w:space="0" w:color="auto"/>
            </w:tcBorders>
            <w:shd w:val="clear" w:color="auto" w:fill="auto"/>
            <w:vAlign w:val="bottom"/>
          </w:tcPr>
          <w:p w14:paraId="00A4E243" w14:textId="77777777" w:rsidR="00EA2207" w:rsidRPr="005D3E43" w:rsidRDefault="00EA2207" w:rsidP="00EA2207">
            <w:pPr>
              <w:pStyle w:val="acctfourfigures"/>
              <w:tabs>
                <w:tab w:val="clear" w:pos="765"/>
              </w:tabs>
              <w:spacing w:line="240" w:lineRule="atLeast"/>
              <w:ind w:left="-79" w:right="-79"/>
              <w:jc w:val="center"/>
              <w:rPr>
                <w:szCs w:val="22"/>
                <w:rtl/>
                <w:cs/>
              </w:rPr>
            </w:pPr>
            <w:r w:rsidRPr="005D3E43">
              <w:rPr>
                <w:szCs w:val="22"/>
              </w:rPr>
              <w:t>Fair value</w:t>
            </w:r>
          </w:p>
        </w:tc>
      </w:tr>
      <w:tr w:rsidR="00040F5E" w:rsidRPr="005D3E43" w14:paraId="629800BA" w14:textId="77777777" w:rsidTr="00040F5E">
        <w:trPr>
          <w:cantSplit/>
          <w:tblHeader/>
        </w:trPr>
        <w:tc>
          <w:tcPr>
            <w:tcW w:w="3061" w:type="dxa"/>
            <w:shd w:val="clear" w:color="auto" w:fill="auto"/>
          </w:tcPr>
          <w:p w14:paraId="29B2E24B" w14:textId="77777777" w:rsidR="00040F5E" w:rsidRPr="005D3E43" w:rsidRDefault="00040F5E" w:rsidP="00EA2207">
            <w:pPr>
              <w:spacing w:line="240" w:lineRule="atLeast"/>
              <w:ind w:left="180" w:hanging="180"/>
              <w:rPr>
                <w:b/>
                <w:bCs/>
                <w:i/>
                <w:iCs/>
                <w:szCs w:val="22"/>
              </w:rPr>
            </w:pPr>
            <w:r w:rsidRPr="005D3E43">
              <w:rPr>
                <w:b/>
                <w:bCs/>
                <w:i/>
                <w:iCs/>
                <w:szCs w:val="22"/>
              </w:rPr>
              <w:t>31 December 2019</w:t>
            </w:r>
          </w:p>
        </w:tc>
        <w:tc>
          <w:tcPr>
            <w:tcW w:w="1440" w:type="dxa"/>
          </w:tcPr>
          <w:p w14:paraId="4EA02E9D" w14:textId="77777777" w:rsidR="00040F5E" w:rsidRPr="005D3E43" w:rsidRDefault="00040F5E" w:rsidP="00EA2207">
            <w:pPr>
              <w:pStyle w:val="acctfourfigures"/>
              <w:tabs>
                <w:tab w:val="clear" w:pos="765"/>
                <w:tab w:val="decimal" w:pos="731"/>
              </w:tabs>
              <w:spacing w:line="240" w:lineRule="atLeast"/>
              <w:ind w:right="11"/>
              <w:rPr>
                <w:szCs w:val="22"/>
              </w:rPr>
            </w:pPr>
          </w:p>
        </w:tc>
        <w:tc>
          <w:tcPr>
            <w:tcW w:w="180" w:type="dxa"/>
          </w:tcPr>
          <w:p w14:paraId="72290EEE" w14:textId="77777777" w:rsidR="00040F5E" w:rsidRPr="005D3E43" w:rsidRDefault="00040F5E" w:rsidP="00EA2207">
            <w:pPr>
              <w:pStyle w:val="acctfourfigures"/>
              <w:tabs>
                <w:tab w:val="clear" w:pos="765"/>
                <w:tab w:val="decimal" w:pos="731"/>
              </w:tabs>
              <w:spacing w:line="240" w:lineRule="atLeast"/>
              <w:ind w:right="11"/>
              <w:rPr>
                <w:szCs w:val="22"/>
              </w:rPr>
            </w:pPr>
          </w:p>
        </w:tc>
        <w:tc>
          <w:tcPr>
            <w:tcW w:w="1440" w:type="dxa"/>
            <w:tcBorders>
              <w:top w:val="single" w:sz="4" w:space="0" w:color="auto"/>
            </w:tcBorders>
            <w:shd w:val="clear" w:color="auto" w:fill="auto"/>
          </w:tcPr>
          <w:p w14:paraId="2C2EAEC2" w14:textId="77777777" w:rsidR="00040F5E" w:rsidRPr="005D3E43" w:rsidRDefault="00040F5E" w:rsidP="00EA2207">
            <w:pPr>
              <w:pStyle w:val="acctfourfigures"/>
              <w:tabs>
                <w:tab w:val="clear" w:pos="765"/>
                <w:tab w:val="decimal" w:pos="-83"/>
              </w:tabs>
              <w:spacing w:line="240" w:lineRule="atLeast"/>
              <w:ind w:right="-75"/>
              <w:jc w:val="center"/>
              <w:rPr>
                <w:szCs w:val="22"/>
              </w:rPr>
            </w:pPr>
            <w:r w:rsidRPr="005D3E43">
              <w:rPr>
                <w:szCs w:val="22"/>
              </w:rPr>
              <w:t>Level 1</w:t>
            </w:r>
          </w:p>
        </w:tc>
        <w:tc>
          <w:tcPr>
            <w:tcW w:w="181" w:type="dxa"/>
            <w:tcBorders>
              <w:top w:val="single" w:sz="4" w:space="0" w:color="auto"/>
            </w:tcBorders>
            <w:shd w:val="clear" w:color="auto" w:fill="auto"/>
          </w:tcPr>
          <w:p w14:paraId="15F30A57" w14:textId="77777777" w:rsidR="00040F5E" w:rsidRPr="005D3E43" w:rsidRDefault="00040F5E" w:rsidP="00EA2207">
            <w:pPr>
              <w:pStyle w:val="acctfourfigures"/>
              <w:spacing w:line="240" w:lineRule="atLeast"/>
              <w:rPr>
                <w:szCs w:val="22"/>
              </w:rPr>
            </w:pPr>
          </w:p>
        </w:tc>
        <w:tc>
          <w:tcPr>
            <w:tcW w:w="1349" w:type="dxa"/>
            <w:tcBorders>
              <w:top w:val="single" w:sz="4" w:space="0" w:color="auto"/>
            </w:tcBorders>
            <w:shd w:val="clear" w:color="auto" w:fill="auto"/>
          </w:tcPr>
          <w:p w14:paraId="27E0787C" w14:textId="77777777" w:rsidR="00040F5E" w:rsidRPr="005D3E43" w:rsidRDefault="00040F5E" w:rsidP="00EA2207">
            <w:pPr>
              <w:pStyle w:val="acctfourfigures"/>
              <w:tabs>
                <w:tab w:val="clear" w:pos="765"/>
                <w:tab w:val="decimal" w:pos="-83"/>
              </w:tabs>
              <w:spacing w:line="240" w:lineRule="atLeast"/>
              <w:ind w:left="-83" w:right="-75"/>
              <w:jc w:val="center"/>
              <w:rPr>
                <w:szCs w:val="22"/>
              </w:rPr>
            </w:pPr>
            <w:r w:rsidRPr="005D3E43">
              <w:rPr>
                <w:szCs w:val="22"/>
              </w:rPr>
              <w:t>Level 2</w:t>
            </w:r>
          </w:p>
        </w:tc>
        <w:tc>
          <w:tcPr>
            <w:tcW w:w="180" w:type="dxa"/>
            <w:tcBorders>
              <w:top w:val="single" w:sz="4" w:space="0" w:color="auto"/>
            </w:tcBorders>
            <w:shd w:val="clear" w:color="auto" w:fill="auto"/>
          </w:tcPr>
          <w:p w14:paraId="697AEE75" w14:textId="77777777" w:rsidR="00040F5E" w:rsidRPr="005D3E43" w:rsidRDefault="00040F5E" w:rsidP="00EA2207">
            <w:pPr>
              <w:pStyle w:val="acctfourfigures"/>
              <w:spacing w:line="240" w:lineRule="atLeast"/>
              <w:rPr>
                <w:szCs w:val="22"/>
              </w:rPr>
            </w:pPr>
          </w:p>
        </w:tc>
        <w:tc>
          <w:tcPr>
            <w:tcW w:w="1440" w:type="dxa"/>
            <w:tcBorders>
              <w:top w:val="single" w:sz="4" w:space="0" w:color="auto"/>
            </w:tcBorders>
            <w:shd w:val="clear" w:color="auto" w:fill="auto"/>
          </w:tcPr>
          <w:p w14:paraId="2C1AEE4C" w14:textId="77777777" w:rsidR="00040F5E" w:rsidRPr="005D3E43" w:rsidRDefault="00040F5E" w:rsidP="00EA2207">
            <w:pPr>
              <w:pStyle w:val="acctfourfigures"/>
              <w:tabs>
                <w:tab w:val="clear" w:pos="765"/>
                <w:tab w:val="decimal" w:pos="-83"/>
              </w:tabs>
              <w:spacing w:line="240" w:lineRule="atLeast"/>
              <w:ind w:right="-73"/>
              <w:jc w:val="center"/>
              <w:rPr>
                <w:szCs w:val="22"/>
              </w:rPr>
            </w:pPr>
            <w:r w:rsidRPr="005D3E43">
              <w:rPr>
                <w:szCs w:val="22"/>
              </w:rPr>
              <w:t>Level 3</w:t>
            </w:r>
          </w:p>
        </w:tc>
      </w:tr>
      <w:tr w:rsidR="00EA2207" w:rsidRPr="005D3E43" w14:paraId="2EB1962C" w14:textId="77777777" w:rsidTr="00040F5E">
        <w:trPr>
          <w:cantSplit/>
          <w:trHeight w:val="74"/>
          <w:tblHeader/>
        </w:trPr>
        <w:tc>
          <w:tcPr>
            <w:tcW w:w="3061" w:type="dxa"/>
            <w:shd w:val="clear" w:color="auto" w:fill="auto"/>
          </w:tcPr>
          <w:p w14:paraId="7C60D5A7" w14:textId="77777777" w:rsidR="00EA2207" w:rsidRPr="005D3E43" w:rsidRDefault="00EA2207" w:rsidP="00EA2207">
            <w:pPr>
              <w:spacing w:line="240" w:lineRule="atLeast"/>
              <w:ind w:left="180" w:hanging="180"/>
              <w:rPr>
                <w:b/>
                <w:bCs/>
                <w:szCs w:val="22"/>
              </w:rPr>
            </w:pPr>
          </w:p>
        </w:tc>
        <w:tc>
          <w:tcPr>
            <w:tcW w:w="6206" w:type="dxa"/>
            <w:gridSpan w:val="7"/>
          </w:tcPr>
          <w:p w14:paraId="29F17210" w14:textId="77777777" w:rsidR="00EA2207" w:rsidRPr="005D3E43" w:rsidRDefault="00EA2207" w:rsidP="00EA2207">
            <w:pPr>
              <w:pStyle w:val="acctfourfigures"/>
              <w:tabs>
                <w:tab w:val="clear" w:pos="765"/>
              </w:tabs>
              <w:spacing w:line="240" w:lineRule="atLeast"/>
              <w:ind w:left="-79" w:right="-73"/>
              <w:jc w:val="center"/>
              <w:rPr>
                <w:szCs w:val="22"/>
              </w:rPr>
            </w:pPr>
            <w:r w:rsidRPr="005D3E43">
              <w:rPr>
                <w:i/>
                <w:iCs/>
                <w:szCs w:val="22"/>
              </w:rPr>
              <w:t xml:space="preserve">(in </w:t>
            </w:r>
            <w:r w:rsidR="002C09F4" w:rsidRPr="005D3E43">
              <w:rPr>
                <w:i/>
                <w:iCs/>
                <w:szCs w:val="22"/>
              </w:rPr>
              <w:t>million</w:t>
            </w:r>
            <w:r w:rsidRPr="005D3E43">
              <w:rPr>
                <w:i/>
                <w:iCs/>
                <w:szCs w:val="22"/>
              </w:rPr>
              <w:t xml:space="preserve"> Baht)</w:t>
            </w:r>
          </w:p>
        </w:tc>
      </w:tr>
      <w:tr w:rsidR="00040F5E" w:rsidRPr="005D3E43" w14:paraId="2AFF746E" w14:textId="77777777" w:rsidTr="00040F5E">
        <w:trPr>
          <w:cantSplit/>
        </w:trPr>
        <w:tc>
          <w:tcPr>
            <w:tcW w:w="3061" w:type="dxa"/>
            <w:shd w:val="clear" w:color="auto" w:fill="auto"/>
          </w:tcPr>
          <w:p w14:paraId="6DDADEF6" w14:textId="77777777" w:rsidR="00040F5E" w:rsidRPr="005D3E43" w:rsidRDefault="00040F5E" w:rsidP="003F5B03">
            <w:pPr>
              <w:spacing w:line="240" w:lineRule="atLeast"/>
              <w:ind w:left="180" w:hanging="180"/>
              <w:rPr>
                <w:b/>
                <w:bCs/>
                <w:i/>
                <w:iCs/>
                <w:szCs w:val="22"/>
              </w:rPr>
            </w:pPr>
            <w:r w:rsidRPr="005D3E43">
              <w:rPr>
                <w:b/>
                <w:bCs/>
                <w:i/>
                <w:iCs/>
                <w:szCs w:val="22"/>
              </w:rPr>
              <w:t>Assets measured at fair value</w:t>
            </w:r>
          </w:p>
        </w:tc>
        <w:tc>
          <w:tcPr>
            <w:tcW w:w="1440" w:type="dxa"/>
          </w:tcPr>
          <w:p w14:paraId="00A8806D" w14:textId="77777777" w:rsidR="00040F5E" w:rsidRPr="005D3E43" w:rsidRDefault="00040F5E" w:rsidP="009F492C">
            <w:pPr>
              <w:pStyle w:val="acctfourfigures"/>
              <w:tabs>
                <w:tab w:val="clear" w:pos="765"/>
                <w:tab w:val="decimal" w:pos="848"/>
              </w:tabs>
              <w:spacing w:line="240" w:lineRule="atLeast"/>
              <w:ind w:right="-77"/>
              <w:rPr>
                <w:i/>
                <w:iCs/>
                <w:szCs w:val="22"/>
              </w:rPr>
            </w:pPr>
          </w:p>
        </w:tc>
        <w:tc>
          <w:tcPr>
            <w:tcW w:w="180" w:type="dxa"/>
          </w:tcPr>
          <w:p w14:paraId="5B538F37" w14:textId="77777777" w:rsidR="00040F5E" w:rsidRPr="005D3E43" w:rsidRDefault="00040F5E" w:rsidP="009F492C">
            <w:pPr>
              <w:pStyle w:val="acctfourfigures"/>
              <w:tabs>
                <w:tab w:val="clear" w:pos="765"/>
                <w:tab w:val="decimal" w:pos="848"/>
              </w:tabs>
              <w:spacing w:line="240" w:lineRule="atLeast"/>
              <w:ind w:right="-77"/>
              <w:rPr>
                <w:i/>
                <w:iCs/>
                <w:szCs w:val="22"/>
              </w:rPr>
            </w:pPr>
          </w:p>
        </w:tc>
        <w:tc>
          <w:tcPr>
            <w:tcW w:w="1440" w:type="dxa"/>
            <w:shd w:val="clear" w:color="auto" w:fill="auto"/>
          </w:tcPr>
          <w:p w14:paraId="2FAA24F9" w14:textId="77777777" w:rsidR="00040F5E" w:rsidRPr="005D3E43" w:rsidRDefault="00040F5E" w:rsidP="009F492C">
            <w:pPr>
              <w:pStyle w:val="acctfourfigures"/>
              <w:tabs>
                <w:tab w:val="clear" w:pos="765"/>
                <w:tab w:val="decimal" w:pos="848"/>
              </w:tabs>
              <w:spacing w:line="240" w:lineRule="atLeast"/>
              <w:ind w:right="-77"/>
              <w:rPr>
                <w:i/>
                <w:iCs/>
                <w:szCs w:val="22"/>
              </w:rPr>
            </w:pPr>
          </w:p>
        </w:tc>
        <w:tc>
          <w:tcPr>
            <w:tcW w:w="181" w:type="dxa"/>
            <w:shd w:val="clear" w:color="auto" w:fill="auto"/>
          </w:tcPr>
          <w:p w14:paraId="2D592A4B" w14:textId="77777777" w:rsidR="00040F5E" w:rsidRPr="005D3E43" w:rsidRDefault="00040F5E" w:rsidP="009F492C">
            <w:pPr>
              <w:pStyle w:val="acctfourfigures"/>
              <w:tabs>
                <w:tab w:val="clear" w:pos="765"/>
                <w:tab w:val="decimal" w:pos="848"/>
              </w:tabs>
              <w:spacing w:line="240" w:lineRule="atLeast"/>
              <w:ind w:right="-77"/>
              <w:rPr>
                <w:i/>
                <w:iCs/>
                <w:szCs w:val="22"/>
              </w:rPr>
            </w:pPr>
          </w:p>
        </w:tc>
        <w:tc>
          <w:tcPr>
            <w:tcW w:w="1349" w:type="dxa"/>
            <w:shd w:val="clear" w:color="auto" w:fill="auto"/>
          </w:tcPr>
          <w:p w14:paraId="50B83DCF" w14:textId="77777777" w:rsidR="00040F5E" w:rsidRPr="005D3E43" w:rsidRDefault="00040F5E" w:rsidP="009F492C">
            <w:pPr>
              <w:pStyle w:val="acctfourfigures"/>
              <w:tabs>
                <w:tab w:val="clear" w:pos="765"/>
                <w:tab w:val="decimal" w:pos="848"/>
              </w:tabs>
              <w:spacing w:line="240" w:lineRule="atLeast"/>
              <w:ind w:right="-77"/>
              <w:rPr>
                <w:i/>
                <w:iCs/>
                <w:szCs w:val="22"/>
              </w:rPr>
            </w:pPr>
          </w:p>
        </w:tc>
        <w:tc>
          <w:tcPr>
            <w:tcW w:w="180" w:type="dxa"/>
            <w:shd w:val="clear" w:color="auto" w:fill="auto"/>
          </w:tcPr>
          <w:p w14:paraId="472821BD" w14:textId="77777777" w:rsidR="00040F5E" w:rsidRPr="005D3E43" w:rsidRDefault="00040F5E" w:rsidP="009F492C">
            <w:pPr>
              <w:pStyle w:val="acctfourfigures"/>
              <w:tabs>
                <w:tab w:val="clear" w:pos="765"/>
                <w:tab w:val="decimal" w:pos="848"/>
              </w:tabs>
              <w:spacing w:line="240" w:lineRule="atLeast"/>
              <w:ind w:right="-77"/>
              <w:rPr>
                <w:i/>
                <w:iCs/>
                <w:szCs w:val="22"/>
              </w:rPr>
            </w:pPr>
          </w:p>
        </w:tc>
        <w:tc>
          <w:tcPr>
            <w:tcW w:w="1440" w:type="dxa"/>
            <w:shd w:val="clear" w:color="auto" w:fill="auto"/>
          </w:tcPr>
          <w:p w14:paraId="69A32CF2" w14:textId="77777777" w:rsidR="00040F5E" w:rsidRPr="005D3E43" w:rsidRDefault="00040F5E" w:rsidP="009F492C">
            <w:pPr>
              <w:pStyle w:val="acctfourfigures"/>
              <w:tabs>
                <w:tab w:val="clear" w:pos="765"/>
                <w:tab w:val="decimal" w:pos="848"/>
              </w:tabs>
              <w:spacing w:line="240" w:lineRule="atLeast"/>
              <w:ind w:right="-77"/>
              <w:rPr>
                <w:i/>
                <w:iCs/>
                <w:szCs w:val="22"/>
              </w:rPr>
            </w:pPr>
          </w:p>
        </w:tc>
      </w:tr>
      <w:tr w:rsidR="00040F5E" w:rsidRPr="005D3E43" w14:paraId="72D62744" w14:textId="77777777" w:rsidTr="00040F5E">
        <w:trPr>
          <w:cantSplit/>
        </w:trPr>
        <w:tc>
          <w:tcPr>
            <w:tcW w:w="3061" w:type="dxa"/>
            <w:shd w:val="clear" w:color="auto" w:fill="auto"/>
          </w:tcPr>
          <w:p w14:paraId="2522632C" w14:textId="77777777" w:rsidR="00040F5E" w:rsidRPr="005D3E43" w:rsidRDefault="00040F5E" w:rsidP="00EA2207">
            <w:pPr>
              <w:spacing w:line="240" w:lineRule="atLeast"/>
              <w:ind w:left="180" w:hanging="180"/>
              <w:rPr>
                <w:szCs w:val="22"/>
              </w:rPr>
            </w:pPr>
            <w:r w:rsidRPr="005D3E43">
              <w:rPr>
                <w:szCs w:val="22"/>
              </w:rPr>
              <w:t xml:space="preserve">Investment properties </w:t>
            </w:r>
          </w:p>
        </w:tc>
        <w:tc>
          <w:tcPr>
            <w:tcW w:w="1440" w:type="dxa"/>
          </w:tcPr>
          <w:p w14:paraId="33436634" w14:textId="5AD9E0B1" w:rsidR="00040F5E" w:rsidRPr="005D3E43" w:rsidRDefault="00040F5E" w:rsidP="009A7840">
            <w:pPr>
              <w:pStyle w:val="acctfourfigures"/>
              <w:tabs>
                <w:tab w:val="clear" w:pos="765"/>
                <w:tab w:val="decimal" w:pos="1089"/>
              </w:tabs>
              <w:spacing w:line="240" w:lineRule="atLeast"/>
              <w:ind w:right="-77"/>
              <w:rPr>
                <w:szCs w:val="22"/>
              </w:rPr>
            </w:pPr>
            <w:r w:rsidRPr="005D3E43">
              <w:rPr>
                <w:szCs w:val="22"/>
              </w:rPr>
              <w:t>22,</w:t>
            </w:r>
            <w:r w:rsidR="005A4F1E">
              <w:rPr>
                <w:szCs w:val="22"/>
              </w:rPr>
              <w:t>109</w:t>
            </w:r>
          </w:p>
        </w:tc>
        <w:tc>
          <w:tcPr>
            <w:tcW w:w="180" w:type="dxa"/>
          </w:tcPr>
          <w:p w14:paraId="3BB49CDA" w14:textId="77777777" w:rsidR="00040F5E" w:rsidRPr="005D3E43" w:rsidRDefault="00040F5E" w:rsidP="009F492C">
            <w:pPr>
              <w:pStyle w:val="acctfourfigures"/>
              <w:tabs>
                <w:tab w:val="clear" w:pos="765"/>
                <w:tab w:val="decimal" w:pos="848"/>
              </w:tabs>
              <w:spacing w:line="240" w:lineRule="atLeast"/>
              <w:ind w:right="-77"/>
              <w:rPr>
                <w:szCs w:val="22"/>
              </w:rPr>
            </w:pPr>
          </w:p>
        </w:tc>
        <w:tc>
          <w:tcPr>
            <w:tcW w:w="1440" w:type="dxa"/>
            <w:shd w:val="clear" w:color="auto" w:fill="auto"/>
          </w:tcPr>
          <w:p w14:paraId="1AF2275F" w14:textId="77777777" w:rsidR="00040F5E" w:rsidRPr="005D3E43" w:rsidRDefault="00040F5E" w:rsidP="00777F05">
            <w:pPr>
              <w:pStyle w:val="acctfourfigures"/>
              <w:tabs>
                <w:tab w:val="clear" w:pos="765"/>
                <w:tab w:val="decimal" w:pos="730"/>
              </w:tabs>
              <w:spacing w:line="240" w:lineRule="atLeast"/>
              <w:ind w:right="-77"/>
              <w:rPr>
                <w:szCs w:val="22"/>
              </w:rPr>
            </w:pPr>
            <w:r w:rsidRPr="005D3E43">
              <w:rPr>
                <w:szCs w:val="22"/>
              </w:rPr>
              <w:t>-</w:t>
            </w:r>
          </w:p>
        </w:tc>
        <w:tc>
          <w:tcPr>
            <w:tcW w:w="181" w:type="dxa"/>
            <w:shd w:val="clear" w:color="auto" w:fill="auto"/>
          </w:tcPr>
          <w:p w14:paraId="56DD28A0" w14:textId="77777777" w:rsidR="00040F5E" w:rsidRPr="005D3E43" w:rsidRDefault="00040F5E" w:rsidP="009F492C">
            <w:pPr>
              <w:pStyle w:val="acctfourfigures"/>
              <w:tabs>
                <w:tab w:val="clear" w:pos="765"/>
                <w:tab w:val="decimal" w:pos="848"/>
              </w:tabs>
              <w:spacing w:line="240" w:lineRule="atLeast"/>
              <w:ind w:right="-77"/>
              <w:rPr>
                <w:szCs w:val="22"/>
              </w:rPr>
            </w:pPr>
          </w:p>
        </w:tc>
        <w:tc>
          <w:tcPr>
            <w:tcW w:w="1349" w:type="dxa"/>
            <w:shd w:val="clear" w:color="auto" w:fill="auto"/>
          </w:tcPr>
          <w:p w14:paraId="7D6C560B" w14:textId="77777777" w:rsidR="00040F5E" w:rsidRPr="005D3E43" w:rsidRDefault="00040F5E" w:rsidP="007B5B81">
            <w:pPr>
              <w:pStyle w:val="acctfourfigures"/>
              <w:tabs>
                <w:tab w:val="clear" w:pos="765"/>
                <w:tab w:val="decimal" w:pos="548"/>
              </w:tabs>
              <w:spacing w:line="240" w:lineRule="atLeast"/>
              <w:ind w:right="-77"/>
              <w:rPr>
                <w:szCs w:val="22"/>
              </w:rPr>
            </w:pPr>
            <w:r w:rsidRPr="005D3E43">
              <w:rPr>
                <w:szCs w:val="22"/>
              </w:rPr>
              <w:t>-</w:t>
            </w:r>
          </w:p>
        </w:tc>
        <w:tc>
          <w:tcPr>
            <w:tcW w:w="180" w:type="dxa"/>
            <w:shd w:val="clear" w:color="auto" w:fill="auto"/>
          </w:tcPr>
          <w:p w14:paraId="402DCE9F" w14:textId="77777777" w:rsidR="00040F5E" w:rsidRPr="005D3E43" w:rsidRDefault="00040F5E" w:rsidP="009F492C">
            <w:pPr>
              <w:pStyle w:val="acctfourfigures"/>
              <w:tabs>
                <w:tab w:val="clear" w:pos="765"/>
                <w:tab w:val="decimal" w:pos="848"/>
              </w:tabs>
              <w:spacing w:line="240" w:lineRule="atLeast"/>
              <w:ind w:right="-77"/>
              <w:rPr>
                <w:szCs w:val="22"/>
              </w:rPr>
            </w:pPr>
          </w:p>
        </w:tc>
        <w:tc>
          <w:tcPr>
            <w:tcW w:w="1440" w:type="dxa"/>
            <w:shd w:val="clear" w:color="auto" w:fill="auto"/>
          </w:tcPr>
          <w:p w14:paraId="385C6F85" w14:textId="1DDD0FE2" w:rsidR="00040F5E" w:rsidRPr="005A4F1E" w:rsidRDefault="00040F5E" w:rsidP="00777F05">
            <w:pPr>
              <w:pStyle w:val="acctfourfigures"/>
              <w:tabs>
                <w:tab w:val="clear" w:pos="765"/>
                <w:tab w:val="decimal" w:pos="1091"/>
              </w:tabs>
              <w:spacing w:line="240" w:lineRule="atLeast"/>
              <w:ind w:right="-77"/>
              <w:rPr>
                <w:rFonts w:cstheme="minorBidi"/>
                <w:szCs w:val="28"/>
                <w:cs/>
                <w:lang w:bidi="th-TH"/>
              </w:rPr>
            </w:pPr>
            <w:r w:rsidRPr="005D3E43">
              <w:rPr>
                <w:szCs w:val="22"/>
              </w:rPr>
              <w:t>22,</w:t>
            </w:r>
            <w:r w:rsidR="005A4F1E">
              <w:rPr>
                <w:szCs w:val="22"/>
              </w:rPr>
              <w:t>109</w:t>
            </w:r>
          </w:p>
        </w:tc>
      </w:tr>
      <w:tr w:rsidR="00040F5E" w:rsidRPr="005D3E43" w14:paraId="34F6B710" w14:textId="77777777" w:rsidTr="00040F5E">
        <w:trPr>
          <w:cantSplit/>
        </w:trPr>
        <w:tc>
          <w:tcPr>
            <w:tcW w:w="3061" w:type="dxa"/>
            <w:shd w:val="clear" w:color="auto" w:fill="auto"/>
          </w:tcPr>
          <w:p w14:paraId="1CAD3E89" w14:textId="77777777" w:rsidR="00040F5E" w:rsidRPr="005D3E43" w:rsidRDefault="00040F5E" w:rsidP="00EA2207">
            <w:pPr>
              <w:spacing w:line="240" w:lineRule="atLeast"/>
              <w:ind w:left="180" w:hanging="180"/>
              <w:rPr>
                <w:b/>
                <w:bCs/>
                <w:szCs w:val="22"/>
              </w:rPr>
            </w:pPr>
          </w:p>
        </w:tc>
        <w:tc>
          <w:tcPr>
            <w:tcW w:w="1440" w:type="dxa"/>
          </w:tcPr>
          <w:p w14:paraId="3D44D7B9" w14:textId="77777777" w:rsidR="00040F5E" w:rsidRPr="005D3E43" w:rsidRDefault="00040F5E" w:rsidP="009A7840">
            <w:pPr>
              <w:pStyle w:val="acctfourfigures"/>
              <w:tabs>
                <w:tab w:val="clear" w:pos="765"/>
                <w:tab w:val="decimal" w:pos="1089"/>
              </w:tabs>
              <w:spacing w:line="240" w:lineRule="atLeast"/>
              <w:ind w:right="-77"/>
              <w:rPr>
                <w:i/>
                <w:iCs/>
                <w:szCs w:val="22"/>
              </w:rPr>
            </w:pPr>
          </w:p>
        </w:tc>
        <w:tc>
          <w:tcPr>
            <w:tcW w:w="180" w:type="dxa"/>
          </w:tcPr>
          <w:p w14:paraId="1514B8C4" w14:textId="77777777" w:rsidR="00040F5E" w:rsidRPr="005D3E43" w:rsidRDefault="00040F5E" w:rsidP="009F492C">
            <w:pPr>
              <w:pStyle w:val="acctfourfigures"/>
              <w:tabs>
                <w:tab w:val="clear" w:pos="765"/>
                <w:tab w:val="decimal" w:pos="848"/>
              </w:tabs>
              <w:spacing w:line="240" w:lineRule="atLeast"/>
              <w:ind w:right="-77"/>
              <w:rPr>
                <w:i/>
                <w:iCs/>
                <w:szCs w:val="22"/>
              </w:rPr>
            </w:pPr>
          </w:p>
        </w:tc>
        <w:tc>
          <w:tcPr>
            <w:tcW w:w="1440" w:type="dxa"/>
            <w:shd w:val="clear" w:color="auto" w:fill="auto"/>
          </w:tcPr>
          <w:p w14:paraId="5700E189" w14:textId="77777777" w:rsidR="00040F5E" w:rsidRPr="005D3E43" w:rsidRDefault="00040F5E" w:rsidP="00777F05">
            <w:pPr>
              <w:pStyle w:val="acctfourfigures"/>
              <w:tabs>
                <w:tab w:val="clear" w:pos="765"/>
                <w:tab w:val="decimal" w:pos="730"/>
                <w:tab w:val="decimal" w:pos="848"/>
              </w:tabs>
              <w:spacing w:line="240" w:lineRule="atLeast"/>
              <w:ind w:right="-77"/>
              <w:rPr>
                <w:i/>
                <w:iCs/>
                <w:szCs w:val="22"/>
              </w:rPr>
            </w:pPr>
          </w:p>
        </w:tc>
        <w:tc>
          <w:tcPr>
            <w:tcW w:w="181" w:type="dxa"/>
            <w:shd w:val="clear" w:color="auto" w:fill="auto"/>
          </w:tcPr>
          <w:p w14:paraId="57D936A9" w14:textId="77777777" w:rsidR="00040F5E" w:rsidRPr="005D3E43" w:rsidRDefault="00040F5E" w:rsidP="009F492C">
            <w:pPr>
              <w:pStyle w:val="acctfourfigures"/>
              <w:tabs>
                <w:tab w:val="clear" w:pos="765"/>
                <w:tab w:val="decimal" w:pos="848"/>
              </w:tabs>
              <w:spacing w:line="240" w:lineRule="atLeast"/>
              <w:ind w:right="-77"/>
              <w:rPr>
                <w:i/>
                <w:iCs/>
                <w:szCs w:val="22"/>
              </w:rPr>
            </w:pPr>
          </w:p>
        </w:tc>
        <w:tc>
          <w:tcPr>
            <w:tcW w:w="1349" w:type="dxa"/>
            <w:shd w:val="clear" w:color="auto" w:fill="auto"/>
          </w:tcPr>
          <w:p w14:paraId="4312CED5" w14:textId="77777777" w:rsidR="00040F5E" w:rsidRPr="005D3E43" w:rsidRDefault="00040F5E" w:rsidP="009F492C">
            <w:pPr>
              <w:pStyle w:val="acctfourfigures"/>
              <w:tabs>
                <w:tab w:val="clear" w:pos="765"/>
                <w:tab w:val="decimal" w:pos="848"/>
              </w:tabs>
              <w:spacing w:line="240" w:lineRule="atLeast"/>
              <w:ind w:right="-77"/>
              <w:rPr>
                <w:i/>
                <w:iCs/>
                <w:szCs w:val="22"/>
              </w:rPr>
            </w:pPr>
          </w:p>
        </w:tc>
        <w:tc>
          <w:tcPr>
            <w:tcW w:w="180" w:type="dxa"/>
            <w:shd w:val="clear" w:color="auto" w:fill="auto"/>
          </w:tcPr>
          <w:p w14:paraId="43958843" w14:textId="77777777" w:rsidR="00040F5E" w:rsidRPr="005D3E43" w:rsidRDefault="00040F5E" w:rsidP="009F492C">
            <w:pPr>
              <w:pStyle w:val="acctfourfigures"/>
              <w:tabs>
                <w:tab w:val="clear" w:pos="765"/>
                <w:tab w:val="decimal" w:pos="848"/>
              </w:tabs>
              <w:spacing w:line="240" w:lineRule="atLeast"/>
              <w:ind w:right="-77"/>
              <w:rPr>
                <w:i/>
                <w:iCs/>
                <w:szCs w:val="22"/>
              </w:rPr>
            </w:pPr>
          </w:p>
        </w:tc>
        <w:tc>
          <w:tcPr>
            <w:tcW w:w="1440" w:type="dxa"/>
            <w:shd w:val="clear" w:color="auto" w:fill="auto"/>
          </w:tcPr>
          <w:p w14:paraId="5A9945BC" w14:textId="77777777" w:rsidR="00040F5E" w:rsidRPr="005D3E43" w:rsidRDefault="00040F5E" w:rsidP="00777F05">
            <w:pPr>
              <w:pStyle w:val="acctfourfigures"/>
              <w:tabs>
                <w:tab w:val="clear" w:pos="765"/>
                <w:tab w:val="decimal" w:pos="1091"/>
              </w:tabs>
              <w:spacing w:line="240" w:lineRule="atLeast"/>
              <w:ind w:right="-77"/>
              <w:rPr>
                <w:i/>
                <w:iCs/>
                <w:szCs w:val="22"/>
              </w:rPr>
            </w:pPr>
          </w:p>
        </w:tc>
      </w:tr>
      <w:tr w:rsidR="00040F5E" w:rsidRPr="005D3E43" w14:paraId="0E726205" w14:textId="77777777" w:rsidTr="00040F5E">
        <w:trPr>
          <w:cantSplit/>
          <w:trHeight w:val="70"/>
        </w:trPr>
        <w:tc>
          <w:tcPr>
            <w:tcW w:w="3061" w:type="dxa"/>
            <w:shd w:val="clear" w:color="auto" w:fill="auto"/>
          </w:tcPr>
          <w:p w14:paraId="77D9A884" w14:textId="2B03E9A1" w:rsidR="00040F5E" w:rsidRPr="005D3E43" w:rsidRDefault="00040F5E" w:rsidP="008B2D35">
            <w:pPr>
              <w:spacing w:line="240" w:lineRule="atLeast"/>
              <w:ind w:left="180" w:right="-79" w:hanging="180"/>
              <w:rPr>
                <w:b/>
                <w:bCs/>
                <w:i/>
                <w:iCs/>
                <w:szCs w:val="22"/>
              </w:rPr>
            </w:pPr>
            <w:r w:rsidRPr="005D3E43">
              <w:rPr>
                <w:b/>
                <w:bCs/>
                <w:i/>
                <w:iCs/>
                <w:szCs w:val="22"/>
              </w:rPr>
              <w:t>Financial liabilities</w:t>
            </w:r>
          </w:p>
        </w:tc>
        <w:tc>
          <w:tcPr>
            <w:tcW w:w="1440" w:type="dxa"/>
          </w:tcPr>
          <w:p w14:paraId="7422C9A2" w14:textId="77777777" w:rsidR="00040F5E" w:rsidRPr="005D3E43" w:rsidRDefault="00040F5E" w:rsidP="009A7840">
            <w:pPr>
              <w:pStyle w:val="acctfourfigures"/>
              <w:tabs>
                <w:tab w:val="clear" w:pos="765"/>
                <w:tab w:val="decimal" w:pos="1089"/>
              </w:tabs>
              <w:spacing w:line="240" w:lineRule="atLeast"/>
              <w:ind w:right="-77"/>
              <w:rPr>
                <w:szCs w:val="22"/>
              </w:rPr>
            </w:pPr>
          </w:p>
        </w:tc>
        <w:tc>
          <w:tcPr>
            <w:tcW w:w="180" w:type="dxa"/>
          </w:tcPr>
          <w:p w14:paraId="759E4B74" w14:textId="77777777" w:rsidR="00040F5E" w:rsidRPr="005D3E43" w:rsidRDefault="00040F5E" w:rsidP="009F492C">
            <w:pPr>
              <w:pStyle w:val="acctfourfigures"/>
              <w:tabs>
                <w:tab w:val="clear" w:pos="765"/>
                <w:tab w:val="decimal" w:pos="848"/>
              </w:tabs>
              <w:spacing w:line="240" w:lineRule="atLeast"/>
              <w:ind w:right="-77"/>
              <w:rPr>
                <w:i/>
                <w:iCs/>
                <w:szCs w:val="22"/>
              </w:rPr>
            </w:pPr>
          </w:p>
        </w:tc>
        <w:tc>
          <w:tcPr>
            <w:tcW w:w="1440" w:type="dxa"/>
            <w:shd w:val="clear" w:color="auto" w:fill="auto"/>
          </w:tcPr>
          <w:p w14:paraId="54C187DE" w14:textId="77777777" w:rsidR="00040F5E" w:rsidRPr="005D3E43" w:rsidRDefault="00040F5E" w:rsidP="00777F05">
            <w:pPr>
              <w:pStyle w:val="acctfourfigures"/>
              <w:tabs>
                <w:tab w:val="clear" w:pos="765"/>
                <w:tab w:val="decimal" w:pos="730"/>
                <w:tab w:val="decimal" w:pos="848"/>
              </w:tabs>
              <w:spacing w:line="240" w:lineRule="atLeast"/>
              <w:ind w:right="-77"/>
              <w:rPr>
                <w:i/>
                <w:iCs/>
                <w:szCs w:val="22"/>
              </w:rPr>
            </w:pPr>
          </w:p>
        </w:tc>
        <w:tc>
          <w:tcPr>
            <w:tcW w:w="181" w:type="dxa"/>
            <w:shd w:val="clear" w:color="auto" w:fill="auto"/>
          </w:tcPr>
          <w:p w14:paraId="1F862AB0" w14:textId="77777777" w:rsidR="00040F5E" w:rsidRPr="005D3E43" w:rsidRDefault="00040F5E" w:rsidP="009F492C">
            <w:pPr>
              <w:pStyle w:val="acctfourfigures"/>
              <w:tabs>
                <w:tab w:val="clear" w:pos="765"/>
                <w:tab w:val="decimal" w:pos="848"/>
              </w:tabs>
              <w:spacing w:line="240" w:lineRule="atLeast"/>
              <w:ind w:right="-77"/>
              <w:rPr>
                <w:i/>
                <w:iCs/>
                <w:szCs w:val="22"/>
              </w:rPr>
            </w:pPr>
          </w:p>
        </w:tc>
        <w:tc>
          <w:tcPr>
            <w:tcW w:w="1349" w:type="dxa"/>
            <w:shd w:val="clear" w:color="auto" w:fill="auto"/>
          </w:tcPr>
          <w:p w14:paraId="79207002" w14:textId="77777777" w:rsidR="00040F5E" w:rsidRPr="005D3E43" w:rsidRDefault="00040F5E" w:rsidP="009F492C">
            <w:pPr>
              <w:pStyle w:val="acctfourfigures"/>
              <w:tabs>
                <w:tab w:val="clear" w:pos="765"/>
                <w:tab w:val="decimal" w:pos="848"/>
              </w:tabs>
              <w:spacing w:line="240" w:lineRule="atLeast"/>
              <w:ind w:right="-77"/>
              <w:rPr>
                <w:i/>
                <w:iCs/>
                <w:szCs w:val="22"/>
              </w:rPr>
            </w:pPr>
          </w:p>
        </w:tc>
        <w:tc>
          <w:tcPr>
            <w:tcW w:w="180" w:type="dxa"/>
            <w:shd w:val="clear" w:color="auto" w:fill="auto"/>
          </w:tcPr>
          <w:p w14:paraId="6C760744" w14:textId="77777777" w:rsidR="00040F5E" w:rsidRPr="005D3E43" w:rsidRDefault="00040F5E" w:rsidP="009F492C">
            <w:pPr>
              <w:pStyle w:val="acctfourfigures"/>
              <w:tabs>
                <w:tab w:val="clear" w:pos="765"/>
                <w:tab w:val="decimal" w:pos="848"/>
              </w:tabs>
              <w:spacing w:line="240" w:lineRule="atLeast"/>
              <w:ind w:right="-77"/>
              <w:rPr>
                <w:i/>
                <w:iCs/>
                <w:szCs w:val="22"/>
              </w:rPr>
            </w:pPr>
          </w:p>
        </w:tc>
        <w:tc>
          <w:tcPr>
            <w:tcW w:w="1440" w:type="dxa"/>
            <w:shd w:val="clear" w:color="auto" w:fill="auto"/>
          </w:tcPr>
          <w:p w14:paraId="0701B65D" w14:textId="77777777" w:rsidR="00040F5E" w:rsidRPr="005D3E43" w:rsidRDefault="00040F5E" w:rsidP="00777F05">
            <w:pPr>
              <w:pStyle w:val="acctfourfigures"/>
              <w:tabs>
                <w:tab w:val="clear" w:pos="765"/>
                <w:tab w:val="decimal" w:pos="1091"/>
              </w:tabs>
              <w:spacing w:line="240" w:lineRule="atLeast"/>
              <w:ind w:right="-77"/>
              <w:rPr>
                <w:i/>
                <w:iCs/>
                <w:szCs w:val="22"/>
              </w:rPr>
            </w:pPr>
          </w:p>
        </w:tc>
      </w:tr>
      <w:tr w:rsidR="00040F5E" w:rsidRPr="005D3E43" w14:paraId="36FD7FB6" w14:textId="77777777" w:rsidTr="00040F5E">
        <w:trPr>
          <w:cantSplit/>
          <w:trHeight w:val="70"/>
        </w:trPr>
        <w:tc>
          <w:tcPr>
            <w:tcW w:w="3061" w:type="dxa"/>
            <w:shd w:val="clear" w:color="auto" w:fill="auto"/>
          </w:tcPr>
          <w:p w14:paraId="55271E13" w14:textId="77777777" w:rsidR="00040F5E" w:rsidRPr="005D3E43" w:rsidRDefault="00040F5E" w:rsidP="003F5B03">
            <w:pPr>
              <w:spacing w:line="240" w:lineRule="atLeast"/>
              <w:rPr>
                <w:szCs w:val="22"/>
              </w:rPr>
            </w:pPr>
            <w:r w:rsidRPr="005D3E43">
              <w:rPr>
                <w:szCs w:val="22"/>
              </w:rPr>
              <w:t>Loans from financial institutions</w:t>
            </w:r>
          </w:p>
        </w:tc>
        <w:tc>
          <w:tcPr>
            <w:tcW w:w="1440" w:type="dxa"/>
          </w:tcPr>
          <w:p w14:paraId="58B9AAF3" w14:textId="77777777" w:rsidR="00040F5E" w:rsidRPr="005D3E43" w:rsidRDefault="00040F5E" w:rsidP="009A7840">
            <w:pPr>
              <w:pStyle w:val="acctfourfigures"/>
              <w:tabs>
                <w:tab w:val="clear" w:pos="765"/>
                <w:tab w:val="decimal" w:pos="1089"/>
              </w:tabs>
              <w:spacing w:line="240" w:lineRule="atLeast"/>
              <w:rPr>
                <w:szCs w:val="22"/>
              </w:rPr>
            </w:pPr>
            <w:r w:rsidRPr="005D3E43">
              <w:rPr>
                <w:szCs w:val="22"/>
              </w:rPr>
              <w:t>(3,902)</w:t>
            </w:r>
          </w:p>
        </w:tc>
        <w:tc>
          <w:tcPr>
            <w:tcW w:w="180" w:type="dxa"/>
          </w:tcPr>
          <w:p w14:paraId="65E00344" w14:textId="77777777" w:rsidR="00040F5E" w:rsidRPr="005D3E43" w:rsidRDefault="00040F5E" w:rsidP="003F5B03">
            <w:pPr>
              <w:pStyle w:val="acctfourfigures"/>
              <w:tabs>
                <w:tab w:val="clear" w:pos="765"/>
                <w:tab w:val="decimal" w:pos="848"/>
              </w:tabs>
              <w:spacing w:line="240" w:lineRule="atLeast"/>
              <w:rPr>
                <w:szCs w:val="22"/>
              </w:rPr>
            </w:pPr>
          </w:p>
        </w:tc>
        <w:tc>
          <w:tcPr>
            <w:tcW w:w="1440" w:type="dxa"/>
            <w:shd w:val="clear" w:color="auto" w:fill="auto"/>
          </w:tcPr>
          <w:p w14:paraId="5DEA437C" w14:textId="77777777" w:rsidR="00040F5E" w:rsidRPr="005D3E43" w:rsidRDefault="00040F5E" w:rsidP="00777F05">
            <w:pPr>
              <w:pStyle w:val="acctfourfigures"/>
              <w:tabs>
                <w:tab w:val="clear" w:pos="765"/>
                <w:tab w:val="decimal" w:pos="730"/>
              </w:tabs>
              <w:spacing w:line="240" w:lineRule="atLeast"/>
              <w:rPr>
                <w:szCs w:val="22"/>
              </w:rPr>
            </w:pPr>
            <w:r w:rsidRPr="005D3E43">
              <w:rPr>
                <w:szCs w:val="22"/>
              </w:rPr>
              <w:t>-</w:t>
            </w:r>
          </w:p>
        </w:tc>
        <w:tc>
          <w:tcPr>
            <w:tcW w:w="181" w:type="dxa"/>
            <w:shd w:val="clear" w:color="auto" w:fill="auto"/>
          </w:tcPr>
          <w:p w14:paraId="7F2BC894" w14:textId="77777777" w:rsidR="00040F5E" w:rsidRPr="005D3E43" w:rsidRDefault="00040F5E" w:rsidP="003F5B03">
            <w:pPr>
              <w:pStyle w:val="acctfourfigures"/>
              <w:tabs>
                <w:tab w:val="clear" w:pos="765"/>
                <w:tab w:val="decimal" w:pos="848"/>
              </w:tabs>
              <w:spacing w:line="240" w:lineRule="atLeast"/>
              <w:rPr>
                <w:szCs w:val="22"/>
              </w:rPr>
            </w:pPr>
          </w:p>
        </w:tc>
        <w:tc>
          <w:tcPr>
            <w:tcW w:w="1349" w:type="dxa"/>
            <w:shd w:val="clear" w:color="auto" w:fill="auto"/>
          </w:tcPr>
          <w:p w14:paraId="4DBAE27B" w14:textId="77777777" w:rsidR="00040F5E" w:rsidRPr="005D3E43" w:rsidRDefault="00040F5E" w:rsidP="007B5B81">
            <w:pPr>
              <w:pStyle w:val="acctfourfigures"/>
              <w:tabs>
                <w:tab w:val="clear" w:pos="765"/>
                <w:tab w:val="decimal" w:pos="548"/>
              </w:tabs>
              <w:spacing w:line="240" w:lineRule="atLeast"/>
              <w:rPr>
                <w:szCs w:val="22"/>
              </w:rPr>
            </w:pPr>
            <w:r w:rsidRPr="005D3E43">
              <w:rPr>
                <w:szCs w:val="22"/>
              </w:rPr>
              <w:t>-</w:t>
            </w:r>
          </w:p>
        </w:tc>
        <w:tc>
          <w:tcPr>
            <w:tcW w:w="180" w:type="dxa"/>
            <w:shd w:val="clear" w:color="auto" w:fill="auto"/>
          </w:tcPr>
          <w:p w14:paraId="158F6752" w14:textId="77777777" w:rsidR="00040F5E" w:rsidRPr="005D3E43" w:rsidRDefault="00040F5E" w:rsidP="003F5B03">
            <w:pPr>
              <w:pStyle w:val="acctfourfigures"/>
              <w:tabs>
                <w:tab w:val="clear" w:pos="765"/>
                <w:tab w:val="decimal" w:pos="848"/>
              </w:tabs>
              <w:spacing w:line="240" w:lineRule="atLeast"/>
              <w:rPr>
                <w:szCs w:val="22"/>
              </w:rPr>
            </w:pPr>
          </w:p>
        </w:tc>
        <w:tc>
          <w:tcPr>
            <w:tcW w:w="1440" w:type="dxa"/>
            <w:shd w:val="clear" w:color="auto" w:fill="auto"/>
          </w:tcPr>
          <w:p w14:paraId="397B7813" w14:textId="77777777" w:rsidR="00040F5E" w:rsidRPr="005D3E43" w:rsidRDefault="00040F5E" w:rsidP="00777F05">
            <w:pPr>
              <w:pStyle w:val="acctfourfigures"/>
              <w:tabs>
                <w:tab w:val="clear" w:pos="765"/>
                <w:tab w:val="decimal" w:pos="1091"/>
              </w:tabs>
              <w:spacing w:line="240" w:lineRule="atLeast"/>
              <w:rPr>
                <w:szCs w:val="22"/>
              </w:rPr>
            </w:pPr>
            <w:r w:rsidRPr="005D3E43">
              <w:rPr>
                <w:szCs w:val="22"/>
              </w:rPr>
              <w:t>(3,870)</w:t>
            </w:r>
          </w:p>
        </w:tc>
      </w:tr>
      <w:tr w:rsidR="00040F5E" w:rsidRPr="005D3E43" w14:paraId="181A4028" w14:textId="77777777" w:rsidTr="00040F5E">
        <w:trPr>
          <w:cantSplit/>
        </w:trPr>
        <w:tc>
          <w:tcPr>
            <w:tcW w:w="3061" w:type="dxa"/>
            <w:shd w:val="clear" w:color="auto" w:fill="auto"/>
            <w:vAlign w:val="bottom"/>
          </w:tcPr>
          <w:p w14:paraId="36194D13" w14:textId="77777777" w:rsidR="00040F5E" w:rsidRPr="005D3E43" w:rsidRDefault="00040F5E" w:rsidP="00EA2207">
            <w:pPr>
              <w:spacing w:line="240" w:lineRule="atLeast"/>
              <w:rPr>
                <w:i/>
                <w:szCs w:val="22"/>
              </w:rPr>
            </w:pPr>
            <w:r w:rsidRPr="005D3E43">
              <w:rPr>
                <w:szCs w:val="22"/>
              </w:rPr>
              <w:t>Loans from related parties</w:t>
            </w:r>
          </w:p>
        </w:tc>
        <w:tc>
          <w:tcPr>
            <w:tcW w:w="1440" w:type="dxa"/>
            <w:vAlign w:val="bottom"/>
          </w:tcPr>
          <w:p w14:paraId="03AE9139" w14:textId="77777777" w:rsidR="00040F5E" w:rsidRPr="005D3E43" w:rsidRDefault="00040F5E" w:rsidP="009A7840">
            <w:pPr>
              <w:pStyle w:val="acctfourfigures"/>
              <w:tabs>
                <w:tab w:val="clear" w:pos="765"/>
                <w:tab w:val="decimal" w:pos="1089"/>
              </w:tabs>
              <w:spacing w:line="240" w:lineRule="atLeast"/>
              <w:ind w:right="-77"/>
              <w:rPr>
                <w:szCs w:val="22"/>
              </w:rPr>
            </w:pPr>
            <w:r w:rsidRPr="005D3E43">
              <w:rPr>
                <w:szCs w:val="22"/>
              </w:rPr>
              <w:t>(171)</w:t>
            </w:r>
          </w:p>
        </w:tc>
        <w:tc>
          <w:tcPr>
            <w:tcW w:w="180" w:type="dxa"/>
            <w:vAlign w:val="bottom"/>
          </w:tcPr>
          <w:p w14:paraId="5B05D77A" w14:textId="77777777" w:rsidR="00040F5E" w:rsidRPr="005D3E43" w:rsidRDefault="00040F5E" w:rsidP="009F492C">
            <w:pPr>
              <w:pStyle w:val="acctfourfigures"/>
              <w:tabs>
                <w:tab w:val="clear" w:pos="765"/>
                <w:tab w:val="decimal" w:pos="848"/>
              </w:tabs>
              <w:spacing w:line="240" w:lineRule="atLeast"/>
              <w:ind w:right="-77"/>
              <w:rPr>
                <w:szCs w:val="22"/>
              </w:rPr>
            </w:pPr>
          </w:p>
        </w:tc>
        <w:tc>
          <w:tcPr>
            <w:tcW w:w="1440" w:type="dxa"/>
            <w:shd w:val="clear" w:color="auto" w:fill="auto"/>
            <w:vAlign w:val="bottom"/>
          </w:tcPr>
          <w:p w14:paraId="0A283DC3" w14:textId="77777777" w:rsidR="00040F5E" w:rsidRPr="005D3E43" w:rsidRDefault="00040F5E" w:rsidP="00777F05">
            <w:pPr>
              <w:pStyle w:val="acctfourfigures"/>
              <w:tabs>
                <w:tab w:val="clear" w:pos="765"/>
                <w:tab w:val="decimal" w:pos="730"/>
              </w:tabs>
              <w:spacing w:line="240" w:lineRule="atLeast"/>
              <w:ind w:right="-77"/>
              <w:rPr>
                <w:szCs w:val="22"/>
              </w:rPr>
            </w:pPr>
            <w:r w:rsidRPr="005D3E43">
              <w:rPr>
                <w:szCs w:val="22"/>
              </w:rPr>
              <w:t>-</w:t>
            </w:r>
          </w:p>
        </w:tc>
        <w:tc>
          <w:tcPr>
            <w:tcW w:w="181" w:type="dxa"/>
            <w:shd w:val="clear" w:color="auto" w:fill="auto"/>
            <w:vAlign w:val="bottom"/>
          </w:tcPr>
          <w:p w14:paraId="44D61E88" w14:textId="77777777" w:rsidR="00040F5E" w:rsidRPr="005D3E43" w:rsidRDefault="00040F5E" w:rsidP="009F492C">
            <w:pPr>
              <w:pStyle w:val="acctfourfigures"/>
              <w:tabs>
                <w:tab w:val="clear" w:pos="765"/>
                <w:tab w:val="decimal" w:pos="848"/>
              </w:tabs>
              <w:spacing w:line="240" w:lineRule="atLeast"/>
              <w:ind w:right="-77"/>
              <w:rPr>
                <w:szCs w:val="22"/>
              </w:rPr>
            </w:pPr>
          </w:p>
        </w:tc>
        <w:tc>
          <w:tcPr>
            <w:tcW w:w="1349" w:type="dxa"/>
            <w:shd w:val="clear" w:color="auto" w:fill="auto"/>
            <w:vAlign w:val="bottom"/>
          </w:tcPr>
          <w:p w14:paraId="655E2630" w14:textId="77777777" w:rsidR="00040F5E" w:rsidRPr="005D3E43" w:rsidRDefault="00040F5E" w:rsidP="007B5B81">
            <w:pPr>
              <w:pStyle w:val="acctfourfigures"/>
              <w:tabs>
                <w:tab w:val="clear" w:pos="765"/>
                <w:tab w:val="decimal" w:pos="548"/>
              </w:tabs>
              <w:spacing w:line="240" w:lineRule="atLeast"/>
              <w:ind w:right="-77"/>
              <w:rPr>
                <w:szCs w:val="22"/>
              </w:rPr>
            </w:pPr>
            <w:r w:rsidRPr="005D3E43">
              <w:rPr>
                <w:szCs w:val="22"/>
              </w:rPr>
              <w:t>-</w:t>
            </w:r>
          </w:p>
        </w:tc>
        <w:tc>
          <w:tcPr>
            <w:tcW w:w="180" w:type="dxa"/>
            <w:shd w:val="clear" w:color="auto" w:fill="auto"/>
            <w:vAlign w:val="bottom"/>
          </w:tcPr>
          <w:p w14:paraId="67EBF705" w14:textId="77777777" w:rsidR="00040F5E" w:rsidRPr="005D3E43" w:rsidRDefault="00040F5E" w:rsidP="009F492C">
            <w:pPr>
              <w:pStyle w:val="acctfourfigures"/>
              <w:tabs>
                <w:tab w:val="clear" w:pos="765"/>
                <w:tab w:val="decimal" w:pos="848"/>
              </w:tabs>
              <w:spacing w:line="240" w:lineRule="atLeast"/>
              <w:ind w:right="-77"/>
              <w:rPr>
                <w:szCs w:val="22"/>
              </w:rPr>
            </w:pPr>
          </w:p>
        </w:tc>
        <w:tc>
          <w:tcPr>
            <w:tcW w:w="1440" w:type="dxa"/>
            <w:shd w:val="clear" w:color="auto" w:fill="auto"/>
            <w:vAlign w:val="bottom"/>
          </w:tcPr>
          <w:p w14:paraId="6270771F" w14:textId="77777777" w:rsidR="00040F5E" w:rsidRPr="005D3E43" w:rsidRDefault="00040F5E" w:rsidP="00777F05">
            <w:pPr>
              <w:pStyle w:val="acctfourfigures"/>
              <w:tabs>
                <w:tab w:val="clear" w:pos="765"/>
                <w:tab w:val="decimal" w:pos="1091"/>
              </w:tabs>
              <w:spacing w:line="240" w:lineRule="atLeast"/>
              <w:rPr>
                <w:szCs w:val="22"/>
              </w:rPr>
            </w:pPr>
            <w:r w:rsidRPr="005D3E43">
              <w:rPr>
                <w:szCs w:val="22"/>
              </w:rPr>
              <w:t>(171)</w:t>
            </w:r>
          </w:p>
        </w:tc>
      </w:tr>
      <w:tr w:rsidR="00040F5E" w:rsidRPr="005D3E43" w14:paraId="79B9C4EE" w14:textId="77777777" w:rsidTr="00040F5E">
        <w:trPr>
          <w:cantSplit/>
        </w:trPr>
        <w:tc>
          <w:tcPr>
            <w:tcW w:w="3061" w:type="dxa"/>
            <w:shd w:val="clear" w:color="auto" w:fill="auto"/>
            <w:vAlign w:val="bottom"/>
          </w:tcPr>
          <w:p w14:paraId="421C0198" w14:textId="77777777" w:rsidR="00040F5E" w:rsidRPr="005D3E43" w:rsidRDefault="00040F5E" w:rsidP="007B5B81">
            <w:pPr>
              <w:spacing w:line="240" w:lineRule="atLeast"/>
              <w:rPr>
                <w:szCs w:val="22"/>
              </w:rPr>
            </w:pPr>
            <w:r w:rsidRPr="005D3E43">
              <w:rPr>
                <w:szCs w:val="22"/>
              </w:rPr>
              <w:t>Debentures</w:t>
            </w:r>
          </w:p>
        </w:tc>
        <w:tc>
          <w:tcPr>
            <w:tcW w:w="1440" w:type="dxa"/>
            <w:vAlign w:val="bottom"/>
          </w:tcPr>
          <w:p w14:paraId="4775ED80" w14:textId="77777777" w:rsidR="00040F5E" w:rsidRPr="005D3E43" w:rsidRDefault="00040F5E" w:rsidP="009A7840">
            <w:pPr>
              <w:pStyle w:val="acctfourfigures"/>
              <w:tabs>
                <w:tab w:val="clear" w:pos="765"/>
                <w:tab w:val="decimal" w:pos="1089"/>
              </w:tabs>
              <w:spacing w:line="240" w:lineRule="atLeast"/>
              <w:ind w:right="-77"/>
              <w:rPr>
                <w:szCs w:val="22"/>
                <w:lang w:val="en-US" w:bidi="th-TH"/>
              </w:rPr>
            </w:pPr>
            <w:r w:rsidRPr="005D3E43">
              <w:rPr>
                <w:szCs w:val="22"/>
                <w:lang w:val="en-US" w:bidi="th-TH"/>
              </w:rPr>
              <w:t>(3,845)</w:t>
            </w:r>
          </w:p>
        </w:tc>
        <w:tc>
          <w:tcPr>
            <w:tcW w:w="180" w:type="dxa"/>
            <w:vAlign w:val="bottom"/>
          </w:tcPr>
          <w:p w14:paraId="122513B5" w14:textId="77777777" w:rsidR="00040F5E" w:rsidRPr="005D3E43" w:rsidRDefault="00040F5E" w:rsidP="007B5B81">
            <w:pPr>
              <w:pStyle w:val="acctfourfigures"/>
              <w:tabs>
                <w:tab w:val="clear" w:pos="765"/>
                <w:tab w:val="decimal" w:pos="848"/>
              </w:tabs>
              <w:spacing w:line="240" w:lineRule="atLeast"/>
              <w:ind w:right="-77"/>
              <w:rPr>
                <w:szCs w:val="22"/>
              </w:rPr>
            </w:pPr>
          </w:p>
        </w:tc>
        <w:tc>
          <w:tcPr>
            <w:tcW w:w="1440" w:type="dxa"/>
            <w:shd w:val="clear" w:color="auto" w:fill="auto"/>
            <w:vAlign w:val="bottom"/>
          </w:tcPr>
          <w:p w14:paraId="3371AFD1" w14:textId="77777777" w:rsidR="00040F5E" w:rsidRPr="005D3E43" w:rsidRDefault="00040F5E" w:rsidP="00777F05">
            <w:pPr>
              <w:pStyle w:val="acctfourfigures"/>
              <w:tabs>
                <w:tab w:val="clear" w:pos="765"/>
                <w:tab w:val="decimal" w:pos="730"/>
              </w:tabs>
              <w:spacing w:line="240" w:lineRule="atLeast"/>
              <w:ind w:right="-77"/>
              <w:rPr>
                <w:szCs w:val="22"/>
              </w:rPr>
            </w:pPr>
            <w:r w:rsidRPr="005D3E43">
              <w:rPr>
                <w:szCs w:val="22"/>
              </w:rPr>
              <w:t>-</w:t>
            </w:r>
          </w:p>
        </w:tc>
        <w:tc>
          <w:tcPr>
            <w:tcW w:w="181" w:type="dxa"/>
            <w:shd w:val="clear" w:color="auto" w:fill="auto"/>
            <w:vAlign w:val="bottom"/>
          </w:tcPr>
          <w:p w14:paraId="2B72AD15" w14:textId="77777777" w:rsidR="00040F5E" w:rsidRPr="005D3E43" w:rsidRDefault="00040F5E" w:rsidP="007B5B81">
            <w:pPr>
              <w:pStyle w:val="acctfourfigures"/>
              <w:tabs>
                <w:tab w:val="clear" w:pos="765"/>
                <w:tab w:val="decimal" w:pos="848"/>
              </w:tabs>
              <w:spacing w:line="240" w:lineRule="atLeast"/>
              <w:ind w:right="-77"/>
              <w:rPr>
                <w:szCs w:val="22"/>
              </w:rPr>
            </w:pPr>
          </w:p>
        </w:tc>
        <w:tc>
          <w:tcPr>
            <w:tcW w:w="1349" w:type="dxa"/>
            <w:shd w:val="clear" w:color="auto" w:fill="auto"/>
            <w:vAlign w:val="bottom"/>
          </w:tcPr>
          <w:p w14:paraId="6966D565" w14:textId="77777777" w:rsidR="00040F5E" w:rsidRPr="005D3E43" w:rsidRDefault="00040F5E" w:rsidP="007B5B81">
            <w:pPr>
              <w:pStyle w:val="acctfourfigures"/>
              <w:tabs>
                <w:tab w:val="clear" w:pos="765"/>
                <w:tab w:val="decimal" w:pos="848"/>
              </w:tabs>
              <w:spacing w:line="240" w:lineRule="atLeast"/>
              <w:ind w:right="-77"/>
              <w:rPr>
                <w:szCs w:val="22"/>
              </w:rPr>
            </w:pPr>
            <w:r w:rsidRPr="005D3E43">
              <w:rPr>
                <w:szCs w:val="22"/>
              </w:rPr>
              <w:t>(3,903)</w:t>
            </w:r>
          </w:p>
        </w:tc>
        <w:tc>
          <w:tcPr>
            <w:tcW w:w="180" w:type="dxa"/>
            <w:shd w:val="clear" w:color="auto" w:fill="auto"/>
            <w:vAlign w:val="bottom"/>
          </w:tcPr>
          <w:p w14:paraId="29156A92" w14:textId="77777777" w:rsidR="00040F5E" w:rsidRPr="005D3E43" w:rsidRDefault="00040F5E" w:rsidP="007B5B81">
            <w:pPr>
              <w:pStyle w:val="acctfourfigures"/>
              <w:tabs>
                <w:tab w:val="clear" w:pos="765"/>
                <w:tab w:val="decimal" w:pos="848"/>
              </w:tabs>
              <w:spacing w:line="240" w:lineRule="atLeast"/>
              <w:ind w:right="-77"/>
              <w:rPr>
                <w:szCs w:val="22"/>
              </w:rPr>
            </w:pPr>
          </w:p>
        </w:tc>
        <w:tc>
          <w:tcPr>
            <w:tcW w:w="1440" w:type="dxa"/>
            <w:shd w:val="clear" w:color="auto" w:fill="auto"/>
            <w:vAlign w:val="bottom"/>
          </w:tcPr>
          <w:p w14:paraId="35A62594" w14:textId="77777777" w:rsidR="00040F5E" w:rsidRPr="005D3E43" w:rsidRDefault="00040F5E" w:rsidP="00777F05">
            <w:pPr>
              <w:pStyle w:val="acctfourfigures"/>
              <w:tabs>
                <w:tab w:val="clear" w:pos="765"/>
                <w:tab w:val="decimal" w:pos="821"/>
              </w:tabs>
              <w:spacing w:line="240" w:lineRule="atLeast"/>
              <w:ind w:right="-77"/>
              <w:rPr>
                <w:szCs w:val="22"/>
              </w:rPr>
            </w:pPr>
            <w:r w:rsidRPr="005D3E43">
              <w:rPr>
                <w:szCs w:val="22"/>
              </w:rPr>
              <w:t>-</w:t>
            </w:r>
          </w:p>
        </w:tc>
      </w:tr>
    </w:tbl>
    <w:p w14:paraId="66C4E5A1" w14:textId="77777777" w:rsidR="00AE41B5" w:rsidRPr="00B731D2" w:rsidRDefault="00AE41B5" w:rsidP="007B5B81">
      <w:pPr>
        <w:spacing w:line="240" w:lineRule="atLeast"/>
        <w:jc w:val="thaiDistribute"/>
        <w:rPr>
          <w:sz w:val="12"/>
          <w:szCs w:val="16"/>
          <w:lang w:bidi="th-TH"/>
        </w:rPr>
      </w:pPr>
    </w:p>
    <w:tbl>
      <w:tblPr>
        <w:tblW w:w="9270" w:type="dxa"/>
        <w:tblInd w:w="450" w:type="dxa"/>
        <w:tblLayout w:type="fixed"/>
        <w:tblCellMar>
          <w:left w:w="79" w:type="dxa"/>
          <w:right w:w="79" w:type="dxa"/>
        </w:tblCellMar>
        <w:tblLook w:val="0000" w:firstRow="0" w:lastRow="0" w:firstColumn="0" w:lastColumn="0" w:noHBand="0" w:noVBand="0"/>
      </w:tblPr>
      <w:tblGrid>
        <w:gridCol w:w="3060"/>
        <w:gridCol w:w="1440"/>
        <w:gridCol w:w="180"/>
        <w:gridCol w:w="1440"/>
        <w:gridCol w:w="181"/>
        <w:gridCol w:w="1349"/>
        <w:gridCol w:w="180"/>
        <w:gridCol w:w="1440"/>
      </w:tblGrid>
      <w:tr w:rsidR="00516DD3" w:rsidRPr="005D3E43" w14:paraId="56D187C7" w14:textId="77777777" w:rsidTr="00040F5E">
        <w:trPr>
          <w:cantSplit/>
          <w:trHeight w:val="236"/>
          <w:tblHeader/>
        </w:trPr>
        <w:tc>
          <w:tcPr>
            <w:tcW w:w="3060" w:type="dxa"/>
            <w:shd w:val="clear" w:color="auto" w:fill="auto"/>
            <w:vAlign w:val="bottom"/>
          </w:tcPr>
          <w:p w14:paraId="2AAA4567" w14:textId="77777777" w:rsidR="00516DD3" w:rsidRPr="005D3E43" w:rsidRDefault="00516DD3" w:rsidP="00B016DD">
            <w:pPr>
              <w:pStyle w:val="acctfourfigures"/>
              <w:tabs>
                <w:tab w:val="clear" w:pos="765"/>
                <w:tab w:val="decimal" w:pos="371"/>
              </w:tabs>
              <w:spacing w:line="240" w:lineRule="atLeast"/>
              <w:ind w:left="11" w:right="-79"/>
              <w:rPr>
                <w:b/>
                <w:bCs/>
                <w:i/>
                <w:szCs w:val="22"/>
              </w:rPr>
            </w:pPr>
          </w:p>
        </w:tc>
        <w:tc>
          <w:tcPr>
            <w:tcW w:w="6210" w:type="dxa"/>
            <w:gridSpan w:val="7"/>
            <w:vAlign w:val="bottom"/>
          </w:tcPr>
          <w:p w14:paraId="61355A2E" w14:textId="77777777" w:rsidR="00516DD3" w:rsidRPr="005D3E43" w:rsidRDefault="00516DD3" w:rsidP="00B016DD">
            <w:pPr>
              <w:pStyle w:val="acctfourfigures"/>
              <w:tabs>
                <w:tab w:val="clear" w:pos="765"/>
                <w:tab w:val="decimal" w:pos="371"/>
              </w:tabs>
              <w:spacing w:line="240" w:lineRule="atLeast"/>
              <w:ind w:left="-79" w:right="-79"/>
              <w:jc w:val="center"/>
              <w:rPr>
                <w:b/>
                <w:bCs/>
                <w:szCs w:val="22"/>
              </w:rPr>
            </w:pPr>
            <w:r w:rsidRPr="005D3E43">
              <w:rPr>
                <w:b/>
                <w:bCs/>
                <w:szCs w:val="22"/>
              </w:rPr>
              <w:t>Separate financial statements</w:t>
            </w:r>
          </w:p>
        </w:tc>
      </w:tr>
      <w:tr w:rsidR="00516DD3" w:rsidRPr="005D3E43" w14:paraId="0493B88A" w14:textId="77777777" w:rsidTr="00040F5E">
        <w:trPr>
          <w:cantSplit/>
          <w:trHeight w:val="453"/>
          <w:tblHeader/>
        </w:trPr>
        <w:tc>
          <w:tcPr>
            <w:tcW w:w="3060" w:type="dxa"/>
            <w:shd w:val="clear" w:color="auto" w:fill="auto"/>
            <w:vAlign w:val="bottom"/>
          </w:tcPr>
          <w:p w14:paraId="3F52BACE" w14:textId="77777777" w:rsidR="00516DD3" w:rsidRPr="005D3E43" w:rsidRDefault="00516DD3" w:rsidP="00B016DD">
            <w:pPr>
              <w:pStyle w:val="acctfourfigures"/>
              <w:tabs>
                <w:tab w:val="clear" w:pos="765"/>
              </w:tabs>
              <w:spacing w:line="240" w:lineRule="atLeast"/>
              <w:rPr>
                <w:szCs w:val="22"/>
              </w:rPr>
            </w:pPr>
          </w:p>
        </w:tc>
        <w:tc>
          <w:tcPr>
            <w:tcW w:w="1440" w:type="dxa"/>
          </w:tcPr>
          <w:p w14:paraId="63D53EAF" w14:textId="77777777" w:rsidR="00516DD3" w:rsidRPr="005D3E43" w:rsidRDefault="00516DD3" w:rsidP="00B016DD">
            <w:pPr>
              <w:pStyle w:val="acctfourfigures"/>
              <w:tabs>
                <w:tab w:val="clear" w:pos="765"/>
              </w:tabs>
              <w:spacing w:line="240" w:lineRule="atLeast"/>
              <w:ind w:left="-79" w:right="-79"/>
              <w:jc w:val="center"/>
              <w:rPr>
                <w:szCs w:val="22"/>
              </w:rPr>
            </w:pPr>
            <w:r w:rsidRPr="005D3E43">
              <w:rPr>
                <w:szCs w:val="22"/>
              </w:rPr>
              <w:t>Carrying amount</w:t>
            </w:r>
          </w:p>
        </w:tc>
        <w:tc>
          <w:tcPr>
            <w:tcW w:w="180" w:type="dxa"/>
          </w:tcPr>
          <w:p w14:paraId="06D2B537" w14:textId="77777777" w:rsidR="00516DD3" w:rsidRPr="005D3E43" w:rsidRDefault="00516DD3" w:rsidP="00B016DD">
            <w:pPr>
              <w:pStyle w:val="acctfourfigures"/>
              <w:tabs>
                <w:tab w:val="clear" w:pos="765"/>
              </w:tabs>
              <w:spacing w:line="240" w:lineRule="atLeast"/>
              <w:ind w:left="-79" w:right="-79"/>
              <w:jc w:val="center"/>
              <w:rPr>
                <w:szCs w:val="22"/>
              </w:rPr>
            </w:pPr>
          </w:p>
        </w:tc>
        <w:tc>
          <w:tcPr>
            <w:tcW w:w="4590" w:type="dxa"/>
            <w:gridSpan w:val="5"/>
            <w:tcBorders>
              <w:bottom w:val="single" w:sz="4" w:space="0" w:color="auto"/>
            </w:tcBorders>
            <w:shd w:val="clear" w:color="auto" w:fill="auto"/>
            <w:vAlign w:val="bottom"/>
          </w:tcPr>
          <w:p w14:paraId="5C7EB933" w14:textId="77777777" w:rsidR="00516DD3" w:rsidRPr="005D3E43" w:rsidRDefault="00516DD3" w:rsidP="00B016DD">
            <w:pPr>
              <w:pStyle w:val="acctfourfigures"/>
              <w:tabs>
                <w:tab w:val="clear" w:pos="765"/>
              </w:tabs>
              <w:spacing w:line="240" w:lineRule="atLeast"/>
              <w:ind w:left="-79" w:right="-79"/>
              <w:jc w:val="center"/>
              <w:rPr>
                <w:szCs w:val="22"/>
                <w:rtl/>
                <w:cs/>
              </w:rPr>
            </w:pPr>
            <w:r w:rsidRPr="005D3E43">
              <w:rPr>
                <w:szCs w:val="22"/>
              </w:rPr>
              <w:t>Fair value</w:t>
            </w:r>
          </w:p>
        </w:tc>
      </w:tr>
      <w:tr w:rsidR="00040F5E" w:rsidRPr="005D3E43" w14:paraId="5F6847CF" w14:textId="77777777" w:rsidTr="00040F5E">
        <w:trPr>
          <w:cantSplit/>
          <w:tblHeader/>
        </w:trPr>
        <w:tc>
          <w:tcPr>
            <w:tcW w:w="3060" w:type="dxa"/>
            <w:shd w:val="clear" w:color="auto" w:fill="auto"/>
          </w:tcPr>
          <w:p w14:paraId="321B45E6" w14:textId="77777777" w:rsidR="00040F5E" w:rsidRPr="005D3E43" w:rsidRDefault="00040F5E" w:rsidP="00B016DD">
            <w:pPr>
              <w:spacing w:line="240" w:lineRule="atLeast"/>
              <w:ind w:left="180" w:hanging="180"/>
              <w:rPr>
                <w:b/>
                <w:bCs/>
                <w:i/>
                <w:iCs/>
                <w:szCs w:val="22"/>
              </w:rPr>
            </w:pPr>
            <w:r w:rsidRPr="005D3E43">
              <w:rPr>
                <w:b/>
                <w:bCs/>
                <w:i/>
                <w:iCs/>
                <w:szCs w:val="22"/>
              </w:rPr>
              <w:t>31 December 2019</w:t>
            </w:r>
          </w:p>
        </w:tc>
        <w:tc>
          <w:tcPr>
            <w:tcW w:w="1440" w:type="dxa"/>
          </w:tcPr>
          <w:p w14:paraId="5B555222" w14:textId="77777777" w:rsidR="00040F5E" w:rsidRPr="005D3E43" w:rsidRDefault="00040F5E" w:rsidP="00B016DD">
            <w:pPr>
              <w:pStyle w:val="acctfourfigures"/>
              <w:tabs>
                <w:tab w:val="clear" w:pos="765"/>
                <w:tab w:val="decimal" w:pos="731"/>
              </w:tabs>
              <w:spacing w:line="240" w:lineRule="atLeast"/>
              <w:ind w:right="11"/>
              <w:rPr>
                <w:szCs w:val="22"/>
              </w:rPr>
            </w:pPr>
          </w:p>
        </w:tc>
        <w:tc>
          <w:tcPr>
            <w:tcW w:w="180" w:type="dxa"/>
          </w:tcPr>
          <w:p w14:paraId="733CCA6D" w14:textId="77777777" w:rsidR="00040F5E" w:rsidRPr="005D3E43" w:rsidRDefault="00040F5E" w:rsidP="00B016DD">
            <w:pPr>
              <w:pStyle w:val="acctfourfigures"/>
              <w:tabs>
                <w:tab w:val="clear" w:pos="765"/>
                <w:tab w:val="decimal" w:pos="731"/>
              </w:tabs>
              <w:spacing w:line="240" w:lineRule="atLeast"/>
              <w:ind w:right="11"/>
              <w:rPr>
                <w:szCs w:val="22"/>
              </w:rPr>
            </w:pPr>
          </w:p>
        </w:tc>
        <w:tc>
          <w:tcPr>
            <w:tcW w:w="1440" w:type="dxa"/>
            <w:tcBorders>
              <w:top w:val="single" w:sz="4" w:space="0" w:color="auto"/>
            </w:tcBorders>
            <w:shd w:val="clear" w:color="auto" w:fill="auto"/>
          </w:tcPr>
          <w:p w14:paraId="7E2E9CE6" w14:textId="77777777" w:rsidR="00040F5E" w:rsidRPr="005D3E43" w:rsidRDefault="00040F5E" w:rsidP="00B016DD">
            <w:pPr>
              <w:pStyle w:val="acctfourfigures"/>
              <w:tabs>
                <w:tab w:val="clear" w:pos="765"/>
                <w:tab w:val="decimal" w:pos="-83"/>
              </w:tabs>
              <w:spacing w:line="240" w:lineRule="atLeast"/>
              <w:ind w:right="-75"/>
              <w:jc w:val="center"/>
              <w:rPr>
                <w:szCs w:val="22"/>
              </w:rPr>
            </w:pPr>
            <w:r w:rsidRPr="005D3E43">
              <w:rPr>
                <w:szCs w:val="22"/>
              </w:rPr>
              <w:t>Level 1</w:t>
            </w:r>
          </w:p>
        </w:tc>
        <w:tc>
          <w:tcPr>
            <w:tcW w:w="181" w:type="dxa"/>
            <w:tcBorders>
              <w:top w:val="single" w:sz="4" w:space="0" w:color="auto"/>
            </w:tcBorders>
            <w:shd w:val="clear" w:color="auto" w:fill="auto"/>
          </w:tcPr>
          <w:p w14:paraId="5D461392" w14:textId="77777777" w:rsidR="00040F5E" w:rsidRPr="005D3E43" w:rsidRDefault="00040F5E" w:rsidP="00B016DD">
            <w:pPr>
              <w:pStyle w:val="acctfourfigures"/>
              <w:spacing w:line="240" w:lineRule="atLeast"/>
              <w:rPr>
                <w:szCs w:val="22"/>
              </w:rPr>
            </w:pPr>
          </w:p>
        </w:tc>
        <w:tc>
          <w:tcPr>
            <w:tcW w:w="1349" w:type="dxa"/>
            <w:tcBorders>
              <w:top w:val="single" w:sz="4" w:space="0" w:color="auto"/>
            </w:tcBorders>
            <w:shd w:val="clear" w:color="auto" w:fill="auto"/>
          </w:tcPr>
          <w:p w14:paraId="6469B728" w14:textId="77777777" w:rsidR="00040F5E" w:rsidRPr="005D3E43" w:rsidRDefault="00040F5E" w:rsidP="00B016DD">
            <w:pPr>
              <w:pStyle w:val="acctfourfigures"/>
              <w:tabs>
                <w:tab w:val="clear" w:pos="765"/>
                <w:tab w:val="decimal" w:pos="-83"/>
              </w:tabs>
              <w:spacing w:line="240" w:lineRule="atLeast"/>
              <w:ind w:left="-83" w:right="-75"/>
              <w:jc w:val="center"/>
              <w:rPr>
                <w:szCs w:val="22"/>
              </w:rPr>
            </w:pPr>
            <w:r w:rsidRPr="005D3E43">
              <w:rPr>
                <w:szCs w:val="22"/>
              </w:rPr>
              <w:t>Level 2</w:t>
            </w:r>
          </w:p>
        </w:tc>
        <w:tc>
          <w:tcPr>
            <w:tcW w:w="180" w:type="dxa"/>
            <w:tcBorders>
              <w:top w:val="single" w:sz="4" w:space="0" w:color="auto"/>
            </w:tcBorders>
            <w:shd w:val="clear" w:color="auto" w:fill="auto"/>
          </w:tcPr>
          <w:p w14:paraId="46A461AE" w14:textId="77777777" w:rsidR="00040F5E" w:rsidRPr="005D3E43" w:rsidRDefault="00040F5E" w:rsidP="00B016DD">
            <w:pPr>
              <w:pStyle w:val="acctfourfigures"/>
              <w:spacing w:line="240" w:lineRule="atLeast"/>
              <w:rPr>
                <w:szCs w:val="22"/>
              </w:rPr>
            </w:pPr>
          </w:p>
        </w:tc>
        <w:tc>
          <w:tcPr>
            <w:tcW w:w="1440" w:type="dxa"/>
            <w:tcBorders>
              <w:top w:val="single" w:sz="4" w:space="0" w:color="auto"/>
            </w:tcBorders>
            <w:shd w:val="clear" w:color="auto" w:fill="auto"/>
          </w:tcPr>
          <w:p w14:paraId="2B443C7C" w14:textId="77777777" w:rsidR="00040F5E" w:rsidRPr="005D3E43" w:rsidRDefault="00040F5E" w:rsidP="00B016DD">
            <w:pPr>
              <w:pStyle w:val="acctfourfigures"/>
              <w:tabs>
                <w:tab w:val="clear" w:pos="765"/>
                <w:tab w:val="decimal" w:pos="-83"/>
              </w:tabs>
              <w:spacing w:line="240" w:lineRule="atLeast"/>
              <w:ind w:right="-73"/>
              <w:jc w:val="center"/>
              <w:rPr>
                <w:szCs w:val="22"/>
              </w:rPr>
            </w:pPr>
            <w:r w:rsidRPr="005D3E43">
              <w:rPr>
                <w:szCs w:val="22"/>
              </w:rPr>
              <w:t>Level 3</w:t>
            </w:r>
          </w:p>
        </w:tc>
      </w:tr>
      <w:tr w:rsidR="00516DD3" w:rsidRPr="005D3E43" w14:paraId="45A3A9B7" w14:textId="77777777" w:rsidTr="00040F5E">
        <w:trPr>
          <w:cantSplit/>
          <w:trHeight w:val="74"/>
          <w:tblHeader/>
        </w:trPr>
        <w:tc>
          <w:tcPr>
            <w:tcW w:w="3060" w:type="dxa"/>
            <w:shd w:val="clear" w:color="auto" w:fill="auto"/>
          </w:tcPr>
          <w:p w14:paraId="3E97B2F5" w14:textId="77777777" w:rsidR="00516DD3" w:rsidRPr="005D3E43" w:rsidRDefault="00516DD3" w:rsidP="00B016DD">
            <w:pPr>
              <w:spacing w:line="240" w:lineRule="atLeast"/>
              <w:ind w:left="180" w:hanging="180"/>
              <w:rPr>
                <w:b/>
                <w:bCs/>
                <w:szCs w:val="22"/>
              </w:rPr>
            </w:pPr>
          </w:p>
        </w:tc>
        <w:tc>
          <w:tcPr>
            <w:tcW w:w="6210" w:type="dxa"/>
            <w:gridSpan w:val="7"/>
          </w:tcPr>
          <w:p w14:paraId="5CB923EA" w14:textId="77777777" w:rsidR="00516DD3" w:rsidRPr="005D3E43" w:rsidRDefault="00516DD3" w:rsidP="00B016DD">
            <w:pPr>
              <w:pStyle w:val="acctfourfigures"/>
              <w:tabs>
                <w:tab w:val="clear" w:pos="765"/>
              </w:tabs>
              <w:spacing w:line="240" w:lineRule="atLeast"/>
              <w:ind w:left="-79" w:right="-73"/>
              <w:jc w:val="center"/>
              <w:rPr>
                <w:szCs w:val="22"/>
              </w:rPr>
            </w:pPr>
            <w:r w:rsidRPr="005D3E43">
              <w:rPr>
                <w:i/>
                <w:iCs/>
                <w:szCs w:val="22"/>
              </w:rPr>
              <w:t xml:space="preserve">(in </w:t>
            </w:r>
            <w:r w:rsidR="00C97896" w:rsidRPr="005D3E43">
              <w:rPr>
                <w:i/>
                <w:iCs/>
                <w:szCs w:val="22"/>
              </w:rPr>
              <w:t>million</w:t>
            </w:r>
            <w:r w:rsidRPr="005D3E43">
              <w:rPr>
                <w:i/>
                <w:iCs/>
                <w:szCs w:val="22"/>
              </w:rPr>
              <w:t xml:space="preserve"> Baht)</w:t>
            </w:r>
          </w:p>
        </w:tc>
      </w:tr>
      <w:tr w:rsidR="00040F5E" w:rsidRPr="005D3E43" w14:paraId="10C95D08" w14:textId="77777777" w:rsidTr="00040F5E">
        <w:trPr>
          <w:cantSplit/>
        </w:trPr>
        <w:tc>
          <w:tcPr>
            <w:tcW w:w="3060" w:type="dxa"/>
            <w:shd w:val="clear" w:color="auto" w:fill="auto"/>
          </w:tcPr>
          <w:p w14:paraId="32B2A5ED" w14:textId="77777777" w:rsidR="00040F5E" w:rsidRPr="005D3E43" w:rsidRDefault="00040F5E" w:rsidP="00B016DD">
            <w:pPr>
              <w:spacing w:line="240" w:lineRule="atLeast"/>
              <w:ind w:left="180" w:hanging="180"/>
              <w:rPr>
                <w:b/>
                <w:bCs/>
                <w:i/>
                <w:iCs/>
                <w:szCs w:val="22"/>
              </w:rPr>
            </w:pPr>
            <w:r w:rsidRPr="005D3E43">
              <w:rPr>
                <w:b/>
                <w:bCs/>
                <w:i/>
                <w:iCs/>
                <w:szCs w:val="22"/>
              </w:rPr>
              <w:t>Assets measured at fair value</w:t>
            </w:r>
          </w:p>
        </w:tc>
        <w:tc>
          <w:tcPr>
            <w:tcW w:w="1440" w:type="dxa"/>
          </w:tcPr>
          <w:p w14:paraId="0A9443C7" w14:textId="77777777" w:rsidR="00040F5E" w:rsidRPr="005D3E43" w:rsidRDefault="00040F5E" w:rsidP="00B016DD">
            <w:pPr>
              <w:pStyle w:val="acctfourfigures"/>
              <w:tabs>
                <w:tab w:val="clear" w:pos="765"/>
                <w:tab w:val="decimal" w:pos="848"/>
              </w:tabs>
              <w:spacing w:line="240" w:lineRule="atLeast"/>
              <w:ind w:right="-77"/>
              <w:rPr>
                <w:i/>
                <w:iCs/>
                <w:szCs w:val="22"/>
              </w:rPr>
            </w:pPr>
          </w:p>
        </w:tc>
        <w:tc>
          <w:tcPr>
            <w:tcW w:w="180" w:type="dxa"/>
          </w:tcPr>
          <w:p w14:paraId="74F8D220" w14:textId="77777777" w:rsidR="00040F5E" w:rsidRPr="005D3E43" w:rsidRDefault="00040F5E" w:rsidP="00B016DD">
            <w:pPr>
              <w:pStyle w:val="acctfourfigures"/>
              <w:tabs>
                <w:tab w:val="clear" w:pos="765"/>
                <w:tab w:val="decimal" w:pos="848"/>
              </w:tabs>
              <w:spacing w:line="240" w:lineRule="atLeast"/>
              <w:ind w:right="-77"/>
              <w:rPr>
                <w:i/>
                <w:iCs/>
                <w:szCs w:val="22"/>
              </w:rPr>
            </w:pPr>
          </w:p>
        </w:tc>
        <w:tc>
          <w:tcPr>
            <w:tcW w:w="1440" w:type="dxa"/>
            <w:shd w:val="clear" w:color="auto" w:fill="auto"/>
          </w:tcPr>
          <w:p w14:paraId="08A2159B" w14:textId="77777777" w:rsidR="00040F5E" w:rsidRPr="005D3E43" w:rsidRDefault="00040F5E" w:rsidP="00B016DD">
            <w:pPr>
              <w:pStyle w:val="acctfourfigures"/>
              <w:tabs>
                <w:tab w:val="clear" w:pos="765"/>
                <w:tab w:val="decimal" w:pos="848"/>
              </w:tabs>
              <w:spacing w:line="240" w:lineRule="atLeast"/>
              <w:ind w:right="-77"/>
              <w:rPr>
                <w:i/>
                <w:iCs/>
                <w:szCs w:val="22"/>
              </w:rPr>
            </w:pPr>
          </w:p>
        </w:tc>
        <w:tc>
          <w:tcPr>
            <w:tcW w:w="181" w:type="dxa"/>
            <w:shd w:val="clear" w:color="auto" w:fill="auto"/>
          </w:tcPr>
          <w:p w14:paraId="4D239813" w14:textId="77777777" w:rsidR="00040F5E" w:rsidRPr="005D3E43" w:rsidRDefault="00040F5E" w:rsidP="00B016DD">
            <w:pPr>
              <w:pStyle w:val="acctfourfigures"/>
              <w:tabs>
                <w:tab w:val="clear" w:pos="765"/>
                <w:tab w:val="decimal" w:pos="848"/>
              </w:tabs>
              <w:spacing w:line="240" w:lineRule="atLeast"/>
              <w:ind w:right="-77"/>
              <w:rPr>
                <w:i/>
                <w:iCs/>
                <w:szCs w:val="22"/>
              </w:rPr>
            </w:pPr>
          </w:p>
        </w:tc>
        <w:tc>
          <w:tcPr>
            <w:tcW w:w="1349" w:type="dxa"/>
            <w:shd w:val="clear" w:color="auto" w:fill="auto"/>
          </w:tcPr>
          <w:p w14:paraId="698DF6A7" w14:textId="77777777" w:rsidR="00040F5E" w:rsidRPr="005D3E43" w:rsidRDefault="00040F5E" w:rsidP="00B016DD">
            <w:pPr>
              <w:pStyle w:val="acctfourfigures"/>
              <w:tabs>
                <w:tab w:val="clear" w:pos="765"/>
                <w:tab w:val="decimal" w:pos="848"/>
              </w:tabs>
              <w:spacing w:line="240" w:lineRule="atLeast"/>
              <w:ind w:right="-77"/>
              <w:rPr>
                <w:i/>
                <w:iCs/>
                <w:szCs w:val="22"/>
              </w:rPr>
            </w:pPr>
          </w:p>
        </w:tc>
        <w:tc>
          <w:tcPr>
            <w:tcW w:w="180" w:type="dxa"/>
            <w:shd w:val="clear" w:color="auto" w:fill="auto"/>
          </w:tcPr>
          <w:p w14:paraId="063C5823" w14:textId="77777777" w:rsidR="00040F5E" w:rsidRPr="005D3E43" w:rsidRDefault="00040F5E" w:rsidP="00B016DD">
            <w:pPr>
              <w:pStyle w:val="acctfourfigures"/>
              <w:tabs>
                <w:tab w:val="clear" w:pos="765"/>
                <w:tab w:val="decimal" w:pos="848"/>
              </w:tabs>
              <w:spacing w:line="240" w:lineRule="atLeast"/>
              <w:ind w:right="-77"/>
              <w:rPr>
                <w:i/>
                <w:iCs/>
                <w:szCs w:val="22"/>
              </w:rPr>
            </w:pPr>
          </w:p>
        </w:tc>
        <w:tc>
          <w:tcPr>
            <w:tcW w:w="1440" w:type="dxa"/>
            <w:shd w:val="clear" w:color="auto" w:fill="auto"/>
          </w:tcPr>
          <w:p w14:paraId="540DE6AB" w14:textId="77777777" w:rsidR="00040F5E" w:rsidRPr="005D3E43" w:rsidRDefault="00040F5E" w:rsidP="00B016DD">
            <w:pPr>
              <w:pStyle w:val="acctfourfigures"/>
              <w:tabs>
                <w:tab w:val="clear" w:pos="765"/>
                <w:tab w:val="decimal" w:pos="848"/>
              </w:tabs>
              <w:spacing w:line="240" w:lineRule="atLeast"/>
              <w:ind w:right="-77"/>
              <w:rPr>
                <w:i/>
                <w:iCs/>
                <w:szCs w:val="22"/>
              </w:rPr>
            </w:pPr>
          </w:p>
        </w:tc>
      </w:tr>
      <w:tr w:rsidR="00040F5E" w:rsidRPr="005D3E43" w14:paraId="3E4346C2" w14:textId="77777777" w:rsidTr="00040F5E">
        <w:trPr>
          <w:cantSplit/>
        </w:trPr>
        <w:tc>
          <w:tcPr>
            <w:tcW w:w="3060" w:type="dxa"/>
            <w:shd w:val="clear" w:color="auto" w:fill="auto"/>
          </w:tcPr>
          <w:p w14:paraId="1802AD5D" w14:textId="77777777" w:rsidR="00040F5E" w:rsidRPr="005D3E43" w:rsidRDefault="00040F5E" w:rsidP="007B5B81">
            <w:pPr>
              <w:spacing w:line="240" w:lineRule="atLeast"/>
              <w:ind w:left="180" w:hanging="180"/>
              <w:rPr>
                <w:szCs w:val="22"/>
              </w:rPr>
            </w:pPr>
            <w:r w:rsidRPr="005D3E43">
              <w:rPr>
                <w:szCs w:val="22"/>
              </w:rPr>
              <w:t xml:space="preserve">Investment properties </w:t>
            </w:r>
          </w:p>
        </w:tc>
        <w:tc>
          <w:tcPr>
            <w:tcW w:w="1440" w:type="dxa"/>
          </w:tcPr>
          <w:p w14:paraId="39C177C4" w14:textId="77777777" w:rsidR="00040F5E" w:rsidRPr="005D3E43" w:rsidRDefault="00040F5E" w:rsidP="009A7840">
            <w:pPr>
              <w:pStyle w:val="acctfourfigures"/>
              <w:tabs>
                <w:tab w:val="clear" w:pos="765"/>
                <w:tab w:val="decimal" w:pos="1089"/>
              </w:tabs>
              <w:spacing w:line="240" w:lineRule="atLeast"/>
              <w:ind w:right="-77"/>
              <w:rPr>
                <w:szCs w:val="22"/>
              </w:rPr>
            </w:pPr>
            <w:r w:rsidRPr="005D3E43">
              <w:rPr>
                <w:szCs w:val="22"/>
              </w:rPr>
              <w:t>10,383</w:t>
            </w:r>
          </w:p>
        </w:tc>
        <w:tc>
          <w:tcPr>
            <w:tcW w:w="180" w:type="dxa"/>
          </w:tcPr>
          <w:p w14:paraId="4E1C6FC5" w14:textId="77777777" w:rsidR="00040F5E" w:rsidRPr="005D3E43" w:rsidRDefault="00040F5E" w:rsidP="007B5B81">
            <w:pPr>
              <w:pStyle w:val="acctfourfigures"/>
              <w:tabs>
                <w:tab w:val="clear" w:pos="765"/>
                <w:tab w:val="decimal" w:pos="848"/>
              </w:tabs>
              <w:spacing w:line="240" w:lineRule="atLeast"/>
              <w:ind w:right="-77"/>
              <w:rPr>
                <w:szCs w:val="22"/>
              </w:rPr>
            </w:pPr>
          </w:p>
        </w:tc>
        <w:tc>
          <w:tcPr>
            <w:tcW w:w="1440" w:type="dxa"/>
            <w:shd w:val="clear" w:color="auto" w:fill="auto"/>
            <w:vAlign w:val="bottom"/>
          </w:tcPr>
          <w:p w14:paraId="33F8C30A" w14:textId="77777777" w:rsidR="00040F5E" w:rsidRPr="005D3E43" w:rsidRDefault="00040F5E" w:rsidP="00777F05">
            <w:pPr>
              <w:pStyle w:val="acctfourfigures"/>
              <w:tabs>
                <w:tab w:val="clear" w:pos="765"/>
                <w:tab w:val="decimal" w:pos="730"/>
              </w:tabs>
              <w:spacing w:line="240" w:lineRule="atLeast"/>
              <w:ind w:right="-77"/>
              <w:rPr>
                <w:szCs w:val="22"/>
              </w:rPr>
            </w:pPr>
            <w:r w:rsidRPr="005D3E43">
              <w:rPr>
                <w:szCs w:val="22"/>
              </w:rPr>
              <w:t>-</w:t>
            </w:r>
          </w:p>
        </w:tc>
        <w:tc>
          <w:tcPr>
            <w:tcW w:w="181" w:type="dxa"/>
            <w:shd w:val="clear" w:color="auto" w:fill="auto"/>
          </w:tcPr>
          <w:p w14:paraId="695F34BE" w14:textId="77777777" w:rsidR="00040F5E" w:rsidRPr="005D3E43" w:rsidRDefault="00040F5E" w:rsidP="007B5B81">
            <w:pPr>
              <w:pStyle w:val="acctfourfigures"/>
              <w:tabs>
                <w:tab w:val="clear" w:pos="765"/>
                <w:tab w:val="decimal" w:pos="848"/>
              </w:tabs>
              <w:spacing w:line="240" w:lineRule="atLeast"/>
              <w:ind w:right="-77"/>
              <w:rPr>
                <w:szCs w:val="22"/>
              </w:rPr>
            </w:pPr>
          </w:p>
        </w:tc>
        <w:tc>
          <w:tcPr>
            <w:tcW w:w="1349" w:type="dxa"/>
            <w:shd w:val="clear" w:color="auto" w:fill="auto"/>
          </w:tcPr>
          <w:p w14:paraId="04773C43" w14:textId="77777777" w:rsidR="00040F5E" w:rsidRPr="005D3E43" w:rsidRDefault="00040F5E" w:rsidP="007B5B81">
            <w:pPr>
              <w:pStyle w:val="acctfourfigures"/>
              <w:tabs>
                <w:tab w:val="clear" w:pos="765"/>
                <w:tab w:val="decimal" w:pos="548"/>
              </w:tabs>
              <w:spacing w:line="240" w:lineRule="atLeast"/>
              <w:rPr>
                <w:szCs w:val="22"/>
              </w:rPr>
            </w:pPr>
            <w:r w:rsidRPr="005D3E43">
              <w:rPr>
                <w:szCs w:val="22"/>
              </w:rPr>
              <w:t>-</w:t>
            </w:r>
          </w:p>
        </w:tc>
        <w:tc>
          <w:tcPr>
            <w:tcW w:w="180" w:type="dxa"/>
            <w:shd w:val="clear" w:color="auto" w:fill="auto"/>
          </w:tcPr>
          <w:p w14:paraId="6D4F84A5" w14:textId="77777777" w:rsidR="00040F5E" w:rsidRPr="005D3E43" w:rsidRDefault="00040F5E" w:rsidP="007B5B81">
            <w:pPr>
              <w:pStyle w:val="acctfourfigures"/>
              <w:tabs>
                <w:tab w:val="clear" w:pos="765"/>
                <w:tab w:val="decimal" w:pos="848"/>
              </w:tabs>
              <w:spacing w:line="240" w:lineRule="atLeast"/>
              <w:ind w:right="-77"/>
              <w:rPr>
                <w:szCs w:val="22"/>
              </w:rPr>
            </w:pPr>
          </w:p>
        </w:tc>
        <w:tc>
          <w:tcPr>
            <w:tcW w:w="1440" w:type="dxa"/>
            <w:shd w:val="clear" w:color="auto" w:fill="auto"/>
          </w:tcPr>
          <w:p w14:paraId="1EA09186" w14:textId="77777777" w:rsidR="00040F5E" w:rsidRPr="005D3E43" w:rsidRDefault="00040F5E" w:rsidP="00777F05">
            <w:pPr>
              <w:pStyle w:val="acctfourfigures"/>
              <w:tabs>
                <w:tab w:val="clear" w:pos="765"/>
                <w:tab w:val="decimal" w:pos="1091"/>
              </w:tabs>
              <w:spacing w:line="240" w:lineRule="atLeast"/>
              <w:ind w:right="-77"/>
              <w:rPr>
                <w:szCs w:val="22"/>
                <w:cs/>
                <w:lang w:bidi="th-TH"/>
              </w:rPr>
            </w:pPr>
            <w:r w:rsidRPr="005D3E43">
              <w:rPr>
                <w:szCs w:val="22"/>
              </w:rPr>
              <w:t>10,383</w:t>
            </w:r>
          </w:p>
        </w:tc>
      </w:tr>
      <w:tr w:rsidR="00040F5E" w:rsidRPr="005D3E43" w14:paraId="2D91FB41" w14:textId="77777777" w:rsidTr="00040F5E">
        <w:trPr>
          <w:cantSplit/>
        </w:trPr>
        <w:tc>
          <w:tcPr>
            <w:tcW w:w="3060" w:type="dxa"/>
            <w:shd w:val="clear" w:color="auto" w:fill="auto"/>
          </w:tcPr>
          <w:p w14:paraId="35FE4F27" w14:textId="77777777" w:rsidR="00040F5E" w:rsidRPr="00B731D2" w:rsidRDefault="00040F5E" w:rsidP="00B016DD">
            <w:pPr>
              <w:spacing w:line="240" w:lineRule="atLeast"/>
              <w:ind w:left="180" w:hanging="180"/>
              <w:rPr>
                <w:b/>
                <w:bCs/>
                <w:sz w:val="8"/>
                <w:szCs w:val="8"/>
              </w:rPr>
            </w:pPr>
          </w:p>
        </w:tc>
        <w:tc>
          <w:tcPr>
            <w:tcW w:w="1440" w:type="dxa"/>
          </w:tcPr>
          <w:p w14:paraId="782F5A5D" w14:textId="77777777" w:rsidR="00040F5E" w:rsidRPr="00B731D2" w:rsidRDefault="00040F5E" w:rsidP="009A7840">
            <w:pPr>
              <w:pStyle w:val="acctfourfigures"/>
              <w:tabs>
                <w:tab w:val="clear" w:pos="765"/>
                <w:tab w:val="decimal" w:pos="1089"/>
              </w:tabs>
              <w:spacing w:line="240" w:lineRule="atLeast"/>
              <w:ind w:right="-77"/>
              <w:rPr>
                <w:i/>
                <w:iCs/>
                <w:sz w:val="8"/>
                <w:szCs w:val="8"/>
              </w:rPr>
            </w:pPr>
          </w:p>
        </w:tc>
        <w:tc>
          <w:tcPr>
            <w:tcW w:w="180" w:type="dxa"/>
          </w:tcPr>
          <w:p w14:paraId="4BAAA1C3" w14:textId="77777777" w:rsidR="00040F5E" w:rsidRPr="00B731D2" w:rsidRDefault="00040F5E" w:rsidP="00B016DD">
            <w:pPr>
              <w:pStyle w:val="acctfourfigures"/>
              <w:tabs>
                <w:tab w:val="clear" w:pos="765"/>
                <w:tab w:val="decimal" w:pos="848"/>
              </w:tabs>
              <w:spacing w:line="240" w:lineRule="atLeast"/>
              <w:ind w:right="-77"/>
              <w:rPr>
                <w:i/>
                <w:iCs/>
                <w:sz w:val="8"/>
                <w:szCs w:val="8"/>
              </w:rPr>
            </w:pPr>
          </w:p>
        </w:tc>
        <w:tc>
          <w:tcPr>
            <w:tcW w:w="1440" w:type="dxa"/>
            <w:shd w:val="clear" w:color="auto" w:fill="auto"/>
          </w:tcPr>
          <w:p w14:paraId="6C0C98F8" w14:textId="77777777" w:rsidR="00040F5E" w:rsidRPr="00B731D2" w:rsidRDefault="00040F5E" w:rsidP="00777F05">
            <w:pPr>
              <w:pStyle w:val="acctfourfigures"/>
              <w:tabs>
                <w:tab w:val="clear" w:pos="765"/>
                <w:tab w:val="decimal" w:pos="642"/>
                <w:tab w:val="decimal" w:pos="730"/>
              </w:tabs>
              <w:spacing w:line="240" w:lineRule="atLeast"/>
              <w:ind w:right="-77"/>
              <w:rPr>
                <w:i/>
                <w:iCs/>
                <w:sz w:val="8"/>
                <w:szCs w:val="8"/>
              </w:rPr>
            </w:pPr>
          </w:p>
        </w:tc>
        <w:tc>
          <w:tcPr>
            <w:tcW w:w="181" w:type="dxa"/>
            <w:shd w:val="clear" w:color="auto" w:fill="auto"/>
          </w:tcPr>
          <w:p w14:paraId="3A5547D9" w14:textId="77777777" w:rsidR="00040F5E" w:rsidRPr="00B731D2" w:rsidRDefault="00040F5E" w:rsidP="00B016DD">
            <w:pPr>
              <w:pStyle w:val="acctfourfigures"/>
              <w:tabs>
                <w:tab w:val="clear" w:pos="765"/>
                <w:tab w:val="decimal" w:pos="848"/>
              </w:tabs>
              <w:spacing w:line="240" w:lineRule="atLeast"/>
              <w:ind w:right="-77"/>
              <w:rPr>
                <w:i/>
                <w:iCs/>
                <w:sz w:val="8"/>
                <w:szCs w:val="8"/>
              </w:rPr>
            </w:pPr>
          </w:p>
        </w:tc>
        <w:tc>
          <w:tcPr>
            <w:tcW w:w="1349" w:type="dxa"/>
            <w:shd w:val="clear" w:color="auto" w:fill="auto"/>
          </w:tcPr>
          <w:p w14:paraId="74B21D15" w14:textId="77777777" w:rsidR="00040F5E" w:rsidRPr="00B731D2" w:rsidRDefault="00040F5E" w:rsidP="00B016DD">
            <w:pPr>
              <w:pStyle w:val="acctfourfigures"/>
              <w:tabs>
                <w:tab w:val="clear" w:pos="765"/>
                <w:tab w:val="decimal" w:pos="848"/>
              </w:tabs>
              <w:spacing w:line="240" w:lineRule="atLeast"/>
              <w:ind w:right="-77"/>
              <w:rPr>
                <w:i/>
                <w:iCs/>
                <w:sz w:val="8"/>
                <w:szCs w:val="8"/>
              </w:rPr>
            </w:pPr>
          </w:p>
        </w:tc>
        <w:tc>
          <w:tcPr>
            <w:tcW w:w="180" w:type="dxa"/>
            <w:shd w:val="clear" w:color="auto" w:fill="auto"/>
          </w:tcPr>
          <w:p w14:paraId="701292E1" w14:textId="77777777" w:rsidR="00040F5E" w:rsidRPr="00B731D2" w:rsidRDefault="00040F5E" w:rsidP="00B016DD">
            <w:pPr>
              <w:pStyle w:val="acctfourfigures"/>
              <w:tabs>
                <w:tab w:val="clear" w:pos="765"/>
                <w:tab w:val="decimal" w:pos="848"/>
              </w:tabs>
              <w:spacing w:line="240" w:lineRule="atLeast"/>
              <w:ind w:right="-77"/>
              <w:rPr>
                <w:i/>
                <w:iCs/>
                <w:sz w:val="8"/>
                <w:szCs w:val="8"/>
              </w:rPr>
            </w:pPr>
          </w:p>
        </w:tc>
        <w:tc>
          <w:tcPr>
            <w:tcW w:w="1440" w:type="dxa"/>
            <w:shd w:val="clear" w:color="auto" w:fill="auto"/>
          </w:tcPr>
          <w:p w14:paraId="1399C371" w14:textId="77777777" w:rsidR="00040F5E" w:rsidRPr="00B731D2" w:rsidRDefault="00040F5E" w:rsidP="00777F05">
            <w:pPr>
              <w:pStyle w:val="acctfourfigures"/>
              <w:tabs>
                <w:tab w:val="clear" w:pos="765"/>
                <w:tab w:val="decimal" w:pos="1091"/>
              </w:tabs>
              <w:spacing w:line="240" w:lineRule="atLeast"/>
              <w:ind w:right="-77"/>
              <w:rPr>
                <w:i/>
                <w:iCs/>
                <w:sz w:val="8"/>
                <w:szCs w:val="8"/>
              </w:rPr>
            </w:pPr>
          </w:p>
        </w:tc>
      </w:tr>
      <w:tr w:rsidR="00040F5E" w:rsidRPr="005D3E43" w14:paraId="5AFFCAB2" w14:textId="77777777" w:rsidTr="00040F5E">
        <w:trPr>
          <w:cantSplit/>
          <w:trHeight w:val="70"/>
        </w:trPr>
        <w:tc>
          <w:tcPr>
            <w:tcW w:w="3060" w:type="dxa"/>
            <w:shd w:val="clear" w:color="auto" w:fill="auto"/>
          </w:tcPr>
          <w:p w14:paraId="5460BF09" w14:textId="378F95D3" w:rsidR="00040F5E" w:rsidRPr="005D3E43" w:rsidRDefault="00040F5E" w:rsidP="00B016DD">
            <w:pPr>
              <w:spacing w:line="240" w:lineRule="atLeast"/>
              <w:ind w:left="180" w:right="-79" w:hanging="180"/>
              <w:rPr>
                <w:b/>
                <w:bCs/>
                <w:i/>
                <w:iCs/>
                <w:szCs w:val="22"/>
              </w:rPr>
            </w:pPr>
            <w:r w:rsidRPr="005D3E43">
              <w:rPr>
                <w:b/>
                <w:bCs/>
                <w:i/>
                <w:iCs/>
                <w:szCs w:val="22"/>
              </w:rPr>
              <w:t>Financial liabilities</w:t>
            </w:r>
          </w:p>
        </w:tc>
        <w:tc>
          <w:tcPr>
            <w:tcW w:w="1440" w:type="dxa"/>
          </w:tcPr>
          <w:p w14:paraId="1E8D8E9E" w14:textId="77777777" w:rsidR="00040F5E" w:rsidRPr="005D3E43" w:rsidRDefault="00040F5E" w:rsidP="009A7840">
            <w:pPr>
              <w:pStyle w:val="acctfourfigures"/>
              <w:tabs>
                <w:tab w:val="clear" w:pos="765"/>
                <w:tab w:val="decimal" w:pos="1089"/>
              </w:tabs>
              <w:spacing w:line="240" w:lineRule="atLeast"/>
              <w:ind w:right="-77"/>
              <w:rPr>
                <w:szCs w:val="22"/>
              </w:rPr>
            </w:pPr>
          </w:p>
        </w:tc>
        <w:tc>
          <w:tcPr>
            <w:tcW w:w="180" w:type="dxa"/>
          </w:tcPr>
          <w:p w14:paraId="37A50EC7" w14:textId="77777777" w:rsidR="00040F5E" w:rsidRPr="005D3E43" w:rsidRDefault="00040F5E" w:rsidP="00B016DD">
            <w:pPr>
              <w:pStyle w:val="acctfourfigures"/>
              <w:tabs>
                <w:tab w:val="clear" w:pos="765"/>
                <w:tab w:val="decimal" w:pos="848"/>
              </w:tabs>
              <w:spacing w:line="240" w:lineRule="atLeast"/>
              <w:ind w:right="-77"/>
              <w:rPr>
                <w:i/>
                <w:iCs/>
                <w:szCs w:val="22"/>
              </w:rPr>
            </w:pPr>
          </w:p>
        </w:tc>
        <w:tc>
          <w:tcPr>
            <w:tcW w:w="1440" w:type="dxa"/>
            <w:shd w:val="clear" w:color="auto" w:fill="auto"/>
          </w:tcPr>
          <w:p w14:paraId="5234B7CB" w14:textId="77777777" w:rsidR="00040F5E" w:rsidRPr="005D3E43" w:rsidRDefault="00040F5E" w:rsidP="00777F05">
            <w:pPr>
              <w:pStyle w:val="acctfourfigures"/>
              <w:tabs>
                <w:tab w:val="clear" w:pos="765"/>
                <w:tab w:val="decimal" w:pos="642"/>
                <w:tab w:val="decimal" w:pos="730"/>
              </w:tabs>
              <w:spacing w:line="240" w:lineRule="atLeast"/>
              <w:ind w:right="-77"/>
              <w:rPr>
                <w:i/>
                <w:iCs/>
                <w:szCs w:val="22"/>
              </w:rPr>
            </w:pPr>
          </w:p>
        </w:tc>
        <w:tc>
          <w:tcPr>
            <w:tcW w:w="181" w:type="dxa"/>
            <w:shd w:val="clear" w:color="auto" w:fill="auto"/>
          </w:tcPr>
          <w:p w14:paraId="4B7BB5DF" w14:textId="77777777" w:rsidR="00040F5E" w:rsidRPr="005D3E43" w:rsidRDefault="00040F5E" w:rsidP="00B016DD">
            <w:pPr>
              <w:pStyle w:val="acctfourfigures"/>
              <w:tabs>
                <w:tab w:val="clear" w:pos="765"/>
                <w:tab w:val="decimal" w:pos="848"/>
              </w:tabs>
              <w:spacing w:line="240" w:lineRule="atLeast"/>
              <w:ind w:right="-77"/>
              <w:rPr>
                <w:i/>
                <w:iCs/>
                <w:szCs w:val="22"/>
              </w:rPr>
            </w:pPr>
          </w:p>
        </w:tc>
        <w:tc>
          <w:tcPr>
            <w:tcW w:w="1349" w:type="dxa"/>
            <w:shd w:val="clear" w:color="auto" w:fill="auto"/>
          </w:tcPr>
          <w:p w14:paraId="63FCFEA8" w14:textId="77777777" w:rsidR="00040F5E" w:rsidRPr="005D3E43" w:rsidRDefault="00040F5E" w:rsidP="00B016DD">
            <w:pPr>
              <w:pStyle w:val="acctfourfigures"/>
              <w:tabs>
                <w:tab w:val="clear" w:pos="765"/>
                <w:tab w:val="decimal" w:pos="848"/>
              </w:tabs>
              <w:spacing w:line="240" w:lineRule="atLeast"/>
              <w:ind w:right="-77"/>
              <w:rPr>
                <w:i/>
                <w:iCs/>
                <w:szCs w:val="22"/>
              </w:rPr>
            </w:pPr>
          </w:p>
        </w:tc>
        <w:tc>
          <w:tcPr>
            <w:tcW w:w="180" w:type="dxa"/>
            <w:shd w:val="clear" w:color="auto" w:fill="auto"/>
          </w:tcPr>
          <w:p w14:paraId="7BC25A47" w14:textId="77777777" w:rsidR="00040F5E" w:rsidRPr="005D3E43" w:rsidRDefault="00040F5E" w:rsidP="00B016DD">
            <w:pPr>
              <w:pStyle w:val="acctfourfigures"/>
              <w:tabs>
                <w:tab w:val="clear" w:pos="765"/>
                <w:tab w:val="decimal" w:pos="848"/>
              </w:tabs>
              <w:spacing w:line="240" w:lineRule="atLeast"/>
              <w:ind w:right="-77"/>
              <w:rPr>
                <w:i/>
                <w:iCs/>
                <w:szCs w:val="22"/>
              </w:rPr>
            </w:pPr>
          </w:p>
        </w:tc>
        <w:tc>
          <w:tcPr>
            <w:tcW w:w="1440" w:type="dxa"/>
            <w:shd w:val="clear" w:color="auto" w:fill="auto"/>
          </w:tcPr>
          <w:p w14:paraId="6A0E6188" w14:textId="77777777" w:rsidR="00040F5E" w:rsidRPr="005D3E43" w:rsidRDefault="00040F5E" w:rsidP="00777F05">
            <w:pPr>
              <w:pStyle w:val="acctfourfigures"/>
              <w:tabs>
                <w:tab w:val="clear" w:pos="765"/>
                <w:tab w:val="decimal" w:pos="1091"/>
              </w:tabs>
              <w:spacing w:line="240" w:lineRule="atLeast"/>
              <w:ind w:right="-77"/>
              <w:rPr>
                <w:i/>
                <w:iCs/>
                <w:szCs w:val="22"/>
              </w:rPr>
            </w:pPr>
          </w:p>
        </w:tc>
      </w:tr>
      <w:tr w:rsidR="00040F5E" w:rsidRPr="005D3E43" w14:paraId="72D48484" w14:textId="77777777" w:rsidTr="00040F5E">
        <w:trPr>
          <w:cantSplit/>
          <w:trHeight w:val="70"/>
        </w:trPr>
        <w:tc>
          <w:tcPr>
            <w:tcW w:w="3060" w:type="dxa"/>
            <w:shd w:val="clear" w:color="auto" w:fill="auto"/>
          </w:tcPr>
          <w:p w14:paraId="220FFBE9" w14:textId="77777777" w:rsidR="00040F5E" w:rsidRPr="005D3E43" w:rsidRDefault="00040F5E" w:rsidP="007B5B81">
            <w:pPr>
              <w:spacing w:line="240" w:lineRule="atLeast"/>
              <w:rPr>
                <w:szCs w:val="22"/>
              </w:rPr>
            </w:pPr>
            <w:r w:rsidRPr="005D3E43">
              <w:rPr>
                <w:szCs w:val="22"/>
              </w:rPr>
              <w:t>Loans from financial institutions</w:t>
            </w:r>
          </w:p>
        </w:tc>
        <w:tc>
          <w:tcPr>
            <w:tcW w:w="1440" w:type="dxa"/>
          </w:tcPr>
          <w:p w14:paraId="5A3FED0A" w14:textId="77777777" w:rsidR="00040F5E" w:rsidRPr="005D3E43" w:rsidRDefault="00040F5E" w:rsidP="009A7840">
            <w:pPr>
              <w:pStyle w:val="acctfourfigures"/>
              <w:tabs>
                <w:tab w:val="clear" w:pos="765"/>
                <w:tab w:val="decimal" w:pos="1089"/>
              </w:tabs>
              <w:spacing w:line="240" w:lineRule="atLeast"/>
              <w:rPr>
                <w:szCs w:val="22"/>
              </w:rPr>
            </w:pPr>
            <w:r w:rsidRPr="005D3E43">
              <w:rPr>
                <w:szCs w:val="22"/>
              </w:rPr>
              <w:t>(1,370)</w:t>
            </w:r>
          </w:p>
        </w:tc>
        <w:tc>
          <w:tcPr>
            <w:tcW w:w="180" w:type="dxa"/>
          </w:tcPr>
          <w:p w14:paraId="617578D7" w14:textId="77777777" w:rsidR="00040F5E" w:rsidRPr="005D3E43" w:rsidRDefault="00040F5E" w:rsidP="007B5B81">
            <w:pPr>
              <w:pStyle w:val="acctfourfigures"/>
              <w:tabs>
                <w:tab w:val="clear" w:pos="765"/>
                <w:tab w:val="decimal" w:pos="848"/>
              </w:tabs>
              <w:spacing w:line="240" w:lineRule="atLeast"/>
              <w:rPr>
                <w:szCs w:val="22"/>
              </w:rPr>
            </w:pPr>
          </w:p>
        </w:tc>
        <w:tc>
          <w:tcPr>
            <w:tcW w:w="1440" w:type="dxa"/>
            <w:shd w:val="clear" w:color="auto" w:fill="auto"/>
            <w:vAlign w:val="bottom"/>
          </w:tcPr>
          <w:p w14:paraId="72A9B2A2" w14:textId="77777777" w:rsidR="00040F5E" w:rsidRPr="005D3E43" w:rsidRDefault="00040F5E" w:rsidP="00777F05">
            <w:pPr>
              <w:pStyle w:val="acctfourfigures"/>
              <w:tabs>
                <w:tab w:val="clear" w:pos="765"/>
                <w:tab w:val="decimal" w:pos="730"/>
              </w:tabs>
              <w:spacing w:line="240" w:lineRule="atLeast"/>
              <w:ind w:right="-77"/>
              <w:rPr>
                <w:szCs w:val="22"/>
              </w:rPr>
            </w:pPr>
            <w:r w:rsidRPr="005D3E43">
              <w:rPr>
                <w:szCs w:val="22"/>
              </w:rPr>
              <w:t>-</w:t>
            </w:r>
          </w:p>
        </w:tc>
        <w:tc>
          <w:tcPr>
            <w:tcW w:w="181" w:type="dxa"/>
            <w:shd w:val="clear" w:color="auto" w:fill="auto"/>
          </w:tcPr>
          <w:p w14:paraId="7336EB95" w14:textId="77777777" w:rsidR="00040F5E" w:rsidRPr="005D3E43" w:rsidRDefault="00040F5E" w:rsidP="007B5B81">
            <w:pPr>
              <w:pStyle w:val="acctfourfigures"/>
              <w:tabs>
                <w:tab w:val="clear" w:pos="765"/>
                <w:tab w:val="decimal" w:pos="848"/>
              </w:tabs>
              <w:spacing w:line="240" w:lineRule="atLeast"/>
              <w:rPr>
                <w:szCs w:val="22"/>
              </w:rPr>
            </w:pPr>
          </w:p>
        </w:tc>
        <w:tc>
          <w:tcPr>
            <w:tcW w:w="1349" w:type="dxa"/>
            <w:shd w:val="clear" w:color="auto" w:fill="auto"/>
          </w:tcPr>
          <w:p w14:paraId="1CF8A15A" w14:textId="77777777" w:rsidR="00040F5E" w:rsidRPr="005D3E43" w:rsidRDefault="00040F5E" w:rsidP="007B5B81">
            <w:pPr>
              <w:pStyle w:val="acctfourfigures"/>
              <w:tabs>
                <w:tab w:val="clear" w:pos="765"/>
                <w:tab w:val="decimal" w:pos="548"/>
              </w:tabs>
              <w:spacing w:line="240" w:lineRule="atLeast"/>
              <w:rPr>
                <w:szCs w:val="22"/>
              </w:rPr>
            </w:pPr>
            <w:r w:rsidRPr="005D3E43">
              <w:rPr>
                <w:szCs w:val="22"/>
              </w:rPr>
              <w:t>-</w:t>
            </w:r>
          </w:p>
        </w:tc>
        <w:tc>
          <w:tcPr>
            <w:tcW w:w="180" w:type="dxa"/>
            <w:shd w:val="clear" w:color="auto" w:fill="auto"/>
          </w:tcPr>
          <w:p w14:paraId="0952B4AB" w14:textId="77777777" w:rsidR="00040F5E" w:rsidRPr="005D3E43" w:rsidRDefault="00040F5E" w:rsidP="007B5B81">
            <w:pPr>
              <w:pStyle w:val="acctfourfigures"/>
              <w:tabs>
                <w:tab w:val="clear" w:pos="765"/>
                <w:tab w:val="decimal" w:pos="848"/>
              </w:tabs>
              <w:spacing w:line="240" w:lineRule="atLeast"/>
              <w:rPr>
                <w:szCs w:val="22"/>
              </w:rPr>
            </w:pPr>
          </w:p>
        </w:tc>
        <w:tc>
          <w:tcPr>
            <w:tcW w:w="1440" w:type="dxa"/>
            <w:shd w:val="clear" w:color="auto" w:fill="auto"/>
          </w:tcPr>
          <w:p w14:paraId="44E9B5B9" w14:textId="77777777" w:rsidR="00040F5E" w:rsidRPr="005D3E43" w:rsidRDefault="00040F5E" w:rsidP="00777F05">
            <w:pPr>
              <w:pStyle w:val="acctfourfigures"/>
              <w:tabs>
                <w:tab w:val="clear" w:pos="765"/>
                <w:tab w:val="decimal" w:pos="1091"/>
              </w:tabs>
              <w:spacing w:line="240" w:lineRule="atLeast"/>
              <w:rPr>
                <w:szCs w:val="22"/>
              </w:rPr>
            </w:pPr>
            <w:r w:rsidRPr="005D3E43">
              <w:rPr>
                <w:szCs w:val="22"/>
              </w:rPr>
              <w:t>(1,367)</w:t>
            </w:r>
          </w:p>
        </w:tc>
      </w:tr>
      <w:tr w:rsidR="00040F5E" w:rsidRPr="005D3E43" w14:paraId="0D030257" w14:textId="77777777" w:rsidTr="00040F5E">
        <w:trPr>
          <w:cantSplit/>
        </w:trPr>
        <w:tc>
          <w:tcPr>
            <w:tcW w:w="3060" w:type="dxa"/>
            <w:shd w:val="clear" w:color="auto" w:fill="auto"/>
            <w:vAlign w:val="bottom"/>
          </w:tcPr>
          <w:p w14:paraId="5DECB962" w14:textId="77777777" w:rsidR="00040F5E" w:rsidRPr="005D3E43" w:rsidRDefault="00040F5E" w:rsidP="007B5B81">
            <w:pPr>
              <w:spacing w:line="240" w:lineRule="atLeast"/>
              <w:rPr>
                <w:i/>
                <w:szCs w:val="22"/>
              </w:rPr>
            </w:pPr>
            <w:r w:rsidRPr="005D3E43">
              <w:rPr>
                <w:szCs w:val="22"/>
              </w:rPr>
              <w:t>Loans from related parties</w:t>
            </w:r>
          </w:p>
        </w:tc>
        <w:tc>
          <w:tcPr>
            <w:tcW w:w="1440" w:type="dxa"/>
            <w:vAlign w:val="bottom"/>
          </w:tcPr>
          <w:p w14:paraId="5D90C123" w14:textId="77777777" w:rsidR="00040F5E" w:rsidRPr="005D3E43" w:rsidRDefault="00040F5E" w:rsidP="009A7840">
            <w:pPr>
              <w:pStyle w:val="acctfourfigures"/>
              <w:tabs>
                <w:tab w:val="clear" w:pos="765"/>
                <w:tab w:val="decimal" w:pos="1089"/>
              </w:tabs>
              <w:spacing w:line="240" w:lineRule="atLeast"/>
              <w:ind w:right="-77"/>
              <w:rPr>
                <w:szCs w:val="22"/>
              </w:rPr>
            </w:pPr>
            <w:r w:rsidRPr="005D3E43">
              <w:rPr>
                <w:szCs w:val="22"/>
              </w:rPr>
              <w:t>(3,218)</w:t>
            </w:r>
          </w:p>
        </w:tc>
        <w:tc>
          <w:tcPr>
            <w:tcW w:w="180" w:type="dxa"/>
            <w:vAlign w:val="bottom"/>
          </w:tcPr>
          <w:p w14:paraId="154E4212" w14:textId="77777777" w:rsidR="00040F5E" w:rsidRPr="005D3E43" w:rsidRDefault="00040F5E" w:rsidP="007B5B81">
            <w:pPr>
              <w:pStyle w:val="acctfourfigures"/>
              <w:tabs>
                <w:tab w:val="clear" w:pos="765"/>
                <w:tab w:val="decimal" w:pos="848"/>
              </w:tabs>
              <w:spacing w:line="240" w:lineRule="atLeast"/>
              <w:ind w:right="-77"/>
              <w:rPr>
                <w:szCs w:val="22"/>
              </w:rPr>
            </w:pPr>
          </w:p>
        </w:tc>
        <w:tc>
          <w:tcPr>
            <w:tcW w:w="1440" w:type="dxa"/>
            <w:shd w:val="clear" w:color="auto" w:fill="auto"/>
            <w:vAlign w:val="bottom"/>
          </w:tcPr>
          <w:p w14:paraId="764964A8" w14:textId="77777777" w:rsidR="00040F5E" w:rsidRPr="005D3E43" w:rsidRDefault="00040F5E" w:rsidP="00777F05">
            <w:pPr>
              <w:pStyle w:val="acctfourfigures"/>
              <w:tabs>
                <w:tab w:val="clear" w:pos="765"/>
                <w:tab w:val="decimal" w:pos="730"/>
              </w:tabs>
              <w:spacing w:line="240" w:lineRule="atLeast"/>
              <w:ind w:right="-77"/>
              <w:rPr>
                <w:szCs w:val="22"/>
              </w:rPr>
            </w:pPr>
            <w:r w:rsidRPr="005D3E43">
              <w:rPr>
                <w:szCs w:val="22"/>
              </w:rPr>
              <w:t>-</w:t>
            </w:r>
          </w:p>
        </w:tc>
        <w:tc>
          <w:tcPr>
            <w:tcW w:w="181" w:type="dxa"/>
            <w:shd w:val="clear" w:color="auto" w:fill="auto"/>
            <w:vAlign w:val="bottom"/>
          </w:tcPr>
          <w:p w14:paraId="78A7831B" w14:textId="77777777" w:rsidR="00040F5E" w:rsidRPr="005D3E43" w:rsidRDefault="00040F5E" w:rsidP="007B5B81">
            <w:pPr>
              <w:pStyle w:val="acctfourfigures"/>
              <w:tabs>
                <w:tab w:val="clear" w:pos="765"/>
                <w:tab w:val="decimal" w:pos="848"/>
              </w:tabs>
              <w:spacing w:line="240" w:lineRule="atLeast"/>
              <w:ind w:right="-77"/>
              <w:rPr>
                <w:szCs w:val="22"/>
              </w:rPr>
            </w:pPr>
          </w:p>
        </w:tc>
        <w:tc>
          <w:tcPr>
            <w:tcW w:w="1349" w:type="dxa"/>
            <w:shd w:val="clear" w:color="auto" w:fill="auto"/>
            <w:vAlign w:val="bottom"/>
          </w:tcPr>
          <w:p w14:paraId="4D5D893C" w14:textId="77777777" w:rsidR="00040F5E" w:rsidRPr="005D3E43" w:rsidRDefault="00040F5E" w:rsidP="007B5B81">
            <w:pPr>
              <w:pStyle w:val="acctfourfigures"/>
              <w:tabs>
                <w:tab w:val="clear" w:pos="765"/>
                <w:tab w:val="decimal" w:pos="548"/>
              </w:tabs>
              <w:spacing w:line="240" w:lineRule="atLeast"/>
              <w:ind w:right="-77"/>
              <w:rPr>
                <w:szCs w:val="22"/>
              </w:rPr>
            </w:pPr>
            <w:r w:rsidRPr="005D3E43">
              <w:rPr>
                <w:szCs w:val="22"/>
              </w:rPr>
              <w:t>-</w:t>
            </w:r>
          </w:p>
        </w:tc>
        <w:tc>
          <w:tcPr>
            <w:tcW w:w="180" w:type="dxa"/>
            <w:shd w:val="clear" w:color="auto" w:fill="auto"/>
            <w:vAlign w:val="bottom"/>
          </w:tcPr>
          <w:p w14:paraId="1866A854" w14:textId="77777777" w:rsidR="00040F5E" w:rsidRPr="005D3E43" w:rsidRDefault="00040F5E" w:rsidP="007B5B81">
            <w:pPr>
              <w:pStyle w:val="acctfourfigures"/>
              <w:tabs>
                <w:tab w:val="clear" w:pos="765"/>
                <w:tab w:val="decimal" w:pos="848"/>
              </w:tabs>
              <w:spacing w:line="240" w:lineRule="atLeast"/>
              <w:ind w:right="-77"/>
              <w:rPr>
                <w:szCs w:val="22"/>
              </w:rPr>
            </w:pPr>
          </w:p>
        </w:tc>
        <w:tc>
          <w:tcPr>
            <w:tcW w:w="1440" w:type="dxa"/>
            <w:shd w:val="clear" w:color="auto" w:fill="auto"/>
            <w:vAlign w:val="bottom"/>
          </w:tcPr>
          <w:p w14:paraId="355456B6" w14:textId="77777777" w:rsidR="00040F5E" w:rsidRPr="005D3E43" w:rsidRDefault="00040F5E" w:rsidP="00777F05">
            <w:pPr>
              <w:pStyle w:val="acctfourfigures"/>
              <w:tabs>
                <w:tab w:val="clear" w:pos="765"/>
                <w:tab w:val="decimal" w:pos="1091"/>
              </w:tabs>
              <w:spacing w:line="240" w:lineRule="atLeast"/>
              <w:rPr>
                <w:szCs w:val="22"/>
              </w:rPr>
            </w:pPr>
            <w:r w:rsidRPr="005D3E43">
              <w:rPr>
                <w:szCs w:val="22"/>
              </w:rPr>
              <w:t>(3,218)</w:t>
            </w:r>
          </w:p>
        </w:tc>
      </w:tr>
      <w:tr w:rsidR="00040F5E" w:rsidRPr="005D3E43" w14:paraId="34284BFA" w14:textId="77777777" w:rsidTr="00040F5E">
        <w:trPr>
          <w:cantSplit/>
        </w:trPr>
        <w:tc>
          <w:tcPr>
            <w:tcW w:w="3060" w:type="dxa"/>
            <w:shd w:val="clear" w:color="auto" w:fill="auto"/>
          </w:tcPr>
          <w:p w14:paraId="477D7150" w14:textId="77777777" w:rsidR="00040F5E" w:rsidRPr="005D3E43" w:rsidRDefault="00040F5E" w:rsidP="00B016DD">
            <w:pPr>
              <w:spacing w:line="240" w:lineRule="atLeast"/>
              <w:ind w:left="180" w:hanging="180"/>
              <w:rPr>
                <w:szCs w:val="22"/>
              </w:rPr>
            </w:pPr>
            <w:r w:rsidRPr="005D3E43">
              <w:rPr>
                <w:szCs w:val="22"/>
              </w:rPr>
              <w:t>Debentures</w:t>
            </w:r>
          </w:p>
        </w:tc>
        <w:tc>
          <w:tcPr>
            <w:tcW w:w="1440" w:type="dxa"/>
          </w:tcPr>
          <w:p w14:paraId="3270DC43" w14:textId="77777777" w:rsidR="00040F5E" w:rsidRPr="005D3E43" w:rsidRDefault="00040F5E" w:rsidP="009A7840">
            <w:pPr>
              <w:pStyle w:val="acctfourfigures"/>
              <w:tabs>
                <w:tab w:val="clear" w:pos="765"/>
                <w:tab w:val="decimal" w:pos="1089"/>
              </w:tabs>
              <w:spacing w:line="240" w:lineRule="atLeast"/>
              <w:ind w:right="-77"/>
              <w:rPr>
                <w:szCs w:val="22"/>
              </w:rPr>
            </w:pPr>
            <w:r w:rsidRPr="005D3E43">
              <w:rPr>
                <w:szCs w:val="22"/>
              </w:rPr>
              <w:t>(3,845)</w:t>
            </w:r>
          </w:p>
        </w:tc>
        <w:tc>
          <w:tcPr>
            <w:tcW w:w="180" w:type="dxa"/>
          </w:tcPr>
          <w:p w14:paraId="2EBEB3C8" w14:textId="77777777" w:rsidR="00040F5E" w:rsidRPr="005D3E43" w:rsidRDefault="00040F5E" w:rsidP="00B016DD">
            <w:pPr>
              <w:pStyle w:val="acctfourfigures"/>
              <w:tabs>
                <w:tab w:val="clear" w:pos="765"/>
                <w:tab w:val="decimal" w:pos="848"/>
              </w:tabs>
              <w:spacing w:line="240" w:lineRule="atLeast"/>
              <w:ind w:right="-77"/>
              <w:rPr>
                <w:szCs w:val="22"/>
              </w:rPr>
            </w:pPr>
          </w:p>
        </w:tc>
        <w:tc>
          <w:tcPr>
            <w:tcW w:w="1440" w:type="dxa"/>
            <w:shd w:val="clear" w:color="auto" w:fill="auto"/>
          </w:tcPr>
          <w:p w14:paraId="6503D765" w14:textId="77777777" w:rsidR="00040F5E" w:rsidRPr="005D3E43" w:rsidRDefault="00040F5E" w:rsidP="00777F05">
            <w:pPr>
              <w:pStyle w:val="acctfourfigures"/>
              <w:tabs>
                <w:tab w:val="clear" w:pos="765"/>
                <w:tab w:val="decimal" w:pos="730"/>
              </w:tabs>
              <w:spacing w:line="240" w:lineRule="atLeast"/>
              <w:ind w:right="-77"/>
              <w:rPr>
                <w:szCs w:val="22"/>
              </w:rPr>
            </w:pPr>
            <w:r w:rsidRPr="005D3E43">
              <w:rPr>
                <w:szCs w:val="22"/>
              </w:rPr>
              <w:t>-</w:t>
            </w:r>
          </w:p>
        </w:tc>
        <w:tc>
          <w:tcPr>
            <w:tcW w:w="181" w:type="dxa"/>
            <w:shd w:val="clear" w:color="auto" w:fill="auto"/>
          </w:tcPr>
          <w:p w14:paraId="5F6B326E" w14:textId="77777777" w:rsidR="00040F5E" w:rsidRPr="005D3E43" w:rsidRDefault="00040F5E" w:rsidP="00B016DD">
            <w:pPr>
              <w:pStyle w:val="acctfourfigures"/>
              <w:tabs>
                <w:tab w:val="clear" w:pos="765"/>
                <w:tab w:val="decimal" w:pos="848"/>
              </w:tabs>
              <w:spacing w:line="240" w:lineRule="atLeast"/>
              <w:ind w:right="-77"/>
              <w:rPr>
                <w:szCs w:val="22"/>
              </w:rPr>
            </w:pPr>
          </w:p>
        </w:tc>
        <w:tc>
          <w:tcPr>
            <w:tcW w:w="1349" w:type="dxa"/>
            <w:shd w:val="clear" w:color="auto" w:fill="auto"/>
          </w:tcPr>
          <w:p w14:paraId="2E7A7FA7" w14:textId="77777777" w:rsidR="00040F5E" w:rsidRPr="005D3E43" w:rsidRDefault="00040F5E" w:rsidP="00B016DD">
            <w:pPr>
              <w:pStyle w:val="acctfourfigures"/>
              <w:tabs>
                <w:tab w:val="clear" w:pos="765"/>
                <w:tab w:val="decimal" w:pos="848"/>
              </w:tabs>
              <w:spacing w:line="240" w:lineRule="atLeast"/>
              <w:ind w:right="-77"/>
              <w:rPr>
                <w:szCs w:val="22"/>
              </w:rPr>
            </w:pPr>
            <w:r w:rsidRPr="005D3E43">
              <w:rPr>
                <w:szCs w:val="22"/>
              </w:rPr>
              <w:t>(3,903)</w:t>
            </w:r>
          </w:p>
        </w:tc>
        <w:tc>
          <w:tcPr>
            <w:tcW w:w="180" w:type="dxa"/>
            <w:shd w:val="clear" w:color="auto" w:fill="auto"/>
          </w:tcPr>
          <w:p w14:paraId="2C7FED68" w14:textId="77777777" w:rsidR="00040F5E" w:rsidRPr="005D3E43" w:rsidRDefault="00040F5E" w:rsidP="00B016DD">
            <w:pPr>
              <w:pStyle w:val="acctfourfigures"/>
              <w:tabs>
                <w:tab w:val="clear" w:pos="765"/>
                <w:tab w:val="decimal" w:pos="848"/>
              </w:tabs>
              <w:spacing w:line="240" w:lineRule="atLeast"/>
              <w:ind w:right="-77"/>
              <w:rPr>
                <w:szCs w:val="22"/>
              </w:rPr>
            </w:pPr>
          </w:p>
        </w:tc>
        <w:tc>
          <w:tcPr>
            <w:tcW w:w="1440" w:type="dxa"/>
            <w:shd w:val="clear" w:color="auto" w:fill="auto"/>
          </w:tcPr>
          <w:p w14:paraId="42C36A0D" w14:textId="77777777" w:rsidR="00040F5E" w:rsidRPr="005D3E43" w:rsidRDefault="00040F5E" w:rsidP="00777F05">
            <w:pPr>
              <w:pStyle w:val="acctfourfigures"/>
              <w:tabs>
                <w:tab w:val="clear" w:pos="765"/>
                <w:tab w:val="decimal" w:pos="821"/>
              </w:tabs>
              <w:spacing w:line="240" w:lineRule="atLeast"/>
              <w:ind w:right="-77"/>
              <w:rPr>
                <w:szCs w:val="22"/>
              </w:rPr>
            </w:pPr>
            <w:r w:rsidRPr="005D3E43">
              <w:rPr>
                <w:szCs w:val="22"/>
              </w:rPr>
              <w:t>-</w:t>
            </w:r>
          </w:p>
        </w:tc>
      </w:tr>
    </w:tbl>
    <w:p w14:paraId="08F792F6" w14:textId="77777777" w:rsidR="00A24F9A" w:rsidRPr="00B731D2" w:rsidRDefault="00A24F9A" w:rsidP="00815555">
      <w:pPr>
        <w:autoSpaceDE w:val="0"/>
        <w:autoSpaceDN w:val="0"/>
        <w:adjustRightInd w:val="0"/>
        <w:spacing w:line="240" w:lineRule="auto"/>
        <w:ind w:left="540"/>
        <w:jc w:val="both"/>
        <w:rPr>
          <w:sz w:val="12"/>
          <w:szCs w:val="10"/>
        </w:rPr>
      </w:pPr>
    </w:p>
    <w:p w14:paraId="2CAA5774" w14:textId="77777777" w:rsidR="00B731D2" w:rsidRDefault="00B731D2" w:rsidP="00815555">
      <w:pPr>
        <w:autoSpaceDE w:val="0"/>
        <w:autoSpaceDN w:val="0"/>
        <w:adjustRightInd w:val="0"/>
        <w:spacing w:line="240" w:lineRule="auto"/>
        <w:ind w:left="540"/>
        <w:jc w:val="both"/>
      </w:pPr>
    </w:p>
    <w:p w14:paraId="2B00D9DD" w14:textId="77777777" w:rsidR="00B731D2" w:rsidRDefault="00B731D2" w:rsidP="00815555">
      <w:pPr>
        <w:autoSpaceDE w:val="0"/>
        <w:autoSpaceDN w:val="0"/>
        <w:adjustRightInd w:val="0"/>
        <w:spacing w:line="240" w:lineRule="auto"/>
        <w:ind w:left="540"/>
        <w:jc w:val="both"/>
      </w:pPr>
    </w:p>
    <w:p w14:paraId="14D67FF1" w14:textId="77777777" w:rsidR="00B731D2" w:rsidRDefault="00B731D2" w:rsidP="00815555">
      <w:pPr>
        <w:autoSpaceDE w:val="0"/>
        <w:autoSpaceDN w:val="0"/>
        <w:adjustRightInd w:val="0"/>
        <w:spacing w:line="240" w:lineRule="auto"/>
        <w:ind w:left="540"/>
        <w:jc w:val="both"/>
      </w:pPr>
    </w:p>
    <w:p w14:paraId="374F5BEF" w14:textId="77777777" w:rsidR="00B731D2" w:rsidRDefault="00B731D2" w:rsidP="00815555">
      <w:pPr>
        <w:autoSpaceDE w:val="0"/>
        <w:autoSpaceDN w:val="0"/>
        <w:adjustRightInd w:val="0"/>
        <w:spacing w:line="240" w:lineRule="auto"/>
        <w:ind w:left="540"/>
        <w:jc w:val="both"/>
      </w:pPr>
    </w:p>
    <w:p w14:paraId="1EA733C2" w14:textId="77777777" w:rsidR="00B731D2" w:rsidRDefault="00B731D2" w:rsidP="00815555">
      <w:pPr>
        <w:autoSpaceDE w:val="0"/>
        <w:autoSpaceDN w:val="0"/>
        <w:adjustRightInd w:val="0"/>
        <w:spacing w:line="240" w:lineRule="auto"/>
        <w:ind w:left="540"/>
        <w:jc w:val="both"/>
      </w:pPr>
    </w:p>
    <w:p w14:paraId="3E305FCB" w14:textId="77777777" w:rsidR="00B731D2" w:rsidRDefault="00B731D2" w:rsidP="00815555">
      <w:pPr>
        <w:autoSpaceDE w:val="0"/>
        <w:autoSpaceDN w:val="0"/>
        <w:adjustRightInd w:val="0"/>
        <w:spacing w:line="240" w:lineRule="auto"/>
        <w:ind w:left="540"/>
        <w:jc w:val="both"/>
      </w:pPr>
    </w:p>
    <w:p w14:paraId="4F204C38" w14:textId="77777777" w:rsidR="00B731D2" w:rsidRDefault="00B731D2" w:rsidP="00815555">
      <w:pPr>
        <w:autoSpaceDE w:val="0"/>
        <w:autoSpaceDN w:val="0"/>
        <w:adjustRightInd w:val="0"/>
        <w:spacing w:line="240" w:lineRule="auto"/>
        <w:ind w:left="540"/>
        <w:jc w:val="both"/>
      </w:pPr>
    </w:p>
    <w:p w14:paraId="454910D1" w14:textId="77777777" w:rsidR="00B731D2" w:rsidRDefault="00B731D2" w:rsidP="00815555">
      <w:pPr>
        <w:autoSpaceDE w:val="0"/>
        <w:autoSpaceDN w:val="0"/>
        <w:adjustRightInd w:val="0"/>
        <w:spacing w:line="240" w:lineRule="auto"/>
        <w:ind w:left="540"/>
        <w:jc w:val="both"/>
      </w:pPr>
    </w:p>
    <w:p w14:paraId="4E163346" w14:textId="77777777" w:rsidR="00B731D2" w:rsidRDefault="00B731D2" w:rsidP="00815555">
      <w:pPr>
        <w:autoSpaceDE w:val="0"/>
        <w:autoSpaceDN w:val="0"/>
        <w:adjustRightInd w:val="0"/>
        <w:spacing w:line="240" w:lineRule="auto"/>
        <w:ind w:left="540"/>
        <w:jc w:val="both"/>
      </w:pPr>
    </w:p>
    <w:p w14:paraId="2A264804" w14:textId="77777777" w:rsidR="00B731D2" w:rsidRDefault="00B731D2" w:rsidP="00815555">
      <w:pPr>
        <w:autoSpaceDE w:val="0"/>
        <w:autoSpaceDN w:val="0"/>
        <w:adjustRightInd w:val="0"/>
        <w:spacing w:line="240" w:lineRule="auto"/>
        <w:ind w:left="540"/>
        <w:jc w:val="both"/>
      </w:pPr>
    </w:p>
    <w:p w14:paraId="7DD3C57D" w14:textId="77777777" w:rsidR="00B731D2" w:rsidRDefault="00B731D2" w:rsidP="00815555">
      <w:pPr>
        <w:autoSpaceDE w:val="0"/>
        <w:autoSpaceDN w:val="0"/>
        <w:adjustRightInd w:val="0"/>
        <w:spacing w:line="240" w:lineRule="auto"/>
        <w:ind w:left="540"/>
        <w:jc w:val="both"/>
      </w:pPr>
    </w:p>
    <w:p w14:paraId="1CCD9261" w14:textId="19A5845E" w:rsidR="00815555" w:rsidRPr="005D3E43" w:rsidRDefault="00815555" w:rsidP="00815555">
      <w:pPr>
        <w:autoSpaceDE w:val="0"/>
        <w:autoSpaceDN w:val="0"/>
        <w:adjustRightInd w:val="0"/>
        <w:spacing w:line="240" w:lineRule="auto"/>
        <w:ind w:left="540"/>
        <w:jc w:val="both"/>
      </w:pPr>
      <w:r w:rsidRPr="005D3E43">
        <w:lastRenderedPageBreak/>
        <w:t>The methods and assumptions used by the Company and its subsidiaries in estimating the fair value of financial instruments are as follows:</w:t>
      </w:r>
    </w:p>
    <w:p w14:paraId="157550C2" w14:textId="79516A0D" w:rsidR="00815555" w:rsidRPr="00B731D2" w:rsidRDefault="00815555" w:rsidP="00815555">
      <w:pPr>
        <w:ind w:left="562"/>
        <w:jc w:val="both"/>
        <w:rPr>
          <w:sz w:val="12"/>
          <w:szCs w:val="10"/>
        </w:rPr>
      </w:pPr>
    </w:p>
    <w:p w14:paraId="50A7DAD2" w14:textId="77777777" w:rsidR="00815555" w:rsidRPr="005D3E43" w:rsidRDefault="00815555" w:rsidP="00815555">
      <w:pPr>
        <w:pStyle w:val="ListParagraph"/>
        <w:numPr>
          <w:ilvl w:val="0"/>
          <w:numId w:val="12"/>
        </w:numPr>
        <w:ind w:left="990"/>
        <w:jc w:val="both"/>
      </w:pPr>
      <w:r w:rsidRPr="005D3E43">
        <w:t>For financial assets and liabilities which have short-term maturity, including cash and cash equivalents, accounts receivable and short-term loans to related parties, accounts payable and short-term loans from related parties, their carrying amounts in the statements of financial position approximate their fair value.</w:t>
      </w:r>
    </w:p>
    <w:p w14:paraId="52829AE8" w14:textId="77777777" w:rsidR="00815555" w:rsidRPr="00B731D2" w:rsidRDefault="00815555" w:rsidP="00815555">
      <w:pPr>
        <w:pStyle w:val="ListParagraph"/>
        <w:ind w:left="900"/>
        <w:jc w:val="both"/>
        <w:rPr>
          <w:sz w:val="16"/>
          <w:szCs w:val="14"/>
        </w:rPr>
      </w:pPr>
    </w:p>
    <w:p w14:paraId="2717668C" w14:textId="4D7A0AEF" w:rsidR="00815555" w:rsidRPr="00B731D2" w:rsidRDefault="00815555" w:rsidP="00017FCF">
      <w:pPr>
        <w:pStyle w:val="ListParagraph"/>
        <w:numPr>
          <w:ilvl w:val="0"/>
          <w:numId w:val="12"/>
        </w:numPr>
        <w:ind w:left="990"/>
        <w:jc w:val="both"/>
        <w:rPr>
          <w:sz w:val="20"/>
          <w:szCs w:val="18"/>
        </w:rPr>
      </w:pPr>
      <w:r w:rsidRPr="005D3E43">
        <w:t>For fixed rate debentures, their fair value is determined by using the price as announced by the Thai Bond Market Association.</w:t>
      </w:r>
    </w:p>
    <w:p w14:paraId="1AD65554" w14:textId="77777777" w:rsidR="00B731D2" w:rsidRPr="00B731D2" w:rsidRDefault="00B731D2" w:rsidP="00B731D2">
      <w:pPr>
        <w:pStyle w:val="ListParagraph"/>
        <w:rPr>
          <w:sz w:val="20"/>
          <w:szCs w:val="18"/>
        </w:rPr>
      </w:pPr>
    </w:p>
    <w:p w14:paraId="47C5D5F6" w14:textId="77777777" w:rsidR="00815555" w:rsidRPr="005D3E43" w:rsidRDefault="00815555" w:rsidP="00815555">
      <w:pPr>
        <w:pStyle w:val="ListParagraph"/>
        <w:numPr>
          <w:ilvl w:val="0"/>
          <w:numId w:val="12"/>
        </w:numPr>
        <w:ind w:left="990"/>
        <w:jc w:val="both"/>
      </w:pPr>
      <w:r w:rsidRPr="005D3E43">
        <w:t>For long-term loans carrying interest approximate to the market rate, their carrying amounts in the statements of financial position approximates their fair value.</w:t>
      </w:r>
    </w:p>
    <w:p w14:paraId="0BAE14B0" w14:textId="77777777" w:rsidR="00815555" w:rsidRPr="005D3E43" w:rsidRDefault="00815555" w:rsidP="00815555">
      <w:pPr>
        <w:jc w:val="both"/>
      </w:pPr>
    </w:p>
    <w:p w14:paraId="305C6101" w14:textId="77777777" w:rsidR="005F0FF4" w:rsidRPr="005D3E43" w:rsidRDefault="00EA2207" w:rsidP="005F0FF4">
      <w:pPr>
        <w:pStyle w:val="Heading1"/>
        <w:rPr>
          <w:bCs/>
        </w:rPr>
      </w:pPr>
      <w:r w:rsidRPr="005D3E43">
        <w:t>1</w:t>
      </w:r>
      <w:r w:rsidR="000024E7" w:rsidRPr="005D3E43">
        <w:t>7</w:t>
      </w:r>
      <w:r w:rsidRPr="005D3E43">
        <w:tab/>
      </w:r>
      <w:r w:rsidRPr="005D3E43">
        <w:rPr>
          <w:bCs/>
        </w:rPr>
        <w:t>Commitments with non-related parties</w:t>
      </w:r>
    </w:p>
    <w:p w14:paraId="63023EA0" w14:textId="77777777" w:rsidR="005F0FF4" w:rsidRPr="005D3E43" w:rsidRDefault="005F0FF4" w:rsidP="00AE41B5">
      <w:pPr>
        <w:pStyle w:val="BodyText"/>
        <w:spacing w:after="0"/>
        <w:rPr>
          <w:szCs w:val="22"/>
          <w:lang w:val="en-US"/>
        </w:rPr>
      </w:pPr>
    </w:p>
    <w:tbl>
      <w:tblPr>
        <w:tblW w:w="9126"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7"/>
        <w:gridCol w:w="1480"/>
        <w:gridCol w:w="253"/>
        <w:gridCol w:w="1416"/>
      </w:tblGrid>
      <w:tr w:rsidR="005F0FF4" w:rsidRPr="005D3E43" w14:paraId="584FC55E" w14:textId="77777777" w:rsidTr="005F0FF4">
        <w:trPr>
          <w:trHeight w:val="20"/>
          <w:tblHeader/>
        </w:trPr>
        <w:tc>
          <w:tcPr>
            <w:tcW w:w="5977" w:type="dxa"/>
            <w:tcBorders>
              <w:top w:val="nil"/>
              <w:left w:val="nil"/>
              <w:bottom w:val="nil"/>
              <w:right w:val="nil"/>
            </w:tcBorders>
            <w:vAlign w:val="bottom"/>
          </w:tcPr>
          <w:p w14:paraId="6829631A" w14:textId="74150F34" w:rsidR="005F0FF4" w:rsidRPr="005D3E43" w:rsidRDefault="0076014E" w:rsidP="00B016DD">
            <w:pPr>
              <w:tabs>
                <w:tab w:val="left" w:pos="540"/>
              </w:tabs>
              <w:spacing w:line="240" w:lineRule="auto"/>
              <w:rPr>
                <w:b/>
                <w:bCs/>
                <w:i/>
                <w:iCs/>
                <w:szCs w:val="28"/>
                <w:lang w:val="en-US" w:bidi="th-TH"/>
              </w:rPr>
            </w:pPr>
            <w:r w:rsidRPr="005D3E43">
              <w:rPr>
                <w:b/>
                <w:bCs/>
                <w:i/>
                <w:iCs/>
                <w:szCs w:val="28"/>
                <w:lang w:val="en-US" w:bidi="th-TH"/>
              </w:rPr>
              <w:t>As at 3</w:t>
            </w:r>
            <w:r w:rsidR="009E30B7" w:rsidRPr="005D3E43">
              <w:rPr>
                <w:b/>
                <w:bCs/>
                <w:i/>
                <w:iCs/>
                <w:szCs w:val="28"/>
                <w:lang w:val="en-US" w:bidi="th-TH"/>
              </w:rPr>
              <w:t>0</w:t>
            </w:r>
            <w:r w:rsidR="004D1175">
              <w:rPr>
                <w:b/>
                <w:bCs/>
                <w:i/>
                <w:iCs/>
                <w:szCs w:val="28"/>
                <w:lang w:val="en-US" w:bidi="th-TH"/>
              </w:rPr>
              <w:t xml:space="preserve"> September</w:t>
            </w:r>
            <w:r w:rsidRPr="005D3E43">
              <w:rPr>
                <w:b/>
                <w:bCs/>
                <w:i/>
                <w:iCs/>
                <w:szCs w:val="28"/>
                <w:lang w:val="en-US" w:bidi="th-TH"/>
              </w:rPr>
              <w:t xml:space="preserve"> 2020</w:t>
            </w:r>
          </w:p>
        </w:tc>
        <w:tc>
          <w:tcPr>
            <w:tcW w:w="1480" w:type="dxa"/>
            <w:tcBorders>
              <w:top w:val="nil"/>
              <w:left w:val="nil"/>
              <w:bottom w:val="nil"/>
              <w:right w:val="nil"/>
            </w:tcBorders>
            <w:vAlign w:val="bottom"/>
          </w:tcPr>
          <w:p w14:paraId="16CBDAA1" w14:textId="77777777" w:rsidR="005F0FF4" w:rsidRPr="005D3E43" w:rsidRDefault="005F0FF4" w:rsidP="00B016DD">
            <w:pPr>
              <w:tabs>
                <w:tab w:val="left" w:pos="540"/>
              </w:tabs>
              <w:spacing w:line="240" w:lineRule="auto"/>
              <w:ind w:left="-104" w:right="-109"/>
              <w:jc w:val="center"/>
              <w:rPr>
                <w:szCs w:val="22"/>
              </w:rPr>
            </w:pPr>
            <w:r w:rsidRPr="005D3E43">
              <w:rPr>
                <w:b/>
                <w:bCs/>
                <w:szCs w:val="22"/>
              </w:rPr>
              <w:t>Consolidated financial statements</w:t>
            </w:r>
          </w:p>
        </w:tc>
        <w:tc>
          <w:tcPr>
            <w:tcW w:w="253" w:type="dxa"/>
            <w:tcBorders>
              <w:top w:val="nil"/>
              <w:left w:val="nil"/>
              <w:bottom w:val="nil"/>
              <w:right w:val="nil"/>
            </w:tcBorders>
          </w:tcPr>
          <w:p w14:paraId="258F0178" w14:textId="77777777" w:rsidR="005F0FF4" w:rsidRPr="005D3E43" w:rsidRDefault="005F0FF4" w:rsidP="00B016DD">
            <w:pPr>
              <w:tabs>
                <w:tab w:val="left" w:pos="540"/>
              </w:tabs>
              <w:spacing w:line="240" w:lineRule="auto"/>
              <w:jc w:val="center"/>
              <w:rPr>
                <w:szCs w:val="22"/>
              </w:rPr>
            </w:pPr>
          </w:p>
        </w:tc>
        <w:tc>
          <w:tcPr>
            <w:tcW w:w="1416" w:type="dxa"/>
            <w:tcBorders>
              <w:top w:val="nil"/>
              <w:left w:val="nil"/>
              <w:bottom w:val="nil"/>
              <w:right w:val="nil"/>
            </w:tcBorders>
          </w:tcPr>
          <w:p w14:paraId="7A382E29" w14:textId="77777777" w:rsidR="005F0FF4" w:rsidRPr="005D3E43" w:rsidRDefault="005F0FF4" w:rsidP="00B016DD">
            <w:pPr>
              <w:tabs>
                <w:tab w:val="left" w:pos="540"/>
              </w:tabs>
              <w:spacing w:line="240" w:lineRule="auto"/>
              <w:ind w:left="-85" w:right="-48"/>
              <w:jc w:val="center"/>
              <w:rPr>
                <w:szCs w:val="22"/>
              </w:rPr>
            </w:pPr>
            <w:r w:rsidRPr="005D3E43">
              <w:rPr>
                <w:b/>
                <w:bCs/>
                <w:szCs w:val="22"/>
              </w:rPr>
              <w:t>Separate financial statements</w:t>
            </w:r>
          </w:p>
        </w:tc>
      </w:tr>
      <w:tr w:rsidR="005F0FF4" w:rsidRPr="005D3E43" w14:paraId="66569A2D" w14:textId="77777777" w:rsidTr="005F0FF4">
        <w:trPr>
          <w:trHeight w:val="20"/>
          <w:tblHeader/>
        </w:trPr>
        <w:tc>
          <w:tcPr>
            <w:tcW w:w="5977" w:type="dxa"/>
            <w:tcBorders>
              <w:top w:val="nil"/>
              <w:left w:val="nil"/>
              <w:bottom w:val="nil"/>
              <w:right w:val="nil"/>
            </w:tcBorders>
          </w:tcPr>
          <w:p w14:paraId="07538556" w14:textId="77777777" w:rsidR="005F0FF4" w:rsidRPr="005D3E43" w:rsidRDefault="005F0FF4" w:rsidP="00B016DD">
            <w:pPr>
              <w:tabs>
                <w:tab w:val="left" w:pos="540"/>
              </w:tabs>
              <w:spacing w:line="240" w:lineRule="auto"/>
              <w:rPr>
                <w:i/>
                <w:iCs/>
                <w:color w:val="0000FF"/>
                <w:szCs w:val="22"/>
              </w:rPr>
            </w:pPr>
          </w:p>
        </w:tc>
        <w:tc>
          <w:tcPr>
            <w:tcW w:w="3149" w:type="dxa"/>
            <w:gridSpan w:val="3"/>
            <w:tcBorders>
              <w:top w:val="nil"/>
              <w:left w:val="nil"/>
              <w:bottom w:val="nil"/>
              <w:right w:val="nil"/>
            </w:tcBorders>
          </w:tcPr>
          <w:p w14:paraId="2A2EF415" w14:textId="77777777" w:rsidR="005F0FF4" w:rsidRPr="005D3E43" w:rsidRDefault="005F0FF4" w:rsidP="00B016DD">
            <w:pPr>
              <w:tabs>
                <w:tab w:val="left" w:pos="540"/>
              </w:tabs>
              <w:spacing w:line="240" w:lineRule="auto"/>
              <w:jc w:val="center"/>
              <w:rPr>
                <w:i/>
                <w:iCs/>
                <w:szCs w:val="22"/>
              </w:rPr>
            </w:pPr>
            <w:r w:rsidRPr="005D3E43">
              <w:rPr>
                <w:i/>
                <w:iCs/>
                <w:szCs w:val="22"/>
              </w:rPr>
              <w:t>(in thousand Baht)</w:t>
            </w:r>
          </w:p>
        </w:tc>
      </w:tr>
      <w:tr w:rsidR="005F0FF4" w:rsidRPr="005D3E43" w14:paraId="3DA502B3" w14:textId="77777777" w:rsidTr="005F0FF4">
        <w:trPr>
          <w:trHeight w:val="20"/>
        </w:trPr>
        <w:tc>
          <w:tcPr>
            <w:tcW w:w="5977" w:type="dxa"/>
            <w:tcBorders>
              <w:top w:val="nil"/>
              <w:left w:val="nil"/>
              <w:bottom w:val="nil"/>
              <w:right w:val="nil"/>
            </w:tcBorders>
            <w:shd w:val="clear" w:color="auto" w:fill="auto"/>
          </w:tcPr>
          <w:p w14:paraId="2365944E" w14:textId="77777777" w:rsidR="005F0FF4" w:rsidRPr="005D3E43" w:rsidRDefault="005F0FF4" w:rsidP="005F0FF4">
            <w:pPr>
              <w:spacing w:line="240" w:lineRule="auto"/>
              <w:ind w:left="-18"/>
              <w:rPr>
                <w:rFonts w:eastAsia="Angsana New"/>
                <w:b/>
                <w:bCs/>
                <w:i/>
                <w:iCs/>
                <w:szCs w:val="22"/>
                <w:cs/>
                <w:lang w:bidi="th-TH"/>
              </w:rPr>
            </w:pPr>
            <w:r w:rsidRPr="005D3E43">
              <w:rPr>
                <w:rFonts w:eastAsia="Angsana New"/>
                <w:b/>
                <w:bCs/>
                <w:i/>
                <w:iCs/>
                <w:szCs w:val="22"/>
              </w:rPr>
              <w:t>Capital commitments</w:t>
            </w:r>
          </w:p>
        </w:tc>
        <w:tc>
          <w:tcPr>
            <w:tcW w:w="1480" w:type="dxa"/>
            <w:tcBorders>
              <w:top w:val="nil"/>
              <w:left w:val="nil"/>
              <w:bottom w:val="nil"/>
              <w:right w:val="nil"/>
            </w:tcBorders>
          </w:tcPr>
          <w:p w14:paraId="0AF733A7" w14:textId="77777777" w:rsidR="005F0FF4" w:rsidRPr="005D3E43" w:rsidRDefault="005F0FF4" w:rsidP="005F0FF4">
            <w:pPr>
              <w:tabs>
                <w:tab w:val="decimal" w:pos="1155"/>
              </w:tabs>
              <w:spacing w:line="240" w:lineRule="auto"/>
              <w:rPr>
                <w:b/>
                <w:bCs/>
                <w:szCs w:val="22"/>
              </w:rPr>
            </w:pPr>
          </w:p>
        </w:tc>
        <w:tc>
          <w:tcPr>
            <w:tcW w:w="253" w:type="dxa"/>
            <w:tcBorders>
              <w:top w:val="nil"/>
              <w:left w:val="nil"/>
              <w:bottom w:val="nil"/>
              <w:right w:val="nil"/>
            </w:tcBorders>
          </w:tcPr>
          <w:p w14:paraId="488553CD" w14:textId="77777777" w:rsidR="005F0FF4" w:rsidRPr="005D3E43" w:rsidRDefault="005F0FF4" w:rsidP="005F0FF4">
            <w:pPr>
              <w:tabs>
                <w:tab w:val="left" w:pos="540"/>
              </w:tabs>
              <w:spacing w:line="240" w:lineRule="auto"/>
              <w:jc w:val="center"/>
              <w:rPr>
                <w:b/>
                <w:bCs/>
                <w:szCs w:val="22"/>
              </w:rPr>
            </w:pPr>
          </w:p>
        </w:tc>
        <w:tc>
          <w:tcPr>
            <w:tcW w:w="1416" w:type="dxa"/>
            <w:tcBorders>
              <w:top w:val="nil"/>
              <w:left w:val="nil"/>
              <w:bottom w:val="nil"/>
              <w:right w:val="nil"/>
            </w:tcBorders>
          </w:tcPr>
          <w:p w14:paraId="3DECB9E9" w14:textId="77777777" w:rsidR="005F0FF4" w:rsidRPr="005D3E43" w:rsidRDefault="005F0FF4" w:rsidP="005F0FF4">
            <w:pPr>
              <w:tabs>
                <w:tab w:val="decimal" w:pos="1085"/>
              </w:tabs>
              <w:spacing w:line="240" w:lineRule="auto"/>
              <w:ind w:left="-85" w:right="-48"/>
              <w:jc w:val="both"/>
              <w:rPr>
                <w:b/>
                <w:bCs/>
                <w:szCs w:val="22"/>
              </w:rPr>
            </w:pPr>
          </w:p>
        </w:tc>
      </w:tr>
      <w:tr w:rsidR="005F0FF4" w:rsidRPr="005D3E43" w14:paraId="6DB82271" w14:textId="77777777" w:rsidTr="005F0FF4">
        <w:trPr>
          <w:trHeight w:val="20"/>
        </w:trPr>
        <w:tc>
          <w:tcPr>
            <w:tcW w:w="5977" w:type="dxa"/>
            <w:tcBorders>
              <w:top w:val="nil"/>
              <w:left w:val="nil"/>
              <w:bottom w:val="nil"/>
              <w:right w:val="nil"/>
            </w:tcBorders>
            <w:shd w:val="clear" w:color="auto" w:fill="auto"/>
          </w:tcPr>
          <w:p w14:paraId="7E656BCF" w14:textId="77777777" w:rsidR="005F0FF4" w:rsidRPr="005D3E43" w:rsidRDefault="005F0FF4" w:rsidP="005F0FF4">
            <w:pPr>
              <w:spacing w:line="240" w:lineRule="auto"/>
              <w:jc w:val="thaiDistribute"/>
              <w:rPr>
                <w:rFonts w:eastAsia="Angsana New"/>
                <w:szCs w:val="22"/>
                <w:cs/>
              </w:rPr>
            </w:pPr>
            <w:r w:rsidRPr="005D3E43">
              <w:rPr>
                <w:szCs w:val="22"/>
              </w:rPr>
              <w:t>Contracted but not provided for:</w:t>
            </w:r>
          </w:p>
        </w:tc>
        <w:tc>
          <w:tcPr>
            <w:tcW w:w="1480" w:type="dxa"/>
            <w:tcBorders>
              <w:top w:val="nil"/>
              <w:left w:val="nil"/>
              <w:bottom w:val="nil"/>
              <w:right w:val="nil"/>
            </w:tcBorders>
          </w:tcPr>
          <w:p w14:paraId="13E5DBCA" w14:textId="77777777" w:rsidR="005F0FF4" w:rsidRPr="005D3E43" w:rsidRDefault="005F0FF4" w:rsidP="005F0FF4">
            <w:pPr>
              <w:tabs>
                <w:tab w:val="decimal" w:pos="1155"/>
              </w:tabs>
              <w:spacing w:line="240" w:lineRule="auto"/>
              <w:rPr>
                <w:b/>
                <w:bCs/>
                <w:szCs w:val="22"/>
              </w:rPr>
            </w:pPr>
          </w:p>
        </w:tc>
        <w:tc>
          <w:tcPr>
            <w:tcW w:w="253" w:type="dxa"/>
            <w:tcBorders>
              <w:top w:val="nil"/>
              <w:left w:val="nil"/>
              <w:bottom w:val="nil"/>
              <w:right w:val="nil"/>
            </w:tcBorders>
          </w:tcPr>
          <w:p w14:paraId="742D83F6" w14:textId="77777777" w:rsidR="005F0FF4" w:rsidRPr="005D3E43" w:rsidRDefault="005F0FF4" w:rsidP="005F0FF4">
            <w:pPr>
              <w:tabs>
                <w:tab w:val="left" w:pos="540"/>
              </w:tabs>
              <w:spacing w:line="240" w:lineRule="auto"/>
              <w:jc w:val="center"/>
              <w:rPr>
                <w:b/>
                <w:bCs/>
                <w:szCs w:val="22"/>
              </w:rPr>
            </w:pPr>
          </w:p>
        </w:tc>
        <w:tc>
          <w:tcPr>
            <w:tcW w:w="1416" w:type="dxa"/>
            <w:tcBorders>
              <w:top w:val="nil"/>
              <w:left w:val="nil"/>
              <w:bottom w:val="nil"/>
              <w:right w:val="nil"/>
            </w:tcBorders>
          </w:tcPr>
          <w:p w14:paraId="112C5B52" w14:textId="77777777" w:rsidR="005F0FF4" w:rsidRPr="005D3E43" w:rsidRDefault="005F0FF4" w:rsidP="005F0FF4">
            <w:pPr>
              <w:tabs>
                <w:tab w:val="decimal" w:pos="1085"/>
              </w:tabs>
              <w:spacing w:line="240" w:lineRule="auto"/>
              <w:ind w:left="-85" w:right="-48"/>
              <w:jc w:val="both"/>
              <w:rPr>
                <w:szCs w:val="22"/>
              </w:rPr>
            </w:pPr>
          </w:p>
        </w:tc>
      </w:tr>
      <w:tr w:rsidR="005F0FF4" w:rsidRPr="005D3E43" w14:paraId="70CF3CAB" w14:textId="77777777" w:rsidTr="005F0FF4">
        <w:trPr>
          <w:trHeight w:val="20"/>
        </w:trPr>
        <w:tc>
          <w:tcPr>
            <w:tcW w:w="5977" w:type="dxa"/>
            <w:tcBorders>
              <w:top w:val="nil"/>
              <w:left w:val="nil"/>
              <w:bottom w:val="nil"/>
              <w:right w:val="nil"/>
            </w:tcBorders>
            <w:shd w:val="clear" w:color="auto" w:fill="auto"/>
          </w:tcPr>
          <w:p w14:paraId="4C0E3818" w14:textId="77777777" w:rsidR="005F0FF4" w:rsidRPr="005D3E43" w:rsidRDefault="005F0FF4" w:rsidP="005F0FF4">
            <w:pPr>
              <w:spacing w:line="240" w:lineRule="auto"/>
              <w:jc w:val="thaiDistribute"/>
              <w:rPr>
                <w:rFonts w:eastAsia="Angsana New"/>
                <w:szCs w:val="22"/>
              </w:rPr>
            </w:pPr>
            <w:r w:rsidRPr="005D3E43">
              <w:rPr>
                <w:szCs w:val="22"/>
              </w:rPr>
              <w:t xml:space="preserve">   Buildings and other constructions</w:t>
            </w:r>
          </w:p>
        </w:tc>
        <w:tc>
          <w:tcPr>
            <w:tcW w:w="1480" w:type="dxa"/>
            <w:tcBorders>
              <w:top w:val="nil"/>
              <w:left w:val="nil"/>
              <w:bottom w:val="double" w:sz="4" w:space="0" w:color="auto"/>
              <w:right w:val="nil"/>
            </w:tcBorders>
            <w:vAlign w:val="bottom"/>
          </w:tcPr>
          <w:p w14:paraId="588AD20D" w14:textId="3D2F435C" w:rsidR="005F0FF4" w:rsidRPr="005D3E43" w:rsidRDefault="00EE7A07" w:rsidP="005F0FF4">
            <w:pPr>
              <w:pStyle w:val="BodyText"/>
              <w:tabs>
                <w:tab w:val="decimal" w:pos="1200"/>
              </w:tabs>
              <w:spacing w:after="0" w:line="240" w:lineRule="auto"/>
              <w:ind w:left="-115" w:right="-72"/>
              <w:rPr>
                <w:b/>
                <w:bCs/>
                <w:szCs w:val="22"/>
                <w:lang w:val="en-US"/>
              </w:rPr>
            </w:pPr>
            <w:r>
              <w:rPr>
                <w:b/>
                <w:bCs/>
                <w:szCs w:val="22"/>
                <w:lang w:val="en-US"/>
              </w:rPr>
              <w:t>88,853</w:t>
            </w:r>
          </w:p>
        </w:tc>
        <w:tc>
          <w:tcPr>
            <w:tcW w:w="253" w:type="dxa"/>
            <w:tcBorders>
              <w:top w:val="nil"/>
              <w:left w:val="nil"/>
              <w:bottom w:val="nil"/>
              <w:right w:val="nil"/>
            </w:tcBorders>
          </w:tcPr>
          <w:p w14:paraId="60A914B0" w14:textId="77777777" w:rsidR="005F0FF4" w:rsidRPr="005D3E43" w:rsidRDefault="005F0FF4" w:rsidP="005F0FF4">
            <w:pPr>
              <w:pStyle w:val="BodyText"/>
              <w:tabs>
                <w:tab w:val="decimal" w:pos="1200"/>
              </w:tabs>
              <w:spacing w:after="0" w:line="240" w:lineRule="auto"/>
              <w:ind w:left="-115" w:right="-72"/>
              <w:rPr>
                <w:b/>
                <w:bCs/>
                <w:szCs w:val="22"/>
              </w:rPr>
            </w:pPr>
          </w:p>
        </w:tc>
        <w:tc>
          <w:tcPr>
            <w:tcW w:w="1416" w:type="dxa"/>
            <w:tcBorders>
              <w:top w:val="nil"/>
              <w:left w:val="nil"/>
              <w:bottom w:val="double" w:sz="4" w:space="0" w:color="auto"/>
              <w:right w:val="nil"/>
            </w:tcBorders>
          </w:tcPr>
          <w:p w14:paraId="518B8737" w14:textId="670464EC" w:rsidR="005F0FF4" w:rsidRPr="005D3E43" w:rsidRDefault="00EE7A07" w:rsidP="005F0FF4">
            <w:pPr>
              <w:pStyle w:val="BodyText"/>
              <w:tabs>
                <w:tab w:val="decimal" w:pos="1200"/>
              </w:tabs>
              <w:spacing w:after="0" w:line="240" w:lineRule="auto"/>
              <w:ind w:left="-115" w:right="-72"/>
              <w:rPr>
                <w:b/>
                <w:bCs/>
                <w:szCs w:val="22"/>
                <w:lang w:val="en-US"/>
              </w:rPr>
            </w:pPr>
            <w:r>
              <w:rPr>
                <w:b/>
                <w:bCs/>
                <w:szCs w:val="22"/>
                <w:lang w:val="en-US"/>
              </w:rPr>
              <w:t>3,177</w:t>
            </w:r>
          </w:p>
        </w:tc>
      </w:tr>
      <w:tr w:rsidR="005F0FF4" w:rsidRPr="005D3E43" w14:paraId="7C89E457" w14:textId="77777777" w:rsidTr="005F0FF4">
        <w:trPr>
          <w:trHeight w:val="20"/>
        </w:trPr>
        <w:tc>
          <w:tcPr>
            <w:tcW w:w="5977" w:type="dxa"/>
            <w:tcBorders>
              <w:top w:val="nil"/>
              <w:left w:val="nil"/>
              <w:bottom w:val="nil"/>
              <w:right w:val="nil"/>
            </w:tcBorders>
            <w:shd w:val="clear" w:color="auto" w:fill="auto"/>
          </w:tcPr>
          <w:p w14:paraId="59575758" w14:textId="77777777" w:rsidR="005F0FF4" w:rsidRPr="005D3E43" w:rsidRDefault="005F0FF4" w:rsidP="005F0FF4">
            <w:pPr>
              <w:spacing w:line="240" w:lineRule="auto"/>
              <w:ind w:left="-18"/>
              <w:rPr>
                <w:rFonts w:eastAsia="Angsana New"/>
                <w:b/>
                <w:bCs/>
                <w:i/>
                <w:iCs/>
                <w:szCs w:val="22"/>
                <w:cs/>
                <w:lang w:bidi="th-TH"/>
              </w:rPr>
            </w:pPr>
          </w:p>
        </w:tc>
        <w:tc>
          <w:tcPr>
            <w:tcW w:w="1480" w:type="dxa"/>
            <w:tcBorders>
              <w:top w:val="double" w:sz="4" w:space="0" w:color="auto"/>
              <w:left w:val="nil"/>
              <w:bottom w:val="nil"/>
              <w:right w:val="nil"/>
            </w:tcBorders>
          </w:tcPr>
          <w:p w14:paraId="06BEA21D" w14:textId="77777777" w:rsidR="005F0FF4" w:rsidRPr="005D3E43" w:rsidRDefault="005F0FF4" w:rsidP="005F0FF4">
            <w:pPr>
              <w:tabs>
                <w:tab w:val="decimal" w:pos="1155"/>
              </w:tabs>
              <w:spacing w:line="240" w:lineRule="auto"/>
              <w:rPr>
                <w:b/>
                <w:bCs/>
                <w:szCs w:val="22"/>
              </w:rPr>
            </w:pPr>
          </w:p>
        </w:tc>
        <w:tc>
          <w:tcPr>
            <w:tcW w:w="253" w:type="dxa"/>
            <w:tcBorders>
              <w:top w:val="nil"/>
              <w:left w:val="nil"/>
              <w:bottom w:val="nil"/>
              <w:right w:val="nil"/>
            </w:tcBorders>
          </w:tcPr>
          <w:p w14:paraId="5A5DEF87" w14:textId="77777777" w:rsidR="005F0FF4" w:rsidRPr="005D3E43" w:rsidRDefault="005F0FF4" w:rsidP="005F0FF4">
            <w:pPr>
              <w:tabs>
                <w:tab w:val="left" w:pos="540"/>
              </w:tabs>
              <w:spacing w:line="240" w:lineRule="auto"/>
              <w:jc w:val="center"/>
              <w:rPr>
                <w:b/>
                <w:bCs/>
                <w:szCs w:val="22"/>
              </w:rPr>
            </w:pPr>
          </w:p>
        </w:tc>
        <w:tc>
          <w:tcPr>
            <w:tcW w:w="1416" w:type="dxa"/>
            <w:tcBorders>
              <w:top w:val="double" w:sz="4" w:space="0" w:color="auto"/>
              <w:left w:val="nil"/>
              <w:bottom w:val="nil"/>
              <w:right w:val="nil"/>
            </w:tcBorders>
          </w:tcPr>
          <w:p w14:paraId="60BAE256" w14:textId="77777777" w:rsidR="005F0FF4" w:rsidRPr="005D3E43" w:rsidRDefault="005F0FF4" w:rsidP="005F0FF4">
            <w:pPr>
              <w:tabs>
                <w:tab w:val="decimal" w:pos="1085"/>
              </w:tabs>
              <w:spacing w:line="240" w:lineRule="auto"/>
              <w:ind w:left="-85" w:right="-48"/>
              <w:jc w:val="both"/>
              <w:rPr>
                <w:b/>
                <w:bCs/>
                <w:szCs w:val="22"/>
              </w:rPr>
            </w:pPr>
          </w:p>
        </w:tc>
      </w:tr>
      <w:tr w:rsidR="005F0FF4" w:rsidRPr="005D3E43" w14:paraId="26EA3DBF" w14:textId="77777777" w:rsidTr="005F0FF4">
        <w:trPr>
          <w:trHeight w:val="20"/>
        </w:trPr>
        <w:tc>
          <w:tcPr>
            <w:tcW w:w="5977" w:type="dxa"/>
            <w:tcBorders>
              <w:top w:val="nil"/>
              <w:left w:val="nil"/>
              <w:bottom w:val="nil"/>
              <w:right w:val="nil"/>
            </w:tcBorders>
            <w:shd w:val="clear" w:color="auto" w:fill="auto"/>
          </w:tcPr>
          <w:p w14:paraId="7E146FF7" w14:textId="77777777" w:rsidR="005F0FF4" w:rsidRPr="005D3E43" w:rsidRDefault="005F0FF4" w:rsidP="005F0FF4">
            <w:pPr>
              <w:spacing w:line="240" w:lineRule="auto"/>
              <w:jc w:val="thaiDistribute"/>
              <w:rPr>
                <w:b/>
                <w:bCs/>
                <w:i/>
                <w:iCs/>
                <w:szCs w:val="22"/>
                <w:cs/>
              </w:rPr>
            </w:pPr>
            <w:r w:rsidRPr="005D3E43">
              <w:rPr>
                <w:b/>
                <w:bCs/>
                <w:i/>
                <w:iCs/>
                <w:szCs w:val="22"/>
              </w:rPr>
              <w:t>Other commitments</w:t>
            </w:r>
          </w:p>
        </w:tc>
        <w:tc>
          <w:tcPr>
            <w:tcW w:w="1480" w:type="dxa"/>
            <w:tcBorders>
              <w:top w:val="nil"/>
              <w:left w:val="nil"/>
              <w:bottom w:val="nil"/>
              <w:right w:val="nil"/>
            </w:tcBorders>
          </w:tcPr>
          <w:p w14:paraId="71184459" w14:textId="77777777" w:rsidR="005F0FF4" w:rsidRPr="005D3E43" w:rsidRDefault="005F0FF4" w:rsidP="005F0FF4">
            <w:pPr>
              <w:pStyle w:val="BodyText"/>
              <w:tabs>
                <w:tab w:val="decimal" w:pos="1200"/>
              </w:tabs>
              <w:spacing w:after="0" w:line="240" w:lineRule="auto"/>
              <w:ind w:left="-115" w:right="-72"/>
              <w:rPr>
                <w:b/>
                <w:bCs/>
                <w:szCs w:val="22"/>
              </w:rPr>
            </w:pPr>
          </w:p>
        </w:tc>
        <w:tc>
          <w:tcPr>
            <w:tcW w:w="253" w:type="dxa"/>
            <w:tcBorders>
              <w:top w:val="nil"/>
              <w:left w:val="nil"/>
              <w:bottom w:val="nil"/>
              <w:right w:val="nil"/>
            </w:tcBorders>
          </w:tcPr>
          <w:p w14:paraId="4B0300A5" w14:textId="77777777" w:rsidR="005F0FF4" w:rsidRPr="005D3E43" w:rsidRDefault="005F0FF4" w:rsidP="005F0FF4">
            <w:pPr>
              <w:pStyle w:val="BodyText"/>
              <w:tabs>
                <w:tab w:val="decimal" w:pos="1200"/>
              </w:tabs>
              <w:spacing w:after="0" w:line="240" w:lineRule="auto"/>
              <w:ind w:left="-115" w:right="-72"/>
              <w:rPr>
                <w:b/>
                <w:bCs/>
                <w:szCs w:val="22"/>
              </w:rPr>
            </w:pPr>
          </w:p>
        </w:tc>
        <w:tc>
          <w:tcPr>
            <w:tcW w:w="1416" w:type="dxa"/>
            <w:tcBorders>
              <w:top w:val="nil"/>
              <w:left w:val="nil"/>
              <w:bottom w:val="nil"/>
              <w:right w:val="nil"/>
            </w:tcBorders>
          </w:tcPr>
          <w:p w14:paraId="4D3C8C96" w14:textId="77777777" w:rsidR="005F0FF4" w:rsidRPr="005D3E43" w:rsidRDefault="005F0FF4" w:rsidP="005F0FF4">
            <w:pPr>
              <w:pStyle w:val="BodyText"/>
              <w:tabs>
                <w:tab w:val="decimal" w:pos="1200"/>
              </w:tabs>
              <w:spacing w:after="0" w:line="240" w:lineRule="auto"/>
              <w:ind w:left="-115" w:right="-72"/>
              <w:rPr>
                <w:szCs w:val="22"/>
              </w:rPr>
            </w:pPr>
          </w:p>
        </w:tc>
      </w:tr>
      <w:tr w:rsidR="005F0FF4" w:rsidRPr="005D3E43" w14:paraId="7162603E" w14:textId="77777777" w:rsidTr="005F0FF4">
        <w:trPr>
          <w:trHeight w:val="20"/>
        </w:trPr>
        <w:tc>
          <w:tcPr>
            <w:tcW w:w="5977" w:type="dxa"/>
            <w:tcBorders>
              <w:top w:val="nil"/>
              <w:left w:val="nil"/>
              <w:bottom w:val="nil"/>
              <w:right w:val="nil"/>
            </w:tcBorders>
            <w:shd w:val="clear" w:color="auto" w:fill="auto"/>
          </w:tcPr>
          <w:p w14:paraId="034F8768" w14:textId="77777777" w:rsidR="005F0FF4" w:rsidRPr="005D3E43" w:rsidRDefault="005F0FF4" w:rsidP="005F0FF4">
            <w:pPr>
              <w:rPr>
                <w:szCs w:val="22"/>
              </w:rPr>
            </w:pPr>
            <w:r w:rsidRPr="005D3E43">
              <w:rPr>
                <w:szCs w:val="22"/>
              </w:rPr>
              <w:t>Investment properties agreement under development</w:t>
            </w:r>
          </w:p>
        </w:tc>
        <w:tc>
          <w:tcPr>
            <w:tcW w:w="1480" w:type="dxa"/>
            <w:tcBorders>
              <w:top w:val="nil"/>
              <w:left w:val="nil"/>
              <w:bottom w:val="nil"/>
              <w:right w:val="nil"/>
            </w:tcBorders>
            <w:vAlign w:val="bottom"/>
          </w:tcPr>
          <w:p w14:paraId="1D0A4B0B" w14:textId="521473DB" w:rsidR="005F0FF4" w:rsidRPr="005D3E43" w:rsidRDefault="00EE7A07" w:rsidP="005F0FF4">
            <w:pPr>
              <w:pStyle w:val="BodyText"/>
              <w:tabs>
                <w:tab w:val="decimal" w:pos="1200"/>
              </w:tabs>
              <w:spacing w:after="0"/>
              <w:ind w:right="-72"/>
              <w:rPr>
                <w:szCs w:val="22"/>
              </w:rPr>
            </w:pPr>
            <w:r>
              <w:rPr>
                <w:szCs w:val="22"/>
              </w:rPr>
              <w:t>97,002</w:t>
            </w:r>
          </w:p>
        </w:tc>
        <w:tc>
          <w:tcPr>
            <w:tcW w:w="253" w:type="dxa"/>
            <w:tcBorders>
              <w:top w:val="nil"/>
              <w:left w:val="nil"/>
              <w:bottom w:val="nil"/>
              <w:right w:val="nil"/>
            </w:tcBorders>
            <w:vAlign w:val="bottom"/>
          </w:tcPr>
          <w:p w14:paraId="2EEDA98F" w14:textId="77777777" w:rsidR="005F0FF4" w:rsidRPr="005D3E43" w:rsidRDefault="005F0FF4" w:rsidP="005F0FF4">
            <w:pPr>
              <w:pStyle w:val="BodyText"/>
              <w:tabs>
                <w:tab w:val="decimal" w:pos="1200"/>
              </w:tabs>
              <w:spacing w:after="0"/>
              <w:ind w:right="-72"/>
              <w:rPr>
                <w:szCs w:val="22"/>
              </w:rPr>
            </w:pPr>
          </w:p>
        </w:tc>
        <w:tc>
          <w:tcPr>
            <w:tcW w:w="1416" w:type="dxa"/>
            <w:tcBorders>
              <w:top w:val="nil"/>
              <w:left w:val="nil"/>
              <w:bottom w:val="nil"/>
              <w:right w:val="nil"/>
            </w:tcBorders>
            <w:vAlign w:val="bottom"/>
          </w:tcPr>
          <w:p w14:paraId="6E8EA525" w14:textId="5D76599C" w:rsidR="005F0FF4" w:rsidRPr="005D3E43" w:rsidRDefault="00EE7A07" w:rsidP="00FC5C69">
            <w:pPr>
              <w:pStyle w:val="BodyText"/>
              <w:tabs>
                <w:tab w:val="decimal" w:pos="866"/>
              </w:tabs>
              <w:spacing w:after="0"/>
              <w:ind w:right="-72"/>
              <w:rPr>
                <w:szCs w:val="22"/>
                <w:cs/>
              </w:rPr>
            </w:pPr>
            <w:r>
              <w:rPr>
                <w:szCs w:val="22"/>
              </w:rPr>
              <w:t>-</w:t>
            </w:r>
          </w:p>
        </w:tc>
      </w:tr>
      <w:tr w:rsidR="005F0FF4" w:rsidRPr="005D3E43" w14:paraId="1A1FC86C" w14:textId="77777777" w:rsidTr="005F0FF4">
        <w:trPr>
          <w:trHeight w:val="20"/>
        </w:trPr>
        <w:tc>
          <w:tcPr>
            <w:tcW w:w="5977" w:type="dxa"/>
            <w:tcBorders>
              <w:top w:val="nil"/>
              <w:left w:val="nil"/>
              <w:bottom w:val="nil"/>
              <w:right w:val="nil"/>
            </w:tcBorders>
            <w:shd w:val="clear" w:color="auto" w:fill="auto"/>
          </w:tcPr>
          <w:p w14:paraId="661328A0" w14:textId="77777777" w:rsidR="005F0FF4" w:rsidRPr="005D3E43" w:rsidRDefault="005F0FF4" w:rsidP="005F0FF4">
            <w:pPr>
              <w:rPr>
                <w:szCs w:val="22"/>
              </w:rPr>
            </w:pPr>
            <w:r w:rsidRPr="005D3E43">
              <w:rPr>
                <w:szCs w:val="22"/>
              </w:rPr>
              <w:t>Service agreements</w:t>
            </w:r>
          </w:p>
        </w:tc>
        <w:tc>
          <w:tcPr>
            <w:tcW w:w="1480" w:type="dxa"/>
            <w:tcBorders>
              <w:top w:val="nil"/>
              <w:left w:val="nil"/>
              <w:bottom w:val="nil"/>
              <w:right w:val="nil"/>
            </w:tcBorders>
            <w:vAlign w:val="bottom"/>
          </w:tcPr>
          <w:p w14:paraId="080A76F1" w14:textId="3272A09C" w:rsidR="005F0FF4" w:rsidRPr="005D3E43" w:rsidRDefault="00EE7A07" w:rsidP="005F0FF4">
            <w:pPr>
              <w:pStyle w:val="BodyText"/>
              <w:tabs>
                <w:tab w:val="decimal" w:pos="1200"/>
              </w:tabs>
              <w:spacing w:after="0"/>
              <w:ind w:left="-115" w:right="-72"/>
              <w:rPr>
                <w:szCs w:val="22"/>
              </w:rPr>
            </w:pPr>
            <w:r>
              <w:rPr>
                <w:szCs w:val="22"/>
              </w:rPr>
              <w:t>104,669</w:t>
            </w:r>
          </w:p>
        </w:tc>
        <w:tc>
          <w:tcPr>
            <w:tcW w:w="253" w:type="dxa"/>
            <w:tcBorders>
              <w:top w:val="nil"/>
              <w:left w:val="nil"/>
              <w:bottom w:val="nil"/>
              <w:right w:val="nil"/>
            </w:tcBorders>
            <w:vAlign w:val="bottom"/>
          </w:tcPr>
          <w:p w14:paraId="1481B5D9" w14:textId="77777777" w:rsidR="005F0FF4" w:rsidRPr="005D3E43" w:rsidRDefault="005F0FF4" w:rsidP="005F0FF4">
            <w:pPr>
              <w:pStyle w:val="BodyText"/>
              <w:tabs>
                <w:tab w:val="decimal" w:pos="1200"/>
              </w:tabs>
              <w:spacing w:after="0"/>
              <w:ind w:left="-115" w:right="-72"/>
              <w:rPr>
                <w:szCs w:val="22"/>
              </w:rPr>
            </w:pPr>
          </w:p>
        </w:tc>
        <w:tc>
          <w:tcPr>
            <w:tcW w:w="1416" w:type="dxa"/>
            <w:tcBorders>
              <w:top w:val="nil"/>
              <w:left w:val="nil"/>
              <w:bottom w:val="nil"/>
              <w:right w:val="nil"/>
            </w:tcBorders>
            <w:vAlign w:val="bottom"/>
          </w:tcPr>
          <w:p w14:paraId="4F2A0572" w14:textId="68DE04C1" w:rsidR="005F0FF4" w:rsidRPr="005D3E43" w:rsidRDefault="00EE7A07" w:rsidP="005F0FF4">
            <w:pPr>
              <w:pStyle w:val="BodyText"/>
              <w:tabs>
                <w:tab w:val="decimal" w:pos="1200"/>
              </w:tabs>
              <w:spacing w:after="0"/>
              <w:ind w:left="-115" w:right="-72"/>
              <w:rPr>
                <w:szCs w:val="22"/>
              </w:rPr>
            </w:pPr>
            <w:r>
              <w:rPr>
                <w:szCs w:val="22"/>
              </w:rPr>
              <w:t>37,600</w:t>
            </w:r>
          </w:p>
        </w:tc>
      </w:tr>
      <w:tr w:rsidR="005F0FF4" w:rsidRPr="005D3E43" w14:paraId="5EAC09DA" w14:textId="77777777" w:rsidTr="005F0FF4">
        <w:trPr>
          <w:trHeight w:val="20"/>
        </w:trPr>
        <w:tc>
          <w:tcPr>
            <w:tcW w:w="5977" w:type="dxa"/>
            <w:tcBorders>
              <w:top w:val="nil"/>
              <w:left w:val="nil"/>
              <w:bottom w:val="nil"/>
              <w:right w:val="nil"/>
            </w:tcBorders>
            <w:shd w:val="clear" w:color="auto" w:fill="auto"/>
          </w:tcPr>
          <w:p w14:paraId="5058A130" w14:textId="77777777" w:rsidR="005F0FF4" w:rsidRPr="005D3E43" w:rsidRDefault="005F0FF4" w:rsidP="005F0FF4">
            <w:pPr>
              <w:rPr>
                <w:szCs w:val="22"/>
                <w:cs/>
              </w:rPr>
            </w:pPr>
            <w:r w:rsidRPr="005D3E43">
              <w:rPr>
                <w:szCs w:val="22"/>
              </w:rPr>
              <w:t>Bank guarantees</w:t>
            </w:r>
          </w:p>
        </w:tc>
        <w:tc>
          <w:tcPr>
            <w:tcW w:w="1480" w:type="dxa"/>
            <w:tcBorders>
              <w:top w:val="nil"/>
              <w:left w:val="nil"/>
              <w:bottom w:val="single" w:sz="4" w:space="0" w:color="auto"/>
              <w:right w:val="nil"/>
            </w:tcBorders>
            <w:vAlign w:val="bottom"/>
          </w:tcPr>
          <w:p w14:paraId="732C92FD" w14:textId="1D28228A" w:rsidR="005F0FF4" w:rsidRPr="005D3E43" w:rsidRDefault="00EE7A07" w:rsidP="005F0FF4">
            <w:pPr>
              <w:pStyle w:val="BodyText"/>
              <w:tabs>
                <w:tab w:val="decimal" w:pos="1200"/>
              </w:tabs>
              <w:spacing w:after="0"/>
              <w:ind w:left="-115" w:right="-72"/>
              <w:rPr>
                <w:szCs w:val="22"/>
              </w:rPr>
            </w:pPr>
            <w:r>
              <w:rPr>
                <w:szCs w:val="22"/>
              </w:rPr>
              <w:t>49,597</w:t>
            </w:r>
          </w:p>
        </w:tc>
        <w:tc>
          <w:tcPr>
            <w:tcW w:w="253" w:type="dxa"/>
            <w:tcBorders>
              <w:top w:val="nil"/>
              <w:left w:val="nil"/>
              <w:bottom w:val="nil"/>
              <w:right w:val="nil"/>
            </w:tcBorders>
            <w:vAlign w:val="bottom"/>
          </w:tcPr>
          <w:p w14:paraId="100FEAF9" w14:textId="77777777" w:rsidR="005F0FF4" w:rsidRPr="005D3E43" w:rsidRDefault="005F0FF4" w:rsidP="005F0FF4">
            <w:pPr>
              <w:pStyle w:val="BodyText"/>
              <w:tabs>
                <w:tab w:val="decimal" w:pos="1200"/>
              </w:tabs>
              <w:spacing w:after="0"/>
              <w:ind w:left="-115" w:right="-72"/>
              <w:rPr>
                <w:szCs w:val="22"/>
              </w:rPr>
            </w:pPr>
          </w:p>
        </w:tc>
        <w:tc>
          <w:tcPr>
            <w:tcW w:w="1416" w:type="dxa"/>
            <w:tcBorders>
              <w:top w:val="nil"/>
              <w:left w:val="nil"/>
              <w:bottom w:val="single" w:sz="4" w:space="0" w:color="auto"/>
              <w:right w:val="nil"/>
            </w:tcBorders>
            <w:vAlign w:val="bottom"/>
          </w:tcPr>
          <w:p w14:paraId="4DB61E0F" w14:textId="2F13968D" w:rsidR="005F0FF4" w:rsidRPr="005D3E43" w:rsidRDefault="00EE7A07" w:rsidP="005F0FF4">
            <w:pPr>
              <w:pStyle w:val="BodyText"/>
              <w:tabs>
                <w:tab w:val="decimal" w:pos="1200"/>
              </w:tabs>
              <w:spacing w:after="0"/>
              <w:ind w:left="-115" w:right="-72"/>
              <w:rPr>
                <w:szCs w:val="22"/>
              </w:rPr>
            </w:pPr>
            <w:r>
              <w:rPr>
                <w:szCs w:val="22"/>
              </w:rPr>
              <w:t>7,416</w:t>
            </w:r>
          </w:p>
        </w:tc>
      </w:tr>
      <w:tr w:rsidR="005F0FF4" w:rsidRPr="005D3E43" w14:paraId="00B07E53" w14:textId="77777777" w:rsidTr="005F0FF4">
        <w:trPr>
          <w:trHeight w:val="20"/>
        </w:trPr>
        <w:tc>
          <w:tcPr>
            <w:tcW w:w="5977" w:type="dxa"/>
            <w:tcBorders>
              <w:top w:val="nil"/>
              <w:left w:val="nil"/>
              <w:bottom w:val="nil"/>
              <w:right w:val="nil"/>
            </w:tcBorders>
            <w:shd w:val="clear" w:color="auto" w:fill="auto"/>
          </w:tcPr>
          <w:p w14:paraId="0902D953" w14:textId="77777777" w:rsidR="005F0FF4" w:rsidRPr="005D3E43" w:rsidRDefault="005F0FF4" w:rsidP="005F0FF4">
            <w:pPr>
              <w:spacing w:line="240" w:lineRule="auto"/>
              <w:jc w:val="thaiDistribute"/>
              <w:rPr>
                <w:b/>
                <w:bCs/>
                <w:szCs w:val="22"/>
                <w:cs/>
              </w:rPr>
            </w:pPr>
            <w:r w:rsidRPr="005D3E43">
              <w:rPr>
                <w:b/>
                <w:bCs/>
                <w:szCs w:val="22"/>
              </w:rPr>
              <w:t>Total</w:t>
            </w:r>
          </w:p>
        </w:tc>
        <w:tc>
          <w:tcPr>
            <w:tcW w:w="1480" w:type="dxa"/>
            <w:tcBorders>
              <w:top w:val="single" w:sz="4" w:space="0" w:color="auto"/>
              <w:left w:val="nil"/>
              <w:bottom w:val="double" w:sz="4" w:space="0" w:color="auto"/>
              <w:right w:val="nil"/>
            </w:tcBorders>
            <w:vAlign w:val="bottom"/>
          </w:tcPr>
          <w:p w14:paraId="4D57F28F" w14:textId="2743573C" w:rsidR="005F0FF4" w:rsidRPr="005D3E43" w:rsidRDefault="00EE7A07" w:rsidP="005F0FF4">
            <w:pPr>
              <w:pStyle w:val="BodyText"/>
              <w:tabs>
                <w:tab w:val="decimal" w:pos="1200"/>
              </w:tabs>
              <w:spacing w:after="0" w:line="240" w:lineRule="auto"/>
              <w:ind w:left="-115" w:right="-72"/>
              <w:rPr>
                <w:b/>
                <w:bCs/>
                <w:szCs w:val="22"/>
                <w:lang w:val="en-US"/>
              </w:rPr>
            </w:pPr>
            <w:r>
              <w:rPr>
                <w:b/>
                <w:bCs/>
                <w:szCs w:val="22"/>
                <w:lang w:val="en-US"/>
              </w:rPr>
              <w:t>251,268</w:t>
            </w:r>
          </w:p>
        </w:tc>
        <w:tc>
          <w:tcPr>
            <w:tcW w:w="253" w:type="dxa"/>
            <w:tcBorders>
              <w:top w:val="nil"/>
              <w:left w:val="nil"/>
              <w:bottom w:val="nil"/>
              <w:right w:val="nil"/>
            </w:tcBorders>
            <w:vAlign w:val="bottom"/>
          </w:tcPr>
          <w:p w14:paraId="420134A3" w14:textId="77777777" w:rsidR="005F0FF4" w:rsidRPr="005D3E43" w:rsidRDefault="005F0FF4" w:rsidP="005F0FF4">
            <w:pPr>
              <w:pStyle w:val="BodyText"/>
              <w:tabs>
                <w:tab w:val="decimal" w:pos="1200"/>
              </w:tabs>
              <w:spacing w:after="0" w:line="240" w:lineRule="auto"/>
              <w:ind w:left="-115" w:right="-72"/>
              <w:rPr>
                <w:b/>
                <w:bCs/>
                <w:szCs w:val="22"/>
              </w:rPr>
            </w:pPr>
          </w:p>
        </w:tc>
        <w:tc>
          <w:tcPr>
            <w:tcW w:w="1416" w:type="dxa"/>
            <w:tcBorders>
              <w:top w:val="single" w:sz="4" w:space="0" w:color="auto"/>
              <w:left w:val="nil"/>
              <w:bottom w:val="double" w:sz="4" w:space="0" w:color="auto"/>
              <w:right w:val="nil"/>
            </w:tcBorders>
            <w:vAlign w:val="bottom"/>
          </w:tcPr>
          <w:p w14:paraId="434D1F24" w14:textId="2DF3BDA9" w:rsidR="005F0FF4" w:rsidRPr="005D3E43" w:rsidRDefault="00EE7A07" w:rsidP="005F0FF4">
            <w:pPr>
              <w:pStyle w:val="BodyText"/>
              <w:tabs>
                <w:tab w:val="decimal" w:pos="1200"/>
              </w:tabs>
              <w:spacing w:after="0" w:line="240" w:lineRule="auto"/>
              <w:ind w:left="-115" w:right="-72"/>
              <w:rPr>
                <w:b/>
                <w:bCs/>
                <w:szCs w:val="22"/>
                <w:lang w:val="en-US"/>
              </w:rPr>
            </w:pPr>
            <w:r>
              <w:rPr>
                <w:b/>
                <w:bCs/>
                <w:szCs w:val="22"/>
                <w:lang w:val="en-US"/>
              </w:rPr>
              <w:t>45,016</w:t>
            </w:r>
          </w:p>
        </w:tc>
      </w:tr>
    </w:tbl>
    <w:p w14:paraId="0DEAEC41" w14:textId="77777777" w:rsidR="00CB6C65" w:rsidRPr="005D3E43" w:rsidRDefault="00CB6C65" w:rsidP="00EA2207">
      <w:pPr>
        <w:pStyle w:val="Heading1"/>
      </w:pPr>
    </w:p>
    <w:p w14:paraId="087632A3" w14:textId="77777777" w:rsidR="00EA2207" w:rsidRPr="005D3E43" w:rsidRDefault="005F0FF4" w:rsidP="00EA2207">
      <w:pPr>
        <w:pStyle w:val="Heading1"/>
        <w:rPr>
          <w:bCs/>
        </w:rPr>
      </w:pPr>
      <w:r w:rsidRPr="005D3E43">
        <w:t>1</w:t>
      </w:r>
      <w:r w:rsidR="000024E7" w:rsidRPr="005D3E43">
        <w:t>8</w:t>
      </w:r>
      <w:r w:rsidR="00EA2207" w:rsidRPr="005D3E43">
        <w:tab/>
      </w:r>
      <w:bookmarkStart w:id="1" w:name="_Hlk40387086"/>
      <w:r w:rsidR="00EA2207" w:rsidRPr="005D3E43">
        <w:rPr>
          <w:bCs/>
        </w:rPr>
        <w:t>Litigation</w:t>
      </w:r>
      <w:r w:rsidR="00ED6D01" w:rsidRPr="005D3E43">
        <w:rPr>
          <w:bCs/>
        </w:rPr>
        <w:t>s</w:t>
      </w:r>
    </w:p>
    <w:p w14:paraId="39815EF6" w14:textId="77777777" w:rsidR="00AE41B5" w:rsidRPr="005D3E43" w:rsidRDefault="00AE41B5" w:rsidP="00AE41B5">
      <w:pPr>
        <w:spacing w:line="240" w:lineRule="auto"/>
        <w:ind w:left="900"/>
        <w:jc w:val="both"/>
        <w:rPr>
          <w:szCs w:val="28"/>
          <w:lang w:bidi="th-TH"/>
        </w:rPr>
      </w:pPr>
    </w:p>
    <w:p w14:paraId="3324C6FE" w14:textId="7F22EC28" w:rsidR="00AE41B5" w:rsidRDefault="00AE41B5" w:rsidP="007C096F">
      <w:pPr>
        <w:pStyle w:val="ListParagraph"/>
        <w:numPr>
          <w:ilvl w:val="0"/>
          <w:numId w:val="39"/>
        </w:numPr>
        <w:spacing w:line="240" w:lineRule="auto"/>
        <w:ind w:left="900"/>
        <w:jc w:val="both"/>
        <w:rPr>
          <w:szCs w:val="28"/>
          <w:lang w:bidi="th-TH"/>
        </w:rPr>
      </w:pPr>
      <w:r w:rsidRPr="005D3E43">
        <w:rPr>
          <w:szCs w:val="28"/>
          <w:lang w:bidi="th-TH"/>
        </w:rPr>
        <w:t xml:space="preserve">During 2017, </w:t>
      </w:r>
      <w:r w:rsidR="009738FF">
        <w:rPr>
          <w:szCs w:val="28"/>
          <w:lang w:bidi="th-TH"/>
        </w:rPr>
        <w:t>Bayswater Company Limited</w:t>
      </w:r>
      <w:r w:rsidRPr="005D3E43">
        <w:rPr>
          <w:szCs w:val="28"/>
          <w:lang w:bidi="th-TH"/>
        </w:rPr>
        <w:t xml:space="preserve"> was being sued in a civil lawsuit by an individual person who request joint venture to register use of the entrance as a prescriptive servitude or as the public road. In March 2018, the Civil Court dismissed such request and the Appeal Court affirmed the Civil Court decision in January 2020. However, such individual person has the right to make a final appeal to the Supreme Court.</w:t>
      </w:r>
      <w:r w:rsidR="007C0922" w:rsidRPr="005D3E43">
        <w:rPr>
          <w:szCs w:val="28"/>
          <w:lang w:bidi="th-TH"/>
        </w:rPr>
        <w:t xml:space="preserve"> The Supreme Court made an appointment to listen of court decree in August 2020</w:t>
      </w:r>
      <w:r w:rsidR="009738FF">
        <w:rPr>
          <w:szCs w:val="28"/>
          <w:lang w:bidi="th-TH"/>
        </w:rPr>
        <w:t>,</w:t>
      </w:r>
      <w:r w:rsidR="009738FF" w:rsidRPr="009738FF">
        <w:t xml:space="preserve"> </w:t>
      </w:r>
      <w:r w:rsidR="009738FF" w:rsidRPr="009738FF">
        <w:rPr>
          <w:szCs w:val="28"/>
          <w:lang w:bidi="th-TH"/>
        </w:rPr>
        <w:t>the Supreme Court dismissed such request and did not accept the plaintiff’s petition, so the case was final.</w:t>
      </w:r>
    </w:p>
    <w:p w14:paraId="24F2C24F" w14:textId="77777777" w:rsidR="00D83B8E" w:rsidRPr="005D3E43" w:rsidRDefault="00D83B8E">
      <w:pPr>
        <w:spacing w:line="240" w:lineRule="auto"/>
        <w:rPr>
          <w:szCs w:val="28"/>
          <w:lang w:bidi="th-TH"/>
        </w:rPr>
      </w:pPr>
    </w:p>
    <w:p w14:paraId="101527D8" w14:textId="6A2E47DA" w:rsidR="00102AEE" w:rsidRPr="005D3E43" w:rsidRDefault="00102AEE" w:rsidP="00235DB0">
      <w:pPr>
        <w:pStyle w:val="ListParagraph"/>
        <w:numPr>
          <w:ilvl w:val="0"/>
          <w:numId w:val="39"/>
        </w:numPr>
        <w:tabs>
          <w:tab w:val="left" w:pos="900"/>
        </w:tabs>
        <w:spacing w:line="240" w:lineRule="auto"/>
        <w:ind w:left="900"/>
        <w:jc w:val="both"/>
        <w:rPr>
          <w:szCs w:val="36"/>
        </w:rPr>
      </w:pPr>
      <w:r w:rsidRPr="005D3E43">
        <w:rPr>
          <w:szCs w:val="36"/>
        </w:rPr>
        <w:t xml:space="preserve">During 2020, </w:t>
      </w:r>
      <w:r w:rsidR="00467CC5" w:rsidRPr="005D3E43">
        <w:rPr>
          <w:szCs w:val="36"/>
        </w:rPr>
        <w:t>a</w:t>
      </w:r>
      <w:r w:rsidRPr="005D3E43">
        <w:rPr>
          <w:szCs w:val="36"/>
        </w:rPr>
        <w:t xml:space="preserve"> </w:t>
      </w:r>
      <w:r w:rsidR="00467CC5" w:rsidRPr="005D3E43">
        <w:rPr>
          <w:szCs w:val="36"/>
        </w:rPr>
        <w:t>s</w:t>
      </w:r>
      <w:r w:rsidRPr="005D3E43">
        <w:rPr>
          <w:szCs w:val="36"/>
        </w:rPr>
        <w:t>ubsidiary was being sued in a civil by a juristic person (“Complainant”) requesting the payment from breach of management and construction contract of approximately</w:t>
      </w:r>
      <w:r w:rsidR="00467CC5" w:rsidRPr="005D3E43">
        <w:rPr>
          <w:szCs w:val="36"/>
        </w:rPr>
        <w:t xml:space="preserve"> </w:t>
      </w:r>
      <w:r w:rsidRPr="005D3E43">
        <w:rPr>
          <w:szCs w:val="36"/>
        </w:rPr>
        <w:t xml:space="preserve">1.1 million Baht. The court made an appointment to determine the guidelines for the trial and mediation </w:t>
      </w:r>
      <w:r w:rsidR="00467CC5" w:rsidRPr="005D3E43">
        <w:rPr>
          <w:szCs w:val="36"/>
        </w:rPr>
        <w:t>in</w:t>
      </w:r>
      <w:r w:rsidRPr="005D3E43">
        <w:rPr>
          <w:szCs w:val="36"/>
        </w:rPr>
        <w:t xml:space="preserve"> August 2020</w:t>
      </w:r>
      <w:r w:rsidR="009738FF">
        <w:rPr>
          <w:szCs w:val="36"/>
        </w:rPr>
        <w:t xml:space="preserve">, </w:t>
      </w:r>
      <w:r w:rsidR="009738FF" w:rsidRPr="009738FF">
        <w:rPr>
          <w:szCs w:val="28"/>
          <w:lang w:bidi="th-TH"/>
        </w:rPr>
        <w:t>so the case was final.</w:t>
      </w:r>
    </w:p>
    <w:p w14:paraId="16A64677" w14:textId="77777777" w:rsidR="002D717A" w:rsidRPr="005D3E43" w:rsidRDefault="002D717A" w:rsidP="002D717A">
      <w:pPr>
        <w:pStyle w:val="ListParagraph"/>
        <w:rPr>
          <w:szCs w:val="36"/>
        </w:rPr>
      </w:pPr>
    </w:p>
    <w:p w14:paraId="5D5B4614" w14:textId="7D962B80" w:rsidR="002D717A" w:rsidRPr="00CD3D51" w:rsidRDefault="002D717A" w:rsidP="00CD3D51">
      <w:pPr>
        <w:rPr>
          <w:szCs w:val="36"/>
        </w:rPr>
      </w:pPr>
    </w:p>
    <w:p w14:paraId="119C4622" w14:textId="4815A8EE" w:rsidR="004D1175" w:rsidRPr="007A0AC6" w:rsidRDefault="004D1175">
      <w:pPr>
        <w:spacing w:line="240" w:lineRule="auto"/>
        <w:rPr>
          <w:rFonts w:cstheme="minorBidi"/>
          <w:cs/>
          <w:lang w:val="en-US" w:bidi="th-TH"/>
        </w:rPr>
      </w:pPr>
      <w:r>
        <w:rPr>
          <w:lang w:val="en-US"/>
        </w:rPr>
        <w:br w:type="page"/>
      </w:r>
    </w:p>
    <w:bookmarkEnd w:id="1"/>
    <w:p w14:paraId="0498EF80" w14:textId="7CA6678F" w:rsidR="00B51EA0" w:rsidRPr="005D3E43" w:rsidRDefault="00CD3D51" w:rsidP="00B51EA0">
      <w:pPr>
        <w:pStyle w:val="Heading1"/>
      </w:pPr>
      <w:r>
        <w:lastRenderedPageBreak/>
        <w:t>19</w:t>
      </w:r>
      <w:r w:rsidR="00B51EA0" w:rsidRPr="005D3E43">
        <w:tab/>
        <w:t>Reclassification of accounts</w:t>
      </w:r>
    </w:p>
    <w:p w14:paraId="7A28A47D" w14:textId="77777777" w:rsidR="004C6E81" w:rsidRPr="005D3E43" w:rsidRDefault="004C6E81" w:rsidP="00546AEC">
      <w:pPr>
        <w:pStyle w:val="index"/>
        <w:numPr>
          <w:ilvl w:val="0"/>
          <w:numId w:val="0"/>
        </w:numPr>
        <w:tabs>
          <w:tab w:val="left" w:pos="540"/>
        </w:tabs>
        <w:jc w:val="thaiDistribute"/>
        <w:rPr>
          <w:b/>
          <w:bCs/>
          <w:sz w:val="24"/>
          <w:szCs w:val="24"/>
        </w:rPr>
      </w:pPr>
    </w:p>
    <w:p w14:paraId="043B48F3" w14:textId="6B0DEB2C" w:rsidR="00B51EA0" w:rsidRPr="005D3E43" w:rsidRDefault="00B51EA0" w:rsidP="00B51EA0">
      <w:pPr>
        <w:spacing w:line="240" w:lineRule="auto"/>
        <w:ind w:left="540"/>
        <w:jc w:val="both"/>
      </w:pPr>
      <w:r w:rsidRPr="005D3E43">
        <w:t>Certain accounts in the statement of financial position as at 31 December 201</w:t>
      </w:r>
      <w:r w:rsidR="00EE3C4C" w:rsidRPr="005D3E43">
        <w:t>9</w:t>
      </w:r>
      <w:r w:rsidRPr="005D3E43">
        <w:t xml:space="preserve"> and the statement of comprehensive income for the</w:t>
      </w:r>
      <w:r w:rsidR="00353BD3" w:rsidRPr="005D3E43">
        <w:t xml:space="preserve"> </w:t>
      </w:r>
      <w:r w:rsidR="004D1175">
        <w:t>nine</w:t>
      </w:r>
      <w:r w:rsidR="00353BD3" w:rsidRPr="005D3E43">
        <w:t xml:space="preserve">-month </w:t>
      </w:r>
      <w:r w:rsidRPr="005D3E43">
        <w:t xml:space="preserve">period ended </w:t>
      </w:r>
      <w:r w:rsidR="00EE3C4C" w:rsidRPr="005D3E43">
        <w:t>3</w:t>
      </w:r>
      <w:r w:rsidR="009E30B7" w:rsidRPr="005D3E43">
        <w:t>0</w:t>
      </w:r>
      <w:r w:rsidR="00EE3C4C" w:rsidRPr="005D3E43">
        <w:t xml:space="preserve"> </w:t>
      </w:r>
      <w:r w:rsidR="004D1175">
        <w:t xml:space="preserve">September </w:t>
      </w:r>
      <w:r w:rsidR="00EE3C4C" w:rsidRPr="005D3E43">
        <w:t>20</w:t>
      </w:r>
      <w:r w:rsidR="00560C04" w:rsidRPr="005D3E43">
        <w:t>19</w:t>
      </w:r>
      <w:r w:rsidRPr="005D3E43">
        <w:t>, which are included in the 20</w:t>
      </w:r>
      <w:r w:rsidR="00560C04" w:rsidRPr="005D3E43">
        <w:rPr>
          <w:lang w:val="en-US" w:bidi="th-TH"/>
        </w:rPr>
        <w:t>20</w:t>
      </w:r>
      <w:r w:rsidR="00EE3C4C" w:rsidRPr="005D3E43">
        <w:t xml:space="preserve"> </w:t>
      </w:r>
      <w:r w:rsidRPr="005D3E43">
        <w:t>interim financial statements for comparative purposes, have been reclassified to conform to the presentation in the 20</w:t>
      </w:r>
      <w:r w:rsidR="00EE3C4C" w:rsidRPr="005D3E43">
        <w:t>20</w:t>
      </w:r>
      <w:r w:rsidRPr="005D3E43">
        <w:t xml:space="preserve"> interim financial statements.  </w:t>
      </w:r>
    </w:p>
    <w:p w14:paraId="716A375D" w14:textId="77777777" w:rsidR="00B51EA0" w:rsidRPr="005D3E43" w:rsidRDefault="00B51EA0" w:rsidP="003D271F">
      <w:pPr>
        <w:spacing w:line="240" w:lineRule="auto"/>
        <w:jc w:val="both"/>
        <w:rPr>
          <w:b/>
          <w:bCs/>
          <w:sz w:val="24"/>
          <w:szCs w:val="24"/>
        </w:rPr>
      </w:pPr>
    </w:p>
    <w:tbl>
      <w:tblPr>
        <w:tblW w:w="9853" w:type="dxa"/>
        <w:tblInd w:w="450" w:type="dxa"/>
        <w:tblLayout w:type="fixed"/>
        <w:tblLook w:val="01E0" w:firstRow="1" w:lastRow="1" w:firstColumn="1" w:lastColumn="1" w:noHBand="0" w:noVBand="0"/>
      </w:tblPr>
      <w:tblGrid>
        <w:gridCol w:w="2246"/>
        <w:gridCol w:w="1079"/>
        <w:gridCol w:w="269"/>
        <w:gridCol w:w="1082"/>
        <w:gridCol w:w="236"/>
        <w:gridCol w:w="1028"/>
        <w:gridCol w:w="268"/>
        <w:gridCol w:w="1082"/>
        <w:gridCol w:w="239"/>
        <w:gridCol w:w="1059"/>
        <w:gridCol w:w="239"/>
        <w:gridCol w:w="1026"/>
      </w:tblGrid>
      <w:tr w:rsidR="00B51EA0" w:rsidRPr="005D3E43" w14:paraId="249BF92F" w14:textId="77777777" w:rsidTr="00E5303B">
        <w:trPr>
          <w:tblHeader/>
        </w:trPr>
        <w:tc>
          <w:tcPr>
            <w:tcW w:w="2246" w:type="dxa"/>
            <w:shd w:val="clear" w:color="auto" w:fill="auto"/>
          </w:tcPr>
          <w:p w14:paraId="12DAE79E" w14:textId="77777777" w:rsidR="00B51EA0" w:rsidRPr="005D3E43" w:rsidRDefault="00B51EA0" w:rsidP="00D056A6">
            <w:pPr>
              <w:pStyle w:val="BodyText"/>
              <w:spacing w:after="0" w:line="240" w:lineRule="atLeast"/>
              <w:ind w:right="-108"/>
              <w:jc w:val="both"/>
              <w:rPr>
                <w:sz w:val="20"/>
              </w:rPr>
            </w:pPr>
            <w:bookmarkStart w:id="2" w:name="_Hlk23484891"/>
          </w:p>
        </w:tc>
        <w:tc>
          <w:tcPr>
            <w:tcW w:w="7607" w:type="dxa"/>
            <w:gridSpan w:val="11"/>
            <w:shd w:val="clear" w:color="auto" w:fill="auto"/>
          </w:tcPr>
          <w:p w14:paraId="72F4638C" w14:textId="77777777" w:rsidR="00B51EA0" w:rsidRPr="005D3E43" w:rsidRDefault="00EE3C4C" w:rsidP="00D056A6">
            <w:pPr>
              <w:pStyle w:val="BodyText"/>
              <w:spacing w:after="0" w:line="240" w:lineRule="atLeast"/>
              <w:ind w:left="-108" w:right="-108"/>
              <w:jc w:val="center"/>
              <w:rPr>
                <w:sz w:val="20"/>
              </w:rPr>
            </w:pPr>
            <w:r w:rsidRPr="005D3E43">
              <w:rPr>
                <w:b/>
                <w:bCs/>
                <w:sz w:val="20"/>
              </w:rPr>
              <w:t>2019</w:t>
            </w:r>
          </w:p>
        </w:tc>
      </w:tr>
      <w:tr w:rsidR="00B51EA0" w:rsidRPr="005D3E43" w14:paraId="6368A4B8" w14:textId="77777777" w:rsidTr="00DD30B7">
        <w:trPr>
          <w:tblHeader/>
        </w:trPr>
        <w:tc>
          <w:tcPr>
            <w:tcW w:w="2246" w:type="dxa"/>
            <w:shd w:val="clear" w:color="auto" w:fill="auto"/>
          </w:tcPr>
          <w:p w14:paraId="0EB3355A" w14:textId="77777777" w:rsidR="00B51EA0" w:rsidRPr="005D3E43" w:rsidRDefault="00B51EA0" w:rsidP="00D056A6">
            <w:pPr>
              <w:pStyle w:val="BodyText"/>
              <w:spacing w:after="0" w:line="240" w:lineRule="atLeast"/>
              <w:ind w:right="-108"/>
              <w:jc w:val="both"/>
              <w:rPr>
                <w:sz w:val="20"/>
              </w:rPr>
            </w:pPr>
          </w:p>
        </w:tc>
        <w:tc>
          <w:tcPr>
            <w:tcW w:w="3694" w:type="dxa"/>
            <w:gridSpan w:val="5"/>
            <w:tcBorders>
              <w:bottom w:val="single" w:sz="4" w:space="0" w:color="auto"/>
            </w:tcBorders>
            <w:shd w:val="clear" w:color="auto" w:fill="auto"/>
          </w:tcPr>
          <w:p w14:paraId="0C1276CB" w14:textId="77777777" w:rsidR="00B51EA0" w:rsidRPr="005D3E43" w:rsidRDefault="00B51EA0" w:rsidP="00D056A6">
            <w:pPr>
              <w:pStyle w:val="acctmergecolhdg"/>
              <w:spacing w:line="240" w:lineRule="atLeast"/>
              <w:rPr>
                <w:sz w:val="20"/>
              </w:rPr>
            </w:pPr>
            <w:r w:rsidRPr="005D3E43">
              <w:rPr>
                <w:sz w:val="20"/>
              </w:rPr>
              <w:t xml:space="preserve">Consolidated </w:t>
            </w:r>
          </w:p>
          <w:p w14:paraId="3B640CF5" w14:textId="77777777" w:rsidR="00B51EA0" w:rsidRPr="005D3E43" w:rsidRDefault="00B51EA0" w:rsidP="00D056A6">
            <w:pPr>
              <w:pStyle w:val="BodyText"/>
              <w:spacing w:after="0" w:line="240" w:lineRule="atLeast"/>
              <w:ind w:right="-55"/>
              <w:jc w:val="center"/>
              <w:rPr>
                <w:sz w:val="20"/>
              </w:rPr>
            </w:pPr>
            <w:r w:rsidRPr="005D3E43">
              <w:rPr>
                <w:b/>
                <w:bCs/>
                <w:sz w:val="20"/>
              </w:rPr>
              <w:t>financial statements</w:t>
            </w:r>
          </w:p>
        </w:tc>
        <w:tc>
          <w:tcPr>
            <w:tcW w:w="268" w:type="dxa"/>
            <w:shd w:val="clear" w:color="auto" w:fill="auto"/>
          </w:tcPr>
          <w:p w14:paraId="0851EA39" w14:textId="77777777" w:rsidR="00B51EA0" w:rsidRPr="005D3E43" w:rsidRDefault="00B51EA0" w:rsidP="00D056A6">
            <w:pPr>
              <w:pStyle w:val="BodyText"/>
              <w:spacing w:after="0" w:line="240" w:lineRule="atLeast"/>
              <w:ind w:right="-405"/>
              <w:jc w:val="both"/>
              <w:rPr>
                <w:sz w:val="20"/>
              </w:rPr>
            </w:pPr>
          </w:p>
        </w:tc>
        <w:tc>
          <w:tcPr>
            <w:tcW w:w="3645" w:type="dxa"/>
            <w:gridSpan w:val="5"/>
            <w:tcBorders>
              <w:bottom w:val="single" w:sz="4" w:space="0" w:color="auto"/>
            </w:tcBorders>
            <w:shd w:val="clear" w:color="auto" w:fill="auto"/>
          </w:tcPr>
          <w:p w14:paraId="499350AB" w14:textId="77777777" w:rsidR="00B51EA0" w:rsidRPr="005D3E43" w:rsidRDefault="00B51EA0" w:rsidP="00D056A6">
            <w:pPr>
              <w:pStyle w:val="acctmergecolhdg"/>
              <w:spacing w:line="240" w:lineRule="atLeast"/>
              <w:rPr>
                <w:sz w:val="20"/>
              </w:rPr>
            </w:pPr>
            <w:r w:rsidRPr="005D3E43">
              <w:rPr>
                <w:sz w:val="20"/>
              </w:rPr>
              <w:t xml:space="preserve">Separate </w:t>
            </w:r>
          </w:p>
          <w:p w14:paraId="338A804C" w14:textId="77777777" w:rsidR="00B51EA0" w:rsidRPr="005D3E43" w:rsidRDefault="00B51EA0" w:rsidP="00D056A6">
            <w:pPr>
              <w:pStyle w:val="BodyText"/>
              <w:spacing w:after="0" w:line="240" w:lineRule="atLeast"/>
              <w:ind w:right="-108"/>
              <w:jc w:val="center"/>
              <w:rPr>
                <w:sz w:val="20"/>
              </w:rPr>
            </w:pPr>
            <w:r w:rsidRPr="005D3E43">
              <w:rPr>
                <w:b/>
                <w:bCs/>
                <w:sz w:val="20"/>
              </w:rPr>
              <w:t>financial statements</w:t>
            </w:r>
          </w:p>
        </w:tc>
      </w:tr>
      <w:tr w:rsidR="00F171AA" w:rsidRPr="005D3E43" w14:paraId="318E148F" w14:textId="77777777" w:rsidTr="00DD30B7">
        <w:trPr>
          <w:tblHeader/>
        </w:trPr>
        <w:tc>
          <w:tcPr>
            <w:tcW w:w="2246" w:type="dxa"/>
            <w:shd w:val="clear" w:color="auto" w:fill="auto"/>
          </w:tcPr>
          <w:p w14:paraId="40842121" w14:textId="77777777" w:rsidR="00F171AA" w:rsidRPr="005D3E43" w:rsidRDefault="00F171AA" w:rsidP="00F171AA">
            <w:pPr>
              <w:pStyle w:val="BodyText"/>
              <w:spacing w:after="0" w:line="240" w:lineRule="atLeast"/>
              <w:ind w:right="-108"/>
              <w:jc w:val="both"/>
              <w:rPr>
                <w:i/>
                <w:iCs/>
                <w:color w:val="0000FF"/>
                <w:sz w:val="20"/>
                <w:cs/>
                <w:lang w:bidi="th-TH"/>
              </w:rPr>
            </w:pPr>
          </w:p>
        </w:tc>
        <w:tc>
          <w:tcPr>
            <w:tcW w:w="1079" w:type="dxa"/>
            <w:shd w:val="clear" w:color="auto" w:fill="auto"/>
          </w:tcPr>
          <w:p w14:paraId="27F7B340" w14:textId="77777777" w:rsidR="005B5209" w:rsidRPr="005D3E43" w:rsidRDefault="00F171AA" w:rsidP="005B5209">
            <w:pPr>
              <w:pStyle w:val="BodyText"/>
              <w:spacing w:after="0" w:line="240" w:lineRule="atLeast"/>
              <w:ind w:left="-108" w:right="-108"/>
              <w:jc w:val="center"/>
              <w:rPr>
                <w:sz w:val="20"/>
              </w:rPr>
            </w:pPr>
            <w:r w:rsidRPr="005D3E43">
              <w:rPr>
                <w:sz w:val="20"/>
              </w:rPr>
              <w:t>Before</w:t>
            </w:r>
          </w:p>
          <w:p w14:paraId="64A463EE" w14:textId="77777777" w:rsidR="00F171AA" w:rsidRPr="005D3E43" w:rsidRDefault="00F171AA" w:rsidP="005B5209">
            <w:pPr>
              <w:pStyle w:val="BodyText"/>
              <w:spacing w:after="0" w:line="240" w:lineRule="atLeast"/>
              <w:ind w:left="-108" w:right="-108"/>
              <w:jc w:val="center"/>
              <w:rPr>
                <w:sz w:val="20"/>
              </w:rPr>
            </w:pPr>
            <w:r w:rsidRPr="005D3E43">
              <w:rPr>
                <w:sz w:val="20"/>
              </w:rPr>
              <w:t>reclass.</w:t>
            </w:r>
          </w:p>
        </w:tc>
        <w:tc>
          <w:tcPr>
            <w:tcW w:w="269" w:type="dxa"/>
            <w:shd w:val="clear" w:color="auto" w:fill="auto"/>
          </w:tcPr>
          <w:p w14:paraId="119A9ED2" w14:textId="77777777" w:rsidR="00F171AA" w:rsidRPr="005D3E43" w:rsidRDefault="00F171AA" w:rsidP="00F171AA">
            <w:pPr>
              <w:pStyle w:val="BodyText"/>
              <w:spacing w:after="0" w:line="240" w:lineRule="atLeast"/>
              <w:ind w:right="-405"/>
              <w:jc w:val="center"/>
              <w:rPr>
                <w:sz w:val="20"/>
              </w:rPr>
            </w:pPr>
          </w:p>
        </w:tc>
        <w:tc>
          <w:tcPr>
            <w:tcW w:w="1082" w:type="dxa"/>
            <w:shd w:val="clear" w:color="auto" w:fill="auto"/>
          </w:tcPr>
          <w:p w14:paraId="73CB8D57" w14:textId="77777777" w:rsidR="00F171AA" w:rsidRPr="005D3E43" w:rsidRDefault="00F171AA" w:rsidP="00F171AA">
            <w:pPr>
              <w:pStyle w:val="BodyText"/>
              <w:spacing w:after="0" w:line="240" w:lineRule="atLeast"/>
              <w:ind w:left="-108" w:right="-108"/>
              <w:jc w:val="center"/>
              <w:rPr>
                <w:sz w:val="20"/>
              </w:rPr>
            </w:pPr>
          </w:p>
          <w:p w14:paraId="62FA4581" w14:textId="77777777" w:rsidR="00F171AA" w:rsidRPr="005D3E43" w:rsidRDefault="00F171AA" w:rsidP="00F171AA">
            <w:pPr>
              <w:pStyle w:val="BodyText"/>
              <w:spacing w:after="0" w:line="240" w:lineRule="atLeast"/>
              <w:ind w:left="-108" w:right="-108"/>
              <w:jc w:val="center"/>
              <w:rPr>
                <w:sz w:val="20"/>
              </w:rPr>
            </w:pPr>
            <w:r w:rsidRPr="005D3E43">
              <w:rPr>
                <w:sz w:val="20"/>
              </w:rPr>
              <w:t>Reclass.</w:t>
            </w:r>
          </w:p>
        </w:tc>
        <w:tc>
          <w:tcPr>
            <w:tcW w:w="236" w:type="dxa"/>
            <w:shd w:val="clear" w:color="auto" w:fill="auto"/>
          </w:tcPr>
          <w:p w14:paraId="36494C4B" w14:textId="77777777" w:rsidR="00F171AA" w:rsidRPr="005D3E43" w:rsidRDefault="00F171AA" w:rsidP="00F171AA">
            <w:pPr>
              <w:pStyle w:val="BodyText"/>
              <w:spacing w:after="0" w:line="240" w:lineRule="atLeast"/>
              <w:ind w:right="-405"/>
              <w:jc w:val="center"/>
              <w:rPr>
                <w:sz w:val="20"/>
              </w:rPr>
            </w:pPr>
          </w:p>
        </w:tc>
        <w:tc>
          <w:tcPr>
            <w:tcW w:w="1028" w:type="dxa"/>
            <w:shd w:val="clear" w:color="auto" w:fill="auto"/>
          </w:tcPr>
          <w:p w14:paraId="35009856" w14:textId="77777777" w:rsidR="005B5209" w:rsidRPr="005D3E43" w:rsidRDefault="00F171AA" w:rsidP="005B5209">
            <w:pPr>
              <w:pStyle w:val="BodyText"/>
              <w:spacing w:after="0" w:line="240" w:lineRule="atLeast"/>
              <w:ind w:right="-108"/>
              <w:jc w:val="center"/>
              <w:rPr>
                <w:sz w:val="20"/>
              </w:rPr>
            </w:pPr>
            <w:r w:rsidRPr="005D3E43">
              <w:rPr>
                <w:sz w:val="20"/>
              </w:rPr>
              <w:t>After</w:t>
            </w:r>
          </w:p>
          <w:p w14:paraId="72E0F2D5" w14:textId="77777777" w:rsidR="00F171AA" w:rsidRPr="005D3E43" w:rsidRDefault="00F171AA" w:rsidP="005B5209">
            <w:pPr>
              <w:pStyle w:val="BodyText"/>
              <w:spacing w:after="0" w:line="240" w:lineRule="atLeast"/>
              <w:ind w:right="-108"/>
              <w:jc w:val="center"/>
              <w:rPr>
                <w:sz w:val="20"/>
              </w:rPr>
            </w:pPr>
            <w:r w:rsidRPr="005D3E43">
              <w:rPr>
                <w:sz w:val="20"/>
              </w:rPr>
              <w:t>reclass.</w:t>
            </w:r>
          </w:p>
        </w:tc>
        <w:tc>
          <w:tcPr>
            <w:tcW w:w="268" w:type="dxa"/>
            <w:shd w:val="clear" w:color="auto" w:fill="auto"/>
          </w:tcPr>
          <w:p w14:paraId="3AD0BC2E" w14:textId="77777777" w:rsidR="00F171AA" w:rsidRPr="005D3E43" w:rsidRDefault="00F171AA" w:rsidP="00F171AA">
            <w:pPr>
              <w:pStyle w:val="BodyText"/>
              <w:spacing w:after="0" w:line="240" w:lineRule="atLeast"/>
              <w:ind w:right="-405"/>
              <w:jc w:val="center"/>
              <w:rPr>
                <w:sz w:val="20"/>
              </w:rPr>
            </w:pPr>
          </w:p>
        </w:tc>
        <w:tc>
          <w:tcPr>
            <w:tcW w:w="1082" w:type="dxa"/>
            <w:shd w:val="clear" w:color="auto" w:fill="auto"/>
          </w:tcPr>
          <w:p w14:paraId="74D012A4" w14:textId="77777777" w:rsidR="005B5209" w:rsidRPr="005D3E43" w:rsidRDefault="00F171AA" w:rsidP="005B5209">
            <w:pPr>
              <w:pStyle w:val="BodyText"/>
              <w:spacing w:after="0" w:line="240" w:lineRule="atLeast"/>
              <w:ind w:left="-108" w:right="-108"/>
              <w:jc w:val="center"/>
              <w:rPr>
                <w:sz w:val="20"/>
              </w:rPr>
            </w:pPr>
            <w:r w:rsidRPr="005D3E43">
              <w:rPr>
                <w:sz w:val="20"/>
              </w:rPr>
              <w:t>Before</w:t>
            </w:r>
          </w:p>
          <w:p w14:paraId="6D6806ED" w14:textId="77777777" w:rsidR="00F171AA" w:rsidRPr="005D3E43" w:rsidRDefault="00F171AA" w:rsidP="005B5209">
            <w:pPr>
              <w:pStyle w:val="BodyText"/>
              <w:spacing w:after="0" w:line="240" w:lineRule="atLeast"/>
              <w:ind w:left="-108" w:right="-108"/>
              <w:jc w:val="center"/>
              <w:rPr>
                <w:sz w:val="20"/>
              </w:rPr>
            </w:pPr>
            <w:r w:rsidRPr="005D3E43">
              <w:rPr>
                <w:sz w:val="20"/>
              </w:rPr>
              <w:t>reclass.</w:t>
            </w:r>
          </w:p>
        </w:tc>
        <w:tc>
          <w:tcPr>
            <w:tcW w:w="239" w:type="dxa"/>
            <w:shd w:val="clear" w:color="auto" w:fill="auto"/>
          </w:tcPr>
          <w:p w14:paraId="4ADE9AEC" w14:textId="77777777" w:rsidR="00F171AA" w:rsidRPr="005D3E43" w:rsidRDefault="00F171AA" w:rsidP="00F171AA">
            <w:pPr>
              <w:pStyle w:val="BodyText"/>
              <w:spacing w:after="0" w:line="240" w:lineRule="atLeast"/>
              <w:ind w:right="-405"/>
              <w:jc w:val="center"/>
              <w:rPr>
                <w:sz w:val="20"/>
              </w:rPr>
            </w:pPr>
          </w:p>
        </w:tc>
        <w:tc>
          <w:tcPr>
            <w:tcW w:w="1059" w:type="dxa"/>
            <w:shd w:val="clear" w:color="auto" w:fill="auto"/>
          </w:tcPr>
          <w:p w14:paraId="58EA2E11" w14:textId="77777777" w:rsidR="00F171AA" w:rsidRPr="005D3E43" w:rsidRDefault="00F171AA" w:rsidP="00F171AA">
            <w:pPr>
              <w:pStyle w:val="BodyText"/>
              <w:spacing w:after="0" w:line="240" w:lineRule="atLeast"/>
              <w:ind w:left="-108" w:right="-108"/>
              <w:jc w:val="center"/>
              <w:rPr>
                <w:sz w:val="20"/>
              </w:rPr>
            </w:pPr>
          </w:p>
          <w:p w14:paraId="2AF63651" w14:textId="77777777" w:rsidR="00F171AA" w:rsidRPr="005D3E43" w:rsidRDefault="00F171AA" w:rsidP="00F171AA">
            <w:pPr>
              <w:pStyle w:val="BodyText"/>
              <w:spacing w:after="0" w:line="240" w:lineRule="atLeast"/>
              <w:ind w:left="-108" w:right="-108"/>
              <w:jc w:val="center"/>
              <w:rPr>
                <w:sz w:val="20"/>
              </w:rPr>
            </w:pPr>
            <w:r w:rsidRPr="005D3E43">
              <w:rPr>
                <w:sz w:val="20"/>
              </w:rPr>
              <w:t>Reclass.</w:t>
            </w:r>
          </w:p>
        </w:tc>
        <w:tc>
          <w:tcPr>
            <w:tcW w:w="239" w:type="dxa"/>
            <w:shd w:val="clear" w:color="auto" w:fill="auto"/>
          </w:tcPr>
          <w:p w14:paraId="428E89BB" w14:textId="77777777" w:rsidR="00F171AA" w:rsidRPr="005D3E43" w:rsidRDefault="00F171AA" w:rsidP="00F171AA">
            <w:pPr>
              <w:pStyle w:val="BodyText"/>
              <w:spacing w:after="0" w:line="240" w:lineRule="atLeast"/>
              <w:ind w:right="-405"/>
              <w:jc w:val="center"/>
              <w:rPr>
                <w:sz w:val="20"/>
              </w:rPr>
            </w:pPr>
          </w:p>
        </w:tc>
        <w:tc>
          <w:tcPr>
            <w:tcW w:w="1026" w:type="dxa"/>
            <w:shd w:val="clear" w:color="auto" w:fill="auto"/>
          </w:tcPr>
          <w:p w14:paraId="7146AFA2" w14:textId="77777777" w:rsidR="00F171AA" w:rsidRPr="005D3E43" w:rsidRDefault="00F171AA" w:rsidP="005B5209">
            <w:pPr>
              <w:pStyle w:val="BodyText"/>
              <w:spacing w:after="0" w:line="240" w:lineRule="atLeast"/>
              <w:ind w:left="-114" w:right="-108"/>
              <w:jc w:val="center"/>
              <w:rPr>
                <w:sz w:val="20"/>
              </w:rPr>
            </w:pPr>
            <w:r w:rsidRPr="005D3E43">
              <w:rPr>
                <w:sz w:val="20"/>
              </w:rPr>
              <w:t>After</w:t>
            </w:r>
          </w:p>
          <w:p w14:paraId="3FCCDEDA" w14:textId="77777777" w:rsidR="00F171AA" w:rsidRPr="005D3E43" w:rsidRDefault="00F171AA" w:rsidP="005B5209">
            <w:pPr>
              <w:pStyle w:val="BodyText"/>
              <w:spacing w:after="0" w:line="240" w:lineRule="atLeast"/>
              <w:ind w:left="-114" w:right="-108"/>
              <w:jc w:val="center"/>
              <w:rPr>
                <w:sz w:val="20"/>
              </w:rPr>
            </w:pPr>
            <w:r w:rsidRPr="005D3E43">
              <w:rPr>
                <w:sz w:val="20"/>
              </w:rPr>
              <w:t>reclass.</w:t>
            </w:r>
          </w:p>
        </w:tc>
      </w:tr>
      <w:tr w:rsidR="00B51EA0" w:rsidRPr="005D3E43" w14:paraId="66901DF2" w14:textId="77777777" w:rsidTr="00E5303B">
        <w:trPr>
          <w:tblHeader/>
        </w:trPr>
        <w:tc>
          <w:tcPr>
            <w:tcW w:w="2246" w:type="dxa"/>
            <w:shd w:val="clear" w:color="auto" w:fill="auto"/>
          </w:tcPr>
          <w:p w14:paraId="32B770BE" w14:textId="77777777" w:rsidR="00B51EA0" w:rsidRPr="005D3E43" w:rsidRDefault="00B51EA0" w:rsidP="00D056A6">
            <w:pPr>
              <w:pStyle w:val="BodyText"/>
              <w:spacing w:after="0" w:line="240" w:lineRule="atLeast"/>
              <w:ind w:right="-108"/>
              <w:jc w:val="both"/>
              <w:rPr>
                <w:sz w:val="20"/>
              </w:rPr>
            </w:pPr>
          </w:p>
        </w:tc>
        <w:tc>
          <w:tcPr>
            <w:tcW w:w="7607" w:type="dxa"/>
            <w:gridSpan w:val="11"/>
            <w:shd w:val="clear" w:color="auto" w:fill="auto"/>
          </w:tcPr>
          <w:p w14:paraId="426CE4BE" w14:textId="77777777" w:rsidR="00B51EA0" w:rsidRPr="005D3E43" w:rsidRDefault="00B51EA0" w:rsidP="00D056A6">
            <w:pPr>
              <w:pStyle w:val="BodyText"/>
              <w:spacing w:after="0" w:line="240" w:lineRule="atLeast"/>
              <w:ind w:left="-115" w:right="-108"/>
              <w:jc w:val="center"/>
              <w:rPr>
                <w:i/>
                <w:iCs/>
                <w:sz w:val="20"/>
              </w:rPr>
            </w:pPr>
            <w:r w:rsidRPr="005D3E43">
              <w:rPr>
                <w:i/>
                <w:iCs/>
                <w:sz w:val="20"/>
              </w:rPr>
              <w:t xml:space="preserve">(in </w:t>
            </w:r>
            <w:r w:rsidR="00E16F57" w:rsidRPr="005D3E43">
              <w:rPr>
                <w:i/>
                <w:iCs/>
                <w:sz w:val="20"/>
              </w:rPr>
              <w:t>thousand</w:t>
            </w:r>
            <w:r w:rsidRPr="005D3E43">
              <w:rPr>
                <w:i/>
                <w:iCs/>
                <w:sz w:val="20"/>
              </w:rPr>
              <w:t xml:space="preserve"> Baht)</w:t>
            </w:r>
          </w:p>
        </w:tc>
      </w:tr>
      <w:bookmarkEnd w:id="2"/>
      <w:tr w:rsidR="00D007C2" w:rsidRPr="005D3E43" w14:paraId="6B70928A" w14:textId="77777777" w:rsidTr="00DD30B7">
        <w:tc>
          <w:tcPr>
            <w:tcW w:w="4676" w:type="dxa"/>
            <w:gridSpan w:val="4"/>
            <w:shd w:val="clear" w:color="auto" w:fill="auto"/>
          </w:tcPr>
          <w:p w14:paraId="41D9AD59" w14:textId="77777777" w:rsidR="00A21624" w:rsidRPr="005D3E43" w:rsidRDefault="00D007C2" w:rsidP="00A21624">
            <w:pPr>
              <w:pStyle w:val="BodyText"/>
              <w:spacing w:after="0" w:line="240" w:lineRule="atLeast"/>
              <w:ind w:left="144" w:right="-108" w:hanging="144"/>
              <w:rPr>
                <w:b/>
                <w:bCs/>
                <w:i/>
                <w:iCs/>
                <w:sz w:val="20"/>
              </w:rPr>
            </w:pPr>
            <w:r w:rsidRPr="005D3E43">
              <w:rPr>
                <w:b/>
                <w:bCs/>
                <w:i/>
                <w:iCs/>
                <w:sz w:val="20"/>
              </w:rPr>
              <w:t xml:space="preserve">Statement of financial </w:t>
            </w:r>
          </w:p>
          <w:p w14:paraId="56DC0067" w14:textId="77777777" w:rsidR="00D007C2" w:rsidRPr="005D3E43" w:rsidRDefault="00D007C2" w:rsidP="00A21624">
            <w:pPr>
              <w:pStyle w:val="BodyText"/>
              <w:spacing w:after="0" w:line="240" w:lineRule="atLeast"/>
              <w:ind w:left="144" w:right="-108" w:firstLine="12"/>
              <w:rPr>
                <w:b/>
                <w:bCs/>
                <w:i/>
                <w:iCs/>
                <w:sz w:val="20"/>
              </w:rPr>
            </w:pPr>
            <w:r w:rsidRPr="005D3E43">
              <w:rPr>
                <w:b/>
                <w:bCs/>
                <w:i/>
                <w:iCs/>
                <w:sz w:val="20"/>
              </w:rPr>
              <w:t>position</w:t>
            </w:r>
          </w:p>
        </w:tc>
        <w:tc>
          <w:tcPr>
            <w:tcW w:w="236" w:type="dxa"/>
            <w:shd w:val="clear" w:color="auto" w:fill="auto"/>
          </w:tcPr>
          <w:p w14:paraId="51085DC9" w14:textId="77777777" w:rsidR="00D007C2" w:rsidRPr="005D3E43" w:rsidRDefault="00D007C2" w:rsidP="00D056A6">
            <w:pPr>
              <w:pStyle w:val="BodyText"/>
              <w:spacing w:after="0" w:line="240" w:lineRule="atLeast"/>
              <w:ind w:right="-405"/>
              <w:jc w:val="both"/>
              <w:rPr>
                <w:sz w:val="20"/>
              </w:rPr>
            </w:pPr>
          </w:p>
        </w:tc>
        <w:tc>
          <w:tcPr>
            <w:tcW w:w="1028" w:type="dxa"/>
            <w:shd w:val="clear" w:color="auto" w:fill="auto"/>
          </w:tcPr>
          <w:p w14:paraId="4902D736" w14:textId="77777777" w:rsidR="00D007C2" w:rsidRPr="005D3E43" w:rsidRDefault="00D007C2" w:rsidP="00D056A6">
            <w:pPr>
              <w:pStyle w:val="BodyText"/>
              <w:tabs>
                <w:tab w:val="decimal" w:pos="695"/>
              </w:tabs>
              <w:spacing w:after="0" w:line="240" w:lineRule="atLeast"/>
              <w:ind w:right="-156"/>
              <w:rPr>
                <w:sz w:val="20"/>
              </w:rPr>
            </w:pPr>
          </w:p>
        </w:tc>
        <w:tc>
          <w:tcPr>
            <w:tcW w:w="268" w:type="dxa"/>
            <w:shd w:val="clear" w:color="auto" w:fill="auto"/>
          </w:tcPr>
          <w:p w14:paraId="0D0721BD" w14:textId="77777777" w:rsidR="00D007C2" w:rsidRPr="005D3E43" w:rsidRDefault="00D007C2" w:rsidP="00D056A6">
            <w:pPr>
              <w:pStyle w:val="BodyText"/>
              <w:spacing w:after="0" w:line="240" w:lineRule="atLeast"/>
              <w:ind w:right="-405"/>
              <w:jc w:val="both"/>
              <w:rPr>
                <w:sz w:val="20"/>
              </w:rPr>
            </w:pPr>
          </w:p>
        </w:tc>
        <w:tc>
          <w:tcPr>
            <w:tcW w:w="1082" w:type="dxa"/>
            <w:shd w:val="clear" w:color="auto" w:fill="auto"/>
          </w:tcPr>
          <w:p w14:paraId="65A61172" w14:textId="77777777" w:rsidR="00D007C2" w:rsidRPr="005D3E43" w:rsidRDefault="00D007C2" w:rsidP="00D056A6">
            <w:pPr>
              <w:pStyle w:val="BodyText"/>
              <w:tabs>
                <w:tab w:val="decimal" w:pos="695"/>
              </w:tabs>
              <w:spacing w:after="0" w:line="240" w:lineRule="atLeast"/>
              <w:ind w:right="-156"/>
              <w:rPr>
                <w:sz w:val="20"/>
              </w:rPr>
            </w:pPr>
          </w:p>
        </w:tc>
        <w:tc>
          <w:tcPr>
            <w:tcW w:w="239" w:type="dxa"/>
            <w:shd w:val="clear" w:color="auto" w:fill="auto"/>
          </w:tcPr>
          <w:p w14:paraId="2EF82EB0" w14:textId="77777777" w:rsidR="00D007C2" w:rsidRPr="005D3E43" w:rsidRDefault="00D007C2" w:rsidP="00D056A6">
            <w:pPr>
              <w:pStyle w:val="BodyText"/>
              <w:spacing w:after="0" w:line="240" w:lineRule="atLeast"/>
              <w:ind w:right="-405"/>
              <w:jc w:val="both"/>
              <w:rPr>
                <w:sz w:val="20"/>
              </w:rPr>
            </w:pPr>
          </w:p>
        </w:tc>
        <w:tc>
          <w:tcPr>
            <w:tcW w:w="1059" w:type="dxa"/>
            <w:shd w:val="clear" w:color="auto" w:fill="auto"/>
          </w:tcPr>
          <w:p w14:paraId="0223DB7A" w14:textId="77777777" w:rsidR="00D007C2" w:rsidRPr="005D3E43" w:rsidRDefault="00D007C2" w:rsidP="00D056A6">
            <w:pPr>
              <w:pStyle w:val="BodyText"/>
              <w:tabs>
                <w:tab w:val="decimal" w:pos="695"/>
              </w:tabs>
              <w:spacing w:after="0" w:line="240" w:lineRule="atLeast"/>
              <w:ind w:right="-156"/>
              <w:rPr>
                <w:sz w:val="20"/>
              </w:rPr>
            </w:pPr>
          </w:p>
        </w:tc>
        <w:tc>
          <w:tcPr>
            <w:tcW w:w="239" w:type="dxa"/>
            <w:shd w:val="clear" w:color="auto" w:fill="auto"/>
          </w:tcPr>
          <w:p w14:paraId="34A77A03" w14:textId="77777777" w:rsidR="00D007C2" w:rsidRPr="005D3E43" w:rsidRDefault="00D007C2" w:rsidP="00D056A6">
            <w:pPr>
              <w:pStyle w:val="BodyText"/>
              <w:spacing w:after="0" w:line="240" w:lineRule="atLeast"/>
              <w:ind w:right="-405"/>
              <w:jc w:val="both"/>
              <w:rPr>
                <w:sz w:val="20"/>
              </w:rPr>
            </w:pPr>
          </w:p>
        </w:tc>
        <w:tc>
          <w:tcPr>
            <w:tcW w:w="1026" w:type="dxa"/>
            <w:shd w:val="clear" w:color="auto" w:fill="auto"/>
          </w:tcPr>
          <w:p w14:paraId="1800A2C1" w14:textId="77777777" w:rsidR="00D007C2" w:rsidRPr="005D3E43" w:rsidRDefault="00D007C2" w:rsidP="00D056A6">
            <w:pPr>
              <w:pStyle w:val="BodyText"/>
              <w:tabs>
                <w:tab w:val="decimal" w:pos="627"/>
              </w:tabs>
              <w:spacing w:after="0" w:line="240" w:lineRule="atLeast"/>
              <w:ind w:right="-156"/>
              <w:rPr>
                <w:sz w:val="20"/>
              </w:rPr>
            </w:pPr>
          </w:p>
        </w:tc>
      </w:tr>
      <w:tr w:rsidR="00EE7A07" w:rsidRPr="005D3E43" w14:paraId="78D7241E" w14:textId="77777777" w:rsidTr="00DD30B7">
        <w:tc>
          <w:tcPr>
            <w:tcW w:w="2246" w:type="dxa"/>
            <w:shd w:val="clear" w:color="auto" w:fill="auto"/>
          </w:tcPr>
          <w:p w14:paraId="58B29C76" w14:textId="77777777" w:rsidR="00EE7A07" w:rsidRPr="005D3E43" w:rsidRDefault="00EE7A07" w:rsidP="00EE7A07">
            <w:pPr>
              <w:pStyle w:val="BodyText"/>
              <w:spacing w:after="0" w:line="240" w:lineRule="atLeast"/>
              <w:ind w:left="160" w:right="-108" w:hanging="160"/>
              <w:rPr>
                <w:sz w:val="20"/>
              </w:rPr>
            </w:pPr>
            <w:r w:rsidRPr="005D3E43">
              <w:rPr>
                <w:sz w:val="20"/>
              </w:rPr>
              <w:t>Trade accounts receivable</w:t>
            </w:r>
          </w:p>
        </w:tc>
        <w:tc>
          <w:tcPr>
            <w:tcW w:w="1079" w:type="dxa"/>
            <w:shd w:val="clear" w:color="auto" w:fill="auto"/>
          </w:tcPr>
          <w:p w14:paraId="57293D19" w14:textId="6EE7F8E2" w:rsidR="00EE7A07" w:rsidRPr="00EE7A07" w:rsidRDefault="00EE7A07" w:rsidP="00EE7A07">
            <w:pPr>
              <w:tabs>
                <w:tab w:val="decimal" w:pos="825"/>
              </w:tabs>
              <w:rPr>
                <w:sz w:val="20"/>
                <w:szCs w:val="18"/>
              </w:rPr>
            </w:pPr>
            <w:r w:rsidRPr="00EE7A07">
              <w:rPr>
                <w:sz w:val="20"/>
                <w:szCs w:val="18"/>
              </w:rPr>
              <w:t xml:space="preserve"> 83,884</w:t>
            </w:r>
          </w:p>
        </w:tc>
        <w:tc>
          <w:tcPr>
            <w:tcW w:w="269" w:type="dxa"/>
            <w:shd w:val="clear" w:color="auto" w:fill="auto"/>
          </w:tcPr>
          <w:p w14:paraId="6419C6F0" w14:textId="77777777" w:rsidR="00EE7A07" w:rsidRPr="00EE7A07" w:rsidRDefault="00EE7A07" w:rsidP="00EE7A07">
            <w:pPr>
              <w:rPr>
                <w:sz w:val="20"/>
                <w:szCs w:val="18"/>
              </w:rPr>
            </w:pPr>
          </w:p>
        </w:tc>
        <w:tc>
          <w:tcPr>
            <w:tcW w:w="1082" w:type="dxa"/>
            <w:shd w:val="clear" w:color="auto" w:fill="auto"/>
          </w:tcPr>
          <w:p w14:paraId="4BF1E3BE" w14:textId="5443EB23" w:rsidR="00EE7A07" w:rsidRPr="00EE7A07" w:rsidRDefault="00EE7A07" w:rsidP="00EE7A07">
            <w:pPr>
              <w:tabs>
                <w:tab w:val="decimal" w:pos="885"/>
              </w:tabs>
              <w:rPr>
                <w:sz w:val="20"/>
                <w:szCs w:val="18"/>
              </w:rPr>
            </w:pPr>
            <w:r w:rsidRPr="00EE7A07">
              <w:rPr>
                <w:sz w:val="20"/>
                <w:szCs w:val="18"/>
              </w:rPr>
              <w:t xml:space="preserve"> (83,884)</w:t>
            </w:r>
          </w:p>
        </w:tc>
        <w:tc>
          <w:tcPr>
            <w:tcW w:w="236" w:type="dxa"/>
            <w:shd w:val="clear" w:color="auto" w:fill="auto"/>
          </w:tcPr>
          <w:p w14:paraId="19BAC1D9" w14:textId="77777777" w:rsidR="00EE7A07" w:rsidRPr="00EE7A07" w:rsidRDefault="00EE7A07" w:rsidP="00EE7A07">
            <w:pPr>
              <w:rPr>
                <w:sz w:val="20"/>
                <w:szCs w:val="18"/>
              </w:rPr>
            </w:pPr>
          </w:p>
        </w:tc>
        <w:tc>
          <w:tcPr>
            <w:tcW w:w="1028" w:type="dxa"/>
            <w:shd w:val="clear" w:color="auto" w:fill="auto"/>
          </w:tcPr>
          <w:p w14:paraId="2CAB62CC" w14:textId="4CA0936D" w:rsidR="00EE7A07" w:rsidRPr="00EE7A07" w:rsidRDefault="00EE7A07" w:rsidP="00EE7A07">
            <w:pPr>
              <w:tabs>
                <w:tab w:val="decimal" w:pos="526"/>
              </w:tabs>
              <w:rPr>
                <w:sz w:val="20"/>
                <w:szCs w:val="18"/>
              </w:rPr>
            </w:pPr>
            <w:r w:rsidRPr="00EE7A07">
              <w:rPr>
                <w:sz w:val="20"/>
                <w:szCs w:val="18"/>
              </w:rPr>
              <w:t xml:space="preserve">         -</w:t>
            </w:r>
          </w:p>
        </w:tc>
        <w:tc>
          <w:tcPr>
            <w:tcW w:w="268" w:type="dxa"/>
            <w:shd w:val="clear" w:color="auto" w:fill="auto"/>
          </w:tcPr>
          <w:p w14:paraId="45F9F218" w14:textId="77777777" w:rsidR="00EE7A07" w:rsidRPr="00EE7A07" w:rsidRDefault="00EE7A07" w:rsidP="00EE7A07">
            <w:pPr>
              <w:rPr>
                <w:sz w:val="20"/>
                <w:szCs w:val="18"/>
              </w:rPr>
            </w:pPr>
          </w:p>
        </w:tc>
        <w:tc>
          <w:tcPr>
            <w:tcW w:w="1082" w:type="dxa"/>
            <w:shd w:val="clear" w:color="auto" w:fill="auto"/>
          </w:tcPr>
          <w:p w14:paraId="20C94F39" w14:textId="4744A426" w:rsidR="00EE7A07" w:rsidRPr="00EE7A07" w:rsidRDefault="00EE7A07" w:rsidP="00E5303B">
            <w:pPr>
              <w:tabs>
                <w:tab w:val="decimal" w:pos="794"/>
              </w:tabs>
              <w:rPr>
                <w:sz w:val="20"/>
                <w:szCs w:val="18"/>
              </w:rPr>
            </w:pPr>
            <w:r w:rsidRPr="00EE7A07">
              <w:rPr>
                <w:sz w:val="20"/>
                <w:szCs w:val="18"/>
              </w:rPr>
              <w:t xml:space="preserve">  90,781</w:t>
            </w:r>
          </w:p>
        </w:tc>
        <w:tc>
          <w:tcPr>
            <w:tcW w:w="239" w:type="dxa"/>
            <w:shd w:val="clear" w:color="auto" w:fill="auto"/>
          </w:tcPr>
          <w:p w14:paraId="65F102A4" w14:textId="77777777" w:rsidR="00EE7A07" w:rsidRPr="00EE7A07" w:rsidRDefault="00EE7A07" w:rsidP="00EE7A07">
            <w:pPr>
              <w:tabs>
                <w:tab w:val="decimal" w:pos="885"/>
              </w:tabs>
              <w:rPr>
                <w:sz w:val="20"/>
                <w:szCs w:val="18"/>
              </w:rPr>
            </w:pPr>
          </w:p>
        </w:tc>
        <w:tc>
          <w:tcPr>
            <w:tcW w:w="1059" w:type="dxa"/>
            <w:shd w:val="clear" w:color="auto" w:fill="auto"/>
          </w:tcPr>
          <w:p w14:paraId="69FF2B9C" w14:textId="2F5A20B2" w:rsidR="00EE7A07" w:rsidRPr="00EE7A07" w:rsidRDefault="00EE7A07" w:rsidP="00E5303B">
            <w:pPr>
              <w:tabs>
                <w:tab w:val="decimal" w:pos="842"/>
              </w:tabs>
              <w:ind w:left="-73"/>
              <w:rPr>
                <w:sz w:val="20"/>
                <w:szCs w:val="18"/>
              </w:rPr>
            </w:pPr>
            <w:r w:rsidRPr="00EE7A07">
              <w:rPr>
                <w:sz w:val="20"/>
                <w:szCs w:val="18"/>
              </w:rPr>
              <w:t xml:space="preserve">   (90,781)</w:t>
            </w:r>
          </w:p>
        </w:tc>
        <w:tc>
          <w:tcPr>
            <w:tcW w:w="239" w:type="dxa"/>
            <w:shd w:val="clear" w:color="auto" w:fill="auto"/>
          </w:tcPr>
          <w:p w14:paraId="7D38FE4C" w14:textId="77777777" w:rsidR="00EE7A07" w:rsidRPr="00EE7A07" w:rsidRDefault="00EE7A07" w:rsidP="00EE7A07">
            <w:pPr>
              <w:rPr>
                <w:sz w:val="20"/>
                <w:szCs w:val="18"/>
              </w:rPr>
            </w:pPr>
          </w:p>
        </w:tc>
        <w:tc>
          <w:tcPr>
            <w:tcW w:w="1026" w:type="dxa"/>
            <w:shd w:val="clear" w:color="auto" w:fill="auto"/>
          </w:tcPr>
          <w:p w14:paraId="0E80A8C4" w14:textId="2FA50CCE" w:rsidR="00EE7A07" w:rsidRPr="00EE7A07" w:rsidRDefault="00EE7A07" w:rsidP="00EE7A07">
            <w:pPr>
              <w:tabs>
                <w:tab w:val="decimal" w:pos="425"/>
              </w:tabs>
              <w:rPr>
                <w:sz w:val="20"/>
                <w:szCs w:val="18"/>
              </w:rPr>
            </w:pPr>
            <w:r w:rsidRPr="00EE7A07">
              <w:rPr>
                <w:sz w:val="20"/>
                <w:szCs w:val="18"/>
              </w:rPr>
              <w:t>-</w:t>
            </w:r>
          </w:p>
        </w:tc>
      </w:tr>
      <w:tr w:rsidR="00EE7A07" w:rsidRPr="005D3E43" w14:paraId="39B7131F" w14:textId="77777777" w:rsidTr="00DD30B7">
        <w:tc>
          <w:tcPr>
            <w:tcW w:w="2246" w:type="dxa"/>
            <w:shd w:val="clear" w:color="auto" w:fill="auto"/>
          </w:tcPr>
          <w:p w14:paraId="70918696" w14:textId="77777777" w:rsidR="00EE7A07" w:rsidRPr="005D3E43" w:rsidRDefault="00EE7A07" w:rsidP="00EE7A07">
            <w:pPr>
              <w:pStyle w:val="BodyText"/>
              <w:spacing w:after="0" w:line="240" w:lineRule="atLeast"/>
              <w:ind w:left="160" w:right="-108" w:hanging="160"/>
              <w:rPr>
                <w:sz w:val="20"/>
              </w:rPr>
            </w:pPr>
            <w:r w:rsidRPr="005D3E43">
              <w:rPr>
                <w:sz w:val="20"/>
              </w:rPr>
              <w:t>Other receivables</w:t>
            </w:r>
          </w:p>
        </w:tc>
        <w:tc>
          <w:tcPr>
            <w:tcW w:w="1079" w:type="dxa"/>
            <w:shd w:val="clear" w:color="auto" w:fill="auto"/>
          </w:tcPr>
          <w:p w14:paraId="19E513B8" w14:textId="69E900E4" w:rsidR="00EE7A07" w:rsidRPr="00EE7A07" w:rsidRDefault="00EE7A07" w:rsidP="00EE7A07">
            <w:pPr>
              <w:tabs>
                <w:tab w:val="decimal" w:pos="825"/>
              </w:tabs>
              <w:rPr>
                <w:sz w:val="20"/>
                <w:szCs w:val="18"/>
              </w:rPr>
            </w:pPr>
            <w:r w:rsidRPr="00EE7A07">
              <w:rPr>
                <w:sz w:val="20"/>
                <w:szCs w:val="18"/>
              </w:rPr>
              <w:t>363,223</w:t>
            </w:r>
          </w:p>
        </w:tc>
        <w:tc>
          <w:tcPr>
            <w:tcW w:w="269" w:type="dxa"/>
            <w:shd w:val="clear" w:color="auto" w:fill="auto"/>
          </w:tcPr>
          <w:p w14:paraId="04322AA0" w14:textId="77777777" w:rsidR="00EE7A07" w:rsidRPr="00EE7A07" w:rsidRDefault="00EE7A07" w:rsidP="00EE7A07">
            <w:pPr>
              <w:rPr>
                <w:sz w:val="20"/>
                <w:szCs w:val="18"/>
              </w:rPr>
            </w:pPr>
          </w:p>
        </w:tc>
        <w:tc>
          <w:tcPr>
            <w:tcW w:w="1082" w:type="dxa"/>
            <w:shd w:val="clear" w:color="auto" w:fill="auto"/>
          </w:tcPr>
          <w:p w14:paraId="1399F91F" w14:textId="2AD424AA" w:rsidR="00EE7A07" w:rsidRPr="00EE7A07" w:rsidRDefault="00EE7A07" w:rsidP="00EE7A07">
            <w:pPr>
              <w:tabs>
                <w:tab w:val="decimal" w:pos="885"/>
              </w:tabs>
              <w:rPr>
                <w:sz w:val="20"/>
                <w:szCs w:val="18"/>
              </w:rPr>
            </w:pPr>
            <w:r w:rsidRPr="00EE7A07">
              <w:rPr>
                <w:sz w:val="20"/>
                <w:szCs w:val="18"/>
              </w:rPr>
              <w:t>(363,223)</w:t>
            </w:r>
          </w:p>
        </w:tc>
        <w:tc>
          <w:tcPr>
            <w:tcW w:w="236" w:type="dxa"/>
            <w:shd w:val="clear" w:color="auto" w:fill="auto"/>
          </w:tcPr>
          <w:p w14:paraId="14F6C832" w14:textId="77777777" w:rsidR="00EE7A07" w:rsidRPr="00EE7A07" w:rsidRDefault="00EE7A07" w:rsidP="00EE7A07">
            <w:pPr>
              <w:rPr>
                <w:sz w:val="20"/>
                <w:szCs w:val="18"/>
              </w:rPr>
            </w:pPr>
          </w:p>
        </w:tc>
        <w:tc>
          <w:tcPr>
            <w:tcW w:w="1028" w:type="dxa"/>
            <w:shd w:val="clear" w:color="auto" w:fill="auto"/>
          </w:tcPr>
          <w:p w14:paraId="5A6AE6E7" w14:textId="278F4E93" w:rsidR="00EE7A07" w:rsidRPr="00EE7A07" w:rsidRDefault="00EE7A07" w:rsidP="00EE7A07">
            <w:pPr>
              <w:tabs>
                <w:tab w:val="decimal" w:pos="526"/>
              </w:tabs>
              <w:rPr>
                <w:sz w:val="20"/>
                <w:szCs w:val="18"/>
              </w:rPr>
            </w:pPr>
            <w:r w:rsidRPr="00EE7A07">
              <w:rPr>
                <w:sz w:val="20"/>
                <w:szCs w:val="18"/>
              </w:rPr>
              <w:t xml:space="preserve">         -</w:t>
            </w:r>
          </w:p>
        </w:tc>
        <w:tc>
          <w:tcPr>
            <w:tcW w:w="268" w:type="dxa"/>
            <w:shd w:val="clear" w:color="auto" w:fill="auto"/>
          </w:tcPr>
          <w:p w14:paraId="5229035C" w14:textId="77777777" w:rsidR="00EE7A07" w:rsidRPr="00EE7A07" w:rsidRDefault="00EE7A07" w:rsidP="00EE7A07">
            <w:pPr>
              <w:rPr>
                <w:sz w:val="20"/>
                <w:szCs w:val="18"/>
              </w:rPr>
            </w:pPr>
          </w:p>
        </w:tc>
        <w:tc>
          <w:tcPr>
            <w:tcW w:w="1082" w:type="dxa"/>
            <w:shd w:val="clear" w:color="auto" w:fill="auto"/>
          </w:tcPr>
          <w:p w14:paraId="0A72B94A" w14:textId="3FC61573" w:rsidR="00EE7A07" w:rsidRPr="00EE7A07" w:rsidRDefault="00EE7A07" w:rsidP="00E5303B">
            <w:pPr>
              <w:tabs>
                <w:tab w:val="decimal" w:pos="794"/>
              </w:tabs>
              <w:rPr>
                <w:sz w:val="20"/>
                <w:szCs w:val="18"/>
              </w:rPr>
            </w:pPr>
            <w:r w:rsidRPr="00EE7A07">
              <w:rPr>
                <w:sz w:val="20"/>
                <w:szCs w:val="18"/>
              </w:rPr>
              <w:t>354,872</w:t>
            </w:r>
          </w:p>
        </w:tc>
        <w:tc>
          <w:tcPr>
            <w:tcW w:w="239" w:type="dxa"/>
            <w:shd w:val="clear" w:color="auto" w:fill="auto"/>
          </w:tcPr>
          <w:p w14:paraId="6E3B0FB1" w14:textId="77777777" w:rsidR="00EE7A07" w:rsidRPr="00EE7A07" w:rsidRDefault="00EE7A07" w:rsidP="00EE7A07">
            <w:pPr>
              <w:tabs>
                <w:tab w:val="decimal" w:pos="885"/>
              </w:tabs>
              <w:rPr>
                <w:sz w:val="20"/>
                <w:szCs w:val="18"/>
              </w:rPr>
            </w:pPr>
          </w:p>
        </w:tc>
        <w:tc>
          <w:tcPr>
            <w:tcW w:w="1059" w:type="dxa"/>
            <w:shd w:val="clear" w:color="auto" w:fill="auto"/>
          </w:tcPr>
          <w:p w14:paraId="6AD5E1E6" w14:textId="2D31B186" w:rsidR="00EE7A07" w:rsidRPr="00EE7A07" w:rsidRDefault="00EE7A07" w:rsidP="00E5303B">
            <w:pPr>
              <w:tabs>
                <w:tab w:val="decimal" w:pos="842"/>
              </w:tabs>
              <w:ind w:left="-73"/>
              <w:rPr>
                <w:sz w:val="20"/>
                <w:szCs w:val="18"/>
              </w:rPr>
            </w:pPr>
            <w:r w:rsidRPr="00EE7A07">
              <w:rPr>
                <w:sz w:val="20"/>
                <w:szCs w:val="18"/>
              </w:rPr>
              <w:t xml:space="preserve"> (354,872)</w:t>
            </w:r>
          </w:p>
        </w:tc>
        <w:tc>
          <w:tcPr>
            <w:tcW w:w="239" w:type="dxa"/>
            <w:shd w:val="clear" w:color="auto" w:fill="auto"/>
          </w:tcPr>
          <w:p w14:paraId="2A482446" w14:textId="77777777" w:rsidR="00EE7A07" w:rsidRPr="00EE7A07" w:rsidRDefault="00EE7A07" w:rsidP="00EE7A07">
            <w:pPr>
              <w:rPr>
                <w:sz w:val="20"/>
                <w:szCs w:val="18"/>
              </w:rPr>
            </w:pPr>
          </w:p>
        </w:tc>
        <w:tc>
          <w:tcPr>
            <w:tcW w:w="1026" w:type="dxa"/>
            <w:shd w:val="clear" w:color="auto" w:fill="auto"/>
          </w:tcPr>
          <w:p w14:paraId="2CA464AD" w14:textId="667425DD" w:rsidR="00EE7A07" w:rsidRPr="00EE7A07" w:rsidRDefault="00EE7A07" w:rsidP="00EE7A07">
            <w:pPr>
              <w:tabs>
                <w:tab w:val="decimal" w:pos="425"/>
              </w:tabs>
              <w:rPr>
                <w:sz w:val="20"/>
                <w:szCs w:val="18"/>
              </w:rPr>
            </w:pPr>
            <w:r w:rsidRPr="00EE7A07">
              <w:rPr>
                <w:sz w:val="20"/>
                <w:szCs w:val="18"/>
              </w:rPr>
              <w:t>-</w:t>
            </w:r>
          </w:p>
        </w:tc>
      </w:tr>
      <w:tr w:rsidR="002762FD" w:rsidRPr="005D3E43" w14:paraId="03F2A389" w14:textId="77777777" w:rsidTr="00DD30B7">
        <w:tc>
          <w:tcPr>
            <w:tcW w:w="2246" w:type="dxa"/>
            <w:shd w:val="clear" w:color="auto" w:fill="auto"/>
          </w:tcPr>
          <w:p w14:paraId="3F6550AC" w14:textId="77777777" w:rsidR="002762FD" w:rsidRPr="005D3E43" w:rsidRDefault="002762FD" w:rsidP="002762FD">
            <w:pPr>
              <w:pStyle w:val="BodyText"/>
              <w:spacing w:after="0" w:line="240" w:lineRule="atLeast"/>
              <w:ind w:left="160" w:right="-108" w:hanging="160"/>
              <w:rPr>
                <w:sz w:val="20"/>
              </w:rPr>
            </w:pPr>
            <w:r w:rsidRPr="005D3E43">
              <w:rPr>
                <w:sz w:val="20"/>
              </w:rPr>
              <w:t xml:space="preserve">Trade and other </w:t>
            </w:r>
          </w:p>
        </w:tc>
        <w:tc>
          <w:tcPr>
            <w:tcW w:w="1079" w:type="dxa"/>
            <w:shd w:val="clear" w:color="auto" w:fill="auto"/>
          </w:tcPr>
          <w:p w14:paraId="2CD4AA1B" w14:textId="77777777" w:rsidR="002762FD" w:rsidRPr="00EE7A07" w:rsidRDefault="002762FD" w:rsidP="002762FD">
            <w:pPr>
              <w:tabs>
                <w:tab w:val="decimal" w:pos="606"/>
              </w:tabs>
              <w:rPr>
                <w:sz w:val="20"/>
                <w:szCs w:val="18"/>
              </w:rPr>
            </w:pPr>
          </w:p>
        </w:tc>
        <w:tc>
          <w:tcPr>
            <w:tcW w:w="269" w:type="dxa"/>
            <w:shd w:val="clear" w:color="auto" w:fill="auto"/>
          </w:tcPr>
          <w:p w14:paraId="758E9C8E" w14:textId="77777777" w:rsidR="002762FD" w:rsidRPr="00EE7A07" w:rsidRDefault="002762FD" w:rsidP="002762FD">
            <w:pPr>
              <w:rPr>
                <w:sz w:val="20"/>
                <w:szCs w:val="18"/>
              </w:rPr>
            </w:pPr>
          </w:p>
        </w:tc>
        <w:tc>
          <w:tcPr>
            <w:tcW w:w="1082" w:type="dxa"/>
            <w:shd w:val="clear" w:color="auto" w:fill="auto"/>
          </w:tcPr>
          <w:p w14:paraId="7B18F01D" w14:textId="77777777" w:rsidR="002762FD" w:rsidRPr="00EE7A07" w:rsidRDefault="002762FD" w:rsidP="002762FD">
            <w:pPr>
              <w:tabs>
                <w:tab w:val="decimal" w:pos="885"/>
              </w:tabs>
              <w:rPr>
                <w:sz w:val="20"/>
                <w:szCs w:val="18"/>
              </w:rPr>
            </w:pPr>
          </w:p>
        </w:tc>
        <w:tc>
          <w:tcPr>
            <w:tcW w:w="236" w:type="dxa"/>
            <w:shd w:val="clear" w:color="auto" w:fill="auto"/>
          </w:tcPr>
          <w:p w14:paraId="06C0848C" w14:textId="77777777" w:rsidR="002762FD" w:rsidRPr="00EE7A07" w:rsidRDefault="002762FD" w:rsidP="002762FD">
            <w:pPr>
              <w:rPr>
                <w:sz w:val="20"/>
                <w:szCs w:val="18"/>
              </w:rPr>
            </w:pPr>
          </w:p>
        </w:tc>
        <w:tc>
          <w:tcPr>
            <w:tcW w:w="1028" w:type="dxa"/>
            <w:shd w:val="clear" w:color="auto" w:fill="auto"/>
          </w:tcPr>
          <w:p w14:paraId="22A993A7" w14:textId="77777777" w:rsidR="002762FD" w:rsidRPr="00EE7A07" w:rsidRDefault="002762FD" w:rsidP="002762FD">
            <w:pPr>
              <w:tabs>
                <w:tab w:val="decimal" w:pos="870"/>
              </w:tabs>
              <w:rPr>
                <w:sz w:val="20"/>
                <w:szCs w:val="18"/>
              </w:rPr>
            </w:pPr>
          </w:p>
        </w:tc>
        <w:tc>
          <w:tcPr>
            <w:tcW w:w="268" w:type="dxa"/>
            <w:shd w:val="clear" w:color="auto" w:fill="auto"/>
          </w:tcPr>
          <w:p w14:paraId="5E922843" w14:textId="77777777" w:rsidR="002762FD" w:rsidRPr="00EE7A07" w:rsidRDefault="002762FD" w:rsidP="002762FD">
            <w:pPr>
              <w:rPr>
                <w:sz w:val="20"/>
                <w:szCs w:val="18"/>
              </w:rPr>
            </w:pPr>
          </w:p>
        </w:tc>
        <w:tc>
          <w:tcPr>
            <w:tcW w:w="1082" w:type="dxa"/>
            <w:shd w:val="clear" w:color="auto" w:fill="auto"/>
          </w:tcPr>
          <w:p w14:paraId="281F6DD4" w14:textId="77777777" w:rsidR="002762FD" w:rsidRPr="00EE7A07" w:rsidRDefault="002762FD" w:rsidP="002762FD">
            <w:pPr>
              <w:tabs>
                <w:tab w:val="decimal" w:pos="795"/>
              </w:tabs>
              <w:rPr>
                <w:sz w:val="20"/>
                <w:szCs w:val="18"/>
              </w:rPr>
            </w:pPr>
          </w:p>
        </w:tc>
        <w:tc>
          <w:tcPr>
            <w:tcW w:w="239" w:type="dxa"/>
            <w:shd w:val="clear" w:color="auto" w:fill="auto"/>
          </w:tcPr>
          <w:p w14:paraId="58C52F89" w14:textId="77777777" w:rsidR="002762FD" w:rsidRPr="00EE7A07" w:rsidRDefault="002762FD" w:rsidP="002762FD">
            <w:pPr>
              <w:rPr>
                <w:sz w:val="20"/>
                <w:szCs w:val="18"/>
              </w:rPr>
            </w:pPr>
          </w:p>
        </w:tc>
        <w:tc>
          <w:tcPr>
            <w:tcW w:w="1059" w:type="dxa"/>
            <w:shd w:val="clear" w:color="auto" w:fill="auto"/>
          </w:tcPr>
          <w:p w14:paraId="1FBD8C97" w14:textId="77777777" w:rsidR="002762FD" w:rsidRPr="00EE7A07" w:rsidRDefault="002762FD" w:rsidP="00E5303B">
            <w:pPr>
              <w:tabs>
                <w:tab w:val="decimal" w:pos="794"/>
              </w:tabs>
              <w:rPr>
                <w:sz w:val="20"/>
                <w:szCs w:val="18"/>
              </w:rPr>
            </w:pPr>
          </w:p>
        </w:tc>
        <w:tc>
          <w:tcPr>
            <w:tcW w:w="239" w:type="dxa"/>
            <w:shd w:val="clear" w:color="auto" w:fill="auto"/>
          </w:tcPr>
          <w:p w14:paraId="45C72CF6" w14:textId="77777777" w:rsidR="002762FD" w:rsidRPr="00EE7A07" w:rsidRDefault="002762FD" w:rsidP="002762FD">
            <w:pPr>
              <w:rPr>
                <w:sz w:val="20"/>
                <w:szCs w:val="18"/>
              </w:rPr>
            </w:pPr>
          </w:p>
        </w:tc>
        <w:tc>
          <w:tcPr>
            <w:tcW w:w="1026" w:type="dxa"/>
            <w:shd w:val="clear" w:color="auto" w:fill="auto"/>
          </w:tcPr>
          <w:p w14:paraId="0514A460" w14:textId="77777777" w:rsidR="002762FD" w:rsidRPr="00EE7A07" w:rsidRDefault="002762FD" w:rsidP="002762FD">
            <w:pPr>
              <w:tabs>
                <w:tab w:val="decimal" w:pos="675"/>
              </w:tabs>
              <w:rPr>
                <w:sz w:val="20"/>
                <w:szCs w:val="18"/>
              </w:rPr>
            </w:pPr>
          </w:p>
        </w:tc>
      </w:tr>
      <w:tr w:rsidR="00EE7A07" w:rsidRPr="005D3E43" w14:paraId="7B0B167B" w14:textId="77777777" w:rsidTr="00DD30B7">
        <w:tc>
          <w:tcPr>
            <w:tcW w:w="2246" w:type="dxa"/>
            <w:shd w:val="clear" w:color="auto" w:fill="auto"/>
          </w:tcPr>
          <w:p w14:paraId="0E787C24" w14:textId="77777777" w:rsidR="00EE7A07" w:rsidRPr="005D3E43" w:rsidRDefault="00EE7A07" w:rsidP="00EE7A07">
            <w:pPr>
              <w:pStyle w:val="BodyText"/>
              <w:spacing w:after="0" w:line="240" w:lineRule="atLeast"/>
              <w:ind w:left="160" w:right="-108" w:hanging="160"/>
              <w:rPr>
                <w:sz w:val="20"/>
                <w:szCs w:val="25"/>
                <w:lang w:val="en-US" w:bidi="th-TH"/>
              </w:rPr>
            </w:pPr>
            <w:r w:rsidRPr="005D3E43">
              <w:rPr>
                <w:sz w:val="20"/>
              </w:rPr>
              <w:t xml:space="preserve">   receivable</w:t>
            </w:r>
            <w:r w:rsidRPr="005D3E43">
              <w:rPr>
                <w:sz w:val="20"/>
                <w:szCs w:val="25"/>
                <w:lang w:val="en-US" w:bidi="th-TH"/>
              </w:rPr>
              <w:t>s</w:t>
            </w:r>
          </w:p>
        </w:tc>
        <w:tc>
          <w:tcPr>
            <w:tcW w:w="1079" w:type="dxa"/>
            <w:shd w:val="clear" w:color="auto" w:fill="auto"/>
          </w:tcPr>
          <w:p w14:paraId="3F3F1B7D" w14:textId="027EC90C" w:rsidR="00EE7A07" w:rsidRPr="00EE7A07" w:rsidRDefault="00EE7A07" w:rsidP="00E5303B">
            <w:pPr>
              <w:tabs>
                <w:tab w:val="decimal" w:pos="520"/>
              </w:tabs>
              <w:rPr>
                <w:sz w:val="20"/>
                <w:szCs w:val="18"/>
              </w:rPr>
            </w:pPr>
            <w:r w:rsidRPr="00EE7A07">
              <w:rPr>
                <w:sz w:val="20"/>
                <w:szCs w:val="18"/>
              </w:rPr>
              <w:t>-</w:t>
            </w:r>
          </w:p>
        </w:tc>
        <w:tc>
          <w:tcPr>
            <w:tcW w:w="269" w:type="dxa"/>
            <w:shd w:val="clear" w:color="auto" w:fill="auto"/>
          </w:tcPr>
          <w:p w14:paraId="730E5CE7" w14:textId="77777777" w:rsidR="00EE7A07" w:rsidRPr="00EE7A07" w:rsidRDefault="00EE7A07" w:rsidP="00EE7A07">
            <w:pPr>
              <w:rPr>
                <w:sz w:val="20"/>
                <w:szCs w:val="18"/>
              </w:rPr>
            </w:pPr>
          </w:p>
        </w:tc>
        <w:tc>
          <w:tcPr>
            <w:tcW w:w="1082" w:type="dxa"/>
            <w:shd w:val="clear" w:color="auto" w:fill="auto"/>
          </w:tcPr>
          <w:p w14:paraId="090F0999" w14:textId="7A4F49D4" w:rsidR="00EE7A07" w:rsidRPr="00EE7A07" w:rsidRDefault="00EE7A07" w:rsidP="009A7840">
            <w:pPr>
              <w:tabs>
                <w:tab w:val="decimal" w:pos="794"/>
              </w:tabs>
              <w:rPr>
                <w:sz w:val="20"/>
                <w:szCs w:val="18"/>
              </w:rPr>
            </w:pPr>
            <w:r w:rsidRPr="00EE7A07">
              <w:rPr>
                <w:sz w:val="20"/>
                <w:szCs w:val="18"/>
              </w:rPr>
              <w:t>447,107</w:t>
            </w:r>
          </w:p>
        </w:tc>
        <w:tc>
          <w:tcPr>
            <w:tcW w:w="236" w:type="dxa"/>
            <w:shd w:val="clear" w:color="auto" w:fill="auto"/>
          </w:tcPr>
          <w:p w14:paraId="20EFF9D7" w14:textId="77777777" w:rsidR="00EE7A07" w:rsidRPr="00EE7A07" w:rsidRDefault="00EE7A07" w:rsidP="00EE7A07">
            <w:pPr>
              <w:rPr>
                <w:sz w:val="20"/>
                <w:szCs w:val="18"/>
              </w:rPr>
            </w:pPr>
          </w:p>
        </w:tc>
        <w:tc>
          <w:tcPr>
            <w:tcW w:w="1028" w:type="dxa"/>
            <w:shd w:val="clear" w:color="auto" w:fill="auto"/>
          </w:tcPr>
          <w:p w14:paraId="31507CFB" w14:textId="1C64411E" w:rsidR="00EE7A07" w:rsidRPr="00EE7A07" w:rsidRDefault="00EE7A07" w:rsidP="00E5303B">
            <w:pPr>
              <w:tabs>
                <w:tab w:val="decimal" w:pos="735"/>
              </w:tabs>
              <w:rPr>
                <w:sz w:val="20"/>
                <w:szCs w:val="18"/>
              </w:rPr>
            </w:pPr>
            <w:r w:rsidRPr="00EE7A07">
              <w:rPr>
                <w:sz w:val="20"/>
                <w:szCs w:val="18"/>
              </w:rPr>
              <w:t>447,107</w:t>
            </w:r>
          </w:p>
        </w:tc>
        <w:tc>
          <w:tcPr>
            <w:tcW w:w="268" w:type="dxa"/>
            <w:shd w:val="clear" w:color="auto" w:fill="auto"/>
          </w:tcPr>
          <w:p w14:paraId="77D774C8" w14:textId="77777777" w:rsidR="00EE7A07" w:rsidRPr="00EE7A07" w:rsidRDefault="00EE7A07" w:rsidP="00EE7A07">
            <w:pPr>
              <w:rPr>
                <w:sz w:val="20"/>
                <w:szCs w:val="18"/>
              </w:rPr>
            </w:pPr>
          </w:p>
        </w:tc>
        <w:tc>
          <w:tcPr>
            <w:tcW w:w="1082" w:type="dxa"/>
            <w:shd w:val="clear" w:color="auto" w:fill="auto"/>
          </w:tcPr>
          <w:p w14:paraId="1FA8276D" w14:textId="4D22E81A" w:rsidR="00EE7A07" w:rsidRPr="00EE7A07" w:rsidRDefault="00EE7A07" w:rsidP="00EE7A07">
            <w:pPr>
              <w:tabs>
                <w:tab w:val="decimal" w:pos="526"/>
              </w:tabs>
              <w:rPr>
                <w:sz w:val="20"/>
                <w:szCs w:val="18"/>
              </w:rPr>
            </w:pPr>
            <w:r w:rsidRPr="00EE7A07">
              <w:rPr>
                <w:sz w:val="20"/>
                <w:szCs w:val="18"/>
              </w:rPr>
              <w:t>-</w:t>
            </w:r>
          </w:p>
        </w:tc>
        <w:tc>
          <w:tcPr>
            <w:tcW w:w="239" w:type="dxa"/>
            <w:shd w:val="clear" w:color="auto" w:fill="auto"/>
          </w:tcPr>
          <w:p w14:paraId="10FD435D" w14:textId="77777777" w:rsidR="00EE7A07" w:rsidRPr="00EE7A07" w:rsidRDefault="00EE7A07" w:rsidP="00EE7A07">
            <w:pPr>
              <w:rPr>
                <w:sz w:val="20"/>
                <w:szCs w:val="18"/>
              </w:rPr>
            </w:pPr>
          </w:p>
        </w:tc>
        <w:tc>
          <w:tcPr>
            <w:tcW w:w="1059" w:type="dxa"/>
            <w:shd w:val="clear" w:color="auto" w:fill="auto"/>
          </w:tcPr>
          <w:p w14:paraId="5F0DF431" w14:textId="35B0E29C" w:rsidR="00EE7A07" w:rsidRPr="00EE7A07" w:rsidRDefault="0035144B" w:rsidP="00E5303B">
            <w:pPr>
              <w:tabs>
                <w:tab w:val="decimal" w:pos="737"/>
              </w:tabs>
              <w:rPr>
                <w:sz w:val="20"/>
                <w:szCs w:val="18"/>
              </w:rPr>
            </w:pPr>
            <w:r>
              <w:rPr>
                <w:sz w:val="20"/>
                <w:szCs w:val="18"/>
              </w:rPr>
              <w:t xml:space="preserve"> </w:t>
            </w:r>
            <w:r w:rsidR="009A7840" w:rsidRPr="00E5303B">
              <w:rPr>
                <w:rFonts w:hint="cs"/>
                <w:sz w:val="20"/>
                <w:szCs w:val="18"/>
                <w:cs/>
                <w:lang w:bidi="th-TH"/>
              </w:rPr>
              <w:t xml:space="preserve">  </w:t>
            </w:r>
            <w:r w:rsidR="00EE7A07" w:rsidRPr="00EE7A07">
              <w:rPr>
                <w:sz w:val="20"/>
                <w:szCs w:val="18"/>
              </w:rPr>
              <w:t>445,653</w:t>
            </w:r>
          </w:p>
        </w:tc>
        <w:tc>
          <w:tcPr>
            <w:tcW w:w="239" w:type="dxa"/>
            <w:shd w:val="clear" w:color="auto" w:fill="auto"/>
          </w:tcPr>
          <w:p w14:paraId="355DD87D" w14:textId="77777777" w:rsidR="00EE7A07" w:rsidRPr="00EE7A07" w:rsidRDefault="00EE7A07" w:rsidP="00EE7A07">
            <w:pPr>
              <w:rPr>
                <w:sz w:val="20"/>
                <w:szCs w:val="18"/>
              </w:rPr>
            </w:pPr>
          </w:p>
        </w:tc>
        <w:tc>
          <w:tcPr>
            <w:tcW w:w="1026" w:type="dxa"/>
            <w:shd w:val="clear" w:color="auto" w:fill="auto"/>
          </w:tcPr>
          <w:p w14:paraId="6C470155" w14:textId="58A7BF2B" w:rsidR="00EE7A07" w:rsidRPr="00EE7A07" w:rsidRDefault="00EE7A07" w:rsidP="00E5303B">
            <w:pPr>
              <w:tabs>
                <w:tab w:val="decimal" w:pos="693"/>
              </w:tabs>
              <w:rPr>
                <w:sz w:val="20"/>
                <w:szCs w:val="18"/>
                <w:cs/>
                <w:lang w:bidi="th-TH"/>
              </w:rPr>
            </w:pPr>
            <w:r w:rsidRPr="00EE7A07">
              <w:rPr>
                <w:sz w:val="20"/>
                <w:szCs w:val="18"/>
              </w:rPr>
              <w:t>445,653</w:t>
            </w:r>
          </w:p>
        </w:tc>
      </w:tr>
      <w:tr w:rsidR="00FC5C69" w:rsidRPr="005D3E43" w14:paraId="4B9FC43D" w14:textId="77777777" w:rsidTr="00DD30B7">
        <w:tc>
          <w:tcPr>
            <w:tcW w:w="2246" w:type="dxa"/>
            <w:shd w:val="clear" w:color="auto" w:fill="auto"/>
          </w:tcPr>
          <w:p w14:paraId="736A6F95" w14:textId="77777777" w:rsidR="00FC5C69" w:rsidRPr="005D3E43" w:rsidRDefault="00FC5C69" w:rsidP="002762FD">
            <w:pPr>
              <w:pStyle w:val="BodyText"/>
              <w:spacing w:after="0" w:line="240" w:lineRule="atLeast"/>
              <w:ind w:left="160" w:right="-108" w:hanging="160"/>
              <w:rPr>
                <w:sz w:val="20"/>
              </w:rPr>
            </w:pPr>
            <w:r w:rsidRPr="005D3E43">
              <w:rPr>
                <w:sz w:val="20"/>
              </w:rPr>
              <w:t xml:space="preserve">Long-term loans </w:t>
            </w:r>
            <w:r w:rsidR="002D717A" w:rsidRPr="005D3E43">
              <w:rPr>
                <w:sz w:val="20"/>
              </w:rPr>
              <w:t>to related</w:t>
            </w:r>
          </w:p>
        </w:tc>
        <w:tc>
          <w:tcPr>
            <w:tcW w:w="1079" w:type="dxa"/>
            <w:shd w:val="clear" w:color="auto" w:fill="auto"/>
          </w:tcPr>
          <w:p w14:paraId="55478D8E" w14:textId="77777777" w:rsidR="00FC5C69" w:rsidRPr="005D3E43" w:rsidRDefault="00FC5C69" w:rsidP="002762FD">
            <w:pPr>
              <w:tabs>
                <w:tab w:val="decimal" w:pos="606"/>
              </w:tabs>
              <w:rPr>
                <w:sz w:val="20"/>
              </w:rPr>
            </w:pPr>
          </w:p>
        </w:tc>
        <w:tc>
          <w:tcPr>
            <w:tcW w:w="269" w:type="dxa"/>
            <w:shd w:val="clear" w:color="auto" w:fill="auto"/>
          </w:tcPr>
          <w:p w14:paraId="350E661D" w14:textId="77777777" w:rsidR="00FC5C69" w:rsidRPr="005D3E43" w:rsidRDefault="00FC5C69" w:rsidP="002762FD">
            <w:pPr>
              <w:rPr>
                <w:sz w:val="20"/>
              </w:rPr>
            </w:pPr>
          </w:p>
        </w:tc>
        <w:tc>
          <w:tcPr>
            <w:tcW w:w="1082" w:type="dxa"/>
            <w:shd w:val="clear" w:color="auto" w:fill="auto"/>
          </w:tcPr>
          <w:p w14:paraId="04704519" w14:textId="77777777" w:rsidR="00FC5C69" w:rsidRPr="005D3E43" w:rsidRDefault="00FC5C69" w:rsidP="002762FD">
            <w:pPr>
              <w:tabs>
                <w:tab w:val="decimal" w:pos="885"/>
              </w:tabs>
              <w:rPr>
                <w:sz w:val="20"/>
              </w:rPr>
            </w:pPr>
          </w:p>
        </w:tc>
        <w:tc>
          <w:tcPr>
            <w:tcW w:w="236" w:type="dxa"/>
            <w:shd w:val="clear" w:color="auto" w:fill="auto"/>
          </w:tcPr>
          <w:p w14:paraId="62178C66" w14:textId="77777777" w:rsidR="00FC5C69" w:rsidRPr="005D3E43" w:rsidRDefault="00FC5C69" w:rsidP="002762FD">
            <w:pPr>
              <w:rPr>
                <w:sz w:val="20"/>
              </w:rPr>
            </w:pPr>
          </w:p>
        </w:tc>
        <w:tc>
          <w:tcPr>
            <w:tcW w:w="1028" w:type="dxa"/>
            <w:shd w:val="clear" w:color="auto" w:fill="auto"/>
          </w:tcPr>
          <w:p w14:paraId="3C72075C" w14:textId="77777777" w:rsidR="00FC5C69" w:rsidRPr="005D3E43" w:rsidRDefault="00FC5C69" w:rsidP="00E5303B">
            <w:pPr>
              <w:tabs>
                <w:tab w:val="decimal" w:pos="798"/>
              </w:tabs>
              <w:rPr>
                <w:sz w:val="20"/>
              </w:rPr>
            </w:pPr>
          </w:p>
        </w:tc>
        <w:tc>
          <w:tcPr>
            <w:tcW w:w="268" w:type="dxa"/>
            <w:shd w:val="clear" w:color="auto" w:fill="auto"/>
          </w:tcPr>
          <w:p w14:paraId="7D913A3F" w14:textId="77777777" w:rsidR="00FC5C69" w:rsidRPr="005D3E43" w:rsidRDefault="00FC5C69" w:rsidP="002762FD">
            <w:pPr>
              <w:rPr>
                <w:sz w:val="20"/>
              </w:rPr>
            </w:pPr>
          </w:p>
        </w:tc>
        <w:tc>
          <w:tcPr>
            <w:tcW w:w="1082" w:type="dxa"/>
            <w:shd w:val="clear" w:color="auto" w:fill="auto"/>
          </w:tcPr>
          <w:p w14:paraId="47747D52" w14:textId="77777777" w:rsidR="00FC5C69" w:rsidRPr="005D3E43" w:rsidRDefault="00FC5C69" w:rsidP="002762FD">
            <w:pPr>
              <w:tabs>
                <w:tab w:val="decimal" w:pos="526"/>
              </w:tabs>
              <w:rPr>
                <w:sz w:val="20"/>
              </w:rPr>
            </w:pPr>
          </w:p>
        </w:tc>
        <w:tc>
          <w:tcPr>
            <w:tcW w:w="239" w:type="dxa"/>
            <w:shd w:val="clear" w:color="auto" w:fill="auto"/>
          </w:tcPr>
          <w:p w14:paraId="5AF88522" w14:textId="77777777" w:rsidR="00FC5C69" w:rsidRPr="005D3E43" w:rsidRDefault="00FC5C69" w:rsidP="002762FD">
            <w:pPr>
              <w:rPr>
                <w:sz w:val="20"/>
              </w:rPr>
            </w:pPr>
          </w:p>
        </w:tc>
        <w:tc>
          <w:tcPr>
            <w:tcW w:w="1059" w:type="dxa"/>
            <w:shd w:val="clear" w:color="auto" w:fill="auto"/>
          </w:tcPr>
          <w:p w14:paraId="0B185B19" w14:textId="77777777" w:rsidR="00FC5C69" w:rsidRPr="00E5303B" w:rsidRDefault="00FC5C69" w:rsidP="00E5303B">
            <w:pPr>
              <w:tabs>
                <w:tab w:val="decimal" w:pos="794"/>
              </w:tabs>
              <w:rPr>
                <w:sz w:val="20"/>
                <w:szCs w:val="18"/>
              </w:rPr>
            </w:pPr>
          </w:p>
        </w:tc>
        <w:tc>
          <w:tcPr>
            <w:tcW w:w="239" w:type="dxa"/>
            <w:shd w:val="clear" w:color="auto" w:fill="auto"/>
          </w:tcPr>
          <w:p w14:paraId="406B7738" w14:textId="77777777" w:rsidR="00FC5C69" w:rsidRPr="005D3E43" w:rsidRDefault="00FC5C69" w:rsidP="002762FD">
            <w:pPr>
              <w:rPr>
                <w:sz w:val="20"/>
              </w:rPr>
            </w:pPr>
          </w:p>
        </w:tc>
        <w:tc>
          <w:tcPr>
            <w:tcW w:w="1026" w:type="dxa"/>
            <w:shd w:val="clear" w:color="auto" w:fill="auto"/>
          </w:tcPr>
          <w:p w14:paraId="75C96E77" w14:textId="77777777" w:rsidR="00FC5C69" w:rsidRPr="005D3E43" w:rsidRDefault="00FC5C69" w:rsidP="00E5303B">
            <w:pPr>
              <w:tabs>
                <w:tab w:val="decimal" w:pos="693"/>
              </w:tabs>
              <w:rPr>
                <w:sz w:val="20"/>
              </w:rPr>
            </w:pPr>
          </w:p>
        </w:tc>
      </w:tr>
      <w:tr w:rsidR="00EE7A07" w:rsidRPr="005D3E43" w14:paraId="18A18787" w14:textId="77777777" w:rsidTr="00DD30B7">
        <w:tc>
          <w:tcPr>
            <w:tcW w:w="2246" w:type="dxa"/>
            <w:shd w:val="clear" w:color="auto" w:fill="auto"/>
          </w:tcPr>
          <w:p w14:paraId="4B383F7C" w14:textId="77777777" w:rsidR="00EE7A07" w:rsidRPr="005D3E43" w:rsidRDefault="00EE7A07" w:rsidP="00EE7A07">
            <w:pPr>
              <w:pStyle w:val="BodyText"/>
              <w:spacing w:after="0" w:line="240" w:lineRule="atLeast"/>
              <w:ind w:left="160" w:right="-108" w:hanging="160"/>
              <w:rPr>
                <w:sz w:val="20"/>
              </w:rPr>
            </w:pPr>
            <w:r w:rsidRPr="005D3E43">
              <w:rPr>
                <w:sz w:val="20"/>
              </w:rPr>
              <w:t xml:space="preserve">  parties</w:t>
            </w:r>
          </w:p>
        </w:tc>
        <w:tc>
          <w:tcPr>
            <w:tcW w:w="1079" w:type="dxa"/>
            <w:shd w:val="clear" w:color="auto" w:fill="auto"/>
          </w:tcPr>
          <w:p w14:paraId="47E86465" w14:textId="0186A0AF" w:rsidR="00EE7A07" w:rsidRPr="00EE7A07" w:rsidRDefault="00EE7A07" w:rsidP="00E5303B">
            <w:pPr>
              <w:tabs>
                <w:tab w:val="decimal" w:pos="585"/>
              </w:tabs>
              <w:rPr>
                <w:sz w:val="20"/>
                <w:szCs w:val="18"/>
              </w:rPr>
            </w:pPr>
            <w:r w:rsidRPr="00EE7A07">
              <w:rPr>
                <w:sz w:val="20"/>
                <w:szCs w:val="18"/>
              </w:rPr>
              <w:t>4,039,346</w:t>
            </w:r>
          </w:p>
        </w:tc>
        <w:tc>
          <w:tcPr>
            <w:tcW w:w="269" w:type="dxa"/>
            <w:shd w:val="clear" w:color="auto" w:fill="auto"/>
          </w:tcPr>
          <w:p w14:paraId="39604332" w14:textId="77777777" w:rsidR="00EE7A07" w:rsidRPr="00EE7A07" w:rsidRDefault="00EE7A07" w:rsidP="00EE7A07">
            <w:pPr>
              <w:rPr>
                <w:sz w:val="20"/>
                <w:szCs w:val="18"/>
              </w:rPr>
            </w:pPr>
          </w:p>
        </w:tc>
        <w:tc>
          <w:tcPr>
            <w:tcW w:w="1082" w:type="dxa"/>
            <w:shd w:val="clear" w:color="auto" w:fill="auto"/>
          </w:tcPr>
          <w:p w14:paraId="3CFE9A19" w14:textId="24CEFA18" w:rsidR="00EE7A07" w:rsidRPr="00EE7A07" w:rsidRDefault="00EE7A07" w:rsidP="00EE7A07">
            <w:pPr>
              <w:tabs>
                <w:tab w:val="decimal" w:pos="792"/>
              </w:tabs>
              <w:jc w:val="center"/>
              <w:rPr>
                <w:sz w:val="20"/>
                <w:szCs w:val="18"/>
              </w:rPr>
            </w:pPr>
            <w:r w:rsidRPr="00EE7A07">
              <w:rPr>
                <w:sz w:val="20"/>
                <w:szCs w:val="18"/>
              </w:rPr>
              <w:t>393,557</w:t>
            </w:r>
          </w:p>
        </w:tc>
        <w:tc>
          <w:tcPr>
            <w:tcW w:w="236" w:type="dxa"/>
            <w:shd w:val="clear" w:color="auto" w:fill="auto"/>
          </w:tcPr>
          <w:p w14:paraId="0E6A8F1F" w14:textId="77777777" w:rsidR="00EE7A07" w:rsidRPr="00EE7A07" w:rsidRDefault="00EE7A07" w:rsidP="00EE7A07">
            <w:pPr>
              <w:rPr>
                <w:sz w:val="20"/>
                <w:szCs w:val="18"/>
              </w:rPr>
            </w:pPr>
          </w:p>
        </w:tc>
        <w:tc>
          <w:tcPr>
            <w:tcW w:w="1028" w:type="dxa"/>
            <w:shd w:val="clear" w:color="auto" w:fill="auto"/>
          </w:tcPr>
          <w:p w14:paraId="29014A2A" w14:textId="0A924BA4" w:rsidR="00EE7A07" w:rsidRPr="00EE7A07" w:rsidRDefault="00E5303B" w:rsidP="00E5303B">
            <w:pPr>
              <w:tabs>
                <w:tab w:val="decimal" w:pos="375"/>
              </w:tabs>
              <w:ind w:left="-75" w:right="-24"/>
              <w:rPr>
                <w:sz w:val="20"/>
                <w:szCs w:val="18"/>
              </w:rPr>
            </w:pPr>
            <w:r>
              <w:rPr>
                <w:sz w:val="20"/>
                <w:szCs w:val="18"/>
              </w:rPr>
              <w:t xml:space="preserve"> </w:t>
            </w:r>
            <w:r w:rsidR="00EE7A07" w:rsidRPr="00EE7A07">
              <w:rPr>
                <w:sz w:val="20"/>
                <w:szCs w:val="18"/>
              </w:rPr>
              <w:t>4,432,903</w:t>
            </w:r>
          </w:p>
        </w:tc>
        <w:tc>
          <w:tcPr>
            <w:tcW w:w="268" w:type="dxa"/>
            <w:shd w:val="clear" w:color="auto" w:fill="auto"/>
          </w:tcPr>
          <w:p w14:paraId="3187060D" w14:textId="77777777" w:rsidR="00EE7A07" w:rsidRPr="00EE7A07" w:rsidRDefault="00EE7A07" w:rsidP="00EE7A07">
            <w:pPr>
              <w:rPr>
                <w:sz w:val="20"/>
                <w:szCs w:val="18"/>
              </w:rPr>
            </w:pPr>
          </w:p>
        </w:tc>
        <w:tc>
          <w:tcPr>
            <w:tcW w:w="1082" w:type="dxa"/>
            <w:shd w:val="clear" w:color="auto" w:fill="auto"/>
          </w:tcPr>
          <w:p w14:paraId="23FFDD91" w14:textId="1B24CA3F" w:rsidR="00EE7A07" w:rsidRPr="00EE7A07" w:rsidRDefault="00EE7A07" w:rsidP="00E5303B">
            <w:pPr>
              <w:tabs>
                <w:tab w:val="decimal" w:pos="794"/>
              </w:tabs>
              <w:rPr>
                <w:sz w:val="20"/>
                <w:szCs w:val="18"/>
              </w:rPr>
            </w:pPr>
            <w:r w:rsidRPr="00EE7A07">
              <w:rPr>
                <w:sz w:val="20"/>
                <w:szCs w:val="18"/>
              </w:rPr>
              <w:t>4,977,567</w:t>
            </w:r>
          </w:p>
        </w:tc>
        <w:tc>
          <w:tcPr>
            <w:tcW w:w="239" w:type="dxa"/>
            <w:shd w:val="clear" w:color="auto" w:fill="auto"/>
          </w:tcPr>
          <w:p w14:paraId="29E3CA09" w14:textId="77777777" w:rsidR="00EE7A07" w:rsidRPr="00EE7A07" w:rsidRDefault="00EE7A07" w:rsidP="00EE7A07">
            <w:pPr>
              <w:rPr>
                <w:sz w:val="20"/>
                <w:szCs w:val="18"/>
              </w:rPr>
            </w:pPr>
          </w:p>
        </w:tc>
        <w:tc>
          <w:tcPr>
            <w:tcW w:w="1059" w:type="dxa"/>
            <w:shd w:val="clear" w:color="auto" w:fill="auto"/>
          </w:tcPr>
          <w:p w14:paraId="22CA8440" w14:textId="6D6F9DB3" w:rsidR="00EE7A07" w:rsidRPr="00EE7A07" w:rsidRDefault="00EE7A07" w:rsidP="00E5303B">
            <w:pPr>
              <w:tabs>
                <w:tab w:val="decimal" w:pos="557"/>
              </w:tabs>
              <w:rPr>
                <w:sz w:val="20"/>
                <w:szCs w:val="18"/>
              </w:rPr>
            </w:pPr>
            <w:r w:rsidRPr="00EE7A07">
              <w:rPr>
                <w:sz w:val="20"/>
                <w:szCs w:val="18"/>
              </w:rPr>
              <w:t>-</w:t>
            </w:r>
          </w:p>
        </w:tc>
        <w:tc>
          <w:tcPr>
            <w:tcW w:w="239" w:type="dxa"/>
            <w:shd w:val="clear" w:color="auto" w:fill="auto"/>
          </w:tcPr>
          <w:p w14:paraId="4E4061F1" w14:textId="77777777" w:rsidR="00EE7A07" w:rsidRPr="00EE7A07" w:rsidRDefault="00EE7A07" w:rsidP="00EE7A07">
            <w:pPr>
              <w:rPr>
                <w:sz w:val="20"/>
                <w:szCs w:val="18"/>
              </w:rPr>
            </w:pPr>
          </w:p>
        </w:tc>
        <w:tc>
          <w:tcPr>
            <w:tcW w:w="1026" w:type="dxa"/>
            <w:shd w:val="clear" w:color="auto" w:fill="auto"/>
          </w:tcPr>
          <w:p w14:paraId="16FA3A76" w14:textId="6E01D72B" w:rsidR="00EE7A07" w:rsidRPr="00EE7A07" w:rsidRDefault="00EE7A07" w:rsidP="00E5303B">
            <w:pPr>
              <w:tabs>
                <w:tab w:val="decimal" w:pos="693"/>
              </w:tabs>
              <w:ind w:left="-117" w:right="18"/>
              <w:rPr>
                <w:sz w:val="20"/>
                <w:szCs w:val="18"/>
              </w:rPr>
            </w:pPr>
            <w:r w:rsidRPr="00EE7A07">
              <w:rPr>
                <w:sz w:val="20"/>
                <w:szCs w:val="18"/>
              </w:rPr>
              <w:t>4,977,567</w:t>
            </w:r>
          </w:p>
        </w:tc>
      </w:tr>
      <w:tr w:rsidR="00EE7A07" w:rsidRPr="005D3E43" w14:paraId="1E7ACDC7" w14:textId="77777777" w:rsidTr="00DD30B7">
        <w:tc>
          <w:tcPr>
            <w:tcW w:w="2246" w:type="dxa"/>
            <w:shd w:val="clear" w:color="auto" w:fill="auto"/>
          </w:tcPr>
          <w:p w14:paraId="07D90489" w14:textId="77777777" w:rsidR="00EE7A07" w:rsidRPr="005D3E43" w:rsidRDefault="00EE7A07" w:rsidP="00EE7A07">
            <w:pPr>
              <w:pStyle w:val="BodyText"/>
              <w:spacing w:after="0" w:line="240" w:lineRule="atLeast"/>
              <w:ind w:left="160" w:right="-108" w:hanging="160"/>
              <w:rPr>
                <w:sz w:val="20"/>
              </w:rPr>
            </w:pPr>
            <w:r w:rsidRPr="005D3E43">
              <w:rPr>
                <w:sz w:val="20"/>
              </w:rPr>
              <w:t>Other non-current assets</w:t>
            </w:r>
          </w:p>
        </w:tc>
        <w:tc>
          <w:tcPr>
            <w:tcW w:w="1079" w:type="dxa"/>
            <w:shd w:val="clear" w:color="auto" w:fill="auto"/>
          </w:tcPr>
          <w:p w14:paraId="2B8FC1FB" w14:textId="57A88DDF" w:rsidR="00EE7A07" w:rsidRPr="00EE7A07" w:rsidRDefault="00EE7A07" w:rsidP="00E5303B">
            <w:pPr>
              <w:tabs>
                <w:tab w:val="decimal" w:pos="801"/>
              </w:tabs>
              <w:rPr>
                <w:sz w:val="20"/>
                <w:szCs w:val="18"/>
              </w:rPr>
            </w:pPr>
            <w:r w:rsidRPr="00EE7A07">
              <w:rPr>
                <w:sz w:val="20"/>
                <w:szCs w:val="18"/>
              </w:rPr>
              <w:t>404,856</w:t>
            </w:r>
          </w:p>
        </w:tc>
        <w:tc>
          <w:tcPr>
            <w:tcW w:w="269" w:type="dxa"/>
            <w:shd w:val="clear" w:color="auto" w:fill="auto"/>
          </w:tcPr>
          <w:p w14:paraId="4511753A" w14:textId="77777777" w:rsidR="00EE7A07" w:rsidRPr="00EE7A07" w:rsidRDefault="00EE7A07" w:rsidP="00EE7A07">
            <w:pPr>
              <w:rPr>
                <w:sz w:val="20"/>
                <w:szCs w:val="18"/>
              </w:rPr>
            </w:pPr>
          </w:p>
        </w:tc>
        <w:tc>
          <w:tcPr>
            <w:tcW w:w="1082" w:type="dxa"/>
            <w:shd w:val="clear" w:color="auto" w:fill="auto"/>
          </w:tcPr>
          <w:p w14:paraId="49CB1101" w14:textId="78578A96" w:rsidR="00EE7A07" w:rsidRPr="00EE7A07" w:rsidRDefault="00EE7A07" w:rsidP="00EE7A07">
            <w:pPr>
              <w:tabs>
                <w:tab w:val="decimal" w:pos="885"/>
              </w:tabs>
              <w:rPr>
                <w:sz w:val="20"/>
                <w:szCs w:val="18"/>
              </w:rPr>
            </w:pPr>
            <w:r w:rsidRPr="00EE7A07">
              <w:rPr>
                <w:sz w:val="20"/>
                <w:szCs w:val="18"/>
              </w:rPr>
              <w:t>(393,557)</w:t>
            </w:r>
          </w:p>
        </w:tc>
        <w:tc>
          <w:tcPr>
            <w:tcW w:w="236" w:type="dxa"/>
            <w:shd w:val="clear" w:color="auto" w:fill="auto"/>
          </w:tcPr>
          <w:p w14:paraId="0E583287" w14:textId="77777777" w:rsidR="00EE7A07" w:rsidRPr="00EE7A07" w:rsidRDefault="00EE7A07" w:rsidP="00EE7A07">
            <w:pPr>
              <w:rPr>
                <w:sz w:val="20"/>
                <w:szCs w:val="18"/>
              </w:rPr>
            </w:pPr>
          </w:p>
        </w:tc>
        <w:tc>
          <w:tcPr>
            <w:tcW w:w="1028" w:type="dxa"/>
            <w:shd w:val="clear" w:color="auto" w:fill="auto"/>
          </w:tcPr>
          <w:p w14:paraId="68970C61" w14:textId="3847A312" w:rsidR="00EE7A07" w:rsidRPr="00EE7A07" w:rsidRDefault="00EE7A07" w:rsidP="00D4293B">
            <w:pPr>
              <w:tabs>
                <w:tab w:val="decimal" w:pos="735"/>
              </w:tabs>
              <w:ind w:left="-75" w:right="-24"/>
              <w:rPr>
                <w:sz w:val="20"/>
                <w:szCs w:val="18"/>
              </w:rPr>
            </w:pPr>
            <w:r w:rsidRPr="00EE7A07">
              <w:rPr>
                <w:sz w:val="20"/>
                <w:szCs w:val="18"/>
              </w:rPr>
              <w:t xml:space="preserve"> 11,299</w:t>
            </w:r>
          </w:p>
        </w:tc>
        <w:tc>
          <w:tcPr>
            <w:tcW w:w="268" w:type="dxa"/>
            <w:shd w:val="clear" w:color="auto" w:fill="auto"/>
          </w:tcPr>
          <w:p w14:paraId="05C2CCF1" w14:textId="43BE5407" w:rsidR="00EE7A07" w:rsidRPr="00EE7A07" w:rsidRDefault="00EE7A07" w:rsidP="00EE7A07">
            <w:pPr>
              <w:rPr>
                <w:sz w:val="20"/>
                <w:szCs w:val="18"/>
              </w:rPr>
            </w:pPr>
          </w:p>
        </w:tc>
        <w:tc>
          <w:tcPr>
            <w:tcW w:w="1082" w:type="dxa"/>
            <w:shd w:val="clear" w:color="auto" w:fill="auto"/>
          </w:tcPr>
          <w:p w14:paraId="1D3CFC04" w14:textId="2BAB34D9" w:rsidR="00EE7A07" w:rsidRPr="00EE7A07" w:rsidRDefault="00EE7A07" w:rsidP="00E5303B">
            <w:pPr>
              <w:tabs>
                <w:tab w:val="decimal" w:pos="794"/>
              </w:tabs>
              <w:rPr>
                <w:sz w:val="20"/>
                <w:szCs w:val="18"/>
              </w:rPr>
            </w:pPr>
            <w:r w:rsidRPr="00EE7A07">
              <w:rPr>
                <w:sz w:val="20"/>
                <w:szCs w:val="18"/>
              </w:rPr>
              <w:t>4,207</w:t>
            </w:r>
          </w:p>
        </w:tc>
        <w:tc>
          <w:tcPr>
            <w:tcW w:w="239" w:type="dxa"/>
            <w:shd w:val="clear" w:color="auto" w:fill="auto"/>
          </w:tcPr>
          <w:p w14:paraId="479CDD59" w14:textId="737B6D94" w:rsidR="00EE7A07" w:rsidRPr="00EE7A07" w:rsidRDefault="00EE7A07" w:rsidP="00EE7A07">
            <w:pPr>
              <w:rPr>
                <w:sz w:val="20"/>
                <w:szCs w:val="18"/>
              </w:rPr>
            </w:pPr>
          </w:p>
        </w:tc>
        <w:tc>
          <w:tcPr>
            <w:tcW w:w="1059" w:type="dxa"/>
            <w:shd w:val="clear" w:color="auto" w:fill="auto"/>
          </w:tcPr>
          <w:p w14:paraId="67E48C80" w14:textId="59FCC3B2" w:rsidR="00EE7A07" w:rsidRPr="00EE7A07" w:rsidRDefault="00EE7A07" w:rsidP="00E5303B">
            <w:pPr>
              <w:tabs>
                <w:tab w:val="decimal" w:pos="557"/>
              </w:tabs>
              <w:rPr>
                <w:sz w:val="20"/>
                <w:szCs w:val="18"/>
              </w:rPr>
            </w:pPr>
            <w:r w:rsidRPr="00EE7A07">
              <w:rPr>
                <w:sz w:val="20"/>
                <w:szCs w:val="18"/>
              </w:rPr>
              <w:t>-</w:t>
            </w:r>
          </w:p>
        </w:tc>
        <w:tc>
          <w:tcPr>
            <w:tcW w:w="239" w:type="dxa"/>
            <w:shd w:val="clear" w:color="auto" w:fill="auto"/>
          </w:tcPr>
          <w:p w14:paraId="45EEFD4A" w14:textId="2FFB6274" w:rsidR="00EE7A07" w:rsidRPr="00EE7A07" w:rsidRDefault="00EE7A07" w:rsidP="00EE7A07">
            <w:pPr>
              <w:rPr>
                <w:sz w:val="20"/>
                <w:szCs w:val="18"/>
              </w:rPr>
            </w:pPr>
          </w:p>
        </w:tc>
        <w:tc>
          <w:tcPr>
            <w:tcW w:w="1026" w:type="dxa"/>
            <w:shd w:val="clear" w:color="auto" w:fill="auto"/>
          </w:tcPr>
          <w:p w14:paraId="7C77E435" w14:textId="1C6E1008" w:rsidR="00EE7A07" w:rsidRPr="00EE7A07" w:rsidRDefault="00EE7A07" w:rsidP="00E5303B">
            <w:pPr>
              <w:tabs>
                <w:tab w:val="decimal" w:pos="693"/>
              </w:tabs>
              <w:ind w:left="-117" w:right="18"/>
              <w:rPr>
                <w:sz w:val="20"/>
                <w:szCs w:val="18"/>
              </w:rPr>
            </w:pPr>
            <w:r w:rsidRPr="00EE7A07">
              <w:rPr>
                <w:sz w:val="20"/>
                <w:szCs w:val="18"/>
              </w:rPr>
              <w:t>4,207</w:t>
            </w:r>
          </w:p>
        </w:tc>
      </w:tr>
      <w:tr w:rsidR="0035144B" w:rsidRPr="005D3E43" w14:paraId="6A55BE60" w14:textId="77777777" w:rsidTr="00DD30B7">
        <w:tc>
          <w:tcPr>
            <w:tcW w:w="2246" w:type="dxa"/>
            <w:shd w:val="clear" w:color="auto" w:fill="auto"/>
          </w:tcPr>
          <w:p w14:paraId="6834FCF8" w14:textId="77777777" w:rsidR="0035144B" w:rsidRPr="005D3E43" w:rsidRDefault="0035144B" w:rsidP="0035144B">
            <w:pPr>
              <w:pStyle w:val="BodyText"/>
              <w:spacing w:after="0" w:line="240" w:lineRule="atLeast"/>
              <w:ind w:left="160" w:right="-108" w:hanging="160"/>
              <w:rPr>
                <w:sz w:val="20"/>
              </w:rPr>
            </w:pPr>
            <w:r w:rsidRPr="005D3E43">
              <w:rPr>
                <w:sz w:val="20"/>
              </w:rPr>
              <w:t>Trade accounts payables</w:t>
            </w:r>
          </w:p>
        </w:tc>
        <w:tc>
          <w:tcPr>
            <w:tcW w:w="1079" w:type="dxa"/>
            <w:shd w:val="clear" w:color="auto" w:fill="auto"/>
          </w:tcPr>
          <w:p w14:paraId="53D9A057" w14:textId="597C3DE0" w:rsidR="0035144B" w:rsidRPr="00EE7A07" w:rsidRDefault="0035144B" w:rsidP="00E5303B">
            <w:pPr>
              <w:tabs>
                <w:tab w:val="decimal" w:pos="864"/>
              </w:tabs>
              <w:rPr>
                <w:sz w:val="20"/>
                <w:szCs w:val="18"/>
              </w:rPr>
            </w:pPr>
            <w:r w:rsidRPr="00EE7A07">
              <w:rPr>
                <w:sz w:val="20"/>
                <w:szCs w:val="18"/>
              </w:rPr>
              <w:t>(255,763)</w:t>
            </w:r>
          </w:p>
        </w:tc>
        <w:tc>
          <w:tcPr>
            <w:tcW w:w="269" w:type="dxa"/>
            <w:shd w:val="clear" w:color="auto" w:fill="auto"/>
          </w:tcPr>
          <w:p w14:paraId="5EE9192C" w14:textId="77777777" w:rsidR="0035144B" w:rsidRPr="005D3E43" w:rsidRDefault="0035144B" w:rsidP="0035144B">
            <w:pPr>
              <w:tabs>
                <w:tab w:val="decimal" w:pos="606"/>
              </w:tabs>
              <w:rPr>
                <w:sz w:val="20"/>
                <w:szCs w:val="18"/>
              </w:rPr>
            </w:pPr>
          </w:p>
        </w:tc>
        <w:tc>
          <w:tcPr>
            <w:tcW w:w="1082" w:type="dxa"/>
            <w:shd w:val="clear" w:color="auto" w:fill="auto"/>
          </w:tcPr>
          <w:p w14:paraId="2F779895" w14:textId="0E5E9F9B" w:rsidR="0035144B" w:rsidRPr="00EE7A07" w:rsidRDefault="0035144B" w:rsidP="0035144B">
            <w:pPr>
              <w:tabs>
                <w:tab w:val="decimal" w:pos="863"/>
              </w:tabs>
              <w:ind w:hanging="108"/>
              <w:rPr>
                <w:sz w:val="20"/>
                <w:szCs w:val="18"/>
              </w:rPr>
            </w:pPr>
            <w:r w:rsidRPr="00EE7A07">
              <w:rPr>
                <w:sz w:val="20"/>
                <w:szCs w:val="18"/>
              </w:rPr>
              <w:t>255,763</w:t>
            </w:r>
          </w:p>
        </w:tc>
        <w:tc>
          <w:tcPr>
            <w:tcW w:w="236" w:type="dxa"/>
            <w:shd w:val="clear" w:color="auto" w:fill="auto"/>
          </w:tcPr>
          <w:p w14:paraId="1A255FAD" w14:textId="77777777" w:rsidR="0035144B" w:rsidRPr="00EE7A07" w:rsidRDefault="0035144B" w:rsidP="0035144B">
            <w:pPr>
              <w:tabs>
                <w:tab w:val="decimal" w:pos="606"/>
              </w:tabs>
              <w:rPr>
                <w:sz w:val="20"/>
                <w:szCs w:val="18"/>
              </w:rPr>
            </w:pPr>
          </w:p>
        </w:tc>
        <w:tc>
          <w:tcPr>
            <w:tcW w:w="1028" w:type="dxa"/>
            <w:shd w:val="clear" w:color="auto" w:fill="auto"/>
          </w:tcPr>
          <w:p w14:paraId="26D437A1" w14:textId="1D720A99" w:rsidR="0035144B" w:rsidRPr="00EE7A07" w:rsidRDefault="0035144B" w:rsidP="0035144B">
            <w:pPr>
              <w:tabs>
                <w:tab w:val="decimal" w:pos="526"/>
                <w:tab w:val="decimal" w:pos="606"/>
              </w:tabs>
              <w:rPr>
                <w:sz w:val="20"/>
                <w:szCs w:val="18"/>
              </w:rPr>
            </w:pPr>
            <w:r w:rsidRPr="00EE7A07">
              <w:rPr>
                <w:sz w:val="20"/>
                <w:szCs w:val="18"/>
              </w:rPr>
              <w:t xml:space="preserve">         -</w:t>
            </w:r>
          </w:p>
        </w:tc>
        <w:tc>
          <w:tcPr>
            <w:tcW w:w="268" w:type="dxa"/>
            <w:shd w:val="clear" w:color="auto" w:fill="auto"/>
          </w:tcPr>
          <w:p w14:paraId="3666F5C7" w14:textId="77777777" w:rsidR="0035144B" w:rsidRPr="00EE7A07" w:rsidRDefault="0035144B" w:rsidP="0035144B">
            <w:pPr>
              <w:tabs>
                <w:tab w:val="decimal" w:pos="606"/>
              </w:tabs>
              <w:rPr>
                <w:sz w:val="20"/>
                <w:szCs w:val="18"/>
              </w:rPr>
            </w:pPr>
          </w:p>
        </w:tc>
        <w:tc>
          <w:tcPr>
            <w:tcW w:w="1082" w:type="dxa"/>
            <w:shd w:val="clear" w:color="auto" w:fill="auto"/>
          </w:tcPr>
          <w:p w14:paraId="26EFA86A" w14:textId="135B6671" w:rsidR="0035144B" w:rsidRPr="00EE7A07" w:rsidRDefault="0035144B" w:rsidP="00E5303B">
            <w:pPr>
              <w:tabs>
                <w:tab w:val="decimal" w:pos="868"/>
              </w:tabs>
              <w:rPr>
                <w:sz w:val="20"/>
                <w:szCs w:val="18"/>
              </w:rPr>
            </w:pPr>
            <w:r w:rsidRPr="00EE7A07">
              <w:rPr>
                <w:sz w:val="20"/>
                <w:szCs w:val="18"/>
              </w:rPr>
              <w:t xml:space="preserve"> (161,464)</w:t>
            </w:r>
          </w:p>
        </w:tc>
        <w:tc>
          <w:tcPr>
            <w:tcW w:w="239" w:type="dxa"/>
            <w:shd w:val="clear" w:color="auto" w:fill="auto"/>
          </w:tcPr>
          <w:p w14:paraId="531CAB2C" w14:textId="77777777" w:rsidR="0035144B" w:rsidRPr="00EE7A07" w:rsidRDefault="0035144B" w:rsidP="0035144B">
            <w:pPr>
              <w:tabs>
                <w:tab w:val="decimal" w:pos="606"/>
                <w:tab w:val="decimal" w:pos="885"/>
              </w:tabs>
              <w:rPr>
                <w:sz w:val="20"/>
                <w:szCs w:val="18"/>
              </w:rPr>
            </w:pPr>
          </w:p>
        </w:tc>
        <w:tc>
          <w:tcPr>
            <w:tcW w:w="1059" w:type="dxa"/>
            <w:shd w:val="clear" w:color="auto" w:fill="auto"/>
          </w:tcPr>
          <w:p w14:paraId="0DDF8776" w14:textId="7E3B12E2" w:rsidR="0035144B" w:rsidRPr="00EE7A07" w:rsidRDefault="0035144B" w:rsidP="00E5303B">
            <w:pPr>
              <w:tabs>
                <w:tab w:val="decimal" w:pos="794"/>
              </w:tabs>
              <w:rPr>
                <w:sz w:val="20"/>
                <w:szCs w:val="18"/>
              </w:rPr>
            </w:pPr>
            <w:r>
              <w:rPr>
                <w:sz w:val="20"/>
                <w:szCs w:val="18"/>
              </w:rPr>
              <w:t xml:space="preserve">  </w:t>
            </w:r>
            <w:r w:rsidRPr="00EE7A07">
              <w:rPr>
                <w:sz w:val="20"/>
                <w:szCs w:val="18"/>
              </w:rPr>
              <w:t>161,464</w:t>
            </w:r>
          </w:p>
        </w:tc>
        <w:tc>
          <w:tcPr>
            <w:tcW w:w="239" w:type="dxa"/>
            <w:shd w:val="clear" w:color="auto" w:fill="auto"/>
          </w:tcPr>
          <w:p w14:paraId="535C707D" w14:textId="77777777" w:rsidR="0035144B" w:rsidRPr="00EE7A07" w:rsidRDefault="0035144B" w:rsidP="0035144B">
            <w:pPr>
              <w:tabs>
                <w:tab w:val="decimal" w:pos="606"/>
              </w:tabs>
              <w:rPr>
                <w:sz w:val="20"/>
                <w:szCs w:val="18"/>
              </w:rPr>
            </w:pPr>
          </w:p>
        </w:tc>
        <w:tc>
          <w:tcPr>
            <w:tcW w:w="1026" w:type="dxa"/>
            <w:shd w:val="clear" w:color="auto" w:fill="auto"/>
          </w:tcPr>
          <w:p w14:paraId="1C545536" w14:textId="037E68E7" w:rsidR="0035144B" w:rsidRPr="00EE7A07" w:rsidRDefault="0035144B" w:rsidP="0035144B">
            <w:pPr>
              <w:tabs>
                <w:tab w:val="decimal" w:pos="425"/>
                <w:tab w:val="decimal" w:pos="606"/>
              </w:tabs>
              <w:ind w:left="-19"/>
              <w:jc w:val="center"/>
              <w:rPr>
                <w:sz w:val="20"/>
                <w:szCs w:val="18"/>
              </w:rPr>
            </w:pPr>
            <w:r w:rsidRPr="00EE7A07">
              <w:rPr>
                <w:sz w:val="20"/>
                <w:szCs w:val="18"/>
              </w:rPr>
              <w:t>-</w:t>
            </w:r>
          </w:p>
        </w:tc>
      </w:tr>
      <w:tr w:rsidR="0035144B" w:rsidRPr="005D3E43" w14:paraId="147AFB82" w14:textId="77777777" w:rsidTr="00DD30B7">
        <w:tc>
          <w:tcPr>
            <w:tcW w:w="2246" w:type="dxa"/>
            <w:shd w:val="clear" w:color="auto" w:fill="auto"/>
          </w:tcPr>
          <w:p w14:paraId="767546D5" w14:textId="77777777" w:rsidR="0035144B" w:rsidRPr="005D3E43" w:rsidRDefault="0035144B" w:rsidP="0035144B">
            <w:pPr>
              <w:pStyle w:val="BodyText"/>
              <w:spacing w:after="0" w:line="240" w:lineRule="atLeast"/>
              <w:ind w:left="160" w:right="-108" w:hanging="160"/>
              <w:rPr>
                <w:sz w:val="20"/>
              </w:rPr>
            </w:pPr>
            <w:r w:rsidRPr="005D3E43">
              <w:rPr>
                <w:sz w:val="20"/>
              </w:rPr>
              <w:t>Other payables</w:t>
            </w:r>
          </w:p>
        </w:tc>
        <w:tc>
          <w:tcPr>
            <w:tcW w:w="1079" w:type="dxa"/>
            <w:shd w:val="clear" w:color="auto" w:fill="auto"/>
          </w:tcPr>
          <w:p w14:paraId="0C2B510B" w14:textId="50DD49B3" w:rsidR="0035144B" w:rsidRPr="00EE7A07" w:rsidRDefault="0035144B" w:rsidP="0035144B">
            <w:pPr>
              <w:tabs>
                <w:tab w:val="decimal" w:pos="864"/>
              </w:tabs>
              <w:rPr>
                <w:sz w:val="20"/>
                <w:szCs w:val="18"/>
              </w:rPr>
            </w:pPr>
            <w:r w:rsidRPr="00EE7A07">
              <w:rPr>
                <w:sz w:val="20"/>
                <w:szCs w:val="18"/>
              </w:rPr>
              <w:t>(162,327)</w:t>
            </w:r>
          </w:p>
        </w:tc>
        <w:tc>
          <w:tcPr>
            <w:tcW w:w="269" w:type="dxa"/>
            <w:shd w:val="clear" w:color="auto" w:fill="auto"/>
          </w:tcPr>
          <w:p w14:paraId="74D0C99E" w14:textId="77777777" w:rsidR="0035144B" w:rsidRPr="005D3E43" w:rsidRDefault="0035144B" w:rsidP="0035144B">
            <w:pPr>
              <w:tabs>
                <w:tab w:val="decimal" w:pos="606"/>
              </w:tabs>
              <w:rPr>
                <w:sz w:val="20"/>
                <w:szCs w:val="18"/>
              </w:rPr>
            </w:pPr>
          </w:p>
        </w:tc>
        <w:tc>
          <w:tcPr>
            <w:tcW w:w="1082" w:type="dxa"/>
            <w:shd w:val="clear" w:color="auto" w:fill="auto"/>
          </w:tcPr>
          <w:p w14:paraId="08D39C33" w14:textId="54614918" w:rsidR="0035144B" w:rsidRPr="00EE7A07" w:rsidRDefault="0035144B" w:rsidP="0035144B">
            <w:pPr>
              <w:tabs>
                <w:tab w:val="decimal" w:pos="863"/>
              </w:tabs>
              <w:ind w:hanging="108"/>
              <w:rPr>
                <w:sz w:val="20"/>
                <w:szCs w:val="18"/>
              </w:rPr>
            </w:pPr>
            <w:r w:rsidRPr="00EE7A07">
              <w:rPr>
                <w:sz w:val="20"/>
                <w:szCs w:val="18"/>
              </w:rPr>
              <w:t>162,327</w:t>
            </w:r>
          </w:p>
        </w:tc>
        <w:tc>
          <w:tcPr>
            <w:tcW w:w="236" w:type="dxa"/>
            <w:shd w:val="clear" w:color="auto" w:fill="auto"/>
          </w:tcPr>
          <w:p w14:paraId="391C1649" w14:textId="77777777" w:rsidR="0035144B" w:rsidRPr="00EE7A07" w:rsidRDefault="0035144B" w:rsidP="0035144B">
            <w:pPr>
              <w:tabs>
                <w:tab w:val="decimal" w:pos="606"/>
              </w:tabs>
              <w:rPr>
                <w:sz w:val="20"/>
                <w:szCs w:val="18"/>
              </w:rPr>
            </w:pPr>
          </w:p>
        </w:tc>
        <w:tc>
          <w:tcPr>
            <w:tcW w:w="1028" w:type="dxa"/>
            <w:shd w:val="clear" w:color="auto" w:fill="auto"/>
          </w:tcPr>
          <w:p w14:paraId="058FCC7C" w14:textId="0A983CAC" w:rsidR="0035144B" w:rsidRPr="00EE7A07" w:rsidRDefault="0035144B" w:rsidP="0035144B">
            <w:pPr>
              <w:tabs>
                <w:tab w:val="decimal" w:pos="526"/>
                <w:tab w:val="decimal" w:pos="606"/>
              </w:tabs>
              <w:rPr>
                <w:sz w:val="20"/>
                <w:szCs w:val="18"/>
              </w:rPr>
            </w:pPr>
            <w:r w:rsidRPr="00EE7A07">
              <w:rPr>
                <w:sz w:val="20"/>
                <w:szCs w:val="18"/>
              </w:rPr>
              <w:t xml:space="preserve">         -</w:t>
            </w:r>
          </w:p>
        </w:tc>
        <w:tc>
          <w:tcPr>
            <w:tcW w:w="268" w:type="dxa"/>
            <w:shd w:val="clear" w:color="auto" w:fill="auto"/>
          </w:tcPr>
          <w:p w14:paraId="78A45BFA" w14:textId="77777777" w:rsidR="0035144B" w:rsidRPr="00EE7A07" w:rsidRDefault="0035144B" w:rsidP="0035144B">
            <w:pPr>
              <w:tabs>
                <w:tab w:val="decimal" w:pos="606"/>
              </w:tabs>
              <w:rPr>
                <w:sz w:val="20"/>
                <w:szCs w:val="18"/>
              </w:rPr>
            </w:pPr>
          </w:p>
        </w:tc>
        <w:tc>
          <w:tcPr>
            <w:tcW w:w="1082" w:type="dxa"/>
            <w:shd w:val="clear" w:color="auto" w:fill="auto"/>
          </w:tcPr>
          <w:p w14:paraId="54698918" w14:textId="6BDBD448" w:rsidR="0035144B" w:rsidRPr="00EE7A07" w:rsidRDefault="0035144B" w:rsidP="00E5303B">
            <w:pPr>
              <w:tabs>
                <w:tab w:val="decimal" w:pos="868"/>
              </w:tabs>
              <w:rPr>
                <w:sz w:val="20"/>
                <w:szCs w:val="18"/>
              </w:rPr>
            </w:pPr>
            <w:r w:rsidRPr="00EE7A07">
              <w:rPr>
                <w:sz w:val="20"/>
                <w:szCs w:val="18"/>
              </w:rPr>
              <w:t xml:space="preserve"> (130,716)</w:t>
            </w:r>
          </w:p>
        </w:tc>
        <w:tc>
          <w:tcPr>
            <w:tcW w:w="239" w:type="dxa"/>
            <w:shd w:val="clear" w:color="auto" w:fill="auto"/>
          </w:tcPr>
          <w:p w14:paraId="6FBD408C" w14:textId="509521CF" w:rsidR="0035144B" w:rsidRPr="00EE7A07" w:rsidRDefault="0035144B" w:rsidP="0035144B">
            <w:pPr>
              <w:tabs>
                <w:tab w:val="decimal" w:pos="606"/>
                <w:tab w:val="decimal" w:pos="885"/>
              </w:tabs>
              <w:rPr>
                <w:sz w:val="20"/>
                <w:szCs w:val="18"/>
              </w:rPr>
            </w:pPr>
            <w:r>
              <w:rPr>
                <w:sz w:val="20"/>
                <w:szCs w:val="18"/>
              </w:rPr>
              <w:t xml:space="preserve"> </w:t>
            </w:r>
          </w:p>
        </w:tc>
        <w:tc>
          <w:tcPr>
            <w:tcW w:w="1059" w:type="dxa"/>
            <w:shd w:val="clear" w:color="auto" w:fill="auto"/>
          </w:tcPr>
          <w:p w14:paraId="4A622B1A" w14:textId="3B505EDD" w:rsidR="0035144B" w:rsidRPr="00EE7A07" w:rsidRDefault="0035144B" w:rsidP="00E5303B">
            <w:pPr>
              <w:tabs>
                <w:tab w:val="decimal" w:pos="794"/>
              </w:tabs>
              <w:rPr>
                <w:sz w:val="20"/>
                <w:szCs w:val="18"/>
              </w:rPr>
            </w:pPr>
            <w:r>
              <w:rPr>
                <w:sz w:val="20"/>
                <w:szCs w:val="18"/>
              </w:rPr>
              <w:t xml:space="preserve">  </w:t>
            </w:r>
            <w:r w:rsidRPr="00EE7A07">
              <w:rPr>
                <w:sz w:val="20"/>
                <w:szCs w:val="18"/>
              </w:rPr>
              <w:t>130,716</w:t>
            </w:r>
          </w:p>
        </w:tc>
        <w:tc>
          <w:tcPr>
            <w:tcW w:w="239" w:type="dxa"/>
            <w:shd w:val="clear" w:color="auto" w:fill="auto"/>
          </w:tcPr>
          <w:p w14:paraId="331C622F" w14:textId="77777777" w:rsidR="0035144B" w:rsidRPr="00EE7A07" w:rsidRDefault="0035144B" w:rsidP="0035144B">
            <w:pPr>
              <w:tabs>
                <w:tab w:val="decimal" w:pos="606"/>
              </w:tabs>
              <w:rPr>
                <w:sz w:val="20"/>
                <w:szCs w:val="18"/>
              </w:rPr>
            </w:pPr>
          </w:p>
        </w:tc>
        <w:tc>
          <w:tcPr>
            <w:tcW w:w="1026" w:type="dxa"/>
            <w:shd w:val="clear" w:color="auto" w:fill="auto"/>
          </w:tcPr>
          <w:p w14:paraId="62EF6177" w14:textId="2C960FA1" w:rsidR="0035144B" w:rsidRPr="00EE7A07" w:rsidRDefault="0035144B" w:rsidP="0035144B">
            <w:pPr>
              <w:tabs>
                <w:tab w:val="decimal" w:pos="425"/>
                <w:tab w:val="decimal" w:pos="606"/>
              </w:tabs>
              <w:ind w:left="-19"/>
              <w:jc w:val="center"/>
              <w:rPr>
                <w:sz w:val="20"/>
                <w:szCs w:val="18"/>
              </w:rPr>
            </w:pPr>
            <w:r w:rsidRPr="00EE7A07">
              <w:rPr>
                <w:sz w:val="20"/>
                <w:szCs w:val="18"/>
              </w:rPr>
              <w:t>-</w:t>
            </w:r>
          </w:p>
        </w:tc>
      </w:tr>
      <w:tr w:rsidR="0035144B" w:rsidRPr="005D3E43" w14:paraId="77872F19" w14:textId="77777777" w:rsidTr="00DD30B7">
        <w:tc>
          <w:tcPr>
            <w:tcW w:w="2246" w:type="dxa"/>
            <w:shd w:val="clear" w:color="auto" w:fill="auto"/>
          </w:tcPr>
          <w:p w14:paraId="4D0F6592" w14:textId="77777777" w:rsidR="0035144B" w:rsidRPr="005D3E43" w:rsidRDefault="0035144B" w:rsidP="0035144B">
            <w:pPr>
              <w:pStyle w:val="BodyText"/>
              <w:spacing w:after="0" w:line="240" w:lineRule="atLeast"/>
              <w:ind w:left="160" w:right="-108" w:hanging="160"/>
              <w:rPr>
                <w:sz w:val="20"/>
              </w:rPr>
            </w:pPr>
            <w:r w:rsidRPr="005D3E43">
              <w:rPr>
                <w:sz w:val="20"/>
              </w:rPr>
              <w:t>Trade and other payables</w:t>
            </w:r>
          </w:p>
        </w:tc>
        <w:tc>
          <w:tcPr>
            <w:tcW w:w="1079" w:type="dxa"/>
            <w:shd w:val="clear" w:color="auto" w:fill="auto"/>
          </w:tcPr>
          <w:p w14:paraId="62B8667B" w14:textId="0C88F071" w:rsidR="0035144B" w:rsidRPr="005D3E43" w:rsidRDefault="0035144B" w:rsidP="0035144B">
            <w:pPr>
              <w:tabs>
                <w:tab w:val="decimal" w:pos="606"/>
              </w:tabs>
              <w:rPr>
                <w:sz w:val="20"/>
              </w:rPr>
            </w:pPr>
          </w:p>
        </w:tc>
        <w:tc>
          <w:tcPr>
            <w:tcW w:w="269" w:type="dxa"/>
            <w:shd w:val="clear" w:color="auto" w:fill="auto"/>
          </w:tcPr>
          <w:p w14:paraId="574071B8" w14:textId="77777777" w:rsidR="0035144B" w:rsidRPr="005D3E43" w:rsidRDefault="0035144B" w:rsidP="0035144B">
            <w:pPr>
              <w:rPr>
                <w:sz w:val="20"/>
              </w:rPr>
            </w:pPr>
          </w:p>
        </w:tc>
        <w:tc>
          <w:tcPr>
            <w:tcW w:w="1082" w:type="dxa"/>
            <w:tcBorders>
              <w:bottom w:val="single" w:sz="4" w:space="0" w:color="auto"/>
            </w:tcBorders>
            <w:shd w:val="clear" w:color="auto" w:fill="auto"/>
          </w:tcPr>
          <w:p w14:paraId="5E579568" w14:textId="5A05A777" w:rsidR="0035144B" w:rsidRPr="0035144B" w:rsidRDefault="0035144B" w:rsidP="0035144B">
            <w:pPr>
              <w:tabs>
                <w:tab w:val="decimal" w:pos="885"/>
              </w:tabs>
              <w:rPr>
                <w:sz w:val="20"/>
                <w:szCs w:val="18"/>
              </w:rPr>
            </w:pPr>
            <w:r>
              <w:rPr>
                <w:sz w:val="20"/>
                <w:szCs w:val="18"/>
              </w:rPr>
              <w:t xml:space="preserve"> </w:t>
            </w:r>
            <w:r w:rsidRPr="0035144B">
              <w:rPr>
                <w:sz w:val="20"/>
                <w:szCs w:val="18"/>
              </w:rPr>
              <w:t>(418,090)</w:t>
            </w:r>
          </w:p>
        </w:tc>
        <w:tc>
          <w:tcPr>
            <w:tcW w:w="236" w:type="dxa"/>
            <w:shd w:val="clear" w:color="auto" w:fill="auto"/>
          </w:tcPr>
          <w:p w14:paraId="610B9065" w14:textId="77777777" w:rsidR="0035144B" w:rsidRPr="0035144B" w:rsidRDefault="0035144B" w:rsidP="0035144B">
            <w:pPr>
              <w:rPr>
                <w:sz w:val="20"/>
                <w:szCs w:val="18"/>
              </w:rPr>
            </w:pPr>
          </w:p>
        </w:tc>
        <w:tc>
          <w:tcPr>
            <w:tcW w:w="1028" w:type="dxa"/>
            <w:shd w:val="clear" w:color="auto" w:fill="auto"/>
          </w:tcPr>
          <w:p w14:paraId="13AF55D3" w14:textId="30939B87" w:rsidR="0035144B" w:rsidRPr="0035144B" w:rsidRDefault="00E5303B" w:rsidP="00E5303B">
            <w:pPr>
              <w:tabs>
                <w:tab w:val="decimal" w:pos="801"/>
              </w:tabs>
              <w:ind w:left="-165"/>
              <w:rPr>
                <w:sz w:val="20"/>
                <w:szCs w:val="18"/>
              </w:rPr>
            </w:pPr>
            <w:r>
              <w:rPr>
                <w:sz w:val="20"/>
                <w:szCs w:val="18"/>
              </w:rPr>
              <w:t xml:space="preserve"> </w:t>
            </w:r>
            <w:r w:rsidR="0035144B" w:rsidRPr="0035144B">
              <w:rPr>
                <w:sz w:val="20"/>
                <w:szCs w:val="18"/>
              </w:rPr>
              <w:t>(418,090)</w:t>
            </w:r>
          </w:p>
        </w:tc>
        <w:tc>
          <w:tcPr>
            <w:tcW w:w="268" w:type="dxa"/>
            <w:shd w:val="clear" w:color="auto" w:fill="auto"/>
          </w:tcPr>
          <w:p w14:paraId="487C3F0B" w14:textId="77777777" w:rsidR="0035144B" w:rsidRPr="0035144B" w:rsidRDefault="0035144B" w:rsidP="0035144B">
            <w:pPr>
              <w:rPr>
                <w:sz w:val="20"/>
                <w:szCs w:val="18"/>
              </w:rPr>
            </w:pPr>
          </w:p>
        </w:tc>
        <w:tc>
          <w:tcPr>
            <w:tcW w:w="1082" w:type="dxa"/>
            <w:shd w:val="clear" w:color="auto" w:fill="auto"/>
          </w:tcPr>
          <w:p w14:paraId="618B5618" w14:textId="6CF7FB33" w:rsidR="0035144B" w:rsidRPr="0035144B" w:rsidRDefault="0035144B" w:rsidP="0035144B">
            <w:pPr>
              <w:tabs>
                <w:tab w:val="decimal" w:pos="526"/>
              </w:tabs>
              <w:rPr>
                <w:sz w:val="20"/>
                <w:szCs w:val="18"/>
              </w:rPr>
            </w:pPr>
            <w:r w:rsidRPr="0035144B">
              <w:rPr>
                <w:sz w:val="20"/>
                <w:szCs w:val="18"/>
              </w:rPr>
              <w:t>-</w:t>
            </w:r>
          </w:p>
        </w:tc>
        <w:tc>
          <w:tcPr>
            <w:tcW w:w="239" w:type="dxa"/>
            <w:shd w:val="clear" w:color="auto" w:fill="auto"/>
          </w:tcPr>
          <w:p w14:paraId="3972D366" w14:textId="77777777" w:rsidR="0035144B" w:rsidRPr="0035144B" w:rsidRDefault="0035144B" w:rsidP="0035144B">
            <w:pPr>
              <w:rPr>
                <w:sz w:val="20"/>
                <w:szCs w:val="18"/>
              </w:rPr>
            </w:pPr>
          </w:p>
        </w:tc>
        <w:tc>
          <w:tcPr>
            <w:tcW w:w="1059" w:type="dxa"/>
            <w:tcBorders>
              <w:bottom w:val="single" w:sz="4" w:space="0" w:color="auto"/>
            </w:tcBorders>
            <w:shd w:val="clear" w:color="auto" w:fill="auto"/>
          </w:tcPr>
          <w:p w14:paraId="0524D37D" w14:textId="56A6B1EB" w:rsidR="0035144B" w:rsidRPr="0035144B" w:rsidRDefault="0035144B" w:rsidP="00E5303B">
            <w:pPr>
              <w:tabs>
                <w:tab w:val="decimal" w:pos="794"/>
              </w:tabs>
              <w:rPr>
                <w:sz w:val="20"/>
                <w:szCs w:val="18"/>
              </w:rPr>
            </w:pPr>
            <w:r w:rsidRPr="0035144B">
              <w:rPr>
                <w:sz w:val="20"/>
                <w:szCs w:val="18"/>
              </w:rPr>
              <w:t>(292,180)</w:t>
            </w:r>
          </w:p>
        </w:tc>
        <w:tc>
          <w:tcPr>
            <w:tcW w:w="239" w:type="dxa"/>
            <w:shd w:val="clear" w:color="auto" w:fill="auto"/>
          </w:tcPr>
          <w:p w14:paraId="70D2174F" w14:textId="77777777" w:rsidR="0035144B" w:rsidRPr="0035144B" w:rsidRDefault="0035144B" w:rsidP="0035144B">
            <w:pPr>
              <w:rPr>
                <w:sz w:val="20"/>
                <w:szCs w:val="18"/>
              </w:rPr>
            </w:pPr>
          </w:p>
        </w:tc>
        <w:tc>
          <w:tcPr>
            <w:tcW w:w="1026" w:type="dxa"/>
            <w:shd w:val="clear" w:color="auto" w:fill="auto"/>
          </w:tcPr>
          <w:p w14:paraId="46D514AE" w14:textId="3B8819F3" w:rsidR="0035144B" w:rsidRPr="0035144B" w:rsidRDefault="0035144B" w:rsidP="00E5303B">
            <w:pPr>
              <w:tabs>
                <w:tab w:val="decimal" w:pos="774"/>
              </w:tabs>
              <w:ind w:left="-117" w:right="18"/>
              <w:rPr>
                <w:sz w:val="20"/>
                <w:szCs w:val="18"/>
              </w:rPr>
            </w:pPr>
            <w:r w:rsidRPr="0035144B">
              <w:rPr>
                <w:sz w:val="20"/>
                <w:szCs w:val="18"/>
              </w:rPr>
              <w:t>(219,180)</w:t>
            </w:r>
          </w:p>
        </w:tc>
      </w:tr>
      <w:tr w:rsidR="00EE7A07" w:rsidRPr="005D3E43" w14:paraId="5B5CB431" w14:textId="77777777" w:rsidTr="00DD30B7">
        <w:tc>
          <w:tcPr>
            <w:tcW w:w="2246" w:type="dxa"/>
            <w:shd w:val="clear" w:color="auto" w:fill="auto"/>
          </w:tcPr>
          <w:p w14:paraId="1826D4C2" w14:textId="77777777" w:rsidR="00EE7A07" w:rsidRPr="005D3E43" w:rsidRDefault="00EE7A07" w:rsidP="00EE7A07">
            <w:pPr>
              <w:pStyle w:val="BodyText"/>
              <w:spacing w:after="0" w:line="240" w:lineRule="atLeast"/>
              <w:ind w:right="-108"/>
              <w:jc w:val="both"/>
              <w:rPr>
                <w:sz w:val="20"/>
              </w:rPr>
            </w:pPr>
          </w:p>
        </w:tc>
        <w:tc>
          <w:tcPr>
            <w:tcW w:w="1079" w:type="dxa"/>
            <w:shd w:val="clear" w:color="auto" w:fill="auto"/>
          </w:tcPr>
          <w:p w14:paraId="24BCE7ED" w14:textId="77777777" w:rsidR="00EE7A07" w:rsidRPr="005D3E43" w:rsidRDefault="00EE7A07" w:rsidP="00EE7A07">
            <w:pPr>
              <w:pStyle w:val="BodyText"/>
              <w:tabs>
                <w:tab w:val="decimal" w:pos="695"/>
              </w:tabs>
              <w:spacing w:after="0" w:line="240" w:lineRule="atLeast"/>
              <w:ind w:right="-156"/>
              <w:rPr>
                <w:sz w:val="20"/>
              </w:rPr>
            </w:pPr>
          </w:p>
        </w:tc>
        <w:tc>
          <w:tcPr>
            <w:tcW w:w="269" w:type="dxa"/>
            <w:shd w:val="clear" w:color="auto" w:fill="auto"/>
          </w:tcPr>
          <w:p w14:paraId="7E1A3394" w14:textId="77777777" w:rsidR="00EE7A07" w:rsidRPr="005D3E43" w:rsidRDefault="00EE7A07" w:rsidP="00EE7A07">
            <w:pPr>
              <w:pStyle w:val="BodyText"/>
              <w:spacing w:after="0" w:line="240" w:lineRule="atLeast"/>
              <w:ind w:right="-1185"/>
              <w:jc w:val="both"/>
              <w:rPr>
                <w:sz w:val="20"/>
              </w:rPr>
            </w:pPr>
          </w:p>
        </w:tc>
        <w:tc>
          <w:tcPr>
            <w:tcW w:w="1082" w:type="dxa"/>
            <w:tcBorders>
              <w:top w:val="single" w:sz="4" w:space="0" w:color="auto"/>
              <w:bottom w:val="double" w:sz="4" w:space="0" w:color="auto"/>
            </w:tcBorders>
            <w:shd w:val="clear" w:color="auto" w:fill="auto"/>
          </w:tcPr>
          <w:p w14:paraId="4E39B5B7" w14:textId="0886FEDE" w:rsidR="00EE7A07" w:rsidRPr="005D3E43" w:rsidRDefault="0035144B" w:rsidP="0035144B">
            <w:pPr>
              <w:pStyle w:val="BodyText"/>
              <w:tabs>
                <w:tab w:val="decimal" w:pos="522"/>
              </w:tabs>
              <w:spacing w:after="0" w:line="240" w:lineRule="atLeast"/>
              <w:ind w:right="-1185"/>
              <w:rPr>
                <w:b/>
                <w:bCs/>
                <w:sz w:val="20"/>
              </w:rPr>
            </w:pPr>
            <w:r>
              <w:rPr>
                <w:b/>
                <w:bCs/>
                <w:sz w:val="20"/>
              </w:rPr>
              <w:t>-</w:t>
            </w:r>
          </w:p>
        </w:tc>
        <w:tc>
          <w:tcPr>
            <w:tcW w:w="236" w:type="dxa"/>
            <w:shd w:val="clear" w:color="auto" w:fill="auto"/>
          </w:tcPr>
          <w:p w14:paraId="16FD1E8D" w14:textId="77777777" w:rsidR="00EE7A07" w:rsidRPr="005D3E43" w:rsidRDefault="00EE7A07" w:rsidP="00EE7A07">
            <w:pPr>
              <w:pStyle w:val="BodyText"/>
              <w:spacing w:after="0" w:line="240" w:lineRule="atLeast"/>
              <w:ind w:right="-405"/>
              <w:jc w:val="both"/>
              <w:rPr>
                <w:sz w:val="20"/>
              </w:rPr>
            </w:pPr>
          </w:p>
        </w:tc>
        <w:tc>
          <w:tcPr>
            <w:tcW w:w="1028" w:type="dxa"/>
            <w:shd w:val="clear" w:color="auto" w:fill="auto"/>
          </w:tcPr>
          <w:p w14:paraId="0789BE60" w14:textId="77777777" w:rsidR="00EE7A07" w:rsidRPr="005D3E43" w:rsidRDefault="00EE7A07" w:rsidP="00EE7A07">
            <w:pPr>
              <w:pStyle w:val="BodyText"/>
              <w:tabs>
                <w:tab w:val="decimal" w:pos="695"/>
              </w:tabs>
              <w:spacing w:after="0" w:line="240" w:lineRule="atLeast"/>
              <w:ind w:right="-156"/>
              <w:rPr>
                <w:sz w:val="20"/>
              </w:rPr>
            </w:pPr>
          </w:p>
        </w:tc>
        <w:tc>
          <w:tcPr>
            <w:tcW w:w="268" w:type="dxa"/>
            <w:shd w:val="clear" w:color="auto" w:fill="auto"/>
          </w:tcPr>
          <w:p w14:paraId="4A59105D" w14:textId="77777777" w:rsidR="00EE7A07" w:rsidRPr="005D3E43" w:rsidRDefault="00EE7A07" w:rsidP="00EE7A07">
            <w:pPr>
              <w:pStyle w:val="BodyText"/>
              <w:spacing w:after="0" w:line="240" w:lineRule="atLeast"/>
              <w:ind w:right="-405"/>
              <w:jc w:val="both"/>
              <w:rPr>
                <w:sz w:val="20"/>
              </w:rPr>
            </w:pPr>
          </w:p>
        </w:tc>
        <w:tc>
          <w:tcPr>
            <w:tcW w:w="1082" w:type="dxa"/>
            <w:shd w:val="clear" w:color="auto" w:fill="auto"/>
          </w:tcPr>
          <w:p w14:paraId="55D58F0F" w14:textId="77777777" w:rsidR="00EE7A07" w:rsidRPr="005D3E43" w:rsidRDefault="00EE7A07" w:rsidP="00EE7A07">
            <w:pPr>
              <w:pStyle w:val="BodyText"/>
              <w:tabs>
                <w:tab w:val="decimal" w:pos="695"/>
              </w:tabs>
              <w:spacing w:after="0" w:line="240" w:lineRule="atLeast"/>
              <w:ind w:right="-156"/>
              <w:rPr>
                <w:sz w:val="20"/>
              </w:rPr>
            </w:pPr>
          </w:p>
        </w:tc>
        <w:tc>
          <w:tcPr>
            <w:tcW w:w="239" w:type="dxa"/>
            <w:shd w:val="clear" w:color="auto" w:fill="auto"/>
          </w:tcPr>
          <w:p w14:paraId="7CDE1307" w14:textId="77777777" w:rsidR="00EE7A07" w:rsidRPr="005D3E43" w:rsidRDefault="00EE7A07" w:rsidP="00EE7A07">
            <w:pPr>
              <w:pStyle w:val="BodyText"/>
              <w:spacing w:after="0" w:line="240" w:lineRule="atLeast"/>
              <w:ind w:right="-405"/>
              <w:jc w:val="both"/>
              <w:rPr>
                <w:sz w:val="20"/>
              </w:rPr>
            </w:pPr>
          </w:p>
        </w:tc>
        <w:tc>
          <w:tcPr>
            <w:tcW w:w="1059" w:type="dxa"/>
            <w:tcBorders>
              <w:top w:val="single" w:sz="4" w:space="0" w:color="auto"/>
              <w:bottom w:val="double" w:sz="4" w:space="0" w:color="auto"/>
            </w:tcBorders>
            <w:shd w:val="clear" w:color="auto" w:fill="auto"/>
          </w:tcPr>
          <w:p w14:paraId="6E8CF8EA" w14:textId="3DEC3EB9" w:rsidR="00EE7A07" w:rsidRPr="005D3E43" w:rsidRDefault="0035144B" w:rsidP="0035144B">
            <w:pPr>
              <w:pStyle w:val="BodyText"/>
              <w:tabs>
                <w:tab w:val="decimal" w:pos="461"/>
              </w:tabs>
              <w:spacing w:after="0" w:line="240" w:lineRule="atLeast"/>
              <w:ind w:right="-156"/>
              <w:rPr>
                <w:b/>
                <w:bCs/>
                <w:sz w:val="20"/>
              </w:rPr>
            </w:pPr>
            <w:r>
              <w:rPr>
                <w:b/>
                <w:bCs/>
                <w:sz w:val="20"/>
              </w:rPr>
              <w:t>-</w:t>
            </w:r>
          </w:p>
        </w:tc>
        <w:tc>
          <w:tcPr>
            <w:tcW w:w="239" w:type="dxa"/>
            <w:shd w:val="clear" w:color="auto" w:fill="auto"/>
          </w:tcPr>
          <w:p w14:paraId="31360F23" w14:textId="77777777" w:rsidR="00EE7A07" w:rsidRPr="005D3E43" w:rsidRDefault="00EE7A07" w:rsidP="00EE7A07">
            <w:pPr>
              <w:pStyle w:val="BodyText"/>
              <w:spacing w:after="0" w:line="240" w:lineRule="atLeast"/>
              <w:ind w:right="-405"/>
              <w:jc w:val="both"/>
              <w:rPr>
                <w:sz w:val="20"/>
              </w:rPr>
            </w:pPr>
          </w:p>
        </w:tc>
        <w:tc>
          <w:tcPr>
            <w:tcW w:w="1026" w:type="dxa"/>
            <w:shd w:val="clear" w:color="auto" w:fill="auto"/>
          </w:tcPr>
          <w:p w14:paraId="01EF7B60" w14:textId="77777777" w:rsidR="00EE7A07" w:rsidRPr="005D3E43" w:rsidRDefault="00EE7A07" w:rsidP="00EE7A07">
            <w:pPr>
              <w:pStyle w:val="BodyText"/>
              <w:tabs>
                <w:tab w:val="decimal" w:pos="627"/>
              </w:tabs>
              <w:spacing w:after="0" w:line="240" w:lineRule="atLeast"/>
              <w:ind w:right="-156"/>
              <w:rPr>
                <w:sz w:val="20"/>
              </w:rPr>
            </w:pPr>
          </w:p>
        </w:tc>
      </w:tr>
    </w:tbl>
    <w:p w14:paraId="754133A0" w14:textId="1C775BFD" w:rsidR="00B51EA0" w:rsidRDefault="00B51EA0" w:rsidP="00B51EA0">
      <w:pPr>
        <w:spacing w:line="240" w:lineRule="auto"/>
        <w:ind w:left="540"/>
        <w:jc w:val="both"/>
        <w:rPr>
          <w:b/>
          <w:bCs/>
          <w:sz w:val="24"/>
          <w:szCs w:val="24"/>
        </w:rPr>
      </w:pPr>
    </w:p>
    <w:tbl>
      <w:tblPr>
        <w:tblW w:w="9848" w:type="dxa"/>
        <w:tblInd w:w="450" w:type="dxa"/>
        <w:tblLayout w:type="fixed"/>
        <w:tblLook w:val="01E0" w:firstRow="1" w:lastRow="1" w:firstColumn="1" w:lastColumn="1" w:noHBand="0" w:noVBand="0"/>
      </w:tblPr>
      <w:tblGrid>
        <w:gridCol w:w="2246"/>
        <w:gridCol w:w="1079"/>
        <w:gridCol w:w="269"/>
        <w:gridCol w:w="1082"/>
        <w:gridCol w:w="236"/>
        <w:gridCol w:w="1028"/>
        <w:gridCol w:w="268"/>
        <w:gridCol w:w="1082"/>
        <w:gridCol w:w="239"/>
        <w:gridCol w:w="1059"/>
        <w:gridCol w:w="239"/>
        <w:gridCol w:w="1021"/>
      </w:tblGrid>
      <w:tr w:rsidR="00777F05" w:rsidRPr="00EE7A07" w14:paraId="7DFEC737" w14:textId="77777777" w:rsidTr="009840C5">
        <w:tc>
          <w:tcPr>
            <w:tcW w:w="2246" w:type="dxa"/>
            <w:shd w:val="clear" w:color="auto" w:fill="auto"/>
          </w:tcPr>
          <w:p w14:paraId="330E7904" w14:textId="7737A60E" w:rsidR="00777F05" w:rsidRPr="00CA2030" w:rsidRDefault="005A6861" w:rsidP="009840C5">
            <w:pPr>
              <w:pStyle w:val="BodyText"/>
              <w:spacing w:after="0" w:line="240" w:lineRule="atLeast"/>
              <w:ind w:left="160" w:right="-108" w:hanging="160"/>
              <w:rPr>
                <w:b/>
                <w:bCs/>
                <w:i/>
                <w:iCs/>
                <w:sz w:val="20"/>
              </w:rPr>
            </w:pPr>
            <w:r w:rsidRPr="00CA2030">
              <w:rPr>
                <w:b/>
                <w:bCs/>
                <w:i/>
                <w:iCs/>
                <w:sz w:val="20"/>
              </w:rPr>
              <w:t xml:space="preserve">Statement of </w:t>
            </w:r>
            <w:r w:rsidR="00DD30B7" w:rsidRPr="00CA2030">
              <w:rPr>
                <w:b/>
                <w:bCs/>
                <w:i/>
                <w:iCs/>
                <w:sz w:val="20"/>
              </w:rPr>
              <w:t xml:space="preserve">comprehensive </w:t>
            </w:r>
            <w:r w:rsidRPr="00CA2030">
              <w:rPr>
                <w:b/>
                <w:bCs/>
                <w:i/>
                <w:iCs/>
                <w:sz w:val="20"/>
              </w:rPr>
              <w:t xml:space="preserve">income </w:t>
            </w:r>
            <w:r w:rsidR="00CA2030" w:rsidRPr="00CA2030">
              <w:rPr>
                <w:b/>
                <w:bCs/>
                <w:i/>
                <w:iCs/>
                <w:sz w:val="20"/>
              </w:rPr>
              <w:t>for t</w:t>
            </w:r>
            <w:r w:rsidRPr="00CA2030">
              <w:rPr>
                <w:b/>
                <w:bCs/>
                <w:i/>
                <w:iCs/>
                <w:sz w:val="20"/>
              </w:rPr>
              <w:t xml:space="preserve">hree-month period ended </w:t>
            </w:r>
          </w:p>
        </w:tc>
        <w:tc>
          <w:tcPr>
            <w:tcW w:w="1079" w:type="dxa"/>
            <w:shd w:val="clear" w:color="auto" w:fill="auto"/>
          </w:tcPr>
          <w:p w14:paraId="4D456B70" w14:textId="53B4613C" w:rsidR="00777F05" w:rsidRPr="00EE7A07" w:rsidRDefault="00777F05" w:rsidP="009840C5">
            <w:pPr>
              <w:tabs>
                <w:tab w:val="decimal" w:pos="825"/>
              </w:tabs>
              <w:rPr>
                <w:sz w:val="20"/>
                <w:szCs w:val="18"/>
              </w:rPr>
            </w:pPr>
          </w:p>
        </w:tc>
        <w:tc>
          <w:tcPr>
            <w:tcW w:w="269" w:type="dxa"/>
            <w:shd w:val="clear" w:color="auto" w:fill="auto"/>
          </w:tcPr>
          <w:p w14:paraId="7B37917C" w14:textId="77777777" w:rsidR="00777F05" w:rsidRPr="00EE7A07" w:rsidRDefault="00777F05" w:rsidP="009840C5">
            <w:pPr>
              <w:rPr>
                <w:sz w:val="20"/>
                <w:szCs w:val="18"/>
              </w:rPr>
            </w:pPr>
          </w:p>
        </w:tc>
        <w:tc>
          <w:tcPr>
            <w:tcW w:w="1082" w:type="dxa"/>
            <w:shd w:val="clear" w:color="auto" w:fill="auto"/>
          </w:tcPr>
          <w:p w14:paraId="1DD52E2C" w14:textId="26137676" w:rsidR="00777F05" w:rsidRPr="00EE7A07" w:rsidRDefault="00777F05" w:rsidP="009840C5">
            <w:pPr>
              <w:tabs>
                <w:tab w:val="decimal" w:pos="885"/>
              </w:tabs>
              <w:rPr>
                <w:sz w:val="20"/>
                <w:szCs w:val="18"/>
              </w:rPr>
            </w:pPr>
          </w:p>
        </w:tc>
        <w:tc>
          <w:tcPr>
            <w:tcW w:w="236" w:type="dxa"/>
            <w:shd w:val="clear" w:color="auto" w:fill="auto"/>
          </w:tcPr>
          <w:p w14:paraId="165905A9" w14:textId="77777777" w:rsidR="00777F05" w:rsidRPr="00EE7A07" w:rsidRDefault="00777F05" w:rsidP="009840C5">
            <w:pPr>
              <w:rPr>
                <w:sz w:val="20"/>
                <w:szCs w:val="18"/>
              </w:rPr>
            </w:pPr>
          </w:p>
        </w:tc>
        <w:tc>
          <w:tcPr>
            <w:tcW w:w="1028" w:type="dxa"/>
            <w:shd w:val="clear" w:color="auto" w:fill="auto"/>
          </w:tcPr>
          <w:p w14:paraId="703AD64B" w14:textId="692E08C6" w:rsidR="00777F05" w:rsidRPr="00EE7A07" w:rsidRDefault="00777F05" w:rsidP="009840C5">
            <w:pPr>
              <w:tabs>
                <w:tab w:val="decimal" w:pos="798"/>
              </w:tabs>
              <w:rPr>
                <w:sz w:val="20"/>
                <w:szCs w:val="18"/>
              </w:rPr>
            </w:pPr>
          </w:p>
        </w:tc>
        <w:tc>
          <w:tcPr>
            <w:tcW w:w="268" w:type="dxa"/>
            <w:shd w:val="clear" w:color="auto" w:fill="auto"/>
          </w:tcPr>
          <w:p w14:paraId="1C3BFA67" w14:textId="77777777" w:rsidR="00777F05" w:rsidRPr="00EE7A07" w:rsidRDefault="00777F05" w:rsidP="009840C5">
            <w:pPr>
              <w:rPr>
                <w:sz w:val="20"/>
                <w:szCs w:val="18"/>
              </w:rPr>
            </w:pPr>
          </w:p>
        </w:tc>
        <w:tc>
          <w:tcPr>
            <w:tcW w:w="1082" w:type="dxa"/>
            <w:shd w:val="clear" w:color="auto" w:fill="auto"/>
          </w:tcPr>
          <w:p w14:paraId="4401FE56" w14:textId="6D080ED6" w:rsidR="00777F05" w:rsidRPr="00EE7A07" w:rsidRDefault="00777F05" w:rsidP="009840C5">
            <w:pPr>
              <w:tabs>
                <w:tab w:val="decimal" w:pos="885"/>
              </w:tabs>
              <w:rPr>
                <w:sz w:val="20"/>
                <w:szCs w:val="18"/>
              </w:rPr>
            </w:pPr>
          </w:p>
        </w:tc>
        <w:tc>
          <w:tcPr>
            <w:tcW w:w="239" w:type="dxa"/>
            <w:shd w:val="clear" w:color="auto" w:fill="auto"/>
          </w:tcPr>
          <w:p w14:paraId="1B86F692" w14:textId="77777777" w:rsidR="00777F05" w:rsidRPr="00EE7A07" w:rsidRDefault="00777F05" w:rsidP="009840C5">
            <w:pPr>
              <w:rPr>
                <w:sz w:val="20"/>
                <w:szCs w:val="18"/>
              </w:rPr>
            </w:pPr>
          </w:p>
        </w:tc>
        <w:tc>
          <w:tcPr>
            <w:tcW w:w="1059" w:type="dxa"/>
            <w:shd w:val="clear" w:color="auto" w:fill="auto"/>
          </w:tcPr>
          <w:p w14:paraId="23AE03E6" w14:textId="758AE88B" w:rsidR="00777F05" w:rsidRPr="00EE7A07" w:rsidRDefault="00777F05" w:rsidP="009840C5">
            <w:pPr>
              <w:tabs>
                <w:tab w:val="decimal" w:pos="526"/>
              </w:tabs>
              <w:rPr>
                <w:sz w:val="20"/>
                <w:szCs w:val="18"/>
              </w:rPr>
            </w:pPr>
          </w:p>
        </w:tc>
        <w:tc>
          <w:tcPr>
            <w:tcW w:w="239" w:type="dxa"/>
            <w:shd w:val="clear" w:color="auto" w:fill="auto"/>
          </w:tcPr>
          <w:p w14:paraId="65D8659F" w14:textId="77777777" w:rsidR="00777F05" w:rsidRPr="00EE7A07" w:rsidRDefault="00777F05" w:rsidP="009840C5">
            <w:pPr>
              <w:rPr>
                <w:sz w:val="20"/>
                <w:szCs w:val="18"/>
              </w:rPr>
            </w:pPr>
          </w:p>
        </w:tc>
        <w:tc>
          <w:tcPr>
            <w:tcW w:w="1021" w:type="dxa"/>
            <w:shd w:val="clear" w:color="auto" w:fill="auto"/>
          </w:tcPr>
          <w:p w14:paraId="39BF6126" w14:textId="18F7CD47" w:rsidR="00777F05" w:rsidRPr="00EE7A07" w:rsidRDefault="00777F05" w:rsidP="009840C5">
            <w:pPr>
              <w:tabs>
                <w:tab w:val="decimal" w:pos="795"/>
              </w:tabs>
              <w:rPr>
                <w:sz w:val="20"/>
                <w:szCs w:val="18"/>
              </w:rPr>
            </w:pPr>
          </w:p>
        </w:tc>
      </w:tr>
      <w:tr w:rsidR="00CA2030" w:rsidRPr="00EE7A07" w14:paraId="598F218F" w14:textId="77777777" w:rsidTr="009840C5">
        <w:tc>
          <w:tcPr>
            <w:tcW w:w="2246" w:type="dxa"/>
            <w:shd w:val="clear" w:color="auto" w:fill="auto"/>
          </w:tcPr>
          <w:p w14:paraId="7FFFCA37" w14:textId="16616B05" w:rsidR="00CA2030" w:rsidRPr="005D3E43" w:rsidRDefault="00CA2030" w:rsidP="00CA2030">
            <w:pPr>
              <w:pStyle w:val="BodyText"/>
              <w:spacing w:after="0" w:line="240" w:lineRule="atLeast"/>
              <w:ind w:left="160" w:right="-108" w:hanging="160"/>
              <w:rPr>
                <w:sz w:val="20"/>
              </w:rPr>
            </w:pPr>
            <w:r>
              <w:rPr>
                <w:sz w:val="20"/>
              </w:rPr>
              <w:t xml:space="preserve">Dividend income </w:t>
            </w:r>
          </w:p>
        </w:tc>
        <w:tc>
          <w:tcPr>
            <w:tcW w:w="1079" w:type="dxa"/>
            <w:shd w:val="clear" w:color="auto" w:fill="auto"/>
          </w:tcPr>
          <w:p w14:paraId="12FDA86E" w14:textId="2B02CA9F" w:rsidR="00CA2030" w:rsidRPr="00EE7A07" w:rsidRDefault="00E5303B" w:rsidP="00E5303B">
            <w:pPr>
              <w:jc w:val="center"/>
              <w:rPr>
                <w:sz w:val="20"/>
                <w:szCs w:val="18"/>
              </w:rPr>
            </w:pPr>
            <w:r>
              <w:rPr>
                <w:sz w:val="20"/>
                <w:szCs w:val="18"/>
              </w:rPr>
              <w:t xml:space="preserve"> </w:t>
            </w:r>
            <w:r w:rsidR="00CA2030" w:rsidRPr="00EE7A07">
              <w:rPr>
                <w:sz w:val="20"/>
                <w:szCs w:val="18"/>
              </w:rPr>
              <w:t>-</w:t>
            </w:r>
          </w:p>
        </w:tc>
        <w:tc>
          <w:tcPr>
            <w:tcW w:w="269" w:type="dxa"/>
            <w:shd w:val="clear" w:color="auto" w:fill="auto"/>
          </w:tcPr>
          <w:p w14:paraId="28332E99" w14:textId="77777777" w:rsidR="00CA2030" w:rsidRPr="005D3E43" w:rsidRDefault="00CA2030" w:rsidP="00CA2030">
            <w:pPr>
              <w:tabs>
                <w:tab w:val="decimal" w:pos="606"/>
              </w:tabs>
              <w:rPr>
                <w:sz w:val="20"/>
                <w:szCs w:val="18"/>
              </w:rPr>
            </w:pPr>
          </w:p>
        </w:tc>
        <w:tc>
          <w:tcPr>
            <w:tcW w:w="1082" w:type="dxa"/>
            <w:shd w:val="clear" w:color="auto" w:fill="auto"/>
          </w:tcPr>
          <w:p w14:paraId="4E8F649F" w14:textId="3B4121C2" w:rsidR="00CA2030" w:rsidRPr="00EE7A07" w:rsidRDefault="00CA2030" w:rsidP="00CA2030">
            <w:pPr>
              <w:tabs>
                <w:tab w:val="decimal" w:pos="524"/>
              </w:tabs>
              <w:ind w:hanging="108"/>
              <w:rPr>
                <w:sz w:val="20"/>
                <w:szCs w:val="18"/>
              </w:rPr>
            </w:pPr>
            <w:r w:rsidRPr="00EE7A07">
              <w:rPr>
                <w:sz w:val="20"/>
                <w:szCs w:val="18"/>
              </w:rPr>
              <w:t>-</w:t>
            </w:r>
          </w:p>
        </w:tc>
        <w:tc>
          <w:tcPr>
            <w:tcW w:w="236" w:type="dxa"/>
            <w:shd w:val="clear" w:color="auto" w:fill="auto"/>
          </w:tcPr>
          <w:p w14:paraId="6E13F4B6" w14:textId="77777777" w:rsidR="00CA2030" w:rsidRPr="00EE7A07" w:rsidRDefault="00CA2030" w:rsidP="00CA2030">
            <w:pPr>
              <w:tabs>
                <w:tab w:val="decimal" w:pos="606"/>
              </w:tabs>
              <w:rPr>
                <w:sz w:val="20"/>
                <w:szCs w:val="18"/>
              </w:rPr>
            </w:pPr>
          </w:p>
        </w:tc>
        <w:tc>
          <w:tcPr>
            <w:tcW w:w="1028" w:type="dxa"/>
            <w:shd w:val="clear" w:color="auto" w:fill="auto"/>
          </w:tcPr>
          <w:p w14:paraId="0E9FD8DD" w14:textId="76F58928" w:rsidR="00CA2030" w:rsidRPr="00EE7A07" w:rsidRDefault="00CA2030" w:rsidP="00D4293B">
            <w:pPr>
              <w:tabs>
                <w:tab w:val="decimal" w:pos="526"/>
                <w:tab w:val="decimal" w:pos="606"/>
              </w:tabs>
              <w:rPr>
                <w:sz w:val="20"/>
                <w:szCs w:val="18"/>
              </w:rPr>
            </w:pPr>
            <w:r w:rsidRPr="00EE7A07">
              <w:rPr>
                <w:sz w:val="20"/>
                <w:szCs w:val="18"/>
              </w:rPr>
              <w:t xml:space="preserve">         -</w:t>
            </w:r>
          </w:p>
        </w:tc>
        <w:tc>
          <w:tcPr>
            <w:tcW w:w="268" w:type="dxa"/>
            <w:shd w:val="clear" w:color="auto" w:fill="auto"/>
          </w:tcPr>
          <w:p w14:paraId="254F5BBF" w14:textId="77777777" w:rsidR="00CA2030" w:rsidRPr="00EE7A07" w:rsidRDefault="00CA2030" w:rsidP="00CA2030">
            <w:pPr>
              <w:tabs>
                <w:tab w:val="decimal" w:pos="606"/>
              </w:tabs>
              <w:rPr>
                <w:sz w:val="20"/>
                <w:szCs w:val="18"/>
              </w:rPr>
            </w:pPr>
          </w:p>
        </w:tc>
        <w:tc>
          <w:tcPr>
            <w:tcW w:w="1082" w:type="dxa"/>
            <w:shd w:val="clear" w:color="auto" w:fill="auto"/>
          </w:tcPr>
          <w:p w14:paraId="707F7079" w14:textId="12926E60" w:rsidR="00CA2030" w:rsidRPr="00EE7A07" w:rsidRDefault="00CA2030" w:rsidP="00CA2030">
            <w:pPr>
              <w:tabs>
                <w:tab w:val="decimal" w:pos="606"/>
                <w:tab w:val="decimal" w:pos="885"/>
              </w:tabs>
              <w:jc w:val="center"/>
              <w:rPr>
                <w:sz w:val="20"/>
                <w:szCs w:val="18"/>
              </w:rPr>
            </w:pPr>
            <w:r w:rsidRPr="00EE7A07">
              <w:rPr>
                <w:sz w:val="20"/>
                <w:szCs w:val="18"/>
              </w:rPr>
              <w:t>-</w:t>
            </w:r>
          </w:p>
        </w:tc>
        <w:tc>
          <w:tcPr>
            <w:tcW w:w="239" w:type="dxa"/>
            <w:shd w:val="clear" w:color="auto" w:fill="auto"/>
          </w:tcPr>
          <w:p w14:paraId="640AB3BD" w14:textId="1420BE84" w:rsidR="00CA2030" w:rsidRPr="00EE7A07" w:rsidRDefault="00CA2030" w:rsidP="00CA2030">
            <w:pPr>
              <w:tabs>
                <w:tab w:val="decimal" w:pos="606"/>
                <w:tab w:val="decimal" w:pos="885"/>
              </w:tabs>
              <w:rPr>
                <w:sz w:val="20"/>
                <w:szCs w:val="18"/>
              </w:rPr>
            </w:pPr>
          </w:p>
        </w:tc>
        <w:tc>
          <w:tcPr>
            <w:tcW w:w="1059" w:type="dxa"/>
            <w:shd w:val="clear" w:color="auto" w:fill="auto"/>
          </w:tcPr>
          <w:p w14:paraId="099E3527" w14:textId="7B860477" w:rsidR="00CA2030" w:rsidRPr="00EE7A07" w:rsidRDefault="00CA2030" w:rsidP="00D4293B">
            <w:pPr>
              <w:tabs>
                <w:tab w:val="decimal" w:pos="794"/>
              </w:tabs>
              <w:rPr>
                <w:sz w:val="20"/>
                <w:szCs w:val="18"/>
              </w:rPr>
            </w:pPr>
            <w:r>
              <w:rPr>
                <w:sz w:val="20"/>
                <w:szCs w:val="18"/>
              </w:rPr>
              <w:t>(13,344)</w:t>
            </w:r>
          </w:p>
        </w:tc>
        <w:tc>
          <w:tcPr>
            <w:tcW w:w="239" w:type="dxa"/>
            <w:shd w:val="clear" w:color="auto" w:fill="auto"/>
          </w:tcPr>
          <w:p w14:paraId="1569C454" w14:textId="77777777" w:rsidR="00CA2030" w:rsidRPr="00EE7A07" w:rsidRDefault="00CA2030" w:rsidP="00CA2030">
            <w:pPr>
              <w:tabs>
                <w:tab w:val="decimal" w:pos="606"/>
              </w:tabs>
              <w:rPr>
                <w:sz w:val="20"/>
                <w:szCs w:val="18"/>
              </w:rPr>
            </w:pPr>
          </w:p>
        </w:tc>
        <w:tc>
          <w:tcPr>
            <w:tcW w:w="1021" w:type="dxa"/>
            <w:shd w:val="clear" w:color="auto" w:fill="auto"/>
          </w:tcPr>
          <w:p w14:paraId="159D95F9" w14:textId="768CFF6F" w:rsidR="00CA2030" w:rsidRPr="00EE7A07" w:rsidRDefault="00CA2030" w:rsidP="00D4293B">
            <w:pPr>
              <w:tabs>
                <w:tab w:val="decimal" w:pos="691"/>
                <w:tab w:val="decimal" w:pos="781"/>
              </w:tabs>
              <w:ind w:left="-19"/>
              <w:jc w:val="center"/>
              <w:rPr>
                <w:sz w:val="20"/>
                <w:szCs w:val="18"/>
              </w:rPr>
            </w:pPr>
            <w:r>
              <w:rPr>
                <w:sz w:val="20"/>
                <w:szCs w:val="18"/>
              </w:rPr>
              <w:t xml:space="preserve">  (13,344)</w:t>
            </w:r>
          </w:p>
        </w:tc>
      </w:tr>
      <w:tr w:rsidR="00CA2030" w:rsidRPr="0035144B" w14:paraId="20F25A16" w14:textId="77777777" w:rsidTr="009840C5">
        <w:tc>
          <w:tcPr>
            <w:tcW w:w="2246" w:type="dxa"/>
            <w:shd w:val="clear" w:color="auto" w:fill="auto"/>
          </w:tcPr>
          <w:p w14:paraId="63075C50" w14:textId="325358D0" w:rsidR="00CA2030" w:rsidRPr="005D3E43" w:rsidRDefault="00CA2030" w:rsidP="00CA2030">
            <w:pPr>
              <w:pStyle w:val="BodyText"/>
              <w:spacing w:after="0" w:line="240" w:lineRule="atLeast"/>
              <w:ind w:left="160" w:right="-108" w:hanging="160"/>
              <w:rPr>
                <w:sz w:val="20"/>
              </w:rPr>
            </w:pPr>
            <w:r>
              <w:rPr>
                <w:sz w:val="20"/>
              </w:rPr>
              <w:t xml:space="preserve">Other income </w:t>
            </w:r>
          </w:p>
        </w:tc>
        <w:tc>
          <w:tcPr>
            <w:tcW w:w="1079" w:type="dxa"/>
            <w:shd w:val="clear" w:color="auto" w:fill="auto"/>
          </w:tcPr>
          <w:p w14:paraId="2C6D6273" w14:textId="31553EB3" w:rsidR="00CA2030" w:rsidRPr="005D3E43" w:rsidRDefault="00CA2030" w:rsidP="00E5303B">
            <w:pPr>
              <w:tabs>
                <w:tab w:val="decimal" w:pos="790"/>
              </w:tabs>
              <w:rPr>
                <w:sz w:val="20"/>
              </w:rPr>
            </w:pPr>
            <w:r>
              <w:rPr>
                <w:sz w:val="20"/>
              </w:rPr>
              <w:t>(69,542)</w:t>
            </w:r>
          </w:p>
        </w:tc>
        <w:tc>
          <w:tcPr>
            <w:tcW w:w="269" w:type="dxa"/>
            <w:shd w:val="clear" w:color="auto" w:fill="auto"/>
          </w:tcPr>
          <w:p w14:paraId="7B669324" w14:textId="77777777" w:rsidR="00CA2030" w:rsidRPr="005D3E43" w:rsidRDefault="00CA2030" w:rsidP="00CA2030">
            <w:pPr>
              <w:rPr>
                <w:sz w:val="20"/>
              </w:rPr>
            </w:pPr>
          </w:p>
        </w:tc>
        <w:tc>
          <w:tcPr>
            <w:tcW w:w="1082" w:type="dxa"/>
            <w:tcBorders>
              <w:bottom w:val="single" w:sz="4" w:space="0" w:color="auto"/>
            </w:tcBorders>
            <w:shd w:val="clear" w:color="auto" w:fill="auto"/>
          </w:tcPr>
          <w:p w14:paraId="2927C337" w14:textId="4CB8E605" w:rsidR="00CA2030" w:rsidRPr="0035144B" w:rsidRDefault="00CA2030" w:rsidP="00CA2030">
            <w:pPr>
              <w:tabs>
                <w:tab w:val="decimal" w:pos="524"/>
              </w:tabs>
              <w:rPr>
                <w:sz w:val="20"/>
                <w:szCs w:val="18"/>
              </w:rPr>
            </w:pPr>
            <w:r w:rsidRPr="00EE7A07">
              <w:rPr>
                <w:sz w:val="20"/>
                <w:szCs w:val="18"/>
              </w:rPr>
              <w:t>-</w:t>
            </w:r>
          </w:p>
        </w:tc>
        <w:tc>
          <w:tcPr>
            <w:tcW w:w="236" w:type="dxa"/>
            <w:shd w:val="clear" w:color="auto" w:fill="auto"/>
          </w:tcPr>
          <w:p w14:paraId="7578E7A0" w14:textId="77777777" w:rsidR="00CA2030" w:rsidRPr="0035144B" w:rsidRDefault="00CA2030" w:rsidP="00CA2030">
            <w:pPr>
              <w:rPr>
                <w:sz w:val="20"/>
                <w:szCs w:val="18"/>
              </w:rPr>
            </w:pPr>
          </w:p>
        </w:tc>
        <w:tc>
          <w:tcPr>
            <w:tcW w:w="1028" w:type="dxa"/>
            <w:shd w:val="clear" w:color="auto" w:fill="auto"/>
          </w:tcPr>
          <w:p w14:paraId="3A5ACC60" w14:textId="247D6E65" w:rsidR="00CA2030" w:rsidRPr="0035144B" w:rsidRDefault="00CA2030" w:rsidP="00CA2030">
            <w:pPr>
              <w:tabs>
                <w:tab w:val="decimal" w:pos="885"/>
              </w:tabs>
              <w:rPr>
                <w:sz w:val="20"/>
                <w:szCs w:val="18"/>
              </w:rPr>
            </w:pPr>
            <w:r>
              <w:rPr>
                <w:sz w:val="20"/>
              </w:rPr>
              <w:t>(69,542)</w:t>
            </w:r>
          </w:p>
        </w:tc>
        <w:tc>
          <w:tcPr>
            <w:tcW w:w="268" w:type="dxa"/>
            <w:shd w:val="clear" w:color="auto" w:fill="auto"/>
          </w:tcPr>
          <w:p w14:paraId="485F6467" w14:textId="77777777" w:rsidR="00CA2030" w:rsidRPr="0035144B" w:rsidRDefault="00CA2030" w:rsidP="00CA2030">
            <w:pPr>
              <w:rPr>
                <w:sz w:val="20"/>
                <w:szCs w:val="18"/>
              </w:rPr>
            </w:pPr>
          </w:p>
        </w:tc>
        <w:tc>
          <w:tcPr>
            <w:tcW w:w="1082" w:type="dxa"/>
            <w:shd w:val="clear" w:color="auto" w:fill="auto"/>
          </w:tcPr>
          <w:p w14:paraId="0E9BA1FB" w14:textId="763F2F99" w:rsidR="00CA2030" w:rsidRPr="0035144B" w:rsidRDefault="00CA2030" w:rsidP="00D4293B">
            <w:pPr>
              <w:tabs>
                <w:tab w:val="decimal" w:pos="794"/>
              </w:tabs>
              <w:rPr>
                <w:sz w:val="20"/>
                <w:szCs w:val="18"/>
              </w:rPr>
            </w:pPr>
            <w:r>
              <w:rPr>
                <w:sz w:val="20"/>
                <w:szCs w:val="18"/>
              </w:rPr>
              <w:t>(75,674)</w:t>
            </w:r>
          </w:p>
        </w:tc>
        <w:tc>
          <w:tcPr>
            <w:tcW w:w="239" w:type="dxa"/>
            <w:shd w:val="clear" w:color="auto" w:fill="auto"/>
          </w:tcPr>
          <w:p w14:paraId="03A1D681" w14:textId="77777777" w:rsidR="00CA2030" w:rsidRPr="0035144B" w:rsidRDefault="00CA2030" w:rsidP="00CA2030">
            <w:pPr>
              <w:rPr>
                <w:sz w:val="20"/>
                <w:szCs w:val="18"/>
              </w:rPr>
            </w:pPr>
          </w:p>
        </w:tc>
        <w:tc>
          <w:tcPr>
            <w:tcW w:w="1059" w:type="dxa"/>
            <w:tcBorders>
              <w:bottom w:val="single" w:sz="4" w:space="0" w:color="auto"/>
            </w:tcBorders>
            <w:shd w:val="clear" w:color="auto" w:fill="auto"/>
          </w:tcPr>
          <w:p w14:paraId="72AECECE" w14:textId="31CCC706" w:rsidR="00CA2030" w:rsidRPr="0035144B" w:rsidRDefault="00CA2030" w:rsidP="00D4293B">
            <w:pPr>
              <w:tabs>
                <w:tab w:val="decimal" w:pos="794"/>
              </w:tabs>
              <w:rPr>
                <w:sz w:val="20"/>
                <w:szCs w:val="18"/>
              </w:rPr>
            </w:pPr>
            <w:r>
              <w:rPr>
                <w:sz w:val="20"/>
                <w:szCs w:val="18"/>
              </w:rPr>
              <w:t>13,344</w:t>
            </w:r>
          </w:p>
        </w:tc>
        <w:tc>
          <w:tcPr>
            <w:tcW w:w="239" w:type="dxa"/>
            <w:shd w:val="clear" w:color="auto" w:fill="auto"/>
          </w:tcPr>
          <w:p w14:paraId="37409AAA" w14:textId="77777777" w:rsidR="00CA2030" w:rsidRPr="0035144B" w:rsidRDefault="00CA2030" w:rsidP="00CA2030">
            <w:pPr>
              <w:rPr>
                <w:sz w:val="20"/>
                <w:szCs w:val="18"/>
              </w:rPr>
            </w:pPr>
          </w:p>
        </w:tc>
        <w:tc>
          <w:tcPr>
            <w:tcW w:w="1021" w:type="dxa"/>
            <w:shd w:val="clear" w:color="auto" w:fill="auto"/>
          </w:tcPr>
          <w:p w14:paraId="447A3FE7" w14:textId="5ACD3355" w:rsidR="00CA2030" w:rsidRPr="0035144B" w:rsidRDefault="00CA2030" w:rsidP="00CA2030">
            <w:pPr>
              <w:tabs>
                <w:tab w:val="decimal" w:pos="795"/>
              </w:tabs>
              <w:rPr>
                <w:sz w:val="20"/>
                <w:szCs w:val="18"/>
              </w:rPr>
            </w:pPr>
            <w:r>
              <w:rPr>
                <w:sz w:val="20"/>
                <w:szCs w:val="18"/>
              </w:rPr>
              <w:t>(62,330)</w:t>
            </w:r>
          </w:p>
        </w:tc>
      </w:tr>
      <w:tr w:rsidR="00CA2030" w:rsidRPr="005D3E43" w14:paraId="41815071" w14:textId="77777777" w:rsidTr="009840C5">
        <w:tc>
          <w:tcPr>
            <w:tcW w:w="2246" w:type="dxa"/>
            <w:shd w:val="clear" w:color="auto" w:fill="auto"/>
          </w:tcPr>
          <w:p w14:paraId="0C76B751" w14:textId="77777777" w:rsidR="00CA2030" w:rsidRPr="005D3E43" w:rsidRDefault="00CA2030" w:rsidP="00CA2030">
            <w:pPr>
              <w:pStyle w:val="BodyText"/>
              <w:spacing w:after="0" w:line="240" w:lineRule="atLeast"/>
              <w:ind w:right="-108"/>
              <w:jc w:val="both"/>
              <w:rPr>
                <w:sz w:val="20"/>
              </w:rPr>
            </w:pPr>
          </w:p>
        </w:tc>
        <w:tc>
          <w:tcPr>
            <w:tcW w:w="1079" w:type="dxa"/>
            <w:shd w:val="clear" w:color="auto" w:fill="auto"/>
          </w:tcPr>
          <w:p w14:paraId="4163502E" w14:textId="77777777" w:rsidR="00CA2030" w:rsidRPr="005D3E43" w:rsidRDefault="00CA2030" w:rsidP="00CA2030">
            <w:pPr>
              <w:pStyle w:val="BodyText"/>
              <w:tabs>
                <w:tab w:val="decimal" w:pos="695"/>
              </w:tabs>
              <w:spacing w:after="0" w:line="240" w:lineRule="atLeast"/>
              <w:ind w:right="-156"/>
              <w:rPr>
                <w:sz w:val="20"/>
              </w:rPr>
            </w:pPr>
          </w:p>
        </w:tc>
        <w:tc>
          <w:tcPr>
            <w:tcW w:w="269" w:type="dxa"/>
            <w:shd w:val="clear" w:color="auto" w:fill="auto"/>
          </w:tcPr>
          <w:p w14:paraId="1A07BF91" w14:textId="77777777" w:rsidR="00CA2030" w:rsidRPr="005D3E43" w:rsidRDefault="00CA2030" w:rsidP="00CA2030">
            <w:pPr>
              <w:pStyle w:val="BodyText"/>
              <w:spacing w:after="0" w:line="240" w:lineRule="atLeast"/>
              <w:ind w:right="-1185"/>
              <w:jc w:val="both"/>
              <w:rPr>
                <w:sz w:val="20"/>
              </w:rPr>
            </w:pPr>
          </w:p>
        </w:tc>
        <w:tc>
          <w:tcPr>
            <w:tcW w:w="1082" w:type="dxa"/>
            <w:tcBorders>
              <w:top w:val="single" w:sz="4" w:space="0" w:color="auto"/>
              <w:bottom w:val="double" w:sz="4" w:space="0" w:color="auto"/>
            </w:tcBorders>
            <w:shd w:val="clear" w:color="auto" w:fill="auto"/>
          </w:tcPr>
          <w:p w14:paraId="364CE2C3" w14:textId="77777777" w:rsidR="00CA2030" w:rsidRPr="005D3E43" w:rsidRDefault="00CA2030" w:rsidP="00CA2030">
            <w:pPr>
              <w:pStyle w:val="BodyText"/>
              <w:tabs>
                <w:tab w:val="decimal" w:pos="522"/>
              </w:tabs>
              <w:spacing w:after="0" w:line="240" w:lineRule="atLeast"/>
              <w:ind w:right="-1185"/>
              <w:rPr>
                <w:b/>
                <w:bCs/>
                <w:sz w:val="20"/>
              </w:rPr>
            </w:pPr>
            <w:r>
              <w:rPr>
                <w:b/>
                <w:bCs/>
                <w:sz w:val="20"/>
              </w:rPr>
              <w:t>-</w:t>
            </w:r>
          </w:p>
        </w:tc>
        <w:tc>
          <w:tcPr>
            <w:tcW w:w="236" w:type="dxa"/>
            <w:shd w:val="clear" w:color="auto" w:fill="auto"/>
          </w:tcPr>
          <w:p w14:paraId="3EA41873" w14:textId="77777777" w:rsidR="00CA2030" w:rsidRPr="005D3E43" w:rsidRDefault="00CA2030" w:rsidP="00CA2030">
            <w:pPr>
              <w:pStyle w:val="BodyText"/>
              <w:spacing w:after="0" w:line="240" w:lineRule="atLeast"/>
              <w:ind w:right="-405"/>
              <w:jc w:val="both"/>
              <w:rPr>
                <w:sz w:val="20"/>
              </w:rPr>
            </w:pPr>
          </w:p>
        </w:tc>
        <w:tc>
          <w:tcPr>
            <w:tcW w:w="1028" w:type="dxa"/>
            <w:shd w:val="clear" w:color="auto" w:fill="auto"/>
          </w:tcPr>
          <w:p w14:paraId="384AC3CD" w14:textId="77777777" w:rsidR="00CA2030" w:rsidRPr="005D3E43" w:rsidRDefault="00CA2030" w:rsidP="00CA2030">
            <w:pPr>
              <w:pStyle w:val="BodyText"/>
              <w:tabs>
                <w:tab w:val="decimal" w:pos="695"/>
              </w:tabs>
              <w:spacing w:after="0" w:line="240" w:lineRule="atLeast"/>
              <w:ind w:right="-156"/>
              <w:rPr>
                <w:sz w:val="20"/>
              </w:rPr>
            </w:pPr>
          </w:p>
        </w:tc>
        <w:tc>
          <w:tcPr>
            <w:tcW w:w="268" w:type="dxa"/>
            <w:shd w:val="clear" w:color="auto" w:fill="auto"/>
          </w:tcPr>
          <w:p w14:paraId="27466904" w14:textId="77777777" w:rsidR="00CA2030" w:rsidRPr="005D3E43" w:rsidRDefault="00CA2030" w:rsidP="00CA2030">
            <w:pPr>
              <w:pStyle w:val="BodyText"/>
              <w:spacing w:after="0" w:line="240" w:lineRule="atLeast"/>
              <w:ind w:right="-405"/>
              <w:jc w:val="both"/>
              <w:rPr>
                <w:sz w:val="20"/>
              </w:rPr>
            </w:pPr>
          </w:p>
        </w:tc>
        <w:tc>
          <w:tcPr>
            <w:tcW w:w="1082" w:type="dxa"/>
            <w:shd w:val="clear" w:color="auto" w:fill="auto"/>
          </w:tcPr>
          <w:p w14:paraId="53377440" w14:textId="77777777" w:rsidR="00CA2030" w:rsidRPr="005D3E43" w:rsidRDefault="00CA2030" w:rsidP="00CA2030">
            <w:pPr>
              <w:pStyle w:val="BodyText"/>
              <w:tabs>
                <w:tab w:val="decimal" w:pos="695"/>
              </w:tabs>
              <w:spacing w:after="0" w:line="240" w:lineRule="atLeast"/>
              <w:ind w:right="-156"/>
              <w:rPr>
                <w:sz w:val="20"/>
              </w:rPr>
            </w:pPr>
          </w:p>
        </w:tc>
        <w:tc>
          <w:tcPr>
            <w:tcW w:w="239" w:type="dxa"/>
            <w:shd w:val="clear" w:color="auto" w:fill="auto"/>
          </w:tcPr>
          <w:p w14:paraId="1173A520" w14:textId="77777777" w:rsidR="00CA2030" w:rsidRPr="005D3E43" w:rsidRDefault="00CA2030" w:rsidP="00CA2030">
            <w:pPr>
              <w:pStyle w:val="BodyText"/>
              <w:spacing w:after="0" w:line="240" w:lineRule="atLeast"/>
              <w:ind w:right="-405"/>
              <w:jc w:val="both"/>
              <w:rPr>
                <w:sz w:val="20"/>
              </w:rPr>
            </w:pPr>
          </w:p>
        </w:tc>
        <w:tc>
          <w:tcPr>
            <w:tcW w:w="1059" w:type="dxa"/>
            <w:tcBorders>
              <w:top w:val="single" w:sz="4" w:space="0" w:color="auto"/>
              <w:bottom w:val="double" w:sz="4" w:space="0" w:color="auto"/>
            </w:tcBorders>
            <w:shd w:val="clear" w:color="auto" w:fill="auto"/>
          </w:tcPr>
          <w:p w14:paraId="1C92895B" w14:textId="77777777" w:rsidR="00CA2030" w:rsidRPr="005D3E43" w:rsidRDefault="00CA2030" w:rsidP="00CA2030">
            <w:pPr>
              <w:pStyle w:val="BodyText"/>
              <w:tabs>
                <w:tab w:val="decimal" w:pos="461"/>
              </w:tabs>
              <w:spacing w:after="0" w:line="240" w:lineRule="atLeast"/>
              <w:ind w:right="-156"/>
              <w:rPr>
                <w:b/>
                <w:bCs/>
                <w:sz w:val="20"/>
              </w:rPr>
            </w:pPr>
            <w:r>
              <w:rPr>
                <w:b/>
                <w:bCs/>
                <w:sz w:val="20"/>
              </w:rPr>
              <w:t>-</w:t>
            </w:r>
          </w:p>
        </w:tc>
        <w:tc>
          <w:tcPr>
            <w:tcW w:w="239" w:type="dxa"/>
            <w:shd w:val="clear" w:color="auto" w:fill="auto"/>
          </w:tcPr>
          <w:p w14:paraId="3CAC1B89" w14:textId="77777777" w:rsidR="00CA2030" w:rsidRPr="005D3E43" w:rsidRDefault="00CA2030" w:rsidP="00CA2030">
            <w:pPr>
              <w:pStyle w:val="BodyText"/>
              <w:spacing w:after="0" w:line="240" w:lineRule="atLeast"/>
              <w:ind w:right="-405"/>
              <w:jc w:val="both"/>
              <w:rPr>
                <w:sz w:val="20"/>
              </w:rPr>
            </w:pPr>
          </w:p>
        </w:tc>
        <w:tc>
          <w:tcPr>
            <w:tcW w:w="1021" w:type="dxa"/>
            <w:shd w:val="clear" w:color="auto" w:fill="auto"/>
          </w:tcPr>
          <w:p w14:paraId="31A92871" w14:textId="77777777" w:rsidR="00CA2030" w:rsidRPr="005D3E43" w:rsidRDefault="00CA2030" w:rsidP="00CA2030">
            <w:pPr>
              <w:pStyle w:val="BodyText"/>
              <w:tabs>
                <w:tab w:val="decimal" w:pos="627"/>
              </w:tabs>
              <w:spacing w:after="0" w:line="240" w:lineRule="atLeast"/>
              <w:ind w:right="-156"/>
              <w:rPr>
                <w:sz w:val="20"/>
              </w:rPr>
            </w:pPr>
          </w:p>
        </w:tc>
      </w:tr>
    </w:tbl>
    <w:p w14:paraId="2A10CABC" w14:textId="613E4F42" w:rsidR="00777F05" w:rsidRDefault="00777F05" w:rsidP="00B51EA0">
      <w:pPr>
        <w:spacing w:line="240" w:lineRule="auto"/>
        <w:ind w:left="540"/>
        <w:jc w:val="both"/>
        <w:rPr>
          <w:b/>
          <w:bCs/>
          <w:sz w:val="24"/>
          <w:szCs w:val="24"/>
        </w:rPr>
      </w:pPr>
    </w:p>
    <w:tbl>
      <w:tblPr>
        <w:tblW w:w="9848" w:type="dxa"/>
        <w:tblInd w:w="450" w:type="dxa"/>
        <w:tblLayout w:type="fixed"/>
        <w:tblLook w:val="01E0" w:firstRow="1" w:lastRow="1" w:firstColumn="1" w:lastColumn="1" w:noHBand="0" w:noVBand="0"/>
      </w:tblPr>
      <w:tblGrid>
        <w:gridCol w:w="2246"/>
        <w:gridCol w:w="1079"/>
        <w:gridCol w:w="269"/>
        <w:gridCol w:w="1082"/>
        <w:gridCol w:w="236"/>
        <w:gridCol w:w="1028"/>
        <w:gridCol w:w="268"/>
        <w:gridCol w:w="1082"/>
        <w:gridCol w:w="239"/>
        <w:gridCol w:w="1059"/>
        <w:gridCol w:w="239"/>
        <w:gridCol w:w="1021"/>
      </w:tblGrid>
      <w:tr w:rsidR="00777F05" w:rsidRPr="00EE7A07" w14:paraId="2251B488" w14:textId="77777777" w:rsidTr="009840C5">
        <w:tc>
          <w:tcPr>
            <w:tcW w:w="2246" w:type="dxa"/>
            <w:shd w:val="clear" w:color="auto" w:fill="auto"/>
          </w:tcPr>
          <w:p w14:paraId="33D8C48A" w14:textId="07E66CD0" w:rsidR="00777F05" w:rsidRPr="005D3E43" w:rsidRDefault="00CA2030" w:rsidP="009840C5">
            <w:pPr>
              <w:pStyle w:val="BodyText"/>
              <w:spacing w:after="0" w:line="240" w:lineRule="atLeast"/>
              <w:ind w:left="160" w:right="-108" w:hanging="160"/>
              <w:rPr>
                <w:sz w:val="20"/>
              </w:rPr>
            </w:pPr>
            <w:r w:rsidRPr="00CA2030">
              <w:rPr>
                <w:b/>
                <w:bCs/>
                <w:i/>
                <w:iCs/>
                <w:sz w:val="20"/>
              </w:rPr>
              <w:t xml:space="preserve">Statement of comprehensive income for </w:t>
            </w:r>
            <w:r>
              <w:rPr>
                <w:b/>
                <w:bCs/>
                <w:i/>
                <w:iCs/>
                <w:sz w:val="20"/>
              </w:rPr>
              <w:t>six</w:t>
            </w:r>
            <w:r w:rsidRPr="00CA2030">
              <w:rPr>
                <w:b/>
                <w:bCs/>
                <w:i/>
                <w:iCs/>
                <w:sz w:val="20"/>
              </w:rPr>
              <w:t>-month period ended</w:t>
            </w:r>
          </w:p>
        </w:tc>
        <w:tc>
          <w:tcPr>
            <w:tcW w:w="1079" w:type="dxa"/>
            <w:shd w:val="clear" w:color="auto" w:fill="auto"/>
          </w:tcPr>
          <w:p w14:paraId="1DF8BFA5" w14:textId="2962CC40" w:rsidR="00777F05" w:rsidRPr="00EE7A07" w:rsidRDefault="00777F05" w:rsidP="009840C5">
            <w:pPr>
              <w:tabs>
                <w:tab w:val="decimal" w:pos="825"/>
              </w:tabs>
              <w:rPr>
                <w:sz w:val="20"/>
                <w:szCs w:val="18"/>
              </w:rPr>
            </w:pPr>
          </w:p>
        </w:tc>
        <w:tc>
          <w:tcPr>
            <w:tcW w:w="269" w:type="dxa"/>
            <w:shd w:val="clear" w:color="auto" w:fill="auto"/>
          </w:tcPr>
          <w:p w14:paraId="6ADCEACA" w14:textId="77777777" w:rsidR="00777F05" w:rsidRPr="00EE7A07" w:rsidRDefault="00777F05" w:rsidP="009840C5">
            <w:pPr>
              <w:rPr>
                <w:sz w:val="20"/>
                <w:szCs w:val="18"/>
              </w:rPr>
            </w:pPr>
          </w:p>
        </w:tc>
        <w:tc>
          <w:tcPr>
            <w:tcW w:w="1082" w:type="dxa"/>
            <w:shd w:val="clear" w:color="auto" w:fill="auto"/>
          </w:tcPr>
          <w:p w14:paraId="38283D05" w14:textId="608D5781" w:rsidR="00777F05" w:rsidRPr="00EE7A07" w:rsidRDefault="00777F05" w:rsidP="009840C5">
            <w:pPr>
              <w:tabs>
                <w:tab w:val="decimal" w:pos="885"/>
              </w:tabs>
              <w:rPr>
                <w:sz w:val="20"/>
                <w:szCs w:val="18"/>
              </w:rPr>
            </w:pPr>
          </w:p>
        </w:tc>
        <w:tc>
          <w:tcPr>
            <w:tcW w:w="236" w:type="dxa"/>
            <w:shd w:val="clear" w:color="auto" w:fill="auto"/>
          </w:tcPr>
          <w:p w14:paraId="7AB9C98C" w14:textId="77777777" w:rsidR="00777F05" w:rsidRPr="00EE7A07" w:rsidRDefault="00777F05" w:rsidP="009840C5">
            <w:pPr>
              <w:rPr>
                <w:sz w:val="20"/>
                <w:szCs w:val="18"/>
              </w:rPr>
            </w:pPr>
          </w:p>
        </w:tc>
        <w:tc>
          <w:tcPr>
            <w:tcW w:w="1028" w:type="dxa"/>
            <w:shd w:val="clear" w:color="auto" w:fill="auto"/>
          </w:tcPr>
          <w:p w14:paraId="4475ECCE" w14:textId="254B9B30" w:rsidR="00777F05" w:rsidRPr="00EE7A07" w:rsidRDefault="00777F05" w:rsidP="009840C5">
            <w:pPr>
              <w:tabs>
                <w:tab w:val="decimal" w:pos="798"/>
              </w:tabs>
              <w:rPr>
                <w:sz w:val="20"/>
                <w:szCs w:val="18"/>
              </w:rPr>
            </w:pPr>
          </w:p>
        </w:tc>
        <w:tc>
          <w:tcPr>
            <w:tcW w:w="268" w:type="dxa"/>
            <w:shd w:val="clear" w:color="auto" w:fill="auto"/>
          </w:tcPr>
          <w:p w14:paraId="7B0A78DE" w14:textId="77777777" w:rsidR="00777F05" w:rsidRPr="00EE7A07" w:rsidRDefault="00777F05" w:rsidP="009840C5">
            <w:pPr>
              <w:rPr>
                <w:sz w:val="20"/>
                <w:szCs w:val="18"/>
              </w:rPr>
            </w:pPr>
          </w:p>
        </w:tc>
        <w:tc>
          <w:tcPr>
            <w:tcW w:w="1082" w:type="dxa"/>
            <w:shd w:val="clear" w:color="auto" w:fill="auto"/>
          </w:tcPr>
          <w:p w14:paraId="5BCBDB47" w14:textId="28FDA264" w:rsidR="00777F05" w:rsidRPr="00EE7A07" w:rsidRDefault="00777F05" w:rsidP="009840C5">
            <w:pPr>
              <w:tabs>
                <w:tab w:val="decimal" w:pos="885"/>
              </w:tabs>
              <w:rPr>
                <w:sz w:val="20"/>
                <w:szCs w:val="18"/>
              </w:rPr>
            </w:pPr>
          </w:p>
        </w:tc>
        <w:tc>
          <w:tcPr>
            <w:tcW w:w="239" w:type="dxa"/>
            <w:shd w:val="clear" w:color="auto" w:fill="auto"/>
          </w:tcPr>
          <w:p w14:paraId="36A80BBC" w14:textId="77777777" w:rsidR="00777F05" w:rsidRPr="00EE7A07" w:rsidRDefault="00777F05" w:rsidP="009840C5">
            <w:pPr>
              <w:rPr>
                <w:sz w:val="20"/>
                <w:szCs w:val="18"/>
              </w:rPr>
            </w:pPr>
          </w:p>
        </w:tc>
        <w:tc>
          <w:tcPr>
            <w:tcW w:w="1059" w:type="dxa"/>
            <w:shd w:val="clear" w:color="auto" w:fill="auto"/>
          </w:tcPr>
          <w:p w14:paraId="67D6F613" w14:textId="327AB850" w:rsidR="00777F05" w:rsidRPr="00EE7A07" w:rsidRDefault="00777F05" w:rsidP="009840C5">
            <w:pPr>
              <w:tabs>
                <w:tab w:val="decimal" w:pos="526"/>
              </w:tabs>
              <w:rPr>
                <w:sz w:val="20"/>
                <w:szCs w:val="18"/>
              </w:rPr>
            </w:pPr>
          </w:p>
        </w:tc>
        <w:tc>
          <w:tcPr>
            <w:tcW w:w="239" w:type="dxa"/>
            <w:shd w:val="clear" w:color="auto" w:fill="auto"/>
          </w:tcPr>
          <w:p w14:paraId="3CAB1B62" w14:textId="77777777" w:rsidR="00777F05" w:rsidRPr="00EE7A07" w:rsidRDefault="00777F05" w:rsidP="009840C5">
            <w:pPr>
              <w:rPr>
                <w:sz w:val="20"/>
                <w:szCs w:val="18"/>
              </w:rPr>
            </w:pPr>
          </w:p>
        </w:tc>
        <w:tc>
          <w:tcPr>
            <w:tcW w:w="1021" w:type="dxa"/>
            <w:shd w:val="clear" w:color="auto" w:fill="auto"/>
          </w:tcPr>
          <w:p w14:paraId="0B464856" w14:textId="110CC8A9" w:rsidR="00777F05" w:rsidRPr="00EE7A07" w:rsidRDefault="00777F05" w:rsidP="009840C5">
            <w:pPr>
              <w:tabs>
                <w:tab w:val="decimal" w:pos="795"/>
              </w:tabs>
              <w:rPr>
                <w:sz w:val="20"/>
                <w:szCs w:val="18"/>
              </w:rPr>
            </w:pPr>
          </w:p>
        </w:tc>
      </w:tr>
      <w:tr w:rsidR="00CA2030" w:rsidRPr="00EE7A07" w14:paraId="664EFAEE" w14:textId="77777777" w:rsidTr="009840C5">
        <w:tc>
          <w:tcPr>
            <w:tcW w:w="2246" w:type="dxa"/>
            <w:shd w:val="clear" w:color="auto" w:fill="auto"/>
          </w:tcPr>
          <w:p w14:paraId="3594D580" w14:textId="5FDF0F7C" w:rsidR="00CA2030" w:rsidRPr="005D3E43" w:rsidRDefault="00CA2030" w:rsidP="00CA2030">
            <w:pPr>
              <w:pStyle w:val="BodyText"/>
              <w:spacing w:after="0" w:line="240" w:lineRule="atLeast"/>
              <w:ind w:left="160" w:right="-108" w:hanging="160"/>
              <w:rPr>
                <w:sz w:val="20"/>
              </w:rPr>
            </w:pPr>
            <w:r>
              <w:rPr>
                <w:sz w:val="20"/>
              </w:rPr>
              <w:t xml:space="preserve">Dividend income </w:t>
            </w:r>
          </w:p>
        </w:tc>
        <w:tc>
          <w:tcPr>
            <w:tcW w:w="1079" w:type="dxa"/>
            <w:shd w:val="clear" w:color="auto" w:fill="auto"/>
          </w:tcPr>
          <w:p w14:paraId="29CF5F30" w14:textId="4ADA683B" w:rsidR="00CA2030" w:rsidRPr="00EE7A07" w:rsidRDefault="00CA2030" w:rsidP="00E5303B">
            <w:pPr>
              <w:tabs>
                <w:tab w:val="decimal" w:pos="531"/>
              </w:tabs>
              <w:rPr>
                <w:sz w:val="20"/>
                <w:szCs w:val="18"/>
              </w:rPr>
            </w:pPr>
            <w:r w:rsidRPr="00EE7A07">
              <w:rPr>
                <w:sz w:val="20"/>
                <w:szCs w:val="18"/>
              </w:rPr>
              <w:t>-</w:t>
            </w:r>
          </w:p>
        </w:tc>
        <w:tc>
          <w:tcPr>
            <w:tcW w:w="269" w:type="dxa"/>
            <w:shd w:val="clear" w:color="auto" w:fill="auto"/>
          </w:tcPr>
          <w:p w14:paraId="138381C4" w14:textId="77777777" w:rsidR="00CA2030" w:rsidRPr="005D3E43" w:rsidRDefault="00CA2030" w:rsidP="00CA2030">
            <w:pPr>
              <w:tabs>
                <w:tab w:val="decimal" w:pos="606"/>
              </w:tabs>
              <w:rPr>
                <w:sz w:val="20"/>
                <w:szCs w:val="18"/>
              </w:rPr>
            </w:pPr>
          </w:p>
        </w:tc>
        <w:tc>
          <w:tcPr>
            <w:tcW w:w="1082" w:type="dxa"/>
            <w:shd w:val="clear" w:color="auto" w:fill="auto"/>
          </w:tcPr>
          <w:p w14:paraId="37160110" w14:textId="41217AC4" w:rsidR="00CA2030" w:rsidRPr="00EE7A07" w:rsidRDefault="00CA2030" w:rsidP="00CA2030">
            <w:pPr>
              <w:tabs>
                <w:tab w:val="decimal" w:pos="524"/>
              </w:tabs>
              <w:ind w:hanging="108"/>
              <w:rPr>
                <w:sz w:val="20"/>
                <w:szCs w:val="18"/>
              </w:rPr>
            </w:pPr>
            <w:r w:rsidRPr="00EE7A07">
              <w:rPr>
                <w:sz w:val="20"/>
                <w:szCs w:val="18"/>
              </w:rPr>
              <w:t>-</w:t>
            </w:r>
          </w:p>
        </w:tc>
        <w:tc>
          <w:tcPr>
            <w:tcW w:w="236" w:type="dxa"/>
            <w:shd w:val="clear" w:color="auto" w:fill="auto"/>
          </w:tcPr>
          <w:p w14:paraId="623399E1" w14:textId="77777777" w:rsidR="00CA2030" w:rsidRPr="00EE7A07" w:rsidRDefault="00CA2030" w:rsidP="00CA2030">
            <w:pPr>
              <w:tabs>
                <w:tab w:val="decimal" w:pos="606"/>
              </w:tabs>
              <w:rPr>
                <w:sz w:val="20"/>
                <w:szCs w:val="18"/>
              </w:rPr>
            </w:pPr>
          </w:p>
        </w:tc>
        <w:tc>
          <w:tcPr>
            <w:tcW w:w="1028" w:type="dxa"/>
            <w:shd w:val="clear" w:color="auto" w:fill="auto"/>
          </w:tcPr>
          <w:p w14:paraId="70A3291F" w14:textId="386084F9" w:rsidR="00CA2030" w:rsidRPr="00EE7A07" w:rsidRDefault="00D4293B" w:rsidP="00D4293B">
            <w:pPr>
              <w:tabs>
                <w:tab w:val="decimal" w:pos="555"/>
                <w:tab w:val="decimal" w:pos="645"/>
              </w:tabs>
              <w:jc w:val="center"/>
              <w:rPr>
                <w:sz w:val="20"/>
                <w:szCs w:val="18"/>
              </w:rPr>
            </w:pPr>
            <w:r>
              <w:rPr>
                <w:sz w:val="20"/>
                <w:szCs w:val="18"/>
              </w:rPr>
              <w:t xml:space="preserve">  </w:t>
            </w:r>
            <w:r w:rsidR="00CA2030" w:rsidRPr="00EE7A07">
              <w:rPr>
                <w:sz w:val="20"/>
                <w:szCs w:val="18"/>
              </w:rPr>
              <w:t>-</w:t>
            </w:r>
          </w:p>
        </w:tc>
        <w:tc>
          <w:tcPr>
            <w:tcW w:w="268" w:type="dxa"/>
            <w:shd w:val="clear" w:color="auto" w:fill="auto"/>
          </w:tcPr>
          <w:p w14:paraId="3E6D890A" w14:textId="77777777" w:rsidR="00CA2030" w:rsidRPr="00EE7A07" w:rsidRDefault="00CA2030" w:rsidP="00CA2030">
            <w:pPr>
              <w:tabs>
                <w:tab w:val="decimal" w:pos="606"/>
              </w:tabs>
              <w:rPr>
                <w:sz w:val="20"/>
                <w:szCs w:val="18"/>
              </w:rPr>
            </w:pPr>
          </w:p>
        </w:tc>
        <w:tc>
          <w:tcPr>
            <w:tcW w:w="1082" w:type="dxa"/>
            <w:shd w:val="clear" w:color="auto" w:fill="auto"/>
          </w:tcPr>
          <w:p w14:paraId="0B2F2B5D" w14:textId="25289208" w:rsidR="00CA2030" w:rsidRPr="00EE7A07" w:rsidRDefault="00CA2030" w:rsidP="00D4293B">
            <w:pPr>
              <w:tabs>
                <w:tab w:val="decimal" w:pos="606"/>
                <w:tab w:val="decimal" w:pos="885"/>
              </w:tabs>
              <w:jc w:val="center"/>
              <w:rPr>
                <w:sz w:val="20"/>
                <w:szCs w:val="18"/>
              </w:rPr>
            </w:pPr>
            <w:r w:rsidRPr="00EE7A07">
              <w:rPr>
                <w:sz w:val="20"/>
                <w:szCs w:val="18"/>
              </w:rPr>
              <w:t>-</w:t>
            </w:r>
          </w:p>
        </w:tc>
        <w:tc>
          <w:tcPr>
            <w:tcW w:w="239" w:type="dxa"/>
            <w:shd w:val="clear" w:color="auto" w:fill="auto"/>
          </w:tcPr>
          <w:p w14:paraId="2B9F4363" w14:textId="332F6637" w:rsidR="00CA2030" w:rsidRPr="00EE7A07" w:rsidRDefault="00CA2030" w:rsidP="00CA2030">
            <w:pPr>
              <w:tabs>
                <w:tab w:val="decimal" w:pos="606"/>
                <w:tab w:val="decimal" w:pos="885"/>
              </w:tabs>
              <w:rPr>
                <w:sz w:val="20"/>
                <w:szCs w:val="18"/>
              </w:rPr>
            </w:pPr>
          </w:p>
        </w:tc>
        <w:tc>
          <w:tcPr>
            <w:tcW w:w="1059" w:type="dxa"/>
            <w:shd w:val="clear" w:color="auto" w:fill="auto"/>
          </w:tcPr>
          <w:p w14:paraId="17E8F413" w14:textId="5D24C346" w:rsidR="00CA2030" w:rsidRPr="00EE7A07" w:rsidRDefault="00CA2030" w:rsidP="00D4293B">
            <w:pPr>
              <w:tabs>
                <w:tab w:val="decimal" w:pos="794"/>
              </w:tabs>
              <w:rPr>
                <w:sz w:val="20"/>
                <w:szCs w:val="18"/>
              </w:rPr>
            </w:pPr>
            <w:r>
              <w:rPr>
                <w:sz w:val="20"/>
                <w:szCs w:val="18"/>
              </w:rPr>
              <w:t>(39,499)</w:t>
            </w:r>
          </w:p>
        </w:tc>
        <w:tc>
          <w:tcPr>
            <w:tcW w:w="239" w:type="dxa"/>
            <w:shd w:val="clear" w:color="auto" w:fill="auto"/>
          </w:tcPr>
          <w:p w14:paraId="5EE83ED6" w14:textId="77777777" w:rsidR="00CA2030" w:rsidRPr="00EE7A07" w:rsidRDefault="00CA2030" w:rsidP="00CA2030">
            <w:pPr>
              <w:tabs>
                <w:tab w:val="decimal" w:pos="606"/>
              </w:tabs>
              <w:rPr>
                <w:sz w:val="20"/>
                <w:szCs w:val="18"/>
              </w:rPr>
            </w:pPr>
          </w:p>
        </w:tc>
        <w:tc>
          <w:tcPr>
            <w:tcW w:w="1021" w:type="dxa"/>
            <w:shd w:val="clear" w:color="auto" w:fill="auto"/>
          </w:tcPr>
          <w:p w14:paraId="0EBF91F4" w14:textId="227D54C1" w:rsidR="00CA2030" w:rsidRPr="00EE7A07" w:rsidRDefault="00CA2030" w:rsidP="00CA2030">
            <w:pPr>
              <w:tabs>
                <w:tab w:val="decimal" w:pos="795"/>
              </w:tabs>
              <w:rPr>
                <w:sz w:val="20"/>
                <w:szCs w:val="18"/>
              </w:rPr>
            </w:pPr>
            <w:r>
              <w:rPr>
                <w:sz w:val="20"/>
                <w:szCs w:val="18"/>
              </w:rPr>
              <w:t>(39,499)</w:t>
            </w:r>
          </w:p>
        </w:tc>
      </w:tr>
      <w:tr w:rsidR="00CA2030" w:rsidRPr="0035144B" w14:paraId="548D83C1" w14:textId="77777777" w:rsidTr="009840C5">
        <w:tc>
          <w:tcPr>
            <w:tcW w:w="2246" w:type="dxa"/>
            <w:shd w:val="clear" w:color="auto" w:fill="auto"/>
          </w:tcPr>
          <w:p w14:paraId="7EFD6CA0" w14:textId="0B61E064" w:rsidR="00CA2030" w:rsidRPr="005D3E43" w:rsidRDefault="00CA2030" w:rsidP="00CA2030">
            <w:pPr>
              <w:pStyle w:val="BodyText"/>
              <w:spacing w:after="0" w:line="240" w:lineRule="atLeast"/>
              <w:ind w:left="160" w:right="-108" w:hanging="160"/>
              <w:rPr>
                <w:sz w:val="20"/>
              </w:rPr>
            </w:pPr>
            <w:r>
              <w:rPr>
                <w:sz w:val="20"/>
              </w:rPr>
              <w:t xml:space="preserve">Other income </w:t>
            </w:r>
          </w:p>
        </w:tc>
        <w:tc>
          <w:tcPr>
            <w:tcW w:w="1079" w:type="dxa"/>
            <w:shd w:val="clear" w:color="auto" w:fill="auto"/>
          </w:tcPr>
          <w:p w14:paraId="5B3D331B" w14:textId="6B927DE9" w:rsidR="00CA2030" w:rsidRPr="005D3E43" w:rsidRDefault="00CA2030" w:rsidP="00CA2030">
            <w:pPr>
              <w:tabs>
                <w:tab w:val="decimal" w:pos="855"/>
              </w:tabs>
              <w:rPr>
                <w:sz w:val="20"/>
              </w:rPr>
            </w:pPr>
            <w:r>
              <w:rPr>
                <w:sz w:val="20"/>
              </w:rPr>
              <w:t>(111,578)</w:t>
            </w:r>
          </w:p>
        </w:tc>
        <w:tc>
          <w:tcPr>
            <w:tcW w:w="269" w:type="dxa"/>
            <w:shd w:val="clear" w:color="auto" w:fill="auto"/>
          </w:tcPr>
          <w:p w14:paraId="55DE6BBF" w14:textId="77777777" w:rsidR="00CA2030" w:rsidRPr="005D3E43" w:rsidRDefault="00CA2030" w:rsidP="00CA2030">
            <w:pPr>
              <w:rPr>
                <w:sz w:val="20"/>
              </w:rPr>
            </w:pPr>
          </w:p>
        </w:tc>
        <w:tc>
          <w:tcPr>
            <w:tcW w:w="1082" w:type="dxa"/>
            <w:tcBorders>
              <w:bottom w:val="single" w:sz="4" w:space="0" w:color="auto"/>
            </w:tcBorders>
            <w:shd w:val="clear" w:color="auto" w:fill="auto"/>
          </w:tcPr>
          <w:p w14:paraId="50D86F87" w14:textId="3C6F9143" w:rsidR="00CA2030" w:rsidRPr="0035144B" w:rsidRDefault="00CA2030" w:rsidP="00CA2030">
            <w:pPr>
              <w:tabs>
                <w:tab w:val="decimal" w:pos="524"/>
              </w:tabs>
              <w:rPr>
                <w:sz w:val="20"/>
                <w:szCs w:val="18"/>
              </w:rPr>
            </w:pPr>
            <w:r w:rsidRPr="00EE7A07">
              <w:rPr>
                <w:sz w:val="20"/>
                <w:szCs w:val="18"/>
              </w:rPr>
              <w:t>-</w:t>
            </w:r>
          </w:p>
        </w:tc>
        <w:tc>
          <w:tcPr>
            <w:tcW w:w="236" w:type="dxa"/>
            <w:shd w:val="clear" w:color="auto" w:fill="auto"/>
          </w:tcPr>
          <w:p w14:paraId="1A3B7286" w14:textId="77777777" w:rsidR="00CA2030" w:rsidRPr="0035144B" w:rsidRDefault="00CA2030" w:rsidP="00CA2030">
            <w:pPr>
              <w:rPr>
                <w:sz w:val="20"/>
                <w:szCs w:val="18"/>
              </w:rPr>
            </w:pPr>
          </w:p>
        </w:tc>
        <w:tc>
          <w:tcPr>
            <w:tcW w:w="1028" w:type="dxa"/>
            <w:shd w:val="clear" w:color="auto" w:fill="auto"/>
          </w:tcPr>
          <w:p w14:paraId="75A54868" w14:textId="1D6AC5F0" w:rsidR="00CA2030" w:rsidRPr="0035144B" w:rsidRDefault="00CA2030" w:rsidP="00D4293B">
            <w:pPr>
              <w:tabs>
                <w:tab w:val="decimal" w:pos="801"/>
              </w:tabs>
              <w:rPr>
                <w:sz w:val="20"/>
                <w:szCs w:val="18"/>
              </w:rPr>
            </w:pPr>
            <w:r>
              <w:rPr>
                <w:sz w:val="20"/>
              </w:rPr>
              <w:t>(111,578)</w:t>
            </w:r>
          </w:p>
        </w:tc>
        <w:tc>
          <w:tcPr>
            <w:tcW w:w="268" w:type="dxa"/>
            <w:shd w:val="clear" w:color="auto" w:fill="auto"/>
          </w:tcPr>
          <w:p w14:paraId="60D7B3CB" w14:textId="77777777" w:rsidR="00CA2030" w:rsidRPr="0035144B" w:rsidRDefault="00CA2030" w:rsidP="00CA2030">
            <w:pPr>
              <w:rPr>
                <w:sz w:val="20"/>
                <w:szCs w:val="18"/>
              </w:rPr>
            </w:pPr>
          </w:p>
        </w:tc>
        <w:tc>
          <w:tcPr>
            <w:tcW w:w="1082" w:type="dxa"/>
            <w:shd w:val="clear" w:color="auto" w:fill="auto"/>
          </w:tcPr>
          <w:p w14:paraId="4E194FE2" w14:textId="0C0400BF" w:rsidR="00CA2030" w:rsidRPr="0035144B" w:rsidRDefault="00CA2030" w:rsidP="00D4293B">
            <w:pPr>
              <w:tabs>
                <w:tab w:val="decimal" w:pos="868"/>
              </w:tabs>
              <w:rPr>
                <w:sz w:val="20"/>
                <w:szCs w:val="18"/>
              </w:rPr>
            </w:pPr>
            <w:r>
              <w:rPr>
                <w:sz w:val="20"/>
                <w:szCs w:val="18"/>
              </w:rPr>
              <w:t>(104,948)</w:t>
            </w:r>
          </w:p>
        </w:tc>
        <w:tc>
          <w:tcPr>
            <w:tcW w:w="239" w:type="dxa"/>
            <w:shd w:val="clear" w:color="auto" w:fill="auto"/>
          </w:tcPr>
          <w:p w14:paraId="3C1A6279" w14:textId="77777777" w:rsidR="00CA2030" w:rsidRPr="0035144B" w:rsidRDefault="00CA2030" w:rsidP="00CA2030">
            <w:pPr>
              <w:rPr>
                <w:sz w:val="20"/>
                <w:szCs w:val="18"/>
              </w:rPr>
            </w:pPr>
          </w:p>
        </w:tc>
        <w:tc>
          <w:tcPr>
            <w:tcW w:w="1059" w:type="dxa"/>
            <w:tcBorders>
              <w:bottom w:val="single" w:sz="4" w:space="0" w:color="auto"/>
            </w:tcBorders>
            <w:shd w:val="clear" w:color="auto" w:fill="auto"/>
          </w:tcPr>
          <w:p w14:paraId="5B409FD6" w14:textId="277A6D22" w:rsidR="00CA2030" w:rsidRPr="0035144B" w:rsidRDefault="00CA2030" w:rsidP="00D4293B">
            <w:pPr>
              <w:tabs>
                <w:tab w:val="decimal" w:pos="821"/>
              </w:tabs>
              <w:rPr>
                <w:sz w:val="20"/>
                <w:szCs w:val="18"/>
              </w:rPr>
            </w:pPr>
            <w:r>
              <w:rPr>
                <w:sz w:val="20"/>
                <w:szCs w:val="18"/>
              </w:rPr>
              <w:t>39,499</w:t>
            </w:r>
          </w:p>
        </w:tc>
        <w:tc>
          <w:tcPr>
            <w:tcW w:w="239" w:type="dxa"/>
            <w:shd w:val="clear" w:color="auto" w:fill="auto"/>
          </w:tcPr>
          <w:p w14:paraId="5940B373" w14:textId="77777777" w:rsidR="00CA2030" w:rsidRPr="0035144B" w:rsidRDefault="00CA2030" w:rsidP="00CA2030">
            <w:pPr>
              <w:rPr>
                <w:sz w:val="20"/>
                <w:szCs w:val="18"/>
              </w:rPr>
            </w:pPr>
          </w:p>
        </w:tc>
        <w:tc>
          <w:tcPr>
            <w:tcW w:w="1021" w:type="dxa"/>
            <w:shd w:val="clear" w:color="auto" w:fill="auto"/>
          </w:tcPr>
          <w:p w14:paraId="22313366" w14:textId="3D8269EB" w:rsidR="00CA2030" w:rsidRPr="0035144B" w:rsidRDefault="009A7840" w:rsidP="00D4293B">
            <w:pPr>
              <w:tabs>
                <w:tab w:val="decimal" w:pos="783"/>
              </w:tabs>
              <w:jc w:val="center"/>
              <w:rPr>
                <w:sz w:val="20"/>
                <w:szCs w:val="18"/>
              </w:rPr>
            </w:pPr>
            <w:r>
              <w:rPr>
                <w:rFonts w:cs="Angsana New"/>
                <w:sz w:val="20"/>
                <w:szCs w:val="18"/>
                <w:lang w:val="en-US" w:bidi="th-TH"/>
              </w:rPr>
              <w:t>(</w:t>
            </w:r>
            <w:r w:rsidR="00CA2030">
              <w:rPr>
                <w:sz w:val="20"/>
                <w:szCs w:val="18"/>
              </w:rPr>
              <w:t>65,449</w:t>
            </w:r>
            <w:r>
              <w:rPr>
                <w:sz w:val="20"/>
                <w:szCs w:val="18"/>
              </w:rPr>
              <w:t>)</w:t>
            </w:r>
          </w:p>
        </w:tc>
      </w:tr>
      <w:tr w:rsidR="00CA2030" w:rsidRPr="005D3E43" w14:paraId="4F4B2665" w14:textId="77777777" w:rsidTr="009840C5">
        <w:tc>
          <w:tcPr>
            <w:tcW w:w="2246" w:type="dxa"/>
            <w:shd w:val="clear" w:color="auto" w:fill="auto"/>
          </w:tcPr>
          <w:p w14:paraId="540469B0" w14:textId="77777777" w:rsidR="00CA2030" w:rsidRPr="005D3E43" w:rsidRDefault="00CA2030" w:rsidP="00CA2030">
            <w:pPr>
              <w:pStyle w:val="BodyText"/>
              <w:spacing w:after="0" w:line="240" w:lineRule="atLeast"/>
              <w:ind w:right="-108"/>
              <w:jc w:val="both"/>
              <w:rPr>
                <w:sz w:val="20"/>
              </w:rPr>
            </w:pPr>
          </w:p>
        </w:tc>
        <w:tc>
          <w:tcPr>
            <w:tcW w:w="1079" w:type="dxa"/>
            <w:shd w:val="clear" w:color="auto" w:fill="auto"/>
          </w:tcPr>
          <w:p w14:paraId="48577854" w14:textId="77777777" w:rsidR="00CA2030" w:rsidRPr="005D3E43" w:rsidRDefault="00CA2030" w:rsidP="00CA2030">
            <w:pPr>
              <w:pStyle w:val="BodyText"/>
              <w:tabs>
                <w:tab w:val="decimal" w:pos="695"/>
              </w:tabs>
              <w:spacing w:after="0" w:line="240" w:lineRule="atLeast"/>
              <w:ind w:right="-156"/>
              <w:rPr>
                <w:sz w:val="20"/>
              </w:rPr>
            </w:pPr>
          </w:p>
        </w:tc>
        <w:tc>
          <w:tcPr>
            <w:tcW w:w="269" w:type="dxa"/>
            <w:shd w:val="clear" w:color="auto" w:fill="auto"/>
          </w:tcPr>
          <w:p w14:paraId="5EAFFDDD" w14:textId="77777777" w:rsidR="00CA2030" w:rsidRPr="005D3E43" w:rsidRDefault="00CA2030" w:rsidP="00CA2030">
            <w:pPr>
              <w:pStyle w:val="BodyText"/>
              <w:spacing w:after="0" w:line="240" w:lineRule="atLeast"/>
              <w:ind w:right="-1185"/>
              <w:jc w:val="both"/>
              <w:rPr>
                <w:sz w:val="20"/>
              </w:rPr>
            </w:pPr>
          </w:p>
        </w:tc>
        <w:tc>
          <w:tcPr>
            <w:tcW w:w="1082" w:type="dxa"/>
            <w:tcBorders>
              <w:top w:val="single" w:sz="4" w:space="0" w:color="auto"/>
              <w:bottom w:val="double" w:sz="4" w:space="0" w:color="auto"/>
            </w:tcBorders>
            <w:shd w:val="clear" w:color="auto" w:fill="auto"/>
          </w:tcPr>
          <w:p w14:paraId="20AAEED7" w14:textId="77777777" w:rsidR="00CA2030" w:rsidRPr="005D3E43" w:rsidRDefault="00CA2030" w:rsidP="00CA2030">
            <w:pPr>
              <w:pStyle w:val="BodyText"/>
              <w:tabs>
                <w:tab w:val="decimal" w:pos="522"/>
              </w:tabs>
              <w:spacing w:after="0" w:line="240" w:lineRule="atLeast"/>
              <w:ind w:right="-1185"/>
              <w:rPr>
                <w:b/>
                <w:bCs/>
                <w:sz w:val="20"/>
              </w:rPr>
            </w:pPr>
            <w:r>
              <w:rPr>
                <w:b/>
                <w:bCs/>
                <w:sz w:val="20"/>
              </w:rPr>
              <w:t>-</w:t>
            </w:r>
          </w:p>
        </w:tc>
        <w:tc>
          <w:tcPr>
            <w:tcW w:w="236" w:type="dxa"/>
            <w:shd w:val="clear" w:color="auto" w:fill="auto"/>
          </w:tcPr>
          <w:p w14:paraId="589962A1" w14:textId="77777777" w:rsidR="00CA2030" w:rsidRPr="005D3E43" w:rsidRDefault="00CA2030" w:rsidP="00CA2030">
            <w:pPr>
              <w:pStyle w:val="BodyText"/>
              <w:spacing w:after="0" w:line="240" w:lineRule="atLeast"/>
              <w:ind w:right="-405"/>
              <w:jc w:val="both"/>
              <w:rPr>
                <w:sz w:val="20"/>
              </w:rPr>
            </w:pPr>
          </w:p>
        </w:tc>
        <w:tc>
          <w:tcPr>
            <w:tcW w:w="1028" w:type="dxa"/>
            <w:shd w:val="clear" w:color="auto" w:fill="auto"/>
          </w:tcPr>
          <w:p w14:paraId="0F69A0FE" w14:textId="77777777" w:rsidR="00CA2030" w:rsidRPr="005D3E43" w:rsidRDefault="00CA2030" w:rsidP="00CA2030">
            <w:pPr>
              <w:pStyle w:val="BodyText"/>
              <w:tabs>
                <w:tab w:val="decimal" w:pos="695"/>
              </w:tabs>
              <w:spacing w:after="0" w:line="240" w:lineRule="atLeast"/>
              <w:ind w:right="-156"/>
              <w:rPr>
                <w:sz w:val="20"/>
              </w:rPr>
            </w:pPr>
          </w:p>
        </w:tc>
        <w:tc>
          <w:tcPr>
            <w:tcW w:w="268" w:type="dxa"/>
            <w:shd w:val="clear" w:color="auto" w:fill="auto"/>
          </w:tcPr>
          <w:p w14:paraId="6251F654" w14:textId="77777777" w:rsidR="00CA2030" w:rsidRPr="005D3E43" w:rsidRDefault="00CA2030" w:rsidP="00CA2030">
            <w:pPr>
              <w:pStyle w:val="BodyText"/>
              <w:spacing w:after="0" w:line="240" w:lineRule="atLeast"/>
              <w:ind w:right="-405"/>
              <w:jc w:val="both"/>
              <w:rPr>
                <w:sz w:val="20"/>
              </w:rPr>
            </w:pPr>
          </w:p>
        </w:tc>
        <w:tc>
          <w:tcPr>
            <w:tcW w:w="1082" w:type="dxa"/>
            <w:shd w:val="clear" w:color="auto" w:fill="auto"/>
          </w:tcPr>
          <w:p w14:paraId="7D63EE58" w14:textId="77777777" w:rsidR="00CA2030" w:rsidRPr="005D3E43" w:rsidRDefault="00CA2030" w:rsidP="00CA2030">
            <w:pPr>
              <w:pStyle w:val="BodyText"/>
              <w:tabs>
                <w:tab w:val="decimal" w:pos="695"/>
              </w:tabs>
              <w:spacing w:after="0" w:line="240" w:lineRule="atLeast"/>
              <w:ind w:right="-156"/>
              <w:rPr>
                <w:sz w:val="20"/>
              </w:rPr>
            </w:pPr>
          </w:p>
        </w:tc>
        <w:tc>
          <w:tcPr>
            <w:tcW w:w="239" w:type="dxa"/>
            <w:shd w:val="clear" w:color="auto" w:fill="auto"/>
          </w:tcPr>
          <w:p w14:paraId="7DBBB381" w14:textId="77777777" w:rsidR="00CA2030" w:rsidRPr="005D3E43" w:rsidRDefault="00CA2030" w:rsidP="00CA2030">
            <w:pPr>
              <w:pStyle w:val="BodyText"/>
              <w:spacing w:after="0" w:line="240" w:lineRule="atLeast"/>
              <w:ind w:right="-405"/>
              <w:jc w:val="both"/>
              <w:rPr>
                <w:sz w:val="20"/>
              </w:rPr>
            </w:pPr>
          </w:p>
        </w:tc>
        <w:tc>
          <w:tcPr>
            <w:tcW w:w="1059" w:type="dxa"/>
            <w:tcBorders>
              <w:top w:val="single" w:sz="4" w:space="0" w:color="auto"/>
              <w:bottom w:val="double" w:sz="4" w:space="0" w:color="auto"/>
            </w:tcBorders>
            <w:shd w:val="clear" w:color="auto" w:fill="auto"/>
          </w:tcPr>
          <w:p w14:paraId="24E260B7" w14:textId="77777777" w:rsidR="00CA2030" w:rsidRPr="005D3E43" w:rsidRDefault="00CA2030" w:rsidP="00CA2030">
            <w:pPr>
              <w:pStyle w:val="BodyText"/>
              <w:tabs>
                <w:tab w:val="decimal" w:pos="461"/>
              </w:tabs>
              <w:spacing w:after="0" w:line="240" w:lineRule="atLeast"/>
              <w:ind w:right="-156"/>
              <w:rPr>
                <w:b/>
                <w:bCs/>
                <w:sz w:val="20"/>
              </w:rPr>
            </w:pPr>
            <w:r>
              <w:rPr>
                <w:b/>
                <w:bCs/>
                <w:sz w:val="20"/>
              </w:rPr>
              <w:t>-</w:t>
            </w:r>
          </w:p>
        </w:tc>
        <w:tc>
          <w:tcPr>
            <w:tcW w:w="239" w:type="dxa"/>
            <w:shd w:val="clear" w:color="auto" w:fill="auto"/>
          </w:tcPr>
          <w:p w14:paraId="1BA501E8" w14:textId="77777777" w:rsidR="00CA2030" w:rsidRPr="005D3E43" w:rsidRDefault="00CA2030" w:rsidP="00CA2030">
            <w:pPr>
              <w:pStyle w:val="BodyText"/>
              <w:spacing w:after="0" w:line="240" w:lineRule="atLeast"/>
              <w:ind w:right="-405"/>
              <w:jc w:val="both"/>
              <w:rPr>
                <w:sz w:val="20"/>
              </w:rPr>
            </w:pPr>
          </w:p>
        </w:tc>
        <w:tc>
          <w:tcPr>
            <w:tcW w:w="1021" w:type="dxa"/>
            <w:shd w:val="clear" w:color="auto" w:fill="auto"/>
          </w:tcPr>
          <w:p w14:paraId="2446E851" w14:textId="77777777" w:rsidR="00CA2030" w:rsidRPr="005D3E43" w:rsidRDefault="00CA2030" w:rsidP="00CA2030">
            <w:pPr>
              <w:pStyle w:val="BodyText"/>
              <w:tabs>
                <w:tab w:val="decimal" w:pos="627"/>
              </w:tabs>
              <w:spacing w:after="0" w:line="240" w:lineRule="atLeast"/>
              <w:ind w:right="-156"/>
              <w:rPr>
                <w:sz w:val="20"/>
              </w:rPr>
            </w:pPr>
          </w:p>
        </w:tc>
      </w:tr>
    </w:tbl>
    <w:p w14:paraId="2E738353" w14:textId="6CBDD0A2" w:rsidR="00777F05" w:rsidRDefault="00777F05" w:rsidP="00B51EA0">
      <w:pPr>
        <w:spacing w:line="240" w:lineRule="auto"/>
        <w:ind w:left="540"/>
        <w:jc w:val="both"/>
        <w:rPr>
          <w:b/>
          <w:bCs/>
          <w:sz w:val="24"/>
          <w:szCs w:val="24"/>
        </w:rPr>
      </w:pPr>
    </w:p>
    <w:p w14:paraId="61667304" w14:textId="77777777" w:rsidR="00A009FB" w:rsidRPr="005D3E43" w:rsidRDefault="00A44738" w:rsidP="00112496">
      <w:pPr>
        <w:ind w:left="562"/>
        <w:jc w:val="both"/>
      </w:pPr>
      <w:r w:rsidRPr="005D3E43">
        <w:rPr>
          <w:szCs w:val="22"/>
        </w:rPr>
        <w:t>T</w:t>
      </w:r>
      <w:r w:rsidR="00A009FB" w:rsidRPr="005D3E43">
        <w:rPr>
          <w:szCs w:val="22"/>
        </w:rPr>
        <w:t xml:space="preserve">he reclassifications have been made because, in the opinion of management, the new classification is more </w:t>
      </w:r>
      <w:r w:rsidR="00A009FB" w:rsidRPr="005D3E43">
        <w:t>appropriate</w:t>
      </w:r>
      <w:r w:rsidR="00A009FB" w:rsidRPr="005D3E43">
        <w:rPr>
          <w:szCs w:val="22"/>
        </w:rPr>
        <w:t xml:space="preserve"> to the </w:t>
      </w:r>
      <w:r w:rsidR="00BB7F44" w:rsidRPr="005D3E43">
        <w:rPr>
          <w:szCs w:val="22"/>
        </w:rPr>
        <w:t>Group</w:t>
      </w:r>
      <w:r w:rsidR="00A009FB" w:rsidRPr="005D3E43">
        <w:rPr>
          <w:szCs w:val="22"/>
        </w:rPr>
        <w:t>’s business.</w:t>
      </w:r>
    </w:p>
    <w:sectPr w:rsidR="00A009FB" w:rsidRPr="005D3E43" w:rsidSect="002E299F">
      <w:headerReference w:type="default" r:id="rId12"/>
      <w:footerReference w:type="default" r:id="rId13"/>
      <w:pgSz w:w="11907" w:h="16840"/>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487130" w14:textId="77777777" w:rsidR="00EF242C" w:rsidRDefault="00EF242C">
      <w:r>
        <w:separator/>
      </w:r>
    </w:p>
  </w:endnote>
  <w:endnote w:type="continuationSeparator" w:id="0">
    <w:p w14:paraId="190C36F8" w14:textId="77777777" w:rsidR="00EF242C" w:rsidRDefault="00EF2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9999999">
    <w:altName w:val="Times New Roman"/>
    <w:panose1 w:val="00000000000000000000"/>
    <w:charset w:val="00"/>
    <w:family w:val="roman"/>
    <w:notTrueType/>
    <w:pitch w:val="default"/>
  </w:font>
  <w:font w:name="Univers 45 Light">
    <w:panose1 w:val="00000000000000000000"/>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Algerian"/>
    <w:panose1 w:val="00000000000000000000"/>
    <w:charset w:val="6F"/>
    <w:family w:val="decorative"/>
    <w:notTrueType/>
    <w:pitch w:val="variable"/>
    <w:sig w:usb0="00000001" w:usb1="08070000" w:usb2="00000010" w:usb3="00000000" w:csb0="00020000"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Univers LT Std 45 Light">
    <w:altName w:val="Calibri"/>
    <w:panose1 w:val="00000000000000000000"/>
    <w:charset w:val="00"/>
    <w:family w:val="swiss"/>
    <w:notTrueType/>
    <w:pitch w:val="default"/>
    <w:sig w:usb0="00000000" w:usb1="08070000" w:usb2="00000010" w:usb3="00000000" w:csb0="00020001" w:csb1="00000000"/>
  </w:font>
  <w:font w:name="Cordia New">
    <w:panose1 w:val="020B0304020202020204"/>
    <w:charset w:val="00"/>
    <w:family w:val="swiss"/>
    <w:pitch w:val="variable"/>
    <w:sig w:usb0="81000003" w:usb1="00000000" w:usb2="00000000" w:usb3="00000000" w:csb0="0001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93200" w14:textId="77777777" w:rsidR="00C25ECB" w:rsidRDefault="00C25ECB"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57786" w14:textId="77777777" w:rsidR="00C25ECB" w:rsidRDefault="00C25ECB"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14867" w14:textId="77777777" w:rsidR="00C25ECB" w:rsidRDefault="00C25ECB"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CE95AE" w14:textId="77777777" w:rsidR="00EF242C" w:rsidRDefault="00EF242C">
      <w:r>
        <w:separator/>
      </w:r>
    </w:p>
  </w:footnote>
  <w:footnote w:type="continuationSeparator" w:id="0">
    <w:p w14:paraId="05C2814F" w14:textId="77777777" w:rsidR="00EF242C" w:rsidRDefault="00EF24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36D61" w14:textId="77777777" w:rsidR="00C25ECB" w:rsidRDefault="00C25ECB" w:rsidP="00503E8A">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04B7FC75" w14:textId="77777777" w:rsidR="00C25ECB" w:rsidRPr="003F36E9" w:rsidRDefault="00C25ECB" w:rsidP="00503E8A">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215CBC4B" w14:textId="588F91BF" w:rsidR="00C25ECB" w:rsidRPr="003F36E9" w:rsidRDefault="00C25ECB" w:rsidP="00503E8A">
    <w:pPr>
      <w:pStyle w:val="acctmainheading"/>
      <w:spacing w:after="0" w:line="240" w:lineRule="atLeast"/>
      <w:rPr>
        <w:sz w:val="24"/>
        <w:szCs w:val="24"/>
      </w:rPr>
    </w:pPr>
    <w:r w:rsidRPr="003F36E9">
      <w:rPr>
        <w:sz w:val="24"/>
        <w:szCs w:val="24"/>
      </w:rPr>
      <w:t>For the three-</w:t>
    </w:r>
    <w:r>
      <w:rPr>
        <w:sz w:val="24"/>
        <w:szCs w:val="24"/>
      </w:rPr>
      <w:t>month and nine-month periods ended 30 September 2020</w:t>
    </w:r>
    <w:r w:rsidRPr="003F36E9">
      <w:rPr>
        <w:sz w:val="24"/>
        <w:szCs w:val="24"/>
      </w:rPr>
      <w:t xml:space="preserve"> (Unaudited)</w:t>
    </w:r>
  </w:p>
  <w:p w14:paraId="7DB04E07" w14:textId="77777777" w:rsidR="00C25ECB" w:rsidRPr="00CA5D6A" w:rsidRDefault="00C25ECB" w:rsidP="00F32F65">
    <w:pPr>
      <w:pStyle w:val="acctmainheading"/>
      <w:spacing w:after="0" w:line="240" w:lineRule="atLeast"/>
      <w:rPr>
        <w:sz w:val="20"/>
      </w:rPr>
    </w:pPr>
  </w:p>
  <w:p w14:paraId="6FAE5901" w14:textId="77777777" w:rsidR="00C25ECB" w:rsidRPr="00CA5D6A" w:rsidRDefault="00C25ECB" w:rsidP="00F32F65">
    <w:pPr>
      <w:pStyle w:val="acctmainheading"/>
      <w:spacing w:after="0" w:line="240" w:lineRule="atLeas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321C2" w14:textId="77777777" w:rsidR="00C25ECB" w:rsidRDefault="00C25ECB" w:rsidP="00DB55CF">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3522D190" w14:textId="77777777" w:rsidR="00C25ECB" w:rsidRPr="003F36E9" w:rsidRDefault="00C25ECB" w:rsidP="00DB55CF">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13CE6319" w14:textId="43AA716E" w:rsidR="00C25ECB" w:rsidRPr="003F36E9" w:rsidRDefault="00C25ECB" w:rsidP="00DB55CF">
    <w:pPr>
      <w:pStyle w:val="acctmainheading"/>
      <w:spacing w:after="0" w:line="240" w:lineRule="atLeast"/>
      <w:rPr>
        <w:sz w:val="24"/>
        <w:szCs w:val="24"/>
      </w:rPr>
    </w:pPr>
    <w:r w:rsidRPr="003F36E9">
      <w:rPr>
        <w:sz w:val="24"/>
        <w:szCs w:val="24"/>
      </w:rPr>
      <w:t>For the three-</w:t>
    </w:r>
    <w:r>
      <w:rPr>
        <w:sz w:val="24"/>
        <w:szCs w:val="24"/>
      </w:rPr>
      <w:t>month and nine-month periods ended 30 September 2020</w:t>
    </w:r>
    <w:r w:rsidRPr="003F36E9">
      <w:rPr>
        <w:sz w:val="24"/>
        <w:szCs w:val="24"/>
      </w:rPr>
      <w:t xml:space="preserve"> (Unaudited)</w:t>
    </w:r>
  </w:p>
  <w:p w14:paraId="6FBC6B21" w14:textId="77777777" w:rsidR="00C25ECB" w:rsidRDefault="00C25ECB" w:rsidP="000E5F32">
    <w:pPr>
      <w:pStyle w:val="acctmainheading"/>
      <w:spacing w:after="0" w:line="240" w:lineRule="atLeast"/>
      <w:rPr>
        <w:rFonts w:cs="Cordia New"/>
        <w:sz w:val="20"/>
        <w:lang w:bidi="th-TH"/>
      </w:rPr>
    </w:pPr>
  </w:p>
  <w:p w14:paraId="2A66C1E8" w14:textId="77777777" w:rsidR="00C25ECB" w:rsidRPr="00CA5D6A" w:rsidRDefault="00C25ECB" w:rsidP="000E5F32">
    <w:pPr>
      <w:pStyle w:val="acctmainheading"/>
      <w:spacing w:after="0" w:line="240" w:lineRule="atLeast"/>
      <w:rPr>
        <w:rFonts w:cs="Cordia New"/>
        <w:sz w:val="20"/>
        <w:lang w:bidi="th-T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E66DD" w14:textId="77777777" w:rsidR="00C25ECB" w:rsidRDefault="00C25ECB" w:rsidP="00DB55CF">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1FBCEA8E" w14:textId="77777777" w:rsidR="00C25ECB" w:rsidRPr="003F36E9" w:rsidRDefault="00C25ECB" w:rsidP="00DB55CF">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2D7EFAE4" w14:textId="77777777" w:rsidR="00C25ECB" w:rsidRPr="003F36E9" w:rsidRDefault="00C25ECB" w:rsidP="00DB55CF">
    <w:pPr>
      <w:pStyle w:val="acctmainheading"/>
      <w:spacing w:after="0" w:line="240" w:lineRule="atLeast"/>
      <w:rPr>
        <w:sz w:val="24"/>
        <w:szCs w:val="24"/>
      </w:rPr>
    </w:pPr>
    <w:r w:rsidRPr="003F36E9">
      <w:rPr>
        <w:sz w:val="24"/>
        <w:szCs w:val="24"/>
      </w:rPr>
      <w:t>For the three-</w:t>
    </w:r>
    <w:r>
      <w:rPr>
        <w:sz w:val="24"/>
        <w:szCs w:val="24"/>
      </w:rPr>
      <w:t>month and nine-month periods ended 30 September 2020</w:t>
    </w:r>
    <w:r w:rsidRPr="003F36E9">
      <w:rPr>
        <w:sz w:val="24"/>
        <w:szCs w:val="24"/>
      </w:rPr>
      <w:t xml:space="preserve"> (Unaudited)</w:t>
    </w:r>
  </w:p>
  <w:p w14:paraId="7B6BC43B" w14:textId="77777777" w:rsidR="00C25ECB" w:rsidRDefault="00C25ECB" w:rsidP="000E5F32">
    <w:pPr>
      <w:pStyle w:val="acctmainheading"/>
      <w:spacing w:after="0" w:line="240" w:lineRule="atLeast"/>
      <w:rPr>
        <w:rFonts w:cs="Cordia New"/>
        <w:sz w:val="20"/>
        <w:lang w:bidi="th-TH"/>
      </w:rPr>
    </w:pPr>
  </w:p>
  <w:p w14:paraId="70540F9B" w14:textId="77777777" w:rsidR="00C25ECB" w:rsidRPr="00CA5D6A" w:rsidRDefault="00C25ECB" w:rsidP="000E5F32">
    <w:pPr>
      <w:pStyle w:val="acctmainheading"/>
      <w:spacing w:after="0" w:line="240" w:lineRule="atLeast"/>
      <w:rPr>
        <w:rFonts w:cs="Cordia New"/>
        <w:sz w:val="20"/>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0932A35"/>
    <w:multiLevelType w:val="hybridMultilevel"/>
    <w:tmpl w:val="BFE0AE54"/>
    <w:lvl w:ilvl="0" w:tplc="6DB4EB06">
      <w:start w:val="1"/>
      <w:numFmt w:val="lowerLetter"/>
      <w:lvlText w:val="%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E57606"/>
    <w:multiLevelType w:val="hybridMultilevel"/>
    <w:tmpl w:val="2DEC2914"/>
    <w:lvl w:ilvl="0" w:tplc="451A8552">
      <w:start w:val="5"/>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15:restartNumberingAfterBreak="0">
    <w:nsid w:val="05D14BB6"/>
    <w:multiLevelType w:val="hybridMultilevel"/>
    <w:tmpl w:val="5296CCCC"/>
    <w:lvl w:ilvl="0" w:tplc="D68AE3F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0D0A772E"/>
    <w:multiLevelType w:val="hybridMultilevel"/>
    <w:tmpl w:val="14BA9AD0"/>
    <w:lvl w:ilvl="0" w:tplc="BFC80A5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7" w15:restartNumberingAfterBreak="0">
    <w:nsid w:val="0FC17FB3"/>
    <w:multiLevelType w:val="hybridMultilevel"/>
    <w:tmpl w:val="B3488422"/>
    <w:lvl w:ilvl="0" w:tplc="E290643C">
      <w:start w:val="9"/>
      <w:numFmt w:val="bullet"/>
      <w:lvlText w:val="-"/>
      <w:lvlJc w:val="left"/>
      <w:pPr>
        <w:ind w:left="460" w:hanging="360"/>
      </w:pPr>
      <w:rPr>
        <w:rFonts w:ascii="Times New Roman" w:eastAsia="Times New Roman" w:hAnsi="Times New Roman" w:cs="Times New Roman"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8" w15:restartNumberingAfterBreak="0">
    <w:nsid w:val="15D41BDA"/>
    <w:multiLevelType w:val="multilevel"/>
    <w:tmpl w:val="B740933C"/>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9" w15:restartNumberingAfterBreak="0">
    <w:nsid w:val="1D660D86"/>
    <w:multiLevelType w:val="hybridMultilevel"/>
    <w:tmpl w:val="1024A7FC"/>
    <w:lvl w:ilvl="0" w:tplc="9800C522">
      <w:start w:val="6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834113"/>
    <w:multiLevelType w:val="hybridMultilevel"/>
    <w:tmpl w:val="34E46EAC"/>
    <w:lvl w:ilvl="0" w:tplc="D2B87D1A">
      <w:start w:val="1"/>
      <w:numFmt w:val="bullet"/>
      <w:pStyle w:val="ListBullet2"/>
      <w:lvlText w:val="-"/>
      <w:lvlJc w:val="left"/>
      <w:pPr>
        <w:tabs>
          <w:tab w:val="num" w:pos="700"/>
        </w:tabs>
        <w:ind w:left="680" w:hanging="340"/>
      </w:pPr>
      <w:rPr>
        <w:rFonts w:ascii="Times New Roman" w:hAnsi="Times New Roman" w:cs="Times New Roman" w:hint="default"/>
      </w:rPr>
    </w:lvl>
    <w:lvl w:ilvl="1" w:tplc="CE8AFD46" w:tentative="1">
      <w:start w:val="1"/>
      <w:numFmt w:val="bullet"/>
      <w:lvlText w:val="o"/>
      <w:lvlJc w:val="left"/>
      <w:pPr>
        <w:tabs>
          <w:tab w:val="num" w:pos="1440"/>
        </w:tabs>
        <w:ind w:left="1440" w:hanging="360"/>
      </w:pPr>
      <w:rPr>
        <w:rFonts w:ascii="Courier New" w:hAnsi="Courier New" w:hint="default"/>
      </w:rPr>
    </w:lvl>
    <w:lvl w:ilvl="2" w:tplc="1598CE28" w:tentative="1">
      <w:start w:val="1"/>
      <w:numFmt w:val="bullet"/>
      <w:lvlText w:val=""/>
      <w:lvlJc w:val="left"/>
      <w:pPr>
        <w:tabs>
          <w:tab w:val="num" w:pos="2160"/>
        </w:tabs>
        <w:ind w:left="2160" w:hanging="360"/>
      </w:pPr>
      <w:rPr>
        <w:rFonts w:ascii="Wingdings" w:hAnsi="Wingdings" w:hint="default"/>
      </w:rPr>
    </w:lvl>
    <w:lvl w:ilvl="3" w:tplc="885A8F0C" w:tentative="1">
      <w:start w:val="1"/>
      <w:numFmt w:val="bullet"/>
      <w:lvlText w:val=""/>
      <w:lvlJc w:val="left"/>
      <w:pPr>
        <w:tabs>
          <w:tab w:val="num" w:pos="2880"/>
        </w:tabs>
        <w:ind w:left="2880" w:hanging="360"/>
      </w:pPr>
      <w:rPr>
        <w:rFonts w:ascii="Symbol" w:hAnsi="Symbol" w:hint="default"/>
      </w:rPr>
    </w:lvl>
    <w:lvl w:ilvl="4" w:tplc="3AF8BE0E" w:tentative="1">
      <w:start w:val="1"/>
      <w:numFmt w:val="bullet"/>
      <w:lvlText w:val="o"/>
      <w:lvlJc w:val="left"/>
      <w:pPr>
        <w:tabs>
          <w:tab w:val="num" w:pos="3600"/>
        </w:tabs>
        <w:ind w:left="3600" w:hanging="360"/>
      </w:pPr>
      <w:rPr>
        <w:rFonts w:ascii="Courier New" w:hAnsi="Courier New" w:hint="default"/>
      </w:rPr>
    </w:lvl>
    <w:lvl w:ilvl="5" w:tplc="A9A6B8A4" w:tentative="1">
      <w:start w:val="1"/>
      <w:numFmt w:val="bullet"/>
      <w:lvlText w:val=""/>
      <w:lvlJc w:val="left"/>
      <w:pPr>
        <w:tabs>
          <w:tab w:val="num" w:pos="4320"/>
        </w:tabs>
        <w:ind w:left="4320" w:hanging="360"/>
      </w:pPr>
      <w:rPr>
        <w:rFonts w:ascii="Wingdings" w:hAnsi="Wingdings" w:hint="default"/>
      </w:rPr>
    </w:lvl>
    <w:lvl w:ilvl="6" w:tplc="1E56359C" w:tentative="1">
      <w:start w:val="1"/>
      <w:numFmt w:val="bullet"/>
      <w:lvlText w:val=""/>
      <w:lvlJc w:val="left"/>
      <w:pPr>
        <w:tabs>
          <w:tab w:val="num" w:pos="5040"/>
        </w:tabs>
        <w:ind w:left="5040" w:hanging="360"/>
      </w:pPr>
      <w:rPr>
        <w:rFonts w:ascii="Symbol" w:hAnsi="Symbol" w:hint="default"/>
      </w:rPr>
    </w:lvl>
    <w:lvl w:ilvl="7" w:tplc="EDB263CE" w:tentative="1">
      <w:start w:val="1"/>
      <w:numFmt w:val="bullet"/>
      <w:lvlText w:val="o"/>
      <w:lvlJc w:val="left"/>
      <w:pPr>
        <w:tabs>
          <w:tab w:val="num" w:pos="5760"/>
        </w:tabs>
        <w:ind w:left="5760" w:hanging="360"/>
      </w:pPr>
      <w:rPr>
        <w:rFonts w:ascii="Courier New" w:hAnsi="Courier New" w:hint="default"/>
      </w:rPr>
    </w:lvl>
    <w:lvl w:ilvl="8" w:tplc="45D20AA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2" w15:restartNumberingAfterBreak="0">
    <w:nsid w:val="22E26B7D"/>
    <w:multiLevelType w:val="hybridMultilevel"/>
    <w:tmpl w:val="0144CBAE"/>
    <w:lvl w:ilvl="0" w:tplc="19867D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0C2"/>
    <w:multiLevelType w:val="hybridMultilevel"/>
    <w:tmpl w:val="527CE018"/>
    <w:lvl w:ilvl="0" w:tplc="C3368B58">
      <w:start w:val="9"/>
      <w:numFmt w:val="bullet"/>
      <w:lvlText w:val="-"/>
      <w:lvlJc w:val="left"/>
      <w:pPr>
        <w:ind w:left="410" w:hanging="360"/>
      </w:pPr>
      <w:rPr>
        <w:rFonts w:ascii="Times New Roman" w:eastAsia="Times New Roman" w:hAnsi="Times New Roman" w:cs="Times New Roman"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4" w15:restartNumberingAfterBreak="0">
    <w:nsid w:val="26013341"/>
    <w:multiLevelType w:val="hybridMultilevel"/>
    <w:tmpl w:val="21C265EA"/>
    <w:lvl w:ilvl="0" w:tplc="8EBEB14C">
      <w:start w:val="1"/>
      <w:numFmt w:val="decimal"/>
      <w:lvlText w:val="%1"/>
      <w:lvlJc w:val="left"/>
      <w:pPr>
        <w:tabs>
          <w:tab w:val="num" w:pos="1080"/>
        </w:tabs>
        <w:ind w:left="1080" w:hanging="360"/>
      </w:pPr>
      <w:rPr>
        <w:rFonts w:hint="default"/>
      </w:rPr>
    </w:lvl>
    <w:lvl w:ilvl="1" w:tplc="04090019">
      <w:numFmt w:val="none"/>
      <w:lvlText w:val=""/>
      <w:lvlJc w:val="left"/>
      <w:pPr>
        <w:tabs>
          <w:tab w:val="num" w:pos="360"/>
        </w:tabs>
      </w:pPr>
    </w:lvl>
    <w:lvl w:ilvl="2" w:tplc="0409001B">
      <w:numFmt w:val="none"/>
      <w:lvlText w:val=""/>
      <w:lvlJc w:val="left"/>
      <w:pPr>
        <w:tabs>
          <w:tab w:val="num" w:pos="360"/>
        </w:tabs>
      </w:pPr>
    </w:lvl>
    <w:lvl w:ilvl="3" w:tplc="0409000F">
      <w:numFmt w:val="none"/>
      <w:lvlText w:val=""/>
      <w:lvlJc w:val="left"/>
      <w:pPr>
        <w:tabs>
          <w:tab w:val="num" w:pos="360"/>
        </w:tabs>
      </w:pPr>
    </w:lvl>
    <w:lvl w:ilvl="4" w:tplc="04090019">
      <w:numFmt w:val="none"/>
      <w:lvlText w:val=""/>
      <w:lvlJc w:val="left"/>
      <w:pPr>
        <w:tabs>
          <w:tab w:val="num" w:pos="360"/>
        </w:tabs>
      </w:pPr>
    </w:lvl>
    <w:lvl w:ilvl="5" w:tplc="0409001B">
      <w:numFmt w:val="none"/>
      <w:lvlText w:val=""/>
      <w:lvlJc w:val="left"/>
      <w:pPr>
        <w:tabs>
          <w:tab w:val="num" w:pos="360"/>
        </w:tabs>
      </w:pPr>
    </w:lvl>
    <w:lvl w:ilvl="6" w:tplc="0409000F">
      <w:numFmt w:val="none"/>
      <w:lvlText w:val=""/>
      <w:lvlJc w:val="left"/>
      <w:pPr>
        <w:tabs>
          <w:tab w:val="num" w:pos="360"/>
        </w:tabs>
      </w:pPr>
    </w:lvl>
    <w:lvl w:ilvl="7" w:tplc="04090019">
      <w:numFmt w:val="none"/>
      <w:lvlText w:val=""/>
      <w:lvlJc w:val="left"/>
      <w:pPr>
        <w:tabs>
          <w:tab w:val="num" w:pos="360"/>
        </w:tabs>
      </w:pPr>
    </w:lvl>
    <w:lvl w:ilvl="8" w:tplc="0409001B">
      <w:numFmt w:val="none"/>
      <w:lvlText w:val=""/>
      <w:lvlJc w:val="left"/>
      <w:pPr>
        <w:tabs>
          <w:tab w:val="num" w:pos="360"/>
        </w:tabs>
      </w:pPr>
    </w:lvl>
  </w:abstractNum>
  <w:abstractNum w:abstractNumId="15" w15:restartNumberingAfterBreak="0">
    <w:nsid w:val="34393B6C"/>
    <w:multiLevelType w:val="hybridMultilevel"/>
    <w:tmpl w:val="043CBBA4"/>
    <w:lvl w:ilvl="0" w:tplc="082E3216">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85609A6"/>
    <w:multiLevelType w:val="hybridMultilevel"/>
    <w:tmpl w:val="9FCE1B4A"/>
    <w:lvl w:ilvl="0" w:tplc="E902B4CC">
      <w:start w:val="1"/>
      <w:numFmt w:val="lowerLetter"/>
      <w:lvlText w:val="%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C94AA7"/>
    <w:multiLevelType w:val="hybridMultilevel"/>
    <w:tmpl w:val="61100F2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407C1567"/>
    <w:multiLevelType w:val="hybridMultilevel"/>
    <w:tmpl w:val="868C24E4"/>
    <w:lvl w:ilvl="0" w:tplc="DF86CD32">
      <w:start w:val="35"/>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AB2375"/>
    <w:multiLevelType w:val="hybridMultilevel"/>
    <w:tmpl w:val="119E3808"/>
    <w:lvl w:ilvl="0" w:tplc="55C0204E">
      <w:start w:val="1"/>
      <w:numFmt w:val="thaiLetters"/>
      <w:lvlText w:val="%1)"/>
      <w:lvlJc w:val="left"/>
      <w:pPr>
        <w:tabs>
          <w:tab w:val="num" w:pos="2070"/>
        </w:tabs>
        <w:ind w:left="2070" w:hanging="1440"/>
      </w:pPr>
    </w:lvl>
    <w:lvl w:ilvl="1" w:tplc="04090005">
      <w:start w:val="1"/>
      <w:numFmt w:val="bullet"/>
      <w:lvlText w:val=""/>
      <w:lvlJc w:val="left"/>
      <w:pPr>
        <w:tabs>
          <w:tab w:val="num" w:pos="-5850"/>
        </w:tabs>
        <w:ind w:left="-5850" w:hanging="360"/>
      </w:pPr>
      <w:rPr>
        <w:rFonts w:ascii="Wingdings" w:hAnsi="Wingdings" w:hint="default"/>
      </w:rPr>
    </w:lvl>
    <w:lvl w:ilvl="2" w:tplc="0409001B">
      <w:start w:val="1"/>
      <w:numFmt w:val="lowerRoman"/>
      <w:lvlText w:val="%3."/>
      <w:lvlJc w:val="right"/>
      <w:pPr>
        <w:tabs>
          <w:tab w:val="num" w:pos="-5130"/>
        </w:tabs>
        <w:ind w:left="-5130" w:hanging="180"/>
      </w:pPr>
    </w:lvl>
    <w:lvl w:ilvl="3" w:tplc="0409000F">
      <w:start w:val="1"/>
      <w:numFmt w:val="decimal"/>
      <w:lvlText w:val="%4."/>
      <w:lvlJc w:val="left"/>
      <w:pPr>
        <w:tabs>
          <w:tab w:val="num" w:pos="-4410"/>
        </w:tabs>
        <w:ind w:left="-4410" w:hanging="360"/>
      </w:pPr>
    </w:lvl>
    <w:lvl w:ilvl="4" w:tplc="04090019">
      <w:start w:val="1"/>
      <w:numFmt w:val="lowerLetter"/>
      <w:lvlText w:val="%5."/>
      <w:lvlJc w:val="left"/>
      <w:pPr>
        <w:tabs>
          <w:tab w:val="num" w:pos="-3690"/>
        </w:tabs>
        <w:ind w:left="-3690" w:hanging="360"/>
      </w:pPr>
    </w:lvl>
    <w:lvl w:ilvl="5" w:tplc="0409001B">
      <w:start w:val="1"/>
      <w:numFmt w:val="lowerRoman"/>
      <w:lvlText w:val="%6."/>
      <w:lvlJc w:val="right"/>
      <w:pPr>
        <w:tabs>
          <w:tab w:val="num" w:pos="-2970"/>
        </w:tabs>
        <w:ind w:left="-2970" w:hanging="180"/>
      </w:pPr>
    </w:lvl>
    <w:lvl w:ilvl="6" w:tplc="0409000F">
      <w:start w:val="1"/>
      <w:numFmt w:val="decimal"/>
      <w:lvlText w:val="%7."/>
      <w:lvlJc w:val="left"/>
      <w:pPr>
        <w:tabs>
          <w:tab w:val="num" w:pos="-2250"/>
        </w:tabs>
        <w:ind w:left="-2250" w:hanging="360"/>
      </w:pPr>
    </w:lvl>
    <w:lvl w:ilvl="7" w:tplc="04090019">
      <w:start w:val="1"/>
      <w:numFmt w:val="lowerLetter"/>
      <w:lvlText w:val="%8."/>
      <w:lvlJc w:val="left"/>
      <w:pPr>
        <w:tabs>
          <w:tab w:val="num" w:pos="-1530"/>
        </w:tabs>
        <w:ind w:left="-1530" w:hanging="360"/>
      </w:pPr>
    </w:lvl>
    <w:lvl w:ilvl="8" w:tplc="0409001B">
      <w:start w:val="1"/>
      <w:numFmt w:val="lowerRoman"/>
      <w:lvlText w:val="%9."/>
      <w:lvlJc w:val="right"/>
      <w:pPr>
        <w:tabs>
          <w:tab w:val="num" w:pos="-810"/>
        </w:tabs>
        <w:ind w:left="-810" w:hanging="180"/>
      </w:pPr>
    </w:lvl>
  </w:abstractNum>
  <w:abstractNum w:abstractNumId="20" w15:restartNumberingAfterBreak="0">
    <w:nsid w:val="47195B48"/>
    <w:multiLevelType w:val="hybridMultilevel"/>
    <w:tmpl w:val="BBAA0AF2"/>
    <w:lvl w:ilvl="0" w:tplc="10607DFC">
      <w:numFmt w:val="bullet"/>
      <w:lvlText w:val="-"/>
      <w:lvlJc w:val="left"/>
      <w:pPr>
        <w:ind w:left="965" w:hanging="360"/>
      </w:pPr>
      <w:rPr>
        <w:rFonts w:ascii="Times New Roman" w:eastAsia="Times New Roman" w:hAnsi="Times New Roman" w:cs="Times New Roman"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1" w15:restartNumberingAfterBreak="0">
    <w:nsid w:val="47414877"/>
    <w:multiLevelType w:val="hybridMultilevel"/>
    <w:tmpl w:val="24C03AEC"/>
    <w:lvl w:ilvl="0" w:tplc="465CCB3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3" w15:restartNumberingAfterBreak="0">
    <w:nsid w:val="56733819"/>
    <w:multiLevelType w:val="hybridMultilevel"/>
    <w:tmpl w:val="42D43946"/>
    <w:lvl w:ilvl="0" w:tplc="88362044">
      <w:start w:val="9"/>
      <w:numFmt w:val="bullet"/>
      <w:lvlText w:val="-"/>
      <w:lvlJc w:val="left"/>
      <w:pPr>
        <w:ind w:left="508" w:hanging="360"/>
      </w:pPr>
      <w:rPr>
        <w:rFonts w:ascii="Times New Roman" w:eastAsia="Times New Roman" w:hAnsi="Times New Roman" w:cs="Times New Roman" w:hint="default"/>
      </w:rPr>
    </w:lvl>
    <w:lvl w:ilvl="1" w:tplc="04090003" w:tentative="1">
      <w:start w:val="1"/>
      <w:numFmt w:val="bullet"/>
      <w:lvlText w:val="o"/>
      <w:lvlJc w:val="left"/>
      <w:pPr>
        <w:ind w:left="1228" w:hanging="360"/>
      </w:pPr>
      <w:rPr>
        <w:rFonts w:ascii="Courier New" w:hAnsi="Courier New" w:cs="Courier New" w:hint="default"/>
      </w:rPr>
    </w:lvl>
    <w:lvl w:ilvl="2" w:tplc="04090005" w:tentative="1">
      <w:start w:val="1"/>
      <w:numFmt w:val="bullet"/>
      <w:lvlText w:val=""/>
      <w:lvlJc w:val="left"/>
      <w:pPr>
        <w:ind w:left="1948" w:hanging="360"/>
      </w:pPr>
      <w:rPr>
        <w:rFonts w:ascii="Wingdings" w:hAnsi="Wingdings" w:hint="default"/>
      </w:rPr>
    </w:lvl>
    <w:lvl w:ilvl="3" w:tplc="04090001" w:tentative="1">
      <w:start w:val="1"/>
      <w:numFmt w:val="bullet"/>
      <w:lvlText w:val=""/>
      <w:lvlJc w:val="left"/>
      <w:pPr>
        <w:ind w:left="2668" w:hanging="360"/>
      </w:pPr>
      <w:rPr>
        <w:rFonts w:ascii="Symbol" w:hAnsi="Symbol" w:hint="default"/>
      </w:rPr>
    </w:lvl>
    <w:lvl w:ilvl="4" w:tplc="04090003" w:tentative="1">
      <w:start w:val="1"/>
      <w:numFmt w:val="bullet"/>
      <w:lvlText w:val="o"/>
      <w:lvlJc w:val="left"/>
      <w:pPr>
        <w:ind w:left="3388" w:hanging="360"/>
      </w:pPr>
      <w:rPr>
        <w:rFonts w:ascii="Courier New" w:hAnsi="Courier New" w:cs="Courier New" w:hint="default"/>
      </w:rPr>
    </w:lvl>
    <w:lvl w:ilvl="5" w:tplc="04090005" w:tentative="1">
      <w:start w:val="1"/>
      <w:numFmt w:val="bullet"/>
      <w:lvlText w:val=""/>
      <w:lvlJc w:val="left"/>
      <w:pPr>
        <w:ind w:left="4108" w:hanging="360"/>
      </w:pPr>
      <w:rPr>
        <w:rFonts w:ascii="Wingdings" w:hAnsi="Wingdings" w:hint="default"/>
      </w:rPr>
    </w:lvl>
    <w:lvl w:ilvl="6" w:tplc="04090001" w:tentative="1">
      <w:start w:val="1"/>
      <w:numFmt w:val="bullet"/>
      <w:lvlText w:val=""/>
      <w:lvlJc w:val="left"/>
      <w:pPr>
        <w:ind w:left="4828" w:hanging="360"/>
      </w:pPr>
      <w:rPr>
        <w:rFonts w:ascii="Symbol" w:hAnsi="Symbol" w:hint="default"/>
      </w:rPr>
    </w:lvl>
    <w:lvl w:ilvl="7" w:tplc="04090003" w:tentative="1">
      <w:start w:val="1"/>
      <w:numFmt w:val="bullet"/>
      <w:lvlText w:val="o"/>
      <w:lvlJc w:val="left"/>
      <w:pPr>
        <w:ind w:left="5548" w:hanging="360"/>
      </w:pPr>
      <w:rPr>
        <w:rFonts w:ascii="Courier New" w:hAnsi="Courier New" w:cs="Courier New" w:hint="default"/>
      </w:rPr>
    </w:lvl>
    <w:lvl w:ilvl="8" w:tplc="04090005" w:tentative="1">
      <w:start w:val="1"/>
      <w:numFmt w:val="bullet"/>
      <w:lvlText w:val=""/>
      <w:lvlJc w:val="left"/>
      <w:pPr>
        <w:ind w:left="6268" w:hanging="360"/>
      </w:pPr>
      <w:rPr>
        <w:rFonts w:ascii="Wingdings" w:hAnsi="Wingdings" w:hint="default"/>
      </w:rPr>
    </w:lvl>
  </w:abstractNum>
  <w:abstractNum w:abstractNumId="24" w15:restartNumberingAfterBreak="0">
    <w:nsid w:val="5C8C32C7"/>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574AE8"/>
    <w:multiLevelType w:val="hybridMultilevel"/>
    <w:tmpl w:val="E8B054A0"/>
    <w:lvl w:ilvl="0" w:tplc="04090017">
      <w:start w:val="1"/>
      <w:numFmt w:val="lowerLetter"/>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26" w15:restartNumberingAfterBreak="0">
    <w:nsid w:val="69A10570"/>
    <w:multiLevelType w:val="hybridMultilevel"/>
    <w:tmpl w:val="6F1AA120"/>
    <w:lvl w:ilvl="0" w:tplc="9E8CF1B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DC3897"/>
    <w:multiLevelType w:val="hybridMultilevel"/>
    <w:tmpl w:val="B8E6E994"/>
    <w:lvl w:ilvl="0" w:tplc="971CB8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C7004E"/>
    <w:multiLevelType w:val="hybridMultilevel"/>
    <w:tmpl w:val="CFD231F0"/>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2" w15:restartNumberingAfterBreak="0">
    <w:nsid w:val="76C65C30"/>
    <w:multiLevelType w:val="hybridMultilevel"/>
    <w:tmpl w:val="20304DDE"/>
    <w:lvl w:ilvl="0" w:tplc="4D8C746C">
      <w:start w:val="1"/>
      <w:numFmt w:val="bullet"/>
      <w:pStyle w:val="BodyTextbullet"/>
      <w:lvlText w:val=""/>
      <w:lvlJc w:val="left"/>
      <w:pPr>
        <w:tabs>
          <w:tab w:val="num" w:pos="1440"/>
        </w:tabs>
        <w:ind w:left="1440" w:hanging="360"/>
      </w:pPr>
      <w:rPr>
        <w:rFonts w:ascii="Symbol" w:hAnsi="Symbol" w:hint="default"/>
        <w:color w:val="auto"/>
        <w:sz w:val="22"/>
      </w:rPr>
    </w:lvl>
    <w:lvl w:ilvl="1" w:tplc="E6E69F22">
      <w:start w:val="1"/>
      <w:numFmt w:val="bullet"/>
      <w:lvlText w:val="o"/>
      <w:lvlJc w:val="left"/>
      <w:pPr>
        <w:tabs>
          <w:tab w:val="num" w:pos="2520"/>
        </w:tabs>
        <w:ind w:left="2520" w:hanging="360"/>
      </w:pPr>
      <w:rPr>
        <w:rFonts w:ascii="Courier New" w:hAnsi="Courier New" w:hint="default"/>
      </w:rPr>
    </w:lvl>
    <w:lvl w:ilvl="2" w:tplc="4976CA3A" w:tentative="1">
      <w:start w:val="1"/>
      <w:numFmt w:val="bullet"/>
      <w:lvlText w:val=""/>
      <w:lvlJc w:val="left"/>
      <w:pPr>
        <w:tabs>
          <w:tab w:val="num" w:pos="3240"/>
        </w:tabs>
        <w:ind w:left="3240" w:hanging="360"/>
      </w:pPr>
      <w:rPr>
        <w:rFonts w:ascii="Wingdings" w:hAnsi="Wingdings" w:hint="default"/>
      </w:rPr>
    </w:lvl>
    <w:lvl w:ilvl="3" w:tplc="ABE641EC" w:tentative="1">
      <w:start w:val="1"/>
      <w:numFmt w:val="bullet"/>
      <w:lvlText w:val=""/>
      <w:lvlJc w:val="left"/>
      <w:pPr>
        <w:tabs>
          <w:tab w:val="num" w:pos="3960"/>
        </w:tabs>
        <w:ind w:left="3960" w:hanging="360"/>
      </w:pPr>
      <w:rPr>
        <w:rFonts w:ascii="Symbol" w:hAnsi="Symbol" w:hint="default"/>
      </w:rPr>
    </w:lvl>
    <w:lvl w:ilvl="4" w:tplc="6FE64420" w:tentative="1">
      <w:start w:val="1"/>
      <w:numFmt w:val="bullet"/>
      <w:lvlText w:val="o"/>
      <w:lvlJc w:val="left"/>
      <w:pPr>
        <w:tabs>
          <w:tab w:val="num" w:pos="4680"/>
        </w:tabs>
        <w:ind w:left="4680" w:hanging="360"/>
      </w:pPr>
      <w:rPr>
        <w:rFonts w:ascii="Courier New" w:hAnsi="Courier New" w:hint="default"/>
      </w:rPr>
    </w:lvl>
    <w:lvl w:ilvl="5" w:tplc="F7C4A15E" w:tentative="1">
      <w:start w:val="1"/>
      <w:numFmt w:val="bullet"/>
      <w:lvlText w:val=""/>
      <w:lvlJc w:val="left"/>
      <w:pPr>
        <w:tabs>
          <w:tab w:val="num" w:pos="5400"/>
        </w:tabs>
        <w:ind w:left="5400" w:hanging="360"/>
      </w:pPr>
      <w:rPr>
        <w:rFonts w:ascii="Wingdings" w:hAnsi="Wingdings" w:hint="default"/>
      </w:rPr>
    </w:lvl>
    <w:lvl w:ilvl="6" w:tplc="FF02B3D4" w:tentative="1">
      <w:start w:val="1"/>
      <w:numFmt w:val="bullet"/>
      <w:lvlText w:val=""/>
      <w:lvlJc w:val="left"/>
      <w:pPr>
        <w:tabs>
          <w:tab w:val="num" w:pos="6120"/>
        </w:tabs>
        <w:ind w:left="6120" w:hanging="360"/>
      </w:pPr>
      <w:rPr>
        <w:rFonts w:ascii="Symbol" w:hAnsi="Symbol" w:hint="default"/>
      </w:rPr>
    </w:lvl>
    <w:lvl w:ilvl="7" w:tplc="6946104E" w:tentative="1">
      <w:start w:val="1"/>
      <w:numFmt w:val="bullet"/>
      <w:lvlText w:val="o"/>
      <w:lvlJc w:val="left"/>
      <w:pPr>
        <w:tabs>
          <w:tab w:val="num" w:pos="6840"/>
        </w:tabs>
        <w:ind w:left="6840" w:hanging="360"/>
      </w:pPr>
      <w:rPr>
        <w:rFonts w:ascii="Courier New" w:hAnsi="Courier New" w:hint="default"/>
      </w:rPr>
    </w:lvl>
    <w:lvl w:ilvl="8" w:tplc="CEAE5D98"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4"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1"/>
  </w:num>
  <w:num w:numId="4">
    <w:abstractNumId w:val="31"/>
  </w:num>
  <w:num w:numId="5">
    <w:abstractNumId w:val="10"/>
  </w:num>
  <w:num w:numId="6">
    <w:abstractNumId w:val="32"/>
  </w:num>
  <w:num w:numId="7">
    <w:abstractNumId w:val="30"/>
  </w:num>
  <w:num w:numId="8">
    <w:abstractNumId w:val="6"/>
  </w:num>
  <w:num w:numId="9">
    <w:abstractNumId w:val="17"/>
  </w:num>
  <w:num w:numId="10">
    <w:abstractNumId w:val="8"/>
  </w:num>
  <w:num w:numId="11">
    <w:abstractNumId w:val="20"/>
  </w:num>
  <w:num w:numId="12">
    <w:abstractNumId w:val="25"/>
  </w:num>
  <w:num w:numId="13">
    <w:abstractNumId w:val="16"/>
  </w:num>
  <w:num w:numId="14">
    <w:abstractNumId w:val="2"/>
  </w:num>
  <w:num w:numId="15">
    <w:abstractNumId w:val="33"/>
  </w:num>
  <w:num w:numId="16">
    <w:abstractNumId w:val="14"/>
  </w:num>
  <w:num w:numId="17">
    <w:abstractNumId w:val="6"/>
  </w:num>
  <w:num w:numId="18">
    <w:abstractNumId w:val="15"/>
  </w:num>
  <w:num w:numId="19">
    <w:abstractNumId w:val="18"/>
  </w:num>
  <w:num w:numId="20">
    <w:abstractNumId w:val="9"/>
  </w:num>
  <w:num w:numId="21">
    <w:abstractNumId w:val="29"/>
  </w:num>
  <w:num w:numId="22">
    <w:abstractNumId w:val="27"/>
  </w:num>
  <w:num w:numId="23">
    <w:abstractNumId w:val="6"/>
  </w:num>
  <w:num w:numId="24">
    <w:abstractNumId w:val="34"/>
  </w:num>
  <w:num w:numId="25">
    <w:abstractNumId w:val="24"/>
  </w:num>
  <w:num w:numId="26">
    <w:abstractNumId w:val="22"/>
  </w:num>
  <w:num w:numId="27">
    <w:abstractNumId w:val="4"/>
  </w:num>
  <w:num w:numId="28">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3"/>
  </w:num>
  <w:num w:numId="31">
    <w:abstractNumId w:val="7"/>
  </w:num>
  <w:num w:numId="32">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12"/>
  </w:num>
  <w:num w:numId="35">
    <w:abstractNumId w:val="28"/>
  </w:num>
  <w:num w:numId="36">
    <w:abstractNumId w:val="21"/>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5"/>
  </w:num>
  <w:num w:numId="40">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3F5"/>
    <w:rsid w:val="00000EB5"/>
    <w:rsid w:val="00001166"/>
    <w:rsid w:val="000011DA"/>
    <w:rsid w:val="000019F8"/>
    <w:rsid w:val="000024E7"/>
    <w:rsid w:val="000027B2"/>
    <w:rsid w:val="00002E1D"/>
    <w:rsid w:val="00003068"/>
    <w:rsid w:val="00003217"/>
    <w:rsid w:val="000032A9"/>
    <w:rsid w:val="0000354A"/>
    <w:rsid w:val="00003A9B"/>
    <w:rsid w:val="00003AEA"/>
    <w:rsid w:val="00003BE9"/>
    <w:rsid w:val="00003E24"/>
    <w:rsid w:val="00003E95"/>
    <w:rsid w:val="000043C3"/>
    <w:rsid w:val="0000472B"/>
    <w:rsid w:val="00005732"/>
    <w:rsid w:val="000058DB"/>
    <w:rsid w:val="00005A06"/>
    <w:rsid w:val="00005BBE"/>
    <w:rsid w:val="00005F6E"/>
    <w:rsid w:val="0000603C"/>
    <w:rsid w:val="00006042"/>
    <w:rsid w:val="000066C3"/>
    <w:rsid w:val="000068EA"/>
    <w:rsid w:val="00006B0E"/>
    <w:rsid w:val="00006D33"/>
    <w:rsid w:val="00006F51"/>
    <w:rsid w:val="0000753C"/>
    <w:rsid w:val="000075C2"/>
    <w:rsid w:val="0000790F"/>
    <w:rsid w:val="00010057"/>
    <w:rsid w:val="00010E15"/>
    <w:rsid w:val="0001134F"/>
    <w:rsid w:val="0001135B"/>
    <w:rsid w:val="000115AE"/>
    <w:rsid w:val="00011DF6"/>
    <w:rsid w:val="00011E48"/>
    <w:rsid w:val="000122EC"/>
    <w:rsid w:val="0001260E"/>
    <w:rsid w:val="000127BD"/>
    <w:rsid w:val="000129E2"/>
    <w:rsid w:val="000135F8"/>
    <w:rsid w:val="000137C4"/>
    <w:rsid w:val="0001381E"/>
    <w:rsid w:val="000138E8"/>
    <w:rsid w:val="00013906"/>
    <w:rsid w:val="00013C3C"/>
    <w:rsid w:val="00013E3D"/>
    <w:rsid w:val="00014417"/>
    <w:rsid w:val="00014B26"/>
    <w:rsid w:val="00014B31"/>
    <w:rsid w:val="0001509E"/>
    <w:rsid w:val="00015246"/>
    <w:rsid w:val="0001524B"/>
    <w:rsid w:val="00015579"/>
    <w:rsid w:val="000155F9"/>
    <w:rsid w:val="00015DB5"/>
    <w:rsid w:val="00016197"/>
    <w:rsid w:val="0001682F"/>
    <w:rsid w:val="00016A4C"/>
    <w:rsid w:val="00016E23"/>
    <w:rsid w:val="000174BD"/>
    <w:rsid w:val="00017DF1"/>
    <w:rsid w:val="00017FEA"/>
    <w:rsid w:val="0002007D"/>
    <w:rsid w:val="00020703"/>
    <w:rsid w:val="0002095D"/>
    <w:rsid w:val="000209D4"/>
    <w:rsid w:val="00020A44"/>
    <w:rsid w:val="00020EB4"/>
    <w:rsid w:val="0002113A"/>
    <w:rsid w:val="0002117E"/>
    <w:rsid w:val="00021904"/>
    <w:rsid w:val="00021A66"/>
    <w:rsid w:val="000222FF"/>
    <w:rsid w:val="0002264F"/>
    <w:rsid w:val="000229B1"/>
    <w:rsid w:val="000229EC"/>
    <w:rsid w:val="00022F6C"/>
    <w:rsid w:val="00023088"/>
    <w:rsid w:val="0002310B"/>
    <w:rsid w:val="000234F3"/>
    <w:rsid w:val="000239D7"/>
    <w:rsid w:val="00023C4A"/>
    <w:rsid w:val="00023F60"/>
    <w:rsid w:val="000243F0"/>
    <w:rsid w:val="00024563"/>
    <w:rsid w:val="0002466F"/>
    <w:rsid w:val="00024843"/>
    <w:rsid w:val="00024936"/>
    <w:rsid w:val="00024A0E"/>
    <w:rsid w:val="00024C6E"/>
    <w:rsid w:val="00024ECC"/>
    <w:rsid w:val="00025505"/>
    <w:rsid w:val="0002557E"/>
    <w:rsid w:val="000255CC"/>
    <w:rsid w:val="00025779"/>
    <w:rsid w:val="0002583F"/>
    <w:rsid w:val="00025996"/>
    <w:rsid w:val="000262D6"/>
    <w:rsid w:val="000266DE"/>
    <w:rsid w:val="00026B5F"/>
    <w:rsid w:val="00026CA3"/>
    <w:rsid w:val="00026F1A"/>
    <w:rsid w:val="0002715F"/>
    <w:rsid w:val="0002761D"/>
    <w:rsid w:val="00027633"/>
    <w:rsid w:val="0003088C"/>
    <w:rsid w:val="0003092D"/>
    <w:rsid w:val="00030BAA"/>
    <w:rsid w:val="00030C73"/>
    <w:rsid w:val="00030D85"/>
    <w:rsid w:val="000312D7"/>
    <w:rsid w:val="00031A57"/>
    <w:rsid w:val="00032079"/>
    <w:rsid w:val="0003251B"/>
    <w:rsid w:val="0003313B"/>
    <w:rsid w:val="000337C3"/>
    <w:rsid w:val="0003386F"/>
    <w:rsid w:val="0003469A"/>
    <w:rsid w:val="000347DE"/>
    <w:rsid w:val="000348E3"/>
    <w:rsid w:val="00034D55"/>
    <w:rsid w:val="00035399"/>
    <w:rsid w:val="00035D50"/>
    <w:rsid w:val="00035FB0"/>
    <w:rsid w:val="000372C6"/>
    <w:rsid w:val="00037DA8"/>
    <w:rsid w:val="0004018B"/>
    <w:rsid w:val="000404A7"/>
    <w:rsid w:val="000407B3"/>
    <w:rsid w:val="000409EE"/>
    <w:rsid w:val="00040F5E"/>
    <w:rsid w:val="00040FC4"/>
    <w:rsid w:val="00041166"/>
    <w:rsid w:val="000417CC"/>
    <w:rsid w:val="000418B0"/>
    <w:rsid w:val="00042958"/>
    <w:rsid w:val="00042A41"/>
    <w:rsid w:val="00042CC7"/>
    <w:rsid w:val="000437AD"/>
    <w:rsid w:val="00043F79"/>
    <w:rsid w:val="000444B2"/>
    <w:rsid w:val="00044A7D"/>
    <w:rsid w:val="00044CBE"/>
    <w:rsid w:val="00045088"/>
    <w:rsid w:val="000450E7"/>
    <w:rsid w:val="000456E8"/>
    <w:rsid w:val="00045EEB"/>
    <w:rsid w:val="00045F96"/>
    <w:rsid w:val="00046087"/>
    <w:rsid w:val="00046162"/>
    <w:rsid w:val="000461DC"/>
    <w:rsid w:val="0004622A"/>
    <w:rsid w:val="00046845"/>
    <w:rsid w:val="000470B9"/>
    <w:rsid w:val="000470E9"/>
    <w:rsid w:val="000471AE"/>
    <w:rsid w:val="00047465"/>
    <w:rsid w:val="00047C99"/>
    <w:rsid w:val="000505B3"/>
    <w:rsid w:val="000507E6"/>
    <w:rsid w:val="00050D18"/>
    <w:rsid w:val="00050D9E"/>
    <w:rsid w:val="00050E22"/>
    <w:rsid w:val="000512EE"/>
    <w:rsid w:val="00051531"/>
    <w:rsid w:val="00051871"/>
    <w:rsid w:val="00051888"/>
    <w:rsid w:val="00051895"/>
    <w:rsid w:val="000518F7"/>
    <w:rsid w:val="000523F9"/>
    <w:rsid w:val="000525D2"/>
    <w:rsid w:val="000529B8"/>
    <w:rsid w:val="00052CE7"/>
    <w:rsid w:val="0005314B"/>
    <w:rsid w:val="00053CEF"/>
    <w:rsid w:val="00053D09"/>
    <w:rsid w:val="00054193"/>
    <w:rsid w:val="0005450A"/>
    <w:rsid w:val="000545F7"/>
    <w:rsid w:val="00054AB3"/>
    <w:rsid w:val="00054CFF"/>
    <w:rsid w:val="00055048"/>
    <w:rsid w:val="00055621"/>
    <w:rsid w:val="00055954"/>
    <w:rsid w:val="000559FC"/>
    <w:rsid w:val="00055E10"/>
    <w:rsid w:val="00056229"/>
    <w:rsid w:val="000567EA"/>
    <w:rsid w:val="000568F7"/>
    <w:rsid w:val="00056C08"/>
    <w:rsid w:val="0005768E"/>
    <w:rsid w:val="000600BD"/>
    <w:rsid w:val="00060410"/>
    <w:rsid w:val="0006042C"/>
    <w:rsid w:val="000606A1"/>
    <w:rsid w:val="00060A44"/>
    <w:rsid w:val="000611DE"/>
    <w:rsid w:val="0006124E"/>
    <w:rsid w:val="000614F9"/>
    <w:rsid w:val="000618C3"/>
    <w:rsid w:val="00061B29"/>
    <w:rsid w:val="00061F3F"/>
    <w:rsid w:val="00062456"/>
    <w:rsid w:val="00062572"/>
    <w:rsid w:val="00062C75"/>
    <w:rsid w:val="000636DC"/>
    <w:rsid w:val="00063C70"/>
    <w:rsid w:val="00063F39"/>
    <w:rsid w:val="000643A9"/>
    <w:rsid w:val="000646D9"/>
    <w:rsid w:val="00064FD7"/>
    <w:rsid w:val="0006525E"/>
    <w:rsid w:val="0006568B"/>
    <w:rsid w:val="000662D3"/>
    <w:rsid w:val="00066791"/>
    <w:rsid w:val="0006681D"/>
    <w:rsid w:val="00066EF3"/>
    <w:rsid w:val="00067848"/>
    <w:rsid w:val="00067AB3"/>
    <w:rsid w:val="00067C61"/>
    <w:rsid w:val="0007008F"/>
    <w:rsid w:val="00070C90"/>
    <w:rsid w:val="00070DF3"/>
    <w:rsid w:val="00071372"/>
    <w:rsid w:val="0007181D"/>
    <w:rsid w:val="00071A79"/>
    <w:rsid w:val="000722BB"/>
    <w:rsid w:val="00072533"/>
    <w:rsid w:val="000726AE"/>
    <w:rsid w:val="00072945"/>
    <w:rsid w:val="00072A90"/>
    <w:rsid w:val="00072DB0"/>
    <w:rsid w:val="000730B8"/>
    <w:rsid w:val="000734C3"/>
    <w:rsid w:val="00073511"/>
    <w:rsid w:val="000738FD"/>
    <w:rsid w:val="000739D9"/>
    <w:rsid w:val="00073D9E"/>
    <w:rsid w:val="00073EFB"/>
    <w:rsid w:val="0007409E"/>
    <w:rsid w:val="000742B8"/>
    <w:rsid w:val="00074B31"/>
    <w:rsid w:val="00074BCA"/>
    <w:rsid w:val="00075CF9"/>
    <w:rsid w:val="000761D6"/>
    <w:rsid w:val="000764E8"/>
    <w:rsid w:val="00076ECB"/>
    <w:rsid w:val="000772ED"/>
    <w:rsid w:val="00077942"/>
    <w:rsid w:val="00080408"/>
    <w:rsid w:val="00080412"/>
    <w:rsid w:val="00080B9D"/>
    <w:rsid w:val="00080D15"/>
    <w:rsid w:val="000811BC"/>
    <w:rsid w:val="0008150C"/>
    <w:rsid w:val="000819DA"/>
    <w:rsid w:val="00081A17"/>
    <w:rsid w:val="00081ACB"/>
    <w:rsid w:val="00081BAB"/>
    <w:rsid w:val="00082053"/>
    <w:rsid w:val="000824D9"/>
    <w:rsid w:val="000827C7"/>
    <w:rsid w:val="000828C6"/>
    <w:rsid w:val="00082CE7"/>
    <w:rsid w:val="0008305C"/>
    <w:rsid w:val="00083DE6"/>
    <w:rsid w:val="00083F26"/>
    <w:rsid w:val="00084661"/>
    <w:rsid w:val="00084A9A"/>
    <w:rsid w:val="00084C0D"/>
    <w:rsid w:val="000852EA"/>
    <w:rsid w:val="000868F6"/>
    <w:rsid w:val="00086901"/>
    <w:rsid w:val="00086DF0"/>
    <w:rsid w:val="00087153"/>
    <w:rsid w:val="00087691"/>
    <w:rsid w:val="00087764"/>
    <w:rsid w:val="00090637"/>
    <w:rsid w:val="00091244"/>
    <w:rsid w:val="00091377"/>
    <w:rsid w:val="000917FD"/>
    <w:rsid w:val="00091839"/>
    <w:rsid w:val="00091996"/>
    <w:rsid w:val="00091BDF"/>
    <w:rsid w:val="00091CC9"/>
    <w:rsid w:val="00091CFD"/>
    <w:rsid w:val="00091D93"/>
    <w:rsid w:val="00091F23"/>
    <w:rsid w:val="00092332"/>
    <w:rsid w:val="0009280D"/>
    <w:rsid w:val="00092855"/>
    <w:rsid w:val="00092AF4"/>
    <w:rsid w:val="0009354F"/>
    <w:rsid w:val="000935F4"/>
    <w:rsid w:val="00093A86"/>
    <w:rsid w:val="00093D2F"/>
    <w:rsid w:val="00093E1D"/>
    <w:rsid w:val="0009420A"/>
    <w:rsid w:val="000945F7"/>
    <w:rsid w:val="00094694"/>
    <w:rsid w:val="00094B84"/>
    <w:rsid w:val="00094BB3"/>
    <w:rsid w:val="00094BCE"/>
    <w:rsid w:val="00094C4E"/>
    <w:rsid w:val="00094D4C"/>
    <w:rsid w:val="0009500B"/>
    <w:rsid w:val="0009565B"/>
    <w:rsid w:val="000958BB"/>
    <w:rsid w:val="0009597B"/>
    <w:rsid w:val="0009598E"/>
    <w:rsid w:val="00095CCC"/>
    <w:rsid w:val="00096103"/>
    <w:rsid w:val="00096304"/>
    <w:rsid w:val="000964D0"/>
    <w:rsid w:val="000967C5"/>
    <w:rsid w:val="00096810"/>
    <w:rsid w:val="00096C5D"/>
    <w:rsid w:val="00096CEB"/>
    <w:rsid w:val="00096E3B"/>
    <w:rsid w:val="00096FA5"/>
    <w:rsid w:val="000970EC"/>
    <w:rsid w:val="000975E4"/>
    <w:rsid w:val="000977C8"/>
    <w:rsid w:val="00097D3B"/>
    <w:rsid w:val="000A01DA"/>
    <w:rsid w:val="000A07F6"/>
    <w:rsid w:val="000A0AE1"/>
    <w:rsid w:val="000A1270"/>
    <w:rsid w:val="000A1424"/>
    <w:rsid w:val="000A1608"/>
    <w:rsid w:val="000A1731"/>
    <w:rsid w:val="000A1A35"/>
    <w:rsid w:val="000A209D"/>
    <w:rsid w:val="000A2170"/>
    <w:rsid w:val="000A2800"/>
    <w:rsid w:val="000A2CA0"/>
    <w:rsid w:val="000A2E70"/>
    <w:rsid w:val="000A33AC"/>
    <w:rsid w:val="000A356C"/>
    <w:rsid w:val="000A3987"/>
    <w:rsid w:val="000A3AFD"/>
    <w:rsid w:val="000A3B58"/>
    <w:rsid w:val="000A42EC"/>
    <w:rsid w:val="000A4718"/>
    <w:rsid w:val="000A4AA1"/>
    <w:rsid w:val="000A4BEC"/>
    <w:rsid w:val="000A4DB7"/>
    <w:rsid w:val="000A4DEE"/>
    <w:rsid w:val="000A5289"/>
    <w:rsid w:val="000A52D5"/>
    <w:rsid w:val="000A5443"/>
    <w:rsid w:val="000A5DDA"/>
    <w:rsid w:val="000A5F57"/>
    <w:rsid w:val="000A6039"/>
    <w:rsid w:val="000A64F9"/>
    <w:rsid w:val="000A677D"/>
    <w:rsid w:val="000A6B20"/>
    <w:rsid w:val="000A6D71"/>
    <w:rsid w:val="000A6EAA"/>
    <w:rsid w:val="000A7646"/>
    <w:rsid w:val="000A7A2C"/>
    <w:rsid w:val="000A7C33"/>
    <w:rsid w:val="000A7EE5"/>
    <w:rsid w:val="000B0066"/>
    <w:rsid w:val="000B013F"/>
    <w:rsid w:val="000B0243"/>
    <w:rsid w:val="000B1014"/>
    <w:rsid w:val="000B1113"/>
    <w:rsid w:val="000B15A1"/>
    <w:rsid w:val="000B220E"/>
    <w:rsid w:val="000B2245"/>
    <w:rsid w:val="000B2DBA"/>
    <w:rsid w:val="000B2E6D"/>
    <w:rsid w:val="000B32BA"/>
    <w:rsid w:val="000B33D7"/>
    <w:rsid w:val="000B33DC"/>
    <w:rsid w:val="000B36D8"/>
    <w:rsid w:val="000B3AAA"/>
    <w:rsid w:val="000B3B03"/>
    <w:rsid w:val="000B4394"/>
    <w:rsid w:val="000B43E6"/>
    <w:rsid w:val="000B55C2"/>
    <w:rsid w:val="000B5B87"/>
    <w:rsid w:val="000B651F"/>
    <w:rsid w:val="000B6D0E"/>
    <w:rsid w:val="000B752C"/>
    <w:rsid w:val="000B77EE"/>
    <w:rsid w:val="000C01D1"/>
    <w:rsid w:val="000C0271"/>
    <w:rsid w:val="000C0384"/>
    <w:rsid w:val="000C07FC"/>
    <w:rsid w:val="000C0965"/>
    <w:rsid w:val="000C0C9A"/>
    <w:rsid w:val="000C176C"/>
    <w:rsid w:val="000C2A74"/>
    <w:rsid w:val="000C2BE6"/>
    <w:rsid w:val="000C3596"/>
    <w:rsid w:val="000C3627"/>
    <w:rsid w:val="000C39C0"/>
    <w:rsid w:val="000C3B8F"/>
    <w:rsid w:val="000C3EF9"/>
    <w:rsid w:val="000C4020"/>
    <w:rsid w:val="000C40E5"/>
    <w:rsid w:val="000C41F5"/>
    <w:rsid w:val="000C420A"/>
    <w:rsid w:val="000C4556"/>
    <w:rsid w:val="000C4603"/>
    <w:rsid w:val="000C4735"/>
    <w:rsid w:val="000C4DE3"/>
    <w:rsid w:val="000C52DC"/>
    <w:rsid w:val="000C5D9F"/>
    <w:rsid w:val="000C692F"/>
    <w:rsid w:val="000C69A7"/>
    <w:rsid w:val="000C6C61"/>
    <w:rsid w:val="000C7280"/>
    <w:rsid w:val="000C74A8"/>
    <w:rsid w:val="000C753C"/>
    <w:rsid w:val="000C7768"/>
    <w:rsid w:val="000C7BE8"/>
    <w:rsid w:val="000C7CCD"/>
    <w:rsid w:val="000D01AD"/>
    <w:rsid w:val="000D1479"/>
    <w:rsid w:val="000D1608"/>
    <w:rsid w:val="000D162C"/>
    <w:rsid w:val="000D16BC"/>
    <w:rsid w:val="000D17D4"/>
    <w:rsid w:val="000D191B"/>
    <w:rsid w:val="000D1D72"/>
    <w:rsid w:val="000D2313"/>
    <w:rsid w:val="000D2747"/>
    <w:rsid w:val="000D2BCB"/>
    <w:rsid w:val="000D3575"/>
    <w:rsid w:val="000D35F1"/>
    <w:rsid w:val="000D4ABF"/>
    <w:rsid w:val="000D4FBD"/>
    <w:rsid w:val="000D5032"/>
    <w:rsid w:val="000D542A"/>
    <w:rsid w:val="000D5483"/>
    <w:rsid w:val="000D5713"/>
    <w:rsid w:val="000D57B3"/>
    <w:rsid w:val="000D59CA"/>
    <w:rsid w:val="000D5AC8"/>
    <w:rsid w:val="000D6496"/>
    <w:rsid w:val="000D66CD"/>
    <w:rsid w:val="000D67A8"/>
    <w:rsid w:val="000D67AD"/>
    <w:rsid w:val="000D689E"/>
    <w:rsid w:val="000D7290"/>
    <w:rsid w:val="000D7380"/>
    <w:rsid w:val="000D7699"/>
    <w:rsid w:val="000D77A3"/>
    <w:rsid w:val="000E0295"/>
    <w:rsid w:val="000E0391"/>
    <w:rsid w:val="000E0547"/>
    <w:rsid w:val="000E0887"/>
    <w:rsid w:val="000E0ACF"/>
    <w:rsid w:val="000E0E80"/>
    <w:rsid w:val="000E0F28"/>
    <w:rsid w:val="000E1551"/>
    <w:rsid w:val="000E1658"/>
    <w:rsid w:val="000E1CFC"/>
    <w:rsid w:val="000E249F"/>
    <w:rsid w:val="000E2A06"/>
    <w:rsid w:val="000E2C93"/>
    <w:rsid w:val="000E2EAF"/>
    <w:rsid w:val="000E30E3"/>
    <w:rsid w:val="000E36CD"/>
    <w:rsid w:val="000E3983"/>
    <w:rsid w:val="000E40F7"/>
    <w:rsid w:val="000E49FA"/>
    <w:rsid w:val="000E567A"/>
    <w:rsid w:val="000E5A63"/>
    <w:rsid w:val="000E5B5E"/>
    <w:rsid w:val="000E5F32"/>
    <w:rsid w:val="000E60F1"/>
    <w:rsid w:val="000E61E0"/>
    <w:rsid w:val="000E626E"/>
    <w:rsid w:val="000E62F3"/>
    <w:rsid w:val="000E6421"/>
    <w:rsid w:val="000E6481"/>
    <w:rsid w:val="000E71AE"/>
    <w:rsid w:val="000E783C"/>
    <w:rsid w:val="000E78BE"/>
    <w:rsid w:val="000E78FF"/>
    <w:rsid w:val="000E7AB9"/>
    <w:rsid w:val="000E7B8D"/>
    <w:rsid w:val="000F01F7"/>
    <w:rsid w:val="000F03DE"/>
    <w:rsid w:val="000F0511"/>
    <w:rsid w:val="000F12B4"/>
    <w:rsid w:val="000F1BD9"/>
    <w:rsid w:val="000F2116"/>
    <w:rsid w:val="000F2664"/>
    <w:rsid w:val="000F2763"/>
    <w:rsid w:val="000F29FB"/>
    <w:rsid w:val="000F2BBA"/>
    <w:rsid w:val="000F32C1"/>
    <w:rsid w:val="000F34FD"/>
    <w:rsid w:val="000F416B"/>
    <w:rsid w:val="000F573A"/>
    <w:rsid w:val="000F66FD"/>
    <w:rsid w:val="000F69EE"/>
    <w:rsid w:val="000F6E8D"/>
    <w:rsid w:val="000F6E9F"/>
    <w:rsid w:val="000F72A2"/>
    <w:rsid w:val="000F72BC"/>
    <w:rsid w:val="000F7335"/>
    <w:rsid w:val="000F76C8"/>
    <w:rsid w:val="000F782C"/>
    <w:rsid w:val="000F7B22"/>
    <w:rsid w:val="000F7DC2"/>
    <w:rsid w:val="000F7E08"/>
    <w:rsid w:val="0010008C"/>
    <w:rsid w:val="001000D3"/>
    <w:rsid w:val="001004FF"/>
    <w:rsid w:val="0010051C"/>
    <w:rsid w:val="00100555"/>
    <w:rsid w:val="00100603"/>
    <w:rsid w:val="00100E91"/>
    <w:rsid w:val="00100EA6"/>
    <w:rsid w:val="00100F78"/>
    <w:rsid w:val="00101088"/>
    <w:rsid w:val="0010136A"/>
    <w:rsid w:val="00101393"/>
    <w:rsid w:val="00101860"/>
    <w:rsid w:val="00101EAC"/>
    <w:rsid w:val="0010273A"/>
    <w:rsid w:val="00102AEE"/>
    <w:rsid w:val="00102B64"/>
    <w:rsid w:val="001031A7"/>
    <w:rsid w:val="00103474"/>
    <w:rsid w:val="001034A9"/>
    <w:rsid w:val="0010369D"/>
    <w:rsid w:val="00103908"/>
    <w:rsid w:val="00103929"/>
    <w:rsid w:val="00103ABE"/>
    <w:rsid w:val="00103F08"/>
    <w:rsid w:val="00104298"/>
    <w:rsid w:val="00104C61"/>
    <w:rsid w:val="00105028"/>
    <w:rsid w:val="001056C8"/>
    <w:rsid w:val="0010584A"/>
    <w:rsid w:val="00105C94"/>
    <w:rsid w:val="00105F42"/>
    <w:rsid w:val="001060AB"/>
    <w:rsid w:val="00106774"/>
    <w:rsid w:val="001069AD"/>
    <w:rsid w:val="00106BAA"/>
    <w:rsid w:val="0010703C"/>
    <w:rsid w:val="00107940"/>
    <w:rsid w:val="00107FD4"/>
    <w:rsid w:val="00110136"/>
    <w:rsid w:val="00110782"/>
    <w:rsid w:val="001119F5"/>
    <w:rsid w:val="001120C7"/>
    <w:rsid w:val="00112496"/>
    <w:rsid w:val="00112B05"/>
    <w:rsid w:val="00112B06"/>
    <w:rsid w:val="00112B39"/>
    <w:rsid w:val="00112E5C"/>
    <w:rsid w:val="00113341"/>
    <w:rsid w:val="001137BF"/>
    <w:rsid w:val="00113972"/>
    <w:rsid w:val="00113BBF"/>
    <w:rsid w:val="00113D88"/>
    <w:rsid w:val="001144A7"/>
    <w:rsid w:val="001147A3"/>
    <w:rsid w:val="00114889"/>
    <w:rsid w:val="0011499E"/>
    <w:rsid w:val="00114A3A"/>
    <w:rsid w:val="00115179"/>
    <w:rsid w:val="001151C5"/>
    <w:rsid w:val="00115307"/>
    <w:rsid w:val="001157BC"/>
    <w:rsid w:val="00116098"/>
    <w:rsid w:val="00116D53"/>
    <w:rsid w:val="0011707A"/>
    <w:rsid w:val="001172CA"/>
    <w:rsid w:val="0011730A"/>
    <w:rsid w:val="0011736A"/>
    <w:rsid w:val="001179CA"/>
    <w:rsid w:val="00120514"/>
    <w:rsid w:val="0012054C"/>
    <w:rsid w:val="001209F5"/>
    <w:rsid w:val="00120A52"/>
    <w:rsid w:val="001214F1"/>
    <w:rsid w:val="00121CFD"/>
    <w:rsid w:val="00121E46"/>
    <w:rsid w:val="00123463"/>
    <w:rsid w:val="0012367D"/>
    <w:rsid w:val="001237D4"/>
    <w:rsid w:val="00123977"/>
    <w:rsid w:val="00123B78"/>
    <w:rsid w:val="00123C05"/>
    <w:rsid w:val="00123E4B"/>
    <w:rsid w:val="001245E3"/>
    <w:rsid w:val="001246ED"/>
    <w:rsid w:val="00124878"/>
    <w:rsid w:val="00124CB0"/>
    <w:rsid w:val="00124E20"/>
    <w:rsid w:val="00125049"/>
    <w:rsid w:val="001250DB"/>
    <w:rsid w:val="0012549F"/>
    <w:rsid w:val="00125A34"/>
    <w:rsid w:val="00126856"/>
    <w:rsid w:val="001269B8"/>
    <w:rsid w:val="0012721E"/>
    <w:rsid w:val="0012734F"/>
    <w:rsid w:val="001274C1"/>
    <w:rsid w:val="0012770B"/>
    <w:rsid w:val="001278DD"/>
    <w:rsid w:val="00127B10"/>
    <w:rsid w:val="001302ED"/>
    <w:rsid w:val="001304B2"/>
    <w:rsid w:val="00130839"/>
    <w:rsid w:val="0013083A"/>
    <w:rsid w:val="00131CCF"/>
    <w:rsid w:val="00131D56"/>
    <w:rsid w:val="001321BB"/>
    <w:rsid w:val="0013287C"/>
    <w:rsid w:val="00132896"/>
    <w:rsid w:val="0013297C"/>
    <w:rsid w:val="00132B02"/>
    <w:rsid w:val="00132C06"/>
    <w:rsid w:val="0013300B"/>
    <w:rsid w:val="00133504"/>
    <w:rsid w:val="001337EA"/>
    <w:rsid w:val="00133DDE"/>
    <w:rsid w:val="00133F0E"/>
    <w:rsid w:val="0013409D"/>
    <w:rsid w:val="00134190"/>
    <w:rsid w:val="001341DC"/>
    <w:rsid w:val="00134289"/>
    <w:rsid w:val="00134B23"/>
    <w:rsid w:val="00134C4E"/>
    <w:rsid w:val="00134EAC"/>
    <w:rsid w:val="00134ED9"/>
    <w:rsid w:val="001352AC"/>
    <w:rsid w:val="00135A6E"/>
    <w:rsid w:val="00135DCE"/>
    <w:rsid w:val="00136346"/>
    <w:rsid w:val="0013646C"/>
    <w:rsid w:val="00136734"/>
    <w:rsid w:val="00137255"/>
    <w:rsid w:val="00137883"/>
    <w:rsid w:val="0013796D"/>
    <w:rsid w:val="00137A13"/>
    <w:rsid w:val="00137E9A"/>
    <w:rsid w:val="0014023D"/>
    <w:rsid w:val="0014092F"/>
    <w:rsid w:val="00140FAC"/>
    <w:rsid w:val="00141E06"/>
    <w:rsid w:val="0014240A"/>
    <w:rsid w:val="0014243F"/>
    <w:rsid w:val="00142BA0"/>
    <w:rsid w:val="00142C35"/>
    <w:rsid w:val="00142D95"/>
    <w:rsid w:val="00143009"/>
    <w:rsid w:val="001431BA"/>
    <w:rsid w:val="00143C24"/>
    <w:rsid w:val="00143F7E"/>
    <w:rsid w:val="0014442A"/>
    <w:rsid w:val="00144FBB"/>
    <w:rsid w:val="001452D8"/>
    <w:rsid w:val="00145787"/>
    <w:rsid w:val="00145FD7"/>
    <w:rsid w:val="001461EB"/>
    <w:rsid w:val="001462CE"/>
    <w:rsid w:val="00146564"/>
    <w:rsid w:val="00146888"/>
    <w:rsid w:val="00147101"/>
    <w:rsid w:val="001471EB"/>
    <w:rsid w:val="001474E0"/>
    <w:rsid w:val="00147B6F"/>
    <w:rsid w:val="00147CBA"/>
    <w:rsid w:val="001509E1"/>
    <w:rsid w:val="00150BE0"/>
    <w:rsid w:val="00151ADB"/>
    <w:rsid w:val="00151B9F"/>
    <w:rsid w:val="00151E3B"/>
    <w:rsid w:val="00152461"/>
    <w:rsid w:val="00152C49"/>
    <w:rsid w:val="00152D32"/>
    <w:rsid w:val="00152D72"/>
    <w:rsid w:val="00152F69"/>
    <w:rsid w:val="001534B8"/>
    <w:rsid w:val="001536BC"/>
    <w:rsid w:val="001541A0"/>
    <w:rsid w:val="00154285"/>
    <w:rsid w:val="001543E1"/>
    <w:rsid w:val="001546D4"/>
    <w:rsid w:val="00154FA2"/>
    <w:rsid w:val="001551E7"/>
    <w:rsid w:val="00155674"/>
    <w:rsid w:val="00155BAC"/>
    <w:rsid w:val="00155BEA"/>
    <w:rsid w:val="001562A8"/>
    <w:rsid w:val="00156308"/>
    <w:rsid w:val="001568A5"/>
    <w:rsid w:val="00157222"/>
    <w:rsid w:val="00157A61"/>
    <w:rsid w:val="00160A6D"/>
    <w:rsid w:val="00161A27"/>
    <w:rsid w:val="00161CDC"/>
    <w:rsid w:val="001621A5"/>
    <w:rsid w:val="00162257"/>
    <w:rsid w:val="00162724"/>
    <w:rsid w:val="0016336B"/>
    <w:rsid w:val="00163EE8"/>
    <w:rsid w:val="001640FD"/>
    <w:rsid w:val="00164218"/>
    <w:rsid w:val="00164258"/>
    <w:rsid w:val="00164685"/>
    <w:rsid w:val="00164795"/>
    <w:rsid w:val="001650C1"/>
    <w:rsid w:val="0016538C"/>
    <w:rsid w:val="0016589B"/>
    <w:rsid w:val="001658AE"/>
    <w:rsid w:val="00165D45"/>
    <w:rsid w:val="00165E1A"/>
    <w:rsid w:val="00165FEE"/>
    <w:rsid w:val="0016689C"/>
    <w:rsid w:val="00166D06"/>
    <w:rsid w:val="0016745C"/>
    <w:rsid w:val="001675E1"/>
    <w:rsid w:val="00170015"/>
    <w:rsid w:val="00170700"/>
    <w:rsid w:val="00170A5F"/>
    <w:rsid w:val="00170D2F"/>
    <w:rsid w:val="00170DE5"/>
    <w:rsid w:val="001715D0"/>
    <w:rsid w:val="00171748"/>
    <w:rsid w:val="00171D47"/>
    <w:rsid w:val="00171E16"/>
    <w:rsid w:val="00171F20"/>
    <w:rsid w:val="0017244B"/>
    <w:rsid w:val="00172919"/>
    <w:rsid w:val="00172DCD"/>
    <w:rsid w:val="00172DF5"/>
    <w:rsid w:val="00172FB2"/>
    <w:rsid w:val="001734B4"/>
    <w:rsid w:val="0017354F"/>
    <w:rsid w:val="00173591"/>
    <w:rsid w:val="00173A1A"/>
    <w:rsid w:val="00173D24"/>
    <w:rsid w:val="00173D80"/>
    <w:rsid w:val="00174000"/>
    <w:rsid w:val="00174232"/>
    <w:rsid w:val="001745DD"/>
    <w:rsid w:val="00174B55"/>
    <w:rsid w:val="00174D27"/>
    <w:rsid w:val="0017565E"/>
    <w:rsid w:val="00175B2F"/>
    <w:rsid w:val="00175BDC"/>
    <w:rsid w:val="00175ECB"/>
    <w:rsid w:val="00175F57"/>
    <w:rsid w:val="00176226"/>
    <w:rsid w:val="00176722"/>
    <w:rsid w:val="00176801"/>
    <w:rsid w:val="0017699B"/>
    <w:rsid w:val="001776CC"/>
    <w:rsid w:val="00177BBA"/>
    <w:rsid w:val="00177CAE"/>
    <w:rsid w:val="00177F9A"/>
    <w:rsid w:val="001804E2"/>
    <w:rsid w:val="00180D44"/>
    <w:rsid w:val="0018123B"/>
    <w:rsid w:val="00181862"/>
    <w:rsid w:val="00181D92"/>
    <w:rsid w:val="00182172"/>
    <w:rsid w:val="001823BF"/>
    <w:rsid w:val="00182890"/>
    <w:rsid w:val="00182AAB"/>
    <w:rsid w:val="00182D70"/>
    <w:rsid w:val="00183390"/>
    <w:rsid w:val="001833AD"/>
    <w:rsid w:val="00183B39"/>
    <w:rsid w:val="001841A0"/>
    <w:rsid w:val="001841B7"/>
    <w:rsid w:val="00184776"/>
    <w:rsid w:val="001849BD"/>
    <w:rsid w:val="00184D24"/>
    <w:rsid w:val="00185708"/>
    <w:rsid w:val="001858B2"/>
    <w:rsid w:val="00186241"/>
    <w:rsid w:val="00186B9B"/>
    <w:rsid w:val="00186DC5"/>
    <w:rsid w:val="001874D7"/>
    <w:rsid w:val="00187697"/>
    <w:rsid w:val="00187BD1"/>
    <w:rsid w:val="00187CC8"/>
    <w:rsid w:val="00190044"/>
    <w:rsid w:val="00190318"/>
    <w:rsid w:val="00190C5F"/>
    <w:rsid w:val="00190EF9"/>
    <w:rsid w:val="00190FAA"/>
    <w:rsid w:val="00191A4C"/>
    <w:rsid w:val="001920C1"/>
    <w:rsid w:val="001922F6"/>
    <w:rsid w:val="001926EE"/>
    <w:rsid w:val="001928F1"/>
    <w:rsid w:val="001932A9"/>
    <w:rsid w:val="0019337A"/>
    <w:rsid w:val="00193543"/>
    <w:rsid w:val="001938B0"/>
    <w:rsid w:val="001939DB"/>
    <w:rsid w:val="00193A45"/>
    <w:rsid w:val="0019414F"/>
    <w:rsid w:val="001942D9"/>
    <w:rsid w:val="00195173"/>
    <w:rsid w:val="0019586D"/>
    <w:rsid w:val="00195F5E"/>
    <w:rsid w:val="001960B2"/>
    <w:rsid w:val="001963E2"/>
    <w:rsid w:val="001974B2"/>
    <w:rsid w:val="00197590"/>
    <w:rsid w:val="001975FF"/>
    <w:rsid w:val="0019762B"/>
    <w:rsid w:val="0019763A"/>
    <w:rsid w:val="00197687"/>
    <w:rsid w:val="0019770C"/>
    <w:rsid w:val="00197A04"/>
    <w:rsid w:val="00197E28"/>
    <w:rsid w:val="001A025A"/>
    <w:rsid w:val="001A0C87"/>
    <w:rsid w:val="001A0CC3"/>
    <w:rsid w:val="001A0FF3"/>
    <w:rsid w:val="001A1735"/>
    <w:rsid w:val="001A1D4B"/>
    <w:rsid w:val="001A1E04"/>
    <w:rsid w:val="001A20D7"/>
    <w:rsid w:val="001A279C"/>
    <w:rsid w:val="001A3C73"/>
    <w:rsid w:val="001A3CFC"/>
    <w:rsid w:val="001A44D9"/>
    <w:rsid w:val="001A4B3D"/>
    <w:rsid w:val="001A5151"/>
    <w:rsid w:val="001A5536"/>
    <w:rsid w:val="001A562D"/>
    <w:rsid w:val="001A5700"/>
    <w:rsid w:val="001A5C9F"/>
    <w:rsid w:val="001A5E5D"/>
    <w:rsid w:val="001A61CA"/>
    <w:rsid w:val="001A72B0"/>
    <w:rsid w:val="001A72D2"/>
    <w:rsid w:val="001A7309"/>
    <w:rsid w:val="001A76A8"/>
    <w:rsid w:val="001A799A"/>
    <w:rsid w:val="001A7C02"/>
    <w:rsid w:val="001A7C05"/>
    <w:rsid w:val="001A7C83"/>
    <w:rsid w:val="001B02D7"/>
    <w:rsid w:val="001B03A0"/>
    <w:rsid w:val="001B0509"/>
    <w:rsid w:val="001B05B1"/>
    <w:rsid w:val="001B0D6A"/>
    <w:rsid w:val="001B152D"/>
    <w:rsid w:val="001B15E2"/>
    <w:rsid w:val="001B17A2"/>
    <w:rsid w:val="001B21C6"/>
    <w:rsid w:val="001B2F40"/>
    <w:rsid w:val="001B309F"/>
    <w:rsid w:val="001B31C1"/>
    <w:rsid w:val="001B31C3"/>
    <w:rsid w:val="001B324F"/>
    <w:rsid w:val="001B3729"/>
    <w:rsid w:val="001B410B"/>
    <w:rsid w:val="001B458E"/>
    <w:rsid w:val="001B5115"/>
    <w:rsid w:val="001B5245"/>
    <w:rsid w:val="001B59AD"/>
    <w:rsid w:val="001B6241"/>
    <w:rsid w:val="001B63EC"/>
    <w:rsid w:val="001B6724"/>
    <w:rsid w:val="001B68C0"/>
    <w:rsid w:val="001B7298"/>
    <w:rsid w:val="001B745F"/>
    <w:rsid w:val="001B7B59"/>
    <w:rsid w:val="001B7E07"/>
    <w:rsid w:val="001B7F7F"/>
    <w:rsid w:val="001C07B0"/>
    <w:rsid w:val="001C1080"/>
    <w:rsid w:val="001C108C"/>
    <w:rsid w:val="001C1694"/>
    <w:rsid w:val="001C19C2"/>
    <w:rsid w:val="001C1BFC"/>
    <w:rsid w:val="001C2150"/>
    <w:rsid w:val="001C234D"/>
    <w:rsid w:val="001C2468"/>
    <w:rsid w:val="001C2A03"/>
    <w:rsid w:val="001C2EDD"/>
    <w:rsid w:val="001C376A"/>
    <w:rsid w:val="001C3B6A"/>
    <w:rsid w:val="001C3DAF"/>
    <w:rsid w:val="001C401A"/>
    <w:rsid w:val="001C4080"/>
    <w:rsid w:val="001C4657"/>
    <w:rsid w:val="001C507B"/>
    <w:rsid w:val="001C555E"/>
    <w:rsid w:val="001C5BD5"/>
    <w:rsid w:val="001C5CC2"/>
    <w:rsid w:val="001C6211"/>
    <w:rsid w:val="001C6758"/>
    <w:rsid w:val="001C7104"/>
    <w:rsid w:val="001C7298"/>
    <w:rsid w:val="001C77CD"/>
    <w:rsid w:val="001C7883"/>
    <w:rsid w:val="001C7D44"/>
    <w:rsid w:val="001D06DD"/>
    <w:rsid w:val="001D0AE9"/>
    <w:rsid w:val="001D0E1B"/>
    <w:rsid w:val="001D0EC3"/>
    <w:rsid w:val="001D16DE"/>
    <w:rsid w:val="001D18A0"/>
    <w:rsid w:val="001D1A0A"/>
    <w:rsid w:val="001D1D6A"/>
    <w:rsid w:val="001D1FE7"/>
    <w:rsid w:val="001D2564"/>
    <w:rsid w:val="001D2668"/>
    <w:rsid w:val="001D26EE"/>
    <w:rsid w:val="001D3362"/>
    <w:rsid w:val="001D377C"/>
    <w:rsid w:val="001D3943"/>
    <w:rsid w:val="001D41C2"/>
    <w:rsid w:val="001D48A0"/>
    <w:rsid w:val="001D4A8E"/>
    <w:rsid w:val="001D4C1E"/>
    <w:rsid w:val="001D4D81"/>
    <w:rsid w:val="001D50EE"/>
    <w:rsid w:val="001D51E7"/>
    <w:rsid w:val="001D52A6"/>
    <w:rsid w:val="001D5753"/>
    <w:rsid w:val="001D5F5C"/>
    <w:rsid w:val="001D60BD"/>
    <w:rsid w:val="001D6199"/>
    <w:rsid w:val="001D67F1"/>
    <w:rsid w:val="001D6859"/>
    <w:rsid w:val="001D6966"/>
    <w:rsid w:val="001D6E05"/>
    <w:rsid w:val="001D70D4"/>
    <w:rsid w:val="001D7150"/>
    <w:rsid w:val="001D7216"/>
    <w:rsid w:val="001D787C"/>
    <w:rsid w:val="001D7EEF"/>
    <w:rsid w:val="001E0075"/>
    <w:rsid w:val="001E026D"/>
    <w:rsid w:val="001E02C2"/>
    <w:rsid w:val="001E0405"/>
    <w:rsid w:val="001E051A"/>
    <w:rsid w:val="001E0C71"/>
    <w:rsid w:val="001E12F9"/>
    <w:rsid w:val="001E1564"/>
    <w:rsid w:val="001E1596"/>
    <w:rsid w:val="001E1829"/>
    <w:rsid w:val="001E1E90"/>
    <w:rsid w:val="001E2351"/>
    <w:rsid w:val="001E2735"/>
    <w:rsid w:val="001E282F"/>
    <w:rsid w:val="001E28A9"/>
    <w:rsid w:val="001E300A"/>
    <w:rsid w:val="001E3105"/>
    <w:rsid w:val="001E3539"/>
    <w:rsid w:val="001E3DA2"/>
    <w:rsid w:val="001E3F68"/>
    <w:rsid w:val="001E40B7"/>
    <w:rsid w:val="001E40E6"/>
    <w:rsid w:val="001E454D"/>
    <w:rsid w:val="001E45CD"/>
    <w:rsid w:val="001E4C6A"/>
    <w:rsid w:val="001E4DE3"/>
    <w:rsid w:val="001E5A10"/>
    <w:rsid w:val="001E5AAE"/>
    <w:rsid w:val="001E5B49"/>
    <w:rsid w:val="001E5CFE"/>
    <w:rsid w:val="001E613E"/>
    <w:rsid w:val="001E67FE"/>
    <w:rsid w:val="001E68D6"/>
    <w:rsid w:val="001E6AE1"/>
    <w:rsid w:val="001E6C6A"/>
    <w:rsid w:val="001E7601"/>
    <w:rsid w:val="001E7B61"/>
    <w:rsid w:val="001E7DAE"/>
    <w:rsid w:val="001F02FA"/>
    <w:rsid w:val="001F0337"/>
    <w:rsid w:val="001F05E8"/>
    <w:rsid w:val="001F0CE9"/>
    <w:rsid w:val="001F0CFA"/>
    <w:rsid w:val="001F0D0A"/>
    <w:rsid w:val="001F1021"/>
    <w:rsid w:val="001F180C"/>
    <w:rsid w:val="001F1943"/>
    <w:rsid w:val="001F2210"/>
    <w:rsid w:val="001F23AB"/>
    <w:rsid w:val="001F2BBA"/>
    <w:rsid w:val="001F2D6F"/>
    <w:rsid w:val="001F2E0B"/>
    <w:rsid w:val="001F2EC3"/>
    <w:rsid w:val="001F2F37"/>
    <w:rsid w:val="001F31E2"/>
    <w:rsid w:val="001F3854"/>
    <w:rsid w:val="001F3A1B"/>
    <w:rsid w:val="001F4406"/>
    <w:rsid w:val="001F49B6"/>
    <w:rsid w:val="001F5639"/>
    <w:rsid w:val="001F5BC9"/>
    <w:rsid w:val="001F615D"/>
    <w:rsid w:val="001F6298"/>
    <w:rsid w:val="001F63FE"/>
    <w:rsid w:val="001F65AB"/>
    <w:rsid w:val="001F6A22"/>
    <w:rsid w:val="001F76A8"/>
    <w:rsid w:val="001F77D9"/>
    <w:rsid w:val="001F7B1A"/>
    <w:rsid w:val="001F7D57"/>
    <w:rsid w:val="00200352"/>
    <w:rsid w:val="002006A4"/>
    <w:rsid w:val="00200C43"/>
    <w:rsid w:val="00200CCB"/>
    <w:rsid w:val="002010CC"/>
    <w:rsid w:val="0020111E"/>
    <w:rsid w:val="0020124E"/>
    <w:rsid w:val="0020135F"/>
    <w:rsid w:val="00201385"/>
    <w:rsid w:val="00201757"/>
    <w:rsid w:val="00201DF3"/>
    <w:rsid w:val="00201E9D"/>
    <w:rsid w:val="00201EBD"/>
    <w:rsid w:val="002023BB"/>
    <w:rsid w:val="00202708"/>
    <w:rsid w:val="0020277F"/>
    <w:rsid w:val="002028E2"/>
    <w:rsid w:val="0020324D"/>
    <w:rsid w:val="00203505"/>
    <w:rsid w:val="002038EF"/>
    <w:rsid w:val="00203B9E"/>
    <w:rsid w:val="0020403C"/>
    <w:rsid w:val="00204092"/>
    <w:rsid w:val="00204BDD"/>
    <w:rsid w:val="0020592E"/>
    <w:rsid w:val="00205B1A"/>
    <w:rsid w:val="00205EDD"/>
    <w:rsid w:val="00205FFE"/>
    <w:rsid w:val="0020613B"/>
    <w:rsid w:val="0020673F"/>
    <w:rsid w:val="0020695A"/>
    <w:rsid w:val="00206C9B"/>
    <w:rsid w:val="00207531"/>
    <w:rsid w:val="00207B45"/>
    <w:rsid w:val="00207BA6"/>
    <w:rsid w:val="00207CED"/>
    <w:rsid w:val="00210015"/>
    <w:rsid w:val="00210BC8"/>
    <w:rsid w:val="00210E57"/>
    <w:rsid w:val="0021100C"/>
    <w:rsid w:val="0021124F"/>
    <w:rsid w:val="00211465"/>
    <w:rsid w:val="002115B0"/>
    <w:rsid w:val="002118D4"/>
    <w:rsid w:val="00211A91"/>
    <w:rsid w:val="00211AA3"/>
    <w:rsid w:val="00211B8A"/>
    <w:rsid w:val="00211BCA"/>
    <w:rsid w:val="00211D57"/>
    <w:rsid w:val="00211F3D"/>
    <w:rsid w:val="00211F52"/>
    <w:rsid w:val="002123BC"/>
    <w:rsid w:val="002123EB"/>
    <w:rsid w:val="0021293B"/>
    <w:rsid w:val="002134D3"/>
    <w:rsid w:val="00213DF0"/>
    <w:rsid w:val="0021410B"/>
    <w:rsid w:val="00214914"/>
    <w:rsid w:val="00214A2A"/>
    <w:rsid w:val="00214BFE"/>
    <w:rsid w:val="00215253"/>
    <w:rsid w:val="0021532D"/>
    <w:rsid w:val="002156E1"/>
    <w:rsid w:val="00215790"/>
    <w:rsid w:val="00215953"/>
    <w:rsid w:val="00215B46"/>
    <w:rsid w:val="00215DB2"/>
    <w:rsid w:val="002164BD"/>
    <w:rsid w:val="002169E1"/>
    <w:rsid w:val="00217409"/>
    <w:rsid w:val="00217531"/>
    <w:rsid w:val="00217871"/>
    <w:rsid w:val="00217C2D"/>
    <w:rsid w:val="00217C57"/>
    <w:rsid w:val="00217FA9"/>
    <w:rsid w:val="00220FEC"/>
    <w:rsid w:val="002219E3"/>
    <w:rsid w:val="00221B7B"/>
    <w:rsid w:val="00222077"/>
    <w:rsid w:val="00222587"/>
    <w:rsid w:val="00222D9E"/>
    <w:rsid w:val="00222E9E"/>
    <w:rsid w:val="00223422"/>
    <w:rsid w:val="00223A95"/>
    <w:rsid w:val="00223C22"/>
    <w:rsid w:val="00223CC3"/>
    <w:rsid w:val="002241B3"/>
    <w:rsid w:val="002243E8"/>
    <w:rsid w:val="00225013"/>
    <w:rsid w:val="002250C1"/>
    <w:rsid w:val="0022578A"/>
    <w:rsid w:val="00225916"/>
    <w:rsid w:val="00225D34"/>
    <w:rsid w:val="00225F62"/>
    <w:rsid w:val="002260BC"/>
    <w:rsid w:val="002267FE"/>
    <w:rsid w:val="00226BAA"/>
    <w:rsid w:val="00226BEE"/>
    <w:rsid w:val="002277D5"/>
    <w:rsid w:val="0022788D"/>
    <w:rsid w:val="00227968"/>
    <w:rsid w:val="00227C9D"/>
    <w:rsid w:val="00227D72"/>
    <w:rsid w:val="00231B85"/>
    <w:rsid w:val="00231C77"/>
    <w:rsid w:val="00231D0F"/>
    <w:rsid w:val="00231EC8"/>
    <w:rsid w:val="0023220E"/>
    <w:rsid w:val="002322C1"/>
    <w:rsid w:val="002325F6"/>
    <w:rsid w:val="00232A2B"/>
    <w:rsid w:val="00232ECF"/>
    <w:rsid w:val="00233003"/>
    <w:rsid w:val="002330DD"/>
    <w:rsid w:val="00233BB2"/>
    <w:rsid w:val="002342E9"/>
    <w:rsid w:val="0023499B"/>
    <w:rsid w:val="00234EEC"/>
    <w:rsid w:val="00235DB0"/>
    <w:rsid w:val="0023621B"/>
    <w:rsid w:val="0023647F"/>
    <w:rsid w:val="0023666B"/>
    <w:rsid w:val="00236DDA"/>
    <w:rsid w:val="002371EE"/>
    <w:rsid w:val="002377EA"/>
    <w:rsid w:val="00237DE8"/>
    <w:rsid w:val="00237FC7"/>
    <w:rsid w:val="002400A7"/>
    <w:rsid w:val="0024078B"/>
    <w:rsid w:val="00240BD1"/>
    <w:rsid w:val="00240CAF"/>
    <w:rsid w:val="00240E85"/>
    <w:rsid w:val="002414DF"/>
    <w:rsid w:val="0024160C"/>
    <w:rsid w:val="0024201D"/>
    <w:rsid w:val="00242026"/>
    <w:rsid w:val="00242067"/>
    <w:rsid w:val="002420C0"/>
    <w:rsid w:val="00242380"/>
    <w:rsid w:val="00242427"/>
    <w:rsid w:val="00242687"/>
    <w:rsid w:val="00243043"/>
    <w:rsid w:val="002431D3"/>
    <w:rsid w:val="0024362B"/>
    <w:rsid w:val="00243D4A"/>
    <w:rsid w:val="002447F4"/>
    <w:rsid w:val="00244CC1"/>
    <w:rsid w:val="002451BD"/>
    <w:rsid w:val="00245E09"/>
    <w:rsid w:val="00246174"/>
    <w:rsid w:val="00246579"/>
    <w:rsid w:val="00246A55"/>
    <w:rsid w:val="00246D65"/>
    <w:rsid w:val="00247565"/>
    <w:rsid w:val="00247C1E"/>
    <w:rsid w:val="002502EA"/>
    <w:rsid w:val="00250989"/>
    <w:rsid w:val="00251224"/>
    <w:rsid w:val="002513DA"/>
    <w:rsid w:val="00251B47"/>
    <w:rsid w:val="00252114"/>
    <w:rsid w:val="0025225D"/>
    <w:rsid w:val="0025241C"/>
    <w:rsid w:val="00252511"/>
    <w:rsid w:val="0025292B"/>
    <w:rsid w:val="00252B7B"/>
    <w:rsid w:val="00252BB0"/>
    <w:rsid w:val="002534BD"/>
    <w:rsid w:val="002537F3"/>
    <w:rsid w:val="00254B0B"/>
    <w:rsid w:val="00254C75"/>
    <w:rsid w:val="00254EE6"/>
    <w:rsid w:val="00255210"/>
    <w:rsid w:val="00255433"/>
    <w:rsid w:val="00255529"/>
    <w:rsid w:val="00255984"/>
    <w:rsid w:val="002559E3"/>
    <w:rsid w:val="00255A7B"/>
    <w:rsid w:val="00255AC8"/>
    <w:rsid w:val="00255B00"/>
    <w:rsid w:val="00256644"/>
    <w:rsid w:val="00257221"/>
    <w:rsid w:val="00257305"/>
    <w:rsid w:val="0025734D"/>
    <w:rsid w:val="00257722"/>
    <w:rsid w:val="00257973"/>
    <w:rsid w:val="00260506"/>
    <w:rsid w:val="002607A3"/>
    <w:rsid w:val="002607E4"/>
    <w:rsid w:val="002608DD"/>
    <w:rsid w:val="00260C78"/>
    <w:rsid w:val="00260D5D"/>
    <w:rsid w:val="00260D9A"/>
    <w:rsid w:val="00260F5D"/>
    <w:rsid w:val="002614DD"/>
    <w:rsid w:val="00261B2A"/>
    <w:rsid w:val="00261CA1"/>
    <w:rsid w:val="00262107"/>
    <w:rsid w:val="00262319"/>
    <w:rsid w:val="0026243C"/>
    <w:rsid w:val="002628E7"/>
    <w:rsid w:val="0026291A"/>
    <w:rsid w:val="00262E70"/>
    <w:rsid w:val="00263168"/>
    <w:rsid w:val="00263312"/>
    <w:rsid w:val="002633B5"/>
    <w:rsid w:val="0026344E"/>
    <w:rsid w:val="00264380"/>
    <w:rsid w:val="00264B44"/>
    <w:rsid w:val="00264BD9"/>
    <w:rsid w:val="00264BE0"/>
    <w:rsid w:val="00265386"/>
    <w:rsid w:val="002657BD"/>
    <w:rsid w:val="0026583F"/>
    <w:rsid w:val="00265A69"/>
    <w:rsid w:val="002662D6"/>
    <w:rsid w:val="00266763"/>
    <w:rsid w:val="00266865"/>
    <w:rsid w:val="00266D2F"/>
    <w:rsid w:val="00266E6D"/>
    <w:rsid w:val="00266F84"/>
    <w:rsid w:val="002670EF"/>
    <w:rsid w:val="002671CF"/>
    <w:rsid w:val="002675AD"/>
    <w:rsid w:val="00267AB9"/>
    <w:rsid w:val="00267B28"/>
    <w:rsid w:val="00267ED2"/>
    <w:rsid w:val="00267FF4"/>
    <w:rsid w:val="002700D2"/>
    <w:rsid w:val="00270335"/>
    <w:rsid w:val="0027068F"/>
    <w:rsid w:val="00270868"/>
    <w:rsid w:val="00270A69"/>
    <w:rsid w:val="00271A39"/>
    <w:rsid w:val="00271BAE"/>
    <w:rsid w:val="00271C4E"/>
    <w:rsid w:val="00271EB5"/>
    <w:rsid w:val="00271F4D"/>
    <w:rsid w:val="00272DA7"/>
    <w:rsid w:val="00272E77"/>
    <w:rsid w:val="0027332D"/>
    <w:rsid w:val="00273518"/>
    <w:rsid w:val="002736A1"/>
    <w:rsid w:val="00273769"/>
    <w:rsid w:val="00273C76"/>
    <w:rsid w:val="00273D17"/>
    <w:rsid w:val="00273D2D"/>
    <w:rsid w:val="002741F4"/>
    <w:rsid w:val="0027423C"/>
    <w:rsid w:val="00274918"/>
    <w:rsid w:val="00274C7C"/>
    <w:rsid w:val="00274D23"/>
    <w:rsid w:val="00274EC5"/>
    <w:rsid w:val="00274F40"/>
    <w:rsid w:val="00275407"/>
    <w:rsid w:val="002754FE"/>
    <w:rsid w:val="0027579C"/>
    <w:rsid w:val="00275906"/>
    <w:rsid w:val="00275BD9"/>
    <w:rsid w:val="00275BFF"/>
    <w:rsid w:val="00275DF2"/>
    <w:rsid w:val="00276019"/>
    <w:rsid w:val="00276156"/>
    <w:rsid w:val="002762FD"/>
    <w:rsid w:val="002769B9"/>
    <w:rsid w:val="00276DA5"/>
    <w:rsid w:val="00276E1A"/>
    <w:rsid w:val="00276E81"/>
    <w:rsid w:val="0027752D"/>
    <w:rsid w:val="00277531"/>
    <w:rsid w:val="00277FCB"/>
    <w:rsid w:val="0028075B"/>
    <w:rsid w:val="00280BFC"/>
    <w:rsid w:val="00280D6F"/>
    <w:rsid w:val="00281149"/>
    <w:rsid w:val="00281223"/>
    <w:rsid w:val="00281460"/>
    <w:rsid w:val="00281510"/>
    <w:rsid w:val="00281847"/>
    <w:rsid w:val="00281ACC"/>
    <w:rsid w:val="00282140"/>
    <w:rsid w:val="00282698"/>
    <w:rsid w:val="002826D6"/>
    <w:rsid w:val="00282C8B"/>
    <w:rsid w:val="00282D4A"/>
    <w:rsid w:val="00282D7B"/>
    <w:rsid w:val="0028313A"/>
    <w:rsid w:val="00283160"/>
    <w:rsid w:val="002831EC"/>
    <w:rsid w:val="00283375"/>
    <w:rsid w:val="00283743"/>
    <w:rsid w:val="00283D54"/>
    <w:rsid w:val="00283FDA"/>
    <w:rsid w:val="00284412"/>
    <w:rsid w:val="00284794"/>
    <w:rsid w:val="002848A0"/>
    <w:rsid w:val="00284964"/>
    <w:rsid w:val="00285218"/>
    <w:rsid w:val="00285440"/>
    <w:rsid w:val="0028544B"/>
    <w:rsid w:val="002854D6"/>
    <w:rsid w:val="00285601"/>
    <w:rsid w:val="002860DC"/>
    <w:rsid w:val="00286189"/>
    <w:rsid w:val="00286264"/>
    <w:rsid w:val="00286795"/>
    <w:rsid w:val="002867BE"/>
    <w:rsid w:val="00286A32"/>
    <w:rsid w:val="00286AE5"/>
    <w:rsid w:val="00286AE8"/>
    <w:rsid w:val="002877C1"/>
    <w:rsid w:val="002878F2"/>
    <w:rsid w:val="0028793E"/>
    <w:rsid w:val="002879FD"/>
    <w:rsid w:val="00287B1D"/>
    <w:rsid w:val="00287E01"/>
    <w:rsid w:val="0029034E"/>
    <w:rsid w:val="00290963"/>
    <w:rsid w:val="00290D15"/>
    <w:rsid w:val="0029109C"/>
    <w:rsid w:val="00291531"/>
    <w:rsid w:val="0029177D"/>
    <w:rsid w:val="00291A57"/>
    <w:rsid w:val="00291AC8"/>
    <w:rsid w:val="00291DD2"/>
    <w:rsid w:val="002927B7"/>
    <w:rsid w:val="00292953"/>
    <w:rsid w:val="002930E6"/>
    <w:rsid w:val="00293511"/>
    <w:rsid w:val="00293590"/>
    <w:rsid w:val="0029373D"/>
    <w:rsid w:val="00293824"/>
    <w:rsid w:val="002938FF"/>
    <w:rsid w:val="00293AE6"/>
    <w:rsid w:val="0029417C"/>
    <w:rsid w:val="0029525A"/>
    <w:rsid w:val="00295954"/>
    <w:rsid w:val="00295A81"/>
    <w:rsid w:val="00295AAD"/>
    <w:rsid w:val="00295C61"/>
    <w:rsid w:val="00295D80"/>
    <w:rsid w:val="00295D92"/>
    <w:rsid w:val="0029662B"/>
    <w:rsid w:val="00296848"/>
    <w:rsid w:val="002968EF"/>
    <w:rsid w:val="0029691A"/>
    <w:rsid w:val="00296E52"/>
    <w:rsid w:val="00296EC8"/>
    <w:rsid w:val="00297011"/>
    <w:rsid w:val="00297033"/>
    <w:rsid w:val="002979A6"/>
    <w:rsid w:val="00297AD3"/>
    <w:rsid w:val="00297CD6"/>
    <w:rsid w:val="00297EF0"/>
    <w:rsid w:val="00297F3F"/>
    <w:rsid w:val="002A000E"/>
    <w:rsid w:val="002A0097"/>
    <w:rsid w:val="002A0156"/>
    <w:rsid w:val="002A05F0"/>
    <w:rsid w:val="002A0634"/>
    <w:rsid w:val="002A0DE6"/>
    <w:rsid w:val="002A1307"/>
    <w:rsid w:val="002A13B0"/>
    <w:rsid w:val="002A14CD"/>
    <w:rsid w:val="002A1B0A"/>
    <w:rsid w:val="002A1CAA"/>
    <w:rsid w:val="002A23A5"/>
    <w:rsid w:val="002A241F"/>
    <w:rsid w:val="002A25E7"/>
    <w:rsid w:val="002A2A27"/>
    <w:rsid w:val="002A35CD"/>
    <w:rsid w:val="002A4058"/>
    <w:rsid w:val="002A40FF"/>
    <w:rsid w:val="002A4747"/>
    <w:rsid w:val="002A4766"/>
    <w:rsid w:val="002A4B4A"/>
    <w:rsid w:val="002A4B7B"/>
    <w:rsid w:val="002A51FE"/>
    <w:rsid w:val="002A5B0E"/>
    <w:rsid w:val="002A5B22"/>
    <w:rsid w:val="002A5E20"/>
    <w:rsid w:val="002A5E6F"/>
    <w:rsid w:val="002A69A5"/>
    <w:rsid w:val="002A6EC0"/>
    <w:rsid w:val="002A70B1"/>
    <w:rsid w:val="002A7123"/>
    <w:rsid w:val="002A748E"/>
    <w:rsid w:val="002A7734"/>
    <w:rsid w:val="002A7BED"/>
    <w:rsid w:val="002A7DC7"/>
    <w:rsid w:val="002A7F48"/>
    <w:rsid w:val="002B03F1"/>
    <w:rsid w:val="002B1003"/>
    <w:rsid w:val="002B12A5"/>
    <w:rsid w:val="002B142D"/>
    <w:rsid w:val="002B166A"/>
    <w:rsid w:val="002B21CF"/>
    <w:rsid w:val="002B2958"/>
    <w:rsid w:val="002B318E"/>
    <w:rsid w:val="002B3E4C"/>
    <w:rsid w:val="002B4060"/>
    <w:rsid w:val="002B406B"/>
    <w:rsid w:val="002B45AB"/>
    <w:rsid w:val="002B45B6"/>
    <w:rsid w:val="002B497E"/>
    <w:rsid w:val="002B4DDB"/>
    <w:rsid w:val="002B4FC0"/>
    <w:rsid w:val="002B51BD"/>
    <w:rsid w:val="002B53E6"/>
    <w:rsid w:val="002B587D"/>
    <w:rsid w:val="002B5950"/>
    <w:rsid w:val="002B599F"/>
    <w:rsid w:val="002B5BF7"/>
    <w:rsid w:val="002B62A4"/>
    <w:rsid w:val="002B641F"/>
    <w:rsid w:val="002B65F7"/>
    <w:rsid w:val="002B6611"/>
    <w:rsid w:val="002B6964"/>
    <w:rsid w:val="002B69E5"/>
    <w:rsid w:val="002B6C06"/>
    <w:rsid w:val="002B7178"/>
    <w:rsid w:val="002B7447"/>
    <w:rsid w:val="002B779B"/>
    <w:rsid w:val="002B7827"/>
    <w:rsid w:val="002B796A"/>
    <w:rsid w:val="002B7CE0"/>
    <w:rsid w:val="002B7FA9"/>
    <w:rsid w:val="002B7FF6"/>
    <w:rsid w:val="002C0342"/>
    <w:rsid w:val="002C0583"/>
    <w:rsid w:val="002C05D5"/>
    <w:rsid w:val="002C09F4"/>
    <w:rsid w:val="002C0A36"/>
    <w:rsid w:val="002C0BCD"/>
    <w:rsid w:val="002C0BEB"/>
    <w:rsid w:val="002C0D8D"/>
    <w:rsid w:val="002C0FE2"/>
    <w:rsid w:val="002C1899"/>
    <w:rsid w:val="002C1C3A"/>
    <w:rsid w:val="002C1D25"/>
    <w:rsid w:val="002C2242"/>
    <w:rsid w:val="002C2272"/>
    <w:rsid w:val="002C2B7E"/>
    <w:rsid w:val="002C2CAB"/>
    <w:rsid w:val="002C3072"/>
    <w:rsid w:val="002C3201"/>
    <w:rsid w:val="002C32A0"/>
    <w:rsid w:val="002C3624"/>
    <w:rsid w:val="002C3E42"/>
    <w:rsid w:val="002C3F27"/>
    <w:rsid w:val="002C42B7"/>
    <w:rsid w:val="002C46BD"/>
    <w:rsid w:val="002C4804"/>
    <w:rsid w:val="002C4B07"/>
    <w:rsid w:val="002C4D2C"/>
    <w:rsid w:val="002C4DA9"/>
    <w:rsid w:val="002C53AB"/>
    <w:rsid w:val="002C57B6"/>
    <w:rsid w:val="002C6086"/>
    <w:rsid w:val="002C6252"/>
    <w:rsid w:val="002C6297"/>
    <w:rsid w:val="002C658F"/>
    <w:rsid w:val="002C6724"/>
    <w:rsid w:val="002C6F2A"/>
    <w:rsid w:val="002C7064"/>
    <w:rsid w:val="002C73D1"/>
    <w:rsid w:val="002C7749"/>
    <w:rsid w:val="002C7A0A"/>
    <w:rsid w:val="002C7C95"/>
    <w:rsid w:val="002C7FAB"/>
    <w:rsid w:val="002D00FF"/>
    <w:rsid w:val="002D05F4"/>
    <w:rsid w:val="002D0957"/>
    <w:rsid w:val="002D09D1"/>
    <w:rsid w:val="002D09DB"/>
    <w:rsid w:val="002D0E84"/>
    <w:rsid w:val="002D17C3"/>
    <w:rsid w:val="002D1D6F"/>
    <w:rsid w:val="002D203C"/>
    <w:rsid w:val="002D2C31"/>
    <w:rsid w:val="002D2E48"/>
    <w:rsid w:val="002D30BE"/>
    <w:rsid w:val="002D31F3"/>
    <w:rsid w:val="002D35C3"/>
    <w:rsid w:val="002D35FE"/>
    <w:rsid w:val="002D3844"/>
    <w:rsid w:val="002D3A2D"/>
    <w:rsid w:val="002D42AA"/>
    <w:rsid w:val="002D4382"/>
    <w:rsid w:val="002D455D"/>
    <w:rsid w:val="002D4615"/>
    <w:rsid w:val="002D475A"/>
    <w:rsid w:val="002D48D8"/>
    <w:rsid w:val="002D4F9C"/>
    <w:rsid w:val="002D4FAC"/>
    <w:rsid w:val="002D5119"/>
    <w:rsid w:val="002D5D80"/>
    <w:rsid w:val="002D6B18"/>
    <w:rsid w:val="002D717A"/>
    <w:rsid w:val="002D758A"/>
    <w:rsid w:val="002D7A4C"/>
    <w:rsid w:val="002D7DDB"/>
    <w:rsid w:val="002E029E"/>
    <w:rsid w:val="002E0675"/>
    <w:rsid w:val="002E0789"/>
    <w:rsid w:val="002E0806"/>
    <w:rsid w:val="002E097C"/>
    <w:rsid w:val="002E0F69"/>
    <w:rsid w:val="002E10C4"/>
    <w:rsid w:val="002E177E"/>
    <w:rsid w:val="002E18FD"/>
    <w:rsid w:val="002E19D8"/>
    <w:rsid w:val="002E1D3D"/>
    <w:rsid w:val="002E299F"/>
    <w:rsid w:val="002E29CD"/>
    <w:rsid w:val="002E3450"/>
    <w:rsid w:val="002E35E8"/>
    <w:rsid w:val="002E3EBB"/>
    <w:rsid w:val="002E4111"/>
    <w:rsid w:val="002E4543"/>
    <w:rsid w:val="002E4709"/>
    <w:rsid w:val="002E4C5C"/>
    <w:rsid w:val="002E50E2"/>
    <w:rsid w:val="002E520E"/>
    <w:rsid w:val="002E54FE"/>
    <w:rsid w:val="002E5567"/>
    <w:rsid w:val="002E5BA5"/>
    <w:rsid w:val="002E5BEB"/>
    <w:rsid w:val="002E5E31"/>
    <w:rsid w:val="002E6223"/>
    <w:rsid w:val="002E651D"/>
    <w:rsid w:val="002E6856"/>
    <w:rsid w:val="002E6982"/>
    <w:rsid w:val="002E69EE"/>
    <w:rsid w:val="002E6A5D"/>
    <w:rsid w:val="002E70B3"/>
    <w:rsid w:val="002E724A"/>
    <w:rsid w:val="002E7BD3"/>
    <w:rsid w:val="002F004D"/>
    <w:rsid w:val="002F0F67"/>
    <w:rsid w:val="002F101B"/>
    <w:rsid w:val="002F1621"/>
    <w:rsid w:val="002F168F"/>
    <w:rsid w:val="002F1D48"/>
    <w:rsid w:val="002F2049"/>
    <w:rsid w:val="002F298A"/>
    <w:rsid w:val="002F3433"/>
    <w:rsid w:val="002F361F"/>
    <w:rsid w:val="002F387D"/>
    <w:rsid w:val="002F3896"/>
    <w:rsid w:val="002F3B0A"/>
    <w:rsid w:val="002F439E"/>
    <w:rsid w:val="002F56A6"/>
    <w:rsid w:val="002F59B3"/>
    <w:rsid w:val="002F5EBD"/>
    <w:rsid w:val="002F60CB"/>
    <w:rsid w:val="002F6982"/>
    <w:rsid w:val="002F710E"/>
    <w:rsid w:val="002F7B20"/>
    <w:rsid w:val="002F7E3D"/>
    <w:rsid w:val="002F7F86"/>
    <w:rsid w:val="0030004B"/>
    <w:rsid w:val="00300573"/>
    <w:rsid w:val="00300EB1"/>
    <w:rsid w:val="00301636"/>
    <w:rsid w:val="00301953"/>
    <w:rsid w:val="00301D52"/>
    <w:rsid w:val="00302084"/>
    <w:rsid w:val="00302673"/>
    <w:rsid w:val="00302FCC"/>
    <w:rsid w:val="00303651"/>
    <w:rsid w:val="003036D1"/>
    <w:rsid w:val="00303A21"/>
    <w:rsid w:val="00304143"/>
    <w:rsid w:val="00304854"/>
    <w:rsid w:val="00304A15"/>
    <w:rsid w:val="00304A46"/>
    <w:rsid w:val="00305482"/>
    <w:rsid w:val="00306215"/>
    <w:rsid w:val="003066FA"/>
    <w:rsid w:val="00307027"/>
    <w:rsid w:val="00307538"/>
    <w:rsid w:val="00307A6B"/>
    <w:rsid w:val="0031057F"/>
    <w:rsid w:val="003106D5"/>
    <w:rsid w:val="00310A52"/>
    <w:rsid w:val="0031153D"/>
    <w:rsid w:val="0031195D"/>
    <w:rsid w:val="00311A3A"/>
    <w:rsid w:val="00311C9F"/>
    <w:rsid w:val="00312407"/>
    <w:rsid w:val="0031260E"/>
    <w:rsid w:val="003128E1"/>
    <w:rsid w:val="0031322D"/>
    <w:rsid w:val="0031335A"/>
    <w:rsid w:val="00313674"/>
    <w:rsid w:val="00313978"/>
    <w:rsid w:val="00313F82"/>
    <w:rsid w:val="00314046"/>
    <w:rsid w:val="0031419F"/>
    <w:rsid w:val="00314B5F"/>
    <w:rsid w:val="00314C22"/>
    <w:rsid w:val="00314C4B"/>
    <w:rsid w:val="00314CAE"/>
    <w:rsid w:val="00314EC3"/>
    <w:rsid w:val="00315056"/>
    <w:rsid w:val="003153E9"/>
    <w:rsid w:val="00315AA7"/>
    <w:rsid w:val="003160E6"/>
    <w:rsid w:val="00316F54"/>
    <w:rsid w:val="003171D5"/>
    <w:rsid w:val="00317391"/>
    <w:rsid w:val="00317D3B"/>
    <w:rsid w:val="00317F0D"/>
    <w:rsid w:val="00320903"/>
    <w:rsid w:val="00320BC8"/>
    <w:rsid w:val="00320D79"/>
    <w:rsid w:val="00320DB9"/>
    <w:rsid w:val="0032159C"/>
    <w:rsid w:val="003224C8"/>
    <w:rsid w:val="0032253A"/>
    <w:rsid w:val="00322A1D"/>
    <w:rsid w:val="0032390C"/>
    <w:rsid w:val="0032395A"/>
    <w:rsid w:val="00323F12"/>
    <w:rsid w:val="003246DC"/>
    <w:rsid w:val="00324AAB"/>
    <w:rsid w:val="00324B02"/>
    <w:rsid w:val="00324F04"/>
    <w:rsid w:val="00325399"/>
    <w:rsid w:val="00325458"/>
    <w:rsid w:val="00325BBC"/>
    <w:rsid w:val="00326068"/>
    <w:rsid w:val="003260D2"/>
    <w:rsid w:val="0032620F"/>
    <w:rsid w:val="00326325"/>
    <w:rsid w:val="00326500"/>
    <w:rsid w:val="00326523"/>
    <w:rsid w:val="0032664E"/>
    <w:rsid w:val="0032666D"/>
    <w:rsid w:val="00326A87"/>
    <w:rsid w:val="00327191"/>
    <w:rsid w:val="003271C3"/>
    <w:rsid w:val="0032728A"/>
    <w:rsid w:val="003272F2"/>
    <w:rsid w:val="003277AC"/>
    <w:rsid w:val="00327853"/>
    <w:rsid w:val="00327896"/>
    <w:rsid w:val="0032797A"/>
    <w:rsid w:val="00327C8B"/>
    <w:rsid w:val="003308D0"/>
    <w:rsid w:val="0033090D"/>
    <w:rsid w:val="00330AB9"/>
    <w:rsid w:val="00330CD8"/>
    <w:rsid w:val="00331175"/>
    <w:rsid w:val="003315F6"/>
    <w:rsid w:val="00331813"/>
    <w:rsid w:val="00331DB0"/>
    <w:rsid w:val="0033207D"/>
    <w:rsid w:val="003328DC"/>
    <w:rsid w:val="00332A83"/>
    <w:rsid w:val="00332C34"/>
    <w:rsid w:val="00332E9B"/>
    <w:rsid w:val="00333067"/>
    <w:rsid w:val="00333455"/>
    <w:rsid w:val="003339D4"/>
    <w:rsid w:val="00333F34"/>
    <w:rsid w:val="00333FCC"/>
    <w:rsid w:val="003341F0"/>
    <w:rsid w:val="003344B6"/>
    <w:rsid w:val="003344E0"/>
    <w:rsid w:val="00334620"/>
    <w:rsid w:val="00334623"/>
    <w:rsid w:val="00334C74"/>
    <w:rsid w:val="00334CE1"/>
    <w:rsid w:val="00335189"/>
    <w:rsid w:val="00335C41"/>
    <w:rsid w:val="00335EF0"/>
    <w:rsid w:val="00336193"/>
    <w:rsid w:val="00336802"/>
    <w:rsid w:val="0033737F"/>
    <w:rsid w:val="00340052"/>
    <w:rsid w:val="0034006D"/>
    <w:rsid w:val="0034036D"/>
    <w:rsid w:val="00340A43"/>
    <w:rsid w:val="00341377"/>
    <w:rsid w:val="00341669"/>
    <w:rsid w:val="00341884"/>
    <w:rsid w:val="00341D45"/>
    <w:rsid w:val="00342550"/>
    <w:rsid w:val="003426BF"/>
    <w:rsid w:val="0034286E"/>
    <w:rsid w:val="0034301C"/>
    <w:rsid w:val="00343A48"/>
    <w:rsid w:val="00343FF8"/>
    <w:rsid w:val="003443F4"/>
    <w:rsid w:val="00344474"/>
    <w:rsid w:val="003445F2"/>
    <w:rsid w:val="00344B48"/>
    <w:rsid w:val="0034514B"/>
    <w:rsid w:val="00345644"/>
    <w:rsid w:val="00345ADA"/>
    <w:rsid w:val="00345D0D"/>
    <w:rsid w:val="00345FAC"/>
    <w:rsid w:val="00346221"/>
    <w:rsid w:val="00346DCD"/>
    <w:rsid w:val="0034745B"/>
    <w:rsid w:val="0035031F"/>
    <w:rsid w:val="0035059A"/>
    <w:rsid w:val="00350602"/>
    <w:rsid w:val="003511BB"/>
    <w:rsid w:val="0035144B"/>
    <w:rsid w:val="003515A0"/>
    <w:rsid w:val="00351703"/>
    <w:rsid w:val="00352028"/>
    <w:rsid w:val="003524A0"/>
    <w:rsid w:val="00352599"/>
    <w:rsid w:val="003530F1"/>
    <w:rsid w:val="00353428"/>
    <w:rsid w:val="00353908"/>
    <w:rsid w:val="00353A17"/>
    <w:rsid w:val="00353BD3"/>
    <w:rsid w:val="00353BD4"/>
    <w:rsid w:val="00353CFE"/>
    <w:rsid w:val="003543C3"/>
    <w:rsid w:val="0035456F"/>
    <w:rsid w:val="00354E0D"/>
    <w:rsid w:val="00355237"/>
    <w:rsid w:val="003557CD"/>
    <w:rsid w:val="003558A5"/>
    <w:rsid w:val="00355966"/>
    <w:rsid w:val="00355AD4"/>
    <w:rsid w:val="00356588"/>
    <w:rsid w:val="00356864"/>
    <w:rsid w:val="00356E4C"/>
    <w:rsid w:val="00356EE6"/>
    <w:rsid w:val="00357134"/>
    <w:rsid w:val="0035732F"/>
    <w:rsid w:val="00357670"/>
    <w:rsid w:val="00357890"/>
    <w:rsid w:val="00357BF7"/>
    <w:rsid w:val="00357DC6"/>
    <w:rsid w:val="003601D7"/>
    <w:rsid w:val="00360336"/>
    <w:rsid w:val="003607DB"/>
    <w:rsid w:val="003609E2"/>
    <w:rsid w:val="00360DCB"/>
    <w:rsid w:val="003614B2"/>
    <w:rsid w:val="0036293C"/>
    <w:rsid w:val="00362E02"/>
    <w:rsid w:val="003635CB"/>
    <w:rsid w:val="003635E5"/>
    <w:rsid w:val="00363959"/>
    <w:rsid w:val="00363BC9"/>
    <w:rsid w:val="00363EC3"/>
    <w:rsid w:val="003648C0"/>
    <w:rsid w:val="003648F4"/>
    <w:rsid w:val="00364CD3"/>
    <w:rsid w:val="00364E2E"/>
    <w:rsid w:val="00364ECA"/>
    <w:rsid w:val="00364FFB"/>
    <w:rsid w:val="003652AD"/>
    <w:rsid w:val="00365482"/>
    <w:rsid w:val="00365A01"/>
    <w:rsid w:val="00365AA2"/>
    <w:rsid w:val="00365DAB"/>
    <w:rsid w:val="00365E4F"/>
    <w:rsid w:val="003662B3"/>
    <w:rsid w:val="0036670F"/>
    <w:rsid w:val="00366997"/>
    <w:rsid w:val="00366E79"/>
    <w:rsid w:val="003674FE"/>
    <w:rsid w:val="0036795D"/>
    <w:rsid w:val="00367A61"/>
    <w:rsid w:val="00367C74"/>
    <w:rsid w:val="00367D76"/>
    <w:rsid w:val="003705CE"/>
    <w:rsid w:val="0037093D"/>
    <w:rsid w:val="00370F09"/>
    <w:rsid w:val="00371507"/>
    <w:rsid w:val="003720D7"/>
    <w:rsid w:val="0037229C"/>
    <w:rsid w:val="00372727"/>
    <w:rsid w:val="00372D2C"/>
    <w:rsid w:val="00372E3E"/>
    <w:rsid w:val="00372E55"/>
    <w:rsid w:val="003731B1"/>
    <w:rsid w:val="003731D8"/>
    <w:rsid w:val="00373342"/>
    <w:rsid w:val="00373B0C"/>
    <w:rsid w:val="00373DF7"/>
    <w:rsid w:val="00374637"/>
    <w:rsid w:val="0037469F"/>
    <w:rsid w:val="00374733"/>
    <w:rsid w:val="003747DF"/>
    <w:rsid w:val="003747E8"/>
    <w:rsid w:val="0037484A"/>
    <w:rsid w:val="003748B3"/>
    <w:rsid w:val="00374EEF"/>
    <w:rsid w:val="00374F37"/>
    <w:rsid w:val="00375008"/>
    <w:rsid w:val="003750D9"/>
    <w:rsid w:val="00375325"/>
    <w:rsid w:val="00375534"/>
    <w:rsid w:val="003756E0"/>
    <w:rsid w:val="00375C8E"/>
    <w:rsid w:val="00375F78"/>
    <w:rsid w:val="00376172"/>
    <w:rsid w:val="003765BC"/>
    <w:rsid w:val="0037705A"/>
    <w:rsid w:val="00377096"/>
    <w:rsid w:val="003770C3"/>
    <w:rsid w:val="00377A6E"/>
    <w:rsid w:val="00377D2A"/>
    <w:rsid w:val="00380518"/>
    <w:rsid w:val="0038062F"/>
    <w:rsid w:val="00380A0E"/>
    <w:rsid w:val="00380AD8"/>
    <w:rsid w:val="003810C4"/>
    <w:rsid w:val="0038153E"/>
    <w:rsid w:val="00381802"/>
    <w:rsid w:val="00381B7C"/>
    <w:rsid w:val="00381BEB"/>
    <w:rsid w:val="00381E85"/>
    <w:rsid w:val="00381EF0"/>
    <w:rsid w:val="00381F3F"/>
    <w:rsid w:val="00381F99"/>
    <w:rsid w:val="0038206E"/>
    <w:rsid w:val="0038236F"/>
    <w:rsid w:val="00382449"/>
    <w:rsid w:val="00382509"/>
    <w:rsid w:val="00382B94"/>
    <w:rsid w:val="00382DAE"/>
    <w:rsid w:val="00383212"/>
    <w:rsid w:val="0038378D"/>
    <w:rsid w:val="00383878"/>
    <w:rsid w:val="003849D6"/>
    <w:rsid w:val="00384B90"/>
    <w:rsid w:val="00384DA5"/>
    <w:rsid w:val="00385BA4"/>
    <w:rsid w:val="003870AC"/>
    <w:rsid w:val="00387A96"/>
    <w:rsid w:val="00387F0B"/>
    <w:rsid w:val="00387F9A"/>
    <w:rsid w:val="00390610"/>
    <w:rsid w:val="003912D8"/>
    <w:rsid w:val="00391676"/>
    <w:rsid w:val="00391792"/>
    <w:rsid w:val="00391D57"/>
    <w:rsid w:val="00391E6A"/>
    <w:rsid w:val="00391F88"/>
    <w:rsid w:val="003922EC"/>
    <w:rsid w:val="00392956"/>
    <w:rsid w:val="00392BFC"/>
    <w:rsid w:val="00392D64"/>
    <w:rsid w:val="00393322"/>
    <w:rsid w:val="0039358A"/>
    <w:rsid w:val="0039396E"/>
    <w:rsid w:val="00393B0E"/>
    <w:rsid w:val="00393D59"/>
    <w:rsid w:val="00394410"/>
    <w:rsid w:val="00394513"/>
    <w:rsid w:val="00394B3C"/>
    <w:rsid w:val="00394B79"/>
    <w:rsid w:val="00394B96"/>
    <w:rsid w:val="00395044"/>
    <w:rsid w:val="003950A8"/>
    <w:rsid w:val="00395225"/>
    <w:rsid w:val="00395558"/>
    <w:rsid w:val="003955F8"/>
    <w:rsid w:val="003960C2"/>
    <w:rsid w:val="003A0CD2"/>
    <w:rsid w:val="003A1153"/>
    <w:rsid w:val="003A11A0"/>
    <w:rsid w:val="003A160B"/>
    <w:rsid w:val="003A26D5"/>
    <w:rsid w:val="003A28BE"/>
    <w:rsid w:val="003A2CC1"/>
    <w:rsid w:val="003A2CC9"/>
    <w:rsid w:val="003A35F2"/>
    <w:rsid w:val="003A3A3A"/>
    <w:rsid w:val="003A423A"/>
    <w:rsid w:val="003A4453"/>
    <w:rsid w:val="003A446C"/>
    <w:rsid w:val="003A4DC4"/>
    <w:rsid w:val="003A4FED"/>
    <w:rsid w:val="003A506A"/>
    <w:rsid w:val="003A55BD"/>
    <w:rsid w:val="003A5673"/>
    <w:rsid w:val="003A5B54"/>
    <w:rsid w:val="003A5DF8"/>
    <w:rsid w:val="003A5E17"/>
    <w:rsid w:val="003A5E99"/>
    <w:rsid w:val="003A5F21"/>
    <w:rsid w:val="003A6512"/>
    <w:rsid w:val="003A65BE"/>
    <w:rsid w:val="003A6B71"/>
    <w:rsid w:val="003A6E44"/>
    <w:rsid w:val="003A70C9"/>
    <w:rsid w:val="003A71F9"/>
    <w:rsid w:val="003A77AE"/>
    <w:rsid w:val="003A783C"/>
    <w:rsid w:val="003A78CC"/>
    <w:rsid w:val="003A7C3C"/>
    <w:rsid w:val="003B0D0D"/>
    <w:rsid w:val="003B0DCB"/>
    <w:rsid w:val="003B0E16"/>
    <w:rsid w:val="003B10ED"/>
    <w:rsid w:val="003B1526"/>
    <w:rsid w:val="003B2005"/>
    <w:rsid w:val="003B2074"/>
    <w:rsid w:val="003B20FA"/>
    <w:rsid w:val="003B2787"/>
    <w:rsid w:val="003B28B8"/>
    <w:rsid w:val="003B2A5D"/>
    <w:rsid w:val="003B2CB2"/>
    <w:rsid w:val="003B3427"/>
    <w:rsid w:val="003B352F"/>
    <w:rsid w:val="003B35F9"/>
    <w:rsid w:val="003B3B24"/>
    <w:rsid w:val="003B42A3"/>
    <w:rsid w:val="003B46B0"/>
    <w:rsid w:val="003B470A"/>
    <w:rsid w:val="003B4912"/>
    <w:rsid w:val="003B4C34"/>
    <w:rsid w:val="003B566C"/>
    <w:rsid w:val="003B6614"/>
    <w:rsid w:val="003B69E9"/>
    <w:rsid w:val="003B6CD5"/>
    <w:rsid w:val="003B6D93"/>
    <w:rsid w:val="003B70E5"/>
    <w:rsid w:val="003B7205"/>
    <w:rsid w:val="003B79BA"/>
    <w:rsid w:val="003B7A3B"/>
    <w:rsid w:val="003B7B79"/>
    <w:rsid w:val="003B7E1B"/>
    <w:rsid w:val="003C0033"/>
    <w:rsid w:val="003C0341"/>
    <w:rsid w:val="003C0391"/>
    <w:rsid w:val="003C059B"/>
    <w:rsid w:val="003C068F"/>
    <w:rsid w:val="003C09C2"/>
    <w:rsid w:val="003C0A5A"/>
    <w:rsid w:val="003C0B22"/>
    <w:rsid w:val="003C0DA1"/>
    <w:rsid w:val="003C0FB1"/>
    <w:rsid w:val="003C150A"/>
    <w:rsid w:val="003C179D"/>
    <w:rsid w:val="003C188C"/>
    <w:rsid w:val="003C1DE4"/>
    <w:rsid w:val="003C213A"/>
    <w:rsid w:val="003C226A"/>
    <w:rsid w:val="003C246D"/>
    <w:rsid w:val="003C261D"/>
    <w:rsid w:val="003C2D3B"/>
    <w:rsid w:val="003C31D4"/>
    <w:rsid w:val="003C34C0"/>
    <w:rsid w:val="003C3843"/>
    <w:rsid w:val="003C4058"/>
    <w:rsid w:val="003C41C6"/>
    <w:rsid w:val="003C470C"/>
    <w:rsid w:val="003C539C"/>
    <w:rsid w:val="003C54A8"/>
    <w:rsid w:val="003C5E77"/>
    <w:rsid w:val="003C6234"/>
    <w:rsid w:val="003C6660"/>
    <w:rsid w:val="003C6747"/>
    <w:rsid w:val="003C7295"/>
    <w:rsid w:val="003C740E"/>
    <w:rsid w:val="003C7C95"/>
    <w:rsid w:val="003D0389"/>
    <w:rsid w:val="003D07BB"/>
    <w:rsid w:val="003D0F14"/>
    <w:rsid w:val="003D0F36"/>
    <w:rsid w:val="003D1018"/>
    <w:rsid w:val="003D12B9"/>
    <w:rsid w:val="003D1662"/>
    <w:rsid w:val="003D1E19"/>
    <w:rsid w:val="003D1E22"/>
    <w:rsid w:val="003D225F"/>
    <w:rsid w:val="003D2561"/>
    <w:rsid w:val="003D271F"/>
    <w:rsid w:val="003D2827"/>
    <w:rsid w:val="003D29DE"/>
    <w:rsid w:val="003D2B85"/>
    <w:rsid w:val="003D2EB3"/>
    <w:rsid w:val="003D331D"/>
    <w:rsid w:val="003D34EE"/>
    <w:rsid w:val="003D3F92"/>
    <w:rsid w:val="003D43E0"/>
    <w:rsid w:val="003D4C0C"/>
    <w:rsid w:val="003D4D23"/>
    <w:rsid w:val="003D54A9"/>
    <w:rsid w:val="003D5750"/>
    <w:rsid w:val="003D5B7A"/>
    <w:rsid w:val="003D5FD7"/>
    <w:rsid w:val="003D64AD"/>
    <w:rsid w:val="003D6B19"/>
    <w:rsid w:val="003D6D18"/>
    <w:rsid w:val="003D732C"/>
    <w:rsid w:val="003D733F"/>
    <w:rsid w:val="003D73A5"/>
    <w:rsid w:val="003D79EB"/>
    <w:rsid w:val="003D7BC5"/>
    <w:rsid w:val="003E00A4"/>
    <w:rsid w:val="003E06D7"/>
    <w:rsid w:val="003E0B43"/>
    <w:rsid w:val="003E0E36"/>
    <w:rsid w:val="003E1764"/>
    <w:rsid w:val="003E189F"/>
    <w:rsid w:val="003E1B1C"/>
    <w:rsid w:val="003E1DE0"/>
    <w:rsid w:val="003E1ECE"/>
    <w:rsid w:val="003E2253"/>
    <w:rsid w:val="003E24A8"/>
    <w:rsid w:val="003E283B"/>
    <w:rsid w:val="003E2DB2"/>
    <w:rsid w:val="003E3195"/>
    <w:rsid w:val="003E3423"/>
    <w:rsid w:val="003E35A4"/>
    <w:rsid w:val="003E3FCA"/>
    <w:rsid w:val="003E441E"/>
    <w:rsid w:val="003E46DF"/>
    <w:rsid w:val="003E4734"/>
    <w:rsid w:val="003E4A39"/>
    <w:rsid w:val="003E5601"/>
    <w:rsid w:val="003E562B"/>
    <w:rsid w:val="003E5AB6"/>
    <w:rsid w:val="003E68BC"/>
    <w:rsid w:val="003E6B9C"/>
    <w:rsid w:val="003E6CB8"/>
    <w:rsid w:val="003E6D67"/>
    <w:rsid w:val="003E6E43"/>
    <w:rsid w:val="003E7389"/>
    <w:rsid w:val="003E73C2"/>
    <w:rsid w:val="003E75A4"/>
    <w:rsid w:val="003E7681"/>
    <w:rsid w:val="003E790D"/>
    <w:rsid w:val="003E792F"/>
    <w:rsid w:val="003E7BED"/>
    <w:rsid w:val="003E7D0B"/>
    <w:rsid w:val="003E7DFD"/>
    <w:rsid w:val="003E7EF8"/>
    <w:rsid w:val="003E7FB9"/>
    <w:rsid w:val="003F0275"/>
    <w:rsid w:val="003F02B7"/>
    <w:rsid w:val="003F0AE5"/>
    <w:rsid w:val="003F0D55"/>
    <w:rsid w:val="003F188C"/>
    <w:rsid w:val="003F18C5"/>
    <w:rsid w:val="003F1D4F"/>
    <w:rsid w:val="003F2E61"/>
    <w:rsid w:val="003F2EAA"/>
    <w:rsid w:val="003F3018"/>
    <w:rsid w:val="003F36E9"/>
    <w:rsid w:val="003F373A"/>
    <w:rsid w:val="003F37B4"/>
    <w:rsid w:val="003F3AEE"/>
    <w:rsid w:val="003F4838"/>
    <w:rsid w:val="003F4B3E"/>
    <w:rsid w:val="003F52A3"/>
    <w:rsid w:val="003F52F8"/>
    <w:rsid w:val="003F5606"/>
    <w:rsid w:val="003F599B"/>
    <w:rsid w:val="003F5B03"/>
    <w:rsid w:val="003F5B07"/>
    <w:rsid w:val="003F5BB7"/>
    <w:rsid w:val="003F5C58"/>
    <w:rsid w:val="003F6352"/>
    <w:rsid w:val="003F6462"/>
    <w:rsid w:val="003F6BF3"/>
    <w:rsid w:val="003F70A4"/>
    <w:rsid w:val="003F718E"/>
    <w:rsid w:val="003F74E0"/>
    <w:rsid w:val="003F7800"/>
    <w:rsid w:val="003F7F64"/>
    <w:rsid w:val="0040026B"/>
    <w:rsid w:val="00401119"/>
    <w:rsid w:val="00401EE3"/>
    <w:rsid w:val="00402678"/>
    <w:rsid w:val="004026CF"/>
    <w:rsid w:val="004027BB"/>
    <w:rsid w:val="004027DE"/>
    <w:rsid w:val="00402D31"/>
    <w:rsid w:val="00402FFB"/>
    <w:rsid w:val="004032DA"/>
    <w:rsid w:val="0040330B"/>
    <w:rsid w:val="0040384B"/>
    <w:rsid w:val="00403AC1"/>
    <w:rsid w:val="00404010"/>
    <w:rsid w:val="00404415"/>
    <w:rsid w:val="004047B0"/>
    <w:rsid w:val="00404E4B"/>
    <w:rsid w:val="00404FA0"/>
    <w:rsid w:val="0040527C"/>
    <w:rsid w:val="00405289"/>
    <w:rsid w:val="004058AB"/>
    <w:rsid w:val="00405A1A"/>
    <w:rsid w:val="00405C87"/>
    <w:rsid w:val="00405CBD"/>
    <w:rsid w:val="00405D15"/>
    <w:rsid w:val="00405DF7"/>
    <w:rsid w:val="004062DA"/>
    <w:rsid w:val="0040636A"/>
    <w:rsid w:val="0040769B"/>
    <w:rsid w:val="00407C08"/>
    <w:rsid w:val="00407C79"/>
    <w:rsid w:val="00410264"/>
    <w:rsid w:val="00410615"/>
    <w:rsid w:val="00410805"/>
    <w:rsid w:val="004108EC"/>
    <w:rsid w:val="00410E66"/>
    <w:rsid w:val="00411334"/>
    <w:rsid w:val="00411511"/>
    <w:rsid w:val="004115CD"/>
    <w:rsid w:val="00411959"/>
    <w:rsid w:val="00412024"/>
    <w:rsid w:val="00412EFC"/>
    <w:rsid w:val="00413224"/>
    <w:rsid w:val="00413EB3"/>
    <w:rsid w:val="00413F43"/>
    <w:rsid w:val="0041427B"/>
    <w:rsid w:val="004145D0"/>
    <w:rsid w:val="00415094"/>
    <w:rsid w:val="004159A1"/>
    <w:rsid w:val="00415AD1"/>
    <w:rsid w:val="00415D82"/>
    <w:rsid w:val="00416024"/>
    <w:rsid w:val="00416205"/>
    <w:rsid w:val="00416425"/>
    <w:rsid w:val="00416623"/>
    <w:rsid w:val="00416A63"/>
    <w:rsid w:val="00416BCD"/>
    <w:rsid w:val="004171C7"/>
    <w:rsid w:val="00417324"/>
    <w:rsid w:val="00417B2A"/>
    <w:rsid w:val="00420053"/>
    <w:rsid w:val="004202A3"/>
    <w:rsid w:val="004203EB"/>
    <w:rsid w:val="00420422"/>
    <w:rsid w:val="004207CB"/>
    <w:rsid w:val="00420DEC"/>
    <w:rsid w:val="00420E63"/>
    <w:rsid w:val="00420ED4"/>
    <w:rsid w:val="0042131F"/>
    <w:rsid w:val="00421385"/>
    <w:rsid w:val="004213E5"/>
    <w:rsid w:val="0042182E"/>
    <w:rsid w:val="00421BB5"/>
    <w:rsid w:val="00421C9A"/>
    <w:rsid w:val="00422364"/>
    <w:rsid w:val="0042254A"/>
    <w:rsid w:val="00422919"/>
    <w:rsid w:val="0042346D"/>
    <w:rsid w:val="00423917"/>
    <w:rsid w:val="00423959"/>
    <w:rsid w:val="00423B8C"/>
    <w:rsid w:val="00423FCF"/>
    <w:rsid w:val="00424013"/>
    <w:rsid w:val="00424AEE"/>
    <w:rsid w:val="00424BC0"/>
    <w:rsid w:val="00424C33"/>
    <w:rsid w:val="00424DCF"/>
    <w:rsid w:val="0042519E"/>
    <w:rsid w:val="00425241"/>
    <w:rsid w:val="0042550E"/>
    <w:rsid w:val="00425EE1"/>
    <w:rsid w:val="00425F46"/>
    <w:rsid w:val="004264A7"/>
    <w:rsid w:val="004267C5"/>
    <w:rsid w:val="00426B61"/>
    <w:rsid w:val="00427864"/>
    <w:rsid w:val="00427875"/>
    <w:rsid w:val="00430121"/>
    <w:rsid w:val="0043056F"/>
    <w:rsid w:val="0043085C"/>
    <w:rsid w:val="00430C7C"/>
    <w:rsid w:val="00431148"/>
    <w:rsid w:val="00431E8B"/>
    <w:rsid w:val="0043206C"/>
    <w:rsid w:val="00432086"/>
    <w:rsid w:val="00432210"/>
    <w:rsid w:val="0043272B"/>
    <w:rsid w:val="004327A9"/>
    <w:rsid w:val="00432DAF"/>
    <w:rsid w:val="0043384A"/>
    <w:rsid w:val="00433CE7"/>
    <w:rsid w:val="0043419A"/>
    <w:rsid w:val="00434219"/>
    <w:rsid w:val="00434839"/>
    <w:rsid w:val="00434CDE"/>
    <w:rsid w:val="00434E99"/>
    <w:rsid w:val="00435139"/>
    <w:rsid w:val="00435144"/>
    <w:rsid w:val="00435270"/>
    <w:rsid w:val="004352D9"/>
    <w:rsid w:val="00435501"/>
    <w:rsid w:val="004356FF"/>
    <w:rsid w:val="004357B0"/>
    <w:rsid w:val="00435801"/>
    <w:rsid w:val="00435E05"/>
    <w:rsid w:val="00435F22"/>
    <w:rsid w:val="004360EC"/>
    <w:rsid w:val="00436625"/>
    <w:rsid w:val="0043673D"/>
    <w:rsid w:val="00436A61"/>
    <w:rsid w:val="00436BCA"/>
    <w:rsid w:val="00437238"/>
    <w:rsid w:val="00437260"/>
    <w:rsid w:val="00437377"/>
    <w:rsid w:val="0043777E"/>
    <w:rsid w:val="004403CC"/>
    <w:rsid w:val="00440BB7"/>
    <w:rsid w:val="00440F6B"/>
    <w:rsid w:val="00440F7B"/>
    <w:rsid w:val="004412F4"/>
    <w:rsid w:val="004413BC"/>
    <w:rsid w:val="00441E48"/>
    <w:rsid w:val="0044227B"/>
    <w:rsid w:val="00442303"/>
    <w:rsid w:val="004427F0"/>
    <w:rsid w:val="00442871"/>
    <w:rsid w:val="00442E43"/>
    <w:rsid w:val="00442F06"/>
    <w:rsid w:val="0044302E"/>
    <w:rsid w:val="004433EE"/>
    <w:rsid w:val="0044359C"/>
    <w:rsid w:val="00443910"/>
    <w:rsid w:val="00443AAA"/>
    <w:rsid w:val="00443EBC"/>
    <w:rsid w:val="00444654"/>
    <w:rsid w:val="00444C0A"/>
    <w:rsid w:val="00444D31"/>
    <w:rsid w:val="00444EE2"/>
    <w:rsid w:val="0044571B"/>
    <w:rsid w:val="00445CF8"/>
    <w:rsid w:val="00445D1E"/>
    <w:rsid w:val="00445DD1"/>
    <w:rsid w:val="00445EE0"/>
    <w:rsid w:val="00446B2A"/>
    <w:rsid w:val="00446B32"/>
    <w:rsid w:val="00446B80"/>
    <w:rsid w:val="004470CF"/>
    <w:rsid w:val="0044723E"/>
    <w:rsid w:val="004476F6"/>
    <w:rsid w:val="00447C05"/>
    <w:rsid w:val="004505B8"/>
    <w:rsid w:val="00450BEC"/>
    <w:rsid w:val="00450C5D"/>
    <w:rsid w:val="00451080"/>
    <w:rsid w:val="0045143F"/>
    <w:rsid w:val="00451A7A"/>
    <w:rsid w:val="00451AAD"/>
    <w:rsid w:val="00452241"/>
    <w:rsid w:val="00453253"/>
    <w:rsid w:val="00453688"/>
    <w:rsid w:val="0045368E"/>
    <w:rsid w:val="00453894"/>
    <w:rsid w:val="00453C7A"/>
    <w:rsid w:val="0045437B"/>
    <w:rsid w:val="00454681"/>
    <w:rsid w:val="004553D9"/>
    <w:rsid w:val="0045587C"/>
    <w:rsid w:val="00455C59"/>
    <w:rsid w:val="0045602D"/>
    <w:rsid w:val="004562FC"/>
    <w:rsid w:val="004566DF"/>
    <w:rsid w:val="0045672F"/>
    <w:rsid w:val="0045679E"/>
    <w:rsid w:val="00456855"/>
    <w:rsid w:val="00457091"/>
    <w:rsid w:val="00457100"/>
    <w:rsid w:val="00457D06"/>
    <w:rsid w:val="004603E4"/>
    <w:rsid w:val="00460482"/>
    <w:rsid w:val="004606DE"/>
    <w:rsid w:val="00460CB5"/>
    <w:rsid w:val="004612AA"/>
    <w:rsid w:val="0046135D"/>
    <w:rsid w:val="00461B36"/>
    <w:rsid w:val="00461F9F"/>
    <w:rsid w:val="004620B6"/>
    <w:rsid w:val="00462967"/>
    <w:rsid w:val="00462B9B"/>
    <w:rsid w:val="00462D7F"/>
    <w:rsid w:val="0046349D"/>
    <w:rsid w:val="00463525"/>
    <w:rsid w:val="00463A88"/>
    <w:rsid w:val="00464683"/>
    <w:rsid w:val="004646B8"/>
    <w:rsid w:val="00464760"/>
    <w:rsid w:val="00464797"/>
    <w:rsid w:val="00464A6F"/>
    <w:rsid w:val="00464CA4"/>
    <w:rsid w:val="0046521E"/>
    <w:rsid w:val="00465269"/>
    <w:rsid w:val="004652C2"/>
    <w:rsid w:val="004659DB"/>
    <w:rsid w:val="00465A96"/>
    <w:rsid w:val="00465B90"/>
    <w:rsid w:val="004662EC"/>
    <w:rsid w:val="004663BE"/>
    <w:rsid w:val="004663DF"/>
    <w:rsid w:val="004678C0"/>
    <w:rsid w:val="00467CB6"/>
    <w:rsid w:val="00467CC5"/>
    <w:rsid w:val="00467CE6"/>
    <w:rsid w:val="00467DED"/>
    <w:rsid w:val="00470281"/>
    <w:rsid w:val="00470851"/>
    <w:rsid w:val="0047091D"/>
    <w:rsid w:val="00470CB0"/>
    <w:rsid w:val="00471B54"/>
    <w:rsid w:val="00471C67"/>
    <w:rsid w:val="0047200A"/>
    <w:rsid w:val="00472567"/>
    <w:rsid w:val="00472F01"/>
    <w:rsid w:val="00473507"/>
    <w:rsid w:val="004739C8"/>
    <w:rsid w:val="00473B48"/>
    <w:rsid w:val="004747AC"/>
    <w:rsid w:val="00474AB0"/>
    <w:rsid w:val="00475399"/>
    <w:rsid w:val="004753C6"/>
    <w:rsid w:val="004757A5"/>
    <w:rsid w:val="00475C73"/>
    <w:rsid w:val="00476104"/>
    <w:rsid w:val="004763D4"/>
    <w:rsid w:val="00476709"/>
    <w:rsid w:val="00476726"/>
    <w:rsid w:val="0047684D"/>
    <w:rsid w:val="0047686E"/>
    <w:rsid w:val="004769E3"/>
    <w:rsid w:val="00476A37"/>
    <w:rsid w:val="00476CC1"/>
    <w:rsid w:val="00476E52"/>
    <w:rsid w:val="00477829"/>
    <w:rsid w:val="00477860"/>
    <w:rsid w:val="00477A48"/>
    <w:rsid w:val="00477D22"/>
    <w:rsid w:val="00477D73"/>
    <w:rsid w:val="00477F74"/>
    <w:rsid w:val="00480126"/>
    <w:rsid w:val="00480184"/>
    <w:rsid w:val="0048026F"/>
    <w:rsid w:val="004802CD"/>
    <w:rsid w:val="00480381"/>
    <w:rsid w:val="0048040A"/>
    <w:rsid w:val="004804EF"/>
    <w:rsid w:val="00480604"/>
    <w:rsid w:val="00480ED3"/>
    <w:rsid w:val="00482752"/>
    <w:rsid w:val="00482808"/>
    <w:rsid w:val="00482D6F"/>
    <w:rsid w:val="00482E15"/>
    <w:rsid w:val="00483237"/>
    <w:rsid w:val="0048334F"/>
    <w:rsid w:val="00483DB2"/>
    <w:rsid w:val="004842EF"/>
    <w:rsid w:val="00484400"/>
    <w:rsid w:val="004847AF"/>
    <w:rsid w:val="00484D35"/>
    <w:rsid w:val="0048556D"/>
    <w:rsid w:val="00485641"/>
    <w:rsid w:val="00485928"/>
    <w:rsid w:val="00485E3F"/>
    <w:rsid w:val="00486218"/>
    <w:rsid w:val="004865D1"/>
    <w:rsid w:val="00486AD8"/>
    <w:rsid w:val="00486F08"/>
    <w:rsid w:val="004870E6"/>
    <w:rsid w:val="00487309"/>
    <w:rsid w:val="004878FF"/>
    <w:rsid w:val="0049028F"/>
    <w:rsid w:val="00490316"/>
    <w:rsid w:val="00490587"/>
    <w:rsid w:val="0049095A"/>
    <w:rsid w:val="00490A51"/>
    <w:rsid w:val="00490CA9"/>
    <w:rsid w:val="0049109F"/>
    <w:rsid w:val="004917D0"/>
    <w:rsid w:val="00491802"/>
    <w:rsid w:val="00491ADD"/>
    <w:rsid w:val="00491E19"/>
    <w:rsid w:val="00492253"/>
    <w:rsid w:val="004924C1"/>
    <w:rsid w:val="004924CE"/>
    <w:rsid w:val="004927A5"/>
    <w:rsid w:val="004930D7"/>
    <w:rsid w:val="0049335A"/>
    <w:rsid w:val="00493C74"/>
    <w:rsid w:val="004942B7"/>
    <w:rsid w:val="004945FE"/>
    <w:rsid w:val="00494FE3"/>
    <w:rsid w:val="00495477"/>
    <w:rsid w:val="0049576C"/>
    <w:rsid w:val="004957D8"/>
    <w:rsid w:val="00495BD2"/>
    <w:rsid w:val="00496076"/>
    <w:rsid w:val="004960B1"/>
    <w:rsid w:val="00496240"/>
    <w:rsid w:val="00496CF9"/>
    <w:rsid w:val="00496E62"/>
    <w:rsid w:val="00497773"/>
    <w:rsid w:val="00497C4E"/>
    <w:rsid w:val="00497FCE"/>
    <w:rsid w:val="004A010B"/>
    <w:rsid w:val="004A0118"/>
    <w:rsid w:val="004A03A9"/>
    <w:rsid w:val="004A046A"/>
    <w:rsid w:val="004A0BA7"/>
    <w:rsid w:val="004A0F8C"/>
    <w:rsid w:val="004A1047"/>
    <w:rsid w:val="004A1403"/>
    <w:rsid w:val="004A1D55"/>
    <w:rsid w:val="004A1F30"/>
    <w:rsid w:val="004A1F68"/>
    <w:rsid w:val="004A1FC7"/>
    <w:rsid w:val="004A26EA"/>
    <w:rsid w:val="004A2F25"/>
    <w:rsid w:val="004A32C2"/>
    <w:rsid w:val="004A3637"/>
    <w:rsid w:val="004A394D"/>
    <w:rsid w:val="004A3F7F"/>
    <w:rsid w:val="004A3F90"/>
    <w:rsid w:val="004A41B3"/>
    <w:rsid w:val="004A444C"/>
    <w:rsid w:val="004A461A"/>
    <w:rsid w:val="004A4AD3"/>
    <w:rsid w:val="004A52D6"/>
    <w:rsid w:val="004A631D"/>
    <w:rsid w:val="004A67A2"/>
    <w:rsid w:val="004A693E"/>
    <w:rsid w:val="004A6F03"/>
    <w:rsid w:val="004A7248"/>
    <w:rsid w:val="004A73C4"/>
    <w:rsid w:val="004A757B"/>
    <w:rsid w:val="004A7615"/>
    <w:rsid w:val="004A79B2"/>
    <w:rsid w:val="004A7AF4"/>
    <w:rsid w:val="004A7B40"/>
    <w:rsid w:val="004A7C04"/>
    <w:rsid w:val="004B0600"/>
    <w:rsid w:val="004B0685"/>
    <w:rsid w:val="004B1219"/>
    <w:rsid w:val="004B1986"/>
    <w:rsid w:val="004B1C30"/>
    <w:rsid w:val="004B1E78"/>
    <w:rsid w:val="004B2662"/>
    <w:rsid w:val="004B2686"/>
    <w:rsid w:val="004B2948"/>
    <w:rsid w:val="004B3062"/>
    <w:rsid w:val="004B307F"/>
    <w:rsid w:val="004B3A31"/>
    <w:rsid w:val="004B3B99"/>
    <w:rsid w:val="004B3E80"/>
    <w:rsid w:val="004B400E"/>
    <w:rsid w:val="004B40E9"/>
    <w:rsid w:val="004B46E9"/>
    <w:rsid w:val="004B564A"/>
    <w:rsid w:val="004B58B7"/>
    <w:rsid w:val="004B5B1D"/>
    <w:rsid w:val="004B5B99"/>
    <w:rsid w:val="004B63E8"/>
    <w:rsid w:val="004B7839"/>
    <w:rsid w:val="004B7E8F"/>
    <w:rsid w:val="004C032D"/>
    <w:rsid w:val="004C0496"/>
    <w:rsid w:val="004C07A2"/>
    <w:rsid w:val="004C0D67"/>
    <w:rsid w:val="004C0E13"/>
    <w:rsid w:val="004C0FAB"/>
    <w:rsid w:val="004C117A"/>
    <w:rsid w:val="004C13C0"/>
    <w:rsid w:val="004C1591"/>
    <w:rsid w:val="004C17DF"/>
    <w:rsid w:val="004C180D"/>
    <w:rsid w:val="004C1A45"/>
    <w:rsid w:val="004C1C8A"/>
    <w:rsid w:val="004C1ECF"/>
    <w:rsid w:val="004C2072"/>
    <w:rsid w:val="004C2081"/>
    <w:rsid w:val="004C2120"/>
    <w:rsid w:val="004C24CB"/>
    <w:rsid w:val="004C2B3F"/>
    <w:rsid w:val="004C33A5"/>
    <w:rsid w:val="004C34C5"/>
    <w:rsid w:val="004C36DD"/>
    <w:rsid w:val="004C36E6"/>
    <w:rsid w:val="004C3A47"/>
    <w:rsid w:val="004C3A96"/>
    <w:rsid w:val="004C3AC1"/>
    <w:rsid w:val="004C3E0C"/>
    <w:rsid w:val="004C426F"/>
    <w:rsid w:val="004C45A2"/>
    <w:rsid w:val="004C4729"/>
    <w:rsid w:val="004C4B85"/>
    <w:rsid w:val="004C4CB0"/>
    <w:rsid w:val="004C4FAC"/>
    <w:rsid w:val="004C5065"/>
    <w:rsid w:val="004C550C"/>
    <w:rsid w:val="004C55ED"/>
    <w:rsid w:val="004C5673"/>
    <w:rsid w:val="004C5696"/>
    <w:rsid w:val="004C5AD8"/>
    <w:rsid w:val="004C5B0C"/>
    <w:rsid w:val="004C5EE7"/>
    <w:rsid w:val="004C6CED"/>
    <w:rsid w:val="004C6D63"/>
    <w:rsid w:val="004C6E81"/>
    <w:rsid w:val="004C7A45"/>
    <w:rsid w:val="004C7CDB"/>
    <w:rsid w:val="004D04F1"/>
    <w:rsid w:val="004D0822"/>
    <w:rsid w:val="004D0AF9"/>
    <w:rsid w:val="004D0F83"/>
    <w:rsid w:val="004D1175"/>
    <w:rsid w:val="004D153A"/>
    <w:rsid w:val="004D1609"/>
    <w:rsid w:val="004D1CA1"/>
    <w:rsid w:val="004D24F9"/>
    <w:rsid w:val="004D2B20"/>
    <w:rsid w:val="004D42AC"/>
    <w:rsid w:val="004D4969"/>
    <w:rsid w:val="004D4CF0"/>
    <w:rsid w:val="004D4D10"/>
    <w:rsid w:val="004D521A"/>
    <w:rsid w:val="004D53BE"/>
    <w:rsid w:val="004D5873"/>
    <w:rsid w:val="004D58FB"/>
    <w:rsid w:val="004D5F90"/>
    <w:rsid w:val="004D6443"/>
    <w:rsid w:val="004D6CD4"/>
    <w:rsid w:val="004D6D53"/>
    <w:rsid w:val="004D6E84"/>
    <w:rsid w:val="004D744D"/>
    <w:rsid w:val="004D75E7"/>
    <w:rsid w:val="004D7984"/>
    <w:rsid w:val="004D7A93"/>
    <w:rsid w:val="004D7CE2"/>
    <w:rsid w:val="004D7D55"/>
    <w:rsid w:val="004D7F77"/>
    <w:rsid w:val="004E07BF"/>
    <w:rsid w:val="004E0BE2"/>
    <w:rsid w:val="004E0C76"/>
    <w:rsid w:val="004E0FE8"/>
    <w:rsid w:val="004E26F2"/>
    <w:rsid w:val="004E28B6"/>
    <w:rsid w:val="004E2C7B"/>
    <w:rsid w:val="004E41DE"/>
    <w:rsid w:val="004E4578"/>
    <w:rsid w:val="004E4740"/>
    <w:rsid w:val="004E4D56"/>
    <w:rsid w:val="004E504E"/>
    <w:rsid w:val="004E563B"/>
    <w:rsid w:val="004E591A"/>
    <w:rsid w:val="004E5961"/>
    <w:rsid w:val="004E5C2B"/>
    <w:rsid w:val="004E5D8B"/>
    <w:rsid w:val="004E5F93"/>
    <w:rsid w:val="004E60A6"/>
    <w:rsid w:val="004E632E"/>
    <w:rsid w:val="004E687B"/>
    <w:rsid w:val="004E6CE5"/>
    <w:rsid w:val="004E7074"/>
    <w:rsid w:val="004E7489"/>
    <w:rsid w:val="004E75F2"/>
    <w:rsid w:val="004E7BD7"/>
    <w:rsid w:val="004E7D0C"/>
    <w:rsid w:val="004F00F2"/>
    <w:rsid w:val="004F0F11"/>
    <w:rsid w:val="004F113B"/>
    <w:rsid w:val="004F1413"/>
    <w:rsid w:val="004F167B"/>
    <w:rsid w:val="004F1AFC"/>
    <w:rsid w:val="004F1B6E"/>
    <w:rsid w:val="004F1DC4"/>
    <w:rsid w:val="004F1FAA"/>
    <w:rsid w:val="004F2A51"/>
    <w:rsid w:val="004F3198"/>
    <w:rsid w:val="004F324E"/>
    <w:rsid w:val="004F3881"/>
    <w:rsid w:val="004F3B43"/>
    <w:rsid w:val="004F4014"/>
    <w:rsid w:val="004F4857"/>
    <w:rsid w:val="004F493E"/>
    <w:rsid w:val="004F50B2"/>
    <w:rsid w:val="004F510A"/>
    <w:rsid w:val="004F522F"/>
    <w:rsid w:val="004F54C1"/>
    <w:rsid w:val="004F5572"/>
    <w:rsid w:val="004F5A09"/>
    <w:rsid w:val="004F6082"/>
    <w:rsid w:val="004F66AA"/>
    <w:rsid w:val="004F68FD"/>
    <w:rsid w:val="004F6D66"/>
    <w:rsid w:val="004F730F"/>
    <w:rsid w:val="004F738E"/>
    <w:rsid w:val="004F7CE6"/>
    <w:rsid w:val="005010E7"/>
    <w:rsid w:val="0050148E"/>
    <w:rsid w:val="00502664"/>
    <w:rsid w:val="00502B66"/>
    <w:rsid w:val="00502F07"/>
    <w:rsid w:val="0050352F"/>
    <w:rsid w:val="00503E8A"/>
    <w:rsid w:val="005043B5"/>
    <w:rsid w:val="00504715"/>
    <w:rsid w:val="005056AA"/>
    <w:rsid w:val="005057BC"/>
    <w:rsid w:val="0050580E"/>
    <w:rsid w:val="005060FD"/>
    <w:rsid w:val="00507100"/>
    <w:rsid w:val="0050721B"/>
    <w:rsid w:val="00507527"/>
    <w:rsid w:val="00507C2D"/>
    <w:rsid w:val="00507F09"/>
    <w:rsid w:val="00511050"/>
    <w:rsid w:val="005110E3"/>
    <w:rsid w:val="005111D1"/>
    <w:rsid w:val="00511398"/>
    <w:rsid w:val="0051154B"/>
    <w:rsid w:val="005119EF"/>
    <w:rsid w:val="005119F5"/>
    <w:rsid w:val="00511DAB"/>
    <w:rsid w:val="00512060"/>
    <w:rsid w:val="005126A4"/>
    <w:rsid w:val="005126C4"/>
    <w:rsid w:val="0051288C"/>
    <w:rsid w:val="00512D18"/>
    <w:rsid w:val="00512D3B"/>
    <w:rsid w:val="00512E1C"/>
    <w:rsid w:val="005131C7"/>
    <w:rsid w:val="005135B1"/>
    <w:rsid w:val="005136B3"/>
    <w:rsid w:val="00513C5D"/>
    <w:rsid w:val="00513C85"/>
    <w:rsid w:val="00513D6F"/>
    <w:rsid w:val="00514039"/>
    <w:rsid w:val="00514C50"/>
    <w:rsid w:val="00515329"/>
    <w:rsid w:val="00515878"/>
    <w:rsid w:val="00515A09"/>
    <w:rsid w:val="00515C1C"/>
    <w:rsid w:val="0051690A"/>
    <w:rsid w:val="00516DD3"/>
    <w:rsid w:val="005172C3"/>
    <w:rsid w:val="00517343"/>
    <w:rsid w:val="005174C8"/>
    <w:rsid w:val="00517694"/>
    <w:rsid w:val="00517951"/>
    <w:rsid w:val="00517AEB"/>
    <w:rsid w:val="00517B9D"/>
    <w:rsid w:val="00520010"/>
    <w:rsid w:val="00520233"/>
    <w:rsid w:val="0052063D"/>
    <w:rsid w:val="0052096B"/>
    <w:rsid w:val="005209F4"/>
    <w:rsid w:val="00520CB7"/>
    <w:rsid w:val="00520D3D"/>
    <w:rsid w:val="005214E2"/>
    <w:rsid w:val="00521A33"/>
    <w:rsid w:val="005223AA"/>
    <w:rsid w:val="0052252B"/>
    <w:rsid w:val="005225E4"/>
    <w:rsid w:val="0052274F"/>
    <w:rsid w:val="00522F97"/>
    <w:rsid w:val="005233AF"/>
    <w:rsid w:val="00523783"/>
    <w:rsid w:val="00523861"/>
    <w:rsid w:val="0052392E"/>
    <w:rsid w:val="00523BBD"/>
    <w:rsid w:val="00523E54"/>
    <w:rsid w:val="00524000"/>
    <w:rsid w:val="00524C8C"/>
    <w:rsid w:val="00524D43"/>
    <w:rsid w:val="00525CA2"/>
    <w:rsid w:val="005260B1"/>
    <w:rsid w:val="00526601"/>
    <w:rsid w:val="005267E9"/>
    <w:rsid w:val="00527058"/>
    <w:rsid w:val="005275A3"/>
    <w:rsid w:val="005279E4"/>
    <w:rsid w:val="00527B50"/>
    <w:rsid w:val="00527BBF"/>
    <w:rsid w:val="00527C8E"/>
    <w:rsid w:val="00527D31"/>
    <w:rsid w:val="00527FED"/>
    <w:rsid w:val="00530527"/>
    <w:rsid w:val="00530751"/>
    <w:rsid w:val="00530AB8"/>
    <w:rsid w:val="00530CB8"/>
    <w:rsid w:val="00530F00"/>
    <w:rsid w:val="00530F77"/>
    <w:rsid w:val="00531F2D"/>
    <w:rsid w:val="005325BA"/>
    <w:rsid w:val="00532892"/>
    <w:rsid w:val="00532C9E"/>
    <w:rsid w:val="00533139"/>
    <w:rsid w:val="00533216"/>
    <w:rsid w:val="00533466"/>
    <w:rsid w:val="0053372C"/>
    <w:rsid w:val="00533C94"/>
    <w:rsid w:val="00533D03"/>
    <w:rsid w:val="00534230"/>
    <w:rsid w:val="0053501B"/>
    <w:rsid w:val="005356F4"/>
    <w:rsid w:val="00535B7A"/>
    <w:rsid w:val="00535F79"/>
    <w:rsid w:val="005362D8"/>
    <w:rsid w:val="00536585"/>
    <w:rsid w:val="00536762"/>
    <w:rsid w:val="005368C0"/>
    <w:rsid w:val="00537237"/>
    <w:rsid w:val="00537A4C"/>
    <w:rsid w:val="00537F63"/>
    <w:rsid w:val="005408EF"/>
    <w:rsid w:val="00540912"/>
    <w:rsid w:val="00540CF2"/>
    <w:rsid w:val="00540D90"/>
    <w:rsid w:val="00540E7A"/>
    <w:rsid w:val="005411E5"/>
    <w:rsid w:val="00541676"/>
    <w:rsid w:val="005419A7"/>
    <w:rsid w:val="00541D23"/>
    <w:rsid w:val="005421F4"/>
    <w:rsid w:val="0054291C"/>
    <w:rsid w:val="0054325C"/>
    <w:rsid w:val="0054332A"/>
    <w:rsid w:val="0054358B"/>
    <w:rsid w:val="005435C6"/>
    <w:rsid w:val="00543898"/>
    <w:rsid w:val="00543960"/>
    <w:rsid w:val="00543F3D"/>
    <w:rsid w:val="005444A8"/>
    <w:rsid w:val="005452F5"/>
    <w:rsid w:val="00545804"/>
    <w:rsid w:val="00545A5E"/>
    <w:rsid w:val="00545F8C"/>
    <w:rsid w:val="0054621D"/>
    <w:rsid w:val="00546AA7"/>
    <w:rsid w:val="00546AEC"/>
    <w:rsid w:val="00546DE2"/>
    <w:rsid w:val="005471B4"/>
    <w:rsid w:val="00547870"/>
    <w:rsid w:val="0054793F"/>
    <w:rsid w:val="00551393"/>
    <w:rsid w:val="00551B93"/>
    <w:rsid w:val="00551D0F"/>
    <w:rsid w:val="005525E6"/>
    <w:rsid w:val="00552678"/>
    <w:rsid w:val="00552814"/>
    <w:rsid w:val="00552E61"/>
    <w:rsid w:val="00552E70"/>
    <w:rsid w:val="00553385"/>
    <w:rsid w:val="00553565"/>
    <w:rsid w:val="00554400"/>
    <w:rsid w:val="00554A96"/>
    <w:rsid w:val="00554C4E"/>
    <w:rsid w:val="005553F5"/>
    <w:rsid w:val="005553FE"/>
    <w:rsid w:val="0055568B"/>
    <w:rsid w:val="00555B2B"/>
    <w:rsid w:val="00555D31"/>
    <w:rsid w:val="00555D47"/>
    <w:rsid w:val="0055610E"/>
    <w:rsid w:val="005561C0"/>
    <w:rsid w:val="00556974"/>
    <w:rsid w:val="00556C5B"/>
    <w:rsid w:val="0055754E"/>
    <w:rsid w:val="00557645"/>
    <w:rsid w:val="005577E1"/>
    <w:rsid w:val="00557A18"/>
    <w:rsid w:val="00557C0C"/>
    <w:rsid w:val="00557F7D"/>
    <w:rsid w:val="0056098F"/>
    <w:rsid w:val="00560C04"/>
    <w:rsid w:val="00560C2F"/>
    <w:rsid w:val="00560D30"/>
    <w:rsid w:val="00560D5E"/>
    <w:rsid w:val="0056113C"/>
    <w:rsid w:val="005611A5"/>
    <w:rsid w:val="00561E47"/>
    <w:rsid w:val="00562240"/>
    <w:rsid w:val="00562886"/>
    <w:rsid w:val="0056295D"/>
    <w:rsid w:val="00562F46"/>
    <w:rsid w:val="00562FA1"/>
    <w:rsid w:val="00563242"/>
    <w:rsid w:val="00563243"/>
    <w:rsid w:val="005636A2"/>
    <w:rsid w:val="00563F44"/>
    <w:rsid w:val="00564064"/>
    <w:rsid w:val="0056444C"/>
    <w:rsid w:val="00564468"/>
    <w:rsid w:val="00564533"/>
    <w:rsid w:val="00564581"/>
    <w:rsid w:val="00564710"/>
    <w:rsid w:val="00564713"/>
    <w:rsid w:val="00564729"/>
    <w:rsid w:val="00564D26"/>
    <w:rsid w:val="00565959"/>
    <w:rsid w:val="00565C0A"/>
    <w:rsid w:val="005662DC"/>
    <w:rsid w:val="0056670B"/>
    <w:rsid w:val="00566A4F"/>
    <w:rsid w:val="00566CC4"/>
    <w:rsid w:val="00566E25"/>
    <w:rsid w:val="00566FF2"/>
    <w:rsid w:val="0056704C"/>
    <w:rsid w:val="005670AD"/>
    <w:rsid w:val="00567306"/>
    <w:rsid w:val="0056794A"/>
    <w:rsid w:val="00567DA3"/>
    <w:rsid w:val="005701C0"/>
    <w:rsid w:val="005701EF"/>
    <w:rsid w:val="00570579"/>
    <w:rsid w:val="00570822"/>
    <w:rsid w:val="00570AE0"/>
    <w:rsid w:val="00570AE4"/>
    <w:rsid w:val="00570D23"/>
    <w:rsid w:val="00570D83"/>
    <w:rsid w:val="00570DA6"/>
    <w:rsid w:val="00570E79"/>
    <w:rsid w:val="00571C6D"/>
    <w:rsid w:val="0057264F"/>
    <w:rsid w:val="0057299B"/>
    <w:rsid w:val="00572DD9"/>
    <w:rsid w:val="00573050"/>
    <w:rsid w:val="0057354F"/>
    <w:rsid w:val="00573DF6"/>
    <w:rsid w:val="00573E95"/>
    <w:rsid w:val="00573F7B"/>
    <w:rsid w:val="00574D46"/>
    <w:rsid w:val="00574F31"/>
    <w:rsid w:val="00575666"/>
    <w:rsid w:val="005756E0"/>
    <w:rsid w:val="00575804"/>
    <w:rsid w:val="0057580D"/>
    <w:rsid w:val="0057631A"/>
    <w:rsid w:val="005763DB"/>
    <w:rsid w:val="00576436"/>
    <w:rsid w:val="00576AD5"/>
    <w:rsid w:val="00576C9C"/>
    <w:rsid w:val="00577256"/>
    <w:rsid w:val="005775C5"/>
    <w:rsid w:val="00577AD4"/>
    <w:rsid w:val="00577C50"/>
    <w:rsid w:val="00577C62"/>
    <w:rsid w:val="00577DA4"/>
    <w:rsid w:val="005804BA"/>
    <w:rsid w:val="00580519"/>
    <w:rsid w:val="00580A82"/>
    <w:rsid w:val="0058118B"/>
    <w:rsid w:val="00581293"/>
    <w:rsid w:val="005816EA"/>
    <w:rsid w:val="00581EE8"/>
    <w:rsid w:val="00582591"/>
    <w:rsid w:val="0058264A"/>
    <w:rsid w:val="00582FE8"/>
    <w:rsid w:val="00583810"/>
    <w:rsid w:val="00583CF8"/>
    <w:rsid w:val="005840E9"/>
    <w:rsid w:val="0058437E"/>
    <w:rsid w:val="0058455F"/>
    <w:rsid w:val="0058458D"/>
    <w:rsid w:val="00584A50"/>
    <w:rsid w:val="00584D4A"/>
    <w:rsid w:val="00585407"/>
    <w:rsid w:val="0058545F"/>
    <w:rsid w:val="005854E3"/>
    <w:rsid w:val="00585A5F"/>
    <w:rsid w:val="00585DF5"/>
    <w:rsid w:val="00586132"/>
    <w:rsid w:val="00586226"/>
    <w:rsid w:val="00586459"/>
    <w:rsid w:val="005865B6"/>
    <w:rsid w:val="005866DC"/>
    <w:rsid w:val="00586DE8"/>
    <w:rsid w:val="0058704E"/>
    <w:rsid w:val="00587115"/>
    <w:rsid w:val="00587236"/>
    <w:rsid w:val="005878C6"/>
    <w:rsid w:val="00587A43"/>
    <w:rsid w:val="00587B90"/>
    <w:rsid w:val="00587F4C"/>
    <w:rsid w:val="00590186"/>
    <w:rsid w:val="0059040E"/>
    <w:rsid w:val="00590BE5"/>
    <w:rsid w:val="0059128B"/>
    <w:rsid w:val="0059244F"/>
    <w:rsid w:val="00592581"/>
    <w:rsid w:val="00592918"/>
    <w:rsid w:val="00592C33"/>
    <w:rsid w:val="00592CE7"/>
    <w:rsid w:val="00592EB3"/>
    <w:rsid w:val="00592F2C"/>
    <w:rsid w:val="00593405"/>
    <w:rsid w:val="0059396D"/>
    <w:rsid w:val="00593C19"/>
    <w:rsid w:val="0059400F"/>
    <w:rsid w:val="005943F3"/>
    <w:rsid w:val="00594427"/>
    <w:rsid w:val="00594645"/>
    <w:rsid w:val="00594A54"/>
    <w:rsid w:val="005954FF"/>
    <w:rsid w:val="005958F8"/>
    <w:rsid w:val="00595BFD"/>
    <w:rsid w:val="0059671E"/>
    <w:rsid w:val="005971CB"/>
    <w:rsid w:val="00597A45"/>
    <w:rsid w:val="00597AE9"/>
    <w:rsid w:val="00597DF1"/>
    <w:rsid w:val="005A00F0"/>
    <w:rsid w:val="005A0486"/>
    <w:rsid w:val="005A052F"/>
    <w:rsid w:val="005A0835"/>
    <w:rsid w:val="005A0AB5"/>
    <w:rsid w:val="005A0D97"/>
    <w:rsid w:val="005A11F0"/>
    <w:rsid w:val="005A13F8"/>
    <w:rsid w:val="005A15EC"/>
    <w:rsid w:val="005A1A7E"/>
    <w:rsid w:val="005A1D69"/>
    <w:rsid w:val="005A231D"/>
    <w:rsid w:val="005A23DE"/>
    <w:rsid w:val="005A26DE"/>
    <w:rsid w:val="005A28CB"/>
    <w:rsid w:val="005A28E4"/>
    <w:rsid w:val="005A29AC"/>
    <w:rsid w:val="005A2BAB"/>
    <w:rsid w:val="005A2FF5"/>
    <w:rsid w:val="005A306E"/>
    <w:rsid w:val="005A3078"/>
    <w:rsid w:val="005A310D"/>
    <w:rsid w:val="005A37B7"/>
    <w:rsid w:val="005A3F26"/>
    <w:rsid w:val="005A45E4"/>
    <w:rsid w:val="005A4884"/>
    <w:rsid w:val="005A4CDA"/>
    <w:rsid w:val="005A4D75"/>
    <w:rsid w:val="005A4DBB"/>
    <w:rsid w:val="005A4EA6"/>
    <w:rsid w:val="005A4F1E"/>
    <w:rsid w:val="005A5929"/>
    <w:rsid w:val="005A5EC6"/>
    <w:rsid w:val="005A608A"/>
    <w:rsid w:val="005A6120"/>
    <w:rsid w:val="005A62FC"/>
    <w:rsid w:val="005A6700"/>
    <w:rsid w:val="005A6861"/>
    <w:rsid w:val="005A6B55"/>
    <w:rsid w:val="005A70F7"/>
    <w:rsid w:val="005A7431"/>
    <w:rsid w:val="005A7B50"/>
    <w:rsid w:val="005A7C0C"/>
    <w:rsid w:val="005A7E48"/>
    <w:rsid w:val="005A7E75"/>
    <w:rsid w:val="005B0844"/>
    <w:rsid w:val="005B0A00"/>
    <w:rsid w:val="005B14F6"/>
    <w:rsid w:val="005B19DE"/>
    <w:rsid w:val="005B243E"/>
    <w:rsid w:val="005B2580"/>
    <w:rsid w:val="005B2614"/>
    <w:rsid w:val="005B28DE"/>
    <w:rsid w:val="005B29F0"/>
    <w:rsid w:val="005B2DA0"/>
    <w:rsid w:val="005B2FC9"/>
    <w:rsid w:val="005B3416"/>
    <w:rsid w:val="005B3CD3"/>
    <w:rsid w:val="005B3D3F"/>
    <w:rsid w:val="005B3D5F"/>
    <w:rsid w:val="005B4189"/>
    <w:rsid w:val="005B43A8"/>
    <w:rsid w:val="005B4740"/>
    <w:rsid w:val="005B4796"/>
    <w:rsid w:val="005B4A6C"/>
    <w:rsid w:val="005B4CC2"/>
    <w:rsid w:val="005B4DEA"/>
    <w:rsid w:val="005B50E4"/>
    <w:rsid w:val="005B5209"/>
    <w:rsid w:val="005B5360"/>
    <w:rsid w:val="005B538C"/>
    <w:rsid w:val="005B53EF"/>
    <w:rsid w:val="005B5F28"/>
    <w:rsid w:val="005B5F2C"/>
    <w:rsid w:val="005B6018"/>
    <w:rsid w:val="005B6103"/>
    <w:rsid w:val="005B612D"/>
    <w:rsid w:val="005B6136"/>
    <w:rsid w:val="005B6386"/>
    <w:rsid w:val="005B6C3E"/>
    <w:rsid w:val="005B732D"/>
    <w:rsid w:val="005B7355"/>
    <w:rsid w:val="005B759D"/>
    <w:rsid w:val="005B75AC"/>
    <w:rsid w:val="005B7687"/>
    <w:rsid w:val="005B7AB2"/>
    <w:rsid w:val="005C0801"/>
    <w:rsid w:val="005C09D0"/>
    <w:rsid w:val="005C0A51"/>
    <w:rsid w:val="005C0F67"/>
    <w:rsid w:val="005C1994"/>
    <w:rsid w:val="005C1ADB"/>
    <w:rsid w:val="005C1BD9"/>
    <w:rsid w:val="005C1C2C"/>
    <w:rsid w:val="005C2050"/>
    <w:rsid w:val="005C2C86"/>
    <w:rsid w:val="005C2EB0"/>
    <w:rsid w:val="005C341B"/>
    <w:rsid w:val="005C35C5"/>
    <w:rsid w:val="005C39CE"/>
    <w:rsid w:val="005C54F4"/>
    <w:rsid w:val="005C57B3"/>
    <w:rsid w:val="005C58B1"/>
    <w:rsid w:val="005C5EDB"/>
    <w:rsid w:val="005C5FFB"/>
    <w:rsid w:val="005C6D13"/>
    <w:rsid w:val="005C7A5B"/>
    <w:rsid w:val="005C7AFA"/>
    <w:rsid w:val="005D00A2"/>
    <w:rsid w:val="005D0374"/>
    <w:rsid w:val="005D0801"/>
    <w:rsid w:val="005D0828"/>
    <w:rsid w:val="005D0861"/>
    <w:rsid w:val="005D0D26"/>
    <w:rsid w:val="005D1339"/>
    <w:rsid w:val="005D15FC"/>
    <w:rsid w:val="005D1DDA"/>
    <w:rsid w:val="005D27E1"/>
    <w:rsid w:val="005D2FF5"/>
    <w:rsid w:val="005D30FE"/>
    <w:rsid w:val="005D3110"/>
    <w:rsid w:val="005D39DF"/>
    <w:rsid w:val="005D3E43"/>
    <w:rsid w:val="005D4403"/>
    <w:rsid w:val="005D44A6"/>
    <w:rsid w:val="005D44A7"/>
    <w:rsid w:val="005D44E5"/>
    <w:rsid w:val="005D4A89"/>
    <w:rsid w:val="005D4AA5"/>
    <w:rsid w:val="005D556C"/>
    <w:rsid w:val="005D5680"/>
    <w:rsid w:val="005D5A77"/>
    <w:rsid w:val="005D5E3F"/>
    <w:rsid w:val="005D5F0A"/>
    <w:rsid w:val="005D63B8"/>
    <w:rsid w:val="005D7975"/>
    <w:rsid w:val="005D79D0"/>
    <w:rsid w:val="005E0713"/>
    <w:rsid w:val="005E07BF"/>
    <w:rsid w:val="005E0862"/>
    <w:rsid w:val="005E114F"/>
    <w:rsid w:val="005E188F"/>
    <w:rsid w:val="005E1A6C"/>
    <w:rsid w:val="005E1B1E"/>
    <w:rsid w:val="005E1E1B"/>
    <w:rsid w:val="005E20E3"/>
    <w:rsid w:val="005E271B"/>
    <w:rsid w:val="005E2AF8"/>
    <w:rsid w:val="005E3CED"/>
    <w:rsid w:val="005E405E"/>
    <w:rsid w:val="005E40D7"/>
    <w:rsid w:val="005E40E5"/>
    <w:rsid w:val="005E503B"/>
    <w:rsid w:val="005E6441"/>
    <w:rsid w:val="005E68D9"/>
    <w:rsid w:val="005E7C9B"/>
    <w:rsid w:val="005E7DC8"/>
    <w:rsid w:val="005F07B4"/>
    <w:rsid w:val="005F0841"/>
    <w:rsid w:val="005F0FF4"/>
    <w:rsid w:val="005F1297"/>
    <w:rsid w:val="005F12F7"/>
    <w:rsid w:val="005F15A9"/>
    <w:rsid w:val="005F1E54"/>
    <w:rsid w:val="005F24D2"/>
    <w:rsid w:val="005F2809"/>
    <w:rsid w:val="005F29FF"/>
    <w:rsid w:val="005F30F7"/>
    <w:rsid w:val="005F31A1"/>
    <w:rsid w:val="005F31BF"/>
    <w:rsid w:val="005F3279"/>
    <w:rsid w:val="005F3B35"/>
    <w:rsid w:val="005F4BA2"/>
    <w:rsid w:val="005F4DF1"/>
    <w:rsid w:val="005F4FEF"/>
    <w:rsid w:val="005F5075"/>
    <w:rsid w:val="005F527C"/>
    <w:rsid w:val="005F55F8"/>
    <w:rsid w:val="005F5790"/>
    <w:rsid w:val="005F58EB"/>
    <w:rsid w:val="005F5B03"/>
    <w:rsid w:val="005F602F"/>
    <w:rsid w:val="005F6220"/>
    <w:rsid w:val="005F6CC3"/>
    <w:rsid w:val="005F6EFA"/>
    <w:rsid w:val="005F73A9"/>
    <w:rsid w:val="005F75A1"/>
    <w:rsid w:val="005F7891"/>
    <w:rsid w:val="005F7C67"/>
    <w:rsid w:val="005F7EAB"/>
    <w:rsid w:val="005F7EF0"/>
    <w:rsid w:val="006001BE"/>
    <w:rsid w:val="006008C1"/>
    <w:rsid w:val="00600BF3"/>
    <w:rsid w:val="00600D92"/>
    <w:rsid w:val="00600DD6"/>
    <w:rsid w:val="00600E94"/>
    <w:rsid w:val="00601394"/>
    <w:rsid w:val="00601463"/>
    <w:rsid w:val="00601559"/>
    <w:rsid w:val="006018A1"/>
    <w:rsid w:val="00601B66"/>
    <w:rsid w:val="00601C6B"/>
    <w:rsid w:val="00601E89"/>
    <w:rsid w:val="006023AF"/>
    <w:rsid w:val="006027A9"/>
    <w:rsid w:val="00602E26"/>
    <w:rsid w:val="00603301"/>
    <w:rsid w:val="00603491"/>
    <w:rsid w:val="00603616"/>
    <w:rsid w:val="00603CCB"/>
    <w:rsid w:val="00603F84"/>
    <w:rsid w:val="00604476"/>
    <w:rsid w:val="00604A95"/>
    <w:rsid w:val="00605384"/>
    <w:rsid w:val="0060578D"/>
    <w:rsid w:val="00605A1B"/>
    <w:rsid w:val="00605D88"/>
    <w:rsid w:val="00606630"/>
    <w:rsid w:val="006066DB"/>
    <w:rsid w:val="00606932"/>
    <w:rsid w:val="00606B6A"/>
    <w:rsid w:val="00606E3F"/>
    <w:rsid w:val="00606FBC"/>
    <w:rsid w:val="006070AA"/>
    <w:rsid w:val="00607732"/>
    <w:rsid w:val="00607E47"/>
    <w:rsid w:val="00607F24"/>
    <w:rsid w:val="00610606"/>
    <w:rsid w:val="006107F3"/>
    <w:rsid w:val="00610D75"/>
    <w:rsid w:val="00610EEC"/>
    <w:rsid w:val="006111F5"/>
    <w:rsid w:val="00611726"/>
    <w:rsid w:val="00611808"/>
    <w:rsid w:val="00611953"/>
    <w:rsid w:val="00611B46"/>
    <w:rsid w:val="00611F7F"/>
    <w:rsid w:val="00612118"/>
    <w:rsid w:val="0061213A"/>
    <w:rsid w:val="006123F6"/>
    <w:rsid w:val="0061246E"/>
    <w:rsid w:val="006124BD"/>
    <w:rsid w:val="00612D20"/>
    <w:rsid w:val="0061338E"/>
    <w:rsid w:val="00613434"/>
    <w:rsid w:val="00613873"/>
    <w:rsid w:val="00613879"/>
    <w:rsid w:val="0061396A"/>
    <w:rsid w:val="00613EB0"/>
    <w:rsid w:val="00613F3B"/>
    <w:rsid w:val="00614293"/>
    <w:rsid w:val="0061449D"/>
    <w:rsid w:val="006146E8"/>
    <w:rsid w:val="00614997"/>
    <w:rsid w:val="006149DD"/>
    <w:rsid w:val="00614AFE"/>
    <w:rsid w:val="00614CB2"/>
    <w:rsid w:val="006153DA"/>
    <w:rsid w:val="00615683"/>
    <w:rsid w:val="0061665E"/>
    <w:rsid w:val="00616E92"/>
    <w:rsid w:val="00617238"/>
    <w:rsid w:val="0061733A"/>
    <w:rsid w:val="00617A12"/>
    <w:rsid w:val="00617C10"/>
    <w:rsid w:val="0062027C"/>
    <w:rsid w:val="00620749"/>
    <w:rsid w:val="006207EC"/>
    <w:rsid w:val="00620A0A"/>
    <w:rsid w:val="00620B33"/>
    <w:rsid w:val="00620D0D"/>
    <w:rsid w:val="00620DBE"/>
    <w:rsid w:val="00620EF4"/>
    <w:rsid w:val="006212D1"/>
    <w:rsid w:val="0062137D"/>
    <w:rsid w:val="00621F98"/>
    <w:rsid w:val="00622722"/>
    <w:rsid w:val="00622BD4"/>
    <w:rsid w:val="00622BE8"/>
    <w:rsid w:val="00622F06"/>
    <w:rsid w:val="006233FB"/>
    <w:rsid w:val="0062341B"/>
    <w:rsid w:val="00623CCD"/>
    <w:rsid w:val="006243D8"/>
    <w:rsid w:val="006249F5"/>
    <w:rsid w:val="00624B0D"/>
    <w:rsid w:val="00624F59"/>
    <w:rsid w:val="006253EB"/>
    <w:rsid w:val="006258E4"/>
    <w:rsid w:val="006259A2"/>
    <w:rsid w:val="00625A40"/>
    <w:rsid w:val="00625C3F"/>
    <w:rsid w:val="00625FFE"/>
    <w:rsid w:val="00626497"/>
    <w:rsid w:val="00626E56"/>
    <w:rsid w:val="00626EA9"/>
    <w:rsid w:val="00627021"/>
    <w:rsid w:val="00627B4D"/>
    <w:rsid w:val="00627EC6"/>
    <w:rsid w:val="00627F9E"/>
    <w:rsid w:val="00630193"/>
    <w:rsid w:val="00630667"/>
    <w:rsid w:val="00630892"/>
    <w:rsid w:val="00631203"/>
    <w:rsid w:val="00631228"/>
    <w:rsid w:val="006313B1"/>
    <w:rsid w:val="006315F6"/>
    <w:rsid w:val="0063170D"/>
    <w:rsid w:val="006318FA"/>
    <w:rsid w:val="00631953"/>
    <w:rsid w:val="00631E42"/>
    <w:rsid w:val="00631E64"/>
    <w:rsid w:val="00631FEC"/>
    <w:rsid w:val="0063216D"/>
    <w:rsid w:val="00632278"/>
    <w:rsid w:val="0063292C"/>
    <w:rsid w:val="00632B4B"/>
    <w:rsid w:val="00632FDD"/>
    <w:rsid w:val="00632FF8"/>
    <w:rsid w:val="006335A1"/>
    <w:rsid w:val="00633A4E"/>
    <w:rsid w:val="00633B52"/>
    <w:rsid w:val="006340A7"/>
    <w:rsid w:val="006340B7"/>
    <w:rsid w:val="00634290"/>
    <w:rsid w:val="00634638"/>
    <w:rsid w:val="00635247"/>
    <w:rsid w:val="00635749"/>
    <w:rsid w:val="00635AD1"/>
    <w:rsid w:val="00635E49"/>
    <w:rsid w:val="0063645E"/>
    <w:rsid w:val="0063673E"/>
    <w:rsid w:val="00636D0A"/>
    <w:rsid w:val="00636E3B"/>
    <w:rsid w:val="006371BE"/>
    <w:rsid w:val="00637286"/>
    <w:rsid w:val="006373B7"/>
    <w:rsid w:val="00637621"/>
    <w:rsid w:val="00637CAB"/>
    <w:rsid w:val="00637E30"/>
    <w:rsid w:val="0064047E"/>
    <w:rsid w:val="00640A4F"/>
    <w:rsid w:val="00640CBB"/>
    <w:rsid w:val="00640E65"/>
    <w:rsid w:val="00641277"/>
    <w:rsid w:val="00641784"/>
    <w:rsid w:val="006417B1"/>
    <w:rsid w:val="00641C51"/>
    <w:rsid w:val="00642066"/>
    <w:rsid w:val="00642223"/>
    <w:rsid w:val="00642232"/>
    <w:rsid w:val="006426AE"/>
    <w:rsid w:val="0064278B"/>
    <w:rsid w:val="006428D2"/>
    <w:rsid w:val="00643079"/>
    <w:rsid w:val="00643316"/>
    <w:rsid w:val="00644581"/>
    <w:rsid w:val="00644EDD"/>
    <w:rsid w:val="006450EE"/>
    <w:rsid w:val="006451B0"/>
    <w:rsid w:val="0064563B"/>
    <w:rsid w:val="006464A5"/>
    <w:rsid w:val="00646614"/>
    <w:rsid w:val="0064662A"/>
    <w:rsid w:val="00646A24"/>
    <w:rsid w:val="006471F9"/>
    <w:rsid w:val="00647551"/>
    <w:rsid w:val="00647748"/>
    <w:rsid w:val="00647EEC"/>
    <w:rsid w:val="00650665"/>
    <w:rsid w:val="0065079B"/>
    <w:rsid w:val="00650EE3"/>
    <w:rsid w:val="00650F77"/>
    <w:rsid w:val="006515FE"/>
    <w:rsid w:val="0065182A"/>
    <w:rsid w:val="00651857"/>
    <w:rsid w:val="00651F64"/>
    <w:rsid w:val="00651FF2"/>
    <w:rsid w:val="006521B9"/>
    <w:rsid w:val="00652487"/>
    <w:rsid w:val="00653659"/>
    <w:rsid w:val="006539CF"/>
    <w:rsid w:val="00653C01"/>
    <w:rsid w:val="00654186"/>
    <w:rsid w:val="006542EC"/>
    <w:rsid w:val="006544A0"/>
    <w:rsid w:val="00654791"/>
    <w:rsid w:val="00654987"/>
    <w:rsid w:val="0065540C"/>
    <w:rsid w:val="00655452"/>
    <w:rsid w:val="006555C0"/>
    <w:rsid w:val="00655A89"/>
    <w:rsid w:val="00655B36"/>
    <w:rsid w:val="00655BA2"/>
    <w:rsid w:val="00655D57"/>
    <w:rsid w:val="00655FF3"/>
    <w:rsid w:val="006562CC"/>
    <w:rsid w:val="00656450"/>
    <w:rsid w:val="00656810"/>
    <w:rsid w:val="00656898"/>
    <w:rsid w:val="00656998"/>
    <w:rsid w:val="00656A91"/>
    <w:rsid w:val="00656DE6"/>
    <w:rsid w:val="00657014"/>
    <w:rsid w:val="00657064"/>
    <w:rsid w:val="00657517"/>
    <w:rsid w:val="0065759E"/>
    <w:rsid w:val="00657687"/>
    <w:rsid w:val="00657861"/>
    <w:rsid w:val="0066042B"/>
    <w:rsid w:val="00660483"/>
    <w:rsid w:val="006609BA"/>
    <w:rsid w:val="00660C25"/>
    <w:rsid w:val="0066182F"/>
    <w:rsid w:val="00661875"/>
    <w:rsid w:val="00661DBC"/>
    <w:rsid w:val="00661E82"/>
    <w:rsid w:val="00661F9C"/>
    <w:rsid w:val="00662119"/>
    <w:rsid w:val="006629E9"/>
    <w:rsid w:val="00662BF9"/>
    <w:rsid w:val="00663173"/>
    <w:rsid w:val="00663299"/>
    <w:rsid w:val="006632BF"/>
    <w:rsid w:val="006634FB"/>
    <w:rsid w:val="00663851"/>
    <w:rsid w:val="00663873"/>
    <w:rsid w:val="00663B17"/>
    <w:rsid w:val="006640DA"/>
    <w:rsid w:val="00664182"/>
    <w:rsid w:val="006650E9"/>
    <w:rsid w:val="00665497"/>
    <w:rsid w:val="00665A0E"/>
    <w:rsid w:val="00665F2B"/>
    <w:rsid w:val="006660C0"/>
    <w:rsid w:val="0066617D"/>
    <w:rsid w:val="00666600"/>
    <w:rsid w:val="00666AE7"/>
    <w:rsid w:val="00667191"/>
    <w:rsid w:val="00667382"/>
    <w:rsid w:val="0067028E"/>
    <w:rsid w:val="00670572"/>
    <w:rsid w:val="00670CCF"/>
    <w:rsid w:val="0067142D"/>
    <w:rsid w:val="006714A9"/>
    <w:rsid w:val="0067170D"/>
    <w:rsid w:val="0067187C"/>
    <w:rsid w:val="00672677"/>
    <w:rsid w:val="00673F72"/>
    <w:rsid w:val="0067401C"/>
    <w:rsid w:val="006743E3"/>
    <w:rsid w:val="006745C8"/>
    <w:rsid w:val="006746EB"/>
    <w:rsid w:val="0067578A"/>
    <w:rsid w:val="00675799"/>
    <w:rsid w:val="00675B60"/>
    <w:rsid w:val="00675EE3"/>
    <w:rsid w:val="00676003"/>
    <w:rsid w:val="00676208"/>
    <w:rsid w:val="006765B6"/>
    <w:rsid w:val="0067661B"/>
    <w:rsid w:val="00676647"/>
    <w:rsid w:val="006768D3"/>
    <w:rsid w:val="006769B7"/>
    <w:rsid w:val="00676B0A"/>
    <w:rsid w:val="00676CF5"/>
    <w:rsid w:val="00676E8D"/>
    <w:rsid w:val="00676FBA"/>
    <w:rsid w:val="00677265"/>
    <w:rsid w:val="0067731B"/>
    <w:rsid w:val="006775DC"/>
    <w:rsid w:val="00677611"/>
    <w:rsid w:val="00677806"/>
    <w:rsid w:val="00677A7B"/>
    <w:rsid w:val="00677B37"/>
    <w:rsid w:val="00677DFC"/>
    <w:rsid w:val="00677E91"/>
    <w:rsid w:val="00677F3C"/>
    <w:rsid w:val="00680493"/>
    <w:rsid w:val="006807F8"/>
    <w:rsid w:val="006809ED"/>
    <w:rsid w:val="00680C3E"/>
    <w:rsid w:val="00680C4C"/>
    <w:rsid w:val="0068119E"/>
    <w:rsid w:val="006819DD"/>
    <w:rsid w:val="00682837"/>
    <w:rsid w:val="00682961"/>
    <w:rsid w:val="006831D6"/>
    <w:rsid w:val="006834E1"/>
    <w:rsid w:val="0068396A"/>
    <w:rsid w:val="00683D8E"/>
    <w:rsid w:val="00684144"/>
    <w:rsid w:val="0068428A"/>
    <w:rsid w:val="006844BA"/>
    <w:rsid w:val="0068467D"/>
    <w:rsid w:val="00684EA4"/>
    <w:rsid w:val="00684EBB"/>
    <w:rsid w:val="0068519B"/>
    <w:rsid w:val="006853A5"/>
    <w:rsid w:val="00685B0D"/>
    <w:rsid w:val="00685E47"/>
    <w:rsid w:val="006863C9"/>
    <w:rsid w:val="006865C3"/>
    <w:rsid w:val="00686655"/>
    <w:rsid w:val="006867E8"/>
    <w:rsid w:val="00686BCA"/>
    <w:rsid w:val="00686C05"/>
    <w:rsid w:val="0068738F"/>
    <w:rsid w:val="0068741B"/>
    <w:rsid w:val="0068745F"/>
    <w:rsid w:val="00687B60"/>
    <w:rsid w:val="00687BE2"/>
    <w:rsid w:val="00691090"/>
    <w:rsid w:val="006915E8"/>
    <w:rsid w:val="00691967"/>
    <w:rsid w:val="00691B7E"/>
    <w:rsid w:val="00691C2B"/>
    <w:rsid w:val="00691D95"/>
    <w:rsid w:val="00692482"/>
    <w:rsid w:val="006925F4"/>
    <w:rsid w:val="00692A68"/>
    <w:rsid w:val="00693000"/>
    <w:rsid w:val="006932A2"/>
    <w:rsid w:val="00693ABB"/>
    <w:rsid w:val="00693F67"/>
    <w:rsid w:val="006942F1"/>
    <w:rsid w:val="0069435E"/>
    <w:rsid w:val="006944B2"/>
    <w:rsid w:val="00694C7C"/>
    <w:rsid w:val="00695130"/>
    <w:rsid w:val="00695239"/>
    <w:rsid w:val="006952AD"/>
    <w:rsid w:val="00695406"/>
    <w:rsid w:val="00695AD1"/>
    <w:rsid w:val="00695CA3"/>
    <w:rsid w:val="006966B4"/>
    <w:rsid w:val="00696828"/>
    <w:rsid w:val="00696841"/>
    <w:rsid w:val="00696D15"/>
    <w:rsid w:val="0069712A"/>
    <w:rsid w:val="00697738"/>
    <w:rsid w:val="006977F4"/>
    <w:rsid w:val="00697915"/>
    <w:rsid w:val="006A05A3"/>
    <w:rsid w:val="006A0845"/>
    <w:rsid w:val="006A090E"/>
    <w:rsid w:val="006A0A5F"/>
    <w:rsid w:val="006A181F"/>
    <w:rsid w:val="006A1D57"/>
    <w:rsid w:val="006A2182"/>
    <w:rsid w:val="006A249F"/>
    <w:rsid w:val="006A24D4"/>
    <w:rsid w:val="006A299F"/>
    <w:rsid w:val="006A3124"/>
    <w:rsid w:val="006A3338"/>
    <w:rsid w:val="006A357B"/>
    <w:rsid w:val="006A3C7A"/>
    <w:rsid w:val="006A42E8"/>
    <w:rsid w:val="006A441C"/>
    <w:rsid w:val="006A4626"/>
    <w:rsid w:val="006A478F"/>
    <w:rsid w:val="006A4DB5"/>
    <w:rsid w:val="006A5004"/>
    <w:rsid w:val="006A5481"/>
    <w:rsid w:val="006A54C7"/>
    <w:rsid w:val="006A5679"/>
    <w:rsid w:val="006A5FD1"/>
    <w:rsid w:val="006A6061"/>
    <w:rsid w:val="006A63B0"/>
    <w:rsid w:val="006A6408"/>
    <w:rsid w:val="006A67EF"/>
    <w:rsid w:val="006A6AD0"/>
    <w:rsid w:val="006A6B72"/>
    <w:rsid w:val="006A6D29"/>
    <w:rsid w:val="006A6D83"/>
    <w:rsid w:val="006A7470"/>
    <w:rsid w:val="006A7ACD"/>
    <w:rsid w:val="006B0589"/>
    <w:rsid w:val="006B07F0"/>
    <w:rsid w:val="006B0B3F"/>
    <w:rsid w:val="006B1261"/>
    <w:rsid w:val="006B2253"/>
    <w:rsid w:val="006B23A0"/>
    <w:rsid w:val="006B2527"/>
    <w:rsid w:val="006B28E9"/>
    <w:rsid w:val="006B2AF3"/>
    <w:rsid w:val="006B2D49"/>
    <w:rsid w:val="006B2F82"/>
    <w:rsid w:val="006B30FD"/>
    <w:rsid w:val="006B3407"/>
    <w:rsid w:val="006B3A75"/>
    <w:rsid w:val="006B3BF6"/>
    <w:rsid w:val="006B3C3B"/>
    <w:rsid w:val="006B406A"/>
    <w:rsid w:val="006B43D5"/>
    <w:rsid w:val="006B4482"/>
    <w:rsid w:val="006B45B3"/>
    <w:rsid w:val="006B46E9"/>
    <w:rsid w:val="006B47A9"/>
    <w:rsid w:val="006B49B8"/>
    <w:rsid w:val="006B4D27"/>
    <w:rsid w:val="006B4D39"/>
    <w:rsid w:val="006B4FD6"/>
    <w:rsid w:val="006B5131"/>
    <w:rsid w:val="006B5592"/>
    <w:rsid w:val="006B562A"/>
    <w:rsid w:val="006B57C3"/>
    <w:rsid w:val="006B5904"/>
    <w:rsid w:val="006B5DF0"/>
    <w:rsid w:val="006B6656"/>
    <w:rsid w:val="006B66A4"/>
    <w:rsid w:val="006B691A"/>
    <w:rsid w:val="006B6B8C"/>
    <w:rsid w:val="006B6DFC"/>
    <w:rsid w:val="006B7807"/>
    <w:rsid w:val="006B782C"/>
    <w:rsid w:val="006B7A82"/>
    <w:rsid w:val="006B7E04"/>
    <w:rsid w:val="006B7F15"/>
    <w:rsid w:val="006B7F9F"/>
    <w:rsid w:val="006C0095"/>
    <w:rsid w:val="006C050C"/>
    <w:rsid w:val="006C15F4"/>
    <w:rsid w:val="006C1C91"/>
    <w:rsid w:val="006C2012"/>
    <w:rsid w:val="006C211D"/>
    <w:rsid w:val="006C2AFF"/>
    <w:rsid w:val="006C2E80"/>
    <w:rsid w:val="006C2F59"/>
    <w:rsid w:val="006C3030"/>
    <w:rsid w:val="006C3070"/>
    <w:rsid w:val="006C3128"/>
    <w:rsid w:val="006C314E"/>
    <w:rsid w:val="006C3CB8"/>
    <w:rsid w:val="006C3FAC"/>
    <w:rsid w:val="006C4262"/>
    <w:rsid w:val="006C45E0"/>
    <w:rsid w:val="006C4CAB"/>
    <w:rsid w:val="006C4F59"/>
    <w:rsid w:val="006C536D"/>
    <w:rsid w:val="006C5A67"/>
    <w:rsid w:val="006C5B44"/>
    <w:rsid w:val="006C60C8"/>
    <w:rsid w:val="006C6539"/>
    <w:rsid w:val="006C66B4"/>
    <w:rsid w:val="006C6E5D"/>
    <w:rsid w:val="006C6EE6"/>
    <w:rsid w:val="006C7544"/>
    <w:rsid w:val="006C7D05"/>
    <w:rsid w:val="006C7DE6"/>
    <w:rsid w:val="006C7E35"/>
    <w:rsid w:val="006D012B"/>
    <w:rsid w:val="006D0371"/>
    <w:rsid w:val="006D07C9"/>
    <w:rsid w:val="006D07EF"/>
    <w:rsid w:val="006D0DE2"/>
    <w:rsid w:val="006D0F00"/>
    <w:rsid w:val="006D15A8"/>
    <w:rsid w:val="006D17DB"/>
    <w:rsid w:val="006D1B7A"/>
    <w:rsid w:val="006D2192"/>
    <w:rsid w:val="006D2784"/>
    <w:rsid w:val="006D29EE"/>
    <w:rsid w:val="006D2A37"/>
    <w:rsid w:val="006D30D7"/>
    <w:rsid w:val="006D3116"/>
    <w:rsid w:val="006D31A3"/>
    <w:rsid w:val="006D4459"/>
    <w:rsid w:val="006D45DB"/>
    <w:rsid w:val="006D4B82"/>
    <w:rsid w:val="006D4D51"/>
    <w:rsid w:val="006D58E5"/>
    <w:rsid w:val="006D5947"/>
    <w:rsid w:val="006D5D8A"/>
    <w:rsid w:val="006D6B11"/>
    <w:rsid w:val="006D6B6D"/>
    <w:rsid w:val="006D73B8"/>
    <w:rsid w:val="006D77CF"/>
    <w:rsid w:val="006D7AB2"/>
    <w:rsid w:val="006D7AB3"/>
    <w:rsid w:val="006D7C4F"/>
    <w:rsid w:val="006D7C86"/>
    <w:rsid w:val="006E0045"/>
    <w:rsid w:val="006E013C"/>
    <w:rsid w:val="006E046F"/>
    <w:rsid w:val="006E09C5"/>
    <w:rsid w:val="006E10F1"/>
    <w:rsid w:val="006E13F7"/>
    <w:rsid w:val="006E14B0"/>
    <w:rsid w:val="006E16E2"/>
    <w:rsid w:val="006E1937"/>
    <w:rsid w:val="006E196D"/>
    <w:rsid w:val="006E1ECD"/>
    <w:rsid w:val="006E2058"/>
    <w:rsid w:val="006E20D1"/>
    <w:rsid w:val="006E27BD"/>
    <w:rsid w:val="006E28DC"/>
    <w:rsid w:val="006E2934"/>
    <w:rsid w:val="006E2BED"/>
    <w:rsid w:val="006E3409"/>
    <w:rsid w:val="006E3AB9"/>
    <w:rsid w:val="006E3B85"/>
    <w:rsid w:val="006E40DC"/>
    <w:rsid w:val="006E46DD"/>
    <w:rsid w:val="006E4C9B"/>
    <w:rsid w:val="006E5194"/>
    <w:rsid w:val="006E5527"/>
    <w:rsid w:val="006E55BC"/>
    <w:rsid w:val="006E5811"/>
    <w:rsid w:val="006E5935"/>
    <w:rsid w:val="006E615B"/>
    <w:rsid w:val="006E6F7F"/>
    <w:rsid w:val="006E7140"/>
    <w:rsid w:val="006E781B"/>
    <w:rsid w:val="006E782F"/>
    <w:rsid w:val="006E799A"/>
    <w:rsid w:val="006F03B5"/>
    <w:rsid w:val="006F0497"/>
    <w:rsid w:val="006F0963"/>
    <w:rsid w:val="006F0B02"/>
    <w:rsid w:val="006F0E91"/>
    <w:rsid w:val="006F13A6"/>
    <w:rsid w:val="006F14B0"/>
    <w:rsid w:val="006F1791"/>
    <w:rsid w:val="006F17F5"/>
    <w:rsid w:val="006F198C"/>
    <w:rsid w:val="006F19B6"/>
    <w:rsid w:val="006F1B6A"/>
    <w:rsid w:val="006F1C0C"/>
    <w:rsid w:val="006F1D9B"/>
    <w:rsid w:val="006F287A"/>
    <w:rsid w:val="006F2AE1"/>
    <w:rsid w:val="006F2E2F"/>
    <w:rsid w:val="006F3691"/>
    <w:rsid w:val="006F37D8"/>
    <w:rsid w:val="006F383A"/>
    <w:rsid w:val="006F3F7F"/>
    <w:rsid w:val="006F407E"/>
    <w:rsid w:val="006F4339"/>
    <w:rsid w:val="006F46E2"/>
    <w:rsid w:val="006F4796"/>
    <w:rsid w:val="006F4AD6"/>
    <w:rsid w:val="006F4E53"/>
    <w:rsid w:val="006F55D8"/>
    <w:rsid w:val="006F56CF"/>
    <w:rsid w:val="006F5829"/>
    <w:rsid w:val="006F5A5F"/>
    <w:rsid w:val="006F6047"/>
    <w:rsid w:val="006F615F"/>
    <w:rsid w:val="006F6194"/>
    <w:rsid w:val="006F62EA"/>
    <w:rsid w:val="006F65C3"/>
    <w:rsid w:val="006F69C6"/>
    <w:rsid w:val="006F7482"/>
    <w:rsid w:val="00700044"/>
    <w:rsid w:val="00700663"/>
    <w:rsid w:val="00700865"/>
    <w:rsid w:val="00700BE9"/>
    <w:rsid w:val="00700D42"/>
    <w:rsid w:val="00700F0A"/>
    <w:rsid w:val="00700F4D"/>
    <w:rsid w:val="00701053"/>
    <w:rsid w:val="00701129"/>
    <w:rsid w:val="0070121A"/>
    <w:rsid w:val="0070137C"/>
    <w:rsid w:val="00701420"/>
    <w:rsid w:val="0070142A"/>
    <w:rsid w:val="0070170E"/>
    <w:rsid w:val="00702863"/>
    <w:rsid w:val="0070286E"/>
    <w:rsid w:val="00702891"/>
    <w:rsid w:val="00702C36"/>
    <w:rsid w:val="00702EB1"/>
    <w:rsid w:val="007038B2"/>
    <w:rsid w:val="00703957"/>
    <w:rsid w:val="00703C30"/>
    <w:rsid w:val="0070405C"/>
    <w:rsid w:val="007045BE"/>
    <w:rsid w:val="007048B4"/>
    <w:rsid w:val="00704931"/>
    <w:rsid w:val="00704A27"/>
    <w:rsid w:val="007057EA"/>
    <w:rsid w:val="00705FD5"/>
    <w:rsid w:val="00706039"/>
    <w:rsid w:val="007067E5"/>
    <w:rsid w:val="0070707D"/>
    <w:rsid w:val="00707681"/>
    <w:rsid w:val="007103C9"/>
    <w:rsid w:val="0071082D"/>
    <w:rsid w:val="00710E96"/>
    <w:rsid w:val="00711235"/>
    <w:rsid w:val="00711325"/>
    <w:rsid w:val="007115BA"/>
    <w:rsid w:val="0071198B"/>
    <w:rsid w:val="00711A63"/>
    <w:rsid w:val="00711D9E"/>
    <w:rsid w:val="00712313"/>
    <w:rsid w:val="0071300E"/>
    <w:rsid w:val="007132D5"/>
    <w:rsid w:val="007134F1"/>
    <w:rsid w:val="00713FFD"/>
    <w:rsid w:val="00714C66"/>
    <w:rsid w:val="00714E5B"/>
    <w:rsid w:val="00714F93"/>
    <w:rsid w:val="00715754"/>
    <w:rsid w:val="00715987"/>
    <w:rsid w:val="00715A4A"/>
    <w:rsid w:val="00715C9F"/>
    <w:rsid w:val="00715DBC"/>
    <w:rsid w:val="007162D6"/>
    <w:rsid w:val="00716B32"/>
    <w:rsid w:val="00716BC4"/>
    <w:rsid w:val="007170A7"/>
    <w:rsid w:val="00717299"/>
    <w:rsid w:val="00717BC5"/>
    <w:rsid w:val="00717EB7"/>
    <w:rsid w:val="00717F3E"/>
    <w:rsid w:val="00720DAB"/>
    <w:rsid w:val="0072151A"/>
    <w:rsid w:val="00721840"/>
    <w:rsid w:val="00721E6F"/>
    <w:rsid w:val="00722ADE"/>
    <w:rsid w:val="00722B69"/>
    <w:rsid w:val="00722DBB"/>
    <w:rsid w:val="00722E69"/>
    <w:rsid w:val="00723245"/>
    <w:rsid w:val="00723B2D"/>
    <w:rsid w:val="00723BFF"/>
    <w:rsid w:val="0072417F"/>
    <w:rsid w:val="007241FC"/>
    <w:rsid w:val="007242A6"/>
    <w:rsid w:val="0072440E"/>
    <w:rsid w:val="007245C7"/>
    <w:rsid w:val="0072467B"/>
    <w:rsid w:val="00724B00"/>
    <w:rsid w:val="00724F3A"/>
    <w:rsid w:val="0072508D"/>
    <w:rsid w:val="00725093"/>
    <w:rsid w:val="0072533D"/>
    <w:rsid w:val="00725AFA"/>
    <w:rsid w:val="00725E1D"/>
    <w:rsid w:val="007262F3"/>
    <w:rsid w:val="00726606"/>
    <w:rsid w:val="00726666"/>
    <w:rsid w:val="00726ADE"/>
    <w:rsid w:val="00726C2E"/>
    <w:rsid w:val="00726E6F"/>
    <w:rsid w:val="00727101"/>
    <w:rsid w:val="007279A5"/>
    <w:rsid w:val="00727CAB"/>
    <w:rsid w:val="007305B1"/>
    <w:rsid w:val="007305E6"/>
    <w:rsid w:val="007305E7"/>
    <w:rsid w:val="00730BB5"/>
    <w:rsid w:val="00730F75"/>
    <w:rsid w:val="0073106A"/>
    <w:rsid w:val="00731317"/>
    <w:rsid w:val="00731828"/>
    <w:rsid w:val="00731D0A"/>
    <w:rsid w:val="007324EC"/>
    <w:rsid w:val="00732590"/>
    <w:rsid w:val="007325D1"/>
    <w:rsid w:val="00732825"/>
    <w:rsid w:val="0073294C"/>
    <w:rsid w:val="00732E0A"/>
    <w:rsid w:val="0073309D"/>
    <w:rsid w:val="00734377"/>
    <w:rsid w:val="007343E8"/>
    <w:rsid w:val="00734C06"/>
    <w:rsid w:val="00735344"/>
    <w:rsid w:val="00735374"/>
    <w:rsid w:val="0073581D"/>
    <w:rsid w:val="00735BBC"/>
    <w:rsid w:val="00735C37"/>
    <w:rsid w:val="00736462"/>
    <w:rsid w:val="007366BD"/>
    <w:rsid w:val="007369D0"/>
    <w:rsid w:val="00736AD4"/>
    <w:rsid w:val="0073779D"/>
    <w:rsid w:val="0073792A"/>
    <w:rsid w:val="007402FA"/>
    <w:rsid w:val="00740420"/>
    <w:rsid w:val="00740711"/>
    <w:rsid w:val="00740888"/>
    <w:rsid w:val="00740C26"/>
    <w:rsid w:val="00740F74"/>
    <w:rsid w:val="007416AA"/>
    <w:rsid w:val="007418DA"/>
    <w:rsid w:val="00741ABB"/>
    <w:rsid w:val="00742156"/>
    <w:rsid w:val="007421AD"/>
    <w:rsid w:val="0074227E"/>
    <w:rsid w:val="0074238F"/>
    <w:rsid w:val="007425E0"/>
    <w:rsid w:val="00742690"/>
    <w:rsid w:val="007427FB"/>
    <w:rsid w:val="00743291"/>
    <w:rsid w:val="007432C7"/>
    <w:rsid w:val="00743373"/>
    <w:rsid w:val="007435A1"/>
    <w:rsid w:val="0074388C"/>
    <w:rsid w:val="00743902"/>
    <w:rsid w:val="00743BF0"/>
    <w:rsid w:val="00743F32"/>
    <w:rsid w:val="007449DC"/>
    <w:rsid w:val="00744FC4"/>
    <w:rsid w:val="00745264"/>
    <w:rsid w:val="0074538D"/>
    <w:rsid w:val="00745AA4"/>
    <w:rsid w:val="007468CB"/>
    <w:rsid w:val="0074694E"/>
    <w:rsid w:val="00746B91"/>
    <w:rsid w:val="00746CED"/>
    <w:rsid w:val="0075003A"/>
    <w:rsid w:val="0075082A"/>
    <w:rsid w:val="00751183"/>
    <w:rsid w:val="0075170D"/>
    <w:rsid w:val="00751C3E"/>
    <w:rsid w:val="00752244"/>
    <w:rsid w:val="007522DB"/>
    <w:rsid w:val="00752691"/>
    <w:rsid w:val="00752BBA"/>
    <w:rsid w:val="00752C49"/>
    <w:rsid w:val="00753381"/>
    <w:rsid w:val="0075384A"/>
    <w:rsid w:val="00753B2B"/>
    <w:rsid w:val="00753CB6"/>
    <w:rsid w:val="007546BF"/>
    <w:rsid w:val="00754A0C"/>
    <w:rsid w:val="007550DB"/>
    <w:rsid w:val="007551F9"/>
    <w:rsid w:val="007555EE"/>
    <w:rsid w:val="00755954"/>
    <w:rsid w:val="007560C7"/>
    <w:rsid w:val="00756303"/>
    <w:rsid w:val="00756696"/>
    <w:rsid w:val="007568E0"/>
    <w:rsid w:val="00757021"/>
    <w:rsid w:val="007573B0"/>
    <w:rsid w:val="00757763"/>
    <w:rsid w:val="007577CA"/>
    <w:rsid w:val="00757A5F"/>
    <w:rsid w:val="00757C57"/>
    <w:rsid w:val="00757EE7"/>
    <w:rsid w:val="007600E4"/>
    <w:rsid w:val="0076014E"/>
    <w:rsid w:val="007602D4"/>
    <w:rsid w:val="007603B1"/>
    <w:rsid w:val="00760435"/>
    <w:rsid w:val="00760FE6"/>
    <w:rsid w:val="0076125C"/>
    <w:rsid w:val="00761791"/>
    <w:rsid w:val="007618C5"/>
    <w:rsid w:val="007620F7"/>
    <w:rsid w:val="00762377"/>
    <w:rsid w:val="007624EE"/>
    <w:rsid w:val="007627A4"/>
    <w:rsid w:val="007629C4"/>
    <w:rsid w:val="0076303E"/>
    <w:rsid w:val="007637F0"/>
    <w:rsid w:val="007643E9"/>
    <w:rsid w:val="007643FE"/>
    <w:rsid w:val="00764534"/>
    <w:rsid w:val="00764CEC"/>
    <w:rsid w:val="007655FB"/>
    <w:rsid w:val="007658E8"/>
    <w:rsid w:val="00765B66"/>
    <w:rsid w:val="00765BBB"/>
    <w:rsid w:val="00765C09"/>
    <w:rsid w:val="00766839"/>
    <w:rsid w:val="00766911"/>
    <w:rsid w:val="0076731C"/>
    <w:rsid w:val="00767418"/>
    <w:rsid w:val="007677B0"/>
    <w:rsid w:val="00767ABD"/>
    <w:rsid w:val="00767BA1"/>
    <w:rsid w:val="007701E8"/>
    <w:rsid w:val="0077080B"/>
    <w:rsid w:val="007708C5"/>
    <w:rsid w:val="00770DDA"/>
    <w:rsid w:val="007711A0"/>
    <w:rsid w:val="0077154F"/>
    <w:rsid w:val="00771C93"/>
    <w:rsid w:val="00771D0C"/>
    <w:rsid w:val="0077294A"/>
    <w:rsid w:val="00772B24"/>
    <w:rsid w:val="00772C8A"/>
    <w:rsid w:val="00773236"/>
    <w:rsid w:val="007734B7"/>
    <w:rsid w:val="00773745"/>
    <w:rsid w:val="00773CA0"/>
    <w:rsid w:val="007741D9"/>
    <w:rsid w:val="00774CB1"/>
    <w:rsid w:val="00775456"/>
    <w:rsid w:val="00775841"/>
    <w:rsid w:val="00775C45"/>
    <w:rsid w:val="00775C75"/>
    <w:rsid w:val="00775CF6"/>
    <w:rsid w:val="00775F57"/>
    <w:rsid w:val="00776236"/>
    <w:rsid w:val="00776528"/>
    <w:rsid w:val="00776B37"/>
    <w:rsid w:val="00776BC6"/>
    <w:rsid w:val="00776F49"/>
    <w:rsid w:val="007772CE"/>
    <w:rsid w:val="007779BD"/>
    <w:rsid w:val="00777BBD"/>
    <w:rsid w:val="00777C08"/>
    <w:rsid w:val="00777F05"/>
    <w:rsid w:val="0078088C"/>
    <w:rsid w:val="00780AC8"/>
    <w:rsid w:val="00780C47"/>
    <w:rsid w:val="00780C77"/>
    <w:rsid w:val="00780E89"/>
    <w:rsid w:val="00780FB3"/>
    <w:rsid w:val="007814F2"/>
    <w:rsid w:val="00781A2E"/>
    <w:rsid w:val="00781BC0"/>
    <w:rsid w:val="00782BD2"/>
    <w:rsid w:val="00782BE2"/>
    <w:rsid w:val="00782C3F"/>
    <w:rsid w:val="00782DEB"/>
    <w:rsid w:val="00783F07"/>
    <w:rsid w:val="00784000"/>
    <w:rsid w:val="007842BB"/>
    <w:rsid w:val="00784F50"/>
    <w:rsid w:val="00785007"/>
    <w:rsid w:val="00785617"/>
    <w:rsid w:val="00785A5F"/>
    <w:rsid w:val="00785C49"/>
    <w:rsid w:val="00785DAA"/>
    <w:rsid w:val="00785E10"/>
    <w:rsid w:val="00785E4A"/>
    <w:rsid w:val="00785F8C"/>
    <w:rsid w:val="00786A56"/>
    <w:rsid w:val="0078711B"/>
    <w:rsid w:val="00787B9D"/>
    <w:rsid w:val="00787CC9"/>
    <w:rsid w:val="00790C23"/>
    <w:rsid w:val="0079187D"/>
    <w:rsid w:val="00792696"/>
    <w:rsid w:val="0079388D"/>
    <w:rsid w:val="00793A51"/>
    <w:rsid w:val="00793A77"/>
    <w:rsid w:val="00793F28"/>
    <w:rsid w:val="007944C8"/>
    <w:rsid w:val="0079465E"/>
    <w:rsid w:val="00794866"/>
    <w:rsid w:val="00794D64"/>
    <w:rsid w:val="00794EDA"/>
    <w:rsid w:val="00794FB8"/>
    <w:rsid w:val="007954ED"/>
    <w:rsid w:val="0079563F"/>
    <w:rsid w:val="0079597F"/>
    <w:rsid w:val="00795EC0"/>
    <w:rsid w:val="00796403"/>
    <w:rsid w:val="0079693E"/>
    <w:rsid w:val="00796B0B"/>
    <w:rsid w:val="00796D80"/>
    <w:rsid w:val="007970B4"/>
    <w:rsid w:val="007972AF"/>
    <w:rsid w:val="007974FE"/>
    <w:rsid w:val="007978FF"/>
    <w:rsid w:val="00797B9D"/>
    <w:rsid w:val="00797BD0"/>
    <w:rsid w:val="007A033F"/>
    <w:rsid w:val="007A0641"/>
    <w:rsid w:val="007A06F0"/>
    <w:rsid w:val="007A0AC6"/>
    <w:rsid w:val="007A0B73"/>
    <w:rsid w:val="007A0EDF"/>
    <w:rsid w:val="007A19A7"/>
    <w:rsid w:val="007A1B44"/>
    <w:rsid w:val="007A21C7"/>
    <w:rsid w:val="007A2467"/>
    <w:rsid w:val="007A255D"/>
    <w:rsid w:val="007A2788"/>
    <w:rsid w:val="007A28D3"/>
    <w:rsid w:val="007A295D"/>
    <w:rsid w:val="007A35D1"/>
    <w:rsid w:val="007A39D7"/>
    <w:rsid w:val="007A411B"/>
    <w:rsid w:val="007A4B96"/>
    <w:rsid w:val="007A4BE5"/>
    <w:rsid w:val="007A4F02"/>
    <w:rsid w:val="007A5270"/>
    <w:rsid w:val="007A5391"/>
    <w:rsid w:val="007A5A39"/>
    <w:rsid w:val="007A5C23"/>
    <w:rsid w:val="007A5D5B"/>
    <w:rsid w:val="007A6271"/>
    <w:rsid w:val="007A63F7"/>
    <w:rsid w:val="007A641A"/>
    <w:rsid w:val="007A64E8"/>
    <w:rsid w:val="007A656D"/>
    <w:rsid w:val="007A74ED"/>
    <w:rsid w:val="007A7594"/>
    <w:rsid w:val="007A75AA"/>
    <w:rsid w:val="007A7619"/>
    <w:rsid w:val="007A786B"/>
    <w:rsid w:val="007A7AA2"/>
    <w:rsid w:val="007A7DD2"/>
    <w:rsid w:val="007A7DDE"/>
    <w:rsid w:val="007A7FC9"/>
    <w:rsid w:val="007B0A0B"/>
    <w:rsid w:val="007B0D05"/>
    <w:rsid w:val="007B0F60"/>
    <w:rsid w:val="007B10D3"/>
    <w:rsid w:val="007B1122"/>
    <w:rsid w:val="007B1ABB"/>
    <w:rsid w:val="007B1E4A"/>
    <w:rsid w:val="007B1F04"/>
    <w:rsid w:val="007B1FA1"/>
    <w:rsid w:val="007B2261"/>
    <w:rsid w:val="007B234B"/>
    <w:rsid w:val="007B2A5A"/>
    <w:rsid w:val="007B30CE"/>
    <w:rsid w:val="007B3782"/>
    <w:rsid w:val="007B38C1"/>
    <w:rsid w:val="007B396F"/>
    <w:rsid w:val="007B3B52"/>
    <w:rsid w:val="007B3B5B"/>
    <w:rsid w:val="007B4675"/>
    <w:rsid w:val="007B46ED"/>
    <w:rsid w:val="007B53E6"/>
    <w:rsid w:val="007B567C"/>
    <w:rsid w:val="007B5798"/>
    <w:rsid w:val="007B57B9"/>
    <w:rsid w:val="007B596A"/>
    <w:rsid w:val="007B5B81"/>
    <w:rsid w:val="007B6103"/>
    <w:rsid w:val="007B64BE"/>
    <w:rsid w:val="007B66CC"/>
    <w:rsid w:val="007B67F9"/>
    <w:rsid w:val="007B6A7A"/>
    <w:rsid w:val="007B7A7A"/>
    <w:rsid w:val="007B7E19"/>
    <w:rsid w:val="007B7EBE"/>
    <w:rsid w:val="007B7F06"/>
    <w:rsid w:val="007B7F6A"/>
    <w:rsid w:val="007C00F8"/>
    <w:rsid w:val="007C01BC"/>
    <w:rsid w:val="007C0262"/>
    <w:rsid w:val="007C0528"/>
    <w:rsid w:val="007C085B"/>
    <w:rsid w:val="007C089F"/>
    <w:rsid w:val="007C0922"/>
    <w:rsid w:val="007C096D"/>
    <w:rsid w:val="007C096F"/>
    <w:rsid w:val="007C0D61"/>
    <w:rsid w:val="007C1823"/>
    <w:rsid w:val="007C20C6"/>
    <w:rsid w:val="007C21A4"/>
    <w:rsid w:val="007C2209"/>
    <w:rsid w:val="007C228F"/>
    <w:rsid w:val="007C2304"/>
    <w:rsid w:val="007C2470"/>
    <w:rsid w:val="007C2732"/>
    <w:rsid w:val="007C2884"/>
    <w:rsid w:val="007C2890"/>
    <w:rsid w:val="007C2CD0"/>
    <w:rsid w:val="007C3859"/>
    <w:rsid w:val="007C3CEA"/>
    <w:rsid w:val="007C3DED"/>
    <w:rsid w:val="007C3E43"/>
    <w:rsid w:val="007C466F"/>
    <w:rsid w:val="007C47C6"/>
    <w:rsid w:val="007C4A49"/>
    <w:rsid w:val="007C4AA4"/>
    <w:rsid w:val="007C4B2B"/>
    <w:rsid w:val="007C5541"/>
    <w:rsid w:val="007C5572"/>
    <w:rsid w:val="007C59D8"/>
    <w:rsid w:val="007C5BAB"/>
    <w:rsid w:val="007C5C92"/>
    <w:rsid w:val="007C6455"/>
    <w:rsid w:val="007C6503"/>
    <w:rsid w:val="007C7AB8"/>
    <w:rsid w:val="007C7C6F"/>
    <w:rsid w:val="007C7DB0"/>
    <w:rsid w:val="007D03D2"/>
    <w:rsid w:val="007D04D5"/>
    <w:rsid w:val="007D0C09"/>
    <w:rsid w:val="007D0E1E"/>
    <w:rsid w:val="007D1411"/>
    <w:rsid w:val="007D189A"/>
    <w:rsid w:val="007D1C25"/>
    <w:rsid w:val="007D215A"/>
    <w:rsid w:val="007D2AFA"/>
    <w:rsid w:val="007D3024"/>
    <w:rsid w:val="007D3047"/>
    <w:rsid w:val="007D32E2"/>
    <w:rsid w:val="007D353E"/>
    <w:rsid w:val="007D35BF"/>
    <w:rsid w:val="007D4084"/>
    <w:rsid w:val="007D43B2"/>
    <w:rsid w:val="007D4400"/>
    <w:rsid w:val="007D4779"/>
    <w:rsid w:val="007D4D31"/>
    <w:rsid w:val="007D4DEC"/>
    <w:rsid w:val="007D4E29"/>
    <w:rsid w:val="007D4EF1"/>
    <w:rsid w:val="007D5259"/>
    <w:rsid w:val="007D5794"/>
    <w:rsid w:val="007D587D"/>
    <w:rsid w:val="007D5A2B"/>
    <w:rsid w:val="007D6348"/>
    <w:rsid w:val="007D6E90"/>
    <w:rsid w:val="007D6EBB"/>
    <w:rsid w:val="007D71BD"/>
    <w:rsid w:val="007D752F"/>
    <w:rsid w:val="007D76E5"/>
    <w:rsid w:val="007D7844"/>
    <w:rsid w:val="007D7B06"/>
    <w:rsid w:val="007E002A"/>
    <w:rsid w:val="007E0F7E"/>
    <w:rsid w:val="007E1848"/>
    <w:rsid w:val="007E190A"/>
    <w:rsid w:val="007E2028"/>
    <w:rsid w:val="007E2889"/>
    <w:rsid w:val="007E29B3"/>
    <w:rsid w:val="007E2B12"/>
    <w:rsid w:val="007E2CCE"/>
    <w:rsid w:val="007E4AF2"/>
    <w:rsid w:val="007E4D3C"/>
    <w:rsid w:val="007E4D84"/>
    <w:rsid w:val="007E5339"/>
    <w:rsid w:val="007E5760"/>
    <w:rsid w:val="007E582F"/>
    <w:rsid w:val="007E5CE4"/>
    <w:rsid w:val="007E5FD1"/>
    <w:rsid w:val="007E614B"/>
    <w:rsid w:val="007E644A"/>
    <w:rsid w:val="007E66E0"/>
    <w:rsid w:val="007E6730"/>
    <w:rsid w:val="007E6C4F"/>
    <w:rsid w:val="007E7CC2"/>
    <w:rsid w:val="007F0022"/>
    <w:rsid w:val="007F006A"/>
    <w:rsid w:val="007F01D8"/>
    <w:rsid w:val="007F02EF"/>
    <w:rsid w:val="007F0315"/>
    <w:rsid w:val="007F082F"/>
    <w:rsid w:val="007F134B"/>
    <w:rsid w:val="007F1AE8"/>
    <w:rsid w:val="007F1C32"/>
    <w:rsid w:val="007F1D09"/>
    <w:rsid w:val="007F1F6F"/>
    <w:rsid w:val="007F2035"/>
    <w:rsid w:val="007F2548"/>
    <w:rsid w:val="007F2605"/>
    <w:rsid w:val="007F37C6"/>
    <w:rsid w:val="007F3803"/>
    <w:rsid w:val="007F3AB9"/>
    <w:rsid w:val="007F3E11"/>
    <w:rsid w:val="007F3F84"/>
    <w:rsid w:val="007F41D1"/>
    <w:rsid w:val="007F43DE"/>
    <w:rsid w:val="007F4C3D"/>
    <w:rsid w:val="007F56CD"/>
    <w:rsid w:val="007F56F2"/>
    <w:rsid w:val="007F59F2"/>
    <w:rsid w:val="007F5A68"/>
    <w:rsid w:val="007F5D37"/>
    <w:rsid w:val="007F5F29"/>
    <w:rsid w:val="007F5FBA"/>
    <w:rsid w:val="007F614B"/>
    <w:rsid w:val="007F6274"/>
    <w:rsid w:val="007F6B9A"/>
    <w:rsid w:val="007F781C"/>
    <w:rsid w:val="007F7B5F"/>
    <w:rsid w:val="007F7BA4"/>
    <w:rsid w:val="00800141"/>
    <w:rsid w:val="00800BBF"/>
    <w:rsid w:val="00800F0B"/>
    <w:rsid w:val="00800F81"/>
    <w:rsid w:val="00801211"/>
    <w:rsid w:val="00801430"/>
    <w:rsid w:val="00801442"/>
    <w:rsid w:val="008018BF"/>
    <w:rsid w:val="00801ACA"/>
    <w:rsid w:val="0080230B"/>
    <w:rsid w:val="008025BF"/>
    <w:rsid w:val="0080273D"/>
    <w:rsid w:val="00802B73"/>
    <w:rsid w:val="0080321E"/>
    <w:rsid w:val="00803709"/>
    <w:rsid w:val="00803B7A"/>
    <w:rsid w:val="00803E5E"/>
    <w:rsid w:val="00804631"/>
    <w:rsid w:val="00804714"/>
    <w:rsid w:val="008047C5"/>
    <w:rsid w:val="00804973"/>
    <w:rsid w:val="00804A7D"/>
    <w:rsid w:val="00804BE8"/>
    <w:rsid w:val="00804FFD"/>
    <w:rsid w:val="008050A8"/>
    <w:rsid w:val="0080524F"/>
    <w:rsid w:val="008054C7"/>
    <w:rsid w:val="00805B63"/>
    <w:rsid w:val="00805FEF"/>
    <w:rsid w:val="00806303"/>
    <w:rsid w:val="00806448"/>
    <w:rsid w:val="0080654A"/>
    <w:rsid w:val="008068FB"/>
    <w:rsid w:val="00807C5A"/>
    <w:rsid w:val="008103FE"/>
    <w:rsid w:val="00810559"/>
    <w:rsid w:val="00810838"/>
    <w:rsid w:val="00810942"/>
    <w:rsid w:val="008109F0"/>
    <w:rsid w:val="00811020"/>
    <w:rsid w:val="00811111"/>
    <w:rsid w:val="00811BAC"/>
    <w:rsid w:val="008121B6"/>
    <w:rsid w:val="00812695"/>
    <w:rsid w:val="00812A53"/>
    <w:rsid w:val="00812AE5"/>
    <w:rsid w:val="00812DA1"/>
    <w:rsid w:val="00812E0F"/>
    <w:rsid w:val="00812E20"/>
    <w:rsid w:val="00813B91"/>
    <w:rsid w:val="00813CE9"/>
    <w:rsid w:val="00814905"/>
    <w:rsid w:val="00814ADC"/>
    <w:rsid w:val="008153A1"/>
    <w:rsid w:val="00815555"/>
    <w:rsid w:val="0081588A"/>
    <w:rsid w:val="00815B08"/>
    <w:rsid w:val="00815C0D"/>
    <w:rsid w:val="00815FC5"/>
    <w:rsid w:val="008167D4"/>
    <w:rsid w:val="00816BAF"/>
    <w:rsid w:val="00816BC3"/>
    <w:rsid w:val="0081702E"/>
    <w:rsid w:val="0081703B"/>
    <w:rsid w:val="008171E1"/>
    <w:rsid w:val="00817968"/>
    <w:rsid w:val="008179F6"/>
    <w:rsid w:val="00817AEF"/>
    <w:rsid w:val="00817E3C"/>
    <w:rsid w:val="00817F04"/>
    <w:rsid w:val="008203EF"/>
    <w:rsid w:val="00820489"/>
    <w:rsid w:val="008207D9"/>
    <w:rsid w:val="00820DBD"/>
    <w:rsid w:val="008210AC"/>
    <w:rsid w:val="008210EA"/>
    <w:rsid w:val="008211A4"/>
    <w:rsid w:val="008213A8"/>
    <w:rsid w:val="00821547"/>
    <w:rsid w:val="00821630"/>
    <w:rsid w:val="008216D5"/>
    <w:rsid w:val="00821951"/>
    <w:rsid w:val="00821F0A"/>
    <w:rsid w:val="008227D1"/>
    <w:rsid w:val="00822904"/>
    <w:rsid w:val="00822A6B"/>
    <w:rsid w:val="00822D5D"/>
    <w:rsid w:val="00823358"/>
    <w:rsid w:val="00823697"/>
    <w:rsid w:val="008236F9"/>
    <w:rsid w:val="008245E6"/>
    <w:rsid w:val="008246D0"/>
    <w:rsid w:val="00824D49"/>
    <w:rsid w:val="008250B9"/>
    <w:rsid w:val="00825309"/>
    <w:rsid w:val="008258AE"/>
    <w:rsid w:val="00825C23"/>
    <w:rsid w:val="00825F92"/>
    <w:rsid w:val="00825FB5"/>
    <w:rsid w:val="0082663A"/>
    <w:rsid w:val="00826740"/>
    <w:rsid w:val="00826830"/>
    <w:rsid w:val="008268C0"/>
    <w:rsid w:val="00827FFE"/>
    <w:rsid w:val="0083094A"/>
    <w:rsid w:val="00830B0E"/>
    <w:rsid w:val="00830B61"/>
    <w:rsid w:val="00831986"/>
    <w:rsid w:val="00832242"/>
    <w:rsid w:val="00832600"/>
    <w:rsid w:val="00832B6B"/>
    <w:rsid w:val="0083301F"/>
    <w:rsid w:val="008337F2"/>
    <w:rsid w:val="008341B5"/>
    <w:rsid w:val="00834297"/>
    <w:rsid w:val="00834625"/>
    <w:rsid w:val="00834777"/>
    <w:rsid w:val="0083478A"/>
    <w:rsid w:val="0083487A"/>
    <w:rsid w:val="00834B9C"/>
    <w:rsid w:val="00834C6C"/>
    <w:rsid w:val="00834FF5"/>
    <w:rsid w:val="00835047"/>
    <w:rsid w:val="008364F9"/>
    <w:rsid w:val="0083663D"/>
    <w:rsid w:val="00836EA6"/>
    <w:rsid w:val="008370AA"/>
    <w:rsid w:val="00840425"/>
    <w:rsid w:val="00840453"/>
    <w:rsid w:val="00840460"/>
    <w:rsid w:val="00841C56"/>
    <w:rsid w:val="00842141"/>
    <w:rsid w:val="00842499"/>
    <w:rsid w:val="008424D2"/>
    <w:rsid w:val="00842582"/>
    <w:rsid w:val="0084279E"/>
    <w:rsid w:val="008431AA"/>
    <w:rsid w:val="008432E2"/>
    <w:rsid w:val="00843341"/>
    <w:rsid w:val="00843A87"/>
    <w:rsid w:val="00843C75"/>
    <w:rsid w:val="00843E4D"/>
    <w:rsid w:val="00843FBC"/>
    <w:rsid w:val="0084499B"/>
    <w:rsid w:val="00845733"/>
    <w:rsid w:val="00845FC8"/>
    <w:rsid w:val="0084629B"/>
    <w:rsid w:val="0084670F"/>
    <w:rsid w:val="00846728"/>
    <w:rsid w:val="0084679B"/>
    <w:rsid w:val="008467DB"/>
    <w:rsid w:val="00846A97"/>
    <w:rsid w:val="00850423"/>
    <w:rsid w:val="00850426"/>
    <w:rsid w:val="0085085D"/>
    <w:rsid w:val="008508B0"/>
    <w:rsid w:val="00850A21"/>
    <w:rsid w:val="00850A3F"/>
    <w:rsid w:val="008511FD"/>
    <w:rsid w:val="0085154D"/>
    <w:rsid w:val="0085154E"/>
    <w:rsid w:val="00851556"/>
    <w:rsid w:val="00851697"/>
    <w:rsid w:val="00851BC6"/>
    <w:rsid w:val="0085245E"/>
    <w:rsid w:val="008531F2"/>
    <w:rsid w:val="008532F6"/>
    <w:rsid w:val="00853659"/>
    <w:rsid w:val="0085405A"/>
    <w:rsid w:val="0085423F"/>
    <w:rsid w:val="0085447C"/>
    <w:rsid w:val="008547E1"/>
    <w:rsid w:val="00854E82"/>
    <w:rsid w:val="00855173"/>
    <w:rsid w:val="00855489"/>
    <w:rsid w:val="00856374"/>
    <w:rsid w:val="008563C8"/>
    <w:rsid w:val="008564D7"/>
    <w:rsid w:val="0085654C"/>
    <w:rsid w:val="00856822"/>
    <w:rsid w:val="00856ADF"/>
    <w:rsid w:val="00856C4D"/>
    <w:rsid w:val="0085704B"/>
    <w:rsid w:val="00857573"/>
    <w:rsid w:val="00857574"/>
    <w:rsid w:val="00857815"/>
    <w:rsid w:val="00857A66"/>
    <w:rsid w:val="00860215"/>
    <w:rsid w:val="008603D1"/>
    <w:rsid w:val="00860B69"/>
    <w:rsid w:val="008610AE"/>
    <w:rsid w:val="00861676"/>
    <w:rsid w:val="008616F5"/>
    <w:rsid w:val="00861A78"/>
    <w:rsid w:val="00861CC8"/>
    <w:rsid w:val="00862024"/>
    <w:rsid w:val="00862028"/>
    <w:rsid w:val="0086226A"/>
    <w:rsid w:val="00862523"/>
    <w:rsid w:val="00863350"/>
    <w:rsid w:val="00863797"/>
    <w:rsid w:val="00863829"/>
    <w:rsid w:val="00863983"/>
    <w:rsid w:val="008639C6"/>
    <w:rsid w:val="00863A1C"/>
    <w:rsid w:val="00863A5A"/>
    <w:rsid w:val="00863C8C"/>
    <w:rsid w:val="008645E4"/>
    <w:rsid w:val="00864684"/>
    <w:rsid w:val="00864760"/>
    <w:rsid w:val="0086477A"/>
    <w:rsid w:val="00864A27"/>
    <w:rsid w:val="00864AAF"/>
    <w:rsid w:val="00864AFB"/>
    <w:rsid w:val="00864B7A"/>
    <w:rsid w:val="00864F9F"/>
    <w:rsid w:val="00865706"/>
    <w:rsid w:val="00865792"/>
    <w:rsid w:val="00865EED"/>
    <w:rsid w:val="00866281"/>
    <w:rsid w:val="008664D2"/>
    <w:rsid w:val="00866509"/>
    <w:rsid w:val="00867354"/>
    <w:rsid w:val="0086746A"/>
    <w:rsid w:val="008675C3"/>
    <w:rsid w:val="0086773F"/>
    <w:rsid w:val="00867D33"/>
    <w:rsid w:val="00867DA6"/>
    <w:rsid w:val="00867EB6"/>
    <w:rsid w:val="00867F1F"/>
    <w:rsid w:val="008704B1"/>
    <w:rsid w:val="00870559"/>
    <w:rsid w:val="00870BAB"/>
    <w:rsid w:val="00870BC4"/>
    <w:rsid w:val="00870EAB"/>
    <w:rsid w:val="0087117E"/>
    <w:rsid w:val="0087163C"/>
    <w:rsid w:val="0087166C"/>
    <w:rsid w:val="0087172B"/>
    <w:rsid w:val="00871A59"/>
    <w:rsid w:val="00872296"/>
    <w:rsid w:val="008726AD"/>
    <w:rsid w:val="0087288B"/>
    <w:rsid w:val="0087297D"/>
    <w:rsid w:val="00872DE5"/>
    <w:rsid w:val="008731DE"/>
    <w:rsid w:val="008732F0"/>
    <w:rsid w:val="008735BF"/>
    <w:rsid w:val="0087369B"/>
    <w:rsid w:val="00873789"/>
    <w:rsid w:val="00873A65"/>
    <w:rsid w:val="008740E4"/>
    <w:rsid w:val="00874331"/>
    <w:rsid w:val="00874574"/>
    <w:rsid w:val="008755E4"/>
    <w:rsid w:val="00875CD7"/>
    <w:rsid w:val="00875E99"/>
    <w:rsid w:val="00876288"/>
    <w:rsid w:val="00876516"/>
    <w:rsid w:val="0087667B"/>
    <w:rsid w:val="008775A7"/>
    <w:rsid w:val="00877739"/>
    <w:rsid w:val="0087799F"/>
    <w:rsid w:val="00877C40"/>
    <w:rsid w:val="00877FED"/>
    <w:rsid w:val="0088012B"/>
    <w:rsid w:val="008803F4"/>
    <w:rsid w:val="008804DF"/>
    <w:rsid w:val="00880B4A"/>
    <w:rsid w:val="00880BB9"/>
    <w:rsid w:val="00880DE8"/>
    <w:rsid w:val="00880EB1"/>
    <w:rsid w:val="00881056"/>
    <w:rsid w:val="00881436"/>
    <w:rsid w:val="00881814"/>
    <w:rsid w:val="00882184"/>
    <w:rsid w:val="00882703"/>
    <w:rsid w:val="008827CD"/>
    <w:rsid w:val="00882CB5"/>
    <w:rsid w:val="00882F15"/>
    <w:rsid w:val="008833B2"/>
    <w:rsid w:val="0088348F"/>
    <w:rsid w:val="00883D6A"/>
    <w:rsid w:val="00883ECF"/>
    <w:rsid w:val="00884488"/>
    <w:rsid w:val="008845AD"/>
    <w:rsid w:val="008847A3"/>
    <w:rsid w:val="00884901"/>
    <w:rsid w:val="00884ACD"/>
    <w:rsid w:val="00884C0F"/>
    <w:rsid w:val="00885355"/>
    <w:rsid w:val="00885865"/>
    <w:rsid w:val="0088588B"/>
    <w:rsid w:val="00885AF3"/>
    <w:rsid w:val="00885C21"/>
    <w:rsid w:val="00885F4F"/>
    <w:rsid w:val="00886128"/>
    <w:rsid w:val="008868F4"/>
    <w:rsid w:val="00887062"/>
    <w:rsid w:val="00887419"/>
    <w:rsid w:val="008876FE"/>
    <w:rsid w:val="00887C1A"/>
    <w:rsid w:val="00887F61"/>
    <w:rsid w:val="0089068D"/>
    <w:rsid w:val="00890A2B"/>
    <w:rsid w:val="00890E47"/>
    <w:rsid w:val="00891167"/>
    <w:rsid w:val="00891191"/>
    <w:rsid w:val="008913D6"/>
    <w:rsid w:val="00891685"/>
    <w:rsid w:val="00891739"/>
    <w:rsid w:val="00891CA6"/>
    <w:rsid w:val="00892317"/>
    <w:rsid w:val="0089255C"/>
    <w:rsid w:val="00892612"/>
    <w:rsid w:val="0089293D"/>
    <w:rsid w:val="00892ADC"/>
    <w:rsid w:val="00892CF6"/>
    <w:rsid w:val="00893203"/>
    <w:rsid w:val="008935C1"/>
    <w:rsid w:val="00893C86"/>
    <w:rsid w:val="00893D18"/>
    <w:rsid w:val="00893D37"/>
    <w:rsid w:val="00893F5D"/>
    <w:rsid w:val="008942B5"/>
    <w:rsid w:val="0089483A"/>
    <w:rsid w:val="00894B4C"/>
    <w:rsid w:val="00894C8C"/>
    <w:rsid w:val="00894C93"/>
    <w:rsid w:val="008955F5"/>
    <w:rsid w:val="00895771"/>
    <w:rsid w:val="0089591F"/>
    <w:rsid w:val="008965DB"/>
    <w:rsid w:val="00896A09"/>
    <w:rsid w:val="00896FF5"/>
    <w:rsid w:val="0089711B"/>
    <w:rsid w:val="008973F3"/>
    <w:rsid w:val="0089750A"/>
    <w:rsid w:val="00897745"/>
    <w:rsid w:val="0089783D"/>
    <w:rsid w:val="00897B77"/>
    <w:rsid w:val="00897D61"/>
    <w:rsid w:val="008A07A2"/>
    <w:rsid w:val="008A0E0E"/>
    <w:rsid w:val="008A10E0"/>
    <w:rsid w:val="008A115F"/>
    <w:rsid w:val="008A14B7"/>
    <w:rsid w:val="008A14D1"/>
    <w:rsid w:val="008A1745"/>
    <w:rsid w:val="008A1F4C"/>
    <w:rsid w:val="008A1F6B"/>
    <w:rsid w:val="008A2D20"/>
    <w:rsid w:val="008A2D9B"/>
    <w:rsid w:val="008A3934"/>
    <w:rsid w:val="008A3F5E"/>
    <w:rsid w:val="008A3FF3"/>
    <w:rsid w:val="008A40B2"/>
    <w:rsid w:val="008A4248"/>
    <w:rsid w:val="008A42C8"/>
    <w:rsid w:val="008A4781"/>
    <w:rsid w:val="008A4E3A"/>
    <w:rsid w:val="008A578E"/>
    <w:rsid w:val="008A5E17"/>
    <w:rsid w:val="008A6065"/>
    <w:rsid w:val="008A61F4"/>
    <w:rsid w:val="008A6740"/>
    <w:rsid w:val="008A6AA1"/>
    <w:rsid w:val="008A7503"/>
    <w:rsid w:val="008A788B"/>
    <w:rsid w:val="008A79FD"/>
    <w:rsid w:val="008A7A0B"/>
    <w:rsid w:val="008B07B6"/>
    <w:rsid w:val="008B1257"/>
    <w:rsid w:val="008B1284"/>
    <w:rsid w:val="008B145F"/>
    <w:rsid w:val="008B19B2"/>
    <w:rsid w:val="008B1C7C"/>
    <w:rsid w:val="008B267E"/>
    <w:rsid w:val="008B2843"/>
    <w:rsid w:val="008B29C9"/>
    <w:rsid w:val="008B2D35"/>
    <w:rsid w:val="008B2FB3"/>
    <w:rsid w:val="008B3452"/>
    <w:rsid w:val="008B3516"/>
    <w:rsid w:val="008B3597"/>
    <w:rsid w:val="008B46DE"/>
    <w:rsid w:val="008B48B4"/>
    <w:rsid w:val="008B4AF2"/>
    <w:rsid w:val="008B4C8F"/>
    <w:rsid w:val="008B4D95"/>
    <w:rsid w:val="008B4DB1"/>
    <w:rsid w:val="008B51CE"/>
    <w:rsid w:val="008B563D"/>
    <w:rsid w:val="008B56C9"/>
    <w:rsid w:val="008B5D79"/>
    <w:rsid w:val="008B658E"/>
    <w:rsid w:val="008B6A8F"/>
    <w:rsid w:val="008B6DD2"/>
    <w:rsid w:val="008B7414"/>
    <w:rsid w:val="008B793A"/>
    <w:rsid w:val="008C019A"/>
    <w:rsid w:val="008C025D"/>
    <w:rsid w:val="008C116D"/>
    <w:rsid w:val="008C1DD8"/>
    <w:rsid w:val="008C1E8C"/>
    <w:rsid w:val="008C1F70"/>
    <w:rsid w:val="008C243C"/>
    <w:rsid w:val="008C245B"/>
    <w:rsid w:val="008C2462"/>
    <w:rsid w:val="008C2D72"/>
    <w:rsid w:val="008C2E05"/>
    <w:rsid w:val="008C3586"/>
    <w:rsid w:val="008C3CB3"/>
    <w:rsid w:val="008C402C"/>
    <w:rsid w:val="008C44C5"/>
    <w:rsid w:val="008C45FE"/>
    <w:rsid w:val="008C4D7D"/>
    <w:rsid w:val="008C4F7C"/>
    <w:rsid w:val="008C5A37"/>
    <w:rsid w:val="008C5B76"/>
    <w:rsid w:val="008C65C0"/>
    <w:rsid w:val="008C6880"/>
    <w:rsid w:val="008C6BC2"/>
    <w:rsid w:val="008C6F73"/>
    <w:rsid w:val="008C7CB5"/>
    <w:rsid w:val="008C7D6D"/>
    <w:rsid w:val="008D0FBB"/>
    <w:rsid w:val="008D1498"/>
    <w:rsid w:val="008D1623"/>
    <w:rsid w:val="008D1A3E"/>
    <w:rsid w:val="008D1B0A"/>
    <w:rsid w:val="008D1B4D"/>
    <w:rsid w:val="008D1BCD"/>
    <w:rsid w:val="008D1CD9"/>
    <w:rsid w:val="008D215D"/>
    <w:rsid w:val="008D3221"/>
    <w:rsid w:val="008D35EB"/>
    <w:rsid w:val="008D378E"/>
    <w:rsid w:val="008D38EC"/>
    <w:rsid w:val="008D3C10"/>
    <w:rsid w:val="008D3FAF"/>
    <w:rsid w:val="008D45C5"/>
    <w:rsid w:val="008D491D"/>
    <w:rsid w:val="008D51AB"/>
    <w:rsid w:val="008D5491"/>
    <w:rsid w:val="008D55AC"/>
    <w:rsid w:val="008D5AF9"/>
    <w:rsid w:val="008D5E09"/>
    <w:rsid w:val="008D5E32"/>
    <w:rsid w:val="008D5F36"/>
    <w:rsid w:val="008D6022"/>
    <w:rsid w:val="008D6313"/>
    <w:rsid w:val="008D6815"/>
    <w:rsid w:val="008D708E"/>
    <w:rsid w:val="008D749D"/>
    <w:rsid w:val="008D767A"/>
    <w:rsid w:val="008D77F2"/>
    <w:rsid w:val="008D7DF4"/>
    <w:rsid w:val="008D7F7C"/>
    <w:rsid w:val="008E02B6"/>
    <w:rsid w:val="008E04D7"/>
    <w:rsid w:val="008E0A0A"/>
    <w:rsid w:val="008E0C54"/>
    <w:rsid w:val="008E15FE"/>
    <w:rsid w:val="008E22E7"/>
    <w:rsid w:val="008E261E"/>
    <w:rsid w:val="008E29E7"/>
    <w:rsid w:val="008E2A94"/>
    <w:rsid w:val="008E2AC5"/>
    <w:rsid w:val="008E2BD3"/>
    <w:rsid w:val="008E3015"/>
    <w:rsid w:val="008E34D2"/>
    <w:rsid w:val="008E3808"/>
    <w:rsid w:val="008E3809"/>
    <w:rsid w:val="008E381B"/>
    <w:rsid w:val="008E4167"/>
    <w:rsid w:val="008E42AB"/>
    <w:rsid w:val="008E42C0"/>
    <w:rsid w:val="008E43F3"/>
    <w:rsid w:val="008E54C2"/>
    <w:rsid w:val="008E58C6"/>
    <w:rsid w:val="008E5B54"/>
    <w:rsid w:val="008E640E"/>
    <w:rsid w:val="008E6C77"/>
    <w:rsid w:val="008E75B3"/>
    <w:rsid w:val="008E78D0"/>
    <w:rsid w:val="008F0017"/>
    <w:rsid w:val="008F016E"/>
    <w:rsid w:val="008F032F"/>
    <w:rsid w:val="008F06E8"/>
    <w:rsid w:val="008F0B26"/>
    <w:rsid w:val="008F0ED1"/>
    <w:rsid w:val="008F10DE"/>
    <w:rsid w:val="008F1382"/>
    <w:rsid w:val="008F17E0"/>
    <w:rsid w:val="008F1D25"/>
    <w:rsid w:val="008F1DA8"/>
    <w:rsid w:val="008F2C5D"/>
    <w:rsid w:val="008F2D2F"/>
    <w:rsid w:val="008F2D62"/>
    <w:rsid w:val="008F31A5"/>
    <w:rsid w:val="008F3204"/>
    <w:rsid w:val="008F37D9"/>
    <w:rsid w:val="008F38F2"/>
    <w:rsid w:val="008F3A1E"/>
    <w:rsid w:val="008F3A91"/>
    <w:rsid w:val="008F3AA4"/>
    <w:rsid w:val="008F3AC7"/>
    <w:rsid w:val="008F3DF6"/>
    <w:rsid w:val="008F3FB3"/>
    <w:rsid w:val="008F420D"/>
    <w:rsid w:val="008F43BE"/>
    <w:rsid w:val="008F46A7"/>
    <w:rsid w:val="008F4B51"/>
    <w:rsid w:val="008F58AB"/>
    <w:rsid w:val="008F5CC9"/>
    <w:rsid w:val="008F6612"/>
    <w:rsid w:val="008F6E48"/>
    <w:rsid w:val="008F7452"/>
    <w:rsid w:val="008F787E"/>
    <w:rsid w:val="008F7977"/>
    <w:rsid w:val="00900491"/>
    <w:rsid w:val="0090053B"/>
    <w:rsid w:val="00900577"/>
    <w:rsid w:val="0090076F"/>
    <w:rsid w:val="00900919"/>
    <w:rsid w:val="00900C73"/>
    <w:rsid w:val="00900C7A"/>
    <w:rsid w:val="009016E4"/>
    <w:rsid w:val="0090171A"/>
    <w:rsid w:val="0090212F"/>
    <w:rsid w:val="0090262B"/>
    <w:rsid w:val="009028C1"/>
    <w:rsid w:val="009029F2"/>
    <w:rsid w:val="00902D03"/>
    <w:rsid w:val="00902D76"/>
    <w:rsid w:val="00902E9F"/>
    <w:rsid w:val="0090304E"/>
    <w:rsid w:val="00903080"/>
    <w:rsid w:val="009034F6"/>
    <w:rsid w:val="009035A8"/>
    <w:rsid w:val="00903849"/>
    <w:rsid w:val="00903B65"/>
    <w:rsid w:val="00903BAC"/>
    <w:rsid w:val="00903BB8"/>
    <w:rsid w:val="00903F6E"/>
    <w:rsid w:val="0090415F"/>
    <w:rsid w:val="00904271"/>
    <w:rsid w:val="00904633"/>
    <w:rsid w:val="009049ED"/>
    <w:rsid w:val="00905AA4"/>
    <w:rsid w:val="00905D27"/>
    <w:rsid w:val="00905F67"/>
    <w:rsid w:val="009060DC"/>
    <w:rsid w:val="00906888"/>
    <w:rsid w:val="009068F5"/>
    <w:rsid w:val="00906A21"/>
    <w:rsid w:val="00906A7F"/>
    <w:rsid w:val="00906D97"/>
    <w:rsid w:val="009070DE"/>
    <w:rsid w:val="00907417"/>
    <w:rsid w:val="00907519"/>
    <w:rsid w:val="00907EFB"/>
    <w:rsid w:val="00907FA1"/>
    <w:rsid w:val="00910177"/>
    <w:rsid w:val="0091040E"/>
    <w:rsid w:val="009108DA"/>
    <w:rsid w:val="00910BB9"/>
    <w:rsid w:val="00910F37"/>
    <w:rsid w:val="009113D3"/>
    <w:rsid w:val="0091141C"/>
    <w:rsid w:val="0091175F"/>
    <w:rsid w:val="0091177F"/>
    <w:rsid w:val="0091188F"/>
    <w:rsid w:val="00911F33"/>
    <w:rsid w:val="00912AE4"/>
    <w:rsid w:val="00912C54"/>
    <w:rsid w:val="00912E6C"/>
    <w:rsid w:val="00913689"/>
    <w:rsid w:val="00913852"/>
    <w:rsid w:val="00913E4A"/>
    <w:rsid w:val="0091455C"/>
    <w:rsid w:val="00914759"/>
    <w:rsid w:val="009147D2"/>
    <w:rsid w:val="00914B43"/>
    <w:rsid w:val="00915007"/>
    <w:rsid w:val="00915080"/>
    <w:rsid w:val="00915521"/>
    <w:rsid w:val="00916136"/>
    <w:rsid w:val="0091697E"/>
    <w:rsid w:val="00916FFC"/>
    <w:rsid w:val="009170F5"/>
    <w:rsid w:val="009171B4"/>
    <w:rsid w:val="0091770A"/>
    <w:rsid w:val="00917A78"/>
    <w:rsid w:val="00917AB0"/>
    <w:rsid w:val="00917EA8"/>
    <w:rsid w:val="009204D7"/>
    <w:rsid w:val="00920A56"/>
    <w:rsid w:val="00920E96"/>
    <w:rsid w:val="00920F19"/>
    <w:rsid w:val="00920F85"/>
    <w:rsid w:val="00921214"/>
    <w:rsid w:val="0092176A"/>
    <w:rsid w:val="00921C82"/>
    <w:rsid w:val="00921D24"/>
    <w:rsid w:val="00921ED9"/>
    <w:rsid w:val="009222D8"/>
    <w:rsid w:val="00923446"/>
    <w:rsid w:val="009235A3"/>
    <w:rsid w:val="00923B97"/>
    <w:rsid w:val="00923DEF"/>
    <w:rsid w:val="0092427C"/>
    <w:rsid w:val="00924406"/>
    <w:rsid w:val="009252B6"/>
    <w:rsid w:val="00925431"/>
    <w:rsid w:val="00925439"/>
    <w:rsid w:val="0092545F"/>
    <w:rsid w:val="009254BE"/>
    <w:rsid w:val="009255A7"/>
    <w:rsid w:val="0092561B"/>
    <w:rsid w:val="00925779"/>
    <w:rsid w:val="009259FB"/>
    <w:rsid w:val="0092608C"/>
    <w:rsid w:val="0092629F"/>
    <w:rsid w:val="009263AE"/>
    <w:rsid w:val="00926816"/>
    <w:rsid w:val="00926B32"/>
    <w:rsid w:val="0092702B"/>
    <w:rsid w:val="009272FE"/>
    <w:rsid w:val="0092739F"/>
    <w:rsid w:val="009274DA"/>
    <w:rsid w:val="009278E5"/>
    <w:rsid w:val="0093006F"/>
    <w:rsid w:val="0093037E"/>
    <w:rsid w:val="00930660"/>
    <w:rsid w:val="009308C2"/>
    <w:rsid w:val="00930B31"/>
    <w:rsid w:val="00930B76"/>
    <w:rsid w:val="00930DF3"/>
    <w:rsid w:val="0093118E"/>
    <w:rsid w:val="009313D4"/>
    <w:rsid w:val="00931E36"/>
    <w:rsid w:val="00931E64"/>
    <w:rsid w:val="00932255"/>
    <w:rsid w:val="009323FC"/>
    <w:rsid w:val="009325C4"/>
    <w:rsid w:val="00932670"/>
    <w:rsid w:val="00932A40"/>
    <w:rsid w:val="00932AFF"/>
    <w:rsid w:val="00932B48"/>
    <w:rsid w:val="00932B80"/>
    <w:rsid w:val="00933CB4"/>
    <w:rsid w:val="0093402F"/>
    <w:rsid w:val="009341E8"/>
    <w:rsid w:val="00934967"/>
    <w:rsid w:val="00934F9D"/>
    <w:rsid w:val="00935070"/>
    <w:rsid w:val="00935D59"/>
    <w:rsid w:val="00935E66"/>
    <w:rsid w:val="009365C2"/>
    <w:rsid w:val="009368B2"/>
    <w:rsid w:val="00936EDB"/>
    <w:rsid w:val="0093722D"/>
    <w:rsid w:val="009372DC"/>
    <w:rsid w:val="00937472"/>
    <w:rsid w:val="009376E3"/>
    <w:rsid w:val="0093770C"/>
    <w:rsid w:val="00937B3C"/>
    <w:rsid w:val="00937BF3"/>
    <w:rsid w:val="00937C9E"/>
    <w:rsid w:val="0094020D"/>
    <w:rsid w:val="00940722"/>
    <w:rsid w:val="00940C53"/>
    <w:rsid w:val="00940EA9"/>
    <w:rsid w:val="00941CAD"/>
    <w:rsid w:val="0094244E"/>
    <w:rsid w:val="009424F0"/>
    <w:rsid w:val="00942911"/>
    <w:rsid w:val="00942C47"/>
    <w:rsid w:val="0094301D"/>
    <w:rsid w:val="00943065"/>
    <w:rsid w:val="00943294"/>
    <w:rsid w:val="009436B5"/>
    <w:rsid w:val="00943EAF"/>
    <w:rsid w:val="00943FF9"/>
    <w:rsid w:val="00943FFA"/>
    <w:rsid w:val="00944065"/>
    <w:rsid w:val="00944919"/>
    <w:rsid w:val="00944A9A"/>
    <w:rsid w:val="009455C1"/>
    <w:rsid w:val="009455D5"/>
    <w:rsid w:val="00945CA8"/>
    <w:rsid w:val="00946021"/>
    <w:rsid w:val="0094696E"/>
    <w:rsid w:val="00946A08"/>
    <w:rsid w:val="00946CDF"/>
    <w:rsid w:val="00947598"/>
    <w:rsid w:val="009475BE"/>
    <w:rsid w:val="0094775F"/>
    <w:rsid w:val="009478C2"/>
    <w:rsid w:val="00947B5D"/>
    <w:rsid w:val="00947BAA"/>
    <w:rsid w:val="00947D6A"/>
    <w:rsid w:val="00950F7F"/>
    <w:rsid w:val="009510E7"/>
    <w:rsid w:val="00951324"/>
    <w:rsid w:val="009515E8"/>
    <w:rsid w:val="00951A2C"/>
    <w:rsid w:val="00951E9F"/>
    <w:rsid w:val="00952803"/>
    <w:rsid w:val="00952EE0"/>
    <w:rsid w:val="009539BC"/>
    <w:rsid w:val="00953A16"/>
    <w:rsid w:val="00953D49"/>
    <w:rsid w:val="00953F7C"/>
    <w:rsid w:val="009547BE"/>
    <w:rsid w:val="009550D1"/>
    <w:rsid w:val="009552B4"/>
    <w:rsid w:val="0095563C"/>
    <w:rsid w:val="00955BA6"/>
    <w:rsid w:val="00955E15"/>
    <w:rsid w:val="009562CB"/>
    <w:rsid w:val="00956AC2"/>
    <w:rsid w:val="00956EEC"/>
    <w:rsid w:val="009570E9"/>
    <w:rsid w:val="009572F4"/>
    <w:rsid w:val="00957592"/>
    <w:rsid w:val="00957596"/>
    <w:rsid w:val="00957CA1"/>
    <w:rsid w:val="00960AD1"/>
    <w:rsid w:val="00962268"/>
    <w:rsid w:val="0096284C"/>
    <w:rsid w:val="00962CAE"/>
    <w:rsid w:val="00962D96"/>
    <w:rsid w:val="00962E18"/>
    <w:rsid w:val="009632A3"/>
    <w:rsid w:val="00963E59"/>
    <w:rsid w:val="009642AF"/>
    <w:rsid w:val="009647F7"/>
    <w:rsid w:val="00964B17"/>
    <w:rsid w:val="00964C91"/>
    <w:rsid w:val="009653E2"/>
    <w:rsid w:val="0096568F"/>
    <w:rsid w:val="009656A5"/>
    <w:rsid w:val="009656D1"/>
    <w:rsid w:val="009660EA"/>
    <w:rsid w:val="00966264"/>
    <w:rsid w:val="0096660C"/>
    <w:rsid w:val="00966A54"/>
    <w:rsid w:val="00966B1E"/>
    <w:rsid w:val="0096789C"/>
    <w:rsid w:val="00967AC6"/>
    <w:rsid w:val="0097001B"/>
    <w:rsid w:val="009703AD"/>
    <w:rsid w:val="009706BF"/>
    <w:rsid w:val="009707B1"/>
    <w:rsid w:val="0097082E"/>
    <w:rsid w:val="00970A9A"/>
    <w:rsid w:val="0097144F"/>
    <w:rsid w:val="009716EA"/>
    <w:rsid w:val="00971863"/>
    <w:rsid w:val="00971B69"/>
    <w:rsid w:val="00971C97"/>
    <w:rsid w:val="00971FFE"/>
    <w:rsid w:val="00972374"/>
    <w:rsid w:val="00972530"/>
    <w:rsid w:val="00973043"/>
    <w:rsid w:val="009736C8"/>
    <w:rsid w:val="00973713"/>
    <w:rsid w:val="009737B0"/>
    <w:rsid w:val="009738FF"/>
    <w:rsid w:val="00973BDB"/>
    <w:rsid w:val="00974040"/>
    <w:rsid w:val="009740E7"/>
    <w:rsid w:val="009743B0"/>
    <w:rsid w:val="00974B99"/>
    <w:rsid w:val="00974F49"/>
    <w:rsid w:val="009751E6"/>
    <w:rsid w:val="00975914"/>
    <w:rsid w:val="00975C11"/>
    <w:rsid w:val="0097665C"/>
    <w:rsid w:val="00976892"/>
    <w:rsid w:val="00976D03"/>
    <w:rsid w:val="00976F20"/>
    <w:rsid w:val="00976FAE"/>
    <w:rsid w:val="009777E9"/>
    <w:rsid w:val="009778D5"/>
    <w:rsid w:val="00977945"/>
    <w:rsid w:val="00977B90"/>
    <w:rsid w:val="00977C03"/>
    <w:rsid w:val="00977C52"/>
    <w:rsid w:val="00977EFA"/>
    <w:rsid w:val="0098027C"/>
    <w:rsid w:val="0098036B"/>
    <w:rsid w:val="00980831"/>
    <w:rsid w:val="0098090A"/>
    <w:rsid w:val="00980A68"/>
    <w:rsid w:val="00980B85"/>
    <w:rsid w:val="0098125D"/>
    <w:rsid w:val="0098180D"/>
    <w:rsid w:val="0098184D"/>
    <w:rsid w:val="00981DF0"/>
    <w:rsid w:val="009824AB"/>
    <w:rsid w:val="00982C88"/>
    <w:rsid w:val="00982CC9"/>
    <w:rsid w:val="00983437"/>
    <w:rsid w:val="00983535"/>
    <w:rsid w:val="00983B3B"/>
    <w:rsid w:val="00983EEB"/>
    <w:rsid w:val="009840C5"/>
    <w:rsid w:val="00984125"/>
    <w:rsid w:val="009842A7"/>
    <w:rsid w:val="0098441B"/>
    <w:rsid w:val="009844F9"/>
    <w:rsid w:val="009848D2"/>
    <w:rsid w:val="009856A7"/>
    <w:rsid w:val="009858F2"/>
    <w:rsid w:val="00985A80"/>
    <w:rsid w:val="00985CAB"/>
    <w:rsid w:val="00985DF9"/>
    <w:rsid w:val="00986580"/>
    <w:rsid w:val="0098662C"/>
    <w:rsid w:val="0098696F"/>
    <w:rsid w:val="00987898"/>
    <w:rsid w:val="009879BF"/>
    <w:rsid w:val="0099029C"/>
    <w:rsid w:val="00990A57"/>
    <w:rsid w:val="00990B55"/>
    <w:rsid w:val="00991032"/>
    <w:rsid w:val="009912B3"/>
    <w:rsid w:val="009914A9"/>
    <w:rsid w:val="009916C3"/>
    <w:rsid w:val="009920D2"/>
    <w:rsid w:val="0099224F"/>
    <w:rsid w:val="0099244D"/>
    <w:rsid w:val="009924E1"/>
    <w:rsid w:val="009925C7"/>
    <w:rsid w:val="0099284D"/>
    <w:rsid w:val="00992C09"/>
    <w:rsid w:val="00992E1C"/>
    <w:rsid w:val="0099303B"/>
    <w:rsid w:val="0099447E"/>
    <w:rsid w:val="0099448E"/>
    <w:rsid w:val="00994725"/>
    <w:rsid w:val="00994881"/>
    <w:rsid w:val="00994B1A"/>
    <w:rsid w:val="00994B76"/>
    <w:rsid w:val="00994E65"/>
    <w:rsid w:val="009951E0"/>
    <w:rsid w:val="00995206"/>
    <w:rsid w:val="0099596B"/>
    <w:rsid w:val="00995B11"/>
    <w:rsid w:val="009961D5"/>
    <w:rsid w:val="00996952"/>
    <w:rsid w:val="00996D7A"/>
    <w:rsid w:val="00997CE8"/>
    <w:rsid w:val="009A046F"/>
    <w:rsid w:val="009A091D"/>
    <w:rsid w:val="009A187E"/>
    <w:rsid w:val="009A1A97"/>
    <w:rsid w:val="009A2172"/>
    <w:rsid w:val="009A24A8"/>
    <w:rsid w:val="009A2576"/>
    <w:rsid w:val="009A2A46"/>
    <w:rsid w:val="009A3003"/>
    <w:rsid w:val="009A35B8"/>
    <w:rsid w:val="009A35DA"/>
    <w:rsid w:val="009A35F4"/>
    <w:rsid w:val="009A36FB"/>
    <w:rsid w:val="009A403C"/>
    <w:rsid w:val="009A485A"/>
    <w:rsid w:val="009A50E8"/>
    <w:rsid w:val="009A532B"/>
    <w:rsid w:val="009A53FB"/>
    <w:rsid w:val="009A5621"/>
    <w:rsid w:val="009A5A23"/>
    <w:rsid w:val="009A5EF9"/>
    <w:rsid w:val="009A6B17"/>
    <w:rsid w:val="009A75F6"/>
    <w:rsid w:val="009A7840"/>
    <w:rsid w:val="009A7845"/>
    <w:rsid w:val="009A7882"/>
    <w:rsid w:val="009A7C11"/>
    <w:rsid w:val="009A7CF5"/>
    <w:rsid w:val="009B084D"/>
    <w:rsid w:val="009B0943"/>
    <w:rsid w:val="009B0A58"/>
    <w:rsid w:val="009B0FE2"/>
    <w:rsid w:val="009B10E6"/>
    <w:rsid w:val="009B10ED"/>
    <w:rsid w:val="009B145D"/>
    <w:rsid w:val="009B1C86"/>
    <w:rsid w:val="009B1DE5"/>
    <w:rsid w:val="009B1F1F"/>
    <w:rsid w:val="009B229C"/>
    <w:rsid w:val="009B2738"/>
    <w:rsid w:val="009B2911"/>
    <w:rsid w:val="009B30DF"/>
    <w:rsid w:val="009B3458"/>
    <w:rsid w:val="009B3675"/>
    <w:rsid w:val="009B4078"/>
    <w:rsid w:val="009B4A69"/>
    <w:rsid w:val="009B4D7D"/>
    <w:rsid w:val="009B4EC3"/>
    <w:rsid w:val="009B4FFD"/>
    <w:rsid w:val="009B535B"/>
    <w:rsid w:val="009B5C66"/>
    <w:rsid w:val="009B5E6A"/>
    <w:rsid w:val="009B6628"/>
    <w:rsid w:val="009B7067"/>
    <w:rsid w:val="009B7075"/>
    <w:rsid w:val="009B7A62"/>
    <w:rsid w:val="009B7EA4"/>
    <w:rsid w:val="009B7F1D"/>
    <w:rsid w:val="009C1584"/>
    <w:rsid w:val="009C1789"/>
    <w:rsid w:val="009C1812"/>
    <w:rsid w:val="009C1E35"/>
    <w:rsid w:val="009C20E9"/>
    <w:rsid w:val="009C2381"/>
    <w:rsid w:val="009C28E2"/>
    <w:rsid w:val="009C2907"/>
    <w:rsid w:val="009C2DE3"/>
    <w:rsid w:val="009C2EE1"/>
    <w:rsid w:val="009C39B4"/>
    <w:rsid w:val="009C3AD9"/>
    <w:rsid w:val="009C3B19"/>
    <w:rsid w:val="009C5272"/>
    <w:rsid w:val="009C5392"/>
    <w:rsid w:val="009C57E2"/>
    <w:rsid w:val="009C5974"/>
    <w:rsid w:val="009C5A4F"/>
    <w:rsid w:val="009C5CEB"/>
    <w:rsid w:val="009C6D4D"/>
    <w:rsid w:val="009C6E0C"/>
    <w:rsid w:val="009C70E7"/>
    <w:rsid w:val="009C71D0"/>
    <w:rsid w:val="009C776B"/>
    <w:rsid w:val="009C777E"/>
    <w:rsid w:val="009C7989"/>
    <w:rsid w:val="009C7AC8"/>
    <w:rsid w:val="009C7B7F"/>
    <w:rsid w:val="009D0422"/>
    <w:rsid w:val="009D06A4"/>
    <w:rsid w:val="009D0F67"/>
    <w:rsid w:val="009D0FD3"/>
    <w:rsid w:val="009D10F7"/>
    <w:rsid w:val="009D119B"/>
    <w:rsid w:val="009D11BC"/>
    <w:rsid w:val="009D162C"/>
    <w:rsid w:val="009D206F"/>
    <w:rsid w:val="009D2557"/>
    <w:rsid w:val="009D2C17"/>
    <w:rsid w:val="009D2C37"/>
    <w:rsid w:val="009D3097"/>
    <w:rsid w:val="009D3787"/>
    <w:rsid w:val="009D3C31"/>
    <w:rsid w:val="009D3FC7"/>
    <w:rsid w:val="009D4152"/>
    <w:rsid w:val="009D4354"/>
    <w:rsid w:val="009D53A6"/>
    <w:rsid w:val="009D54A8"/>
    <w:rsid w:val="009D5670"/>
    <w:rsid w:val="009D56DE"/>
    <w:rsid w:val="009D56FB"/>
    <w:rsid w:val="009D59DF"/>
    <w:rsid w:val="009D62E6"/>
    <w:rsid w:val="009D6A23"/>
    <w:rsid w:val="009D6E70"/>
    <w:rsid w:val="009D7013"/>
    <w:rsid w:val="009D7087"/>
    <w:rsid w:val="009D7138"/>
    <w:rsid w:val="009D762F"/>
    <w:rsid w:val="009D764C"/>
    <w:rsid w:val="009D7E32"/>
    <w:rsid w:val="009E03E1"/>
    <w:rsid w:val="009E06E9"/>
    <w:rsid w:val="009E06F5"/>
    <w:rsid w:val="009E086D"/>
    <w:rsid w:val="009E0876"/>
    <w:rsid w:val="009E0C86"/>
    <w:rsid w:val="009E0E6D"/>
    <w:rsid w:val="009E0F6C"/>
    <w:rsid w:val="009E1272"/>
    <w:rsid w:val="009E142F"/>
    <w:rsid w:val="009E1457"/>
    <w:rsid w:val="009E17D9"/>
    <w:rsid w:val="009E20A2"/>
    <w:rsid w:val="009E20FD"/>
    <w:rsid w:val="009E240D"/>
    <w:rsid w:val="009E2C8F"/>
    <w:rsid w:val="009E2E64"/>
    <w:rsid w:val="009E2FA8"/>
    <w:rsid w:val="009E30B7"/>
    <w:rsid w:val="009E3351"/>
    <w:rsid w:val="009E35A0"/>
    <w:rsid w:val="009E385A"/>
    <w:rsid w:val="009E38F8"/>
    <w:rsid w:val="009E3A3B"/>
    <w:rsid w:val="009E3B91"/>
    <w:rsid w:val="009E3CC3"/>
    <w:rsid w:val="009E3F1C"/>
    <w:rsid w:val="009E4297"/>
    <w:rsid w:val="009E43F2"/>
    <w:rsid w:val="009E4447"/>
    <w:rsid w:val="009E4881"/>
    <w:rsid w:val="009E4B21"/>
    <w:rsid w:val="009E4C31"/>
    <w:rsid w:val="009E4C76"/>
    <w:rsid w:val="009E4D25"/>
    <w:rsid w:val="009E4F14"/>
    <w:rsid w:val="009E4FD1"/>
    <w:rsid w:val="009E5C07"/>
    <w:rsid w:val="009E5D55"/>
    <w:rsid w:val="009E5D99"/>
    <w:rsid w:val="009E61B4"/>
    <w:rsid w:val="009E69B8"/>
    <w:rsid w:val="009E72EF"/>
    <w:rsid w:val="009E756D"/>
    <w:rsid w:val="009E78E3"/>
    <w:rsid w:val="009E7ACB"/>
    <w:rsid w:val="009E7F69"/>
    <w:rsid w:val="009F0398"/>
    <w:rsid w:val="009F1639"/>
    <w:rsid w:val="009F1947"/>
    <w:rsid w:val="009F20E7"/>
    <w:rsid w:val="009F23D6"/>
    <w:rsid w:val="009F24BC"/>
    <w:rsid w:val="009F287E"/>
    <w:rsid w:val="009F2A9F"/>
    <w:rsid w:val="009F2AB3"/>
    <w:rsid w:val="009F2B4B"/>
    <w:rsid w:val="009F2F43"/>
    <w:rsid w:val="009F3183"/>
    <w:rsid w:val="009F3D97"/>
    <w:rsid w:val="009F3E94"/>
    <w:rsid w:val="009F4014"/>
    <w:rsid w:val="009F4320"/>
    <w:rsid w:val="009F4505"/>
    <w:rsid w:val="009F4925"/>
    <w:rsid w:val="009F492C"/>
    <w:rsid w:val="009F495A"/>
    <w:rsid w:val="009F4D4F"/>
    <w:rsid w:val="009F4E6C"/>
    <w:rsid w:val="009F553C"/>
    <w:rsid w:val="009F5668"/>
    <w:rsid w:val="009F56B5"/>
    <w:rsid w:val="009F5795"/>
    <w:rsid w:val="009F5ACF"/>
    <w:rsid w:val="009F5AFE"/>
    <w:rsid w:val="009F5D15"/>
    <w:rsid w:val="009F62E8"/>
    <w:rsid w:val="009F67CD"/>
    <w:rsid w:val="009F6AD4"/>
    <w:rsid w:val="009F6BE2"/>
    <w:rsid w:val="009F6C30"/>
    <w:rsid w:val="009F6D0C"/>
    <w:rsid w:val="009F70F7"/>
    <w:rsid w:val="009F73AC"/>
    <w:rsid w:val="009F73BA"/>
    <w:rsid w:val="009F7768"/>
    <w:rsid w:val="009F77E7"/>
    <w:rsid w:val="009F7DF5"/>
    <w:rsid w:val="00A0046B"/>
    <w:rsid w:val="00A0083B"/>
    <w:rsid w:val="00A009FB"/>
    <w:rsid w:val="00A00BF9"/>
    <w:rsid w:val="00A0105E"/>
    <w:rsid w:val="00A01077"/>
    <w:rsid w:val="00A015BD"/>
    <w:rsid w:val="00A016FD"/>
    <w:rsid w:val="00A01F5B"/>
    <w:rsid w:val="00A02472"/>
    <w:rsid w:val="00A027F7"/>
    <w:rsid w:val="00A037A9"/>
    <w:rsid w:val="00A0381F"/>
    <w:rsid w:val="00A039CE"/>
    <w:rsid w:val="00A03C3A"/>
    <w:rsid w:val="00A041B1"/>
    <w:rsid w:val="00A0494D"/>
    <w:rsid w:val="00A04A4D"/>
    <w:rsid w:val="00A04A5D"/>
    <w:rsid w:val="00A058A3"/>
    <w:rsid w:val="00A05D64"/>
    <w:rsid w:val="00A05F6F"/>
    <w:rsid w:val="00A0614E"/>
    <w:rsid w:val="00A06327"/>
    <w:rsid w:val="00A065BC"/>
    <w:rsid w:val="00A06B29"/>
    <w:rsid w:val="00A06C85"/>
    <w:rsid w:val="00A06D88"/>
    <w:rsid w:val="00A070AD"/>
    <w:rsid w:val="00A072DF"/>
    <w:rsid w:val="00A07570"/>
    <w:rsid w:val="00A078D9"/>
    <w:rsid w:val="00A0791E"/>
    <w:rsid w:val="00A07B83"/>
    <w:rsid w:val="00A10A6F"/>
    <w:rsid w:val="00A112D5"/>
    <w:rsid w:val="00A117DD"/>
    <w:rsid w:val="00A11C46"/>
    <w:rsid w:val="00A11D28"/>
    <w:rsid w:val="00A12739"/>
    <w:rsid w:val="00A128DF"/>
    <w:rsid w:val="00A12D2A"/>
    <w:rsid w:val="00A12DB1"/>
    <w:rsid w:val="00A13103"/>
    <w:rsid w:val="00A131B7"/>
    <w:rsid w:val="00A1343A"/>
    <w:rsid w:val="00A1388F"/>
    <w:rsid w:val="00A14053"/>
    <w:rsid w:val="00A143BB"/>
    <w:rsid w:val="00A146A1"/>
    <w:rsid w:val="00A14D39"/>
    <w:rsid w:val="00A15637"/>
    <w:rsid w:val="00A15C60"/>
    <w:rsid w:val="00A16411"/>
    <w:rsid w:val="00A165A4"/>
    <w:rsid w:val="00A16959"/>
    <w:rsid w:val="00A16AC4"/>
    <w:rsid w:val="00A16B36"/>
    <w:rsid w:val="00A16C3F"/>
    <w:rsid w:val="00A170E2"/>
    <w:rsid w:val="00A174B2"/>
    <w:rsid w:val="00A17FB9"/>
    <w:rsid w:val="00A200BC"/>
    <w:rsid w:val="00A20223"/>
    <w:rsid w:val="00A20374"/>
    <w:rsid w:val="00A2093E"/>
    <w:rsid w:val="00A20FD9"/>
    <w:rsid w:val="00A21433"/>
    <w:rsid w:val="00A215A8"/>
    <w:rsid w:val="00A21624"/>
    <w:rsid w:val="00A21B22"/>
    <w:rsid w:val="00A227D2"/>
    <w:rsid w:val="00A22903"/>
    <w:rsid w:val="00A22A02"/>
    <w:rsid w:val="00A234F0"/>
    <w:rsid w:val="00A23D21"/>
    <w:rsid w:val="00A2485B"/>
    <w:rsid w:val="00A24D15"/>
    <w:rsid w:val="00A24D48"/>
    <w:rsid w:val="00A24DCA"/>
    <w:rsid w:val="00A24F9A"/>
    <w:rsid w:val="00A2503A"/>
    <w:rsid w:val="00A2503D"/>
    <w:rsid w:val="00A25052"/>
    <w:rsid w:val="00A255CF"/>
    <w:rsid w:val="00A25767"/>
    <w:rsid w:val="00A26745"/>
    <w:rsid w:val="00A2687E"/>
    <w:rsid w:val="00A26CB5"/>
    <w:rsid w:val="00A26EF5"/>
    <w:rsid w:val="00A26F2A"/>
    <w:rsid w:val="00A2710E"/>
    <w:rsid w:val="00A2771F"/>
    <w:rsid w:val="00A278FF"/>
    <w:rsid w:val="00A27B2C"/>
    <w:rsid w:val="00A27FC7"/>
    <w:rsid w:val="00A30201"/>
    <w:rsid w:val="00A30A7C"/>
    <w:rsid w:val="00A30DD1"/>
    <w:rsid w:val="00A30EBE"/>
    <w:rsid w:val="00A312F3"/>
    <w:rsid w:val="00A3145C"/>
    <w:rsid w:val="00A317DB"/>
    <w:rsid w:val="00A32FB4"/>
    <w:rsid w:val="00A33DCF"/>
    <w:rsid w:val="00A344F3"/>
    <w:rsid w:val="00A3493A"/>
    <w:rsid w:val="00A3534A"/>
    <w:rsid w:val="00A35CE3"/>
    <w:rsid w:val="00A35D88"/>
    <w:rsid w:val="00A36826"/>
    <w:rsid w:val="00A36CED"/>
    <w:rsid w:val="00A3743E"/>
    <w:rsid w:val="00A375CB"/>
    <w:rsid w:val="00A37C00"/>
    <w:rsid w:val="00A37CBE"/>
    <w:rsid w:val="00A37E61"/>
    <w:rsid w:val="00A400A3"/>
    <w:rsid w:val="00A4074B"/>
    <w:rsid w:val="00A408BB"/>
    <w:rsid w:val="00A40B33"/>
    <w:rsid w:val="00A40F0F"/>
    <w:rsid w:val="00A40F67"/>
    <w:rsid w:val="00A40F81"/>
    <w:rsid w:val="00A41A51"/>
    <w:rsid w:val="00A41CC3"/>
    <w:rsid w:val="00A41D4E"/>
    <w:rsid w:val="00A4242D"/>
    <w:rsid w:val="00A42666"/>
    <w:rsid w:val="00A4288F"/>
    <w:rsid w:val="00A42DD7"/>
    <w:rsid w:val="00A42E19"/>
    <w:rsid w:val="00A430C4"/>
    <w:rsid w:val="00A4313F"/>
    <w:rsid w:val="00A4338E"/>
    <w:rsid w:val="00A437CD"/>
    <w:rsid w:val="00A43D72"/>
    <w:rsid w:val="00A43EB9"/>
    <w:rsid w:val="00A4411A"/>
    <w:rsid w:val="00A442D2"/>
    <w:rsid w:val="00A44738"/>
    <w:rsid w:val="00A447CD"/>
    <w:rsid w:val="00A448CD"/>
    <w:rsid w:val="00A44983"/>
    <w:rsid w:val="00A44BE3"/>
    <w:rsid w:val="00A44F26"/>
    <w:rsid w:val="00A44FD0"/>
    <w:rsid w:val="00A45A9E"/>
    <w:rsid w:val="00A45CCE"/>
    <w:rsid w:val="00A45E73"/>
    <w:rsid w:val="00A4634B"/>
    <w:rsid w:val="00A46D17"/>
    <w:rsid w:val="00A46F49"/>
    <w:rsid w:val="00A46F99"/>
    <w:rsid w:val="00A472E7"/>
    <w:rsid w:val="00A47503"/>
    <w:rsid w:val="00A476B2"/>
    <w:rsid w:val="00A50968"/>
    <w:rsid w:val="00A519D8"/>
    <w:rsid w:val="00A51E65"/>
    <w:rsid w:val="00A51F5E"/>
    <w:rsid w:val="00A52662"/>
    <w:rsid w:val="00A52692"/>
    <w:rsid w:val="00A5291A"/>
    <w:rsid w:val="00A53782"/>
    <w:rsid w:val="00A537F6"/>
    <w:rsid w:val="00A539AD"/>
    <w:rsid w:val="00A53CE8"/>
    <w:rsid w:val="00A54110"/>
    <w:rsid w:val="00A54504"/>
    <w:rsid w:val="00A545D4"/>
    <w:rsid w:val="00A5477B"/>
    <w:rsid w:val="00A54D97"/>
    <w:rsid w:val="00A55099"/>
    <w:rsid w:val="00A551B6"/>
    <w:rsid w:val="00A55399"/>
    <w:rsid w:val="00A55D3E"/>
    <w:rsid w:val="00A55D91"/>
    <w:rsid w:val="00A55E31"/>
    <w:rsid w:val="00A55E4F"/>
    <w:rsid w:val="00A55EE3"/>
    <w:rsid w:val="00A56797"/>
    <w:rsid w:val="00A567E7"/>
    <w:rsid w:val="00A5709A"/>
    <w:rsid w:val="00A571CF"/>
    <w:rsid w:val="00A575B1"/>
    <w:rsid w:val="00A576D4"/>
    <w:rsid w:val="00A57DC9"/>
    <w:rsid w:val="00A60345"/>
    <w:rsid w:val="00A6056A"/>
    <w:rsid w:val="00A6077C"/>
    <w:rsid w:val="00A60786"/>
    <w:rsid w:val="00A6129C"/>
    <w:rsid w:val="00A614C9"/>
    <w:rsid w:val="00A6153F"/>
    <w:rsid w:val="00A61F9E"/>
    <w:rsid w:val="00A6254A"/>
    <w:rsid w:val="00A62AA4"/>
    <w:rsid w:val="00A62FB9"/>
    <w:rsid w:val="00A63271"/>
    <w:rsid w:val="00A63316"/>
    <w:rsid w:val="00A63480"/>
    <w:rsid w:val="00A634EE"/>
    <w:rsid w:val="00A63715"/>
    <w:rsid w:val="00A63D87"/>
    <w:rsid w:val="00A63E49"/>
    <w:rsid w:val="00A64442"/>
    <w:rsid w:val="00A64865"/>
    <w:rsid w:val="00A65342"/>
    <w:rsid w:val="00A65AE1"/>
    <w:rsid w:val="00A65BB7"/>
    <w:rsid w:val="00A65C44"/>
    <w:rsid w:val="00A65C9B"/>
    <w:rsid w:val="00A65D20"/>
    <w:rsid w:val="00A65F13"/>
    <w:rsid w:val="00A6630D"/>
    <w:rsid w:val="00A666C8"/>
    <w:rsid w:val="00A66C30"/>
    <w:rsid w:val="00A67575"/>
    <w:rsid w:val="00A67A53"/>
    <w:rsid w:val="00A67AB4"/>
    <w:rsid w:val="00A67C78"/>
    <w:rsid w:val="00A67D8E"/>
    <w:rsid w:val="00A702CF"/>
    <w:rsid w:val="00A705CE"/>
    <w:rsid w:val="00A70604"/>
    <w:rsid w:val="00A70C2E"/>
    <w:rsid w:val="00A70CC3"/>
    <w:rsid w:val="00A70DFA"/>
    <w:rsid w:val="00A70E8B"/>
    <w:rsid w:val="00A70FA0"/>
    <w:rsid w:val="00A71043"/>
    <w:rsid w:val="00A718B1"/>
    <w:rsid w:val="00A71984"/>
    <w:rsid w:val="00A71D17"/>
    <w:rsid w:val="00A71E2D"/>
    <w:rsid w:val="00A72068"/>
    <w:rsid w:val="00A7252F"/>
    <w:rsid w:val="00A729A2"/>
    <w:rsid w:val="00A731FA"/>
    <w:rsid w:val="00A733C1"/>
    <w:rsid w:val="00A73583"/>
    <w:rsid w:val="00A74026"/>
    <w:rsid w:val="00A745B1"/>
    <w:rsid w:val="00A7485A"/>
    <w:rsid w:val="00A75134"/>
    <w:rsid w:val="00A7631E"/>
    <w:rsid w:val="00A7651C"/>
    <w:rsid w:val="00A76732"/>
    <w:rsid w:val="00A76863"/>
    <w:rsid w:val="00A76ADD"/>
    <w:rsid w:val="00A76EE7"/>
    <w:rsid w:val="00A7704F"/>
    <w:rsid w:val="00A77191"/>
    <w:rsid w:val="00A77756"/>
    <w:rsid w:val="00A77793"/>
    <w:rsid w:val="00A77C1A"/>
    <w:rsid w:val="00A77DC4"/>
    <w:rsid w:val="00A801F9"/>
    <w:rsid w:val="00A80350"/>
    <w:rsid w:val="00A80571"/>
    <w:rsid w:val="00A8071E"/>
    <w:rsid w:val="00A8092F"/>
    <w:rsid w:val="00A80E9B"/>
    <w:rsid w:val="00A80EFA"/>
    <w:rsid w:val="00A81BEB"/>
    <w:rsid w:val="00A81C10"/>
    <w:rsid w:val="00A81CA9"/>
    <w:rsid w:val="00A81F33"/>
    <w:rsid w:val="00A82540"/>
    <w:rsid w:val="00A82548"/>
    <w:rsid w:val="00A82658"/>
    <w:rsid w:val="00A82669"/>
    <w:rsid w:val="00A82A89"/>
    <w:rsid w:val="00A82C11"/>
    <w:rsid w:val="00A82CF2"/>
    <w:rsid w:val="00A82DE5"/>
    <w:rsid w:val="00A82E7D"/>
    <w:rsid w:val="00A83159"/>
    <w:rsid w:val="00A83C78"/>
    <w:rsid w:val="00A83D29"/>
    <w:rsid w:val="00A83E93"/>
    <w:rsid w:val="00A83EFC"/>
    <w:rsid w:val="00A84436"/>
    <w:rsid w:val="00A84825"/>
    <w:rsid w:val="00A84969"/>
    <w:rsid w:val="00A849D6"/>
    <w:rsid w:val="00A84A19"/>
    <w:rsid w:val="00A84AD5"/>
    <w:rsid w:val="00A84B40"/>
    <w:rsid w:val="00A84B91"/>
    <w:rsid w:val="00A84C53"/>
    <w:rsid w:val="00A84C94"/>
    <w:rsid w:val="00A85575"/>
    <w:rsid w:val="00A85586"/>
    <w:rsid w:val="00A85968"/>
    <w:rsid w:val="00A86064"/>
    <w:rsid w:val="00A8606B"/>
    <w:rsid w:val="00A865F3"/>
    <w:rsid w:val="00A86664"/>
    <w:rsid w:val="00A8702A"/>
    <w:rsid w:val="00A8735D"/>
    <w:rsid w:val="00A8769F"/>
    <w:rsid w:val="00A87710"/>
    <w:rsid w:val="00A87728"/>
    <w:rsid w:val="00A87ACE"/>
    <w:rsid w:val="00A87CBE"/>
    <w:rsid w:val="00A87D28"/>
    <w:rsid w:val="00A900F6"/>
    <w:rsid w:val="00A90146"/>
    <w:rsid w:val="00A901FC"/>
    <w:rsid w:val="00A903FF"/>
    <w:rsid w:val="00A9059C"/>
    <w:rsid w:val="00A908BC"/>
    <w:rsid w:val="00A90C5D"/>
    <w:rsid w:val="00A91221"/>
    <w:rsid w:val="00A91291"/>
    <w:rsid w:val="00A917D5"/>
    <w:rsid w:val="00A917E7"/>
    <w:rsid w:val="00A91A8B"/>
    <w:rsid w:val="00A91F18"/>
    <w:rsid w:val="00A91FE4"/>
    <w:rsid w:val="00A923F5"/>
    <w:rsid w:val="00A9248E"/>
    <w:rsid w:val="00A92803"/>
    <w:rsid w:val="00A92AB5"/>
    <w:rsid w:val="00A92AEF"/>
    <w:rsid w:val="00A92D6E"/>
    <w:rsid w:val="00A92E0A"/>
    <w:rsid w:val="00A92F2E"/>
    <w:rsid w:val="00A93226"/>
    <w:rsid w:val="00A93270"/>
    <w:rsid w:val="00A936F7"/>
    <w:rsid w:val="00A937BF"/>
    <w:rsid w:val="00A93CC1"/>
    <w:rsid w:val="00A93E37"/>
    <w:rsid w:val="00A94676"/>
    <w:rsid w:val="00A946B4"/>
    <w:rsid w:val="00A94724"/>
    <w:rsid w:val="00A9473F"/>
    <w:rsid w:val="00A952CC"/>
    <w:rsid w:val="00A959AF"/>
    <w:rsid w:val="00A95BC8"/>
    <w:rsid w:val="00A95D6C"/>
    <w:rsid w:val="00A95EDE"/>
    <w:rsid w:val="00A9600E"/>
    <w:rsid w:val="00A96368"/>
    <w:rsid w:val="00A96382"/>
    <w:rsid w:val="00A967CC"/>
    <w:rsid w:val="00A96859"/>
    <w:rsid w:val="00A96B8B"/>
    <w:rsid w:val="00A96DF9"/>
    <w:rsid w:val="00A97C26"/>
    <w:rsid w:val="00AA0928"/>
    <w:rsid w:val="00AA0B30"/>
    <w:rsid w:val="00AA11F5"/>
    <w:rsid w:val="00AA1561"/>
    <w:rsid w:val="00AA1BB4"/>
    <w:rsid w:val="00AA25E0"/>
    <w:rsid w:val="00AA25E4"/>
    <w:rsid w:val="00AA2697"/>
    <w:rsid w:val="00AA27B4"/>
    <w:rsid w:val="00AA2830"/>
    <w:rsid w:val="00AA380E"/>
    <w:rsid w:val="00AA388A"/>
    <w:rsid w:val="00AA39C0"/>
    <w:rsid w:val="00AA3EFA"/>
    <w:rsid w:val="00AA4358"/>
    <w:rsid w:val="00AA43A8"/>
    <w:rsid w:val="00AA459B"/>
    <w:rsid w:val="00AA4D20"/>
    <w:rsid w:val="00AA4E0D"/>
    <w:rsid w:val="00AA549B"/>
    <w:rsid w:val="00AA5520"/>
    <w:rsid w:val="00AA562E"/>
    <w:rsid w:val="00AA5BA7"/>
    <w:rsid w:val="00AA5DC7"/>
    <w:rsid w:val="00AA7146"/>
    <w:rsid w:val="00AA72D9"/>
    <w:rsid w:val="00AA7341"/>
    <w:rsid w:val="00AA7E03"/>
    <w:rsid w:val="00AA7EF6"/>
    <w:rsid w:val="00AB0A44"/>
    <w:rsid w:val="00AB0E4D"/>
    <w:rsid w:val="00AB0FE1"/>
    <w:rsid w:val="00AB2552"/>
    <w:rsid w:val="00AB2684"/>
    <w:rsid w:val="00AB2721"/>
    <w:rsid w:val="00AB2895"/>
    <w:rsid w:val="00AB2D0D"/>
    <w:rsid w:val="00AB3018"/>
    <w:rsid w:val="00AB3225"/>
    <w:rsid w:val="00AB4080"/>
    <w:rsid w:val="00AB4367"/>
    <w:rsid w:val="00AB4374"/>
    <w:rsid w:val="00AB4BC6"/>
    <w:rsid w:val="00AB56B5"/>
    <w:rsid w:val="00AB5780"/>
    <w:rsid w:val="00AB57B4"/>
    <w:rsid w:val="00AB5ABB"/>
    <w:rsid w:val="00AB5DD5"/>
    <w:rsid w:val="00AB5E98"/>
    <w:rsid w:val="00AB63A4"/>
    <w:rsid w:val="00AB6601"/>
    <w:rsid w:val="00AB685D"/>
    <w:rsid w:val="00AB69FE"/>
    <w:rsid w:val="00AB6A1C"/>
    <w:rsid w:val="00AB7255"/>
    <w:rsid w:val="00AB7494"/>
    <w:rsid w:val="00AB7509"/>
    <w:rsid w:val="00AB7AFA"/>
    <w:rsid w:val="00AB7C36"/>
    <w:rsid w:val="00AB7D8F"/>
    <w:rsid w:val="00AB7F75"/>
    <w:rsid w:val="00AC0011"/>
    <w:rsid w:val="00AC0761"/>
    <w:rsid w:val="00AC0D31"/>
    <w:rsid w:val="00AC12C8"/>
    <w:rsid w:val="00AC1A93"/>
    <w:rsid w:val="00AC1D6E"/>
    <w:rsid w:val="00AC1DE4"/>
    <w:rsid w:val="00AC1E4F"/>
    <w:rsid w:val="00AC2768"/>
    <w:rsid w:val="00AC2BBD"/>
    <w:rsid w:val="00AC3410"/>
    <w:rsid w:val="00AC34A2"/>
    <w:rsid w:val="00AC3766"/>
    <w:rsid w:val="00AC3D6F"/>
    <w:rsid w:val="00AC3F4D"/>
    <w:rsid w:val="00AC4171"/>
    <w:rsid w:val="00AC42E7"/>
    <w:rsid w:val="00AC4405"/>
    <w:rsid w:val="00AC50DE"/>
    <w:rsid w:val="00AC60AD"/>
    <w:rsid w:val="00AC64D7"/>
    <w:rsid w:val="00AC670A"/>
    <w:rsid w:val="00AC695B"/>
    <w:rsid w:val="00AC6D61"/>
    <w:rsid w:val="00AC7215"/>
    <w:rsid w:val="00AC7243"/>
    <w:rsid w:val="00AC797A"/>
    <w:rsid w:val="00AC7EB4"/>
    <w:rsid w:val="00AD00BE"/>
    <w:rsid w:val="00AD0760"/>
    <w:rsid w:val="00AD0883"/>
    <w:rsid w:val="00AD111B"/>
    <w:rsid w:val="00AD176E"/>
    <w:rsid w:val="00AD1AAB"/>
    <w:rsid w:val="00AD299C"/>
    <w:rsid w:val="00AD2AD3"/>
    <w:rsid w:val="00AD2D8D"/>
    <w:rsid w:val="00AD2DAE"/>
    <w:rsid w:val="00AD2EDB"/>
    <w:rsid w:val="00AD330C"/>
    <w:rsid w:val="00AD3489"/>
    <w:rsid w:val="00AD370F"/>
    <w:rsid w:val="00AD3819"/>
    <w:rsid w:val="00AD4C07"/>
    <w:rsid w:val="00AD4EA5"/>
    <w:rsid w:val="00AD51EA"/>
    <w:rsid w:val="00AD537C"/>
    <w:rsid w:val="00AD5667"/>
    <w:rsid w:val="00AD5765"/>
    <w:rsid w:val="00AD60CC"/>
    <w:rsid w:val="00AD61D3"/>
    <w:rsid w:val="00AD66AA"/>
    <w:rsid w:val="00AD6802"/>
    <w:rsid w:val="00AD6CBA"/>
    <w:rsid w:val="00AD749F"/>
    <w:rsid w:val="00AD781F"/>
    <w:rsid w:val="00AD79A9"/>
    <w:rsid w:val="00AD7BC6"/>
    <w:rsid w:val="00AD7E14"/>
    <w:rsid w:val="00AE00E4"/>
    <w:rsid w:val="00AE01C5"/>
    <w:rsid w:val="00AE07E4"/>
    <w:rsid w:val="00AE0E29"/>
    <w:rsid w:val="00AE111B"/>
    <w:rsid w:val="00AE1260"/>
    <w:rsid w:val="00AE1364"/>
    <w:rsid w:val="00AE1BCE"/>
    <w:rsid w:val="00AE22FD"/>
    <w:rsid w:val="00AE2A56"/>
    <w:rsid w:val="00AE2ABA"/>
    <w:rsid w:val="00AE41B5"/>
    <w:rsid w:val="00AE4AAA"/>
    <w:rsid w:val="00AE51F0"/>
    <w:rsid w:val="00AE559A"/>
    <w:rsid w:val="00AE5889"/>
    <w:rsid w:val="00AE6412"/>
    <w:rsid w:val="00AE66AC"/>
    <w:rsid w:val="00AE6708"/>
    <w:rsid w:val="00AE6868"/>
    <w:rsid w:val="00AE6922"/>
    <w:rsid w:val="00AE6A0F"/>
    <w:rsid w:val="00AE6E3B"/>
    <w:rsid w:val="00AE70C3"/>
    <w:rsid w:val="00AE71CD"/>
    <w:rsid w:val="00AE7205"/>
    <w:rsid w:val="00AF0617"/>
    <w:rsid w:val="00AF07BE"/>
    <w:rsid w:val="00AF093B"/>
    <w:rsid w:val="00AF1080"/>
    <w:rsid w:val="00AF10B6"/>
    <w:rsid w:val="00AF1148"/>
    <w:rsid w:val="00AF1251"/>
    <w:rsid w:val="00AF1338"/>
    <w:rsid w:val="00AF151F"/>
    <w:rsid w:val="00AF176B"/>
    <w:rsid w:val="00AF1ABC"/>
    <w:rsid w:val="00AF21B2"/>
    <w:rsid w:val="00AF2AEE"/>
    <w:rsid w:val="00AF2C03"/>
    <w:rsid w:val="00AF302B"/>
    <w:rsid w:val="00AF35AF"/>
    <w:rsid w:val="00AF38C5"/>
    <w:rsid w:val="00AF39A7"/>
    <w:rsid w:val="00AF3D93"/>
    <w:rsid w:val="00AF3E34"/>
    <w:rsid w:val="00AF440C"/>
    <w:rsid w:val="00AF45CC"/>
    <w:rsid w:val="00AF496A"/>
    <w:rsid w:val="00AF4A23"/>
    <w:rsid w:val="00AF4C92"/>
    <w:rsid w:val="00AF5EAE"/>
    <w:rsid w:val="00AF671A"/>
    <w:rsid w:val="00AF6EC8"/>
    <w:rsid w:val="00AF6F66"/>
    <w:rsid w:val="00AF717F"/>
    <w:rsid w:val="00AF7187"/>
    <w:rsid w:val="00AF722C"/>
    <w:rsid w:val="00AF758C"/>
    <w:rsid w:val="00AF77F8"/>
    <w:rsid w:val="00AF78DB"/>
    <w:rsid w:val="00AF7B4A"/>
    <w:rsid w:val="00AF7CAC"/>
    <w:rsid w:val="00AF7E9C"/>
    <w:rsid w:val="00B00EEE"/>
    <w:rsid w:val="00B01071"/>
    <w:rsid w:val="00B016DD"/>
    <w:rsid w:val="00B018A6"/>
    <w:rsid w:val="00B01A8E"/>
    <w:rsid w:val="00B01AEA"/>
    <w:rsid w:val="00B02931"/>
    <w:rsid w:val="00B029C8"/>
    <w:rsid w:val="00B03799"/>
    <w:rsid w:val="00B038A2"/>
    <w:rsid w:val="00B03A62"/>
    <w:rsid w:val="00B03A6D"/>
    <w:rsid w:val="00B03D2A"/>
    <w:rsid w:val="00B04023"/>
    <w:rsid w:val="00B040AD"/>
    <w:rsid w:val="00B040D7"/>
    <w:rsid w:val="00B049D7"/>
    <w:rsid w:val="00B04F63"/>
    <w:rsid w:val="00B05248"/>
    <w:rsid w:val="00B052B5"/>
    <w:rsid w:val="00B05439"/>
    <w:rsid w:val="00B055D0"/>
    <w:rsid w:val="00B05634"/>
    <w:rsid w:val="00B0580B"/>
    <w:rsid w:val="00B05A88"/>
    <w:rsid w:val="00B05E30"/>
    <w:rsid w:val="00B06644"/>
    <w:rsid w:val="00B06DC3"/>
    <w:rsid w:val="00B070BC"/>
    <w:rsid w:val="00B074B9"/>
    <w:rsid w:val="00B07D1D"/>
    <w:rsid w:val="00B07D4D"/>
    <w:rsid w:val="00B07DE5"/>
    <w:rsid w:val="00B07E92"/>
    <w:rsid w:val="00B07F2A"/>
    <w:rsid w:val="00B07FB3"/>
    <w:rsid w:val="00B105E8"/>
    <w:rsid w:val="00B10646"/>
    <w:rsid w:val="00B109C9"/>
    <w:rsid w:val="00B10EC0"/>
    <w:rsid w:val="00B11817"/>
    <w:rsid w:val="00B11887"/>
    <w:rsid w:val="00B11DF4"/>
    <w:rsid w:val="00B11F98"/>
    <w:rsid w:val="00B1230E"/>
    <w:rsid w:val="00B12668"/>
    <w:rsid w:val="00B12886"/>
    <w:rsid w:val="00B13376"/>
    <w:rsid w:val="00B133A3"/>
    <w:rsid w:val="00B134FD"/>
    <w:rsid w:val="00B13BDA"/>
    <w:rsid w:val="00B13D10"/>
    <w:rsid w:val="00B13E25"/>
    <w:rsid w:val="00B1403A"/>
    <w:rsid w:val="00B1445F"/>
    <w:rsid w:val="00B14651"/>
    <w:rsid w:val="00B14AE4"/>
    <w:rsid w:val="00B153F0"/>
    <w:rsid w:val="00B154CD"/>
    <w:rsid w:val="00B16042"/>
    <w:rsid w:val="00B16739"/>
    <w:rsid w:val="00B1687C"/>
    <w:rsid w:val="00B16CAF"/>
    <w:rsid w:val="00B16D51"/>
    <w:rsid w:val="00B17010"/>
    <w:rsid w:val="00B171BA"/>
    <w:rsid w:val="00B172A7"/>
    <w:rsid w:val="00B17CDD"/>
    <w:rsid w:val="00B20BBB"/>
    <w:rsid w:val="00B210DA"/>
    <w:rsid w:val="00B216D9"/>
    <w:rsid w:val="00B2184B"/>
    <w:rsid w:val="00B21895"/>
    <w:rsid w:val="00B21EE5"/>
    <w:rsid w:val="00B22154"/>
    <w:rsid w:val="00B221C7"/>
    <w:rsid w:val="00B2250C"/>
    <w:rsid w:val="00B22D01"/>
    <w:rsid w:val="00B231C5"/>
    <w:rsid w:val="00B235F3"/>
    <w:rsid w:val="00B2371C"/>
    <w:rsid w:val="00B2374F"/>
    <w:rsid w:val="00B23815"/>
    <w:rsid w:val="00B23ACF"/>
    <w:rsid w:val="00B240B0"/>
    <w:rsid w:val="00B242B6"/>
    <w:rsid w:val="00B24881"/>
    <w:rsid w:val="00B24954"/>
    <w:rsid w:val="00B24AAE"/>
    <w:rsid w:val="00B24F33"/>
    <w:rsid w:val="00B25366"/>
    <w:rsid w:val="00B25809"/>
    <w:rsid w:val="00B260E2"/>
    <w:rsid w:val="00B26F62"/>
    <w:rsid w:val="00B27160"/>
    <w:rsid w:val="00B272F9"/>
    <w:rsid w:val="00B27C8E"/>
    <w:rsid w:val="00B27D38"/>
    <w:rsid w:val="00B27F84"/>
    <w:rsid w:val="00B27FE3"/>
    <w:rsid w:val="00B30058"/>
    <w:rsid w:val="00B30754"/>
    <w:rsid w:val="00B30D5C"/>
    <w:rsid w:val="00B31142"/>
    <w:rsid w:val="00B316A2"/>
    <w:rsid w:val="00B31737"/>
    <w:rsid w:val="00B3193C"/>
    <w:rsid w:val="00B31F18"/>
    <w:rsid w:val="00B32374"/>
    <w:rsid w:val="00B32A2A"/>
    <w:rsid w:val="00B32B62"/>
    <w:rsid w:val="00B330F5"/>
    <w:rsid w:val="00B3324E"/>
    <w:rsid w:val="00B33504"/>
    <w:rsid w:val="00B337DA"/>
    <w:rsid w:val="00B33878"/>
    <w:rsid w:val="00B33BCA"/>
    <w:rsid w:val="00B33F68"/>
    <w:rsid w:val="00B34981"/>
    <w:rsid w:val="00B34D0A"/>
    <w:rsid w:val="00B34EB7"/>
    <w:rsid w:val="00B34EC9"/>
    <w:rsid w:val="00B36123"/>
    <w:rsid w:val="00B362A9"/>
    <w:rsid w:val="00B36689"/>
    <w:rsid w:val="00B3668A"/>
    <w:rsid w:val="00B36D99"/>
    <w:rsid w:val="00B37240"/>
    <w:rsid w:val="00B37B07"/>
    <w:rsid w:val="00B40354"/>
    <w:rsid w:val="00B40A57"/>
    <w:rsid w:val="00B40B58"/>
    <w:rsid w:val="00B41807"/>
    <w:rsid w:val="00B41947"/>
    <w:rsid w:val="00B41C9C"/>
    <w:rsid w:val="00B41D87"/>
    <w:rsid w:val="00B423C2"/>
    <w:rsid w:val="00B4288E"/>
    <w:rsid w:val="00B428F2"/>
    <w:rsid w:val="00B42906"/>
    <w:rsid w:val="00B42918"/>
    <w:rsid w:val="00B42A53"/>
    <w:rsid w:val="00B42A5D"/>
    <w:rsid w:val="00B42ACA"/>
    <w:rsid w:val="00B43768"/>
    <w:rsid w:val="00B43CFD"/>
    <w:rsid w:val="00B440B7"/>
    <w:rsid w:val="00B442ED"/>
    <w:rsid w:val="00B44307"/>
    <w:rsid w:val="00B448DD"/>
    <w:rsid w:val="00B44E9B"/>
    <w:rsid w:val="00B44ED9"/>
    <w:rsid w:val="00B459E6"/>
    <w:rsid w:val="00B45C94"/>
    <w:rsid w:val="00B45DD3"/>
    <w:rsid w:val="00B464EE"/>
    <w:rsid w:val="00B46A87"/>
    <w:rsid w:val="00B46EA8"/>
    <w:rsid w:val="00B46FF9"/>
    <w:rsid w:val="00B47056"/>
    <w:rsid w:val="00B47257"/>
    <w:rsid w:val="00B4736E"/>
    <w:rsid w:val="00B4739F"/>
    <w:rsid w:val="00B473E4"/>
    <w:rsid w:val="00B477D1"/>
    <w:rsid w:val="00B47931"/>
    <w:rsid w:val="00B50C19"/>
    <w:rsid w:val="00B5103A"/>
    <w:rsid w:val="00B5116C"/>
    <w:rsid w:val="00B51EA0"/>
    <w:rsid w:val="00B520DE"/>
    <w:rsid w:val="00B52955"/>
    <w:rsid w:val="00B536F9"/>
    <w:rsid w:val="00B5376A"/>
    <w:rsid w:val="00B53C2F"/>
    <w:rsid w:val="00B5406D"/>
    <w:rsid w:val="00B549A7"/>
    <w:rsid w:val="00B54F90"/>
    <w:rsid w:val="00B552D8"/>
    <w:rsid w:val="00B553AB"/>
    <w:rsid w:val="00B55805"/>
    <w:rsid w:val="00B560F5"/>
    <w:rsid w:val="00B56272"/>
    <w:rsid w:val="00B5644E"/>
    <w:rsid w:val="00B5660D"/>
    <w:rsid w:val="00B567B7"/>
    <w:rsid w:val="00B56817"/>
    <w:rsid w:val="00B56998"/>
    <w:rsid w:val="00B57690"/>
    <w:rsid w:val="00B57D52"/>
    <w:rsid w:val="00B57EFD"/>
    <w:rsid w:val="00B606B8"/>
    <w:rsid w:val="00B60D40"/>
    <w:rsid w:val="00B60DB3"/>
    <w:rsid w:val="00B61095"/>
    <w:rsid w:val="00B618EB"/>
    <w:rsid w:val="00B61C4C"/>
    <w:rsid w:val="00B6288E"/>
    <w:rsid w:val="00B63E0F"/>
    <w:rsid w:val="00B649FC"/>
    <w:rsid w:val="00B64E84"/>
    <w:rsid w:val="00B64F0B"/>
    <w:rsid w:val="00B65178"/>
    <w:rsid w:val="00B651B8"/>
    <w:rsid w:val="00B65AEA"/>
    <w:rsid w:val="00B65DC7"/>
    <w:rsid w:val="00B661E7"/>
    <w:rsid w:val="00B663E7"/>
    <w:rsid w:val="00B664FC"/>
    <w:rsid w:val="00B6669C"/>
    <w:rsid w:val="00B66A7E"/>
    <w:rsid w:val="00B66DE5"/>
    <w:rsid w:val="00B66F5A"/>
    <w:rsid w:val="00B670C8"/>
    <w:rsid w:val="00B67178"/>
    <w:rsid w:val="00B67425"/>
    <w:rsid w:val="00B67454"/>
    <w:rsid w:val="00B67DC1"/>
    <w:rsid w:val="00B67EB9"/>
    <w:rsid w:val="00B7007F"/>
    <w:rsid w:val="00B70234"/>
    <w:rsid w:val="00B70A44"/>
    <w:rsid w:val="00B70B5E"/>
    <w:rsid w:val="00B70BAA"/>
    <w:rsid w:val="00B70E47"/>
    <w:rsid w:val="00B70FC1"/>
    <w:rsid w:val="00B7148B"/>
    <w:rsid w:val="00B717BA"/>
    <w:rsid w:val="00B71C23"/>
    <w:rsid w:val="00B72AFC"/>
    <w:rsid w:val="00B72B2C"/>
    <w:rsid w:val="00B731D2"/>
    <w:rsid w:val="00B7336A"/>
    <w:rsid w:val="00B73DE0"/>
    <w:rsid w:val="00B742FE"/>
    <w:rsid w:val="00B74473"/>
    <w:rsid w:val="00B74570"/>
    <w:rsid w:val="00B745FC"/>
    <w:rsid w:val="00B7490A"/>
    <w:rsid w:val="00B74AB4"/>
    <w:rsid w:val="00B74BDE"/>
    <w:rsid w:val="00B74E9E"/>
    <w:rsid w:val="00B7555C"/>
    <w:rsid w:val="00B75575"/>
    <w:rsid w:val="00B75683"/>
    <w:rsid w:val="00B756D1"/>
    <w:rsid w:val="00B75C37"/>
    <w:rsid w:val="00B7698A"/>
    <w:rsid w:val="00B76C7C"/>
    <w:rsid w:val="00B7743A"/>
    <w:rsid w:val="00B776FC"/>
    <w:rsid w:val="00B777D5"/>
    <w:rsid w:val="00B778A5"/>
    <w:rsid w:val="00B77B2A"/>
    <w:rsid w:val="00B80348"/>
    <w:rsid w:val="00B80628"/>
    <w:rsid w:val="00B80C88"/>
    <w:rsid w:val="00B80D62"/>
    <w:rsid w:val="00B8138A"/>
    <w:rsid w:val="00B8159B"/>
    <w:rsid w:val="00B824C1"/>
    <w:rsid w:val="00B82B1D"/>
    <w:rsid w:val="00B82F25"/>
    <w:rsid w:val="00B83919"/>
    <w:rsid w:val="00B83EA9"/>
    <w:rsid w:val="00B8416D"/>
    <w:rsid w:val="00B84238"/>
    <w:rsid w:val="00B8439D"/>
    <w:rsid w:val="00B8450B"/>
    <w:rsid w:val="00B847DC"/>
    <w:rsid w:val="00B84D57"/>
    <w:rsid w:val="00B85111"/>
    <w:rsid w:val="00B85BD1"/>
    <w:rsid w:val="00B85E32"/>
    <w:rsid w:val="00B8605C"/>
    <w:rsid w:val="00B860B1"/>
    <w:rsid w:val="00B86231"/>
    <w:rsid w:val="00B86311"/>
    <w:rsid w:val="00B86535"/>
    <w:rsid w:val="00B869E1"/>
    <w:rsid w:val="00B86BB8"/>
    <w:rsid w:val="00B86D15"/>
    <w:rsid w:val="00B86DFE"/>
    <w:rsid w:val="00B87301"/>
    <w:rsid w:val="00B87766"/>
    <w:rsid w:val="00B90245"/>
    <w:rsid w:val="00B911B2"/>
    <w:rsid w:val="00B913D9"/>
    <w:rsid w:val="00B91563"/>
    <w:rsid w:val="00B9175C"/>
    <w:rsid w:val="00B917EE"/>
    <w:rsid w:val="00B91892"/>
    <w:rsid w:val="00B91FDF"/>
    <w:rsid w:val="00B92126"/>
    <w:rsid w:val="00B932F3"/>
    <w:rsid w:val="00B93596"/>
    <w:rsid w:val="00B93748"/>
    <w:rsid w:val="00B93B3F"/>
    <w:rsid w:val="00B93EC1"/>
    <w:rsid w:val="00B944B1"/>
    <w:rsid w:val="00B946F3"/>
    <w:rsid w:val="00B9580F"/>
    <w:rsid w:val="00B95C1A"/>
    <w:rsid w:val="00B95DB7"/>
    <w:rsid w:val="00B96007"/>
    <w:rsid w:val="00B96331"/>
    <w:rsid w:val="00B96365"/>
    <w:rsid w:val="00B9641B"/>
    <w:rsid w:val="00B9644D"/>
    <w:rsid w:val="00B96F04"/>
    <w:rsid w:val="00B96F79"/>
    <w:rsid w:val="00B970DA"/>
    <w:rsid w:val="00B9712F"/>
    <w:rsid w:val="00B97728"/>
    <w:rsid w:val="00B97A3D"/>
    <w:rsid w:val="00BA00EF"/>
    <w:rsid w:val="00BA0518"/>
    <w:rsid w:val="00BA052E"/>
    <w:rsid w:val="00BA0722"/>
    <w:rsid w:val="00BA07AF"/>
    <w:rsid w:val="00BA081A"/>
    <w:rsid w:val="00BA0900"/>
    <w:rsid w:val="00BA0BDB"/>
    <w:rsid w:val="00BA0D2B"/>
    <w:rsid w:val="00BA0D64"/>
    <w:rsid w:val="00BA0EBD"/>
    <w:rsid w:val="00BA157D"/>
    <w:rsid w:val="00BA1B9D"/>
    <w:rsid w:val="00BA1C95"/>
    <w:rsid w:val="00BA21FD"/>
    <w:rsid w:val="00BA23FE"/>
    <w:rsid w:val="00BA2799"/>
    <w:rsid w:val="00BA29E8"/>
    <w:rsid w:val="00BA3016"/>
    <w:rsid w:val="00BA36DD"/>
    <w:rsid w:val="00BA458E"/>
    <w:rsid w:val="00BA4C71"/>
    <w:rsid w:val="00BA4F5C"/>
    <w:rsid w:val="00BA4FB3"/>
    <w:rsid w:val="00BA5180"/>
    <w:rsid w:val="00BA574D"/>
    <w:rsid w:val="00BA5E8E"/>
    <w:rsid w:val="00BA5EA6"/>
    <w:rsid w:val="00BA6E61"/>
    <w:rsid w:val="00BA719D"/>
    <w:rsid w:val="00BA7546"/>
    <w:rsid w:val="00BB04E4"/>
    <w:rsid w:val="00BB09EA"/>
    <w:rsid w:val="00BB0C7A"/>
    <w:rsid w:val="00BB1AA6"/>
    <w:rsid w:val="00BB1BFE"/>
    <w:rsid w:val="00BB1FF6"/>
    <w:rsid w:val="00BB2672"/>
    <w:rsid w:val="00BB2E0A"/>
    <w:rsid w:val="00BB3A39"/>
    <w:rsid w:val="00BB3B52"/>
    <w:rsid w:val="00BB3E37"/>
    <w:rsid w:val="00BB4041"/>
    <w:rsid w:val="00BB408D"/>
    <w:rsid w:val="00BB4414"/>
    <w:rsid w:val="00BB4661"/>
    <w:rsid w:val="00BB4939"/>
    <w:rsid w:val="00BB5059"/>
    <w:rsid w:val="00BB58FA"/>
    <w:rsid w:val="00BB5BE7"/>
    <w:rsid w:val="00BB5FFE"/>
    <w:rsid w:val="00BB658C"/>
    <w:rsid w:val="00BB659F"/>
    <w:rsid w:val="00BB6746"/>
    <w:rsid w:val="00BB685D"/>
    <w:rsid w:val="00BB6C15"/>
    <w:rsid w:val="00BB6FCE"/>
    <w:rsid w:val="00BB7C29"/>
    <w:rsid w:val="00BB7DB1"/>
    <w:rsid w:val="00BB7F44"/>
    <w:rsid w:val="00BC05E3"/>
    <w:rsid w:val="00BC0D36"/>
    <w:rsid w:val="00BC13C1"/>
    <w:rsid w:val="00BC1453"/>
    <w:rsid w:val="00BC1530"/>
    <w:rsid w:val="00BC1682"/>
    <w:rsid w:val="00BC1C56"/>
    <w:rsid w:val="00BC26DD"/>
    <w:rsid w:val="00BC2AF1"/>
    <w:rsid w:val="00BC2DBA"/>
    <w:rsid w:val="00BC2F00"/>
    <w:rsid w:val="00BC37D0"/>
    <w:rsid w:val="00BC3EE1"/>
    <w:rsid w:val="00BC42A7"/>
    <w:rsid w:val="00BC42AC"/>
    <w:rsid w:val="00BC454C"/>
    <w:rsid w:val="00BC4A4C"/>
    <w:rsid w:val="00BC4EC3"/>
    <w:rsid w:val="00BC51C3"/>
    <w:rsid w:val="00BC57B3"/>
    <w:rsid w:val="00BC5D6F"/>
    <w:rsid w:val="00BC64B4"/>
    <w:rsid w:val="00BC6CE4"/>
    <w:rsid w:val="00BC7161"/>
    <w:rsid w:val="00BC7394"/>
    <w:rsid w:val="00BC762C"/>
    <w:rsid w:val="00BC76D0"/>
    <w:rsid w:val="00BC77A5"/>
    <w:rsid w:val="00BC7B7D"/>
    <w:rsid w:val="00BD0CDF"/>
    <w:rsid w:val="00BD0E44"/>
    <w:rsid w:val="00BD0EF5"/>
    <w:rsid w:val="00BD109B"/>
    <w:rsid w:val="00BD14A5"/>
    <w:rsid w:val="00BD1955"/>
    <w:rsid w:val="00BD1D14"/>
    <w:rsid w:val="00BD1FF3"/>
    <w:rsid w:val="00BD20F4"/>
    <w:rsid w:val="00BD228F"/>
    <w:rsid w:val="00BD26A8"/>
    <w:rsid w:val="00BD280B"/>
    <w:rsid w:val="00BD28F5"/>
    <w:rsid w:val="00BD2ABD"/>
    <w:rsid w:val="00BD313C"/>
    <w:rsid w:val="00BD3374"/>
    <w:rsid w:val="00BD3E34"/>
    <w:rsid w:val="00BD3E56"/>
    <w:rsid w:val="00BD42C1"/>
    <w:rsid w:val="00BD43C9"/>
    <w:rsid w:val="00BD46DB"/>
    <w:rsid w:val="00BD4883"/>
    <w:rsid w:val="00BD4A49"/>
    <w:rsid w:val="00BD4B5F"/>
    <w:rsid w:val="00BD4E2C"/>
    <w:rsid w:val="00BD4ECD"/>
    <w:rsid w:val="00BD503E"/>
    <w:rsid w:val="00BD514B"/>
    <w:rsid w:val="00BD550F"/>
    <w:rsid w:val="00BD5A49"/>
    <w:rsid w:val="00BD5D45"/>
    <w:rsid w:val="00BD5ED8"/>
    <w:rsid w:val="00BD5F6C"/>
    <w:rsid w:val="00BD640B"/>
    <w:rsid w:val="00BD679A"/>
    <w:rsid w:val="00BD710D"/>
    <w:rsid w:val="00BD7166"/>
    <w:rsid w:val="00BD7734"/>
    <w:rsid w:val="00BD775E"/>
    <w:rsid w:val="00BD7819"/>
    <w:rsid w:val="00BD7AF1"/>
    <w:rsid w:val="00BD7EB9"/>
    <w:rsid w:val="00BE010E"/>
    <w:rsid w:val="00BE0348"/>
    <w:rsid w:val="00BE190D"/>
    <w:rsid w:val="00BE1972"/>
    <w:rsid w:val="00BE1AEC"/>
    <w:rsid w:val="00BE1F1B"/>
    <w:rsid w:val="00BE32BE"/>
    <w:rsid w:val="00BE3770"/>
    <w:rsid w:val="00BE388F"/>
    <w:rsid w:val="00BE4033"/>
    <w:rsid w:val="00BE4202"/>
    <w:rsid w:val="00BE452B"/>
    <w:rsid w:val="00BE4831"/>
    <w:rsid w:val="00BE4FD2"/>
    <w:rsid w:val="00BE5111"/>
    <w:rsid w:val="00BE563C"/>
    <w:rsid w:val="00BE6082"/>
    <w:rsid w:val="00BE60BD"/>
    <w:rsid w:val="00BE61ED"/>
    <w:rsid w:val="00BE63DF"/>
    <w:rsid w:val="00BE6953"/>
    <w:rsid w:val="00BE6B9D"/>
    <w:rsid w:val="00BE70E8"/>
    <w:rsid w:val="00BF029F"/>
    <w:rsid w:val="00BF031C"/>
    <w:rsid w:val="00BF09AD"/>
    <w:rsid w:val="00BF10A5"/>
    <w:rsid w:val="00BF14B2"/>
    <w:rsid w:val="00BF15C8"/>
    <w:rsid w:val="00BF18D3"/>
    <w:rsid w:val="00BF21CE"/>
    <w:rsid w:val="00BF2B0B"/>
    <w:rsid w:val="00BF31D0"/>
    <w:rsid w:val="00BF3DE7"/>
    <w:rsid w:val="00BF4241"/>
    <w:rsid w:val="00BF4827"/>
    <w:rsid w:val="00BF49D9"/>
    <w:rsid w:val="00BF4C65"/>
    <w:rsid w:val="00BF547A"/>
    <w:rsid w:val="00BF55AD"/>
    <w:rsid w:val="00BF5A24"/>
    <w:rsid w:val="00BF5EF5"/>
    <w:rsid w:val="00BF61DD"/>
    <w:rsid w:val="00BF7528"/>
    <w:rsid w:val="00BF7B7D"/>
    <w:rsid w:val="00C003E4"/>
    <w:rsid w:val="00C00695"/>
    <w:rsid w:val="00C009E4"/>
    <w:rsid w:val="00C00FE4"/>
    <w:rsid w:val="00C01806"/>
    <w:rsid w:val="00C01841"/>
    <w:rsid w:val="00C01A3D"/>
    <w:rsid w:val="00C01B83"/>
    <w:rsid w:val="00C020B5"/>
    <w:rsid w:val="00C021FA"/>
    <w:rsid w:val="00C0277F"/>
    <w:rsid w:val="00C029DD"/>
    <w:rsid w:val="00C02E24"/>
    <w:rsid w:val="00C0382F"/>
    <w:rsid w:val="00C03DE2"/>
    <w:rsid w:val="00C042C3"/>
    <w:rsid w:val="00C04605"/>
    <w:rsid w:val="00C04D40"/>
    <w:rsid w:val="00C04DD0"/>
    <w:rsid w:val="00C04EF9"/>
    <w:rsid w:val="00C05857"/>
    <w:rsid w:val="00C060C8"/>
    <w:rsid w:val="00C061AD"/>
    <w:rsid w:val="00C062B6"/>
    <w:rsid w:val="00C06302"/>
    <w:rsid w:val="00C06376"/>
    <w:rsid w:val="00C06BDE"/>
    <w:rsid w:val="00C06BF2"/>
    <w:rsid w:val="00C06DAB"/>
    <w:rsid w:val="00C07011"/>
    <w:rsid w:val="00C105C1"/>
    <w:rsid w:val="00C105C7"/>
    <w:rsid w:val="00C10722"/>
    <w:rsid w:val="00C1081E"/>
    <w:rsid w:val="00C10B65"/>
    <w:rsid w:val="00C10C0C"/>
    <w:rsid w:val="00C110CF"/>
    <w:rsid w:val="00C115F5"/>
    <w:rsid w:val="00C11826"/>
    <w:rsid w:val="00C11869"/>
    <w:rsid w:val="00C118D8"/>
    <w:rsid w:val="00C11F22"/>
    <w:rsid w:val="00C122F5"/>
    <w:rsid w:val="00C1261A"/>
    <w:rsid w:val="00C127B3"/>
    <w:rsid w:val="00C12816"/>
    <w:rsid w:val="00C13110"/>
    <w:rsid w:val="00C1352A"/>
    <w:rsid w:val="00C13B9E"/>
    <w:rsid w:val="00C14048"/>
    <w:rsid w:val="00C140D7"/>
    <w:rsid w:val="00C142FE"/>
    <w:rsid w:val="00C14C10"/>
    <w:rsid w:val="00C14CAD"/>
    <w:rsid w:val="00C14E51"/>
    <w:rsid w:val="00C1507A"/>
    <w:rsid w:val="00C1545D"/>
    <w:rsid w:val="00C15556"/>
    <w:rsid w:val="00C15EDE"/>
    <w:rsid w:val="00C160B3"/>
    <w:rsid w:val="00C1617F"/>
    <w:rsid w:val="00C1672F"/>
    <w:rsid w:val="00C16AB2"/>
    <w:rsid w:val="00C16CB5"/>
    <w:rsid w:val="00C16F56"/>
    <w:rsid w:val="00C176AB"/>
    <w:rsid w:val="00C17733"/>
    <w:rsid w:val="00C1780A"/>
    <w:rsid w:val="00C17927"/>
    <w:rsid w:val="00C17EA9"/>
    <w:rsid w:val="00C17F2B"/>
    <w:rsid w:val="00C204A6"/>
    <w:rsid w:val="00C20717"/>
    <w:rsid w:val="00C2095F"/>
    <w:rsid w:val="00C2097B"/>
    <w:rsid w:val="00C20A49"/>
    <w:rsid w:val="00C20AF5"/>
    <w:rsid w:val="00C20EA9"/>
    <w:rsid w:val="00C212A7"/>
    <w:rsid w:val="00C21825"/>
    <w:rsid w:val="00C2189B"/>
    <w:rsid w:val="00C21B12"/>
    <w:rsid w:val="00C21BA5"/>
    <w:rsid w:val="00C221CB"/>
    <w:rsid w:val="00C2262B"/>
    <w:rsid w:val="00C22695"/>
    <w:rsid w:val="00C2269C"/>
    <w:rsid w:val="00C22FF5"/>
    <w:rsid w:val="00C230E2"/>
    <w:rsid w:val="00C2351B"/>
    <w:rsid w:val="00C236FF"/>
    <w:rsid w:val="00C23B2C"/>
    <w:rsid w:val="00C23B78"/>
    <w:rsid w:val="00C23FCF"/>
    <w:rsid w:val="00C2447B"/>
    <w:rsid w:val="00C248D6"/>
    <w:rsid w:val="00C24E3E"/>
    <w:rsid w:val="00C25ECB"/>
    <w:rsid w:val="00C269AB"/>
    <w:rsid w:val="00C26BBA"/>
    <w:rsid w:val="00C26FC0"/>
    <w:rsid w:val="00C27108"/>
    <w:rsid w:val="00C27242"/>
    <w:rsid w:val="00C272DE"/>
    <w:rsid w:val="00C27370"/>
    <w:rsid w:val="00C27452"/>
    <w:rsid w:val="00C275CF"/>
    <w:rsid w:val="00C275DD"/>
    <w:rsid w:val="00C277C7"/>
    <w:rsid w:val="00C27B02"/>
    <w:rsid w:val="00C27F43"/>
    <w:rsid w:val="00C3002E"/>
    <w:rsid w:val="00C30D4E"/>
    <w:rsid w:val="00C31135"/>
    <w:rsid w:val="00C313FE"/>
    <w:rsid w:val="00C3185F"/>
    <w:rsid w:val="00C31B69"/>
    <w:rsid w:val="00C31E8B"/>
    <w:rsid w:val="00C321B6"/>
    <w:rsid w:val="00C324A3"/>
    <w:rsid w:val="00C32782"/>
    <w:rsid w:val="00C32F17"/>
    <w:rsid w:val="00C334D2"/>
    <w:rsid w:val="00C33AB8"/>
    <w:rsid w:val="00C33AD1"/>
    <w:rsid w:val="00C33B89"/>
    <w:rsid w:val="00C347D0"/>
    <w:rsid w:val="00C34ACA"/>
    <w:rsid w:val="00C34B37"/>
    <w:rsid w:val="00C34DCD"/>
    <w:rsid w:val="00C35072"/>
    <w:rsid w:val="00C352DB"/>
    <w:rsid w:val="00C353F1"/>
    <w:rsid w:val="00C3545F"/>
    <w:rsid w:val="00C355B4"/>
    <w:rsid w:val="00C355E6"/>
    <w:rsid w:val="00C3596D"/>
    <w:rsid w:val="00C3632F"/>
    <w:rsid w:val="00C368D5"/>
    <w:rsid w:val="00C368E4"/>
    <w:rsid w:val="00C36AC9"/>
    <w:rsid w:val="00C37125"/>
    <w:rsid w:val="00C3720B"/>
    <w:rsid w:val="00C3763A"/>
    <w:rsid w:val="00C4028A"/>
    <w:rsid w:val="00C4051F"/>
    <w:rsid w:val="00C40CAD"/>
    <w:rsid w:val="00C40D58"/>
    <w:rsid w:val="00C410D9"/>
    <w:rsid w:val="00C412E5"/>
    <w:rsid w:val="00C4153C"/>
    <w:rsid w:val="00C41B0B"/>
    <w:rsid w:val="00C4268F"/>
    <w:rsid w:val="00C42BBE"/>
    <w:rsid w:val="00C42CE7"/>
    <w:rsid w:val="00C430CF"/>
    <w:rsid w:val="00C43187"/>
    <w:rsid w:val="00C4475E"/>
    <w:rsid w:val="00C44D5D"/>
    <w:rsid w:val="00C44EDC"/>
    <w:rsid w:val="00C45365"/>
    <w:rsid w:val="00C45466"/>
    <w:rsid w:val="00C45984"/>
    <w:rsid w:val="00C45B05"/>
    <w:rsid w:val="00C460B4"/>
    <w:rsid w:val="00C461BD"/>
    <w:rsid w:val="00C461F9"/>
    <w:rsid w:val="00C46275"/>
    <w:rsid w:val="00C470E9"/>
    <w:rsid w:val="00C4710A"/>
    <w:rsid w:val="00C479C4"/>
    <w:rsid w:val="00C47A13"/>
    <w:rsid w:val="00C47B8C"/>
    <w:rsid w:val="00C50252"/>
    <w:rsid w:val="00C50582"/>
    <w:rsid w:val="00C5066F"/>
    <w:rsid w:val="00C5070E"/>
    <w:rsid w:val="00C5084C"/>
    <w:rsid w:val="00C50E9D"/>
    <w:rsid w:val="00C51756"/>
    <w:rsid w:val="00C51BE5"/>
    <w:rsid w:val="00C5280F"/>
    <w:rsid w:val="00C528C1"/>
    <w:rsid w:val="00C52CE7"/>
    <w:rsid w:val="00C52D91"/>
    <w:rsid w:val="00C52F0A"/>
    <w:rsid w:val="00C5330B"/>
    <w:rsid w:val="00C533E6"/>
    <w:rsid w:val="00C536AD"/>
    <w:rsid w:val="00C54012"/>
    <w:rsid w:val="00C54053"/>
    <w:rsid w:val="00C540A5"/>
    <w:rsid w:val="00C5461D"/>
    <w:rsid w:val="00C546D5"/>
    <w:rsid w:val="00C5472C"/>
    <w:rsid w:val="00C5507B"/>
    <w:rsid w:val="00C55387"/>
    <w:rsid w:val="00C555DC"/>
    <w:rsid w:val="00C55A54"/>
    <w:rsid w:val="00C55C55"/>
    <w:rsid w:val="00C55CCE"/>
    <w:rsid w:val="00C55DA6"/>
    <w:rsid w:val="00C55E08"/>
    <w:rsid w:val="00C567A4"/>
    <w:rsid w:val="00C5689D"/>
    <w:rsid w:val="00C56C94"/>
    <w:rsid w:val="00C56D65"/>
    <w:rsid w:val="00C56DB3"/>
    <w:rsid w:val="00C56E6F"/>
    <w:rsid w:val="00C56EFD"/>
    <w:rsid w:val="00C573DB"/>
    <w:rsid w:val="00C57F2D"/>
    <w:rsid w:val="00C600F5"/>
    <w:rsid w:val="00C601A8"/>
    <w:rsid w:val="00C601E2"/>
    <w:rsid w:val="00C60B7F"/>
    <w:rsid w:val="00C614FC"/>
    <w:rsid w:val="00C617AF"/>
    <w:rsid w:val="00C61C87"/>
    <w:rsid w:val="00C61DBF"/>
    <w:rsid w:val="00C62D17"/>
    <w:rsid w:val="00C63033"/>
    <w:rsid w:val="00C63634"/>
    <w:rsid w:val="00C63C89"/>
    <w:rsid w:val="00C63FB9"/>
    <w:rsid w:val="00C63FD3"/>
    <w:rsid w:val="00C64E8B"/>
    <w:rsid w:val="00C64F08"/>
    <w:rsid w:val="00C65281"/>
    <w:rsid w:val="00C653E4"/>
    <w:rsid w:val="00C654B6"/>
    <w:rsid w:val="00C65577"/>
    <w:rsid w:val="00C657B0"/>
    <w:rsid w:val="00C65973"/>
    <w:rsid w:val="00C6698D"/>
    <w:rsid w:val="00C66BA5"/>
    <w:rsid w:val="00C66C10"/>
    <w:rsid w:val="00C66EC2"/>
    <w:rsid w:val="00C66ECE"/>
    <w:rsid w:val="00C66FF4"/>
    <w:rsid w:val="00C67215"/>
    <w:rsid w:val="00C672C2"/>
    <w:rsid w:val="00C705F9"/>
    <w:rsid w:val="00C706ED"/>
    <w:rsid w:val="00C7091D"/>
    <w:rsid w:val="00C7095B"/>
    <w:rsid w:val="00C70F76"/>
    <w:rsid w:val="00C70FDD"/>
    <w:rsid w:val="00C715B6"/>
    <w:rsid w:val="00C71743"/>
    <w:rsid w:val="00C7179B"/>
    <w:rsid w:val="00C717B3"/>
    <w:rsid w:val="00C717F5"/>
    <w:rsid w:val="00C72196"/>
    <w:rsid w:val="00C725BF"/>
    <w:rsid w:val="00C72A87"/>
    <w:rsid w:val="00C72DD5"/>
    <w:rsid w:val="00C73E62"/>
    <w:rsid w:val="00C740B6"/>
    <w:rsid w:val="00C74132"/>
    <w:rsid w:val="00C75036"/>
    <w:rsid w:val="00C75DEC"/>
    <w:rsid w:val="00C75FC8"/>
    <w:rsid w:val="00C76609"/>
    <w:rsid w:val="00C766E6"/>
    <w:rsid w:val="00C76849"/>
    <w:rsid w:val="00C77048"/>
    <w:rsid w:val="00C77463"/>
    <w:rsid w:val="00C776E9"/>
    <w:rsid w:val="00C803F4"/>
    <w:rsid w:val="00C80CF9"/>
    <w:rsid w:val="00C813F9"/>
    <w:rsid w:val="00C8168A"/>
    <w:rsid w:val="00C81BCC"/>
    <w:rsid w:val="00C81C54"/>
    <w:rsid w:val="00C8209B"/>
    <w:rsid w:val="00C824C8"/>
    <w:rsid w:val="00C82F9F"/>
    <w:rsid w:val="00C840C9"/>
    <w:rsid w:val="00C84286"/>
    <w:rsid w:val="00C84574"/>
    <w:rsid w:val="00C84C7B"/>
    <w:rsid w:val="00C84CC9"/>
    <w:rsid w:val="00C84FC0"/>
    <w:rsid w:val="00C851C2"/>
    <w:rsid w:val="00C851F0"/>
    <w:rsid w:val="00C85E79"/>
    <w:rsid w:val="00C85FCE"/>
    <w:rsid w:val="00C864F7"/>
    <w:rsid w:val="00C86505"/>
    <w:rsid w:val="00C86E9B"/>
    <w:rsid w:val="00C86F66"/>
    <w:rsid w:val="00C87190"/>
    <w:rsid w:val="00C874C7"/>
    <w:rsid w:val="00C876AC"/>
    <w:rsid w:val="00C8770E"/>
    <w:rsid w:val="00C9013C"/>
    <w:rsid w:val="00C90176"/>
    <w:rsid w:val="00C9043B"/>
    <w:rsid w:val="00C909A5"/>
    <w:rsid w:val="00C90B65"/>
    <w:rsid w:val="00C917D1"/>
    <w:rsid w:val="00C91D65"/>
    <w:rsid w:val="00C92128"/>
    <w:rsid w:val="00C921AD"/>
    <w:rsid w:val="00C921D1"/>
    <w:rsid w:val="00C927FC"/>
    <w:rsid w:val="00C92C5A"/>
    <w:rsid w:val="00C92EC9"/>
    <w:rsid w:val="00C9321A"/>
    <w:rsid w:val="00C933EC"/>
    <w:rsid w:val="00C93F7E"/>
    <w:rsid w:val="00C94551"/>
    <w:rsid w:val="00C94691"/>
    <w:rsid w:val="00C950E0"/>
    <w:rsid w:val="00C95AA4"/>
    <w:rsid w:val="00C95CFF"/>
    <w:rsid w:val="00C95F60"/>
    <w:rsid w:val="00C95FD0"/>
    <w:rsid w:val="00C960A2"/>
    <w:rsid w:val="00C96313"/>
    <w:rsid w:val="00C970FB"/>
    <w:rsid w:val="00C97512"/>
    <w:rsid w:val="00C97896"/>
    <w:rsid w:val="00C97C25"/>
    <w:rsid w:val="00C97D06"/>
    <w:rsid w:val="00CA0312"/>
    <w:rsid w:val="00CA04E9"/>
    <w:rsid w:val="00CA055C"/>
    <w:rsid w:val="00CA067F"/>
    <w:rsid w:val="00CA06C8"/>
    <w:rsid w:val="00CA0828"/>
    <w:rsid w:val="00CA0956"/>
    <w:rsid w:val="00CA0AD7"/>
    <w:rsid w:val="00CA0BD6"/>
    <w:rsid w:val="00CA0E6A"/>
    <w:rsid w:val="00CA0F7F"/>
    <w:rsid w:val="00CA0FB3"/>
    <w:rsid w:val="00CA1345"/>
    <w:rsid w:val="00CA16D9"/>
    <w:rsid w:val="00CA1D0F"/>
    <w:rsid w:val="00CA1D79"/>
    <w:rsid w:val="00CA2030"/>
    <w:rsid w:val="00CA20CE"/>
    <w:rsid w:val="00CA2451"/>
    <w:rsid w:val="00CA2623"/>
    <w:rsid w:val="00CA2A19"/>
    <w:rsid w:val="00CA2A6C"/>
    <w:rsid w:val="00CA2ABA"/>
    <w:rsid w:val="00CA2B5C"/>
    <w:rsid w:val="00CA33AD"/>
    <w:rsid w:val="00CA35C9"/>
    <w:rsid w:val="00CA3A3A"/>
    <w:rsid w:val="00CA3B81"/>
    <w:rsid w:val="00CA3F57"/>
    <w:rsid w:val="00CA42BA"/>
    <w:rsid w:val="00CA47D5"/>
    <w:rsid w:val="00CA4878"/>
    <w:rsid w:val="00CA5643"/>
    <w:rsid w:val="00CA56DF"/>
    <w:rsid w:val="00CA570C"/>
    <w:rsid w:val="00CA5942"/>
    <w:rsid w:val="00CA5D6A"/>
    <w:rsid w:val="00CA663F"/>
    <w:rsid w:val="00CA7485"/>
    <w:rsid w:val="00CA796C"/>
    <w:rsid w:val="00CB014F"/>
    <w:rsid w:val="00CB0409"/>
    <w:rsid w:val="00CB0546"/>
    <w:rsid w:val="00CB05FF"/>
    <w:rsid w:val="00CB08E9"/>
    <w:rsid w:val="00CB0BB6"/>
    <w:rsid w:val="00CB0E69"/>
    <w:rsid w:val="00CB0ED9"/>
    <w:rsid w:val="00CB10AD"/>
    <w:rsid w:val="00CB1154"/>
    <w:rsid w:val="00CB15AC"/>
    <w:rsid w:val="00CB17A3"/>
    <w:rsid w:val="00CB1981"/>
    <w:rsid w:val="00CB1AEF"/>
    <w:rsid w:val="00CB1B2F"/>
    <w:rsid w:val="00CB219B"/>
    <w:rsid w:val="00CB2769"/>
    <w:rsid w:val="00CB29C9"/>
    <w:rsid w:val="00CB306D"/>
    <w:rsid w:val="00CB378E"/>
    <w:rsid w:val="00CB390D"/>
    <w:rsid w:val="00CB3ABC"/>
    <w:rsid w:val="00CB425D"/>
    <w:rsid w:val="00CB434C"/>
    <w:rsid w:val="00CB45D2"/>
    <w:rsid w:val="00CB508C"/>
    <w:rsid w:val="00CB583C"/>
    <w:rsid w:val="00CB5CEF"/>
    <w:rsid w:val="00CB5F6F"/>
    <w:rsid w:val="00CB611E"/>
    <w:rsid w:val="00CB640A"/>
    <w:rsid w:val="00CB6460"/>
    <w:rsid w:val="00CB6BD8"/>
    <w:rsid w:val="00CB6C65"/>
    <w:rsid w:val="00CB777B"/>
    <w:rsid w:val="00CB79CB"/>
    <w:rsid w:val="00CB7ADA"/>
    <w:rsid w:val="00CB7E5C"/>
    <w:rsid w:val="00CB7F83"/>
    <w:rsid w:val="00CC05D3"/>
    <w:rsid w:val="00CC07DA"/>
    <w:rsid w:val="00CC0A16"/>
    <w:rsid w:val="00CC172F"/>
    <w:rsid w:val="00CC1816"/>
    <w:rsid w:val="00CC1A09"/>
    <w:rsid w:val="00CC259E"/>
    <w:rsid w:val="00CC2772"/>
    <w:rsid w:val="00CC29DC"/>
    <w:rsid w:val="00CC2C12"/>
    <w:rsid w:val="00CC36B2"/>
    <w:rsid w:val="00CC374D"/>
    <w:rsid w:val="00CC3754"/>
    <w:rsid w:val="00CC3F6E"/>
    <w:rsid w:val="00CC40C7"/>
    <w:rsid w:val="00CC48B1"/>
    <w:rsid w:val="00CC4A7F"/>
    <w:rsid w:val="00CC4A9E"/>
    <w:rsid w:val="00CC4BDB"/>
    <w:rsid w:val="00CC4CBD"/>
    <w:rsid w:val="00CC5247"/>
    <w:rsid w:val="00CC53B0"/>
    <w:rsid w:val="00CC56B8"/>
    <w:rsid w:val="00CC578B"/>
    <w:rsid w:val="00CC58C9"/>
    <w:rsid w:val="00CC5924"/>
    <w:rsid w:val="00CC5BF5"/>
    <w:rsid w:val="00CC5D22"/>
    <w:rsid w:val="00CC6964"/>
    <w:rsid w:val="00CC6C9D"/>
    <w:rsid w:val="00CC7286"/>
    <w:rsid w:val="00CC7555"/>
    <w:rsid w:val="00CC7667"/>
    <w:rsid w:val="00CC7C61"/>
    <w:rsid w:val="00CD002B"/>
    <w:rsid w:val="00CD02CF"/>
    <w:rsid w:val="00CD0B08"/>
    <w:rsid w:val="00CD0F15"/>
    <w:rsid w:val="00CD1609"/>
    <w:rsid w:val="00CD1785"/>
    <w:rsid w:val="00CD1CF5"/>
    <w:rsid w:val="00CD204B"/>
    <w:rsid w:val="00CD2631"/>
    <w:rsid w:val="00CD26CE"/>
    <w:rsid w:val="00CD2BD9"/>
    <w:rsid w:val="00CD2D51"/>
    <w:rsid w:val="00CD2F17"/>
    <w:rsid w:val="00CD35B7"/>
    <w:rsid w:val="00CD375B"/>
    <w:rsid w:val="00CD3D51"/>
    <w:rsid w:val="00CD4021"/>
    <w:rsid w:val="00CD432E"/>
    <w:rsid w:val="00CD4669"/>
    <w:rsid w:val="00CD47BE"/>
    <w:rsid w:val="00CD4A2D"/>
    <w:rsid w:val="00CD5DAE"/>
    <w:rsid w:val="00CD5E26"/>
    <w:rsid w:val="00CD5F8D"/>
    <w:rsid w:val="00CD64C4"/>
    <w:rsid w:val="00CD6A9B"/>
    <w:rsid w:val="00CD7BA6"/>
    <w:rsid w:val="00CD7C22"/>
    <w:rsid w:val="00CD7CEF"/>
    <w:rsid w:val="00CE0315"/>
    <w:rsid w:val="00CE047A"/>
    <w:rsid w:val="00CE0E9C"/>
    <w:rsid w:val="00CE1509"/>
    <w:rsid w:val="00CE17A0"/>
    <w:rsid w:val="00CE19B0"/>
    <w:rsid w:val="00CE1BF7"/>
    <w:rsid w:val="00CE1C4C"/>
    <w:rsid w:val="00CE21EF"/>
    <w:rsid w:val="00CE229A"/>
    <w:rsid w:val="00CE263E"/>
    <w:rsid w:val="00CE2ED0"/>
    <w:rsid w:val="00CE3293"/>
    <w:rsid w:val="00CE35EC"/>
    <w:rsid w:val="00CE3747"/>
    <w:rsid w:val="00CE382D"/>
    <w:rsid w:val="00CE38DB"/>
    <w:rsid w:val="00CE41B1"/>
    <w:rsid w:val="00CE4444"/>
    <w:rsid w:val="00CE484E"/>
    <w:rsid w:val="00CE4B5F"/>
    <w:rsid w:val="00CE4BEB"/>
    <w:rsid w:val="00CE4F12"/>
    <w:rsid w:val="00CE552D"/>
    <w:rsid w:val="00CE5DF4"/>
    <w:rsid w:val="00CE5EBE"/>
    <w:rsid w:val="00CE5FA7"/>
    <w:rsid w:val="00CE611B"/>
    <w:rsid w:val="00CE637D"/>
    <w:rsid w:val="00CE6442"/>
    <w:rsid w:val="00CE666B"/>
    <w:rsid w:val="00CE696E"/>
    <w:rsid w:val="00CE70C6"/>
    <w:rsid w:val="00CE7129"/>
    <w:rsid w:val="00CE755B"/>
    <w:rsid w:val="00CE79C1"/>
    <w:rsid w:val="00CE7EEA"/>
    <w:rsid w:val="00CF044F"/>
    <w:rsid w:val="00CF0470"/>
    <w:rsid w:val="00CF08DE"/>
    <w:rsid w:val="00CF0AD0"/>
    <w:rsid w:val="00CF0CA5"/>
    <w:rsid w:val="00CF0D08"/>
    <w:rsid w:val="00CF0E53"/>
    <w:rsid w:val="00CF1F3D"/>
    <w:rsid w:val="00CF210E"/>
    <w:rsid w:val="00CF2114"/>
    <w:rsid w:val="00CF252F"/>
    <w:rsid w:val="00CF25DC"/>
    <w:rsid w:val="00CF29BC"/>
    <w:rsid w:val="00CF2AAF"/>
    <w:rsid w:val="00CF30BF"/>
    <w:rsid w:val="00CF45CF"/>
    <w:rsid w:val="00CF4BB4"/>
    <w:rsid w:val="00CF4DD9"/>
    <w:rsid w:val="00CF569C"/>
    <w:rsid w:val="00CF5817"/>
    <w:rsid w:val="00CF588F"/>
    <w:rsid w:val="00CF5F9C"/>
    <w:rsid w:val="00CF6065"/>
    <w:rsid w:val="00CF618F"/>
    <w:rsid w:val="00CF61AB"/>
    <w:rsid w:val="00CF6974"/>
    <w:rsid w:val="00CF6F20"/>
    <w:rsid w:val="00CF72D1"/>
    <w:rsid w:val="00CF77D9"/>
    <w:rsid w:val="00CF7A76"/>
    <w:rsid w:val="00CF7E51"/>
    <w:rsid w:val="00D007C2"/>
    <w:rsid w:val="00D00E8D"/>
    <w:rsid w:val="00D011D5"/>
    <w:rsid w:val="00D0149E"/>
    <w:rsid w:val="00D0151A"/>
    <w:rsid w:val="00D021D9"/>
    <w:rsid w:val="00D022BA"/>
    <w:rsid w:val="00D02D44"/>
    <w:rsid w:val="00D02E2B"/>
    <w:rsid w:val="00D0320B"/>
    <w:rsid w:val="00D03307"/>
    <w:rsid w:val="00D0389E"/>
    <w:rsid w:val="00D03A44"/>
    <w:rsid w:val="00D03EF2"/>
    <w:rsid w:val="00D04161"/>
    <w:rsid w:val="00D042BB"/>
    <w:rsid w:val="00D04A41"/>
    <w:rsid w:val="00D04A6C"/>
    <w:rsid w:val="00D04AA5"/>
    <w:rsid w:val="00D05374"/>
    <w:rsid w:val="00D056A6"/>
    <w:rsid w:val="00D05A38"/>
    <w:rsid w:val="00D05BF9"/>
    <w:rsid w:val="00D05E0F"/>
    <w:rsid w:val="00D06BF8"/>
    <w:rsid w:val="00D06C82"/>
    <w:rsid w:val="00D073A1"/>
    <w:rsid w:val="00D07573"/>
    <w:rsid w:val="00D0766E"/>
    <w:rsid w:val="00D07A63"/>
    <w:rsid w:val="00D07A76"/>
    <w:rsid w:val="00D07B32"/>
    <w:rsid w:val="00D103AE"/>
    <w:rsid w:val="00D10475"/>
    <w:rsid w:val="00D1069F"/>
    <w:rsid w:val="00D1090D"/>
    <w:rsid w:val="00D11718"/>
    <w:rsid w:val="00D119D2"/>
    <w:rsid w:val="00D11B9C"/>
    <w:rsid w:val="00D11C62"/>
    <w:rsid w:val="00D128DD"/>
    <w:rsid w:val="00D12A38"/>
    <w:rsid w:val="00D13026"/>
    <w:rsid w:val="00D13568"/>
    <w:rsid w:val="00D13969"/>
    <w:rsid w:val="00D1408A"/>
    <w:rsid w:val="00D14285"/>
    <w:rsid w:val="00D142CF"/>
    <w:rsid w:val="00D14938"/>
    <w:rsid w:val="00D14E02"/>
    <w:rsid w:val="00D14F2E"/>
    <w:rsid w:val="00D15196"/>
    <w:rsid w:val="00D16235"/>
    <w:rsid w:val="00D164D9"/>
    <w:rsid w:val="00D16895"/>
    <w:rsid w:val="00D16A21"/>
    <w:rsid w:val="00D16F72"/>
    <w:rsid w:val="00D178C7"/>
    <w:rsid w:val="00D17CD2"/>
    <w:rsid w:val="00D17D81"/>
    <w:rsid w:val="00D20327"/>
    <w:rsid w:val="00D20417"/>
    <w:rsid w:val="00D20446"/>
    <w:rsid w:val="00D209EE"/>
    <w:rsid w:val="00D20BD9"/>
    <w:rsid w:val="00D21520"/>
    <w:rsid w:val="00D2164C"/>
    <w:rsid w:val="00D21A8B"/>
    <w:rsid w:val="00D21AC8"/>
    <w:rsid w:val="00D21E23"/>
    <w:rsid w:val="00D21F36"/>
    <w:rsid w:val="00D225CF"/>
    <w:rsid w:val="00D2296F"/>
    <w:rsid w:val="00D22B1D"/>
    <w:rsid w:val="00D236E1"/>
    <w:rsid w:val="00D23AE0"/>
    <w:rsid w:val="00D23C4C"/>
    <w:rsid w:val="00D2427C"/>
    <w:rsid w:val="00D246E7"/>
    <w:rsid w:val="00D24833"/>
    <w:rsid w:val="00D24BE3"/>
    <w:rsid w:val="00D25B30"/>
    <w:rsid w:val="00D263AF"/>
    <w:rsid w:val="00D26856"/>
    <w:rsid w:val="00D268CB"/>
    <w:rsid w:val="00D26BC7"/>
    <w:rsid w:val="00D270DC"/>
    <w:rsid w:val="00D2710F"/>
    <w:rsid w:val="00D273E0"/>
    <w:rsid w:val="00D27A40"/>
    <w:rsid w:val="00D27A5D"/>
    <w:rsid w:val="00D27D0F"/>
    <w:rsid w:val="00D305C4"/>
    <w:rsid w:val="00D3071E"/>
    <w:rsid w:val="00D3075E"/>
    <w:rsid w:val="00D30EDA"/>
    <w:rsid w:val="00D30F5F"/>
    <w:rsid w:val="00D314E8"/>
    <w:rsid w:val="00D314ED"/>
    <w:rsid w:val="00D3164E"/>
    <w:rsid w:val="00D31A26"/>
    <w:rsid w:val="00D321B3"/>
    <w:rsid w:val="00D32586"/>
    <w:rsid w:val="00D3288C"/>
    <w:rsid w:val="00D32D88"/>
    <w:rsid w:val="00D3300A"/>
    <w:rsid w:val="00D33313"/>
    <w:rsid w:val="00D33A63"/>
    <w:rsid w:val="00D33BD9"/>
    <w:rsid w:val="00D33CDA"/>
    <w:rsid w:val="00D33F6E"/>
    <w:rsid w:val="00D34002"/>
    <w:rsid w:val="00D3441E"/>
    <w:rsid w:val="00D34F14"/>
    <w:rsid w:val="00D35085"/>
    <w:rsid w:val="00D35173"/>
    <w:rsid w:val="00D3554A"/>
    <w:rsid w:val="00D36094"/>
    <w:rsid w:val="00D3658F"/>
    <w:rsid w:val="00D36DB4"/>
    <w:rsid w:val="00D37023"/>
    <w:rsid w:val="00D376C8"/>
    <w:rsid w:val="00D37791"/>
    <w:rsid w:val="00D404A0"/>
    <w:rsid w:val="00D4110C"/>
    <w:rsid w:val="00D4121F"/>
    <w:rsid w:val="00D413F1"/>
    <w:rsid w:val="00D415E4"/>
    <w:rsid w:val="00D41600"/>
    <w:rsid w:val="00D41715"/>
    <w:rsid w:val="00D41A9D"/>
    <w:rsid w:val="00D41C28"/>
    <w:rsid w:val="00D41D24"/>
    <w:rsid w:val="00D41DC6"/>
    <w:rsid w:val="00D4293B"/>
    <w:rsid w:val="00D43333"/>
    <w:rsid w:val="00D43463"/>
    <w:rsid w:val="00D43622"/>
    <w:rsid w:val="00D43968"/>
    <w:rsid w:val="00D439E5"/>
    <w:rsid w:val="00D43D36"/>
    <w:rsid w:val="00D43E7B"/>
    <w:rsid w:val="00D43F96"/>
    <w:rsid w:val="00D44005"/>
    <w:rsid w:val="00D44483"/>
    <w:rsid w:val="00D44583"/>
    <w:rsid w:val="00D4470B"/>
    <w:rsid w:val="00D44748"/>
    <w:rsid w:val="00D449E9"/>
    <w:rsid w:val="00D44D87"/>
    <w:rsid w:val="00D450EA"/>
    <w:rsid w:val="00D45166"/>
    <w:rsid w:val="00D4541E"/>
    <w:rsid w:val="00D4587B"/>
    <w:rsid w:val="00D459F5"/>
    <w:rsid w:val="00D45B81"/>
    <w:rsid w:val="00D45D6C"/>
    <w:rsid w:val="00D464CE"/>
    <w:rsid w:val="00D4669A"/>
    <w:rsid w:val="00D47344"/>
    <w:rsid w:val="00D479D0"/>
    <w:rsid w:val="00D47D89"/>
    <w:rsid w:val="00D50987"/>
    <w:rsid w:val="00D50A5B"/>
    <w:rsid w:val="00D50EF1"/>
    <w:rsid w:val="00D50F61"/>
    <w:rsid w:val="00D51FB2"/>
    <w:rsid w:val="00D520A6"/>
    <w:rsid w:val="00D521F4"/>
    <w:rsid w:val="00D52A02"/>
    <w:rsid w:val="00D52DE6"/>
    <w:rsid w:val="00D53187"/>
    <w:rsid w:val="00D53806"/>
    <w:rsid w:val="00D53B0C"/>
    <w:rsid w:val="00D53EFA"/>
    <w:rsid w:val="00D54441"/>
    <w:rsid w:val="00D54B18"/>
    <w:rsid w:val="00D54EA4"/>
    <w:rsid w:val="00D54FB0"/>
    <w:rsid w:val="00D55336"/>
    <w:rsid w:val="00D55A1F"/>
    <w:rsid w:val="00D55D49"/>
    <w:rsid w:val="00D55D82"/>
    <w:rsid w:val="00D56346"/>
    <w:rsid w:val="00D56713"/>
    <w:rsid w:val="00D56BE2"/>
    <w:rsid w:val="00D56FD0"/>
    <w:rsid w:val="00D575DC"/>
    <w:rsid w:val="00D57E67"/>
    <w:rsid w:val="00D602D6"/>
    <w:rsid w:val="00D60690"/>
    <w:rsid w:val="00D606E1"/>
    <w:rsid w:val="00D609E1"/>
    <w:rsid w:val="00D61024"/>
    <w:rsid w:val="00D61538"/>
    <w:rsid w:val="00D61805"/>
    <w:rsid w:val="00D61872"/>
    <w:rsid w:val="00D619C9"/>
    <w:rsid w:val="00D62297"/>
    <w:rsid w:val="00D623E5"/>
    <w:rsid w:val="00D624C8"/>
    <w:rsid w:val="00D6278E"/>
    <w:rsid w:val="00D62B24"/>
    <w:rsid w:val="00D62DD4"/>
    <w:rsid w:val="00D63123"/>
    <w:rsid w:val="00D63A92"/>
    <w:rsid w:val="00D63AC5"/>
    <w:rsid w:val="00D640DB"/>
    <w:rsid w:val="00D64A21"/>
    <w:rsid w:val="00D6501B"/>
    <w:rsid w:val="00D65151"/>
    <w:rsid w:val="00D653F5"/>
    <w:rsid w:val="00D65743"/>
    <w:rsid w:val="00D65A22"/>
    <w:rsid w:val="00D664B6"/>
    <w:rsid w:val="00D6686B"/>
    <w:rsid w:val="00D66DE7"/>
    <w:rsid w:val="00D67108"/>
    <w:rsid w:val="00D671F5"/>
    <w:rsid w:val="00D6753A"/>
    <w:rsid w:val="00D67637"/>
    <w:rsid w:val="00D67ABE"/>
    <w:rsid w:val="00D70953"/>
    <w:rsid w:val="00D717C3"/>
    <w:rsid w:val="00D717F5"/>
    <w:rsid w:val="00D71BC8"/>
    <w:rsid w:val="00D71D2B"/>
    <w:rsid w:val="00D723B6"/>
    <w:rsid w:val="00D7256E"/>
    <w:rsid w:val="00D725A3"/>
    <w:rsid w:val="00D725B5"/>
    <w:rsid w:val="00D72B10"/>
    <w:rsid w:val="00D73681"/>
    <w:rsid w:val="00D736E3"/>
    <w:rsid w:val="00D73903"/>
    <w:rsid w:val="00D743C8"/>
    <w:rsid w:val="00D7598C"/>
    <w:rsid w:val="00D759E7"/>
    <w:rsid w:val="00D75E68"/>
    <w:rsid w:val="00D7663D"/>
    <w:rsid w:val="00D76670"/>
    <w:rsid w:val="00D76C48"/>
    <w:rsid w:val="00D76E63"/>
    <w:rsid w:val="00D76ECC"/>
    <w:rsid w:val="00D76F07"/>
    <w:rsid w:val="00D77773"/>
    <w:rsid w:val="00D77B82"/>
    <w:rsid w:val="00D77D6B"/>
    <w:rsid w:val="00D80F07"/>
    <w:rsid w:val="00D80F80"/>
    <w:rsid w:val="00D8145C"/>
    <w:rsid w:val="00D815C1"/>
    <w:rsid w:val="00D81A2F"/>
    <w:rsid w:val="00D82271"/>
    <w:rsid w:val="00D83327"/>
    <w:rsid w:val="00D83337"/>
    <w:rsid w:val="00D83B8E"/>
    <w:rsid w:val="00D83E03"/>
    <w:rsid w:val="00D84063"/>
    <w:rsid w:val="00D847A7"/>
    <w:rsid w:val="00D85008"/>
    <w:rsid w:val="00D8508B"/>
    <w:rsid w:val="00D851E3"/>
    <w:rsid w:val="00D855AA"/>
    <w:rsid w:val="00D8569B"/>
    <w:rsid w:val="00D857CD"/>
    <w:rsid w:val="00D85C90"/>
    <w:rsid w:val="00D85E55"/>
    <w:rsid w:val="00D86861"/>
    <w:rsid w:val="00D86994"/>
    <w:rsid w:val="00D86E45"/>
    <w:rsid w:val="00D86F62"/>
    <w:rsid w:val="00D8719E"/>
    <w:rsid w:val="00D879B4"/>
    <w:rsid w:val="00D87CA7"/>
    <w:rsid w:val="00D9020A"/>
    <w:rsid w:val="00D90605"/>
    <w:rsid w:val="00D908CF"/>
    <w:rsid w:val="00D90B5A"/>
    <w:rsid w:val="00D91031"/>
    <w:rsid w:val="00D913CB"/>
    <w:rsid w:val="00D91569"/>
    <w:rsid w:val="00D91FB9"/>
    <w:rsid w:val="00D92340"/>
    <w:rsid w:val="00D92482"/>
    <w:rsid w:val="00D929BA"/>
    <w:rsid w:val="00D92E84"/>
    <w:rsid w:val="00D931B1"/>
    <w:rsid w:val="00D938BF"/>
    <w:rsid w:val="00D94665"/>
    <w:rsid w:val="00D94AA2"/>
    <w:rsid w:val="00D95206"/>
    <w:rsid w:val="00D959E8"/>
    <w:rsid w:val="00D95ABC"/>
    <w:rsid w:val="00D9615D"/>
    <w:rsid w:val="00D96334"/>
    <w:rsid w:val="00D965BF"/>
    <w:rsid w:val="00D96608"/>
    <w:rsid w:val="00D96D73"/>
    <w:rsid w:val="00D97282"/>
    <w:rsid w:val="00D9732C"/>
    <w:rsid w:val="00D97817"/>
    <w:rsid w:val="00D97F21"/>
    <w:rsid w:val="00DA0800"/>
    <w:rsid w:val="00DA12EC"/>
    <w:rsid w:val="00DA13B8"/>
    <w:rsid w:val="00DA1822"/>
    <w:rsid w:val="00DA1D52"/>
    <w:rsid w:val="00DA249B"/>
    <w:rsid w:val="00DA2508"/>
    <w:rsid w:val="00DA2669"/>
    <w:rsid w:val="00DA2FA2"/>
    <w:rsid w:val="00DA3823"/>
    <w:rsid w:val="00DA3D63"/>
    <w:rsid w:val="00DA3E24"/>
    <w:rsid w:val="00DA4256"/>
    <w:rsid w:val="00DA42BB"/>
    <w:rsid w:val="00DA5470"/>
    <w:rsid w:val="00DA641F"/>
    <w:rsid w:val="00DA6EF4"/>
    <w:rsid w:val="00DA70C1"/>
    <w:rsid w:val="00DA74CA"/>
    <w:rsid w:val="00DA773B"/>
    <w:rsid w:val="00DA773C"/>
    <w:rsid w:val="00DA787B"/>
    <w:rsid w:val="00DA7D74"/>
    <w:rsid w:val="00DA7EFC"/>
    <w:rsid w:val="00DA7FA5"/>
    <w:rsid w:val="00DB0ADF"/>
    <w:rsid w:val="00DB0E2D"/>
    <w:rsid w:val="00DB0E3B"/>
    <w:rsid w:val="00DB169A"/>
    <w:rsid w:val="00DB18C6"/>
    <w:rsid w:val="00DB19AB"/>
    <w:rsid w:val="00DB1C77"/>
    <w:rsid w:val="00DB1F2C"/>
    <w:rsid w:val="00DB263E"/>
    <w:rsid w:val="00DB2B8C"/>
    <w:rsid w:val="00DB2C0A"/>
    <w:rsid w:val="00DB2C61"/>
    <w:rsid w:val="00DB2CE9"/>
    <w:rsid w:val="00DB31A1"/>
    <w:rsid w:val="00DB3645"/>
    <w:rsid w:val="00DB3F34"/>
    <w:rsid w:val="00DB3FD1"/>
    <w:rsid w:val="00DB438F"/>
    <w:rsid w:val="00DB4BBE"/>
    <w:rsid w:val="00DB4D86"/>
    <w:rsid w:val="00DB4FF4"/>
    <w:rsid w:val="00DB55CF"/>
    <w:rsid w:val="00DB5660"/>
    <w:rsid w:val="00DB65C9"/>
    <w:rsid w:val="00DB678F"/>
    <w:rsid w:val="00DB68FC"/>
    <w:rsid w:val="00DB6CAD"/>
    <w:rsid w:val="00DB6F1F"/>
    <w:rsid w:val="00DB746A"/>
    <w:rsid w:val="00DB7803"/>
    <w:rsid w:val="00DB79BB"/>
    <w:rsid w:val="00DB7AEB"/>
    <w:rsid w:val="00DB7E14"/>
    <w:rsid w:val="00DC0B7E"/>
    <w:rsid w:val="00DC0B90"/>
    <w:rsid w:val="00DC0EF0"/>
    <w:rsid w:val="00DC111A"/>
    <w:rsid w:val="00DC140A"/>
    <w:rsid w:val="00DC145A"/>
    <w:rsid w:val="00DC1962"/>
    <w:rsid w:val="00DC1CFA"/>
    <w:rsid w:val="00DC2A84"/>
    <w:rsid w:val="00DC38A2"/>
    <w:rsid w:val="00DC401F"/>
    <w:rsid w:val="00DC4133"/>
    <w:rsid w:val="00DC43BD"/>
    <w:rsid w:val="00DC4439"/>
    <w:rsid w:val="00DC4610"/>
    <w:rsid w:val="00DC4A40"/>
    <w:rsid w:val="00DC54FB"/>
    <w:rsid w:val="00DC56F8"/>
    <w:rsid w:val="00DC609C"/>
    <w:rsid w:val="00DC61DC"/>
    <w:rsid w:val="00DC6782"/>
    <w:rsid w:val="00DC6D69"/>
    <w:rsid w:val="00DC6E65"/>
    <w:rsid w:val="00DC6EAA"/>
    <w:rsid w:val="00DC7133"/>
    <w:rsid w:val="00DC749C"/>
    <w:rsid w:val="00DC7C08"/>
    <w:rsid w:val="00DC7F3B"/>
    <w:rsid w:val="00DD0075"/>
    <w:rsid w:val="00DD0726"/>
    <w:rsid w:val="00DD0807"/>
    <w:rsid w:val="00DD0FF2"/>
    <w:rsid w:val="00DD1045"/>
    <w:rsid w:val="00DD1348"/>
    <w:rsid w:val="00DD1DD2"/>
    <w:rsid w:val="00DD1F10"/>
    <w:rsid w:val="00DD2E84"/>
    <w:rsid w:val="00DD30B7"/>
    <w:rsid w:val="00DD31E2"/>
    <w:rsid w:val="00DD390C"/>
    <w:rsid w:val="00DD3A53"/>
    <w:rsid w:val="00DD3DB8"/>
    <w:rsid w:val="00DD472C"/>
    <w:rsid w:val="00DD48E8"/>
    <w:rsid w:val="00DD4EC8"/>
    <w:rsid w:val="00DD4F32"/>
    <w:rsid w:val="00DD5165"/>
    <w:rsid w:val="00DD5DFF"/>
    <w:rsid w:val="00DD5E1B"/>
    <w:rsid w:val="00DD5FD6"/>
    <w:rsid w:val="00DD618F"/>
    <w:rsid w:val="00DD61A2"/>
    <w:rsid w:val="00DD66CB"/>
    <w:rsid w:val="00DD6931"/>
    <w:rsid w:val="00DD69BA"/>
    <w:rsid w:val="00DD69FA"/>
    <w:rsid w:val="00DD6A5A"/>
    <w:rsid w:val="00DD6E4F"/>
    <w:rsid w:val="00DD700E"/>
    <w:rsid w:val="00DD7908"/>
    <w:rsid w:val="00DD79B2"/>
    <w:rsid w:val="00DD79E4"/>
    <w:rsid w:val="00DD7B29"/>
    <w:rsid w:val="00DD7B79"/>
    <w:rsid w:val="00DD7D3B"/>
    <w:rsid w:val="00DE0004"/>
    <w:rsid w:val="00DE0242"/>
    <w:rsid w:val="00DE05BD"/>
    <w:rsid w:val="00DE15E7"/>
    <w:rsid w:val="00DE1826"/>
    <w:rsid w:val="00DE1841"/>
    <w:rsid w:val="00DE1B4F"/>
    <w:rsid w:val="00DE1BD0"/>
    <w:rsid w:val="00DE1CF3"/>
    <w:rsid w:val="00DE2239"/>
    <w:rsid w:val="00DE2665"/>
    <w:rsid w:val="00DE27BE"/>
    <w:rsid w:val="00DE2DF2"/>
    <w:rsid w:val="00DE313E"/>
    <w:rsid w:val="00DE374F"/>
    <w:rsid w:val="00DE39FD"/>
    <w:rsid w:val="00DE3ABB"/>
    <w:rsid w:val="00DE3BDA"/>
    <w:rsid w:val="00DE3F55"/>
    <w:rsid w:val="00DE449D"/>
    <w:rsid w:val="00DE4521"/>
    <w:rsid w:val="00DE4B96"/>
    <w:rsid w:val="00DE4C5A"/>
    <w:rsid w:val="00DE4CBC"/>
    <w:rsid w:val="00DE507C"/>
    <w:rsid w:val="00DE583E"/>
    <w:rsid w:val="00DE5CE6"/>
    <w:rsid w:val="00DE5CF8"/>
    <w:rsid w:val="00DE5F5A"/>
    <w:rsid w:val="00DE602F"/>
    <w:rsid w:val="00DE60B0"/>
    <w:rsid w:val="00DE625C"/>
    <w:rsid w:val="00DE63D7"/>
    <w:rsid w:val="00DE69D6"/>
    <w:rsid w:val="00DE6EC8"/>
    <w:rsid w:val="00DE70EB"/>
    <w:rsid w:val="00DE757F"/>
    <w:rsid w:val="00DE7783"/>
    <w:rsid w:val="00DE7936"/>
    <w:rsid w:val="00DE795B"/>
    <w:rsid w:val="00DE7A99"/>
    <w:rsid w:val="00DE7C70"/>
    <w:rsid w:val="00DF0961"/>
    <w:rsid w:val="00DF0ACB"/>
    <w:rsid w:val="00DF1804"/>
    <w:rsid w:val="00DF1F5D"/>
    <w:rsid w:val="00DF2BF3"/>
    <w:rsid w:val="00DF31CC"/>
    <w:rsid w:val="00DF33CB"/>
    <w:rsid w:val="00DF4437"/>
    <w:rsid w:val="00DF4454"/>
    <w:rsid w:val="00DF4A56"/>
    <w:rsid w:val="00DF4CB7"/>
    <w:rsid w:val="00DF5602"/>
    <w:rsid w:val="00DF56ED"/>
    <w:rsid w:val="00DF60CD"/>
    <w:rsid w:val="00DF6203"/>
    <w:rsid w:val="00DF6674"/>
    <w:rsid w:val="00DF6F14"/>
    <w:rsid w:val="00DF7101"/>
    <w:rsid w:val="00DF735A"/>
    <w:rsid w:val="00DF74A8"/>
    <w:rsid w:val="00DF7D11"/>
    <w:rsid w:val="00DF7FEF"/>
    <w:rsid w:val="00E00118"/>
    <w:rsid w:val="00E0048B"/>
    <w:rsid w:val="00E005AD"/>
    <w:rsid w:val="00E00D07"/>
    <w:rsid w:val="00E0123E"/>
    <w:rsid w:val="00E01691"/>
    <w:rsid w:val="00E01ACD"/>
    <w:rsid w:val="00E01B00"/>
    <w:rsid w:val="00E01BBA"/>
    <w:rsid w:val="00E01EC3"/>
    <w:rsid w:val="00E01EFF"/>
    <w:rsid w:val="00E02549"/>
    <w:rsid w:val="00E02A08"/>
    <w:rsid w:val="00E02B20"/>
    <w:rsid w:val="00E02B43"/>
    <w:rsid w:val="00E02E8A"/>
    <w:rsid w:val="00E03258"/>
    <w:rsid w:val="00E03AF8"/>
    <w:rsid w:val="00E04181"/>
    <w:rsid w:val="00E043B9"/>
    <w:rsid w:val="00E043D5"/>
    <w:rsid w:val="00E043ED"/>
    <w:rsid w:val="00E04DF4"/>
    <w:rsid w:val="00E05236"/>
    <w:rsid w:val="00E052A1"/>
    <w:rsid w:val="00E05877"/>
    <w:rsid w:val="00E05BBA"/>
    <w:rsid w:val="00E0601E"/>
    <w:rsid w:val="00E060B8"/>
    <w:rsid w:val="00E06773"/>
    <w:rsid w:val="00E06831"/>
    <w:rsid w:val="00E068A1"/>
    <w:rsid w:val="00E06FFF"/>
    <w:rsid w:val="00E071A8"/>
    <w:rsid w:val="00E07DEA"/>
    <w:rsid w:val="00E10057"/>
    <w:rsid w:val="00E101BC"/>
    <w:rsid w:val="00E101E5"/>
    <w:rsid w:val="00E104CE"/>
    <w:rsid w:val="00E10D8F"/>
    <w:rsid w:val="00E110B8"/>
    <w:rsid w:val="00E116C7"/>
    <w:rsid w:val="00E11F90"/>
    <w:rsid w:val="00E121F7"/>
    <w:rsid w:val="00E12A21"/>
    <w:rsid w:val="00E12BD1"/>
    <w:rsid w:val="00E12F93"/>
    <w:rsid w:val="00E1349B"/>
    <w:rsid w:val="00E13B92"/>
    <w:rsid w:val="00E13CCB"/>
    <w:rsid w:val="00E14042"/>
    <w:rsid w:val="00E141C8"/>
    <w:rsid w:val="00E1429A"/>
    <w:rsid w:val="00E142CC"/>
    <w:rsid w:val="00E14616"/>
    <w:rsid w:val="00E1475A"/>
    <w:rsid w:val="00E14976"/>
    <w:rsid w:val="00E15025"/>
    <w:rsid w:val="00E15051"/>
    <w:rsid w:val="00E153AB"/>
    <w:rsid w:val="00E15D94"/>
    <w:rsid w:val="00E15DC2"/>
    <w:rsid w:val="00E16080"/>
    <w:rsid w:val="00E16380"/>
    <w:rsid w:val="00E16BB5"/>
    <w:rsid w:val="00E16F57"/>
    <w:rsid w:val="00E16FA2"/>
    <w:rsid w:val="00E1736C"/>
    <w:rsid w:val="00E173A4"/>
    <w:rsid w:val="00E173E1"/>
    <w:rsid w:val="00E17490"/>
    <w:rsid w:val="00E17761"/>
    <w:rsid w:val="00E17BDE"/>
    <w:rsid w:val="00E2023A"/>
    <w:rsid w:val="00E2091B"/>
    <w:rsid w:val="00E20F83"/>
    <w:rsid w:val="00E216DC"/>
    <w:rsid w:val="00E21A07"/>
    <w:rsid w:val="00E21CFB"/>
    <w:rsid w:val="00E21EA8"/>
    <w:rsid w:val="00E2206F"/>
    <w:rsid w:val="00E2282D"/>
    <w:rsid w:val="00E23400"/>
    <w:rsid w:val="00E2350C"/>
    <w:rsid w:val="00E23CD7"/>
    <w:rsid w:val="00E24493"/>
    <w:rsid w:val="00E245A0"/>
    <w:rsid w:val="00E24691"/>
    <w:rsid w:val="00E2479E"/>
    <w:rsid w:val="00E25059"/>
    <w:rsid w:val="00E25398"/>
    <w:rsid w:val="00E253F6"/>
    <w:rsid w:val="00E255D4"/>
    <w:rsid w:val="00E25C88"/>
    <w:rsid w:val="00E25FAB"/>
    <w:rsid w:val="00E26403"/>
    <w:rsid w:val="00E26DC6"/>
    <w:rsid w:val="00E27529"/>
    <w:rsid w:val="00E279DE"/>
    <w:rsid w:val="00E27F31"/>
    <w:rsid w:val="00E30391"/>
    <w:rsid w:val="00E30A84"/>
    <w:rsid w:val="00E30CE9"/>
    <w:rsid w:val="00E30D96"/>
    <w:rsid w:val="00E30F6B"/>
    <w:rsid w:val="00E30FB0"/>
    <w:rsid w:val="00E3125E"/>
    <w:rsid w:val="00E312B2"/>
    <w:rsid w:val="00E3145A"/>
    <w:rsid w:val="00E3174D"/>
    <w:rsid w:val="00E3183D"/>
    <w:rsid w:val="00E31A54"/>
    <w:rsid w:val="00E32654"/>
    <w:rsid w:val="00E32E91"/>
    <w:rsid w:val="00E32FFC"/>
    <w:rsid w:val="00E33787"/>
    <w:rsid w:val="00E33E2A"/>
    <w:rsid w:val="00E33FF5"/>
    <w:rsid w:val="00E34053"/>
    <w:rsid w:val="00E34131"/>
    <w:rsid w:val="00E341F9"/>
    <w:rsid w:val="00E34216"/>
    <w:rsid w:val="00E34703"/>
    <w:rsid w:val="00E349E2"/>
    <w:rsid w:val="00E34BE0"/>
    <w:rsid w:val="00E351F8"/>
    <w:rsid w:val="00E3534D"/>
    <w:rsid w:val="00E355C6"/>
    <w:rsid w:val="00E35616"/>
    <w:rsid w:val="00E35A0F"/>
    <w:rsid w:val="00E361C0"/>
    <w:rsid w:val="00E36431"/>
    <w:rsid w:val="00E365C2"/>
    <w:rsid w:val="00E36B8D"/>
    <w:rsid w:val="00E36D65"/>
    <w:rsid w:val="00E37166"/>
    <w:rsid w:val="00E372F1"/>
    <w:rsid w:val="00E37332"/>
    <w:rsid w:val="00E37496"/>
    <w:rsid w:val="00E375CE"/>
    <w:rsid w:val="00E376F9"/>
    <w:rsid w:val="00E37DC1"/>
    <w:rsid w:val="00E37E25"/>
    <w:rsid w:val="00E40FBE"/>
    <w:rsid w:val="00E40FD6"/>
    <w:rsid w:val="00E41060"/>
    <w:rsid w:val="00E41079"/>
    <w:rsid w:val="00E419F7"/>
    <w:rsid w:val="00E41B5B"/>
    <w:rsid w:val="00E41BDD"/>
    <w:rsid w:val="00E42A57"/>
    <w:rsid w:val="00E42B17"/>
    <w:rsid w:val="00E42C68"/>
    <w:rsid w:val="00E430A1"/>
    <w:rsid w:val="00E43367"/>
    <w:rsid w:val="00E434DA"/>
    <w:rsid w:val="00E438CD"/>
    <w:rsid w:val="00E43AA0"/>
    <w:rsid w:val="00E43F93"/>
    <w:rsid w:val="00E449E2"/>
    <w:rsid w:val="00E44A17"/>
    <w:rsid w:val="00E44E97"/>
    <w:rsid w:val="00E453CA"/>
    <w:rsid w:val="00E45F39"/>
    <w:rsid w:val="00E46028"/>
    <w:rsid w:val="00E462B5"/>
    <w:rsid w:val="00E4686E"/>
    <w:rsid w:val="00E46D0A"/>
    <w:rsid w:val="00E46D46"/>
    <w:rsid w:val="00E47011"/>
    <w:rsid w:val="00E471BD"/>
    <w:rsid w:val="00E474F1"/>
    <w:rsid w:val="00E4786D"/>
    <w:rsid w:val="00E47CE8"/>
    <w:rsid w:val="00E47DBA"/>
    <w:rsid w:val="00E504FD"/>
    <w:rsid w:val="00E50551"/>
    <w:rsid w:val="00E5101A"/>
    <w:rsid w:val="00E51C1F"/>
    <w:rsid w:val="00E51C2B"/>
    <w:rsid w:val="00E51FD9"/>
    <w:rsid w:val="00E52024"/>
    <w:rsid w:val="00E5303B"/>
    <w:rsid w:val="00E531B4"/>
    <w:rsid w:val="00E53A55"/>
    <w:rsid w:val="00E53C42"/>
    <w:rsid w:val="00E541F9"/>
    <w:rsid w:val="00E54725"/>
    <w:rsid w:val="00E5477A"/>
    <w:rsid w:val="00E54831"/>
    <w:rsid w:val="00E54E99"/>
    <w:rsid w:val="00E557F5"/>
    <w:rsid w:val="00E55CE1"/>
    <w:rsid w:val="00E55FB8"/>
    <w:rsid w:val="00E572B6"/>
    <w:rsid w:val="00E5742C"/>
    <w:rsid w:val="00E57782"/>
    <w:rsid w:val="00E57934"/>
    <w:rsid w:val="00E579CB"/>
    <w:rsid w:val="00E57E98"/>
    <w:rsid w:val="00E60384"/>
    <w:rsid w:val="00E60762"/>
    <w:rsid w:val="00E60AD5"/>
    <w:rsid w:val="00E6129E"/>
    <w:rsid w:val="00E614A3"/>
    <w:rsid w:val="00E61A02"/>
    <w:rsid w:val="00E61A72"/>
    <w:rsid w:val="00E61D34"/>
    <w:rsid w:val="00E6360E"/>
    <w:rsid w:val="00E63759"/>
    <w:rsid w:val="00E63C6D"/>
    <w:rsid w:val="00E642F6"/>
    <w:rsid w:val="00E643B9"/>
    <w:rsid w:val="00E6442B"/>
    <w:rsid w:val="00E6517E"/>
    <w:rsid w:val="00E655EE"/>
    <w:rsid w:val="00E66411"/>
    <w:rsid w:val="00E671DF"/>
    <w:rsid w:val="00E6747B"/>
    <w:rsid w:val="00E674B5"/>
    <w:rsid w:val="00E676D1"/>
    <w:rsid w:val="00E6787F"/>
    <w:rsid w:val="00E67914"/>
    <w:rsid w:val="00E67C15"/>
    <w:rsid w:val="00E7046E"/>
    <w:rsid w:val="00E70649"/>
    <w:rsid w:val="00E7083F"/>
    <w:rsid w:val="00E70A9E"/>
    <w:rsid w:val="00E70F95"/>
    <w:rsid w:val="00E711E6"/>
    <w:rsid w:val="00E71351"/>
    <w:rsid w:val="00E71B72"/>
    <w:rsid w:val="00E71CD8"/>
    <w:rsid w:val="00E71D0C"/>
    <w:rsid w:val="00E72392"/>
    <w:rsid w:val="00E728BF"/>
    <w:rsid w:val="00E72AA6"/>
    <w:rsid w:val="00E72D29"/>
    <w:rsid w:val="00E72FAB"/>
    <w:rsid w:val="00E7303F"/>
    <w:rsid w:val="00E730AC"/>
    <w:rsid w:val="00E73858"/>
    <w:rsid w:val="00E738D0"/>
    <w:rsid w:val="00E739BC"/>
    <w:rsid w:val="00E73FB5"/>
    <w:rsid w:val="00E74070"/>
    <w:rsid w:val="00E747E4"/>
    <w:rsid w:val="00E74F3F"/>
    <w:rsid w:val="00E75119"/>
    <w:rsid w:val="00E7542A"/>
    <w:rsid w:val="00E754A0"/>
    <w:rsid w:val="00E76337"/>
    <w:rsid w:val="00E76F40"/>
    <w:rsid w:val="00E7700B"/>
    <w:rsid w:val="00E77C21"/>
    <w:rsid w:val="00E77D00"/>
    <w:rsid w:val="00E808C9"/>
    <w:rsid w:val="00E80FAF"/>
    <w:rsid w:val="00E81025"/>
    <w:rsid w:val="00E813A1"/>
    <w:rsid w:val="00E813F5"/>
    <w:rsid w:val="00E81893"/>
    <w:rsid w:val="00E81A31"/>
    <w:rsid w:val="00E82F57"/>
    <w:rsid w:val="00E83AD5"/>
    <w:rsid w:val="00E83E56"/>
    <w:rsid w:val="00E83FF7"/>
    <w:rsid w:val="00E8407D"/>
    <w:rsid w:val="00E8421A"/>
    <w:rsid w:val="00E84D6B"/>
    <w:rsid w:val="00E84D72"/>
    <w:rsid w:val="00E85261"/>
    <w:rsid w:val="00E85360"/>
    <w:rsid w:val="00E856FF"/>
    <w:rsid w:val="00E857C6"/>
    <w:rsid w:val="00E85824"/>
    <w:rsid w:val="00E85C7C"/>
    <w:rsid w:val="00E85D55"/>
    <w:rsid w:val="00E86074"/>
    <w:rsid w:val="00E86314"/>
    <w:rsid w:val="00E86B8D"/>
    <w:rsid w:val="00E86D71"/>
    <w:rsid w:val="00E86ECD"/>
    <w:rsid w:val="00E87311"/>
    <w:rsid w:val="00E87EC4"/>
    <w:rsid w:val="00E901A3"/>
    <w:rsid w:val="00E901AD"/>
    <w:rsid w:val="00E9029E"/>
    <w:rsid w:val="00E90413"/>
    <w:rsid w:val="00E90475"/>
    <w:rsid w:val="00E90C17"/>
    <w:rsid w:val="00E90E93"/>
    <w:rsid w:val="00E916BD"/>
    <w:rsid w:val="00E91752"/>
    <w:rsid w:val="00E91B01"/>
    <w:rsid w:val="00E9227E"/>
    <w:rsid w:val="00E922A6"/>
    <w:rsid w:val="00E922A7"/>
    <w:rsid w:val="00E923AF"/>
    <w:rsid w:val="00E927C8"/>
    <w:rsid w:val="00E92B52"/>
    <w:rsid w:val="00E92BB9"/>
    <w:rsid w:val="00E92E9B"/>
    <w:rsid w:val="00E93129"/>
    <w:rsid w:val="00E9354B"/>
    <w:rsid w:val="00E93889"/>
    <w:rsid w:val="00E939FA"/>
    <w:rsid w:val="00E93FE2"/>
    <w:rsid w:val="00E94129"/>
    <w:rsid w:val="00E9439F"/>
    <w:rsid w:val="00E94716"/>
    <w:rsid w:val="00E9485F"/>
    <w:rsid w:val="00E948AF"/>
    <w:rsid w:val="00E94FE2"/>
    <w:rsid w:val="00E95358"/>
    <w:rsid w:val="00E95748"/>
    <w:rsid w:val="00E95919"/>
    <w:rsid w:val="00E95C8B"/>
    <w:rsid w:val="00E95C97"/>
    <w:rsid w:val="00E9610D"/>
    <w:rsid w:val="00E96271"/>
    <w:rsid w:val="00E965BF"/>
    <w:rsid w:val="00E9691E"/>
    <w:rsid w:val="00E9727E"/>
    <w:rsid w:val="00E97F81"/>
    <w:rsid w:val="00EA0CEE"/>
    <w:rsid w:val="00EA0EF3"/>
    <w:rsid w:val="00EA193E"/>
    <w:rsid w:val="00EA1B06"/>
    <w:rsid w:val="00EA1EDF"/>
    <w:rsid w:val="00EA21B3"/>
    <w:rsid w:val="00EA2207"/>
    <w:rsid w:val="00EA2248"/>
    <w:rsid w:val="00EA22C4"/>
    <w:rsid w:val="00EA2320"/>
    <w:rsid w:val="00EA24C1"/>
    <w:rsid w:val="00EA258B"/>
    <w:rsid w:val="00EA28B2"/>
    <w:rsid w:val="00EA2CA4"/>
    <w:rsid w:val="00EA37E3"/>
    <w:rsid w:val="00EA3DA1"/>
    <w:rsid w:val="00EA46EE"/>
    <w:rsid w:val="00EA551B"/>
    <w:rsid w:val="00EA5713"/>
    <w:rsid w:val="00EA5805"/>
    <w:rsid w:val="00EA585A"/>
    <w:rsid w:val="00EA5F04"/>
    <w:rsid w:val="00EA5F24"/>
    <w:rsid w:val="00EA604F"/>
    <w:rsid w:val="00EA652E"/>
    <w:rsid w:val="00EA6B29"/>
    <w:rsid w:val="00EA6C91"/>
    <w:rsid w:val="00EA71AA"/>
    <w:rsid w:val="00EA737D"/>
    <w:rsid w:val="00EA751C"/>
    <w:rsid w:val="00EA7641"/>
    <w:rsid w:val="00EA7671"/>
    <w:rsid w:val="00EA77B0"/>
    <w:rsid w:val="00EA7B57"/>
    <w:rsid w:val="00EA7BFF"/>
    <w:rsid w:val="00EA7E44"/>
    <w:rsid w:val="00EB0548"/>
    <w:rsid w:val="00EB065C"/>
    <w:rsid w:val="00EB098F"/>
    <w:rsid w:val="00EB0BD0"/>
    <w:rsid w:val="00EB0D3A"/>
    <w:rsid w:val="00EB0ECA"/>
    <w:rsid w:val="00EB122E"/>
    <w:rsid w:val="00EB1320"/>
    <w:rsid w:val="00EB1596"/>
    <w:rsid w:val="00EB17A2"/>
    <w:rsid w:val="00EB196F"/>
    <w:rsid w:val="00EB1A2A"/>
    <w:rsid w:val="00EB1FD7"/>
    <w:rsid w:val="00EB3476"/>
    <w:rsid w:val="00EB3D0C"/>
    <w:rsid w:val="00EB3E37"/>
    <w:rsid w:val="00EB4259"/>
    <w:rsid w:val="00EB43EA"/>
    <w:rsid w:val="00EB4EFA"/>
    <w:rsid w:val="00EB59EF"/>
    <w:rsid w:val="00EB5CE4"/>
    <w:rsid w:val="00EB5FA5"/>
    <w:rsid w:val="00EB6613"/>
    <w:rsid w:val="00EB67F1"/>
    <w:rsid w:val="00EB691E"/>
    <w:rsid w:val="00EB6976"/>
    <w:rsid w:val="00EB6D93"/>
    <w:rsid w:val="00EB76D4"/>
    <w:rsid w:val="00EB7761"/>
    <w:rsid w:val="00EB7935"/>
    <w:rsid w:val="00EB7B11"/>
    <w:rsid w:val="00EB7D2E"/>
    <w:rsid w:val="00EC0051"/>
    <w:rsid w:val="00EC08B8"/>
    <w:rsid w:val="00EC0B59"/>
    <w:rsid w:val="00EC0E6F"/>
    <w:rsid w:val="00EC0FA3"/>
    <w:rsid w:val="00EC1779"/>
    <w:rsid w:val="00EC180B"/>
    <w:rsid w:val="00EC1CE4"/>
    <w:rsid w:val="00EC24EC"/>
    <w:rsid w:val="00EC2A48"/>
    <w:rsid w:val="00EC2E89"/>
    <w:rsid w:val="00EC36C4"/>
    <w:rsid w:val="00EC3B4B"/>
    <w:rsid w:val="00EC3CE9"/>
    <w:rsid w:val="00EC4764"/>
    <w:rsid w:val="00EC4AC7"/>
    <w:rsid w:val="00EC4C9D"/>
    <w:rsid w:val="00EC4D33"/>
    <w:rsid w:val="00EC512C"/>
    <w:rsid w:val="00EC5847"/>
    <w:rsid w:val="00EC5875"/>
    <w:rsid w:val="00EC5A55"/>
    <w:rsid w:val="00EC6260"/>
    <w:rsid w:val="00EC62F6"/>
    <w:rsid w:val="00EC6398"/>
    <w:rsid w:val="00EC6939"/>
    <w:rsid w:val="00EC6BD2"/>
    <w:rsid w:val="00EC6BF8"/>
    <w:rsid w:val="00EC72AE"/>
    <w:rsid w:val="00EC79A2"/>
    <w:rsid w:val="00EC7AC5"/>
    <w:rsid w:val="00EC7B7D"/>
    <w:rsid w:val="00EC7CBB"/>
    <w:rsid w:val="00ED0229"/>
    <w:rsid w:val="00ED03AF"/>
    <w:rsid w:val="00ED05D1"/>
    <w:rsid w:val="00ED061A"/>
    <w:rsid w:val="00ED0814"/>
    <w:rsid w:val="00ED0A99"/>
    <w:rsid w:val="00ED11A1"/>
    <w:rsid w:val="00ED15AF"/>
    <w:rsid w:val="00ED163A"/>
    <w:rsid w:val="00ED1AAE"/>
    <w:rsid w:val="00ED1B20"/>
    <w:rsid w:val="00ED1DB4"/>
    <w:rsid w:val="00ED206C"/>
    <w:rsid w:val="00ED235B"/>
    <w:rsid w:val="00ED2402"/>
    <w:rsid w:val="00ED2707"/>
    <w:rsid w:val="00ED2981"/>
    <w:rsid w:val="00ED2AD2"/>
    <w:rsid w:val="00ED40B2"/>
    <w:rsid w:val="00ED46F4"/>
    <w:rsid w:val="00ED4D9A"/>
    <w:rsid w:val="00ED5269"/>
    <w:rsid w:val="00ED5271"/>
    <w:rsid w:val="00ED599C"/>
    <w:rsid w:val="00ED5A4F"/>
    <w:rsid w:val="00ED5E65"/>
    <w:rsid w:val="00ED64D6"/>
    <w:rsid w:val="00ED6930"/>
    <w:rsid w:val="00ED6AC1"/>
    <w:rsid w:val="00ED6D01"/>
    <w:rsid w:val="00ED6D4C"/>
    <w:rsid w:val="00ED704D"/>
    <w:rsid w:val="00ED7607"/>
    <w:rsid w:val="00ED79B9"/>
    <w:rsid w:val="00ED7D9F"/>
    <w:rsid w:val="00ED7F20"/>
    <w:rsid w:val="00EE035B"/>
    <w:rsid w:val="00EE0503"/>
    <w:rsid w:val="00EE0645"/>
    <w:rsid w:val="00EE0814"/>
    <w:rsid w:val="00EE0834"/>
    <w:rsid w:val="00EE0A78"/>
    <w:rsid w:val="00EE0D2D"/>
    <w:rsid w:val="00EE0DEB"/>
    <w:rsid w:val="00EE0EEC"/>
    <w:rsid w:val="00EE125B"/>
    <w:rsid w:val="00EE1A92"/>
    <w:rsid w:val="00EE20C4"/>
    <w:rsid w:val="00EE22D2"/>
    <w:rsid w:val="00EE2CC0"/>
    <w:rsid w:val="00EE3119"/>
    <w:rsid w:val="00EE3140"/>
    <w:rsid w:val="00EE344D"/>
    <w:rsid w:val="00EE35A9"/>
    <w:rsid w:val="00EE379E"/>
    <w:rsid w:val="00EE3857"/>
    <w:rsid w:val="00EE3AE1"/>
    <w:rsid w:val="00EE3AF4"/>
    <w:rsid w:val="00EE3C4C"/>
    <w:rsid w:val="00EE3D1B"/>
    <w:rsid w:val="00EE489B"/>
    <w:rsid w:val="00EE4AFB"/>
    <w:rsid w:val="00EE4F0C"/>
    <w:rsid w:val="00EE4FFF"/>
    <w:rsid w:val="00EE5538"/>
    <w:rsid w:val="00EE5683"/>
    <w:rsid w:val="00EE5BDB"/>
    <w:rsid w:val="00EE604A"/>
    <w:rsid w:val="00EE6419"/>
    <w:rsid w:val="00EE647C"/>
    <w:rsid w:val="00EE64E6"/>
    <w:rsid w:val="00EE66C6"/>
    <w:rsid w:val="00EE7A07"/>
    <w:rsid w:val="00EE7BFA"/>
    <w:rsid w:val="00EF04C8"/>
    <w:rsid w:val="00EF05BB"/>
    <w:rsid w:val="00EF0739"/>
    <w:rsid w:val="00EF07B7"/>
    <w:rsid w:val="00EF094E"/>
    <w:rsid w:val="00EF0A52"/>
    <w:rsid w:val="00EF0D61"/>
    <w:rsid w:val="00EF0FBE"/>
    <w:rsid w:val="00EF10B7"/>
    <w:rsid w:val="00EF1212"/>
    <w:rsid w:val="00EF1339"/>
    <w:rsid w:val="00EF18A6"/>
    <w:rsid w:val="00EF2383"/>
    <w:rsid w:val="00EF242C"/>
    <w:rsid w:val="00EF278D"/>
    <w:rsid w:val="00EF2863"/>
    <w:rsid w:val="00EF2A67"/>
    <w:rsid w:val="00EF2AD7"/>
    <w:rsid w:val="00EF35B4"/>
    <w:rsid w:val="00EF380F"/>
    <w:rsid w:val="00EF38FC"/>
    <w:rsid w:val="00EF44ED"/>
    <w:rsid w:val="00EF4B3C"/>
    <w:rsid w:val="00EF4B5C"/>
    <w:rsid w:val="00EF4C23"/>
    <w:rsid w:val="00EF5650"/>
    <w:rsid w:val="00EF5ADA"/>
    <w:rsid w:val="00EF6318"/>
    <w:rsid w:val="00EF6DA6"/>
    <w:rsid w:val="00EF6DFD"/>
    <w:rsid w:val="00EF6FCE"/>
    <w:rsid w:val="00EF714D"/>
    <w:rsid w:val="00EF744F"/>
    <w:rsid w:val="00EF76D1"/>
    <w:rsid w:val="00EF7F5A"/>
    <w:rsid w:val="00F000F6"/>
    <w:rsid w:val="00F004A8"/>
    <w:rsid w:val="00F00A53"/>
    <w:rsid w:val="00F01111"/>
    <w:rsid w:val="00F01749"/>
    <w:rsid w:val="00F0181D"/>
    <w:rsid w:val="00F01914"/>
    <w:rsid w:val="00F01FA9"/>
    <w:rsid w:val="00F024A2"/>
    <w:rsid w:val="00F024DC"/>
    <w:rsid w:val="00F0292C"/>
    <w:rsid w:val="00F02DDC"/>
    <w:rsid w:val="00F02F14"/>
    <w:rsid w:val="00F0314B"/>
    <w:rsid w:val="00F031EB"/>
    <w:rsid w:val="00F03311"/>
    <w:rsid w:val="00F0362A"/>
    <w:rsid w:val="00F036FB"/>
    <w:rsid w:val="00F03A31"/>
    <w:rsid w:val="00F03BA1"/>
    <w:rsid w:val="00F03E6C"/>
    <w:rsid w:val="00F048B0"/>
    <w:rsid w:val="00F04B80"/>
    <w:rsid w:val="00F04BF0"/>
    <w:rsid w:val="00F05760"/>
    <w:rsid w:val="00F058B3"/>
    <w:rsid w:val="00F05977"/>
    <w:rsid w:val="00F05A97"/>
    <w:rsid w:val="00F05CF3"/>
    <w:rsid w:val="00F06395"/>
    <w:rsid w:val="00F063AB"/>
    <w:rsid w:val="00F0670C"/>
    <w:rsid w:val="00F07553"/>
    <w:rsid w:val="00F0758C"/>
    <w:rsid w:val="00F1004A"/>
    <w:rsid w:val="00F100E1"/>
    <w:rsid w:val="00F10253"/>
    <w:rsid w:val="00F10268"/>
    <w:rsid w:val="00F103E3"/>
    <w:rsid w:val="00F10638"/>
    <w:rsid w:val="00F10652"/>
    <w:rsid w:val="00F10670"/>
    <w:rsid w:val="00F1081E"/>
    <w:rsid w:val="00F10B52"/>
    <w:rsid w:val="00F10BA3"/>
    <w:rsid w:val="00F112C6"/>
    <w:rsid w:val="00F11423"/>
    <w:rsid w:val="00F114C1"/>
    <w:rsid w:val="00F115F7"/>
    <w:rsid w:val="00F1170A"/>
    <w:rsid w:val="00F11855"/>
    <w:rsid w:val="00F1197D"/>
    <w:rsid w:val="00F11B30"/>
    <w:rsid w:val="00F1225B"/>
    <w:rsid w:val="00F12678"/>
    <w:rsid w:val="00F12AD6"/>
    <w:rsid w:val="00F12C86"/>
    <w:rsid w:val="00F138BC"/>
    <w:rsid w:val="00F13930"/>
    <w:rsid w:val="00F13B2E"/>
    <w:rsid w:val="00F14673"/>
    <w:rsid w:val="00F146C6"/>
    <w:rsid w:val="00F14877"/>
    <w:rsid w:val="00F1525F"/>
    <w:rsid w:val="00F155EC"/>
    <w:rsid w:val="00F15A6D"/>
    <w:rsid w:val="00F15FB9"/>
    <w:rsid w:val="00F162FC"/>
    <w:rsid w:val="00F16479"/>
    <w:rsid w:val="00F16568"/>
    <w:rsid w:val="00F165B9"/>
    <w:rsid w:val="00F1690D"/>
    <w:rsid w:val="00F16AF4"/>
    <w:rsid w:val="00F16D04"/>
    <w:rsid w:val="00F16F47"/>
    <w:rsid w:val="00F17086"/>
    <w:rsid w:val="00F170D7"/>
    <w:rsid w:val="00F17131"/>
    <w:rsid w:val="00F171AA"/>
    <w:rsid w:val="00F172B1"/>
    <w:rsid w:val="00F17A0E"/>
    <w:rsid w:val="00F2001F"/>
    <w:rsid w:val="00F204FD"/>
    <w:rsid w:val="00F20868"/>
    <w:rsid w:val="00F20AF6"/>
    <w:rsid w:val="00F215CF"/>
    <w:rsid w:val="00F216B9"/>
    <w:rsid w:val="00F21785"/>
    <w:rsid w:val="00F21EA9"/>
    <w:rsid w:val="00F220E9"/>
    <w:rsid w:val="00F22170"/>
    <w:rsid w:val="00F2252F"/>
    <w:rsid w:val="00F22E38"/>
    <w:rsid w:val="00F2318A"/>
    <w:rsid w:val="00F233B4"/>
    <w:rsid w:val="00F23642"/>
    <w:rsid w:val="00F23A56"/>
    <w:rsid w:val="00F23D60"/>
    <w:rsid w:val="00F24072"/>
    <w:rsid w:val="00F242A1"/>
    <w:rsid w:val="00F24BBD"/>
    <w:rsid w:val="00F24C5F"/>
    <w:rsid w:val="00F24D02"/>
    <w:rsid w:val="00F25047"/>
    <w:rsid w:val="00F25338"/>
    <w:rsid w:val="00F257BC"/>
    <w:rsid w:val="00F25FF6"/>
    <w:rsid w:val="00F26132"/>
    <w:rsid w:val="00F26669"/>
    <w:rsid w:val="00F2782A"/>
    <w:rsid w:val="00F27A5B"/>
    <w:rsid w:val="00F27E37"/>
    <w:rsid w:val="00F3035C"/>
    <w:rsid w:val="00F307C6"/>
    <w:rsid w:val="00F310AD"/>
    <w:rsid w:val="00F310F9"/>
    <w:rsid w:val="00F313E5"/>
    <w:rsid w:val="00F315A6"/>
    <w:rsid w:val="00F320CB"/>
    <w:rsid w:val="00F32292"/>
    <w:rsid w:val="00F324D1"/>
    <w:rsid w:val="00F32B61"/>
    <w:rsid w:val="00F32C8E"/>
    <w:rsid w:val="00F32F65"/>
    <w:rsid w:val="00F331AE"/>
    <w:rsid w:val="00F33302"/>
    <w:rsid w:val="00F336CD"/>
    <w:rsid w:val="00F337A8"/>
    <w:rsid w:val="00F348E7"/>
    <w:rsid w:val="00F34AAF"/>
    <w:rsid w:val="00F35021"/>
    <w:rsid w:val="00F355B7"/>
    <w:rsid w:val="00F35B8A"/>
    <w:rsid w:val="00F35F5D"/>
    <w:rsid w:val="00F36952"/>
    <w:rsid w:val="00F36AEB"/>
    <w:rsid w:val="00F36DE6"/>
    <w:rsid w:val="00F3719D"/>
    <w:rsid w:val="00F37658"/>
    <w:rsid w:val="00F377E7"/>
    <w:rsid w:val="00F37C01"/>
    <w:rsid w:val="00F37D8B"/>
    <w:rsid w:val="00F4008A"/>
    <w:rsid w:val="00F402D9"/>
    <w:rsid w:val="00F40401"/>
    <w:rsid w:val="00F40448"/>
    <w:rsid w:val="00F4053F"/>
    <w:rsid w:val="00F409FB"/>
    <w:rsid w:val="00F41125"/>
    <w:rsid w:val="00F413A3"/>
    <w:rsid w:val="00F415AB"/>
    <w:rsid w:val="00F4289B"/>
    <w:rsid w:val="00F429AC"/>
    <w:rsid w:val="00F42BB5"/>
    <w:rsid w:val="00F42DF9"/>
    <w:rsid w:val="00F42EB6"/>
    <w:rsid w:val="00F42EE0"/>
    <w:rsid w:val="00F433C6"/>
    <w:rsid w:val="00F4357A"/>
    <w:rsid w:val="00F43EE7"/>
    <w:rsid w:val="00F44042"/>
    <w:rsid w:val="00F44051"/>
    <w:rsid w:val="00F4495F"/>
    <w:rsid w:val="00F44B4C"/>
    <w:rsid w:val="00F45006"/>
    <w:rsid w:val="00F45629"/>
    <w:rsid w:val="00F45D27"/>
    <w:rsid w:val="00F469DF"/>
    <w:rsid w:val="00F46EA7"/>
    <w:rsid w:val="00F46FAD"/>
    <w:rsid w:val="00F46FAE"/>
    <w:rsid w:val="00F46FF6"/>
    <w:rsid w:val="00F47041"/>
    <w:rsid w:val="00F4751D"/>
    <w:rsid w:val="00F47A70"/>
    <w:rsid w:val="00F50009"/>
    <w:rsid w:val="00F5020E"/>
    <w:rsid w:val="00F502D8"/>
    <w:rsid w:val="00F50AF0"/>
    <w:rsid w:val="00F50C01"/>
    <w:rsid w:val="00F50E3D"/>
    <w:rsid w:val="00F50F50"/>
    <w:rsid w:val="00F51612"/>
    <w:rsid w:val="00F51835"/>
    <w:rsid w:val="00F51C36"/>
    <w:rsid w:val="00F51D8F"/>
    <w:rsid w:val="00F52074"/>
    <w:rsid w:val="00F52EBF"/>
    <w:rsid w:val="00F52FC4"/>
    <w:rsid w:val="00F53234"/>
    <w:rsid w:val="00F53703"/>
    <w:rsid w:val="00F53C35"/>
    <w:rsid w:val="00F547A6"/>
    <w:rsid w:val="00F553DA"/>
    <w:rsid w:val="00F55A38"/>
    <w:rsid w:val="00F56028"/>
    <w:rsid w:val="00F56450"/>
    <w:rsid w:val="00F56857"/>
    <w:rsid w:val="00F56AA6"/>
    <w:rsid w:val="00F57057"/>
    <w:rsid w:val="00F5717B"/>
    <w:rsid w:val="00F571D8"/>
    <w:rsid w:val="00F574AD"/>
    <w:rsid w:val="00F575A1"/>
    <w:rsid w:val="00F57772"/>
    <w:rsid w:val="00F57D47"/>
    <w:rsid w:val="00F60B50"/>
    <w:rsid w:val="00F60E4B"/>
    <w:rsid w:val="00F6108D"/>
    <w:rsid w:val="00F618B4"/>
    <w:rsid w:val="00F6198B"/>
    <w:rsid w:val="00F61B48"/>
    <w:rsid w:val="00F61E2F"/>
    <w:rsid w:val="00F622DA"/>
    <w:rsid w:val="00F62399"/>
    <w:rsid w:val="00F623A0"/>
    <w:rsid w:val="00F62416"/>
    <w:rsid w:val="00F62594"/>
    <w:rsid w:val="00F62CB0"/>
    <w:rsid w:val="00F63005"/>
    <w:rsid w:val="00F6359E"/>
    <w:rsid w:val="00F635C4"/>
    <w:rsid w:val="00F63A47"/>
    <w:rsid w:val="00F63E35"/>
    <w:rsid w:val="00F643BE"/>
    <w:rsid w:val="00F6441C"/>
    <w:rsid w:val="00F648F9"/>
    <w:rsid w:val="00F64950"/>
    <w:rsid w:val="00F64BC9"/>
    <w:rsid w:val="00F64FB2"/>
    <w:rsid w:val="00F654A0"/>
    <w:rsid w:val="00F654BE"/>
    <w:rsid w:val="00F65795"/>
    <w:rsid w:val="00F6584D"/>
    <w:rsid w:val="00F65D64"/>
    <w:rsid w:val="00F65EF1"/>
    <w:rsid w:val="00F6604E"/>
    <w:rsid w:val="00F6614E"/>
    <w:rsid w:val="00F66761"/>
    <w:rsid w:val="00F667B1"/>
    <w:rsid w:val="00F66E60"/>
    <w:rsid w:val="00F66FB2"/>
    <w:rsid w:val="00F672EF"/>
    <w:rsid w:val="00F6736E"/>
    <w:rsid w:val="00F67735"/>
    <w:rsid w:val="00F6773E"/>
    <w:rsid w:val="00F677A8"/>
    <w:rsid w:val="00F67D8B"/>
    <w:rsid w:val="00F67F30"/>
    <w:rsid w:val="00F7014D"/>
    <w:rsid w:val="00F7046D"/>
    <w:rsid w:val="00F705D0"/>
    <w:rsid w:val="00F706F0"/>
    <w:rsid w:val="00F70ABA"/>
    <w:rsid w:val="00F712C5"/>
    <w:rsid w:val="00F71769"/>
    <w:rsid w:val="00F71D66"/>
    <w:rsid w:val="00F72523"/>
    <w:rsid w:val="00F7255F"/>
    <w:rsid w:val="00F72743"/>
    <w:rsid w:val="00F728AE"/>
    <w:rsid w:val="00F73760"/>
    <w:rsid w:val="00F73DD1"/>
    <w:rsid w:val="00F73FD5"/>
    <w:rsid w:val="00F7401E"/>
    <w:rsid w:val="00F7422B"/>
    <w:rsid w:val="00F742E6"/>
    <w:rsid w:val="00F754CC"/>
    <w:rsid w:val="00F754D5"/>
    <w:rsid w:val="00F7558F"/>
    <w:rsid w:val="00F762F4"/>
    <w:rsid w:val="00F76A39"/>
    <w:rsid w:val="00F76D1E"/>
    <w:rsid w:val="00F7702C"/>
    <w:rsid w:val="00F770B3"/>
    <w:rsid w:val="00F777B2"/>
    <w:rsid w:val="00F77994"/>
    <w:rsid w:val="00F779E9"/>
    <w:rsid w:val="00F77DA8"/>
    <w:rsid w:val="00F77ED2"/>
    <w:rsid w:val="00F77F3D"/>
    <w:rsid w:val="00F77F5D"/>
    <w:rsid w:val="00F80849"/>
    <w:rsid w:val="00F80B37"/>
    <w:rsid w:val="00F80DE4"/>
    <w:rsid w:val="00F8170F"/>
    <w:rsid w:val="00F820DE"/>
    <w:rsid w:val="00F820E3"/>
    <w:rsid w:val="00F82118"/>
    <w:rsid w:val="00F828DD"/>
    <w:rsid w:val="00F82A55"/>
    <w:rsid w:val="00F83747"/>
    <w:rsid w:val="00F837AF"/>
    <w:rsid w:val="00F838EC"/>
    <w:rsid w:val="00F83C29"/>
    <w:rsid w:val="00F83C77"/>
    <w:rsid w:val="00F84149"/>
    <w:rsid w:val="00F85081"/>
    <w:rsid w:val="00F8514C"/>
    <w:rsid w:val="00F85C72"/>
    <w:rsid w:val="00F86A1A"/>
    <w:rsid w:val="00F86CDC"/>
    <w:rsid w:val="00F870F4"/>
    <w:rsid w:val="00F87307"/>
    <w:rsid w:val="00F87365"/>
    <w:rsid w:val="00F875B1"/>
    <w:rsid w:val="00F877A9"/>
    <w:rsid w:val="00F9017D"/>
    <w:rsid w:val="00F9027F"/>
    <w:rsid w:val="00F90919"/>
    <w:rsid w:val="00F90B1B"/>
    <w:rsid w:val="00F90C5B"/>
    <w:rsid w:val="00F90F2E"/>
    <w:rsid w:val="00F9101B"/>
    <w:rsid w:val="00F91228"/>
    <w:rsid w:val="00F912A5"/>
    <w:rsid w:val="00F917A0"/>
    <w:rsid w:val="00F91808"/>
    <w:rsid w:val="00F91917"/>
    <w:rsid w:val="00F91D1E"/>
    <w:rsid w:val="00F91E43"/>
    <w:rsid w:val="00F925F8"/>
    <w:rsid w:val="00F92AD3"/>
    <w:rsid w:val="00F92C85"/>
    <w:rsid w:val="00F92E6B"/>
    <w:rsid w:val="00F92E7F"/>
    <w:rsid w:val="00F92F16"/>
    <w:rsid w:val="00F9308D"/>
    <w:rsid w:val="00F93443"/>
    <w:rsid w:val="00F93517"/>
    <w:rsid w:val="00F935BF"/>
    <w:rsid w:val="00F93866"/>
    <w:rsid w:val="00F942BA"/>
    <w:rsid w:val="00F94360"/>
    <w:rsid w:val="00F943E6"/>
    <w:rsid w:val="00F94B2D"/>
    <w:rsid w:val="00F94B32"/>
    <w:rsid w:val="00F94B49"/>
    <w:rsid w:val="00F94C11"/>
    <w:rsid w:val="00F94E44"/>
    <w:rsid w:val="00F95025"/>
    <w:rsid w:val="00F951DE"/>
    <w:rsid w:val="00F95207"/>
    <w:rsid w:val="00F95370"/>
    <w:rsid w:val="00F9537D"/>
    <w:rsid w:val="00F95D39"/>
    <w:rsid w:val="00F95E78"/>
    <w:rsid w:val="00F95FED"/>
    <w:rsid w:val="00F95FF6"/>
    <w:rsid w:val="00F96272"/>
    <w:rsid w:val="00F962EB"/>
    <w:rsid w:val="00F96376"/>
    <w:rsid w:val="00F96714"/>
    <w:rsid w:val="00F96AA9"/>
    <w:rsid w:val="00F9796F"/>
    <w:rsid w:val="00F97C04"/>
    <w:rsid w:val="00F97F25"/>
    <w:rsid w:val="00FA0487"/>
    <w:rsid w:val="00FA0673"/>
    <w:rsid w:val="00FA0855"/>
    <w:rsid w:val="00FA0971"/>
    <w:rsid w:val="00FA0E4D"/>
    <w:rsid w:val="00FA170E"/>
    <w:rsid w:val="00FA17AC"/>
    <w:rsid w:val="00FA195A"/>
    <w:rsid w:val="00FA1C2D"/>
    <w:rsid w:val="00FA1E0F"/>
    <w:rsid w:val="00FA1ED2"/>
    <w:rsid w:val="00FA23C4"/>
    <w:rsid w:val="00FA34EB"/>
    <w:rsid w:val="00FA41A2"/>
    <w:rsid w:val="00FA41B6"/>
    <w:rsid w:val="00FA520B"/>
    <w:rsid w:val="00FA5736"/>
    <w:rsid w:val="00FA611D"/>
    <w:rsid w:val="00FA6904"/>
    <w:rsid w:val="00FA73C0"/>
    <w:rsid w:val="00FA7532"/>
    <w:rsid w:val="00FA758F"/>
    <w:rsid w:val="00FA76FF"/>
    <w:rsid w:val="00FA78A9"/>
    <w:rsid w:val="00FA78B6"/>
    <w:rsid w:val="00FA7987"/>
    <w:rsid w:val="00FA79DD"/>
    <w:rsid w:val="00FA7C91"/>
    <w:rsid w:val="00FA7F37"/>
    <w:rsid w:val="00FA7FA0"/>
    <w:rsid w:val="00FA7FD9"/>
    <w:rsid w:val="00FB0330"/>
    <w:rsid w:val="00FB0708"/>
    <w:rsid w:val="00FB0858"/>
    <w:rsid w:val="00FB0FB1"/>
    <w:rsid w:val="00FB1E1B"/>
    <w:rsid w:val="00FB20C6"/>
    <w:rsid w:val="00FB24EA"/>
    <w:rsid w:val="00FB35BB"/>
    <w:rsid w:val="00FB3A54"/>
    <w:rsid w:val="00FB3E5F"/>
    <w:rsid w:val="00FB422F"/>
    <w:rsid w:val="00FB42B0"/>
    <w:rsid w:val="00FB495C"/>
    <w:rsid w:val="00FB4BFD"/>
    <w:rsid w:val="00FB4EA4"/>
    <w:rsid w:val="00FB52BE"/>
    <w:rsid w:val="00FB532B"/>
    <w:rsid w:val="00FB5586"/>
    <w:rsid w:val="00FB5B03"/>
    <w:rsid w:val="00FB5B7E"/>
    <w:rsid w:val="00FB643C"/>
    <w:rsid w:val="00FB6822"/>
    <w:rsid w:val="00FB6B70"/>
    <w:rsid w:val="00FB6D0E"/>
    <w:rsid w:val="00FB6DEA"/>
    <w:rsid w:val="00FB7260"/>
    <w:rsid w:val="00FB771E"/>
    <w:rsid w:val="00FB7987"/>
    <w:rsid w:val="00FB7A11"/>
    <w:rsid w:val="00FB7BCB"/>
    <w:rsid w:val="00FB7EC4"/>
    <w:rsid w:val="00FB7F13"/>
    <w:rsid w:val="00FC00B6"/>
    <w:rsid w:val="00FC0296"/>
    <w:rsid w:val="00FC0615"/>
    <w:rsid w:val="00FC07E0"/>
    <w:rsid w:val="00FC0A7A"/>
    <w:rsid w:val="00FC0B78"/>
    <w:rsid w:val="00FC0C13"/>
    <w:rsid w:val="00FC2761"/>
    <w:rsid w:val="00FC27DF"/>
    <w:rsid w:val="00FC2935"/>
    <w:rsid w:val="00FC2E76"/>
    <w:rsid w:val="00FC2FBC"/>
    <w:rsid w:val="00FC30C4"/>
    <w:rsid w:val="00FC33B2"/>
    <w:rsid w:val="00FC3509"/>
    <w:rsid w:val="00FC3619"/>
    <w:rsid w:val="00FC3D9C"/>
    <w:rsid w:val="00FC3DCA"/>
    <w:rsid w:val="00FC40BD"/>
    <w:rsid w:val="00FC4417"/>
    <w:rsid w:val="00FC4494"/>
    <w:rsid w:val="00FC48B0"/>
    <w:rsid w:val="00FC4B61"/>
    <w:rsid w:val="00FC4E54"/>
    <w:rsid w:val="00FC505B"/>
    <w:rsid w:val="00FC5310"/>
    <w:rsid w:val="00FC5733"/>
    <w:rsid w:val="00FC5774"/>
    <w:rsid w:val="00FC5B39"/>
    <w:rsid w:val="00FC5C32"/>
    <w:rsid w:val="00FC5C69"/>
    <w:rsid w:val="00FC6037"/>
    <w:rsid w:val="00FC6782"/>
    <w:rsid w:val="00FC6FF0"/>
    <w:rsid w:val="00FC728F"/>
    <w:rsid w:val="00FC72D2"/>
    <w:rsid w:val="00FC77BA"/>
    <w:rsid w:val="00FC7AC2"/>
    <w:rsid w:val="00FC7D7E"/>
    <w:rsid w:val="00FD0000"/>
    <w:rsid w:val="00FD002B"/>
    <w:rsid w:val="00FD0197"/>
    <w:rsid w:val="00FD03AA"/>
    <w:rsid w:val="00FD091F"/>
    <w:rsid w:val="00FD0DBC"/>
    <w:rsid w:val="00FD0FD0"/>
    <w:rsid w:val="00FD11A3"/>
    <w:rsid w:val="00FD1650"/>
    <w:rsid w:val="00FD1704"/>
    <w:rsid w:val="00FD2111"/>
    <w:rsid w:val="00FD2AEA"/>
    <w:rsid w:val="00FD2AEE"/>
    <w:rsid w:val="00FD2C3F"/>
    <w:rsid w:val="00FD2E9E"/>
    <w:rsid w:val="00FD309B"/>
    <w:rsid w:val="00FD3287"/>
    <w:rsid w:val="00FD367D"/>
    <w:rsid w:val="00FD38FE"/>
    <w:rsid w:val="00FD3DD9"/>
    <w:rsid w:val="00FD4005"/>
    <w:rsid w:val="00FD4105"/>
    <w:rsid w:val="00FD47C8"/>
    <w:rsid w:val="00FD53A5"/>
    <w:rsid w:val="00FD572C"/>
    <w:rsid w:val="00FD5808"/>
    <w:rsid w:val="00FD646A"/>
    <w:rsid w:val="00FD6BAD"/>
    <w:rsid w:val="00FD6D96"/>
    <w:rsid w:val="00FD735C"/>
    <w:rsid w:val="00FD76C9"/>
    <w:rsid w:val="00FD7875"/>
    <w:rsid w:val="00FD7A7D"/>
    <w:rsid w:val="00FD7EF3"/>
    <w:rsid w:val="00FE00AC"/>
    <w:rsid w:val="00FE0207"/>
    <w:rsid w:val="00FE0797"/>
    <w:rsid w:val="00FE1202"/>
    <w:rsid w:val="00FE1B4F"/>
    <w:rsid w:val="00FE1BBB"/>
    <w:rsid w:val="00FE1E37"/>
    <w:rsid w:val="00FE20D5"/>
    <w:rsid w:val="00FE234F"/>
    <w:rsid w:val="00FE2B14"/>
    <w:rsid w:val="00FE2C27"/>
    <w:rsid w:val="00FE307C"/>
    <w:rsid w:val="00FE3381"/>
    <w:rsid w:val="00FE3A81"/>
    <w:rsid w:val="00FE3FC6"/>
    <w:rsid w:val="00FE4186"/>
    <w:rsid w:val="00FE472C"/>
    <w:rsid w:val="00FE4780"/>
    <w:rsid w:val="00FE49C4"/>
    <w:rsid w:val="00FE542B"/>
    <w:rsid w:val="00FE5817"/>
    <w:rsid w:val="00FE5882"/>
    <w:rsid w:val="00FE5C77"/>
    <w:rsid w:val="00FE5DBA"/>
    <w:rsid w:val="00FE6044"/>
    <w:rsid w:val="00FE60AE"/>
    <w:rsid w:val="00FE6165"/>
    <w:rsid w:val="00FE6575"/>
    <w:rsid w:val="00FE6779"/>
    <w:rsid w:val="00FE68D3"/>
    <w:rsid w:val="00FF00A6"/>
    <w:rsid w:val="00FF04EF"/>
    <w:rsid w:val="00FF0911"/>
    <w:rsid w:val="00FF0CCA"/>
    <w:rsid w:val="00FF0D33"/>
    <w:rsid w:val="00FF1683"/>
    <w:rsid w:val="00FF1C10"/>
    <w:rsid w:val="00FF1DC9"/>
    <w:rsid w:val="00FF1E71"/>
    <w:rsid w:val="00FF232C"/>
    <w:rsid w:val="00FF244B"/>
    <w:rsid w:val="00FF27B6"/>
    <w:rsid w:val="00FF2E6F"/>
    <w:rsid w:val="00FF2E77"/>
    <w:rsid w:val="00FF2F85"/>
    <w:rsid w:val="00FF32CA"/>
    <w:rsid w:val="00FF3570"/>
    <w:rsid w:val="00FF4066"/>
    <w:rsid w:val="00FF428C"/>
    <w:rsid w:val="00FF47BD"/>
    <w:rsid w:val="00FF5339"/>
    <w:rsid w:val="00FF535D"/>
    <w:rsid w:val="00FF552A"/>
    <w:rsid w:val="00FF597B"/>
    <w:rsid w:val="00FF5FE1"/>
    <w:rsid w:val="00FF6546"/>
    <w:rsid w:val="00FF699D"/>
    <w:rsid w:val="00FF69EA"/>
    <w:rsid w:val="00FF6CC8"/>
    <w:rsid w:val="00FF70B2"/>
    <w:rsid w:val="00FF7586"/>
    <w:rsid w:val="00FF79B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03C3E6"/>
  <w15:docId w15:val="{DE521EE3-CF7E-4E3A-993C-BF475E774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4193"/>
    <w:pPr>
      <w:spacing w:line="260" w:lineRule="atLeast"/>
    </w:pPr>
    <w:rPr>
      <w:sz w:val="22"/>
      <w:lang w:val="en-GB" w:bidi="ar-SA"/>
    </w:rPr>
  </w:style>
  <w:style w:type="paragraph" w:styleId="Heading1">
    <w:name w:val="heading 1"/>
    <w:basedOn w:val="Heading2"/>
    <w:next w:val="BodyText"/>
    <w:link w:val="Heading1Char"/>
    <w:autoRedefine/>
    <w:uiPriority w:val="99"/>
    <w:qFormat/>
    <w:rsid w:val="000C0C9A"/>
    <w:pPr>
      <w:numPr>
        <w:ilvl w:val="0"/>
        <w:numId w:val="0"/>
      </w:numPr>
      <w:spacing w:before="0" w:after="0" w:line="240" w:lineRule="atLeast"/>
      <w:ind w:left="540" w:hanging="540"/>
      <w:jc w:val="both"/>
      <w:outlineLvl w:val="0"/>
    </w:pPr>
    <w:rPr>
      <w:i w:val="0"/>
      <w:sz w:val="24"/>
      <w:szCs w:val="24"/>
      <w:lang w:val="en-US"/>
    </w:rPr>
  </w:style>
  <w:style w:type="paragraph" w:styleId="Heading2">
    <w:name w:val="heading 2"/>
    <w:basedOn w:val="Heading3"/>
    <w:next w:val="BodyText"/>
    <w:link w:val="Heading2Char"/>
    <w:qFormat/>
    <w:rsid w:val="00A45CCE"/>
    <w:pPr>
      <w:numPr>
        <w:ilvl w:val="1"/>
        <w:numId w:val="7"/>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uiPriority w:val="99"/>
    <w:qFormat/>
    <w:rsid w:val="00201E9D"/>
    <w:pPr>
      <w:spacing w:after="260"/>
    </w:pPr>
  </w:style>
  <w:style w:type="paragraph" w:styleId="BodyTextIndent">
    <w:name w:val="Body Text Indent"/>
    <w:aliases w:val="i"/>
    <w:basedOn w:val="BodyText"/>
    <w:rsid w:val="00201E9D"/>
    <w:pPr>
      <w:ind w:left="340"/>
    </w:pPr>
  </w:style>
  <w:style w:type="paragraph" w:styleId="Footer">
    <w:name w:val="footer"/>
    <w:basedOn w:val="Normal"/>
    <w:link w:val="FooterChar"/>
    <w:rsid w:val="00201E9D"/>
    <w:pPr>
      <w:tabs>
        <w:tab w:val="right" w:pos="9639"/>
      </w:tabs>
    </w:pPr>
    <w:rPr>
      <w:sz w:val="18"/>
    </w:rPr>
  </w:style>
  <w:style w:type="paragraph" w:styleId="Header">
    <w:name w:val="header"/>
    <w:basedOn w:val="Normal"/>
    <w:link w:val="HeaderChar"/>
    <w:rsid w:val="00201E9D"/>
    <w:pPr>
      <w:spacing w:line="220" w:lineRule="exact"/>
      <w:jc w:val="right"/>
    </w:pPr>
    <w:rPr>
      <w:i/>
      <w:sz w:val="18"/>
    </w:rPr>
  </w:style>
  <w:style w:type="paragraph" w:styleId="ListBullet">
    <w:name w:val="List Bullet"/>
    <w:basedOn w:val="BodyText"/>
    <w:rsid w:val="00201E9D"/>
    <w:pPr>
      <w:numPr>
        <w:numId w:val="3"/>
      </w:numPr>
    </w:pPr>
  </w:style>
  <w:style w:type="paragraph" w:styleId="FootnoteText">
    <w:name w:val="footnote text"/>
    <w:aliases w:val="ft"/>
    <w:basedOn w:val="Normal"/>
    <w:semiHidden/>
    <w:rsid w:val="00201E9D"/>
    <w:rPr>
      <w:sz w:val="18"/>
    </w:rPr>
  </w:style>
  <w:style w:type="paragraph" w:customStyle="1" w:styleId="Graphic">
    <w:name w:val="Graphic"/>
    <w:basedOn w:val="Signature"/>
    <w:rsid w:val="00201E9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01E9D"/>
    <w:pPr>
      <w:spacing w:line="240" w:lineRule="auto"/>
    </w:pPr>
  </w:style>
  <w:style w:type="paragraph" w:styleId="ListBullet2">
    <w:name w:val="List Bullet 2"/>
    <w:basedOn w:val="ListBullet"/>
    <w:rsid w:val="00201E9D"/>
    <w:pPr>
      <w:numPr>
        <w:numId w:val="5"/>
      </w:numPr>
      <w:tabs>
        <w:tab w:val="clear" w:pos="700"/>
        <w:tab w:val="num" w:pos="680"/>
      </w:tabs>
    </w:pPr>
  </w:style>
  <w:style w:type="paragraph" w:styleId="Caption">
    <w:name w:val="caption"/>
    <w:basedOn w:val="Normal"/>
    <w:next w:val="Normal"/>
    <w:qFormat/>
    <w:rsid w:val="00201E9D"/>
    <w:rPr>
      <w:bCs/>
      <w:i/>
      <w:sz w:val="14"/>
    </w:rPr>
  </w:style>
  <w:style w:type="paragraph" w:styleId="BodyText3">
    <w:name w:val="Body Text 3"/>
    <w:basedOn w:val="Normal"/>
    <w:rsid w:val="00201E9D"/>
    <w:pPr>
      <w:ind w:left="142" w:hanging="142"/>
    </w:pPr>
    <w:rPr>
      <w:sz w:val="18"/>
      <w:szCs w:val="16"/>
    </w:rPr>
  </w:style>
  <w:style w:type="character" w:styleId="PageNumber">
    <w:name w:val="page number"/>
    <w:rsid w:val="00201E9D"/>
    <w:rPr>
      <w:sz w:val="22"/>
    </w:rPr>
  </w:style>
  <w:style w:type="paragraph" w:styleId="ListBullet3">
    <w:name w:val="List Bullet 3"/>
    <w:basedOn w:val="ListBullet"/>
    <w:autoRedefine/>
    <w:rsid w:val="00201E9D"/>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201E9D"/>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201E9D"/>
    <w:pPr>
      <w:spacing w:after="260"/>
      <w:jc w:val="center"/>
    </w:pPr>
  </w:style>
  <w:style w:type="paragraph" w:customStyle="1" w:styleId="acctcolumnheadingnospaceafter">
    <w:name w:val="acct column heading no space after"/>
    <w:aliases w:val="acn,acct column heading no sp"/>
    <w:basedOn w:val="acctcolumnheading"/>
    <w:rsid w:val="00201E9D"/>
    <w:pPr>
      <w:spacing w:after="0"/>
    </w:pPr>
  </w:style>
  <w:style w:type="paragraph" w:customStyle="1" w:styleId="acctdividends">
    <w:name w:val="acct dividends"/>
    <w:aliases w:val="ad"/>
    <w:basedOn w:val="Normal"/>
    <w:rsid w:val="00201E9D"/>
    <w:pPr>
      <w:tabs>
        <w:tab w:val="decimal" w:pos="8505"/>
      </w:tabs>
      <w:spacing w:after="240"/>
      <w:ind w:left="709" w:right="1701" w:hanging="709"/>
    </w:pPr>
  </w:style>
  <w:style w:type="paragraph" w:customStyle="1" w:styleId="acctfourfigures">
    <w:name w:val="acct four figures"/>
    <w:aliases w:val="a4,a4 + 8 pt,(Complex) + 8 pt,(Complex),Thai Distribute...,a4 + Angsana New,15 pt,Before:  3 pt,Line spacing:  At l...,Left:  -0.05&quot;,Right:  -0.05&quot;,Lin...,..."/>
    <w:basedOn w:val="Normal"/>
    <w:rsid w:val="00201E9D"/>
    <w:pPr>
      <w:tabs>
        <w:tab w:val="decimal" w:pos="765"/>
      </w:tabs>
    </w:pPr>
  </w:style>
  <w:style w:type="paragraph" w:customStyle="1" w:styleId="acctindentnospaceafter">
    <w:name w:val="acct indent no space after"/>
    <w:aliases w:val="ain"/>
    <w:basedOn w:val="acctindent"/>
    <w:rsid w:val="00201E9D"/>
    <w:pPr>
      <w:spacing w:after="0"/>
    </w:pPr>
  </w:style>
  <w:style w:type="paragraph" w:customStyle="1" w:styleId="acctindent">
    <w:name w:val="acct indent"/>
    <w:aliases w:val="ai"/>
    <w:basedOn w:val="BodyText"/>
    <w:rsid w:val="00201E9D"/>
    <w:pPr>
      <w:ind w:left="284"/>
    </w:pPr>
  </w:style>
  <w:style w:type="paragraph" w:customStyle="1" w:styleId="acctmainheading">
    <w:name w:val="acct main heading"/>
    <w:aliases w:val="am"/>
    <w:basedOn w:val="Normal"/>
    <w:rsid w:val="00201E9D"/>
    <w:pPr>
      <w:keepNext/>
      <w:spacing w:after="140" w:line="320" w:lineRule="atLeast"/>
    </w:pPr>
    <w:rPr>
      <w:b/>
      <w:sz w:val="28"/>
    </w:rPr>
  </w:style>
  <w:style w:type="paragraph" w:customStyle="1" w:styleId="acctmergecolhdg">
    <w:name w:val="acct merge col hdg"/>
    <w:aliases w:val="mh"/>
    <w:basedOn w:val="Normal"/>
    <w:rsid w:val="00201E9D"/>
    <w:pPr>
      <w:jc w:val="center"/>
    </w:pPr>
    <w:rPr>
      <w:b/>
    </w:rPr>
  </w:style>
  <w:style w:type="paragraph" w:customStyle="1" w:styleId="acctnotecolumn">
    <w:name w:val="acct note column"/>
    <w:aliases w:val="an"/>
    <w:basedOn w:val="Normal"/>
    <w:rsid w:val="00201E9D"/>
    <w:pPr>
      <w:jc w:val="center"/>
    </w:pPr>
  </w:style>
  <w:style w:type="paragraph" w:customStyle="1" w:styleId="acctreadnote">
    <w:name w:val="acct read note"/>
    <w:aliases w:val="ar"/>
    <w:basedOn w:val="BodyText"/>
    <w:rsid w:val="00201E9D"/>
    <w:pPr>
      <w:framePr w:hSpace="180" w:vSpace="180" w:wrap="auto" w:hAnchor="margin" w:yAlign="bottom"/>
    </w:pPr>
  </w:style>
  <w:style w:type="paragraph" w:customStyle="1" w:styleId="acctsigneddirectors">
    <w:name w:val="acct signed directors"/>
    <w:aliases w:val="asd"/>
    <w:basedOn w:val="BodyText"/>
    <w:rsid w:val="00201E9D"/>
    <w:pPr>
      <w:tabs>
        <w:tab w:val="left" w:pos="5103"/>
      </w:tabs>
      <w:spacing w:before="130" w:after="130"/>
    </w:pPr>
  </w:style>
  <w:style w:type="paragraph" w:customStyle="1" w:styleId="acctstatementheading">
    <w:name w:val="acct statement heading"/>
    <w:aliases w:val="as"/>
    <w:basedOn w:val="Heading2"/>
    <w:next w:val="Normal"/>
    <w:rsid w:val="00201E9D"/>
    <w:pPr>
      <w:keepLines w:val="0"/>
      <w:ind w:left="567" w:hanging="567"/>
    </w:pPr>
    <w:rPr>
      <w:i w:val="0"/>
    </w:rPr>
  </w:style>
  <w:style w:type="paragraph" w:customStyle="1" w:styleId="acctstatementheadinga">
    <w:name w:val="acct statement heading (a)"/>
    <w:aliases w:val="asa"/>
    <w:basedOn w:val="acctstatementheading"/>
    <w:rsid w:val="00201E9D"/>
    <w:pPr>
      <w:spacing w:line="260" w:lineRule="atLeast"/>
    </w:pPr>
  </w:style>
  <w:style w:type="paragraph" w:customStyle="1" w:styleId="acctstatementsub-headingbolditalic">
    <w:name w:val="acct statement sub-heading bold italic"/>
    <w:aliases w:val="asbi"/>
    <w:basedOn w:val="Normal"/>
    <w:rsid w:val="00201E9D"/>
    <w:pPr>
      <w:keepNext/>
      <w:keepLines/>
      <w:spacing w:before="130" w:after="130"/>
      <w:ind w:left="567"/>
    </w:pPr>
    <w:rPr>
      <w:b/>
      <w:bCs/>
      <w:i/>
    </w:rPr>
  </w:style>
  <w:style w:type="paragraph" w:customStyle="1" w:styleId="acctstatementsub-headingitalic">
    <w:name w:val="acct statement sub-heading italic"/>
    <w:aliases w:val="asi"/>
    <w:basedOn w:val="Normal"/>
    <w:rsid w:val="00201E9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201E9D"/>
    <w:pPr>
      <w:keepLines/>
      <w:spacing w:line="240" w:lineRule="atLeast"/>
      <w:ind w:left="600" w:firstLine="0"/>
    </w:pPr>
  </w:style>
  <w:style w:type="paragraph" w:customStyle="1" w:styleId="acctstatementsub-sub-heading">
    <w:name w:val="acct statement sub-sub-heading"/>
    <w:aliases w:val="asss"/>
    <w:basedOn w:val="block2"/>
    <w:next w:val="Normal"/>
    <w:rsid w:val="00201E9D"/>
    <w:pPr>
      <w:keepNext/>
      <w:keepLines/>
      <w:spacing w:before="130" w:after="130"/>
    </w:pPr>
    <w:rPr>
      <w:b/>
      <w:bCs/>
      <w:i/>
    </w:rPr>
  </w:style>
  <w:style w:type="paragraph" w:customStyle="1" w:styleId="block2">
    <w:name w:val="block2"/>
    <w:aliases w:val="b2"/>
    <w:basedOn w:val="block"/>
    <w:rsid w:val="00201E9D"/>
    <w:pPr>
      <w:ind w:left="1134"/>
    </w:pPr>
  </w:style>
  <w:style w:type="paragraph" w:customStyle="1" w:styleId="block">
    <w:name w:val="block"/>
    <w:aliases w:val="b"/>
    <w:basedOn w:val="BodyText"/>
    <w:link w:val="blockChar"/>
    <w:rsid w:val="00201E9D"/>
    <w:pPr>
      <w:ind w:left="567"/>
    </w:pPr>
  </w:style>
  <w:style w:type="paragraph" w:customStyle="1" w:styleId="acctstatementsub-sub-sub-heading">
    <w:name w:val="acct statement sub-sub-sub-heading"/>
    <w:aliases w:val="assss"/>
    <w:basedOn w:val="acctstatementsub-sub-heading"/>
    <w:rsid w:val="00201E9D"/>
    <w:rPr>
      <w:b w:val="0"/>
    </w:rPr>
  </w:style>
  <w:style w:type="paragraph" w:customStyle="1" w:styleId="accttwofigureslongernumber">
    <w:name w:val="acct two figures longer number"/>
    <w:aliases w:val="a2+"/>
    <w:basedOn w:val="Normal"/>
    <w:rsid w:val="00201E9D"/>
    <w:pPr>
      <w:tabs>
        <w:tab w:val="decimal" w:pos="1247"/>
      </w:tabs>
    </w:pPr>
  </w:style>
  <w:style w:type="paragraph" w:customStyle="1" w:styleId="accttwofigures">
    <w:name w:val="acct two figures"/>
    <w:aliases w:val="a2"/>
    <w:basedOn w:val="Normal"/>
    <w:rsid w:val="00201E9D"/>
    <w:pPr>
      <w:tabs>
        <w:tab w:val="decimal" w:pos="1021"/>
      </w:tabs>
    </w:pPr>
  </w:style>
  <w:style w:type="paragraph" w:customStyle="1" w:styleId="accttwolines">
    <w:name w:val="acct two lines"/>
    <w:aliases w:val="a2l"/>
    <w:basedOn w:val="Normal"/>
    <w:rsid w:val="00201E9D"/>
    <w:pPr>
      <w:spacing w:after="240"/>
      <w:ind w:left="142" w:hanging="142"/>
    </w:pPr>
  </w:style>
  <w:style w:type="paragraph" w:customStyle="1" w:styleId="accttwolinesnospaceafter">
    <w:name w:val="acct two lines no space after"/>
    <w:aliases w:val="a2ln"/>
    <w:basedOn w:val="Normal"/>
    <w:rsid w:val="00201E9D"/>
    <w:pPr>
      <w:ind w:left="142" w:hanging="142"/>
    </w:pPr>
  </w:style>
  <w:style w:type="paragraph" w:customStyle="1" w:styleId="blocknospaceafter">
    <w:name w:val="block no space after"/>
    <w:aliases w:val="bn"/>
    <w:basedOn w:val="block"/>
    <w:rsid w:val="00201E9D"/>
    <w:pPr>
      <w:spacing w:after="0"/>
    </w:pPr>
  </w:style>
  <w:style w:type="paragraph" w:customStyle="1" w:styleId="block2nospaceafter">
    <w:name w:val="block2 no space after"/>
    <w:aliases w:val="b2n,block2 no sp"/>
    <w:basedOn w:val="block2"/>
    <w:rsid w:val="00201E9D"/>
    <w:pPr>
      <w:spacing w:after="0"/>
    </w:pPr>
  </w:style>
  <w:style w:type="paragraph" w:customStyle="1" w:styleId="List1a">
    <w:name w:val="List 1a"/>
    <w:aliases w:val="1a"/>
    <w:basedOn w:val="Normal"/>
    <w:rsid w:val="00201E9D"/>
    <w:pPr>
      <w:spacing w:after="260"/>
      <w:ind w:left="567" w:hanging="567"/>
    </w:pPr>
  </w:style>
  <w:style w:type="paragraph" w:customStyle="1" w:styleId="List2i">
    <w:name w:val="List 2i"/>
    <w:aliases w:val="2i"/>
    <w:basedOn w:val="Normal"/>
    <w:rsid w:val="00201E9D"/>
    <w:pPr>
      <w:spacing w:after="260"/>
      <w:ind w:left="1134" w:hanging="567"/>
    </w:pPr>
  </w:style>
  <w:style w:type="paragraph" w:styleId="MacroText">
    <w:name w:val="macro"/>
    <w:semiHidden/>
    <w:rsid w:val="00201E9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201E9D"/>
    <w:pPr>
      <w:tabs>
        <w:tab w:val="right" w:pos="8221"/>
      </w:tabs>
      <w:spacing w:before="260" w:line="240" w:lineRule="auto"/>
      <w:ind w:left="851" w:right="567" w:hanging="851"/>
    </w:pPr>
    <w:rPr>
      <w:sz w:val="28"/>
    </w:rPr>
  </w:style>
  <w:style w:type="paragraph" w:styleId="TOC2">
    <w:name w:val="toc 2"/>
    <w:basedOn w:val="TOC1"/>
    <w:autoRedefine/>
    <w:semiHidden/>
    <w:rsid w:val="00201E9D"/>
    <w:pPr>
      <w:spacing w:before="0"/>
    </w:pPr>
    <w:rPr>
      <w:sz w:val="24"/>
    </w:rPr>
  </w:style>
  <w:style w:type="paragraph" w:styleId="TOC3">
    <w:name w:val="toc 3"/>
    <w:basedOn w:val="TOC2"/>
    <w:autoRedefine/>
    <w:semiHidden/>
    <w:rsid w:val="00201E9D"/>
    <w:pPr>
      <w:ind w:left="1418" w:hanging="1418"/>
    </w:pPr>
  </w:style>
  <w:style w:type="paragraph" w:styleId="TOC4">
    <w:name w:val="toc 4"/>
    <w:basedOn w:val="TOC3"/>
    <w:autoRedefine/>
    <w:semiHidden/>
    <w:rsid w:val="00201E9D"/>
  </w:style>
  <w:style w:type="paragraph" w:customStyle="1" w:styleId="zcompanyname">
    <w:name w:val="zcompany name"/>
    <w:aliases w:val="cn"/>
    <w:basedOn w:val="Normal"/>
    <w:rsid w:val="00201E9D"/>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201E9D"/>
  </w:style>
  <w:style w:type="paragraph" w:customStyle="1" w:styleId="zreportaddinfo">
    <w:name w:val="zreport addinfo"/>
    <w:basedOn w:val="Normal"/>
    <w:rsid w:val="00201E9D"/>
    <w:pPr>
      <w:framePr w:wrap="around" w:hAnchor="page" w:xAlign="center" w:yAlign="bottom"/>
      <w:jc w:val="center"/>
    </w:pPr>
    <w:rPr>
      <w:noProof/>
      <w:sz w:val="20"/>
    </w:rPr>
  </w:style>
  <w:style w:type="paragraph" w:customStyle="1" w:styleId="zreportaddinfoit">
    <w:name w:val="zreport addinfoit"/>
    <w:basedOn w:val="Normal"/>
    <w:rsid w:val="00201E9D"/>
    <w:pPr>
      <w:framePr w:wrap="around" w:hAnchor="page" w:xAlign="center" w:yAlign="bottom"/>
      <w:jc w:val="center"/>
    </w:pPr>
    <w:rPr>
      <w:i/>
      <w:sz w:val="20"/>
    </w:rPr>
  </w:style>
  <w:style w:type="paragraph" w:customStyle="1" w:styleId="zreportname">
    <w:name w:val="zreport name"/>
    <w:aliases w:val="rn"/>
    <w:basedOn w:val="Normal"/>
    <w:rsid w:val="00201E9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201E9D"/>
    <w:pPr>
      <w:framePr w:wrap="around"/>
      <w:spacing w:line="360" w:lineRule="exact"/>
    </w:pPr>
    <w:rPr>
      <w:sz w:val="32"/>
    </w:rPr>
  </w:style>
  <w:style w:type="paragraph" w:customStyle="1" w:styleId="BodyTexthalfspaceafter">
    <w:name w:val="Body Text half space after"/>
    <w:aliases w:val="hs"/>
    <w:basedOn w:val="BodyText"/>
    <w:rsid w:val="00201E9D"/>
    <w:pPr>
      <w:spacing w:after="130"/>
    </w:pPr>
  </w:style>
  <w:style w:type="paragraph" w:customStyle="1" w:styleId="ind">
    <w:name w:val="*ind"/>
    <w:basedOn w:val="BodyText"/>
    <w:rsid w:val="00201E9D"/>
    <w:pPr>
      <w:ind w:left="340" w:hanging="340"/>
    </w:pPr>
  </w:style>
  <w:style w:type="paragraph" w:customStyle="1" w:styleId="acctindenthalfspaceafter">
    <w:name w:val="acct indent half space after"/>
    <w:aliases w:val="aihs"/>
    <w:basedOn w:val="acctindent"/>
    <w:rsid w:val="00201E9D"/>
    <w:pPr>
      <w:spacing w:after="130"/>
    </w:pPr>
  </w:style>
  <w:style w:type="paragraph" w:customStyle="1" w:styleId="keeptogethernormal">
    <w:name w:val="keep together normal"/>
    <w:aliases w:val="ktn"/>
    <w:basedOn w:val="Normal"/>
    <w:rsid w:val="00201E9D"/>
    <w:pPr>
      <w:keepNext/>
      <w:keepLines/>
    </w:pPr>
  </w:style>
  <w:style w:type="paragraph" w:customStyle="1" w:styleId="nineptheading">
    <w:name w:val="nine pt heading"/>
    <w:aliases w:val="9h"/>
    <w:basedOn w:val="nineptbodytext"/>
    <w:rsid w:val="00201E9D"/>
    <w:rPr>
      <w:b/>
      <w:bCs/>
    </w:rPr>
  </w:style>
  <w:style w:type="paragraph" w:customStyle="1" w:styleId="nineptbodytext">
    <w:name w:val="nine pt body text"/>
    <w:aliases w:val="9bt"/>
    <w:basedOn w:val="nineptnormal"/>
    <w:rsid w:val="00201E9D"/>
    <w:pPr>
      <w:spacing w:after="220"/>
    </w:pPr>
  </w:style>
  <w:style w:type="paragraph" w:customStyle="1" w:styleId="nineptnormal">
    <w:name w:val="nine pt normal"/>
    <w:aliases w:val="9n"/>
    <w:basedOn w:val="Normal"/>
    <w:rsid w:val="00201E9D"/>
    <w:pPr>
      <w:spacing w:line="220" w:lineRule="atLeast"/>
    </w:pPr>
    <w:rPr>
      <w:sz w:val="18"/>
    </w:rPr>
  </w:style>
  <w:style w:type="paragraph" w:customStyle="1" w:styleId="nineptheadingcentred">
    <w:name w:val="nine pt heading centred"/>
    <w:aliases w:val="9hc"/>
    <w:basedOn w:val="nineptheading"/>
    <w:rsid w:val="00201E9D"/>
    <w:pPr>
      <w:jc w:val="center"/>
    </w:pPr>
  </w:style>
  <w:style w:type="paragraph" w:customStyle="1" w:styleId="heading">
    <w:name w:val="heading"/>
    <w:aliases w:val="h"/>
    <w:basedOn w:val="BodyText"/>
    <w:rsid w:val="00201E9D"/>
    <w:rPr>
      <w:b/>
    </w:rPr>
  </w:style>
  <w:style w:type="paragraph" w:customStyle="1" w:styleId="headingcentred">
    <w:name w:val="heading centred"/>
    <w:aliases w:val="hc"/>
    <w:basedOn w:val="heading"/>
    <w:rsid w:val="00201E9D"/>
    <w:pPr>
      <w:jc w:val="center"/>
    </w:pPr>
  </w:style>
  <w:style w:type="paragraph" w:customStyle="1" w:styleId="Normalcentred">
    <w:name w:val="Normal centred"/>
    <w:aliases w:val="nc"/>
    <w:basedOn w:val="acctcolumnheadingnospaceafter"/>
    <w:rsid w:val="00201E9D"/>
  </w:style>
  <w:style w:type="paragraph" w:customStyle="1" w:styleId="nineptheadingcentredbold">
    <w:name w:val="nine pt heading centred bold"/>
    <w:aliases w:val="9hcb"/>
    <w:basedOn w:val="Normal"/>
    <w:rsid w:val="00201E9D"/>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201E9D"/>
    <w:pPr>
      <w:ind w:left="-57" w:right="-57"/>
    </w:pPr>
  </w:style>
  <w:style w:type="paragraph" w:customStyle="1" w:styleId="nineptnormalheadinghalfspace">
    <w:name w:val="nine pt normal heading half space"/>
    <w:aliases w:val="9nhhs"/>
    <w:basedOn w:val="nineptnormalheading"/>
    <w:rsid w:val="00201E9D"/>
    <w:pPr>
      <w:spacing w:after="80"/>
    </w:pPr>
  </w:style>
  <w:style w:type="paragraph" w:customStyle="1" w:styleId="nineptnormalheading">
    <w:name w:val="nine pt normal heading"/>
    <w:aliases w:val="9nh"/>
    <w:basedOn w:val="nineptnormal"/>
    <w:rsid w:val="00201E9D"/>
    <w:rPr>
      <w:b/>
    </w:rPr>
  </w:style>
  <w:style w:type="paragraph" w:customStyle="1" w:styleId="nineptcolumntab1">
    <w:name w:val="nine pt column tab1"/>
    <w:aliases w:val="a91"/>
    <w:basedOn w:val="nineptnormal"/>
    <w:rsid w:val="00201E9D"/>
    <w:pPr>
      <w:tabs>
        <w:tab w:val="decimal" w:pos="737"/>
      </w:tabs>
    </w:pPr>
  </w:style>
  <w:style w:type="paragraph" w:customStyle="1" w:styleId="nineptnormalitalicheading">
    <w:name w:val="nine pt normal italic heading"/>
    <w:aliases w:val="9nith"/>
    <w:basedOn w:val="nineptnormalheading"/>
    <w:rsid w:val="00201E9D"/>
    <w:rPr>
      <w:i/>
      <w:iCs/>
    </w:rPr>
  </w:style>
  <w:style w:type="paragraph" w:customStyle="1" w:styleId="Normalheadingcentred">
    <w:name w:val="Normal heading centred"/>
    <w:aliases w:val="nhc"/>
    <w:basedOn w:val="Normalheading"/>
    <w:rsid w:val="00201E9D"/>
    <w:pPr>
      <w:jc w:val="center"/>
    </w:pPr>
  </w:style>
  <w:style w:type="paragraph" w:customStyle="1" w:styleId="Normalheading">
    <w:name w:val="Normal heading"/>
    <w:aliases w:val="nh"/>
    <w:basedOn w:val="Normal"/>
    <w:rsid w:val="00201E9D"/>
    <w:rPr>
      <w:b/>
      <w:bCs/>
    </w:rPr>
  </w:style>
  <w:style w:type="paragraph" w:customStyle="1" w:styleId="ListBullethalfspaceafter">
    <w:name w:val="List Bullet half space after"/>
    <w:aliases w:val="lbhs"/>
    <w:basedOn w:val="ListBullet"/>
    <w:rsid w:val="00201E9D"/>
    <w:pPr>
      <w:spacing w:after="130"/>
    </w:pPr>
  </w:style>
  <w:style w:type="paragraph" w:customStyle="1" w:styleId="accttwofigurescents">
    <w:name w:val="acct two figures cents"/>
    <w:aliases w:val="a2c,acct two figures ¢ sign"/>
    <w:basedOn w:val="Normal"/>
    <w:rsid w:val="00201E9D"/>
    <w:pPr>
      <w:tabs>
        <w:tab w:val="decimal" w:pos="284"/>
      </w:tabs>
    </w:pPr>
  </w:style>
  <w:style w:type="paragraph" w:customStyle="1" w:styleId="accttwofiguresdecimal">
    <w:name w:val="acct two figures decimal"/>
    <w:aliases w:val="a2d"/>
    <w:basedOn w:val="Normal"/>
    <w:rsid w:val="00201E9D"/>
    <w:pPr>
      <w:tabs>
        <w:tab w:val="decimal" w:pos="510"/>
      </w:tabs>
    </w:pPr>
  </w:style>
  <w:style w:type="paragraph" w:customStyle="1" w:styleId="NormalIndent1">
    <w:name w:val="Normal Indent1"/>
    <w:basedOn w:val="Normal"/>
    <w:rsid w:val="00201E9D"/>
    <w:pPr>
      <w:ind w:left="142"/>
    </w:pPr>
  </w:style>
  <w:style w:type="paragraph" w:customStyle="1" w:styleId="ListBullet2nospaceafter">
    <w:name w:val="List Bullet 2 no space after"/>
    <w:aliases w:val="lb2n"/>
    <w:basedOn w:val="ListBullet2"/>
    <w:rsid w:val="00201E9D"/>
    <w:pPr>
      <w:spacing w:after="0"/>
    </w:pPr>
  </w:style>
  <w:style w:type="paragraph" w:customStyle="1" w:styleId="ListBullet2halfspaceafter">
    <w:name w:val="List Bullet 2 half space after"/>
    <w:aliases w:val="lb2hs"/>
    <w:basedOn w:val="ListBullet2"/>
    <w:rsid w:val="00201E9D"/>
    <w:pPr>
      <w:spacing w:after="130"/>
    </w:pPr>
  </w:style>
  <w:style w:type="paragraph" w:customStyle="1" w:styleId="BodyTextIndentitalichalfspafter">
    <w:name w:val="Body Text Indent italic half sp after"/>
    <w:aliases w:val="iitalhs"/>
    <w:basedOn w:val="BodyTextIndentitalic"/>
    <w:rsid w:val="00201E9D"/>
    <w:pPr>
      <w:spacing w:after="130"/>
    </w:pPr>
  </w:style>
  <w:style w:type="paragraph" w:customStyle="1" w:styleId="BodyTextIndentitalic">
    <w:name w:val="Body Text Indent italic"/>
    <w:aliases w:val="iital"/>
    <w:basedOn w:val="BodyTextIndent"/>
    <w:rsid w:val="00201E9D"/>
    <w:rPr>
      <w:i/>
      <w:iCs/>
    </w:rPr>
  </w:style>
  <w:style w:type="paragraph" w:customStyle="1" w:styleId="BodyTextIndenthalfspaceafter">
    <w:name w:val="Body Text Indent half space after"/>
    <w:aliases w:val="ihs"/>
    <w:basedOn w:val="BodyTextIndent"/>
    <w:rsid w:val="00201E9D"/>
    <w:pPr>
      <w:spacing w:after="130"/>
    </w:pPr>
  </w:style>
  <w:style w:type="paragraph" w:customStyle="1" w:styleId="BodyTextonepointafter">
    <w:name w:val="Body Text one point after"/>
    <w:aliases w:val="bt1"/>
    <w:basedOn w:val="BodyText"/>
    <w:rsid w:val="00201E9D"/>
    <w:pPr>
      <w:spacing w:after="20"/>
    </w:pPr>
  </w:style>
  <w:style w:type="paragraph" w:customStyle="1" w:styleId="keeptogether">
    <w:name w:val="keep together"/>
    <w:aliases w:val="kt"/>
    <w:basedOn w:val="BodyText"/>
    <w:rsid w:val="00201E9D"/>
    <w:pPr>
      <w:keepNext/>
      <w:keepLines/>
    </w:pPr>
  </w:style>
  <w:style w:type="paragraph" w:customStyle="1" w:styleId="acctthreecolumns">
    <w:name w:val="acct three columns"/>
    <w:aliases w:val="a3,acct three figures"/>
    <w:basedOn w:val="Normal"/>
    <w:rsid w:val="00201E9D"/>
    <w:pPr>
      <w:tabs>
        <w:tab w:val="decimal" w:pos="1361"/>
      </w:tabs>
    </w:pPr>
  </w:style>
  <w:style w:type="paragraph" w:customStyle="1" w:styleId="acctthreecolumnsshorternumber">
    <w:name w:val="acct three columns shorter number"/>
    <w:aliases w:val="a3-"/>
    <w:basedOn w:val="Normal"/>
    <w:rsid w:val="00201E9D"/>
    <w:pPr>
      <w:tabs>
        <w:tab w:val="decimal" w:pos="1021"/>
      </w:tabs>
    </w:pPr>
  </w:style>
  <w:style w:type="character" w:styleId="FootnoteReference">
    <w:name w:val="footnote reference"/>
    <w:aliases w:val="fr"/>
    <w:semiHidden/>
    <w:rsid w:val="00201E9D"/>
    <w:rPr>
      <w:position w:val="6"/>
      <w:sz w:val="14"/>
    </w:rPr>
  </w:style>
  <w:style w:type="paragraph" w:customStyle="1" w:styleId="tabletext">
    <w:name w:val="table text"/>
    <w:aliases w:val="tt"/>
    <w:basedOn w:val="Normal"/>
    <w:rsid w:val="00201E9D"/>
    <w:pPr>
      <w:spacing w:before="130" w:after="130"/>
    </w:pPr>
  </w:style>
  <w:style w:type="paragraph" w:customStyle="1" w:styleId="BodyTextitalic">
    <w:name w:val="Body Text italic"/>
    <w:basedOn w:val="BodyText"/>
    <w:rsid w:val="00201E9D"/>
    <w:rPr>
      <w:i/>
      <w:iCs/>
    </w:rPr>
  </w:style>
  <w:style w:type="paragraph" w:customStyle="1" w:styleId="BodyTextIndentnosp">
    <w:name w:val="Body Text Indent no sp"/>
    <w:aliases w:val="in,indent no space after"/>
    <w:basedOn w:val="BodyTextIndent"/>
    <w:rsid w:val="00201E9D"/>
    <w:pPr>
      <w:spacing w:after="0"/>
    </w:pPr>
  </w:style>
  <w:style w:type="paragraph" w:customStyle="1" w:styleId="acctfourfiguresdecimal">
    <w:name w:val="acct four figures decimal"/>
    <w:aliases w:val="a4d"/>
    <w:basedOn w:val="Normal"/>
    <w:rsid w:val="00201E9D"/>
    <w:pPr>
      <w:tabs>
        <w:tab w:val="decimal" w:pos="383"/>
      </w:tabs>
    </w:pPr>
  </w:style>
  <w:style w:type="paragraph" w:customStyle="1" w:styleId="headingnospaceafter">
    <w:name w:val="heading no space after"/>
    <w:aliases w:val="hn,heading no space"/>
    <w:basedOn w:val="heading"/>
    <w:rsid w:val="00201E9D"/>
    <w:pPr>
      <w:spacing w:after="0"/>
    </w:pPr>
  </w:style>
  <w:style w:type="paragraph" w:customStyle="1" w:styleId="acctnotecolumndecimal">
    <w:name w:val="acct note column decimal"/>
    <w:aliases w:val="and"/>
    <w:basedOn w:val="Normal"/>
    <w:rsid w:val="00201E9D"/>
    <w:pPr>
      <w:tabs>
        <w:tab w:val="decimal" w:pos="425"/>
      </w:tabs>
    </w:pPr>
  </w:style>
  <w:style w:type="paragraph" w:customStyle="1" w:styleId="index">
    <w:name w:val="index"/>
    <w:aliases w:val="ix"/>
    <w:basedOn w:val="BodyText"/>
    <w:rsid w:val="00201E9D"/>
    <w:pPr>
      <w:numPr>
        <w:numId w:val="8"/>
      </w:numPr>
      <w:spacing w:after="20"/>
    </w:pPr>
  </w:style>
  <w:style w:type="paragraph" w:customStyle="1" w:styleId="nineptbodytextbullet">
    <w:name w:val="nine pt body text bullet"/>
    <w:aliases w:val="9btb"/>
    <w:basedOn w:val="nineptbodytext"/>
    <w:rsid w:val="00201E9D"/>
    <w:pPr>
      <w:tabs>
        <w:tab w:val="num" w:pos="284"/>
      </w:tabs>
      <w:spacing w:after="180"/>
      <w:ind w:left="284" w:hanging="284"/>
    </w:pPr>
  </w:style>
  <w:style w:type="paragraph" w:customStyle="1" w:styleId="nineptnormalbullet">
    <w:name w:val="nine pt normal bullet"/>
    <w:aliases w:val="9nb"/>
    <w:basedOn w:val="nineptnormal"/>
    <w:rsid w:val="00201E9D"/>
    <w:pPr>
      <w:tabs>
        <w:tab w:val="num" w:pos="284"/>
      </w:tabs>
      <w:ind w:left="284" w:hanging="284"/>
    </w:pPr>
  </w:style>
  <w:style w:type="paragraph" w:customStyle="1" w:styleId="ninepttabletextblockbullet">
    <w:name w:val="nine pt table text block bullet"/>
    <w:aliases w:val="9ttbb"/>
    <w:basedOn w:val="ninepttabletextblock"/>
    <w:rsid w:val="00201E9D"/>
    <w:pPr>
      <w:tabs>
        <w:tab w:val="num" w:pos="652"/>
      </w:tabs>
      <w:ind w:left="652" w:hanging="227"/>
    </w:pPr>
  </w:style>
  <w:style w:type="paragraph" w:customStyle="1" w:styleId="ninepttabletextblock">
    <w:name w:val="nine pt table text block"/>
    <w:aliases w:val="9ttbk"/>
    <w:basedOn w:val="Normal"/>
    <w:rsid w:val="00201E9D"/>
    <w:pPr>
      <w:spacing w:after="60" w:line="220" w:lineRule="atLeast"/>
      <w:ind w:left="425"/>
    </w:pPr>
    <w:rPr>
      <w:sz w:val="18"/>
    </w:rPr>
  </w:style>
  <w:style w:type="paragraph" w:customStyle="1" w:styleId="IndexHeading1">
    <w:name w:val="Index Heading1"/>
    <w:aliases w:val="ixh"/>
    <w:basedOn w:val="BodyText"/>
    <w:rsid w:val="00201E9D"/>
    <w:pPr>
      <w:spacing w:after="130"/>
      <w:ind w:left="1134" w:hanging="1134"/>
    </w:pPr>
    <w:rPr>
      <w:b/>
    </w:rPr>
  </w:style>
  <w:style w:type="paragraph" w:customStyle="1" w:styleId="block2bullet">
    <w:name w:val="block2bullet"/>
    <w:aliases w:val="b2b"/>
    <w:basedOn w:val="block2"/>
    <w:rsid w:val="00201E9D"/>
    <w:pPr>
      <w:tabs>
        <w:tab w:val="num" w:pos="1474"/>
      </w:tabs>
      <w:ind w:left="1474" w:hanging="340"/>
    </w:pPr>
  </w:style>
  <w:style w:type="paragraph" w:customStyle="1" w:styleId="tabletextheading">
    <w:name w:val="table text heading"/>
    <w:aliases w:val="tth"/>
    <w:basedOn w:val="tabletext"/>
    <w:rsid w:val="00201E9D"/>
    <w:rPr>
      <w:b/>
      <w:bCs/>
    </w:rPr>
  </w:style>
  <w:style w:type="paragraph" w:customStyle="1" w:styleId="acctfourfiguresyears">
    <w:name w:val="acct four figures years"/>
    <w:aliases w:val="a4y"/>
    <w:basedOn w:val="Normal"/>
    <w:rsid w:val="00201E9D"/>
    <w:pPr>
      <w:tabs>
        <w:tab w:val="decimal" w:pos="227"/>
        <w:tab w:val="num" w:pos="567"/>
      </w:tabs>
      <w:ind w:left="567" w:hanging="567"/>
    </w:pPr>
  </w:style>
  <w:style w:type="paragraph" w:customStyle="1" w:styleId="accttwofiguresyears">
    <w:name w:val="acct two figures years"/>
    <w:aliases w:val="a2y"/>
    <w:basedOn w:val="Normal"/>
    <w:rsid w:val="00201E9D"/>
    <w:pPr>
      <w:tabs>
        <w:tab w:val="decimal" w:pos="482"/>
      </w:tabs>
    </w:pPr>
  </w:style>
  <w:style w:type="paragraph" w:customStyle="1" w:styleId="Foreigncurrencytable">
    <w:name w:val="Foreign currency table"/>
    <w:basedOn w:val="Normal"/>
    <w:rsid w:val="00201E9D"/>
    <w:pPr>
      <w:tabs>
        <w:tab w:val="decimal" w:pos="567"/>
      </w:tabs>
    </w:pPr>
  </w:style>
  <w:style w:type="paragraph" w:customStyle="1" w:styleId="headingitalicnospaceafter">
    <w:name w:val="heading italic no space after"/>
    <w:aliases w:val="hin"/>
    <w:basedOn w:val="Normal"/>
    <w:rsid w:val="00201E9D"/>
    <w:rPr>
      <w:i/>
      <w:iCs/>
    </w:rPr>
  </w:style>
  <w:style w:type="paragraph" w:customStyle="1" w:styleId="accttwofigures0">
    <w:name w:val="acct two figures %"/>
    <w:aliases w:val="a2%"/>
    <w:basedOn w:val="Normal"/>
    <w:rsid w:val="00201E9D"/>
    <w:pPr>
      <w:tabs>
        <w:tab w:val="decimal" w:pos="794"/>
      </w:tabs>
    </w:pPr>
  </w:style>
  <w:style w:type="paragraph" w:customStyle="1" w:styleId="accttwofigures2a22">
    <w:name w:val="acct two figures %2.a2%2"/>
    <w:basedOn w:val="Normal"/>
    <w:rsid w:val="00201E9D"/>
    <w:pPr>
      <w:tabs>
        <w:tab w:val="decimal" w:pos="510"/>
      </w:tabs>
    </w:pPr>
  </w:style>
  <w:style w:type="paragraph" w:customStyle="1" w:styleId="blocklist">
    <w:name w:val="block list"/>
    <w:aliases w:val="blist"/>
    <w:basedOn w:val="block"/>
    <w:rsid w:val="00201E9D"/>
    <w:pPr>
      <w:ind w:left="1134" w:hanging="567"/>
    </w:pPr>
  </w:style>
  <w:style w:type="paragraph" w:customStyle="1" w:styleId="blocklist2">
    <w:name w:val="block list2"/>
    <w:aliases w:val="blist2"/>
    <w:basedOn w:val="blocklist"/>
    <w:rsid w:val="00201E9D"/>
    <w:pPr>
      <w:ind w:left="1701"/>
    </w:pPr>
  </w:style>
  <w:style w:type="paragraph" w:customStyle="1" w:styleId="acctfourfigureslongernumber">
    <w:name w:val="acct four figures longer number"/>
    <w:aliases w:val="a4+"/>
    <w:basedOn w:val="Normal"/>
    <w:rsid w:val="00201E9D"/>
    <w:pPr>
      <w:tabs>
        <w:tab w:val="decimal" w:pos="851"/>
      </w:tabs>
    </w:pPr>
  </w:style>
  <w:style w:type="paragraph" w:customStyle="1" w:styleId="blockheading">
    <w:name w:val="block heading"/>
    <w:aliases w:val="bh"/>
    <w:basedOn w:val="block"/>
    <w:rsid w:val="00201E9D"/>
    <w:pPr>
      <w:keepNext/>
      <w:keepLines/>
      <w:spacing w:before="70"/>
    </w:pPr>
    <w:rPr>
      <w:b/>
    </w:rPr>
  </w:style>
  <w:style w:type="paragraph" w:customStyle="1" w:styleId="blockheadingitalicnosp">
    <w:name w:val="block heading italic no sp"/>
    <w:aliases w:val="bhin"/>
    <w:basedOn w:val="blockheadingitalic"/>
    <w:rsid w:val="00201E9D"/>
    <w:pPr>
      <w:spacing w:after="0"/>
    </w:pPr>
  </w:style>
  <w:style w:type="paragraph" w:customStyle="1" w:styleId="blockheadingitalic">
    <w:name w:val="block heading italic"/>
    <w:aliases w:val="bhi"/>
    <w:basedOn w:val="blockheadingitalicbold"/>
    <w:rsid w:val="00201E9D"/>
    <w:rPr>
      <w:b w:val="0"/>
    </w:rPr>
  </w:style>
  <w:style w:type="paragraph" w:customStyle="1" w:styleId="blockheadingitalicbold">
    <w:name w:val="block heading italic bold"/>
    <w:aliases w:val="bhib"/>
    <w:basedOn w:val="blockheading"/>
    <w:rsid w:val="00201E9D"/>
    <w:rPr>
      <w:i/>
    </w:rPr>
  </w:style>
  <w:style w:type="paragraph" w:customStyle="1" w:styleId="blockheadingnosp">
    <w:name w:val="block heading no sp"/>
    <w:aliases w:val="bhn,block heading no space after"/>
    <w:basedOn w:val="blockheading"/>
    <w:rsid w:val="00201E9D"/>
    <w:pPr>
      <w:spacing w:after="0"/>
    </w:pPr>
  </w:style>
  <w:style w:type="paragraph" w:customStyle="1" w:styleId="smallreturn">
    <w:name w:val="small return"/>
    <w:aliases w:val="sr"/>
    <w:basedOn w:val="Normal"/>
    <w:rsid w:val="00201E9D"/>
    <w:pPr>
      <w:spacing w:line="130" w:lineRule="exact"/>
    </w:pPr>
  </w:style>
  <w:style w:type="paragraph" w:customStyle="1" w:styleId="headingbolditalicnospaceafter">
    <w:name w:val="heading bold italic no space after"/>
    <w:aliases w:val="hbin"/>
    <w:basedOn w:val="headingbolditalic"/>
    <w:rsid w:val="00201E9D"/>
    <w:pPr>
      <w:spacing w:after="0"/>
    </w:pPr>
  </w:style>
  <w:style w:type="paragraph" w:customStyle="1" w:styleId="headingbolditalic">
    <w:name w:val="heading bold italic"/>
    <w:aliases w:val="hbi"/>
    <w:basedOn w:val="heading"/>
    <w:rsid w:val="00201E9D"/>
    <w:rPr>
      <w:i/>
    </w:rPr>
  </w:style>
  <w:style w:type="paragraph" w:customStyle="1" w:styleId="acctstatementheadingashorter">
    <w:name w:val="acct statement heading (a) shorter"/>
    <w:aliases w:val="asas"/>
    <w:basedOn w:val="Normal"/>
    <w:rsid w:val="00201E9D"/>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201E9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201E9D"/>
    <w:pPr>
      <w:ind w:left="568" w:hanging="284"/>
    </w:pPr>
  </w:style>
  <w:style w:type="paragraph" w:customStyle="1" w:styleId="acctindenttabs">
    <w:name w:val="acct indent+tabs"/>
    <w:aliases w:val="ait"/>
    <w:basedOn w:val="acctindent"/>
    <w:rsid w:val="00201E9D"/>
    <w:pPr>
      <w:tabs>
        <w:tab w:val="left" w:pos="851"/>
        <w:tab w:val="left" w:pos="1134"/>
      </w:tabs>
    </w:pPr>
  </w:style>
  <w:style w:type="paragraph" w:customStyle="1" w:styleId="acctindenttabsnospaceafter">
    <w:name w:val="acct indent+tabs no space after"/>
    <w:aliases w:val="aitn"/>
    <w:basedOn w:val="acctindenttabs"/>
    <w:rsid w:val="00201E9D"/>
    <w:pPr>
      <w:spacing w:after="0"/>
    </w:pPr>
  </w:style>
  <w:style w:type="paragraph" w:customStyle="1" w:styleId="blockbullet">
    <w:name w:val="block bullet"/>
    <w:aliases w:val="bb"/>
    <w:basedOn w:val="block"/>
    <w:rsid w:val="00201E9D"/>
    <w:pPr>
      <w:numPr>
        <w:numId w:val="4"/>
      </w:numPr>
      <w:tabs>
        <w:tab w:val="clear" w:pos="340"/>
        <w:tab w:val="num" w:pos="907"/>
      </w:tabs>
      <w:ind w:left="907"/>
    </w:pPr>
  </w:style>
  <w:style w:type="paragraph" w:customStyle="1" w:styleId="acctfourfigureslongernumber3">
    <w:name w:val="acct four figures longer number3"/>
    <w:aliases w:val="a4+3"/>
    <w:basedOn w:val="Normal"/>
    <w:rsid w:val="00201E9D"/>
    <w:pPr>
      <w:tabs>
        <w:tab w:val="decimal" w:pos="964"/>
      </w:tabs>
    </w:pPr>
  </w:style>
  <w:style w:type="paragraph" w:customStyle="1" w:styleId="headingitalic">
    <w:name w:val="heading italic"/>
    <w:aliases w:val="hi"/>
    <w:basedOn w:val="headingbolditalic"/>
    <w:rsid w:val="00201E9D"/>
    <w:rPr>
      <w:b w:val="0"/>
      <w:bCs/>
      <w:iCs/>
    </w:rPr>
  </w:style>
  <w:style w:type="paragraph" w:customStyle="1" w:styleId="blocklistnospaceafter">
    <w:name w:val="block list no space after"/>
    <w:aliases w:val="blistn"/>
    <w:basedOn w:val="blocklist"/>
    <w:rsid w:val="00201E9D"/>
    <w:pPr>
      <w:spacing w:after="0"/>
    </w:pPr>
  </w:style>
  <w:style w:type="paragraph" w:customStyle="1" w:styleId="eightptnormal">
    <w:name w:val="eight pt normal"/>
    <w:aliases w:val="8n"/>
    <w:basedOn w:val="Normal"/>
    <w:rsid w:val="00201E9D"/>
    <w:pPr>
      <w:spacing w:line="200" w:lineRule="atLeast"/>
    </w:pPr>
    <w:rPr>
      <w:sz w:val="16"/>
    </w:rPr>
  </w:style>
  <w:style w:type="paragraph" w:customStyle="1" w:styleId="eightptcolumnheading">
    <w:name w:val="eight pt column heading"/>
    <w:aliases w:val="8ch"/>
    <w:basedOn w:val="eightptnormal"/>
    <w:rsid w:val="00201E9D"/>
    <w:pPr>
      <w:jc w:val="center"/>
    </w:pPr>
  </w:style>
  <w:style w:type="paragraph" w:customStyle="1" w:styleId="eightptnormalheadingcentred">
    <w:name w:val="eight pt normal heading centred"/>
    <w:aliases w:val="8nhc"/>
    <w:basedOn w:val="eightptnormalheading"/>
    <w:rsid w:val="00201E9D"/>
    <w:pPr>
      <w:jc w:val="center"/>
    </w:pPr>
    <w:rPr>
      <w:bCs w:val="0"/>
    </w:rPr>
  </w:style>
  <w:style w:type="paragraph" w:customStyle="1" w:styleId="eightptnormalheading">
    <w:name w:val="eight pt normal heading"/>
    <w:aliases w:val="8nh"/>
    <w:basedOn w:val="eightptnormal"/>
    <w:rsid w:val="00201E9D"/>
    <w:rPr>
      <w:b/>
      <w:bCs/>
    </w:rPr>
  </w:style>
  <w:style w:type="paragraph" w:customStyle="1" w:styleId="eightptbodytextheading">
    <w:name w:val="eight pt body text heading"/>
    <w:aliases w:val="8h"/>
    <w:basedOn w:val="eightptbodytext"/>
    <w:rsid w:val="00201E9D"/>
    <w:rPr>
      <w:b/>
      <w:bCs/>
    </w:rPr>
  </w:style>
  <w:style w:type="paragraph" w:customStyle="1" w:styleId="eightptbodytext">
    <w:name w:val="eight pt body text"/>
    <w:aliases w:val="8bt"/>
    <w:basedOn w:val="eightptnormal"/>
    <w:rsid w:val="00201E9D"/>
    <w:pPr>
      <w:spacing w:after="200"/>
    </w:pPr>
  </w:style>
  <w:style w:type="paragraph" w:customStyle="1" w:styleId="eightptcolumntabs">
    <w:name w:val="eight pt column tabs"/>
    <w:aliases w:val="a8"/>
    <w:basedOn w:val="eightptnormal"/>
    <w:rsid w:val="00201E9D"/>
    <w:pPr>
      <w:tabs>
        <w:tab w:val="decimal" w:pos="482"/>
      </w:tabs>
      <w:ind w:left="-57" w:right="-57"/>
    </w:pPr>
  </w:style>
  <w:style w:type="paragraph" w:customStyle="1" w:styleId="eightpthalfspaceafter">
    <w:name w:val="eight pt half space after"/>
    <w:aliases w:val="8hs"/>
    <w:basedOn w:val="eightptnormal"/>
    <w:rsid w:val="00201E9D"/>
    <w:pPr>
      <w:spacing w:after="100"/>
    </w:pPr>
  </w:style>
  <w:style w:type="paragraph" w:customStyle="1" w:styleId="eightptcolumnheadingspace">
    <w:name w:val="eight pt column heading+space"/>
    <w:aliases w:val="8chs"/>
    <w:basedOn w:val="eightptcolumnheading"/>
    <w:rsid w:val="00201E9D"/>
    <w:pPr>
      <w:spacing w:after="200"/>
    </w:pPr>
  </w:style>
  <w:style w:type="paragraph" w:customStyle="1" w:styleId="eightptblocknosp">
    <w:name w:val="eight pt block no sp"/>
    <w:aliases w:val="8bn"/>
    <w:basedOn w:val="eightptblock"/>
    <w:rsid w:val="00201E9D"/>
    <w:pPr>
      <w:spacing w:after="0"/>
    </w:pPr>
  </w:style>
  <w:style w:type="paragraph" w:customStyle="1" w:styleId="eightptblock">
    <w:name w:val="eight pt block"/>
    <w:aliases w:val="8b"/>
    <w:basedOn w:val="Normal"/>
    <w:rsid w:val="00201E9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201E9D"/>
    <w:pPr>
      <w:spacing w:before="80" w:after="80"/>
    </w:pPr>
  </w:style>
  <w:style w:type="paragraph" w:customStyle="1" w:styleId="eightptcolumntabs2">
    <w:name w:val="eight pt column tabs2"/>
    <w:aliases w:val="a82"/>
    <w:basedOn w:val="eightptnormal"/>
    <w:rsid w:val="00201E9D"/>
    <w:pPr>
      <w:tabs>
        <w:tab w:val="decimal" w:pos="539"/>
      </w:tabs>
      <w:ind w:left="-57" w:right="-57"/>
    </w:pPr>
  </w:style>
  <w:style w:type="paragraph" w:customStyle="1" w:styleId="acctstatementheadingshorter2">
    <w:name w:val="acct statement heading shorter2"/>
    <w:aliases w:val="as-2"/>
    <w:basedOn w:val="acctstatementheading"/>
    <w:rsid w:val="00201E9D"/>
    <w:pPr>
      <w:ind w:right="5103"/>
    </w:pPr>
  </w:style>
  <w:style w:type="paragraph" w:customStyle="1" w:styleId="accttwofigureslongernumber2">
    <w:name w:val="acct two figures longer number2"/>
    <w:aliases w:val="a2+2"/>
    <w:basedOn w:val="Normal"/>
    <w:rsid w:val="00201E9D"/>
    <w:pPr>
      <w:tabs>
        <w:tab w:val="decimal" w:pos="1332"/>
      </w:tabs>
    </w:pPr>
  </w:style>
  <w:style w:type="paragraph" w:customStyle="1" w:styleId="Normalbullet">
    <w:name w:val="Normal bullet"/>
    <w:aliases w:val="nb"/>
    <w:basedOn w:val="Normal"/>
    <w:rsid w:val="00201E9D"/>
    <w:pPr>
      <w:tabs>
        <w:tab w:val="num" w:pos="340"/>
      </w:tabs>
      <w:ind w:left="340" w:hanging="340"/>
    </w:pPr>
  </w:style>
  <w:style w:type="paragraph" w:customStyle="1" w:styleId="blockindentnosp">
    <w:name w:val="block indent no sp"/>
    <w:aliases w:val="bin,binn,block + indent"/>
    <w:basedOn w:val="blockindent"/>
    <w:rsid w:val="00201E9D"/>
    <w:pPr>
      <w:spacing w:after="0"/>
    </w:pPr>
  </w:style>
  <w:style w:type="paragraph" w:customStyle="1" w:styleId="blockindent">
    <w:name w:val="block indent"/>
    <w:aliases w:val="bi"/>
    <w:basedOn w:val="block"/>
    <w:rsid w:val="00201E9D"/>
    <w:pPr>
      <w:ind w:left="737" w:hanging="170"/>
    </w:pPr>
  </w:style>
  <w:style w:type="paragraph" w:customStyle="1" w:styleId="nineptnormalcentred">
    <w:name w:val="nine pt normal centred"/>
    <w:aliases w:val="9nc"/>
    <w:basedOn w:val="nineptnormal"/>
    <w:rsid w:val="00201E9D"/>
    <w:pPr>
      <w:jc w:val="center"/>
    </w:pPr>
  </w:style>
  <w:style w:type="paragraph" w:customStyle="1" w:styleId="nineptcol">
    <w:name w:val="nine pt %col"/>
    <w:aliases w:val="9%"/>
    <w:basedOn w:val="nineptnormal"/>
    <w:rsid w:val="00201E9D"/>
    <w:pPr>
      <w:tabs>
        <w:tab w:val="decimal" w:pos="340"/>
      </w:tabs>
    </w:pPr>
  </w:style>
  <w:style w:type="paragraph" w:customStyle="1" w:styleId="nineptcolumntab">
    <w:name w:val="nine pt column tab"/>
    <w:aliases w:val="a9,nine pt column tabs"/>
    <w:basedOn w:val="nineptnormal"/>
    <w:rsid w:val="00201E9D"/>
    <w:pPr>
      <w:tabs>
        <w:tab w:val="decimal" w:pos="624"/>
      </w:tabs>
      <w:spacing w:line="200" w:lineRule="atLeast"/>
    </w:pPr>
  </w:style>
  <w:style w:type="paragraph" w:customStyle="1" w:styleId="nineptnormalitalic">
    <w:name w:val="nine pt normal italic"/>
    <w:aliases w:val="9nit"/>
    <w:basedOn w:val="nineptnormal"/>
    <w:rsid w:val="00201E9D"/>
    <w:rPr>
      <w:i/>
      <w:iCs/>
    </w:rPr>
  </w:style>
  <w:style w:type="paragraph" w:customStyle="1" w:styleId="nineptblocklistnospaceafter">
    <w:name w:val="nine pt block list no space after"/>
    <w:aliases w:val="9bln"/>
    <w:basedOn w:val="nineptblocklist"/>
    <w:rsid w:val="00201E9D"/>
    <w:pPr>
      <w:spacing w:after="0"/>
    </w:pPr>
  </w:style>
  <w:style w:type="paragraph" w:customStyle="1" w:styleId="nineptblocklist">
    <w:name w:val="nine pt block list"/>
    <w:aliases w:val="9bl"/>
    <w:basedOn w:val="nineptblock"/>
    <w:rsid w:val="00201E9D"/>
    <w:pPr>
      <w:ind w:left="992" w:hanging="425"/>
    </w:pPr>
  </w:style>
  <w:style w:type="paragraph" w:customStyle="1" w:styleId="nineptblock">
    <w:name w:val="nine pt block"/>
    <w:aliases w:val="9b"/>
    <w:basedOn w:val="nineptnormal"/>
    <w:rsid w:val="00201E9D"/>
    <w:pPr>
      <w:spacing w:after="220"/>
      <w:ind w:left="567"/>
    </w:pPr>
  </w:style>
  <w:style w:type="paragraph" w:customStyle="1" w:styleId="acctfourfiguresshorternumber2">
    <w:name w:val="acct four figures shorter number2"/>
    <w:aliases w:val="a4-2"/>
    <w:basedOn w:val="Normal"/>
    <w:rsid w:val="00201E9D"/>
    <w:pPr>
      <w:tabs>
        <w:tab w:val="decimal" w:pos="624"/>
      </w:tabs>
    </w:pPr>
  </w:style>
  <w:style w:type="paragraph" w:customStyle="1" w:styleId="nineptnormalheadingcentred">
    <w:name w:val="nine pt normal heading centred"/>
    <w:aliases w:val="9nhc"/>
    <w:basedOn w:val="nineptnormalheading"/>
    <w:rsid w:val="00201E9D"/>
    <w:pPr>
      <w:jc w:val="center"/>
    </w:pPr>
  </w:style>
  <w:style w:type="paragraph" w:customStyle="1" w:styleId="nineptheadingcentredspace">
    <w:name w:val="nine pt heading centred + space"/>
    <w:aliases w:val="9hcs"/>
    <w:basedOn w:val="Normal"/>
    <w:rsid w:val="00201E9D"/>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201E9D"/>
    <w:pPr>
      <w:tabs>
        <w:tab w:val="decimal" w:pos="227"/>
      </w:tabs>
    </w:pPr>
  </w:style>
  <w:style w:type="paragraph" w:customStyle="1" w:styleId="nineptcolumntab2">
    <w:name w:val="nine pt column tab2"/>
    <w:aliases w:val="a92,nine pt column tabs2"/>
    <w:basedOn w:val="nineptnormal"/>
    <w:rsid w:val="00201E9D"/>
    <w:pPr>
      <w:tabs>
        <w:tab w:val="decimal" w:pos="510"/>
      </w:tabs>
    </w:pPr>
  </w:style>
  <w:style w:type="paragraph" w:customStyle="1" w:styleId="nineptonepointafter">
    <w:name w:val="nine pt one point after"/>
    <w:aliases w:val="9n1"/>
    <w:basedOn w:val="nineptnormal"/>
    <w:rsid w:val="00201E9D"/>
    <w:pPr>
      <w:spacing w:after="20"/>
    </w:pPr>
  </w:style>
  <w:style w:type="paragraph" w:customStyle="1" w:styleId="nineptblockind">
    <w:name w:val="nine pt block *ind"/>
    <w:aliases w:val="9b*ind"/>
    <w:basedOn w:val="nineptblock"/>
    <w:rsid w:val="00201E9D"/>
    <w:pPr>
      <w:ind w:left="851" w:hanging="284"/>
    </w:pPr>
  </w:style>
  <w:style w:type="paragraph" w:customStyle="1" w:styleId="headingonepointafter">
    <w:name w:val="heading one point after"/>
    <w:aliases w:val="h1p"/>
    <w:basedOn w:val="heading"/>
    <w:rsid w:val="00201E9D"/>
    <w:pPr>
      <w:spacing w:after="20"/>
    </w:pPr>
  </w:style>
  <w:style w:type="paragraph" w:customStyle="1" w:styleId="blockbulletnospaceafter">
    <w:name w:val="block bullet no space after"/>
    <w:aliases w:val="bbn,block bullet no sp"/>
    <w:basedOn w:val="blockbullet"/>
    <w:rsid w:val="00201E9D"/>
    <w:pPr>
      <w:spacing w:after="0"/>
    </w:pPr>
  </w:style>
  <w:style w:type="paragraph" w:customStyle="1" w:styleId="acctstatementheadingaitalicbold">
    <w:name w:val="acct statement heading (a) italic bold"/>
    <w:aliases w:val="asaib"/>
    <w:basedOn w:val="acctstatementheadinga"/>
    <w:rsid w:val="00201E9D"/>
    <w:pPr>
      <w:spacing w:before="0" w:after="260"/>
    </w:pPr>
    <w:rPr>
      <w:i/>
    </w:rPr>
  </w:style>
  <w:style w:type="paragraph" w:customStyle="1" w:styleId="nineptblocknosp">
    <w:name w:val="nine pt block no sp"/>
    <w:aliases w:val="9bn"/>
    <w:basedOn w:val="Normal"/>
    <w:rsid w:val="00201E9D"/>
    <w:pPr>
      <w:spacing w:line="220" w:lineRule="atLeast"/>
      <w:ind w:left="567"/>
    </w:pPr>
    <w:rPr>
      <w:sz w:val="18"/>
    </w:rPr>
  </w:style>
  <w:style w:type="paragraph" w:customStyle="1" w:styleId="nineptnormalheadingbolditalic">
    <w:name w:val="nine pt normal heading bold italic"/>
    <w:aliases w:val="9h2"/>
    <w:basedOn w:val="nineptnormalheading"/>
    <w:rsid w:val="00201E9D"/>
    <w:rPr>
      <w:i/>
      <w:iCs/>
    </w:rPr>
  </w:style>
  <w:style w:type="paragraph" w:customStyle="1" w:styleId="nineptnormalhalfspace">
    <w:name w:val="nine pt normal half space"/>
    <w:aliases w:val="9nhs"/>
    <w:basedOn w:val="nineptnormal"/>
    <w:rsid w:val="00201E9D"/>
    <w:pPr>
      <w:spacing w:after="80"/>
    </w:pPr>
  </w:style>
  <w:style w:type="paragraph" w:customStyle="1" w:styleId="nineptratecol">
    <w:name w:val="nine pt rate col"/>
    <w:aliases w:val="a9r"/>
    <w:basedOn w:val="nineptnormal"/>
    <w:rsid w:val="00201E9D"/>
    <w:pPr>
      <w:tabs>
        <w:tab w:val="decimal" w:pos="397"/>
      </w:tabs>
    </w:pPr>
  </w:style>
  <w:style w:type="paragraph" w:customStyle="1" w:styleId="nineptblockitalics">
    <w:name w:val="nine pt block italics"/>
    <w:aliases w:val="9bit"/>
    <w:basedOn w:val="nineptblock"/>
    <w:rsid w:val="00201E9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01E9D"/>
    <w:pPr>
      <w:spacing w:after="80"/>
    </w:pPr>
  </w:style>
  <w:style w:type="paragraph" w:customStyle="1" w:styleId="nineptbodytextheading">
    <w:name w:val="nine pt body text heading"/>
    <w:aliases w:val="9bth"/>
    <w:basedOn w:val="Footer"/>
    <w:rsid w:val="00201E9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201E9D"/>
    <w:pPr>
      <w:jc w:val="center"/>
    </w:pPr>
  </w:style>
  <w:style w:type="paragraph" w:customStyle="1" w:styleId="nineptnormalheadingcentredwider">
    <w:name w:val="nine pt normal heading centred wider"/>
    <w:aliases w:val="9nhcw"/>
    <w:basedOn w:val="nineptnormalheadingcentred"/>
    <w:rsid w:val="00201E9D"/>
    <w:pPr>
      <w:ind w:left="-85" w:right="-85"/>
    </w:pPr>
  </w:style>
  <w:style w:type="paragraph" w:customStyle="1" w:styleId="nineptcolumntabs5">
    <w:name w:val="nine pt column tabs5"/>
    <w:aliases w:val="a95,nine pt column tab5"/>
    <w:basedOn w:val="Normal"/>
    <w:rsid w:val="00201E9D"/>
    <w:pPr>
      <w:tabs>
        <w:tab w:val="decimal" w:pos="794"/>
      </w:tabs>
      <w:spacing w:line="220" w:lineRule="atLeast"/>
    </w:pPr>
    <w:rPr>
      <w:sz w:val="18"/>
    </w:rPr>
  </w:style>
  <w:style w:type="paragraph" w:customStyle="1" w:styleId="ninebtbodytextcentred">
    <w:name w:val="nine bt body text centred"/>
    <w:aliases w:val="9btc"/>
    <w:basedOn w:val="nineptbodytext"/>
    <w:rsid w:val="00201E9D"/>
    <w:pPr>
      <w:spacing w:after="180"/>
      <w:jc w:val="center"/>
    </w:pPr>
  </w:style>
  <w:style w:type="paragraph" w:customStyle="1" w:styleId="nineptbodytextheadingcentredwider">
    <w:name w:val="nine pt body text heading centred wider"/>
    <w:aliases w:val="9bthcw,a9bthcw"/>
    <w:basedOn w:val="nineptbodytextheadingcentred"/>
    <w:rsid w:val="00201E9D"/>
    <w:pPr>
      <w:ind w:left="-85" w:right="-85"/>
    </w:pPr>
  </w:style>
  <w:style w:type="paragraph" w:customStyle="1" w:styleId="nineptcolumntabdecimal2">
    <w:name w:val="nine pt column tab decimal2"/>
    <w:aliases w:val="a9d2,nine pt column tabs decimal2"/>
    <w:basedOn w:val="nineptnormal"/>
    <w:rsid w:val="00201E9D"/>
    <w:pPr>
      <w:tabs>
        <w:tab w:val="decimal" w:pos="284"/>
      </w:tabs>
    </w:pPr>
  </w:style>
  <w:style w:type="paragraph" w:customStyle="1" w:styleId="nineptcolumntab4">
    <w:name w:val="nine pt column tab4"/>
    <w:aliases w:val="a94,nine pt column tabs4"/>
    <w:basedOn w:val="nineptnormal"/>
    <w:rsid w:val="00201E9D"/>
    <w:pPr>
      <w:tabs>
        <w:tab w:val="decimal" w:pos="680"/>
      </w:tabs>
    </w:pPr>
  </w:style>
  <w:style w:type="paragraph" w:customStyle="1" w:styleId="nineptcolumntab3">
    <w:name w:val="nine pt column tab3"/>
    <w:aliases w:val="a93,nine pt column tabs3"/>
    <w:basedOn w:val="nineptnormal"/>
    <w:rsid w:val="00201E9D"/>
    <w:pPr>
      <w:tabs>
        <w:tab w:val="decimal" w:pos="567"/>
      </w:tabs>
    </w:pPr>
  </w:style>
  <w:style w:type="paragraph" w:customStyle="1" w:styleId="nineptindent">
    <w:name w:val="nine pt indent"/>
    <w:aliases w:val="9i"/>
    <w:basedOn w:val="nineptnormal"/>
    <w:rsid w:val="00201E9D"/>
    <w:pPr>
      <w:ind w:left="425" w:hanging="425"/>
    </w:pPr>
  </w:style>
  <w:style w:type="paragraph" w:customStyle="1" w:styleId="blockind">
    <w:name w:val="block *ind"/>
    <w:aliases w:val="b*,block star ind"/>
    <w:basedOn w:val="block"/>
    <w:rsid w:val="00201E9D"/>
    <w:pPr>
      <w:ind w:left="907" w:hanging="340"/>
    </w:pPr>
  </w:style>
  <w:style w:type="paragraph" w:customStyle="1" w:styleId="List3i">
    <w:name w:val="List 3i"/>
    <w:aliases w:val="3i"/>
    <w:basedOn w:val="List2i"/>
    <w:rsid w:val="00201E9D"/>
    <w:pPr>
      <w:ind w:left="1701"/>
    </w:pPr>
  </w:style>
  <w:style w:type="paragraph" w:customStyle="1" w:styleId="acctindentonepointafter">
    <w:name w:val="acct indent one point after"/>
    <w:aliases w:val="ai1p"/>
    <w:basedOn w:val="acctindent"/>
    <w:rsid w:val="00201E9D"/>
    <w:pPr>
      <w:spacing w:after="20"/>
    </w:pPr>
  </w:style>
  <w:style w:type="paragraph" w:customStyle="1" w:styleId="eightptnormalheadingitalic">
    <w:name w:val="eight pt normal heading italic"/>
    <w:aliases w:val="8nhbi"/>
    <w:basedOn w:val="eightptnormalheading"/>
    <w:rsid w:val="00201E9D"/>
    <w:rPr>
      <w:i/>
      <w:iCs/>
    </w:rPr>
  </w:style>
  <w:style w:type="paragraph" w:customStyle="1" w:styleId="eightptcolumntabs3">
    <w:name w:val="eight pt column tabs3"/>
    <w:aliases w:val="a83"/>
    <w:basedOn w:val="eightptnormal"/>
    <w:rsid w:val="00201E9D"/>
    <w:pPr>
      <w:tabs>
        <w:tab w:val="decimal" w:pos="794"/>
      </w:tabs>
    </w:pPr>
  </w:style>
  <w:style w:type="paragraph" w:customStyle="1" w:styleId="eightptbodytextheadingmiddleline">
    <w:name w:val="eight pt body text heading middle line"/>
    <w:aliases w:val="8hml"/>
    <w:basedOn w:val="eightptbodytextheading"/>
    <w:rsid w:val="00201E9D"/>
    <w:pPr>
      <w:spacing w:before="80" w:after="80"/>
    </w:pPr>
  </w:style>
  <w:style w:type="paragraph" w:customStyle="1" w:styleId="eightptbodytextheadingmiddlelinecentred">
    <w:name w:val="eight pt body text heading middle line centred"/>
    <w:aliases w:val="8hmlc"/>
    <w:basedOn w:val="eightptbodytextheadingmiddleline"/>
    <w:rsid w:val="00201E9D"/>
    <w:pPr>
      <w:jc w:val="center"/>
    </w:pPr>
  </w:style>
  <w:style w:type="paragraph" w:customStyle="1" w:styleId="eightpt4ptspacebefore">
    <w:name w:val="eight pt 4pt space before"/>
    <w:aliases w:val="8n4sp"/>
    <w:basedOn w:val="eightptnormal"/>
    <w:rsid w:val="00201E9D"/>
    <w:pPr>
      <w:spacing w:before="80"/>
    </w:pPr>
  </w:style>
  <w:style w:type="paragraph" w:customStyle="1" w:styleId="eightpt4ptspaceafter">
    <w:name w:val="eight pt 4 pt space after"/>
    <w:aliases w:val="8n4sa"/>
    <w:basedOn w:val="eightptnormal"/>
    <w:rsid w:val="00201E9D"/>
    <w:pPr>
      <w:spacing w:after="80"/>
    </w:pPr>
  </w:style>
  <w:style w:type="paragraph" w:customStyle="1" w:styleId="blockbullet2">
    <w:name w:val="block bullet 2"/>
    <w:aliases w:val="bb2"/>
    <w:basedOn w:val="BodyText"/>
    <w:rsid w:val="00201E9D"/>
    <w:pPr>
      <w:tabs>
        <w:tab w:val="num" w:pos="1247"/>
      </w:tabs>
      <w:ind w:left="1247" w:hanging="340"/>
    </w:pPr>
  </w:style>
  <w:style w:type="paragraph" w:customStyle="1" w:styleId="headingnospaceaftercentred">
    <w:name w:val="heading no space after centred"/>
    <w:aliases w:val="hnc"/>
    <w:basedOn w:val="headingnospaceafter"/>
    <w:rsid w:val="00201E9D"/>
    <w:pPr>
      <w:jc w:val="center"/>
    </w:pPr>
  </w:style>
  <w:style w:type="paragraph" w:customStyle="1" w:styleId="acctfourfigureslongernumber2">
    <w:name w:val="acct four figures longer number2"/>
    <w:aliases w:val="a4+2"/>
    <w:basedOn w:val="Normal"/>
    <w:rsid w:val="00201E9D"/>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A0634"/>
    <w:pPr>
      <w:spacing w:after="0" w:line="240" w:lineRule="atLeast"/>
      <w:ind w:left="540" w:right="43"/>
      <w:jc w:val="both"/>
    </w:pPr>
    <w:rPr>
      <w:rFonts w:cs="Univers 45 Light"/>
      <w:i/>
      <w:iCs/>
      <w:color w:val="000000"/>
      <w:szCs w:val="22"/>
      <w:lang w:val="en-US"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2A0634"/>
    <w:rPr>
      <w:rFonts w:cs="Univers 45 Light"/>
      <w:i/>
      <w:iCs/>
      <w:color w:val="000000"/>
      <w:sz w:val="22"/>
      <w:szCs w:val="22"/>
      <w:lang w:val="en-US" w:eastAsia="en-US" w:bidi="th-TH"/>
    </w:rPr>
  </w:style>
  <w:style w:type="paragraph" w:customStyle="1" w:styleId="AccPolicyalternative">
    <w:name w:val="Acc Policy alternative"/>
    <w:basedOn w:val="AccPolicysubhead"/>
    <w:link w:val="AccPolicyalternativeChar"/>
    <w:autoRedefine/>
    <w:rsid w:val="002A0634"/>
    <w:pPr>
      <w:ind w:right="0"/>
    </w:pPr>
    <w:rPr>
      <w:i w:val="0"/>
      <w:iCs w:val="0"/>
      <w:color w:val="0000FF"/>
    </w:rPr>
  </w:style>
  <w:style w:type="character" w:customStyle="1" w:styleId="AccPolicyalternativeChar">
    <w:name w:val="Acc Policy alternative Char"/>
    <w:link w:val="AccPolicyalternative"/>
    <w:rsid w:val="002A0634"/>
    <w:rPr>
      <w:rFonts w:cs="Univers 45 Light"/>
      <w:i/>
      <w:iCs/>
      <w:color w:val="0000FF"/>
      <w:sz w:val="22"/>
      <w:szCs w:val="22"/>
      <w:lang w:val="en-US" w:eastAsia="en-US"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uiPriority w:val="9"/>
    <w:rsid w:val="00A45CCE"/>
    <w:rPr>
      <w:b/>
      <w:i/>
      <w:sz w:val="22"/>
      <w:lang w:val="en-GB" w:bidi="ar-SA"/>
    </w:rPr>
  </w:style>
  <w:style w:type="character" w:customStyle="1" w:styleId="Heading1Char">
    <w:name w:val="Heading 1 Char"/>
    <w:link w:val="Heading1"/>
    <w:rsid w:val="000C0C9A"/>
    <w:rPr>
      <w:b/>
      <w:sz w:val="24"/>
      <w:szCs w:val="24"/>
      <w:lang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basedOn w:val="Normal"/>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val="en-GB" w:bidi="ar-SA"/>
    </w:rPr>
  </w:style>
  <w:style w:type="paragraph" w:customStyle="1" w:styleId="BodySingle">
    <w:name w:val="Body Single"/>
    <w:uiPriority w:val="99"/>
    <w:rsid w:val="007325D1"/>
    <w:pPr>
      <w:autoSpaceDE w:val="0"/>
      <w:autoSpaceDN w:val="0"/>
    </w:pPr>
    <w:rPr>
      <w:color w:val="000000"/>
      <w:lang w:val="en-GB"/>
    </w:rPr>
  </w:style>
  <w:style w:type="paragraph" w:customStyle="1" w:styleId="3">
    <w:name w:val="µÒÃÒ§3ªèÍ§"/>
    <w:basedOn w:val="Normal"/>
    <w:uiPriority w:val="99"/>
    <w:rsid w:val="00D53187"/>
    <w:pPr>
      <w:tabs>
        <w:tab w:val="left" w:pos="360"/>
        <w:tab w:val="left" w:pos="720"/>
      </w:tabs>
      <w:spacing w:line="240" w:lineRule="auto"/>
    </w:pPr>
    <w:rPr>
      <w:rFonts w:ascii="Book Antiqua" w:hAnsi="Book Antiqua" w:cs="Angsana New"/>
      <w:szCs w:val="22"/>
      <w:lang w:val="th-TH" w:bidi="th-TH"/>
    </w:rPr>
  </w:style>
  <w:style w:type="character" w:customStyle="1" w:styleId="BodyTextChar1">
    <w:name w:val="Body Text Char1"/>
    <w:aliases w:val="bt Char1,body text Char1,Body Char1"/>
    <w:uiPriority w:val="99"/>
    <w:locked/>
    <w:rsid w:val="00990A57"/>
    <w:rPr>
      <w:rFonts w:ascii="Arial" w:hAnsi="Arial" w:cs="Angsana New"/>
      <w:sz w:val="22"/>
      <w:szCs w:val="22"/>
    </w:rPr>
  </w:style>
  <w:style w:type="paragraph" w:customStyle="1" w:styleId="RNormal">
    <w:name w:val="RNormal"/>
    <w:basedOn w:val="Normal"/>
    <w:rsid w:val="00A375CB"/>
    <w:pPr>
      <w:spacing w:line="240" w:lineRule="auto"/>
      <w:jc w:val="both"/>
    </w:pPr>
    <w:rPr>
      <w:szCs w:val="24"/>
      <w:lang w:val="en-US"/>
    </w:rPr>
  </w:style>
  <w:style w:type="character" w:styleId="Strong">
    <w:name w:val="Strong"/>
    <w:uiPriority w:val="22"/>
    <w:qFormat/>
    <w:rsid w:val="00DC61DC"/>
    <w:rPr>
      <w:b/>
      <w:bCs/>
    </w:rPr>
  </w:style>
  <w:style w:type="paragraph" w:customStyle="1" w:styleId="Pa48">
    <w:name w:val="Pa48"/>
    <w:basedOn w:val="Default"/>
    <w:next w:val="Default"/>
    <w:uiPriority w:val="99"/>
    <w:rsid w:val="0073779D"/>
    <w:pPr>
      <w:spacing w:line="191" w:lineRule="atLeast"/>
    </w:pPr>
    <w:rPr>
      <w:rFonts w:eastAsia="Times New Roman" w:cs="Angsana New"/>
      <w:color w:val="auto"/>
      <w:lang w:val="en-GB" w:eastAsia="en-US"/>
    </w:rPr>
  </w:style>
  <w:style w:type="paragraph" w:customStyle="1" w:styleId="StandaardOpinion">
    <w:name w:val="StandaardOpinion"/>
    <w:basedOn w:val="Normal"/>
    <w:rsid w:val="009F401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character" w:customStyle="1" w:styleId="blockChar">
    <w:name w:val="block Char"/>
    <w:aliases w:val="b Char"/>
    <w:link w:val="block"/>
    <w:locked/>
    <w:rsid w:val="004865D1"/>
    <w:rPr>
      <w:sz w:val="22"/>
      <w:lang w:val="en-GB" w:bidi="ar-SA"/>
    </w:rPr>
  </w:style>
  <w:style w:type="paragraph" w:styleId="Index1">
    <w:name w:val="index 1"/>
    <w:basedOn w:val="Normal"/>
    <w:next w:val="Normal"/>
    <w:autoRedefine/>
    <w:uiPriority w:val="99"/>
    <w:semiHidden/>
    <w:rsid w:val="00BE0348"/>
    <w:pPr>
      <w:framePr w:hSpace="180" w:wrap="around" w:vAnchor="text" w:hAnchor="margin" w:y="409"/>
      <w:spacing w:line="240" w:lineRule="atLeast"/>
      <w:ind w:left="-79" w:right="11" w:hanging="162"/>
      <w:jc w:val="right"/>
    </w:pPr>
    <w:rPr>
      <w:rFonts w:ascii="Arial" w:hAnsi="Arial" w:cs="Angsana New"/>
      <w:sz w:val="20"/>
      <w:lang w:bidi="th-TH"/>
    </w:rPr>
  </w:style>
  <w:style w:type="paragraph" w:customStyle="1" w:styleId="Pa18">
    <w:name w:val="Pa18"/>
    <w:basedOn w:val="Normal"/>
    <w:next w:val="Normal"/>
    <w:uiPriority w:val="99"/>
    <w:rsid w:val="0093507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rsid w:val="00324F04"/>
    <w:rPr>
      <w:i/>
      <w:sz w:val="18"/>
      <w:lang w:val="en-GB" w:bidi="ar-SA"/>
    </w:rPr>
  </w:style>
  <w:style w:type="paragraph" w:styleId="NoSpacing">
    <w:name w:val="No Spacing"/>
    <w:uiPriority w:val="1"/>
    <w:qFormat/>
    <w:rsid w:val="004D644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rPr>
  </w:style>
  <w:style w:type="character" w:styleId="UnresolvedMention">
    <w:name w:val="Unresolved Mention"/>
    <w:basedOn w:val="DefaultParagraphFont"/>
    <w:uiPriority w:val="99"/>
    <w:semiHidden/>
    <w:unhideWhenUsed/>
    <w:rsid w:val="004D64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78949794">
      <w:bodyDiv w:val="1"/>
      <w:marLeft w:val="0"/>
      <w:marRight w:val="0"/>
      <w:marTop w:val="0"/>
      <w:marBottom w:val="0"/>
      <w:divBdr>
        <w:top w:val="none" w:sz="0" w:space="0" w:color="auto"/>
        <w:left w:val="none" w:sz="0" w:space="0" w:color="auto"/>
        <w:bottom w:val="none" w:sz="0" w:space="0" w:color="auto"/>
        <w:right w:val="none" w:sz="0" w:space="0" w:color="auto"/>
      </w:divBdr>
    </w:div>
    <w:div w:id="31060256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8829">
      <w:bodyDiv w:val="1"/>
      <w:marLeft w:val="0"/>
      <w:marRight w:val="0"/>
      <w:marTop w:val="0"/>
      <w:marBottom w:val="0"/>
      <w:divBdr>
        <w:top w:val="none" w:sz="0" w:space="0" w:color="auto"/>
        <w:left w:val="none" w:sz="0" w:space="0" w:color="auto"/>
        <w:bottom w:val="none" w:sz="0" w:space="0" w:color="auto"/>
        <w:right w:val="none" w:sz="0" w:space="0" w:color="auto"/>
      </w:divBdr>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591818960">
      <w:bodyDiv w:val="1"/>
      <w:marLeft w:val="0"/>
      <w:marRight w:val="0"/>
      <w:marTop w:val="0"/>
      <w:marBottom w:val="0"/>
      <w:divBdr>
        <w:top w:val="none" w:sz="0" w:space="0" w:color="auto"/>
        <w:left w:val="none" w:sz="0" w:space="0" w:color="auto"/>
        <w:bottom w:val="none" w:sz="0" w:space="0" w:color="auto"/>
        <w:right w:val="none" w:sz="0" w:space="0" w:color="auto"/>
      </w:divBdr>
    </w:div>
    <w:div w:id="65379947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697465583">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28263609">
      <w:bodyDiv w:val="1"/>
      <w:marLeft w:val="0"/>
      <w:marRight w:val="0"/>
      <w:marTop w:val="0"/>
      <w:marBottom w:val="0"/>
      <w:divBdr>
        <w:top w:val="none" w:sz="0" w:space="0" w:color="auto"/>
        <w:left w:val="none" w:sz="0" w:space="0" w:color="auto"/>
        <w:bottom w:val="none" w:sz="0" w:space="0" w:color="auto"/>
        <w:right w:val="none" w:sz="0" w:space="0" w:color="auto"/>
      </w:divBdr>
      <w:divsChild>
        <w:div w:id="2027097877">
          <w:marLeft w:val="0"/>
          <w:marRight w:val="0"/>
          <w:marTop w:val="0"/>
          <w:marBottom w:val="0"/>
          <w:divBdr>
            <w:top w:val="none" w:sz="0" w:space="0" w:color="auto"/>
            <w:left w:val="none" w:sz="0" w:space="0" w:color="auto"/>
            <w:bottom w:val="none" w:sz="0" w:space="0" w:color="auto"/>
            <w:right w:val="none" w:sz="0" w:space="0" w:color="auto"/>
          </w:divBdr>
        </w:div>
      </w:divsChild>
    </w:div>
    <w:div w:id="752170469">
      <w:bodyDiv w:val="1"/>
      <w:marLeft w:val="0"/>
      <w:marRight w:val="0"/>
      <w:marTop w:val="0"/>
      <w:marBottom w:val="0"/>
      <w:divBdr>
        <w:top w:val="none" w:sz="0" w:space="0" w:color="auto"/>
        <w:left w:val="none" w:sz="0" w:space="0" w:color="auto"/>
        <w:bottom w:val="none" w:sz="0" w:space="0" w:color="auto"/>
        <w:right w:val="none" w:sz="0" w:space="0" w:color="auto"/>
      </w:divBdr>
    </w:div>
    <w:div w:id="773866314">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6601993">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89960644">
      <w:bodyDiv w:val="1"/>
      <w:marLeft w:val="0"/>
      <w:marRight w:val="0"/>
      <w:marTop w:val="0"/>
      <w:marBottom w:val="0"/>
      <w:divBdr>
        <w:top w:val="none" w:sz="0" w:space="0" w:color="auto"/>
        <w:left w:val="none" w:sz="0" w:space="0" w:color="auto"/>
        <w:bottom w:val="none" w:sz="0" w:space="0" w:color="auto"/>
        <w:right w:val="none" w:sz="0" w:space="0" w:color="auto"/>
      </w:divBdr>
    </w:div>
    <w:div w:id="1119495414">
      <w:bodyDiv w:val="1"/>
      <w:marLeft w:val="0"/>
      <w:marRight w:val="0"/>
      <w:marTop w:val="0"/>
      <w:marBottom w:val="0"/>
      <w:divBdr>
        <w:top w:val="none" w:sz="0" w:space="0" w:color="auto"/>
        <w:left w:val="none" w:sz="0" w:space="0" w:color="auto"/>
        <w:bottom w:val="none" w:sz="0" w:space="0" w:color="auto"/>
        <w:right w:val="none" w:sz="0" w:space="0" w:color="auto"/>
      </w:divBdr>
    </w:div>
    <w:div w:id="1121461428">
      <w:bodyDiv w:val="1"/>
      <w:marLeft w:val="0"/>
      <w:marRight w:val="0"/>
      <w:marTop w:val="0"/>
      <w:marBottom w:val="0"/>
      <w:divBdr>
        <w:top w:val="none" w:sz="0" w:space="0" w:color="auto"/>
        <w:left w:val="none" w:sz="0" w:space="0" w:color="auto"/>
        <w:bottom w:val="none" w:sz="0" w:space="0" w:color="auto"/>
        <w:right w:val="none" w:sz="0" w:space="0" w:color="auto"/>
      </w:divBdr>
    </w:div>
    <w:div w:id="1121654809">
      <w:bodyDiv w:val="1"/>
      <w:marLeft w:val="0"/>
      <w:marRight w:val="0"/>
      <w:marTop w:val="0"/>
      <w:marBottom w:val="0"/>
      <w:divBdr>
        <w:top w:val="none" w:sz="0" w:space="0" w:color="auto"/>
        <w:left w:val="none" w:sz="0" w:space="0" w:color="auto"/>
        <w:bottom w:val="none" w:sz="0" w:space="0" w:color="auto"/>
        <w:right w:val="none" w:sz="0" w:space="0" w:color="auto"/>
      </w:divBdr>
    </w:div>
    <w:div w:id="1148018149">
      <w:bodyDiv w:val="1"/>
      <w:marLeft w:val="0"/>
      <w:marRight w:val="0"/>
      <w:marTop w:val="0"/>
      <w:marBottom w:val="0"/>
      <w:divBdr>
        <w:top w:val="none" w:sz="0" w:space="0" w:color="auto"/>
        <w:left w:val="none" w:sz="0" w:space="0" w:color="auto"/>
        <w:bottom w:val="none" w:sz="0" w:space="0" w:color="auto"/>
        <w:right w:val="none" w:sz="0" w:space="0" w:color="auto"/>
      </w:divBdr>
    </w:div>
    <w:div w:id="1158955496">
      <w:bodyDiv w:val="1"/>
      <w:marLeft w:val="0"/>
      <w:marRight w:val="0"/>
      <w:marTop w:val="0"/>
      <w:marBottom w:val="0"/>
      <w:divBdr>
        <w:top w:val="none" w:sz="0" w:space="0" w:color="auto"/>
        <w:left w:val="none" w:sz="0" w:space="0" w:color="auto"/>
        <w:bottom w:val="none" w:sz="0" w:space="0" w:color="auto"/>
        <w:right w:val="none" w:sz="0" w:space="0" w:color="auto"/>
      </w:divBdr>
      <w:divsChild>
        <w:div w:id="1602570387">
          <w:marLeft w:val="0"/>
          <w:marRight w:val="0"/>
          <w:marTop w:val="0"/>
          <w:marBottom w:val="0"/>
          <w:divBdr>
            <w:top w:val="none" w:sz="0" w:space="0" w:color="auto"/>
            <w:left w:val="none" w:sz="0" w:space="0" w:color="auto"/>
            <w:bottom w:val="none" w:sz="0" w:space="0" w:color="auto"/>
            <w:right w:val="none" w:sz="0" w:space="0" w:color="auto"/>
          </w:divBdr>
        </w:div>
      </w:divsChild>
    </w:div>
    <w:div w:id="1174995499">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53469152">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475218316">
      <w:bodyDiv w:val="1"/>
      <w:marLeft w:val="0"/>
      <w:marRight w:val="0"/>
      <w:marTop w:val="0"/>
      <w:marBottom w:val="0"/>
      <w:divBdr>
        <w:top w:val="none" w:sz="0" w:space="0" w:color="auto"/>
        <w:left w:val="none" w:sz="0" w:space="0" w:color="auto"/>
        <w:bottom w:val="none" w:sz="0" w:space="0" w:color="auto"/>
        <w:right w:val="none" w:sz="0" w:space="0" w:color="auto"/>
      </w:divBdr>
    </w:div>
    <w:div w:id="1530024909">
      <w:bodyDiv w:val="1"/>
      <w:marLeft w:val="0"/>
      <w:marRight w:val="0"/>
      <w:marTop w:val="0"/>
      <w:marBottom w:val="0"/>
      <w:divBdr>
        <w:top w:val="none" w:sz="0" w:space="0" w:color="auto"/>
        <w:left w:val="none" w:sz="0" w:space="0" w:color="auto"/>
        <w:bottom w:val="none" w:sz="0" w:space="0" w:color="auto"/>
        <w:right w:val="none" w:sz="0" w:space="0" w:color="auto"/>
      </w:divBdr>
    </w:div>
    <w:div w:id="1540777055">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0106">
      <w:bodyDiv w:val="1"/>
      <w:marLeft w:val="0"/>
      <w:marRight w:val="0"/>
      <w:marTop w:val="0"/>
      <w:marBottom w:val="0"/>
      <w:divBdr>
        <w:top w:val="none" w:sz="0" w:space="0" w:color="auto"/>
        <w:left w:val="none" w:sz="0" w:space="0" w:color="auto"/>
        <w:bottom w:val="none" w:sz="0" w:space="0" w:color="auto"/>
        <w:right w:val="none" w:sz="0" w:space="0" w:color="auto"/>
      </w:divBdr>
      <w:divsChild>
        <w:div w:id="1571380583">
          <w:marLeft w:val="0"/>
          <w:marRight w:val="0"/>
          <w:marTop w:val="0"/>
          <w:marBottom w:val="0"/>
          <w:divBdr>
            <w:top w:val="none" w:sz="0" w:space="0" w:color="auto"/>
            <w:left w:val="none" w:sz="0" w:space="0" w:color="auto"/>
            <w:bottom w:val="none" w:sz="0" w:space="0" w:color="auto"/>
            <w:right w:val="none" w:sz="0" w:space="0" w:color="auto"/>
          </w:divBdr>
        </w:div>
      </w:divsChild>
    </w:div>
    <w:div w:id="1641836035">
      <w:bodyDiv w:val="1"/>
      <w:marLeft w:val="0"/>
      <w:marRight w:val="0"/>
      <w:marTop w:val="0"/>
      <w:marBottom w:val="0"/>
      <w:divBdr>
        <w:top w:val="none" w:sz="0" w:space="0" w:color="auto"/>
        <w:left w:val="none" w:sz="0" w:space="0" w:color="auto"/>
        <w:bottom w:val="none" w:sz="0" w:space="0" w:color="auto"/>
        <w:right w:val="none" w:sz="0" w:space="0" w:color="auto"/>
      </w:divBdr>
    </w:div>
    <w:div w:id="1755125746">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795555864">
      <w:bodyDiv w:val="1"/>
      <w:marLeft w:val="0"/>
      <w:marRight w:val="0"/>
      <w:marTop w:val="0"/>
      <w:marBottom w:val="0"/>
      <w:divBdr>
        <w:top w:val="none" w:sz="0" w:space="0" w:color="auto"/>
        <w:left w:val="none" w:sz="0" w:space="0" w:color="auto"/>
        <w:bottom w:val="none" w:sz="0" w:space="0" w:color="auto"/>
        <w:right w:val="none" w:sz="0" w:space="0" w:color="auto"/>
      </w:divBdr>
    </w:div>
    <w:div w:id="1805462005">
      <w:bodyDiv w:val="1"/>
      <w:marLeft w:val="0"/>
      <w:marRight w:val="0"/>
      <w:marTop w:val="0"/>
      <w:marBottom w:val="0"/>
      <w:divBdr>
        <w:top w:val="none" w:sz="0" w:space="0" w:color="auto"/>
        <w:left w:val="none" w:sz="0" w:space="0" w:color="auto"/>
        <w:bottom w:val="none" w:sz="0" w:space="0" w:color="auto"/>
        <w:right w:val="none" w:sz="0" w:space="0" w:color="auto"/>
      </w:divBdr>
    </w:div>
    <w:div w:id="1846018366">
      <w:bodyDiv w:val="1"/>
      <w:marLeft w:val="0"/>
      <w:marRight w:val="0"/>
      <w:marTop w:val="0"/>
      <w:marBottom w:val="0"/>
      <w:divBdr>
        <w:top w:val="none" w:sz="0" w:space="0" w:color="auto"/>
        <w:left w:val="none" w:sz="0" w:space="0" w:color="auto"/>
        <w:bottom w:val="none" w:sz="0" w:space="0" w:color="auto"/>
        <w:right w:val="none" w:sz="0" w:space="0" w:color="auto"/>
      </w:divBdr>
      <w:divsChild>
        <w:div w:id="941573107">
          <w:marLeft w:val="0"/>
          <w:marRight w:val="0"/>
          <w:marTop w:val="0"/>
          <w:marBottom w:val="0"/>
          <w:divBdr>
            <w:top w:val="none" w:sz="0" w:space="0" w:color="auto"/>
            <w:left w:val="none" w:sz="0" w:space="0" w:color="auto"/>
            <w:bottom w:val="none" w:sz="0" w:space="0" w:color="auto"/>
            <w:right w:val="none" w:sz="0" w:space="0" w:color="auto"/>
          </w:divBdr>
        </w:div>
      </w:divsChild>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37976344">
      <w:bodyDiv w:val="1"/>
      <w:marLeft w:val="0"/>
      <w:marRight w:val="0"/>
      <w:marTop w:val="0"/>
      <w:marBottom w:val="0"/>
      <w:divBdr>
        <w:top w:val="none" w:sz="0" w:space="0" w:color="auto"/>
        <w:left w:val="none" w:sz="0" w:space="0" w:color="auto"/>
        <w:bottom w:val="none" w:sz="0" w:space="0" w:color="auto"/>
        <w:right w:val="none" w:sz="0" w:space="0" w:color="auto"/>
      </w:divBdr>
    </w:div>
    <w:div w:id="1958752300">
      <w:bodyDiv w:val="1"/>
      <w:marLeft w:val="0"/>
      <w:marRight w:val="0"/>
      <w:marTop w:val="0"/>
      <w:marBottom w:val="0"/>
      <w:divBdr>
        <w:top w:val="none" w:sz="0" w:space="0" w:color="auto"/>
        <w:left w:val="none" w:sz="0" w:space="0" w:color="auto"/>
        <w:bottom w:val="none" w:sz="0" w:space="0" w:color="auto"/>
        <w:right w:val="none" w:sz="0" w:space="0" w:color="auto"/>
      </w:divBdr>
    </w:div>
    <w:div w:id="1963997343">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11100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99DF6-07C6-446D-B3C0-6FE6458B1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1</TotalTime>
  <Pages>23</Pages>
  <Words>6154</Words>
  <Characters>35081</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41153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Chutikarn, U-thasoonthorn</cp:lastModifiedBy>
  <cp:revision>3</cp:revision>
  <cp:lastPrinted>2020-11-06T11:17:00Z</cp:lastPrinted>
  <dcterms:created xsi:type="dcterms:W3CDTF">2020-11-09T02:40:00Z</dcterms:created>
  <dcterms:modified xsi:type="dcterms:W3CDTF">2020-11-09T02:41:00Z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